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3901A" w14:textId="77777777" w:rsidR="00932305" w:rsidRDefault="005703C0" w:rsidP="00932305">
      <w:pPr>
        <w:pStyle w:val="Heading1"/>
        <w:rPr>
          <w:rFonts w:eastAsia="MS Mincho"/>
        </w:rPr>
      </w:pPr>
      <w:bookmarkStart w:id="0" w:name="_Toc511220124"/>
      <w:r w:rsidRPr="00EF52B6">
        <w:rPr>
          <w:rFonts w:eastAsia="MS Mincho"/>
        </w:rPr>
        <w:t xml:space="preserve">Knowledge Assessment </w:t>
      </w:r>
    </w:p>
    <w:p w14:paraId="0D9C0253" w14:textId="5244C70F" w:rsidR="00932305" w:rsidRDefault="005703C0" w:rsidP="00932305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7A326E49" w14:textId="77777777" w:rsidR="00403C4D" w:rsidRPr="00DE7D14" w:rsidRDefault="00403C4D" w:rsidP="00403C4D">
      <w:pPr>
        <w:rPr>
          <w:b/>
          <w:lang w:eastAsia="en-AU"/>
        </w:rPr>
      </w:pPr>
      <w:r w:rsidRPr="00DE7D14">
        <w:rPr>
          <w:b/>
          <w:lang w:eastAsia="en-AU"/>
        </w:rPr>
        <w:t>Event 1 of 3</w:t>
      </w:r>
    </w:p>
    <w:p w14:paraId="3511EB91" w14:textId="77777777" w:rsidR="00932305" w:rsidRPr="00A56627" w:rsidRDefault="005703C0" w:rsidP="00932305">
      <w:pPr>
        <w:pStyle w:val="Heading2"/>
      </w:pPr>
      <w:r w:rsidRPr="00A56627">
        <w:t>Criteria</w:t>
      </w:r>
    </w:p>
    <w:p w14:paraId="0B86E31C" w14:textId="77777777" w:rsidR="00932305" w:rsidRDefault="005703C0" w:rsidP="00932305">
      <w:pPr>
        <w:pStyle w:val="Heading3"/>
      </w:pPr>
      <w:r w:rsidRPr="007A6B4A">
        <w:t>Unit code, name and release number</w:t>
      </w:r>
    </w:p>
    <w:p w14:paraId="50C35CF2" w14:textId="77777777" w:rsidR="00932305" w:rsidRPr="00D83795" w:rsidRDefault="005703C0" w:rsidP="0093230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MEM05005B - Carry out mechanical cutting (1)</w:t>
      </w:r>
      <w:bookmarkEnd w:id="1"/>
    </w:p>
    <w:p w14:paraId="71D19D75" w14:textId="77777777" w:rsidR="00932305" w:rsidRPr="00D83795" w:rsidRDefault="00932305" w:rsidP="0093230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9280C7" w14:textId="77777777" w:rsidR="00932305" w:rsidRDefault="005703C0" w:rsidP="00932305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C62FBBB" w14:textId="77777777" w:rsidR="00932305" w:rsidRPr="00D83795" w:rsidRDefault="005703C0" w:rsidP="0093230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MEM30305 - Certificate III in Engineering - Fabrication Trade (4)</w:t>
      </w:r>
      <w:bookmarkEnd w:id="2"/>
    </w:p>
    <w:p w14:paraId="3C5FF992" w14:textId="77777777" w:rsidR="00932305" w:rsidRPr="00D83795" w:rsidRDefault="00932305" w:rsidP="0093230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8F61833" w14:textId="77777777" w:rsidR="00932305" w:rsidRDefault="00932305" w:rsidP="00932305">
      <w:pPr>
        <w:rPr>
          <w:lang w:val="en-US" w:bidi="en-US"/>
        </w:rPr>
        <w:sectPr w:rsidR="00932305" w:rsidSect="0093230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240B4547" w14:textId="77777777" w:rsidR="00932305" w:rsidRPr="00C14A60" w:rsidRDefault="005703C0" w:rsidP="00932305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5F6D8C15" w14:textId="77777777" w:rsidR="00932305" w:rsidRPr="00867E80" w:rsidRDefault="005703C0" w:rsidP="00932305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5A115D">
        <w:rPr>
          <w:i/>
          <w:noProof/>
          <w:color w:val="808080" w:themeColor="background1" w:themeShade="80"/>
        </w:rPr>
        <w:t>3 July 2018</w:t>
      </w:r>
      <w:r w:rsidRPr="00C14A60">
        <w:rPr>
          <w:i/>
          <w:color w:val="FF0000"/>
        </w:rPr>
        <w:fldChar w:fldCharType="end"/>
      </w:r>
    </w:p>
    <w:p w14:paraId="08A3F2ED" w14:textId="1B857334" w:rsidR="00932305" w:rsidRPr="00867E80" w:rsidRDefault="005703C0" w:rsidP="00932305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0A4BEE" w:rsidRPr="000A4BEE">
        <w:rPr>
          <w:i/>
          <w:noProof/>
          <w:color w:val="808080" w:themeColor="background1" w:themeShade="80"/>
        </w:rPr>
        <w:t>28/01/2020</w:t>
      </w:r>
      <w:r w:rsidRPr="00C14A60">
        <w:rPr>
          <w:i/>
          <w:color w:val="FF0000"/>
        </w:rPr>
        <w:fldChar w:fldCharType="end"/>
      </w:r>
    </w:p>
    <w:p w14:paraId="14AB13CA" w14:textId="77777777" w:rsidR="00932305" w:rsidRPr="00867E80" w:rsidRDefault="00932305" w:rsidP="00932305">
      <w:pPr>
        <w:pStyle w:val="SmallerText-Black"/>
      </w:pPr>
    </w:p>
    <w:bookmarkEnd w:id="0"/>
    <w:p w14:paraId="0222EDE0" w14:textId="77777777" w:rsidR="00932305" w:rsidRDefault="005703C0" w:rsidP="00932305">
      <w:r>
        <w:t>For queries, please contact:</w:t>
      </w:r>
    </w:p>
    <w:p w14:paraId="110C546A" w14:textId="0BCC6F81" w:rsidR="00932305" w:rsidRPr="005477D5" w:rsidRDefault="005477D5" w:rsidP="00932305">
      <w:pPr>
        <w:pStyle w:val="SmallerText-Black"/>
      </w:pPr>
      <w:r w:rsidRPr="005477D5">
        <w:t xml:space="preserve">IMRS </w:t>
      </w:r>
      <w:r w:rsidR="005703C0" w:rsidRPr="005477D5">
        <w:t>SkillsPoint</w:t>
      </w:r>
    </w:p>
    <w:p w14:paraId="210F162B" w14:textId="75C08E5E" w:rsidR="00932305" w:rsidRPr="005477D5" w:rsidRDefault="005477D5" w:rsidP="00932305">
      <w:pPr>
        <w:pStyle w:val="SmallerText-Black"/>
      </w:pPr>
      <w:r w:rsidRPr="005477D5">
        <w:t xml:space="preserve">Building B, Level 1 </w:t>
      </w:r>
    </w:p>
    <w:p w14:paraId="77229053" w14:textId="26E06091" w:rsidR="005477D5" w:rsidRDefault="005477D5" w:rsidP="00932305">
      <w:pPr>
        <w:pStyle w:val="SmallerText-Black"/>
      </w:pPr>
      <w:r w:rsidRPr="005477D5">
        <w:t>Hamilton Campus, 91 Parry St Newcastle West NSW 2302</w:t>
      </w:r>
    </w:p>
    <w:p w14:paraId="08E56815" w14:textId="77777777" w:rsidR="005477D5" w:rsidRPr="005477D5" w:rsidRDefault="005477D5" w:rsidP="00932305">
      <w:pPr>
        <w:pStyle w:val="SmallerText-Black"/>
      </w:pPr>
    </w:p>
    <w:p w14:paraId="5AD227D1" w14:textId="77777777" w:rsidR="00932305" w:rsidRPr="000301F0" w:rsidRDefault="005703C0" w:rsidP="00932305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4B4E5F9B" w14:textId="77777777" w:rsidR="00932305" w:rsidRPr="00D23A6C" w:rsidRDefault="005703C0" w:rsidP="00932305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18B69F9E" w14:textId="3CEB539E" w:rsidR="00932305" w:rsidRPr="000301F0" w:rsidRDefault="005703C0" w:rsidP="00932305">
      <w:pPr>
        <w:pStyle w:val="SmallerText-Black"/>
      </w:pPr>
      <w:r w:rsidRPr="000301F0">
        <w:t>The contents in this docum</w:t>
      </w:r>
      <w:r>
        <w:t>ent is copyright © TAFE NSW 2018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0A4BEE">
        <w:rPr>
          <w:noProof/>
        </w:rPr>
        <w:t>28 January 2020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31162FDD" w14:textId="77777777" w:rsidR="00932305" w:rsidRDefault="00932305" w:rsidP="00932305">
      <w:pPr>
        <w:sectPr w:rsidR="00932305" w:rsidSect="00932305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3B37055B" w14:textId="36AE82BB" w:rsidR="00932305" w:rsidRDefault="005703C0" w:rsidP="00932305">
      <w:pPr>
        <w:pStyle w:val="Heading2"/>
      </w:pPr>
      <w:r>
        <w:t>A</w:t>
      </w:r>
      <w:r w:rsidRPr="00EA68F5">
        <w:t>ssessment</w:t>
      </w:r>
      <w:r>
        <w:t xml:space="preserve"> instructions</w:t>
      </w:r>
    </w:p>
    <w:p w14:paraId="5FDA0EAF" w14:textId="77777777" w:rsidR="005477D5" w:rsidRPr="005477D5" w:rsidRDefault="005477D5" w:rsidP="005477D5">
      <w:pPr>
        <w:rPr>
          <w:lang w:eastAsia="en-AU"/>
        </w:rPr>
      </w:pPr>
    </w:p>
    <w:p w14:paraId="48D54641" w14:textId="1E6D9331" w:rsidR="00932305" w:rsidRDefault="005703C0" w:rsidP="00932305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742380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190C46" w14:paraId="135D7C6A" w14:textId="77777777" w:rsidTr="00190C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38F50F6B" w14:textId="77777777" w:rsidR="00932305" w:rsidRDefault="005703C0" w:rsidP="00932305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2C5D539D" w14:textId="77777777" w:rsidR="00932305" w:rsidRDefault="005703C0" w:rsidP="0093230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190C46" w14:paraId="308F72FD" w14:textId="77777777" w:rsidTr="00190C46">
        <w:tc>
          <w:tcPr>
            <w:tcW w:w="2405" w:type="dxa"/>
            <w:vAlign w:val="top"/>
          </w:tcPr>
          <w:p w14:paraId="047AA1D6" w14:textId="77777777" w:rsidR="00932305" w:rsidRPr="00B30F8E" w:rsidRDefault="005703C0" w:rsidP="0093230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6F9F527A" w14:textId="70FFBE93" w:rsidR="00932305" w:rsidRPr="00B30F8E" w:rsidRDefault="005703C0" w:rsidP="00932305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  <w:r w:rsidR="00552CA3">
              <w:rPr>
                <w:sz w:val="22"/>
                <w:szCs w:val="22"/>
                <w:lang w:eastAsia="en-AU"/>
              </w:rPr>
              <w:t xml:space="preserve"> The assessment is closed book</w:t>
            </w:r>
          </w:p>
          <w:p w14:paraId="4E2BF3F4" w14:textId="47D81FC8" w:rsidR="00932305" w:rsidRPr="00B30F8E" w:rsidRDefault="005703C0" w:rsidP="00932305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</w:rPr>
              <w:t xml:space="preserve">This assessment is in </w:t>
            </w:r>
            <w:r w:rsidR="005477D5">
              <w:rPr>
                <w:sz w:val="22"/>
                <w:szCs w:val="22"/>
              </w:rPr>
              <w:t>4</w:t>
            </w:r>
            <w:r w:rsidRPr="00B30F8E">
              <w:rPr>
                <w:sz w:val="22"/>
                <w:szCs w:val="22"/>
              </w:rPr>
              <w:t xml:space="preserve"> parts:</w:t>
            </w:r>
          </w:p>
          <w:p w14:paraId="073AA532" w14:textId="77777777" w:rsidR="00932305" w:rsidRPr="00F70D75" w:rsidRDefault="005703C0" w:rsidP="00C56833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70D75">
              <w:rPr>
                <w:sz w:val="22"/>
                <w:szCs w:val="22"/>
              </w:rPr>
              <w:t>Multiple choice questions</w:t>
            </w:r>
          </w:p>
          <w:p w14:paraId="6FE02290" w14:textId="77777777" w:rsidR="00932305" w:rsidRPr="00F70D75" w:rsidRDefault="005703C0" w:rsidP="00C56833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70D75">
              <w:rPr>
                <w:sz w:val="22"/>
                <w:szCs w:val="22"/>
              </w:rPr>
              <w:t>True or False questions</w:t>
            </w:r>
          </w:p>
          <w:p w14:paraId="049ADF62" w14:textId="77777777" w:rsidR="00932305" w:rsidRPr="00F70D75" w:rsidRDefault="005703C0" w:rsidP="00C56833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70D75">
              <w:rPr>
                <w:sz w:val="22"/>
                <w:szCs w:val="22"/>
              </w:rPr>
              <w:t>Short answer questions</w:t>
            </w:r>
          </w:p>
          <w:p w14:paraId="447869D3" w14:textId="77777777" w:rsidR="00932305" w:rsidRPr="00F70D75" w:rsidRDefault="005703C0" w:rsidP="00C56833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70D75">
              <w:rPr>
                <w:sz w:val="22"/>
                <w:szCs w:val="22"/>
              </w:rPr>
              <w:t>Assessment feedback</w:t>
            </w:r>
          </w:p>
          <w:p w14:paraId="5A809878" w14:textId="77777777" w:rsidR="00932305" w:rsidRDefault="005703C0" w:rsidP="0093230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Adjust as required.</w:t>
            </w:r>
          </w:p>
          <w:p w14:paraId="1266251D" w14:textId="77777777" w:rsidR="00932305" w:rsidRPr="00B30F8E" w:rsidRDefault="005703C0" w:rsidP="0093230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73AA8420" w14:textId="77777777" w:rsidR="00932305" w:rsidRDefault="005703C0" w:rsidP="00932305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6F9BC179" w14:textId="77777777" w:rsidR="00932305" w:rsidRPr="00210A7E" w:rsidRDefault="005703C0" w:rsidP="00932305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455A36EB" w14:textId="77777777" w:rsidR="00932305" w:rsidRDefault="005703C0" w:rsidP="0093230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30F9A7DE" w14:textId="77777777" w:rsidR="00932305" w:rsidRDefault="005703C0" w:rsidP="0093230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74A9C8F6" w14:textId="77777777" w:rsidR="00932305" w:rsidRPr="00B30F8E" w:rsidRDefault="005703C0" w:rsidP="0093230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190C46" w14:paraId="63B720DA" w14:textId="77777777" w:rsidTr="00190C46">
        <w:tc>
          <w:tcPr>
            <w:tcW w:w="2405" w:type="dxa"/>
            <w:vAlign w:val="top"/>
          </w:tcPr>
          <w:p w14:paraId="0A3B23DD" w14:textId="77777777" w:rsidR="00932305" w:rsidRPr="00B30F8E" w:rsidRDefault="005703C0" w:rsidP="0093230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About this marking guide</w:t>
            </w:r>
          </w:p>
        </w:tc>
        <w:tc>
          <w:tcPr>
            <w:tcW w:w="6655" w:type="dxa"/>
            <w:vAlign w:val="top"/>
          </w:tcPr>
          <w:p w14:paraId="19DB817F" w14:textId="77777777" w:rsidR="00932305" w:rsidRPr="00B30F8E" w:rsidRDefault="005703C0" w:rsidP="0093230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15039F0F" w14:textId="77777777" w:rsidR="00932305" w:rsidRPr="00B30F8E" w:rsidRDefault="005703C0" w:rsidP="0093230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46F9C596" w14:textId="77777777" w:rsidR="00932305" w:rsidRPr="00B30F8E" w:rsidRDefault="005703C0" w:rsidP="00932305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771DDBBD" w14:textId="77777777" w:rsidR="00932305" w:rsidRPr="00B30F8E" w:rsidRDefault="005703C0" w:rsidP="00C56833">
            <w:pPr>
              <w:numPr>
                <w:ilvl w:val="0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4F83D01B" w14:textId="77777777" w:rsidR="00932305" w:rsidRPr="00B30F8E" w:rsidRDefault="005703C0" w:rsidP="00C5683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0ED36BC3" w14:textId="77777777" w:rsidR="00932305" w:rsidRPr="00B30F8E" w:rsidRDefault="005703C0" w:rsidP="00C5683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5FD9C40C" w14:textId="77777777" w:rsidR="00932305" w:rsidRPr="00B30F8E" w:rsidRDefault="005703C0" w:rsidP="00C5683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4042E0A4" w14:textId="77777777" w:rsidR="00932305" w:rsidRDefault="005703C0" w:rsidP="00C5683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60B0DD13" w14:textId="77777777" w:rsidR="00932305" w:rsidRDefault="005703C0" w:rsidP="00C56833">
            <w:pPr>
              <w:numPr>
                <w:ilvl w:val="0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7C1E1883" w14:textId="77777777" w:rsidR="00932305" w:rsidRDefault="005703C0" w:rsidP="00C5683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299F4809" w14:textId="77777777" w:rsidR="00932305" w:rsidRDefault="005703C0" w:rsidP="00C5683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5E9B5137" w14:textId="77777777" w:rsidR="00932305" w:rsidRDefault="005703C0" w:rsidP="00C5683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0787A3EB" w14:textId="77777777" w:rsidR="00932305" w:rsidRDefault="005703C0" w:rsidP="00C5683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79A8284A" w14:textId="77777777" w:rsidR="00932305" w:rsidRDefault="005703C0" w:rsidP="00C56833">
            <w:pPr>
              <w:numPr>
                <w:ilvl w:val="0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431E8862" w14:textId="77777777" w:rsidR="00932305" w:rsidRDefault="005703C0" w:rsidP="00C5683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0562E7DB" w14:textId="77777777" w:rsidR="00932305" w:rsidRDefault="005703C0" w:rsidP="00C5683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3E655E47" w14:textId="77777777" w:rsidR="00932305" w:rsidRDefault="005703C0" w:rsidP="00C5683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51DE9997" w14:textId="77777777" w:rsidR="00932305" w:rsidRPr="00B30F8E" w:rsidRDefault="005703C0" w:rsidP="00C5683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190C46" w14:paraId="1D396485" w14:textId="77777777" w:rsidTr="00190C46">
        <w:tc>
          <w:tcPr>
            <w:tcW w:w="2405" w:type="dxa"/>
            <w:vAlign w:val="top"/>
          </w:tcPr>
          <w:p w14:paraId="037433B9" w14:textId="77777777" w:rsidR="00932305" w:rsidRPr="002E7A2C" w:rsidRDefault="005703C0" w:rsidP="0093230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07FD5884" w14:textId="5D3FB750" w:rsidR="00932305" w:rsidRPr="005477D5" w:rsidRDefault="005477D5" w:rsidP="00932305">
            <w:pPr>
              <w:rPr>
                <w:sz w:val="22"/>
                <w:szCs w:val="22"/>
                <w:lang w:eastAsia="en-AU"/>
              </w:rPr>
            </w:pPr>
            <w:r w:rsidRPr="005477D5">
              <w:rPr>
                <w:sz w:val="22"/>
                <w:szCs w:val="22"/>
              </w:rPr>
              <w:t xml:space="preserve">Writing equipment </w:t>
            </w:r>
          </w:p>
        </w:tc>
      </w:tr>
      <w:tr w:rsidR="00190C46" w14:paraId="67656312" w14:textId="77777777" w:rsidTr="00190C46">
        <w:tc>
          <w:tcPr>
            <w:tcW w:w="2405" w:type="dxa"/>
            <w:vAlign w:val="top"/>
          </w:tcPr>
          <w:p w14:paraId="3DD20E5E" w14:textId="77777777" w:rsidR="00932305" w:rsidRPr="002E7A2C" w:rsidRDefault="005703C0" w:rsidP="0093230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05D21467" w14:textId="0AB9E5CA" w:rsidR="00932305" w:rsidRPr="005477D5" w:rsidRDefault="005477D5" w:rsidP="00932305">
            <w:pPr>
              <w:rPr>
                <w:sz w:val="22"/>
                <w:szCs w:val="22"/>
                <w:lang w:eastAsia="en-AU"/>
              </w:rPr>
            </w:pPr>
            <w:r w:rsidRPr="005477D5">
              <w:rPr>
                <w:sz w:val="22"/>
                <w:szCs w:val="22"/>
                <w:lang w:eastAsia="en-AU"/>
              </w:rPr>
              <w:t>Classroom suitable for conducting written assessment</w:t>
            </w:r>
          </w:p>
        </w:tc>
      </w:tr>
      <w:tr w:rsidR="00190C46" w14:paraId="76162BBB" w14:textId="77777777" w:rsidTr="00190C46">
        <w:tc>
          <w:tcPr>
            <w:tcW w:w="2405" w:type="dxa"/>
            <w:vAlign w:val="top"/>
          </w:tcPr>
          <w:p w14:paraId="37969776" w14:textId="77777777" w:rsidR="00932305" w:rsidRPr="0067653D" w:rsidRDefault="005703C0" w:rsidP="00932305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273D4F41" w14:textId="7AA250E1" w:rsidR="00932305" w:rsidRPr="005477D5" w:rsidRDefault="005477D5" w:rsidP="00932305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5477D5">
              <w:rPr>
                <w:sz w:val="22"/>
                <w:szCs w:val="22"/>
                <w:lang w:eastAsia="en-AU"/>
              </w:rPr>
              <w:t>1 Hour</w:t>
            </w:r>
          </w:p>
        </w:tc>
      </w:tr>
    </w:tbl>
    <w:p w14:paraId="36130EC8" w14:textId="77777777" w:rsidR="00932305" w:rsidRDefault="005703C0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325D5884" w14:textId="0375F0FA" w:rsidR="00166CEE" w:rsidRDefault="005703C0" w:rsidP="00A93D31">
      <w:pPr>
        <w:pStyle w:val="Heading2"/>
      </w:pPr>
      <w:r>
        <w:t>Part 1: Multiple choice</w:t>
      </w:r>
    </w:p>
    <w:p w14:paraId="0F45ED1F" w14:textId="06D10103" w:rsidR="00166CEE" w:rsidRPr="00166CEE" w:rsidRDefault="00A93D31" w:rsidP="00A93D31">
      <w:pPr>
        <w:tabs>
          <w:tab w:val="clear" w:pos="284"/>
          <w:tab w:val="left" w:pos="3345"/>
        </w:tabs>
      </w:pPr>
      <w:r>
        <w:rPr>
          <w:sz w:val="22"/>
          <w:szCs w:val="22"/>
        </w:rPr>
        <w:t xml:space="preserve">1. </w:t>
      </w:r>
      <w:r w:rsidR="00166CEE" w:rsidRPr="00A93D31">
        <w:rPr>
          <w:sz w:val="22"/>
          <w:szCs w:val="22"/>
        </w:rPr>
        <w:t>(R</w:t>
      </w:r>
      <w:r w:rsidR="00932ED5">
        <w:rPr>
          <w:sz w:val="22"/>
          <w:szCs w:val="22"/>
        </w:rPr>
        <w:t>K</w:t>
      </w:r>
      <w:r w:rsidR="00166CEE" w:rsidRPr="00A93D31">
        <w:rPr>
          <w:sz w:val="22"/>
          <w:szCs w:val="22"/>
        </w:rPr>
        <w:t xml:space="preserve"> 1</w:t>
      </w:r>
      <w:r w:rsidR="00932ED5">
        <w:rPr>
          <w:sz w:val="22"/>
          <w:szCs w:val="22"/>
        </w:rPr>
        <w:t>, PC1.2</w:t>
      </w:r>
      <w:r w:rsidR="00166CEE" w:rsidRPr="00A93D31">
        <w:rPr>
          <w:sz w:val="22"/>
          <w:szCs w:val="22"/>
        </w:rPr>
        <w:t xml:space="preserve">) The most appropriate machine to cut 200 x 10mm flat bar is: </w:t>
      </w:r>
    </w:p>
    <w:p w14:paraId="08A684C6" w14:textId="32F2DA63" w:rsidR="00166CEE" w:rsidRDefault="00441051" w:rsidP="00441051">
      <w:pPr>
        <w:pStyle w:val="Caption"/>
        <w:keepNext/>
      </w:pPr>
      <w:r>
        <w:t>T</w:t>
      </w:r>
      <w:r w:rsidR="00927BF4">
        <w:t>able 1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66CEE" w14:paraId="6AC7AFDE" w14:textId="77777777" w:rsidTr="009872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740507B" w14:textId="77777777" w:rsidR="00166CEE" w:rsidRDefault="00166CEE" w:rsidP="00987273">
            <w:pPr>
              <w:pStyle w:val="Body"/>
            </w:pPr>
          </w:p>
        </w:tc>
        <w:tc>
          <w:tcPr>
            <w:tcW w:w="1410" w:type="dxa"/>
          </w:tcPr>
          <w:p w14:paraId="795C737E" w14:textId="77777777" w:rsidR="00166CEE" w:rsidRDefault="00166CEE" w:rsidP="00987273">
            <w:pPr>
              <w:pStyle w:val="Body"/>
            </w:pPr>
          </w:p>
        </w:tc>
      </w:tr>
      <w:tr w:rsidR="00166CEE" w14:paraId="03DAF4E7" w14:textId="77777777" w:rsidTr="00987273">
        <w:tc>
          <w:tcPr>
            <w:tcW w:w="7650" w:type="dxa"/>
          </w:tcPr>
          <w:p w14:paraId="09B2C4AC" w14:textId="5872A391" w:rsidR="00166CEE" w:rsidRDefault="00645866" w:rsidP="00A93D31">
            <w:pPr>
              <w:pStyle w:val="Body"/>
              <w:numPr>
                <w:ilvl w:val="0"/>
                <w:numId w:val="30"/>
              </w:numPr>
              <w:spacing w:line="276" w:lineRule="auto"/>
            </w:pPr>
            <w:r>
              <w:t>Pan Brake</w:t>
            </w:r>
          </w:p>
        </w:tc>
        <w:tc>
          <w:tcPr>
            <w:tcW w:w="1410" w:type="dxa"/>
          </w:tcPr>
          <w:p w14:paraId="2A2FB90D" w14:textId="77777777" w:rsidR="00166CEE" w:rsidRDefault="00166CEE" w:rsidP="00A93D31">
            <w:pPr>
              <w:pStyle w:val="Body"/>
              <w:spacing w:line="276" w:lineRule="auto"/>
              <w:jc w:val="center"/>
            </w:pPr>
          </w:p>
        </w:tc>
      </w:tr>
      <w:tr w:rsidR="00166CEE" w14:paraId="5EFBD125" w14:textId="77777777" w:rsidTr="00987273">
        <w:tc>
          <w:tcPr>
            <w:tcW w:w="7650" w:type="dxa"/>
          </w:tcPr>
          <w:p w14:paraId="01F1F8D8" w14:textId="5302FCBA" w:rsidR="00166CEE" w:rsidRDefault="00645866" w:rsidP="00A93D31">
            <w:pPr>
              <w:pStyle w:val="Body"/>
              <w:numPr>
                <w:ilvl w:val="0"/>
                <w:numId w:val="30"/>
              </w:numPr>
              <w:spacing w:line="276" w:lineRule="auto"/>
            </w:pPr>
            <w:r>
              <w:t>Punch and shears</w:t>
            </w:r>
          </w:p>
        </w:tc>
        <w:tc>
          <w:tcPr>
            <w:tcW w:w="1410" w:type="dxa"/>
          </w:tcPr>
          <w:p w14:paraId="3AE42F6A" w14:textId="4C2EF3BE" w:rsidR="00166CEE" w:rsidRDefault="00645866" w:rsidP="00A93D31">
            <w:pPr>
              <w:pStyle w:val="Body"/>
              <w:spacing w:line="276" w:lineRule="auto"/>
              <w:jc w:val="center"/>
            </w:pPr>
            <w:r w:rsidRPr="0018110D">
              <w:rPr>
                <w:color w:val="FF0000"/>
              </w:rPr>
              <w:t>X</w:t>
            </w:r>
          </w:p>
        </w:tc>
      </w:tr>
      <w:tr w:rsidR="00166CEE" w14:paraId="0B0951A4" w14:textId="77777777" w:rsidTr="00987273">
        <w:tc>
          <w:tcPr>
            <w:tcW w:w="7650" w:type="dxa"/>
          </w:tcPr>
          <w:p w14:paraId="7D936EE6" w14:textId="033C7C48" w:rsidR="00166CEE" w:rsidRDefault="00645866" w:rsidP="00A93D31">
            <w:pPr>
              <w:pStyle w:val="Body"/>
              <w:numPr>
                <w:ilvl w:val="0"/>
                <w:numId w:val="30"/>
              </w:numPr>
              <w:spacing w:line="276" w:lineRule="auto"/>
            </w:pPr>
            <w:r>
              <w:t>Cold saw</w:t>
            </w:r>
            <w:r w:rsidR="00166CEE">
              <w:t xml:space="preserve"> </w:t>
            </w:r>
          </w:p>
        </w:tc>
        <w:tc>
          <w:tcPr>
            <w:tcW w:w="1410" w:type="dxa"/>
          </w:tcPr>
          <w:p w14:paraId="1C12746E" w14:textId="77777777" w:rsidR="00166CEE" w:rsidRDefault="00166CEE" w:rsidP="00A93D31">
            <w:pPr>
              <w:pStyle w:val="Body"/>
              <w:spacing w:line="276" w:lineRule="auto"/>
              <w:jc w:val="center"/>
            </w:pPr>
          </w:p>
        </w:tc>
      </w:tr>
      <w:tr w:rsidR="00166CEE" w14:paraId="0CB3D800" w14:textId="77777777" w:rsidTr="00987273">
        <w:tc>
          <w:tcPr>
            <w:tcW w:w="7650" w:type="dxa"/>
          </w:tcPr>
          <w:p w14:paraId="7F8DC476" w14:textId="2CEA2E02" w:rsidR="00166CEE" w:rsidRDefault="00645866" w:rsidP="00A93D31">
            <w:pPr>
              <w:pStyle w:val="Body"/>
              <w:numPr>
                <w:ilvl w:val="0"/>
                <w:numId w:val="30"/>
              </w:numPr>
              <w:spacing w:line="276" w:lineRule="auto"/>
            </w:pPr>
            <w:r>
              <w:t>Bench shears</w:t>
            </w:r>
            <w:r w:rsidR="00166CEE">
              <w:t xml:space="preserve"> </w:t>
            </w:r>
          </w:p>
        </w:tc>
        <w:tc>
          <w:tcPr>
            <w:tcW w:w="1410" w:type="dxa"/>
          </w:tcPr>
          <w:p w14:paraId="7CB6D26F" w14:textId="793E2CA2" w:rsidR="00166CEE" w:rsidRDefault="00166CEE" w:rsidP="00A93D31">
            <w:pPr>
              <w:pStyle w:val="Body"/>
              <w:spacing w:line="276" w:lineRule="auto"/>
              <w:jc w:val="center"/>
            </w:pPr>
          </w:p>
        </w:tc>
      </w:tr>
    </w:tbl>
    <w:p w14:paraId="590F1A7C" w14:textId="37CECB78" w:rsidR="00E12C38" w:rsidRDefault="00E12C38" w:rsidP="00A93D31">
      <w:pPr>
        <w:tabs>
          <w:tab w:val="clear" w:pos="284"/>
          <w:tab w:val="left" w:pos="3345"/>
        </w:tabs>
        <w:spacing w:line="276" w:lineRule="auto"/>
      </w:pPr>
    </w:p>
    <w:p w14:paraId="2EBC62A0" w14:textId="1B20970D" w:rsidR="005F3CDF" w:rsidRPr="00166CEE" w:rsidRDefault="0007733A" w:rsidP="005F3CDF">
      <w:pPr>
        <w:pStyle w:val="ListParagraph"/>
        <w:numPr>
          <w:ilvl w:val="0"/>
          <w:numId w:val="10"/>
        </w:numPr>
        <w:tabs>
          <w:tab w:val="clear" w:pos="284"/>
          <w:tab w:val="left" w:pos="3345"/>
        </w:tabs>
      </w:pPr>
      <w:r w:rsidRPr="00166CEE">
        <w:rPr>
          <w:sz w:val="22"/>
          <w:szCs w:val="22"/>
        </w:rPr>
        <w:t xml:space="preserve"> </w:t>
      </w:r>
      <w:r w:rsidR="005F3CDF" w:rsidRPr="00166CEE">
        <w:rPr>
          <w:sz w:val="22"/>
          <w:szCs w:val="22"/>
        </w:rPr>
        <w:t>(R</w:t>
      </w:r>
      <w:r w:rsidR="00932ED5">
        <w:rPr>
          <w:sz w:val="22"/>
          <w:szCs w:val="22"/>
        </w:rPr>
        <w:t>K</w:t>
      </w:r>
      <w:r w:rsidR="005F3CDF" w:rsidRPr="00166CEE">
        <w:rPr>
          <w:sz w:val="22"/>
          <w:szCs w:val="22"/>
        </w:rPr>
        <w:t xml:space="preserve"> 1</w:t>
      </w:r>
      <w:r w:rsidR="00932ED5">
        <w:rPr>
          <w:sz w:val="22"/>
          <w:szCs w:val="22"/>
        </w:rPr>
        <w:t>, PC1.2</w:t>
      </w:r>
      <w:r w:rsidR="005F3CDF" w:rsidRPr="00166CEE">
        <w:rPr>
          <w:sz w:val="22"/>
          <w:szCs w:val="22"/>
        </w:rPr>
        <w:t xml:space="preserve">) </w:t>
      </w:r>
      <w:r w:rsidR="005F3CDF">
        <w:rPr>
          <w:sz w:val="22"/>
          <w:szCs w:val="22"/>
        </w:rPr>
        <w:t>A job requires 300 pieces of 50 x 50 x 3mm LCS Angle bar cut at 450mm long. Which of the following mechanical cutting machines will be the fastest at cutting these:</w:t>
      </w:r>
    </w:p>
    <w:p w14:paraId="0394F450" w14:textId="76DADF3B" w:rsidR="005F3CDF" w:rsidRDefault="00441051" w:rsidP="00441051">
      <w:pPr>
        <w:pStyle w:val="Caption"/>
        <w:keepNext/>
      </w:pPr>
      <w:r>
        <w:t xml:space="preserve">Table </w:t>
      </w:r>
      <w:r w:rsidR="00927BF4">
        <w:t>2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5F3CDF" w14:paraId="2B254ABA" w14:textId="77777777" w:rsidTr="00F066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D2782C9" w14:textId="77777777" w:rsidR="005F3CDF" w:rsidRDefault="005F3CDF" w:rsidP="00A93D31">
            <w:pPr>
              <w:pStyle w:val="Body"/>
              <w:spacing w:line="276" w:lineRule="auto"/>
            </w:pPr>
          </w:p>
        </w:tc>
        <w:tc>
          <w:tcPr>
            <w:tcW w:w="1410" w:type="dxa"/>
          </w:tcPr>
          <w:p w14:paraId="4FD14A89" w14:textId="77777777" w:rsidR="005F3CDF" w:rsidRDefault="005F3CDF" w:rsidP="00A93D31">
            <w:pPr>
              <w:pStyle w:val="Body"/>
              <w:spacing w:line="276" w:lineRule="auto"/>
            </w:pPr>
          </w:p>
        </w:tc>
      </w:tr>
      <w:tr w:rsidR="005F3CDF" w14:paraId="0D9F30EA" w14:textId="77777777" w:rsidTr="00F06658">
        <w:tc>
          <w:tcPr>
            <w:tcW w:w="7650" w:type="dxa"/>
          </w:tcPr>
          <w:p w14:paraId="50B09D0F" w14:textId="77777777" w:rsidR="005F3CDF" w:rsidRDefault="005F3CDF" w:rsidP="00A93D31">
            <w:pPr>
              <w:pStyle w:val="Body"/>
              <w:numPr>
                <w:ilvl w:val="0"/>
                <w:numId w:val="35"/>
              </w:numPr>
              <w:spacing w:line="276" w:lineRule="auto"/>
            </w:pPr>
            <w:r>
              <w:t>Horizontal band saw</w:t>
            </w:r>
          </w:p>
        </w:tc>
        <w:tc>
          <w:tcPr>
            <w:tcW w:w="1410" w:type="dxa"/>
          </w:tcPr>
          <w:p w14:paraId="228619F9" w14:textId="77777777" w:rsidR="005F3CDF" w:rsidRDefault="005F3CDF" w:rsidP="00A93D31">
            <w:pPr>
              <w:pStyle w:val="Body"/>
              <w:spacing w:line="276" w:lineRule="auto"/>
              <w:jc w:val="center"/>
            </w:pPr>
          </w:p>
        </w:tc>
      </w:tr>
      <w:tr w:rsidR="005F3CDF" w14:paraId="4624B127" w14:textId="77777777" w:rsidTr="00F06658">
        <w:tc>
          <w:tcPr>
            <w:tcW w:w="7650" w:type="dxa"/>
          </w:tcPr>
          <w:p w14:paraId="2F24311D" w14:textId="77777777" w:rsidR="005F3CDF" w:rsidRDefault="005F3CDF" w:rsidP="00A93D31">
            <w:pPr>
              <w:pStyle w:val="Body"/>
              <w:numPr>
                <w:ilvl w:val="0"/>
                <w:numId w:val="35"/>
              </w:numPr>
              <w:spacing w:line="276" w:lineRule="auto"/>
            </w:pPr>
            <w:r>
              <w:t>Guillotine</w:t>
            </w:r>
          </w:p>
        </w:tc>
        <w:tc>
          <w:tcPr>
            <w:tcW w:w="1410" w:type="dxa"/>
          </w:tcPr>
          <w:p w14:paraId="1A7CF08A" w14:textId="31320872" w:rsidR="005F3CDF" w:rsidRDefault="005F3CDF" w:rsidP="00A93D31">
            <w:pPr>
              <w:pStyle w:val="Body"/>
              <w:spacing w:line="276" w:lineRule="auto"/>
              <w:jc w:val="center"/>
            </w:pPr>
          </w:p>
        </w:tc>
      </w:tr>
      <w:tr w:rsidR="005F3CDF" w14:paraId="06B9D904" w14:textId="77777777" w:rsidTr="00F06658">
        <w:tc>
          <w:tcPr>
            <w:tcW w:w="7650" w:type="dxa"/>
          </w:tcPr>
          <w:p w14:paraId="08AD08E7" w14:textId="69D9AD50" w:rsidR="005F3CDF" w:rsidRDefault="006A2DB8" w:rsidP="00A93D31">
            <w:pPr>
              <w:pStyle w:val="Body"/>
              <w:numPr>
                <w:ilvl w:val="0"/>
                <w:numId w:val="35"/>
              </w:numPr>
              <w:spacing w:line="276" w:lineRule="auto"/>
            </w:pPr>
            <w:r>
              <w:t>Punch and shears</w:t>
            </w:r>
            <w:r w:rsidR="005F3CDF">
              <w:t xml:space="preserve"> </w:t>
            </w:r>
          </w:p>
        </w:tc>
        <w:tc>
          <w:tcPr>
            <w:tcW w:w="1410" w:type="dxa"/>
          </w:tcPr>
          <w:p w14:paraId="713B3053" w14:textId="4F02F8FC" w:rsidR="005F3CDF" w:rsidRDefault="005F3CDF" w:rsidP="00A93D31">
            <w:pPr>
              <w:pStyle w:val="Body"/>
              <w:spacing w:line="276" w:lineRule="auto"/>
              <w:jc w:val="center"/>
            </w:pPr>
            <w:r w:rsidRPr="0018110D">
              <w:rPr>
                <w:color w:val="FF0000"/>
              </w:rPr>
              <w:t>X</w:t>
            </w:r>
          </w:p>
        </w:tc>
      </w:tr>
      <w:tr w:rsidR="005F3CDF" w14:paraId="09266B67" w14:textId="77777777" w:rsidTr="00F06658">
        <w:tc>
          <w:tcPr>
            <w:tcW w:w="7650" w:type="dxa"/>
          </w:tcPr>
          <w:p w14:paraId="22C7217B" w14:textId="77777777" w:rsidR="005F3CDF" w:rsidRDefault="005F3CDF" w:rsidP="00A93D31">
            <w:pPr>
              <w:pStyle w:val="Body"/>
              <w:numPr>
                <w:ilvl w:val="0"/>
                <w:numId w:val="35"/>
              </w:numPr>
              <w:spacing w:line="276" w:lineRule="auto"/>
            </w:pPr>
            <w:r>
              <w:t>Cold cut off saw</w:t>
            </w:r>
          </w:p>
        </w:tc>
        <w:tc>
          <w:tcPr>
            <w:tcW w:w="1410" w:type="dxa"/>
          </w:tcPr>
          <w:p w14:paraId="4C5C39E9" w14:textId="4F893DFE" w:rsidR="005F3CDF" w:rsidRDefault="005F3CDF" w:rsidP="00A93D31">
            <w:pPr>
              <w:pStyle w:val="Body"/>
              <w:spacing w:line="276" w:lineRule="auto"/>
              <w:jc w:val="center"/>
            </w:pPr>
          </w:p>
        </w:tc>
      </w:tr>
    </w:tbl>
    <w:p w14:paraId="4281B371" w14:textId="7451E92B" w:rsidR="003338AD" w:rsidRDefault="003338AD" w:rsidP="00A93D31">
      <w:pPr>
        <w:tabs>
          <w:tab w:val="clear" w:pos="284"/>
          <w:tab w:val="left" w:pos="3345"/>
        </w:tabs>
        <w:spacing w:line="276" w:lineRule="auto"/>
      </w:pPr>
    </w:p>
    <w:p w14:paraId="6F5FA16C" w14:textId="2130724C" w:rsidR="003338AD" w:rsidRPr="00166CEE" w:rsidRDefault="00EE2F5A" w:rsidP="003338AD">
      <w:pPr>
        <w:pStyle w:val="ListParagraph"/>
        <w:numPr>
          <w:ilvl w:val="0"/>
          <w:numId w:val="10"/>
        </w:numPr>
        <w:tabs>
          <w:tab w:val="clear" w:pos="284"/>
          <w:tab w:val="left" w:pos="3345"/>
        </w:tabs>
      </w:pPr>
      <w:r>
        <w:rPr>
          <w:sz w:val="22"/>
          <w:szCs w:val="22"/>
        </w:rPr>
        <w:t>(</w:t>
      </w:r>
      <w:r w:rsidR="003338AD" w:rsidRPr="00166CEE">
        <w:rPr>
          <w:sz w:val="22"/>
          <w:szCs w:val="22"/>
        </w:rPr>
        <w:t>R</w:t>
      </w:r>
      <w:r w:rsidR="00932ED5">
        <w:rPr>
          <w:sz w:val="22"/>
          <w:szCs w:val="22"/>
        </w:rPr>
        <w:t>K</w:t>
      </w:r>
      <w:r w:rsidR="003338AD" w:rsidRPr="00166CEE">
        <w:rPr>
          <w:sz w:val="22"/>
          <w:szCs w:val="22"/>
        </w:rPr>
        <w:t xml:space="preserve"> </w:t>
      </w:r>
      <w:r w:rsidR="003338AD">
        <w:rPr>
          <w:sz w:val="22"/>
          <w:szCs w:val="22"/>
        </w:rPr>
        <w:t>2</w:t>
      </w:r>
      <w:r w:rsidR="00932ED5">
        <w:rPr>
          <w:sz w:val="22"/>
          <w:szCs w:val="22"/>
        </w:rPr>
        <w:t>, PC2.1</w:t>
      </w:r>
      <w:r>
        <w:rPr>
          <w:sz w:val="22"/>
          <w:szCs w:val="22"/>
        </w:rPr>
        <w:t>) When cutting stainless steel</w:t>
      </w:r>
      <w:r w:rsidR="00932ED5">
        <w:rPr>
          <w:sz w:val="22"/>
          <w:szCs w:val="22"/>
        </w:rPr>
        <w:t>,</w:t>
      </w:r>
      <w:r>
        <w:rPr>
          <w:sz w:val="22"/>
          <w:szCs w:val="22"/>
        </w:rPr>
        <w:t xml:space="preserve"> the saw blades </w:t>
      </w:r>
      <w:r w:rsidR="00B82B72">
        <w:rPr>
          <w:sz w:val="22"/>
          <w:szCs w:val="22"/>
        </w:rPr>
        <w:t>on a cold cut off saw s</w:t>
      </w:r>
      <w:r>
        <w:rPr>
          <w:sz w:val="22"/>
          <w:szCs w:val="22"/>
        </w:rPr>
        <w:t>hould have</w:t>
      </w:r>
      <w:r w:rsidR="003338AD">
        <w:rPr>
          <w:sz w:val="22"/>
          <w:szCs w:val="22"/>
        </w:rPr>
        <w:t xml:space="preserve">: </w:t>
      </w:r>
    </w:p>
    <w:p w14:paraId="42C098E1" w14:textId="441A634F" w:rsidR="003338AD" w:rsidRDefault="003338AD" w:rsidP="003338AD">
      <w:pPr>
        <w:pStyle w:val="Caption"/>
        <w:keepNext/>
      </w:pPr>
      <w:r>
        <w:t xml:space="preserve">Table </w:t>
      </w:r>
      <w:r w:rsidR="00927BF4">
        <w:t>3</w:t>
      </w:r>
      <w:r w:rsidR="002A6A26"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3338AD" w14:paraId="0AB728CD" w14:textId="77777777" w:rsidTr="00F066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1B5D843" w14:textId="77777777" w:rsidR="003338AD" w:rsidRDefault="003338AD" w:rsidP="00F06658">
            <w:pPr>
              <w:pStyle w:val="Body"/>
            </w:pPr>
          </w:p>
        </w:tc>
        <w:tc>
          <w:tcPr>
            <w:tcW w:w="1410" w:type="dxa"/>
          </w:tcPr>
          <w:p w14:paraId="68366B16" w14:textId="77777777" w:rsidR="003338AD" w:rsidRDefault="003338AD" w:rsidP="00F06658">
            <w:pPr>
              <w:pStyle w:val="Body"/>
            </w:pPr>
          </w:p>
        </w:tc>
      </w:tr>
      <w:tr w:rsidR="003338AD" w14:paraId="2E2C1D17" w14:textId="77777777" w:rsidTr="00F06658">
        <w:tc>
          <w:tcPr>
            <w:tcW w:w="7650" w:type="dxa"/>
          </w:tcPr>
          <w:p w14:paraId="2FA4F2FA" w14:textId="79CE7EB9" w:rsidR="003338AD" w:rsidRDefault="00C10B49" w:rsidP="00DA715E">
            <w:pPr>
              <w:pStyle w:val="Body"/>
              <w:numPr>
                <w:ilvl w:val="0"/>
                <w:numId w:val="42"/>
              </w:numPr>
            </w:pPr>
            <w:r>
              <w:t>A fine tooth pitch, operate at higher speeds, use a suitable coolant</w:t>
            </w:r>
          </w:p>
        </w:tc>
        <w:tc>
          <w:tcPr>
            <w:tcW w:w="1410" w:type="dxa"/>
          </w:tcPr>
          <w:p w14:paraId="660A24A1" w14:textId="77777777" w:rsidR="003338AD" w:rsidRDefault="003338AD" w:rsidP="00F06658">
            <w:pPr>
              <w:pStyle w:val="Body"/>
              <w:jc w:val="center"/>
            </w:pPr>
          </w:p>
        </w:tc>
      </w:tr>
      <w:tr w:rsidR="003338AD" w14:paraId="7130DB55" w14:textId="77777777" w:rsidTr="00F06658">
        <w:tc>
          <w:tcPr>
            <w:tcW w:w="7650" w:type="dxa"/>
          </w:tcPr>
          <w:p w14:paraId="6D64C4B5" w14:textId="4424A058" w:rsidR="003338AD" w:rsidRDefault="00C10B49" w:rsidP="00DA715E">
            <w:pPr>
              <w:pStyle w:val="Body"/>
              <w:numPr>
                <w:ilvl w:val="0"/>
                <w:numId w:val="42"/>
              </w:numPr>
            </w:pPr>
            <w:r>
              <w:t>A course tooth pitch, operate at lower speeds, use a suitable coolant</w:t>
            </w:r>
          </w:p>
        </w:tc>
        <w:tc>
          <w:tcPr>
            <w:tcW w:w="1410" w:type="dxa"/>
          </w:tcPr>
          <w:p w14:paraId="4DDB4D49" w14:textId="77777777" w:rsidR="003338AD" w:rsidRDefault="003338AD" w:rsidP="00F06658">
            <w:pPr>
              <w:pStyle w:val="Body"/>
              <w:jc w:val="center"/>
            </w:pPr>
          </w:p>
        </w:tc>
      </w:tr>
      <w:tr w:rsidR="003338AD" w14:paraId="18FEED1A" w14:textId="77777777" w:rsidTr="00F06658">
        <w:tc>
          <w:tcPr>
            <w:tcW w:w="7650" w:type="dxa"/>
          </w:tcPr>
          <w:p w14:paraId="7A5B48B5" w14:textId="5675F662" w:rsidR="003338AD" w:rsidRDefault="00C10B49" w:rsidP="00DA715E">
            <w:pPr>
              <w:pStyle w:val="Body"/>
              <w:numPr>
                <w:ilvl w:val="0"/>
                <w:numId w:val="42"/>
              </w:numPr>
            </w:pPr>
            <w:r>
              <w:t>A fine tooth pitch, operate at lower speeds, use a suitable coolant</w:t>
            </w:r>
          </w:p>
        </w:tc>
        <w:tc>
          <w:tcPr>
            <w:tcW w:w="1410" w:type="dxa"/>
          </w:tcPr>
          <w:p w14:paraId="1B013946" w14:textId="604D878D" w:rsidR="003338AD" w:rsidRDefault="00EE2F5A" w:rsidP="00F06658">
            <w:pPr>
              <w:pStyle w:val="Body"/>
              <w:jc w:val="center"/>
            </w:pPr>
            <w:r w:rsidRPr="0018110D">
              <w:rPr>
                <w:color w:val="FF0000"/>
              </w:rPr>
              <w:t>X</w:t>
            </w:r>
          </w:p>
        </w:tc>
      </w:tr>
      <w:tr w:rsidR="003338AD" w14:paraId="119B0C9A" w14:textId="77777777" w:rsidTr="00F06658">
        <w:tc>
          <w:tcPr>
            <w:tcW w:w="7650" w:type="dxa"/>
          </w:tcPr>
          <w:p w14:paraId="06DABA8B" w14:textId="1806BE75" w:rsidR="003338AD" w:rsidRDefault="00C10B49" w:rsidP="00DA715E">
            <w:pPr>
              <w:pStyle w:val="Body"/>
              <w:numPr>
                <w:ilvl w:val="0"/>
                <w:numId w:val="42"/>
              </w:numPr>
            </w:pPr>
            <w:r>
              <w:t>A course tooth pitch, operate at higher speeds, use a suitable coolant</w:t>
            </w:r>
          </w:p>
        </w:tc>
        <w:tc>
          <w:tcPr>
            <w:tcW w:w="1410" w:type="dxa"/>
          </w:tcPr>
          <w:p w14:paraId="10330D89" w14:textId="77777777" w:rsidR="003338AD" w:rsidRDefault="003338AD" w:rsidP="00F06658">
            <w:pPr>
              <w:pStyle w:val="Body"/>
              <w:jc w:val="center"/>
            </w:pPr>
          </w:p>
        </w:tc>
      </w:tr>
    </w:tbl>
    <w:p w14:paraId="5E6E6F73" w14:textId="75D8FA89" w:rsidR="000E5B07" w:rsidRPr="00166CEE" w:rsidRDefault="008F1D4B" w:rsidP="000E5B07">
      <w:pPr>
        <w:pStyle w:val="ListParagraph"/>
        <w:numPr>
          <w:ilvl w:val="0"/>
          <w:numId w:val="10"/>
        </w:numPr>
        <w:tabs>
          <w:tab w:val="clear" w:pos="284"/>
          <w:tab w:val="left" w:pos="3345"/>
        </w:tabs>
      </w:pPr>
      <w:r>
        <w:rPr>
          <w:sz w:val="22"/>
          <w:szCs w:val="22"/>
        </w:rPr>
        <w:t xml:space="preserve"> </w:t>
      </w:r>
      <w:r w:rsidR="0079375F">
        <w:rPr>
          <w:sz w:val="22"/>
          <w:szCs w:val="22"/>
        </w:rPr>
        <w:t>(</w:t>
      </w:r>
      <w:r w:rsidR="000E5B07" w:rsidRPr="00166CEE">
        <w:rPr>
          <w:sz w:val="22"/>
          <w:szCs w:val="22"/>
        </w:rPr>
        <w:t>R</w:t>
      </w:r>
      <w:r w:rsidR="00932ED5">
        <w:rPr>
          <w:sz w:val="22"/>
          <w:szCs w:val="22"/>
        </w:rPr>
        <w:t>K</w:t>
      </w:r>
      <w:r w:rsidR="000E5B07" w:rsidRPr="00166CEE">
        <w:rPr>
          <w:sz w:val="22"/>
          <w:szCs w:val="22"/>
        </w:rPr>
        <w:t xml:space="preserve"> </w:t>
      </w:r>
      <w:r w:rsidR="0079375F">
        <w:rPr>
          <w:sz w:val="22"/>
          <w:szCs w:val="22"/>
        </w:rPr>
        <w:t>3</w:t>
      </w:r>
      <w:r w:rsidR="00932ED5">
        <w:rPr>
          <w:sz w:val="22"/>
          <w:szCs w:val="22"/>
        </w:rPr>
        <w:t>, PC1.3, 2.3, 3.1</w:t>
      </w:r>
      <w:r w:rsidR="0079375F">
        <w:rPr>
          <w:sz w:val="22"/>
          <w:szCs w:val="22"/>
        </w:rPr>
        <w:t>)</w:t>
      </w:r>
      <w:r w:rsidR="000E5B07">
        <w:rPr>
          <w:sz w:val="22"/>
          <w:szCs w:val="22"/>
        </w:rPr>
        <w:t xml:space="preserve"> If we reduce the setting on the backstop of a shearing machine</w:t>
      </w:r>
      <w:r w:rsidR="0079375F">
        <w:rPr>
          <w:sz w:val="22"/>
          <w:szCs w:val="22"/>
        </w:rPr>
        <w:t xml:space="preserve"> by 5mm:</w:t>
      </w:r>
    </w:p>
    <w:p w14:paraId="4DB678CD" w14:textId="7E18C23E" w:rsidR="000E5B07" w:rsidRDefault="000E5B07" w:rsidP="000E5B07">
      <w:pPr>
        <w:pStyle w:val="Caption"/>
        <w:keepNext/>
      </w:pPr>
      <w:r>
        <w:t xml:space="preserve">Table </w:t>
      </w:r>
      <w:r w:rsidR="002A6A26">
        <w:t>4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0E5B07" w14:paraId="4716628F" w14:textId="77777777" w:rsidTr="00F066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C452B22" w14:textId="77777777" w:rsidR="000E5B07" w:rsidRDefault="000E5B07" w:rsidP="00F06658">
            <w:pPr>
              <w:pStyle w:val="Body"/>
            </w:pPr>
          </w:p>
        </w:tc>
        <w:tc>
          <w:tcPr>
            <w:tcW w:w="1410" w:type="dxa"/>
          </w:tcPr>
          <w:p w14:paraId="3494AF50" w14:textId="77777777" w:rsidR="000E5B07" w:rsidRDefault="000E5B07" w:rsidP="00F06658">
            <w:pPr>
              <w:pStyle w:val="Body"/>
            </w:pPr>
          </w:p>
        </w:tc>
      </w:tr>
      <w:tr w:rsidR="000E5B07" w14:paraId="1688113E" w14:textId="77777777" w:rsidTr="00F06658">
        <w:tc>
          <w:tcPr>
            <w:tcW w:w="7650" w:type="dxa"/>
          </w:tcPr>
          <w:p w14:paraId="40CFE144" w14:textId="2C49E39A" w:rsidR="000E5B07" w:rsidRDefault="0079375F" w:rsidP="00DA715E">
            <w:pPr>
              <w:pStyle w:val="Body"/>
              <w:numPr>
                <w:ilvl w:val="0"/>
                <w:numId w:val="46"/>
              </w:numPr>
            </w:pPr>
            <w:r>
              <w:t xml:space="preserve">The cut section behind the blade will be 5mm longer </w:t>
            </w:r>
          </w:p>
        </w:tc>
        <w:tc>
          <w:tcPr>
            <w:tcW w:w="1410" w:type="dxa"/>
          </w:tcPr>
          <w:p w14:paraId="0201B4F7" w14:textId="77777777" w:rsidR="000E5B07" w:rsidRDefault="000E5B07" w:rsidP="00F06658">
            <w:pPr>
              <w:pStyle w:val="Body"/>
              <w:jc w:val="center"/>
            </w:pPr>
          </w:p>
        </w:tc>
      </w:tr>
      <w:tr w:rsidR="000E5B07" w14:paraId="5192F90A" w14:textId="77777777" w:rsidTr="00F06658">
        <w:tc>
          <w:tcPr>
            <w:tcW w:w="7650" w:type="dxa"/>
          </w:tcPr>
          <w:p w14:paraId="7D0A4320" w14:textId="7948EFFB" w:rsidR="000E5B07" w:rsidRDefault="0079375F" w:rsidP="00DA715E">
            <w:pPr>
              <w:pStyle w:val="Body"/>
              <w:numPr>
                <w:ilvl w:val="0"/>
                <w:numId w:val="46"/>
              </w:numPr>
            </w:pPr>
            <w:r>
              <w:t xml:space="preserve"> The cut section behind the blade will be 5mm shorter </w:t>
            </w:r>
          </w:p>
        </w:tc>
        <w:tc>
          <w:tcPr>
            <w:tcW w:w="1410" w:type="dxa"/>
          </w:tcPr>
          <w:p w14:paraId="0DBE1E09" w14:textId="7265E99F" w:rsidR="000E5B07" w:rsidRDefault="0079375F" w:rsidP="00F06658">
            <w:pPr>
              <w:pStyle w:val="Body"/>
              <w:jc w:val="center"/>
            </w:pPr>
            <w:r w:rsidRPr="0018110D">
              <w:rPr>
                <w:color w:val="FF0000"/>
              </w:rPr>
              <w:t>X</w:t>
            </w:r>
          </w:p>
        </w:tc>
      </w:tr>
      <w:tr w:rsidR="000E5B07" w14:paraId="5828825D" w14:textId="77777777" w:rsidTr="00F06658">
        <w:tc>
          <w:tcPr>
            <w:tcW w:w="7650" w:type="dxa"/>
          </w:tcPr>
          <w:p w14:paraId="0E68D033" w14:textId="0923779C" w:rsidR="000E5B07" w:rsidRDefault="0079375F" w:rsidP="00DA715E">
            <w:pPr>
              <w:pStyle w:val="Body"/>
              <w:numPr>
                <w:ilvl w:val="0"/>
                <w:numId w:val="46"/>
              </w:numPr>
            </w:pPr>
            <w:r>
              <w:t>The cut section in front of the blade will be 5mm shorter</w:t>
            </w:r>
          </w:p>
        </w:tc>
        <w:tc>
          <w:tcPr>
            <w:tcW w:w="1410" w:type="dxa"/>
          </w:tcPr>
          <w:p w14:paraId="6607E6A7" w14:textId="77777777" w:rsidR="000E5B07" w:rsidRDefault="000E5B07" w:rsidP="00F06658">
            <w:pPr>
              <w:pStyle w:val="Body"/>
              <w:jc w:val="center"/>
            </w:pPr>
          </w:p>
        </w:tc>
      </w:tr>
      <w:tr w:rsidR="000E5B07" w14:paraId="3C71F9DF" w14:textId="77777777" w:rsidTr="00F06658">
        <w:tc>
          <w:tcPr>
            <w:tcW w:w="7650" w:type="dxa"/>
          </w:tcPr>
          <w:p w14:paraId="251E00A1" w14:textId="250B1407" w:rsidR="000E5B07" w:rsidRDefault="0079375F" w:rsidP="00DA715E">
            <w:pPr>
              <w:pStyle w:val="Body"/>
              <w:numPr>
                <w:ilvl w:val="0"/>
                <w:numId w:val="46"/>
              </w:numPr>
            </w:pPr>
            <w:r>
              <w:t>The cut section in front of the blade will remain constant</w:t>
            </w:r>
          </w:p>
        </w:tc>
        <w:tc>
          <w:tcPr>
            <w:tcW w:w="1410" w:type="dxa"/>
          </w:tcPr>
          <w:p w14:paraId="0B0AE7F9" w14:textId="77777777" w:rsidR="000E5B07" w:rsidRDefault="000E5B07" w:rsidP="00F06658">
            <w:pPr>
              <w:pStyle w:val="Body"/>
              <w:jc w:val="center"/>
            </w:pPr>
          </w:p>
        </w:tc>
      </w:tr>
    </w:tbl>
    <w:p w14:paraId="7761D6D0" w14:textId="6E76F269" w:rsidR="000E5B07" w:rsidRDefault="000E5B07" w:rsidP="000372EC">
      <w:pPr>
        <w:tabs>
          <w:tab w:val="clear" w:pos="284"/>
          <w:tab w:val="left" w:pos="3345"/>
        </w:tabs>
      </w:pPr>
    </w:p>
    <w:p w14:paraId="2C957278" w14:textId="192D185B" w:rsidR="000E5B07" w:rsidRPr="000A12EE" w:rsidRDefault="000E5B07" w:rsidP="000E5B07">
      <w:pPr>
        <w:pStyle w:val="ListParagraph"/>
        <w:numPr>
          <w:ilvl w:val="0"/>
          <w:numId w:val="10"/>
        </w:numPr>
        <w:tabs>
          <w:tab w:val="clear" w:pos="284"/>
          <w:tab w:val="left" w:pos="3345"/>
        </w:tabs>
      </w:pPr>
      <w:r w:rsidRPr="000A12EE">
        <w:rPr>
          <w:sz w:val="22"/>
          <w:szCs w:val="22"/>
        </w:rPr>
        <w:t>(R</w:t>
      </w:r>
      <w:r w:rsidR="00932ED5">
        <w:rPr>
          <w:sz w:val="22"/>
          <w:szCs w:val="22"/>
        </w:rPr>
        <w:t>K</w:t>
      </w:r>
      <w:r w:rsidRPr="000A12EE">
        <w:rPr>
          <w:sz w:val="22"/>
          <w:szCs w:val="22"/>
        </w:rPr>
        <w:t xml:space="preserve"> </w:t>
      </w:r>
      <w:r w:rsidR="00F31366" w:rsidRPr="000A12EE">
        <w:rPr>
          <w:sz w:val="22"/>
          <w:szCs w:val="22"/>
        </w:rPr>
        <w:t>4</w:t>
      </w:r>
      <w:r w:rsidRPr="000A12EE">
        <w:rPr>
          <w:sz w:val="22"/>
          <w:szCs w:val="22"/>
        </w:rPr>
        <w:t xml:space="preserve">): </w:t>
      </w:r>
      <w:r w:rsidR="00F31366" w:rsidRPr="000A12EE">
        <w:rPr>
          <w:sz w:val="22"/>
          <w:szCs w:val="22"/>
        </w:rPr>
        <w:t xml:space="preserve">Where </w:t>
      </w:r>
      <w:r w:rsidR="00421A96">
        <w:rPr>
          <w:sz w:val="22"/>
          <w:szCs w:val="22"/>
        </w:rPr>
        <w:t>is</w:t>
      </w:r>
      <w:r w:rsidR="00F31366" w:rsidRPr="000A12EE">
        <w:rPr>
          <w:sz w:val="22"/>
          <w:szCs w:val="22"/>
        </w:rPr>
        <w:t xml:space="preserve"> information relating to </w:t>
      </w:r>
      <w:r w:rsidR="00932ED5">
        <w:rPr>
          <w:sz w:val="22"/>
          <w:szCs w:val="22"/>
        </w:rPr>
        <w:t xml:space="preserve">the </w:t>
      </w:r>
      <w:r w:rsidR="00F31366" w:rsidRPr="000A12EE">
        <w:rPr>
          <w:sz w:val="22"/>
          <w:szCs w:val="22"/>
        </w:rPr>
        <w:t xml:space="preserve">tolerance for </w:t>
      </w:r>
      <w:r w:rsidR="00421A96">
        <w:rPr>
          <w:sz w:val="22"/>
          <w:szCs w:val="22"/>
        </w:rPr>
        <w:t xml:space="preserve">a </w:t>
      </w:r>
      <w:r w:rsidR="00F31366" w:rsidRPr="000A12EE">
        <w:rPr>
          <w:sz w:val="22"/>
          <w:szCs w:val="22"/>
        </w:rPr>
        <w:t xml:space="preserve">part </w:t>
      </w:r>
      <w:r w:rsidR="00421A96">
        <w:rPr>
          <w:sz w:val="22"/>
          <w:szCs w:val="22"/>
        </w:rPr>
        <w:t>being cut</w:t>
      </w:r>
      <w:r w:rsidR="00F31366" w:rsidRPr="000A12EE">
        <w:rPr>
          <w:sz w:val="22"/>
          <w:szCs w:val="22"/>
        </w:rPr>
        <w:t xml:space="preserve"> or </w:t>
      </w:r>
      <w:r w:rsidR="00421A96">
        <w:rPr>
          <w:sz w:val="22"/>
          <w:szCs w:val="22"/>
        </w:rPr>
        <w:t>manufactured</w:t>
      </w:r>
      <w:r w:rsidR="00932ED5">
        <w:rPr>
          <w:sz w:val="22"/>
          <w:szCs w:val="22"/>
        </w:rPr>
        <w:t>?</w:t>
      </w:r>
    </w:p>
    <w:p w14:paraId="7C553EE8" w14:textId="324E9174" w:rsidR="000E5B07" w:rsidRDefault="000E5B07" w:rsidP="000E5B07">
      <w:pPr>
        <w:pStyle w:val="Caption"/>
        <w:keepNext/>
      </w:pPr>
      <w:r>
        <w:t xml:space="preserve">Table </w:t>
      </w:r>
      <w:r w:rsidR="002A6A26">
        <w:t>5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0E5B07" w14:paraId="42CFDF4B" w14:textId="77777777" w:rsidTr="00F066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D5B37E6" w14:textId="77777777" w:rsidR="000E5B07" w:rsidRDefault="000E5B07" w:rsidP="00F06658">
            <w:pPr>
              <w:pStyle w:val="Body"/>
            </w:pPr>
          </w:p>
        </w:tc>
        <w:tc>
          <w:tcPr>
            <w:tcW w:w="1410" w:type="dxa"/>
          </w:tcPr>
          <w:p w14:paraId="5F7C68DD" w14:textId="77777777" w:rsidR="000E5B07" w:rsidRDefault="000E5B07" w:rsidP="00F06658">
            <w:pPr>
              <w:pStyle w:val="Body"/>
            </w:pPr>
          </w:p>
        </w:tc>
      </w:tr>
      <w:tr w:rsidR="000E5B07" w14:paraId="28B75094" w14:textId="77777777" w:rsidTr="00F06658">
        <w:tc>
          <w:tcPr>
            <w:tcW w:w="7650" w:type="dxa"/>
          </w:tcPr>
          <w:p w14:paraId="3BB6277F" w14:textId="4BFDF6A7" w:rsidR="000E5B07" w:rsidRDefault="00F95C3E" w:rsidP="00DA715E">
            <w:pPr>
              <w:pStyle w:val="Body"/>
              <w:numPr>
                <w:ilvl w:val="0"/>
                <w:numId w:val="48"/>
              </w:numPr>
            </w:pPr>
            <w:r>
              <w:t>Work instructions</w:t>
            </w:r>
          </w:p>
        </w:tc>
        <w:tc>
          <w:tcPr>
            <w:tcW w:w="1410" w:type="dxa"/>
          </w:tcPr>
          <w:p w14:paraId="56161884" w14:textId="77777777" w:rsidR="000E5B07" w:rsidRDefault="000E5B07" w:rsidP="00F06658">
            <w:pPr>
              <w:pStyle w:val="Body"/>
              <w:jc w:val="center"/>
            </w:pPr>
          </w:p>
        </w:tc>
      </w:tr>
      <w:tr w:rsidR="000E5B07" w14:paraId="508F0BA0" w14:textId="77777777" w:rsidTr="00F06658">
        <w:tc>
          <w:tcPr>
            <w:tcW w:w="7650" w:type="dxa"/>
          </w:tcPr>
          <w:p w14:paraId="1B9B0254" w14:textId="35E50E95" w:rsidR="000E5B07" w:rsidRDefault="000A12EE" w:rsidP="00DA715E">
            <w:pPr>
              <w:pStyle w:val="Body"/>
              <w:numPr>
                <w:ilvl w:val="0"/>
                <w:numId w:val="48"/>
              </w:numPr>
            </w:pPr>
            <w:r>
              <w:t>Engineering drawings</w:t>
            </w:r>
          </w:p>
        </w:tc>
        <w:tc>
          <w:tcPr>
            <w:tcW w:w="1410" w:type="dxa"/>
          </w:tcPr>
          <w:p w14:paraId="24B50BB6" w14:textId="3BFAC0FF" w:rsidR="000E5B07" w:rsidRDefault="000A12EE" w:rsidP="00F06658">
            <w:pPr>
              <w:pStyle w:val="Body"/>
              <w:jc w:val="center"/>
            </w:pPr>
            <w:r w:rsidRPr="0018110D">
              <w:rPr>
                <w:color w:val="FF0000"/>
              </w:rPr>
              <w:t>X</w:t>
            </w:r>
          </w:p>
        </w:tc>
      </w:tr>
      <w:tr w:rsidR="000E5B07" w14:paraId="662E6A12" w14:textId="77777777" w:rsidTr="00F06658">
        <w:tc>
          <w:tcPr>
            <w:tcW w:w="7650" w:type="dxa"/>
          </w:tcPr>
          <w:p w14:paraId="1ABDD00B" w14:textId="10EA85E4" w:rsidR="000E5B07" w:rsidRDefault="000A12EE" w:rsidP="00DA715E">
            <w:pPr>
              <w:pStyle w:val="Body"/>
              <w:numPr>
                <w:ilvl w:val="0"/>
                <w:numId w:val="48"/>
              </w:numPr>
            </w:pPr>
            <w:r>
              <w:t>Standard Operating Procedure</w:t>
            </w:r>
          </w:p>
        </w:tc>
        <w:tc>
          <w:tcPr>
            <w:tcW w:w="1410" w:type="dxa"/>
          </w:tcPr>
          <w:p w14:paraId="7EE30471" w14:textId="77777777" w:rsidR="000E5B07" w:rsidRDefault="000E5B07" w:rsidP="00F06658">
            <w:pPr>
              <w:pStyle w:val="Body"/>
              <w:jc w:val="center"/>
            </w:pPr>
          </w:p>
        </w:tc>
      </w:tr>
      <w:tr w:rsidR="000E5B07" w14:paraId="75E04A1A" w14:textId="77777777" w:rsidTr="00F06658">
        <w:tc>
          <w:tcPr>
            <w:tcW w:w="7650" w:type="dxa"/>
          </w:tcPr>
          <w:p w14:paraId="1DA81AAB" w14:textId="6B011F18" w:rsidR="000E5B07" w:rsidRDefault="000A12EE" w:rsidP="00DA715E">
            <w:pPr>
              <w:pStyle w:val="Body"/>
              <w:numPr>
                <w:ilvl w:val="0"/>
                <w:numId w:val="48"/>
              </w:numPr>
            </w:pPr>
            <w:r>
              <w:t xml:space="preserve">MSDS </w:t>
            </w:r>
          </w:p>
        </w:tc>
        <w:tc>
          <w:tcPr>
            <w:tcW w:w="1410" w:type="dxa"/>
          </w:tcPr>
          <w:p w14:paraId="5513DBB3" w14:textId="77777777" w:rsidR="000E5B07" w:rsidRDefault="000E5B07" w:rsidP="00F06658">
            <w:pPr>
              <w:pStyle w:val="Body"/>
              <w:jc w:val="center"/>
            </w:pPr>
          </w:p>
        </w:tc>
      </w:tr>
    </w:tbl>
    <w:p w14:paraId="47976F0F" w14:textId="77777777" w:rsidR="00A64F55" w:rsidRPr="00A64F55" w:rsidRDefault="00A64F55" w:rsidP="00A64F55">
      <w:pPr>
        <w:pStyle w:val="ListParagraph"/>
        <w:tabs>
          <w:tab w:val="clear" w:pos="284"/>
          <w:tab w:val="left" w:pos="3345"/>
        </w:tabs>
        <w:ind w:left="360"/>
      </w:pPr>
    </w:p>
    <w:p w14:paraId="7CAE2A63" w14:textId="711ED9D3" w:rsidR="009118F9" w:rsidRPr="00166CEE" w:rsidRDefault="0079375F" w:rsidP="00932ED5">
      <w:pPr>
        <w:pStyle w:val="ListParagraph"/>
        <w:numPr>
          <w:ilvl w:val="0"/>
          <w:numId w:val="10"/>
        </w:numPr>
        <w:tabs>
          <w:tab w:val="clear" w:pos="284"/>
          <w:tab w:val="left" w:pos="3345"/>
        </w:tabs>
      </w:pPr>
      <w:r w:rsidRPr="006A43C4">
        <w:rPr>
          <w:sz w:val="22"/>
          <w:szCs w:val="22"/>
        </w:rPr>
        <w:t>(R</w:t>
      </w:r>
      <w:r w:rsidR="00932ED5">
        <w:rPr>
          <w:sz w:val="22"/>
          <w:szCs w:val="22"/>
        </w:rPr>
        <w:t>K</w:t>
      </w:r>
      <w:r w:rsidRPr="006A43C4">
        <w:rPr>
          <w:sz w:val="22"/>
          <w:szCs w:val="22"/>
        </w:rPr>
        <w:t xml:space="preserve"> </w:t>
      </w:r>
      <w:r w:rsidR="00C15725" w:rsidRPr="006A43C4">
        <w:rPr>
          <w:sz w:val="22"/>
          <w:szCs w:val="22"/>
        </w:rPr>
        <w:t>6</w:t>
      </w:r>
      <w:r w:rsidRPr="006A43C4">
        <w:rPr>
          <w:sz w:val="22"/>
          <w:szCs w:val="22"/>
        </w:rPr>
        <w:t>)</w:t>
      </w:r>
      <w:r w:rsidR="00922E26" w:rsidRPr="006A43C4">
        <w:rPr>
          <w:sz w:val="22"/>
          <w:szCs w:val="22"/>
        </w:rPr>
        <w:t xml:space="preserve"> </w:t>
      </w:r>
      <w:r w:rsidR="00FE4203" w:rsidRPr="006A43C4">
        <w:rPr>
          <w:sz w:val="22"/>
          <w:szCs w:val="22"/>
        </w:rPr>
        <w:t>Information with regards to machine guarding requirements can be found in</w:t>
      </w:r>
      <w:r w:rsidR="002F0B4B" w:rsidRPr="006A43C4">
        <w:rPr>
          <w:sz w:val="22"/>
          <w:szCs w:val="22"/>
        </w:rPr>
        <w:t>:</w:t>
      </w:r>
    </w:p>
    <w:p w14:paraId="33E372A4" w14:textId="3A0A1FBE" w:rsidR="0079375F" w:rsidRDefault="0079375F" w:rsidP="0079375F">
      <w:pPr>
        <w:pStyle w:val="Caption"/>
        <w:keepNext/>
      </w:pPr>
      <w:r>
        <w:t xml:space="preserve">Table </w:t>
      </w:r>
      <w:r w:rsidR="002A6A26">
        <w:t>6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9375F" w14:paraId="1138C191" w14:textId="77777777" w:rsidTr="00F066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7B1C523" w14:textId="77777777" w:rsidR="0079375F" w:rsidRDefault="0079375F" w:rsidP="00F06658">
            <w:pPr>
              <w:pStyle w:val="Body"/>
            </w:pPr>
          </w:p>
        </w:tc>
        <w:tc>
          <w:tcPr>
            <w:tcW w:w="1410" w:type="dxa"/>
          </w:tcPr>
          <w:p w14:paraId="39E49519" w14:textId="77777777" w:rsidR="0079375F" w:rsidRDefault="0079375F" w:rsidP="00F06658">
            <w:pPr>
              <w:pStyle w:val="Body"/>
            </w:pPr>
          </w:p>
        </w:tc>
      </w:tr>
      <w:tr w:rsidR="0079375F" w14:paraId="1B7531E5" w14:textId="77777777" w:rsidTr="00F06658">
        <w:tc>
          <w:tcPr>
            <w:tcW w:w="7650" w:type="dxa"/>
          </w:tcPr>
          <w:p w14:paraId="49669737" w14:textId="7753597F" w:rsidR="0079375F" w:rsidRPr="002F0B4B" w:rsidRDefault="00854207" w:rsidP="00854207">
            <w:pPr>
              <w:pStyle w:val="Body"/>
              <w:numPr>
                <w:ilvl w:val="0"/>
                <w:numId w:val="49"/>
              </w:numPr>
            </w:pPr>
            <w:r>
              <w:t>Australian Standard: Safety of machinery</w:t>
            </w:r>
          </w:p>
        </w:tc>
        <w:tc>
          <w:tcPr>
            <w:tcW w:w="1410" w:type="dxa"/>
          </w:tcPr>
          <w:p w14:paraId="7FC3F404" w14:textId="7F3786BC" w:rsidR="0079375F" w:rsidRDefault="00237D7E" w:rsidP="00F06658">
            <w:pPr>
              <w:pStyle w:val="Body"/>
              <w:jc w:val="center"/>
            </w:pPr>
            <w:r w:rsidRPr="0018110D">
              <w:rPr>
                <w:color w:val="FF0000"/>
              </w:rPr>
              <w:t>X</w:t>
            </w:r>
          </w:p>
        </w:tc>
      </w:tr>
      <w:tr w:rsidR="0079375F" w14:paraId="7FDA53FA" w14:textId="77777777" w:rsidTr="00F06658">
        <w:tc>
          <w:tcPr>
            <w:tcW w:w="7650" w:type="dxa"/>
          </w:tcPr>
          <w:p w14:paraId="7A07DC27" w14:textId="130BC044" w:rsidR="0079375F" w:rsidRPr="002F0B4B" w:rsidRDefault="00BE79C4" w:rsidP="00DA715E">
            <w:pPr>
              <w:pStyle w:val="Body"/>
              <w:numPr>
                <w:ilvl w:val="0"/>
                <w:numId w:val="49"/>
              </w:numPr>
            </w:pPr>
            <w:r w:rsidRPr="002F0B4B">
              <w:t>Standard operating procedures (SOP)</w:t>
            </w:r>
          </w:p>
        </w:tc>
        <w:tc>
          <w:tcPr>
            <w:tcW w:w="1410" w:type="dxa"/>
          </w:tcPr>
          <w:p w14:paraId="1A95CCB1" w14:textId="68FA4E07" w:rsidR="0079375F" w:rsidRDefault="0079375F" w:rsidP="00F06658">
            <w:pPr>
              <w:pStyle w:val="Body"/>
              <w:jc w:val="center"/>
            </w:pPr>
          </w:p>
        </w:tc>
      </w:tr>
      <w:tr w:rsidR="0079375F" w14:paraId="20579B70" w14:textId="77777777" w:rsidTr="00F06658">
        <w:tc>
          <w:tcPr>
            <w:tcW w:w="7650" w:type="dxa"/>
          </w:tcPr>
          <w:p w14:paraId="75D48811" w14:textId="3CB47BDD" w:rsidR="0079375F" w:rsidRPr="002F0B4B" w:rsidRDefault="00BE79C4" w:rsidP="00DA715E">
            <w:pPr>
              <w:pStyle w:val="Body"/>
              <w:numPr>
                <w:ilvl w:val="0"/>
                <w:numId w:val="49"/>
              </w:numPr>
            </w:pPr>
            <w:r>
              <w:t>Work health and safety act and regulations</w:t>
            </w:r>
          </w:p>
        </w:tc>
        <w:tc>
          <w:tcPr>
            <w:tcW w:w="1410" w:type="dxa"/>
          </w:tcPr>
          <w:p w14:paraId="7574E3E4" w14:textId="77777777" w:rsidR="0079375F" w:rsidRDefault="0079375F" w:rsidP="00F06658">
            <w:pPr>
              <w:pStyle w:val="Body"/>
              <w:jc w:val="center"/>
            </w:pPr>
          </w:p>
        </w:tc>
      </w:tr>
      <w:tr w:rsidR="0079375F" w14:paraId="271C7DCE" w14:textId="77777777" w:rsidTr="00F06658">
        <w:tc>
          <w:tcPr>
            <w:tcW w:w="7650" w:type="dxa"/>
          </w:tcPr>
          <w:p w14:paraId="5BF2EA08" w14:textId="59137071" w:rsidR="0079375F" w:rsidRPr="002F0B4B" w:rsidRDefault="00BE79C4" w:rsidP="00DA715E">
            <w:pPr>
              <w:pStyle w:val="Body"/>
              <w:numPr>
                <w:ilvl w:val="0"/>
                <w:numId w:val="49"/>
              </w:numPr>
            </w:pPr>
            <w:r>
              <w:t>All of the above</w:t>
            </w:r>
          </w:p>
        </w:tc>
        <w:tc>
          <w:tcPr>
            <w:tcW w:w="1410" w:type="dxa"/>
          </w:tcPr>
          <w:p w14:paraId="110926A7" w14:textId="77777777" w:rsidR="0079375F" w:rsidRDefault="0079375F" w:rsidP="00F06658">
            <w:pPr>
              <w:pStyle w:val="Body"/>
              <w:jc w:val="center"/>
            </w:pPr>
          </w:p>
        </w:tc>
      </w:tr>
    </w:tbl>
    <w:p w14:paraId="7C03F13D" w14:textId="78EED91D" w:rsidR="00E90216" w:rsidRDefault="00E90216" w:rsidP="00A64F55">
      <w:pPr>
        <w:tabs>
          <w:tab w:val="clear" w:pos="284"/>
          <w:tab w:val="left" w:pos="3345"/>
        </w:tabs>
      </w:pPr>
    </w:p>
    <w:p w14:paraId="7E0C1BB7" w14:textId="77777777" w:rsidR="002A6A26" w:rsidRPr="00E90216" w:rsidRDefault="002A6A26" w:rsidP="00A64F55">
      <w:pPr>
        <w:tabs>
          <w:tab w:val="clear" w:pos="284"/>
          <w:tab w:val="left" w:pos="3345"/>
        </w:tabs>
      </w:pPr>
    </w:p>
    <w:p w14:paraId="4EDAF986" w14:textId="69752A0A" w:rsidR="00DA715E" w:rsidRPr="00166CEE" w:rsidRDefault="00DA715E" w:rsidP="00DA715E">
      <w:pPr>
        <w:pStyle w:val="ListParagraph"/>
        <w:numPr>
          <w:ilvl w:val="0"/>
          <w:numId w:val="10"/>
        </w:numPr>
        <w:tabs>
          <w:tab w:val="clear" w:pos="284"/>
          <w:tab w:val="left" w:pos="3345"/>
        </w:tabs>
      </w:pPr>
      <w:r>
        <w:rPr>
          <w:sz w:val="22"/>
          <w:szCs w:val="22"/>
        </w:rPr>
        <w:t>(</w:t>
      </w:r>
      <w:r w:rsidRPr="00166CEE">
        <w:rPr>
          <w:sz w:val="22"/>
          <w:szCs w:val="22"/>
        </w:rPr>
        <w:t>R</w:t>
      </w:r>
      <w:r w:rsidR="003D34D1">
        <w:rPr>
          <w:sz w:val="22"/>
          <w:szCs w:val="22"/>
        </w:rPr>
        <w:t>K</w:t>
      </w:r>
      <w:r w:rsidRPr="00166CE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6) </w:t>
      </w:r>
      <w:r w:rsidR="00914D0E">
        <w:rPr>
          <w:sz w:val="22"/>
          <w:szCs w:val="22"/>
        </w:rPr>
        <w:t xml:space="preserve">Safe Work Australia </w:t>
      </w:r>
      <w:r w:rsidR="00237D7E">
        <w:rPr>
          <w:sz w:val="22"/>
          <w:szCs w:val="22"/>
        </w:rPr>
        <w:t>guides can be accessed to provide information on:</w:t>
      </w:r>
    </w:p>
    <w:p w14:paraId="41A37175" w14:textId="4DCCC3B6" w:rsidR="00DA715E" w:rsidRDefault="00DA715E" w:rsidP="00DA715E">
      <w:pPr>
        <w:pStyle w:val="Caption"/>
        <w:keepNext/>
      </w:pPr>
      <w:r>
        <w:t>Table</w:t>
      </w:r>
      <w:r w:rsidR="002A6A26">
        <w:t xml:space="preserve"> 7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DA715E" w14:paraId="6C2F5AE9" w14:textId="77777777" w:rsidTr="00F066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6445EEF" w14:textId="77777777" w:rsidR="00DA715E" w:rsidRDefault="00DA715E" w:rsidP="00F06658">
            <w:pPr>
              <w:pStyle w:val="Body"/>
            </w:pPr>
          </w:p>
        </w:tc>
        <w:tc>
          <w:tcPr>
            <w:tcW w:w="1410" w:type="dxa"/>
          </w:tcPr>
          <w:p w14:paraId="77FAD0F6" w14:textId="77777777" w:rsidR="00DA715E" w:rsidRDefault="00DA715E" w:rsidP="00F06658">
            <w:pPr>
              <w:pStyle w:val="Body"/>
            </w:pPr>
          </w:p>
        </w:tc>
      </w:tr>
      <w:tr w:rsidR="00DA715E" w14:paraId="4F6020B0" w14:textId="77777777" w:rsidTr="00F06658">
        <w:tc>
          <w:tcPr>
            <w:tcW w:w="7650" w:type="dxa"/>
          </w:tcPr>
          <w:p w14:paraId="6FBF8C0F" w14:textId="280ECB8C" w:rsidR="00DA715E" w:rsidRPr="00702C23" w:rsidRDefault="00702C23" w:rsidP="00DA715E">
            <w:pPr>
              <w:pStyle w:val="Body"/>
              <w:numPr>
                <w:ilvl w:val="0"/>
                <w:numId w:val="50"/>
              </w:numPr>
            </w:pPr>
            <w:r w:rsidRPr="00702C23">
              <w:t>Machine guarding</w:t>
            </w:r>
          </w:p>
        </w:tc>
        <w:tc>
          <w:tcPr>
            <w:tcW w:w="1410" w:type="dxa"/>
          </w:tcPr>
          <w:p w14:paraId="226D1F8D" w14:textId="2D46617C" w:rsidR="00DA715E" w:rsidRDefault="00DA715E" w:rsidP="00F06658">
            <w:pPr>
              <w:pStyle w:val="Body"/>
              <w:jc w:val="center"/>
            </w:pPr>
          </w:p>
        </w:tc>
      </w:tr>
      <w:tr w:rsidR="00DA715E" w14:paraId="6DE0226D" w14:textId="77777777" w:rsidTr="00F06658">
        <w:tc>
          <w:tcPr>
            <w:tcW w:w="7650" w:type="dxa"/>
          </w:tcPr>
          <w:p w14:paraId="35D2F02E" w14:textId="7A6BCEF3" w:rsidR="00DA715E" w:rsidRPr="00702C23" w:rsidRDefault="00702C23" w:rsidP="00DA715E">
            <w:pPr>
              <w:pStyle w:val="Body"/>
              <w:numPr>
                <w:ilvl w:val="0"/>
                <w:numId w:val="50"/>
              </w:numPr>
            </w:pPr>
            <w:r>
              <w:t>Standard operating procedures</w:t>
            </w:r>
          </w:p>
        </w:tc>
        <w:tc>
          <w:tcPr>
            <w:tcW w:w="1410" w:type="dxa"/>
          </w:tcPr>
          <w:p w14:paraId="7854F24B" w14:textId="77777777" w:rsidR="00DA715E" w:rsidRDefault="00DA715E" w:rsidP="00F06658">
            <w:pPr>
              <w:pStyle w:val="Body"/>
              <w:jc w:val="center"/>
            </w:pPr>
          </w:p>
        </w:tc>
      </w:tr>
      <w:tr w:rsidR="00DA715E" w14:paraId="2532BB22" w14:textId="77777777" w:rsidTr="00F06658">
        <w:tc>
          <w:tcPr>
            <w:tcW w:w="7650" w:type="dxa"/>
          </w:tcPr>
          <w:p w14:paraId="4A95A11D" w14:textId="6AE84643" w:rsidR="00DA715E" w:rsidRPr="00702C23" w:rsidRDefault="00DA715E" w:rsidP="00702C23">
            <w:pPr>
              <w:pStyle w:val="Body"/>
              <w:numPr>
                <w:ilvl w:val="0"/>
                <w:numId w:val="50"/>
              </w:numPr>
            </w:pPr>
            <w:r w:rsidRPr="00702C23">
              <w:t xml:space="preserve">Workplace </w:t>
            </w:r>
            <w:r w:rsidR="00702C23">
              <w:t>hazardous substances</w:t>
            </w:r>
          </w:p>
        </w:tc>
        <w:tc>
          <w:tcPr>
            <w:tcW w:w="1410" w:type="dxa"/>
          </w:tcPr>
          <w:p w14:paraId="6952B691" w14:textId="33480815" w:rsidR="00DA715E" w:rsidRDefault="00DA715E" w:rsidP="00F06658">
            <w:pPr>
              <w:pStyle w:val="Body"/>
              <w:jc w:val="center"/>
            </w:pPr>
            <w:r w:rsidRPr="0018110D">
              <w:rPr>
                <w:color w:val="FF0000"/>
              </w:rPr>
              <w:t>X</w:t>
            </w:r>
          </w:p>
        </w:tc>
      </w:tr>
      <w:tr w:rsidR="00DA715E" w14:paraId="79B5DF7E" w14:textId="77777777" w:rsidTr="00F06658">
        <w:tc>
          <w:tcPr>
            <w:tcW w:w="7650" w:type="dxa"/>
          </w:tcPr>
          <w:p w14:paraId="2641D4C1" w14:textId="07C5E389" w:rsidR="00DA715E" w:rsidRPr="00702C23" w:rsidRDefault="00702C23" w:rsidP="00DA715E">
            <w:pPr>
              <w:pStyle w:val="Body"/>
              <w:numPr>
                <w:ilvl w:val="0"/>
                <w:numId w:val="50"/>
              </w:numPr>
            </w:pPr>
            <w:r>
              <w:t>All of the above</w:t>
            </w:r>
          </w:p>
        </w:tc>
        <w:tc>
          <w:tcPr>
            <w:tcW w:w="1410" w:type="dxa"/>
          </w:tcPr>
          <w:p w14:paraId="468BBBF1" w14:textId="77777777" w:rsidR="00DA715E" w:rsidRDefault="00DA715E" w:rsidP="00F06658">
            <w:pPr>
              <w:pStyle w:val="Body"/>
              <w:jc w:val="center"/>
            </w:pPr>
          </w:p>
        </w:tc>
      </w:tr>
    </w:tbl>
    <w:p w14:paraId="217C799E" w14:textId="77777777" w:rsidR="00237D7E" w:rsidRDefault="00237D7E" w:rsidP="00237D7E">
      <w:pPr>
        <w:tabs>
          <w:tab w:val="clear" w:pos="284"/>
          <w:tab w:val="left" w:pos="3345"/>
        </w:tabs>
      </w:pPr>
    </w:p>
    <w:p w14:paraId="27095B62" w14:textId="75B890BF" w:rsidR="00237D7E" w:rsidRPr="00166CEE" w:rsidRDefault="003D34D1" w:rsidP="00237D7E">
      <w:pPr>
        <w:pStyle w:val="ListParagraph"/>
        <w:numPr>
          <w:ilvl w:val="0"/>
          <w:numId w:val="10"/>
        </w:numPr>
        <w:tabs>
          <w:tab w:val="clear" w:pos="284"/>
          <w:tab w:val="left" w:pos="3345"/>
        </w:tabs>
      </w:pPr>
      <w:r>
        <w:rPr>
          <w:sz w:val="22"/>
          <w:szCs w:val="22"/>
        </w:rPr>
        <w:t>(</w:t>
      </w:r>
      <w:r w:rsidR="00237D7E" w:rsidRPr="00237D7E">
        <w:rPr>
          <w:sz w:val="22"/>
          <w:szCs w:val="22"/>
        </w:rPr>
        <w:t>R</w:t>
      </w:r>
      <w:r>
        <w:rPr>
          <w:sz w:val="22"/>
          <w:szCs w:val="22"/>
        </w:rPr>
        <w:t>K</w:t>
      </w:r>
      <w:r w:rsidR="00237D7E" w:rsidRPr="00237D7E">
        <w:rPr>
          <w:sz w:val="22"/>
          <w:szCs w:val="22"/>
        </w:rPr>
        <w:t xml:space="preserve"> 6) From the list below</w:t>
      </w:r>
      <w:r>
        <w:rPr>
          <w:sz w:val="22"/>
          <w:szCs w:val="22"/>
        </w:rPr>
        <w:t>,</w:t>
      </w:r>
      <w:r w:rsidR="00237D7E" w:rsidRPr="00237D7E">
        <w:rPr>
          <w:sz w:val="22"/>
          <w:szCs w:val="22"/>
        </w:rPr>
        <w:t xml:space="preserve"> choose the two (2) safety documents a workplace may use to apply safety policies or procedures:</w:t>
      </w:r>
    </w:p>
    <w:p w14:paraId="2D0383E9" w14:textId="08FEA9B1" w:rsidR="00237D7E" w:rsidRDefault="00237D7E" w:rsidP="00237D7E">
      <w:pPr>
        <w:pStyle w:val="Caption"/>
        <w:keepNext/>
      </w:pPr>
      <w:r>
        <w:t xml:space="preserve">Table </w:t>
      </w:r>
      <w:r w:rsidR="002A6A26">
        <w:t>8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37D7E" w14:paraId="6FCCA652" w14:textId="77777777" w:rsidTr="00932E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AE85C28" w14:textId="77777777" w:rsidR="00237D7E" w:rsidRDefault="00237D7E" w:rsidP="00932ED5">
            <w:pPr>
              <w:pStyle w:val="Body"/>
            </w:pPr>
          </w:p>
        </w:tc>
        <w:tc>
          <w:tcPr>
            <w:tcW w:w="1410" w:type="dxa"/>
          </w:tcPr>
          <w:p w14:paraId="3F24548E" w14:textId="77777777" w:rsidR="00237D7E" w:rsidRDefault="00237D7E" w:rsidP="00932ED5">
            <w:pPr>
              <w:pStyle w:val="Body"/>
            </w:pPr>
          </w:p>
        </w:tc>
      </w:tr>
      <w:tr w:rsidR="00237D7E" w14:paraId="02DA20E8" w14:textId="77777777" w:rsidTr="00932ED5">
        <w:tc>
          <w:tcPr>
            <w:tcW w:w="7650" w:type="dxa"/>
          </w:tcPr>
          <w:p w14:paraId="191596B8" w14:textId="470F85DC" w:rsidR="00237D7E" w:rsidRDefault="00237D7E" w:rsidP="003D34D1">
            <w:pPr>
              <w:pStyle w:val="Body"/>
              <w:numPr>
                <w:ilvl w:val="0"/>
                <w:numId w:val="52"/>
              </w:numPr>
            </w:pPr>
            <w:r>
              <w:t xml:space="preserve">Industry </w:t>
            </w:r>
            <w:r w:rsidR="003D34D1">
              <w:t>C</w:t>
            </w:r>
            <w:r>
              <w:t xml:space="preserve">odes of </w:t>
            </w:r>
            <w:r w:rsidR="003D34D1">
              <w:t>P</w:t>
            </w:r>
            <w:r>
              <w:t>ractice</w:t>
            </w:r>
          </w:p>
        </w:tc>
        <w:tc>
          <w:tcPr>
            <w:tcW w:w="1410" w:type="dxa"/>
          </w:tcPr>
          <w:p w14:paraId="6C43DF4B" w14:textId="77777777" w:rsidR="00237D7E" w:rsidRDefault="00237D7E" w:rsidP="00932ED5">
            <w:pPr>
              <w:pStyle w:val="Body"/>
              <w:jc w:val="center"/>
            </w:pPr>
            <w:r w:rsidRPr="0018110D">
              <w:rPr>
                <w:color w:val="FF0000"/>
              </w:rPr>
              <w:t>X</w:t>
            </w:r>
          </w:p>
        </w:tc>
      </w:tr>
      <w:tr w:rsidR="00237D7E" w14:paraId="59A05B41" w14:textId="77777777" w:rsidTr="00932ED5">
        <w:tc>
          <w:tcPr>
            <w:tcW w:w="7650" w:type="dxa"/>
          </w:tcPr>
          <w:p w14:paraId="052D240D" w14:textId="77777777" w:rsidR="00237D7E" w:rsidRDefault="00237D7E" w:rsidP="00E90216">
            <w:pPr>
              <w:pStyle w:val="Body"/>
              <w:numPr>
                <w:ilvl w:val="0"/>
                <w:numId w:val="52"/>
              </w:numPr>
            </w:pPr>
            <w:r>
              <w:t>Workplace health and safety guild</w:t>
            </w:r>
          </w:p>
        </w:tc>
        <w:tc>
          <w:tcPr>
            <w:tcW w:w="1410" w:type="dxa"/>
          </w:tcPr>
          <w:p w14:paraId="2FCCA9F1" w14:textId="77777777" w:rsidR="00237D7E" w:rsidRDefault="00237D7E" w:rsidP="00932ED5">
            <w:pPr>
              <w:pStyle w:val="Body"/>
              <w:jc w:val="center"/>
            </w:pPr>
          </w:p>
        </w:tc>
      </w:tr>
      <w:tr w:rsidR="00237D7E" w14:paraId="40CE49CA" w14:textId="77777777" w:rsidTr="00932ED5">
        <w:tc>
          <w:tcPr>
            <w:tcW w:w="7650" w:type="dxa"/>
          </w:tcPr>
          <w:p w14:paraId="77D9BFF6" w14:textId="1D93F95B" w:rsidR="00237D7E" w:rsidRDefault="00237D7E" w:rsidP="003D34D1">
            <w:pPr>
              <w:pStyle w:val="Body"/>
              <w:numPr>
                <w:ilvl w:val="0"/>
                <w:numId w:val="52"/>
              </w:numPr>
            </w:pPr>
            <w:r>
              <w:t xml:space="preserve">Work </w:t>
            </w:r>
            <w:r w:rsidR="003D34D1">
              <w:t>H</w:t>
            </w:r>
            <w:r>
              <w:t xml:space="preserve">ealth and </w:t>
            </w:r>
            <w:r w:rsidR="003D34D1">
              <w:t>S</w:t>
            </w:r>
            <w:r>
              <w:t>afety Act</w:t>
            </w:r>
          </w:p>
        </w:tc>
        <w:tc>
          <w:tcPr>
            <w:tcW w:w="1410" w:type="dxa"/>
          </w:tcPr>
          <w:p w14:paraId="77A645BD" w14:textId="77777777" w:rsidR="00237D7E" w:rsidRDefault="00237D7E" w:rsidP="00932ED5">
            <w:pPr>
              <w:pStyle w:val="Body"/>
              <w:jc w:val="center"/>
            </w:pPr>
            <w:r w:rsidRPr="0018110D">
              <w:rPr>
                <w:color w:val="FF0000"/>
              </w:rPr>
              <w:t>X</w:t>
            </w:r>
          </w:p>
        </w:tc>
      </w:tr>
      <w:tr w:rsidR="00237D7E" w14:paraId="75EA3A3E" w14:textId="77777777" w:rsidTr="00932ED5">
        <w:tc>
          <w:tcPr>
            <w:tcW w:w="7650" w:type="dxa"/>
          </w:tcPr>
          <w:p w14:paraId="44F1940A" w14:textId="77777777" w:rsidR="00237D7E" w:rsidRDefault="00237D7E" w:rsidP="00E90216">
            <w:pPr>
              <w:pStyle w:val="Body"/>
              <w:numPr>
                <w:ilvl w:val="0"/>
                <w:numId w:val="52"/>
              </w:numPr>
            </w:pPr>
            <w:r>
              <w:t>Practice codes of Industry</w:t>
            </w:r>
          </w:p>
        </w:tc>
        <w:tc>
          <w:tcPr>
            <w:tcW w:w="1410" w:type="dxa"/>
          </w:tcPr>
          <w:p w14:paraId="02C90C51" w14:textId="77777777" w:rsidR="00237D7E" w:rsidRDefault="00237D7E" w:rsidP="00932ED5">
            <w:pPr>
              <w:pStyle w:val="Body"/>
              <w:jc w:val="center"/>
            </w:pPr>
          </w:p>
        </w:tc>
      </w:tr>
    </w:tbl>
    <w:p w14:paraId="491EB256" w14:textId="2EE29607" w:rsidR="00DA715E" w:rsidRPr="00237D7E" w:rsidRDefault="00DA715E" w:rsidP="000E5B07">
      <w:pPr>
        <w:tabs>
          <w:tab w:val="clear" w:pos="284"/>
          <w:tab w:val="left" w:pos="3345"/>
        </w:tabs>
        <w:rPr>
          <w:sz w:val="22"/>
          <w:szCs w:val="22"/>
        </w:rPr>
      </w:pPr>
    </w:p>
    <w:p w14:paraId="3F1317EE" w14:textId="027A11F9" w:rsidR="00D227B3" w:rsidRPr="00166CEE" w:rsidRDefault="00B66F27" w:rsidP="00D227B3">
      <w:pPr>
        <w:tabs>
          <w:tab w:val="clear" w:pos="284"/>
          <w:tab w:val="left" w:pos="3345"/>
        </w:tabs>
      </w:pPr>
      <w:r>
        <w:rPr>
          <w:sz w:val="22"/>
          <w:szCs w:val="22"/>
        </w:rPr>
        <w:t>9</w:t>
      </w:r>
      <w:r w:rsidR="00237D7E">
        <w:rPr>
          <w:sz w:val="22"/>
          <w:szCs w:val="22"/>
        </w:rPr>
        <w:t xml:space="preserve">. </w:t>
      </w:r>
      <w:r w:rsidR="003D34D1">
        <w:rPr>
          <w:sz w:val="22"/>
          <w:szCs w:val="22"/>
        </w:rPr>
        <w:t>(</w:t>
      </w:r>
      <w:r w:rsidR="00D227B3" w:rsidRPr="00237D7E">
        <w:rPr>
          <w:sz w:val="22"/>
          <w:szCs w:val="22"/>
        </w:rPr>
        <w:t>R</w:t>
      </w:r>
      <w:r w:rsidR="003D34D1">
        <w:rPr>
          <w:sz w:val="22"/>
          <w:szCs w:val="22"/>
        </w:rPr>
        <w:t>K</w:t>
      </w:r>
      <w:r w:rsidR="00D227B3" w:rsidRPr="00237D7E">
        <w:rPr>
          <w:sz w:val="22"/>
          <w:szCs w:val="22"/>
        </w:rPr>
        <w:t xml:space="preserve"> </w:t>
      </w:r>
      <w:r w:rsidR="003D34D1">
        <w:rPr>
          <w:sz w:val="22"/>
          <w:szCs w:val="22"/>
        </w:rPr>
        <w:t xml:space="preserve">6, </w:t>
      </w:r>
      <w:r w:rsidR="00D227B3" w:rsidRPr="00237D7E">
        <w:rPr>
          <w:sz w:val="22"/>
          <w:szCs w:val="22"/>
        </w:rPr>
        <w:t xml:space="preserve">8) If you are not sure what </w:t>
      </w:r>
      <w:r w:rsidR="00D227B3">
        <w:rPr>
          <w:sz w:val="22"/>
          <w:szCs w:val="22"/>
        </w:rPr>
        <w:t>the correct diameter cut off blade is required for a particular machine, the correct practice is to:</w:t>
      </w:r>
    </w:p>
    <w:p w14:paraId="5A89D39C" w14:textId="696CC239" w:rsidR="00D227B3" w:rsidRDefault="00D227B3" w:rsidP="00D227B3">
      <w:pPr>
        <w:pStyle w:val="Caption"/>
        <w:keepNext/>
      </w:pPr>
      <w:r>
        <w:t xml:space="preserve">Table </w:t>
      </w:r>
      <w:r w:rsidR="002A6A26">
        <w:t>9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D227B3" w14:paraId="7748E08B" w14:textId="77777777" w:rsidTr="00932E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487F2D1" w14:textId="77777777" w:rsidR="00D227B3" w:rsidRDefault="00D227B3" w:rsidP="00932ED5">
            <w:pPr>
              <w:pStyle w:val="Body"/>
            </w:pPr>
          </w:p>
        </w:tc>
        <w:tc>
          <w:tcPr>
            <w:tcW w:w="1410" w:type="dxa"/>
          </w:tcPr>
          <w:p w14:paraId="1E7B3264" w14:textId="77777777" w:rsidR="00D227B3" w:rsidRDefault="00D227B3" w:rsidP="00932ED5">
            <w:pPr>
              <w:pStyle w:val="Body"/>
            </w:pPr>
          </w:p>
        </w:tc>
      </w:tr>
      <w:tr w:rsidR="00D227B3" w14:paraId="6A609EDF" w14:textId="77777777" w:rsidTr="00932ED5">
        <w:tc>
          <w:tcPr>
            <w:tcW w:w="7650" w:type="dxa"/>
          </w:tcPr>
          <w:p w14:paraId="41DB39DE" w14:textId="77777777" w:rsidR="00D227B3" w:rsidRDefault="00D227B3" w:rsidP="00932ED5">
            <w:pPr>
              <w:pStyle w:val="Body"/>
              <w:numPr>
                <w:ilvl w:val="0"/>
                <w:numId w:val="53"/>
              </w:numPr>
            </w:pPr>
            <w:r>
              <w:t>Refer to the SOP on the machine</w:t>
            </w:r>
          </w:p>
        </w:tc>
        <w:tc>
          <w:tcPr>
            <w:tcW w:w="1410" w:type="dxa"/>
          </w:tcPr>
          <w:p w14:paraId="1247DFC7" w14:textId="3C304C36" w:rsidR="00D227B3" w:rsidRDefault="00D227B3" w:rsidP="00932ED5">
            <w:pPr>
              <w:pStyle w:val="Body"/>
              <w:jc w:val="center"/>
            </w:pPr>
          </w:p>
        </w:tc>
      </w:tr>
      <w:tr w:rsidR="00D227B3" w14:paraId="18393B44" w14:textId="77777777" w:rsidTr="00932ED5">
        <w:tc>
          <w:tcPr>
            <w:tcW w:w="7650" w:type="dxa"/>
          </w:tcPr>
          <w:p w14:paraId="17BBB917" w14:textId="77777777" w:rsidR="00D227B3" w:rsidRDefault="00D227B3" w:rsidP="00932ED5">
            <w:pPr>
              <w:pStyle w:val="Body"/>
              <w:numPr>
                <w:ilvl w:val="0"/>
                <w:numId w:val="53"/>
              </w:numPr>
            </w:pPr>
            <w:r>
              <w:t>Ask your teacher or foreman</w:t>
            </w:r>
          </w:p>
        </w:tc>
        <w:tc>
          <w:tcPr>
            <w:tcW w:w="1410" w:type="dxa"/>
          </w:tcPr>
          <w:p w14:paraId="17B8664C" w14:textId="77777777" w:rsidR="00D227B3" w:rsidRDefault="00D227B3" w:rsidP="00932ED5">
            <w:pPr>
              <w:pStyle w:val="Body"/>
              <w:jc w:val="center"/>
            </w:pPr>
          </w:p>
        </w:tc>
      </w:tr>
      <w:tr w:rsidR="00D227B3" w14:paraId="5DA2E10C" w14:textId="77777777" w:rsidTr="00932ED5">
        <w:tc>
          <w:tcPr>
            <w:tcW w:w="7650" w:type="dxa"/>
          </w:tcPr>
          <w:p w14:paraId="66A36862" w14:textId="28B51D93" w:rsidR="00D227B3" w:rsidRDefault="00A17229" w:rsidP="00932ED5">
            <w:pPr>
              <w:pStyle w:val="Body"/>
              <w:numPr>
                <w:ilvl w:val="0"/>
                <w:numId w:val="53"/>
              </w:numPr>
            </w:pPr>
            <w:r>
              <w:t>Refer to</w:t>
            </w:r>
            <w:r w:rsidR="00D227B3">
              <w:t xml:space="preserve"> State/Territory regulatory codes of practice standard</w:t>
            </w:r>
          </w:p>
        </w:tc>
        <w:tc>
          <w:tcPr>
            <w:tcW w:w="1410" w:type="dxa"/>
          </w:tcPr>
          <w:p w14:paraId="25E858C9" w14:textId="74E29470" w:rsidR="00D227B3" w:rsidRDefault="00534786" w:rsidP="00932ED5">
            <w:pPr>
              <w:pStyle w:val="Body"/>
              <w:jc w:val="center"/>
            </w:pPr>
            <w:r w:rsidRPr="0018110D">
              <w:rPr>
                <w:color w:val="FF0000"/>
              </w:rPr>
              <w:t>X</w:t>
            </w:r>
          </w:p>
        </w:tc>
      </w:tr>
      <w:tr w:rsidR="00D227B3" w14:paraId="13F5B51E" w14:textId="77777777" w:rsidTr="00932ED5">
        <w:tc>
          <w:tcPr>
            <w:tcW w:w="7650" w:type="dxa"/>
          </w:tcPr>
          <w:p w14:paraId="4CA074E2" w14:textId="5A281330" w:rsidR="00D227B3" w:rsidRDefault="00534786" w:rsidP="00932ED5">
            <w:pPr>
              <w:pStyle w:val="Body"/>
              <w:numPr>
                <w:ilvl w:val="0"/>
                <w:numId w:val="53"/>
              </w:numPr>
            </w:pPr>
            <w:r>
              <w:t xml:space="preserve">Measure and check machine spindle size </w:t>
            </w:r>
          </w:p>
        </w:tc>
        <w:tc>
          <w:tcPr>
            <w:tcW w:w="1410" w:type="dxa"/>
          </w:tcPr>
          <w:p w14:paraId="42B0CEAE" w14:textId="77777777" w:rsidR="00D227B3" w:rsidRDefault="00D227B3" w:rsidP="00932ED5">
            <w:pPr>
              <w:pStyle w:val="Body"/>
              <w:jc w:val="center"/>
            </w:pPr>
          </w:p>
        </w:tc>
      </w:tr>
    </w:tbl>
    <w:p w14:paraId="5431F373" w14:textId="77777777" w:rsidR="00D227B3" w:rsidRDefault="00D227B3" w:rsidP="00D227B3">
      <w:pPr>
        <w:pStyle w:val="Heading2"/>
      </w:pPr>
    </w:p>
    <w:p w14:paraId="69445EF7" w14:textId="0BC7D513" w:rsidR="00DA715E" w:rsidRPr="00166CEE" w:rsidRDefault="00B66F27" w:rsidP="00237D7E">
      <w:pPr>
        <w:tabs>
          <w:tab w:val="clear" w:pos="284"/>
          <w:tab w:val="left" w:pos="3345"/>
        </w:tabs>
      </w:pPr>
      <w:r>
        <w:rPr>
          <w:sz w:val="22"/>
          <w:szCs w:val="22"/>
        </w:rPr>
        <w:t>10</w:t>
      </w:r>
      <w:r w:rsidR="00D227B3">
        <w:rPr>
          <w:sz w:val="22"/>
          <w:szCs w:val="22"/>
        </w:rPr>
        <w:t xml:space="preserve">.  </w:t>
      </w:r>
      <w:r w:rsidR="00622AE3" w:rsidRPr="00237D7E">
        <w:rPr>
          <w:sz w:val="22"/>
          <w:szCs w:val="22"/>
        </w:rPr>
        <w:t>(</w:t>
      </w:r>
      <w:r w:rsidR="00DA715E" w:rsidRPr="00237D7E">
        <w:rPr>
          <w:sz w:val="22"/>
          <w:szCs w:val="22"/>
        </w:rPr>
        <w:t>R</w:t>
      </w:r>
      <w:r w:rsidR="003D34D1">
        <w:rPr>
          <w:sz w:val="22"/>
          <w:szCs w:val="22"/>
        </w:rPr>
        <w:t>K</w:t>
      </w:r>
      <w:r w:rsidR="00DA715E" w:rsidRPr="00237D7E">
        <w:rPr>
          <w:sz w:val="22"/>
          <w:szCs w:val="22"/>
        </w:rPr>
        <w:t xml:space="preserve"> </w:t>
      </w:r>
      <w:r w:rsidR="00810C8C" w:rsidRPr="00237D7E">
        <w:rPr>
          <w:sz w:val="22"/>
          <w:szCs w:val="22"/>
        </w:rPr>
        <w:t>8</w:t>
      </w:r>
      <w:r w:rsidR="00DA715E" w:rsidRPr="00237D7E">
        <w:rPr>
          <w:sz w:val="22"/>
          <w:szCs w:val="22"/>
        </w:rPr>
        <w:t xml:space="preserve">) </w:t>
      </w:r>
      <w:r w:rsidR="00810C8C" w:rsidRPr="00237D7E">
        <w:rPr>
          <w:sz w:val="22"/>
          <w:szCs w:val="22"/>
        </w:rPr>
        <w:t>If you are not sure what PPE to wear when operating a piece of mechanical cutting equipment you should</w:t>
      </w:r>
      <w:r w:rsidR="00DA715E" w:rsidRPr="00237D7E">
        <w:rPr>
          <w:sz w:val="22"/>
          <w:szCs w:val="22"/>
        </w:rPr>
        <w:t>:</w:t>
      </w:r>
    </w:p>
    <w:p w14:paraId="7EFC1EB1" w14:textId="23251862" w:rsidR="00DA715E" w:rsidRDefault="00DA715E" w:rsidP="00DA715E">
      <w:pPr>
        <w:pStyle w:val="Caption"/>
        <w:keepNext/>
      </w:pPr>
      <w:r>
        <w:t xml:space="preserve">Table </w:t>
      </w:r>
      <w:r w:rsidR="002A6A26">
        <w:t>10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DA715E" w14:paraId="2722C6DB" w14:textId="77777777" w:rsidTr="00F066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9325AE6" w14:textId="77777777" w:rsidR="00DA715E" w:rsidRDefault="00DA715E" w:rsidP="00F06658">
            <w:pPr>
              <w:pStyle w:val="Body"/>
            </w:pPr>
          </w:p>
        </w:tc>
        <w:tc>
          <w:tcPr>
            <w:tcW w:w="1410" w:type="dxa"/>
          </w:tcPr>
          <w:p w14:paraId="0BD5E0EE" w14:textId="77777777" w:rsidR="00DA715E" w:rsidRDefault="00DA715E" w:rsidP="00F06658">
            <w:pPr>
              <w:pStyle w:val="Body"/>
            </w:pPr>
          </w:p>
        </w:tc>
      </w:tr>
      <w:tr w:rsidR="00DA715E" w14:paraId="1387B96B" w14:textId="77777777" w:rsidTr="00F06658">
        <w:tc>
          <w:tcPr>
            <w:tcW w:w="7650" w:type="dxa"/>
          </w:tcPr>
          <w:p w14:paraId="7C338277" w14:textId="3B5C36BF" w:rsidR="00DA715E" w:rsidRDefault="00810C8C" w:rsidP="00FA1ECC">
            <w:pPr>
              <w:pStyle w:val="Body"/>
              <w:numPr>
                <w:ilvl w:val="0"/>
                <w:numId w:val="54"/>
              </w:numPr>
            </w:pPr>
            <w:r>
              <w:t>Refer to the SOP on the machine</w:t>
            </w:r>
          </w:p>
        </w:tc>
        <w:tc>
          <w:tcPr>
            <w:tcW w:w="1410" w:type="dxa"/>
          </w:tcPr>
          <w:p w14:paraId="5F21174C" w14:textId="1866A649" w:rsidR="00DA715E" w:rsidRDefault="00810C8C" w:rsidP="00F06658">
            <w:pPr>
              <w:pStyle w:val="Body"/>
              <w:jc w:val="center"/>
            </w:pPr>
            <w:r w:rsidRPr="0018110D">
              <w:rPr>
                <w:color w:val="FF0000"/>
              </w:rPr>
              <w:t>X</w:t>
            </w:r>
          </w:p>
        </w:tc>
      </w:tr>
      <w:tr w:rsidR="00DA715E" w14:paraId="5CDFE710" w14:textId="77777777" w:rsidTr="00F06658">
        <w:tc>
          <w:tcPr>
            <w:tcW w:w="7650" w:type="dxa"/>
          </w:tcPr>
          <w:p w14:paraId="58E10C8B" w14:textId="11499D2D" w:rsidR="00DA715E" w:rsidRDefault="00810C8C" w:rsidP="00FA1ECC">
            <w:pPr>
              <w:pStyle w:val="Body"/>
              <w:numPr>
                <w:ilvl w:val="0"/>
                <w:numId w:val="54"/>
              </w:numPr>
            </w:pPr>
            <w:r>
              <w:t>Ask your teacher or foreman</w:t>
            </w:r>
          </w:p>
        </w:tc>
        <w:tc>
          <w:tcPr>
            <w:tcW w:w="1410" w:type="dxa"/>
          </w:tcPr>
          <w:p w14:paraId="4CAB260F" w14:textId="77777777" w:rsidR="00DA715E" w:rsidRDefault="00DA715E" w:rsidP="00F06658">
            <w:pPr>
              <w:pStyle w:val="Body"/>
              <w:jc w:val="center"/>
            </w:pPr>
          </w:p>
        </w:tc>
      </w:tr>
      <w:tr w:rsidR="00DA715E" w14:paraId="23579F70" w14:textId="77777777" w:rsidTr="00F06658">
        <w:tc>
          <w:tcPr>
            <w:tcW w:w="7650" w:type="dxa"/>
          </w:tcPr>
          <w:p w14:paraId="14B033F2" w14:textId="125AB489" w:rsidR="00DA715E" w:rsidRDefault="00ED7455" w:rsidP="00FA1ECC">
            <w:pPr>
              <w:pStyle w:val="Body"/>
              <w:numPr>
                <w:ilvl w:val="0"/>
                <w:numId w:val="54"/>
              </w:numPr>
            </w:pPr>
            <w:r>
              <w:t>Wear what you think</w:t>
            </w:r>
            <w:r w:rsidR="00810C8C">
              <w:t xml:space="preserve"> is appropriate</w:t>
            </w:r>
          </w:p>
        </w:tc>
        <w:tc>
          <w:tcPr>
            <w:tcW w:w="1410" w:type="dxa"/>
          </w:tcPr>
          <w:p w14:paraId="46C58A4E" w14:textId="77777777" w:rsidR="00DA715E" w:rsidRDefault="00DA715E" w:rsidP="00F06658">
            <w:pPr>
              <w:pStyle w:val="Body"/>
              <w:jc w:val="center"/>
            </w:pPr>
          </w:p>
        </w:tc>
      </w:tr>
      <w:tr w:rsidR="00DA715E" w14:paraId="59D07E15" w14:textId="77777777" w:rsidTr="00F06658">
        <w:tc>
          <w:tcPr>
            <w:tcW w:w="7650" w:type="dxa"/>
          </w:tcPr>
          <w:p w14:paraId="738C6201" w14:textId="27D42E74" w:rsidR="00DA715E" w:rsidRDefault="00810C8C" w:rsidP="00FA1ECC">
            <w:pPr>
              <w:pStyle w:val="Body"/>
              <w:numPr>
                <w:ilvl w:val="0"/>
                <w:numId w:val="54"/>
              </w:numPr>
            </w:pPr>
            <w:r>
              <w:t>Ask a fellow workmate who has operated the equipment before.</w:t>
            </w:r>
          </w:p>
        </w:tc>
        <w:tc>
          <w:tcPr>
            <w:tcW w:w="1410" w:type="dxa"/>
          </w:tcPr>
          <w:p w14:paraId="6B98A3CA" w14:textId="77777777" w:rsidR="00DA715E" w:rsidRDefault="00DA715E" w:rsidP="00F06658">
            <w:pPr>
              <w:pStyle w:val="Body"/>
              <w:jc w:val="center"/>
            </w:pPr>
          </w:p>
        </w:tc>
      </w:tr>
    </w:tbl>
    <w:p w14:paraId="1AB077E1" w14:textId="77777777" w:rsidR="00E90216" w:rsidRDefault="00E90216" w:rsidP="00FA7835">
      <w:pPr>
        <w:pStyle w:val="Heading2"/>
      </w:pPr>
    </w:p>
    <w:p w14:paraId="112C100D" w14:textId="77777777" w:rsidR="00E90216" w:rsidRDefault="00E90216" w:rsidP="00FA7835">
      <w:pPr>
        <w:pStyle w:val="Heading2"/>
      </w:pPr>
    </w:p>
    <w:p w14:paraId="5D22F684" w14:textId="77777777" w:rsidR="00E90216" w:rsidRDefault="00E90216" w:rsidP="00FA7835">
      <w:pPr>
        <w:pStyle w:val="Heading2"/>
      </w:pPr>
    </w:p>
    <w:p w14:paraId="67B1D365" w14:textId="77777777" w:rsidR="00E90216" w:rsidRDefault="00E90216" w:rsidP="00FA7835">
      <w:pPr>
        <w:pStyle w:val="Heading2"/>
      </w:pPr>
    </w:p>
    <w:p w14:paraId="73C4CEFB" w14:textId="77777777" w:rsidR="00E90216" w:rsidRDefault="00E90216" w:rsidP="00FA7835">
      <w:pPr>
        <w:pStyle w:val="Heading2"/>
      </w:pPr>
    </w:p>
    <w:p w14:paraId="1C9C743A" w14:textId="77777777" w:rsidR="00E90216" w:rsidRDefault="00E90216" w:rsidP="00FA7835">
      <w:pPr>
        <w:pStyle w:val="Heading2"/>
      </w:pPr>
    </w:p>
    <w:p w14:paraId="6FCF35F7" w14:textId="77777777" w:rsidR="00E90216" w:rsidRDefault="00E90216" w:rsidP="00FA7835">
      <w:pPr>
        <w:pStyle w:val="Heading2"/>
      </w:pPr>
    </w:p>
    <w:p w14:paraId="0C29A4E9" w14:textId="77777777" w:rsidR="00E90216" w:rsidRDefault="00E90216" w:rsidP="00FA7835">
      <w:pPr>
        <w:pStyle w:val="Heading2"/>
      </w:pPr>
    </w:p>
    <w:p w14:paraId="1E3BC65A" w14:textId="77777777" w:rsidR="00E90216" w:rsidRDefault="00E90216" w:rsidP="00FA7835">
      <w:pPr>
        <w:pStyle w:val="Heading2"/>
      </w:pPr>
    </w:p>
    <w:p w14:paraId="2A1F9A34" w14:textId="5307B32E" w:rsidR="003D34D1" w:rsidRDefault="003D34D1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5677B75C" w14:textId="6D8533C2" w:rsidR="00FA7835" w:rsidRDefault="005703C0" w:rsidP="00FA7835">
      <w:pPr>
        <w:pStyle w:val="Heading2"/>
      </w:pPr>
      <w:r>
        <w:t>Part 2: True or false</w:t>
      </w:r>
    </w:p>
    <w:p w14:paraId="0BAB7A0D" w14:textId="7F02490B" w:rsidR="00932305" w:rsidRDefault="002827C4" w:rsidP="00932305">
      <w:pPr>
        <w:pStyle w:val="Caption"/>
        <w:keepNext/>
      </w:pPr>
      <w:r>
        <w:t>T</w:t>
      </w:r>
      <w:r w:rsidR="005703C0">
        <w:t xml:space="preserve">able </w:t>
      </w:r>
      <w:r w:rsidR="007D3E25">
        <w:rPr>
          <w:noProof/>
        </w:rPr>
        <w:t>1</w:t>
      </w:r>
      <w:r w:rsidR="005703C0">
        <w:t xml:space="preserve"> </w:t>
      </w:r>
      <w:r w:rsidR="005703C0" w:rsidRPr="0032347A">
        <w:t>True or false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True or false"/>
        <w:tblDescription w:val="True or false"/>
      </w:tblPr>
      <w:tblGrid>
        <w:gridCol w:w="7366"/>
        <w:gridCol w:w="1694"/>
      </w:tblGrid>
      <w:tr w:rsidR="00190C46" w14:paraId="1DCC2D84" w14:textId="77777777" w:rsidTr="00190C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C75F9D9" w14:textId="77777777" w:rsidR="00932305" w:rsidRDefault="005703C0" w:rsidP="00932305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64FECB5A" w14:textId="77777777" w:rsidR="00932305" w:rsidRDefault="005703C0" w:rsidP="00932305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190C46" w14:paraId="1C5DA40E" w14:textId="77777777" w:rsidTr="00190C46">
        <w:tc>
          <w:tcPr>
            <w:tcW w:w="7366" w:type="dxa"/>
          </w:tcPr>
          <w:p w14:paraId="274938A0" w14:textId="4152BBB8" w:rsidR="00932305" w:rsidRPr="00B30F8E" w:rsidRDefault="00166CEE" w:rsidP="003D34D1">
            <w:pPr>
              <w:pStyle w:val="Body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</w:t>
            </w:r>
            <w:r w:rsidR="003D34D1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 xml:space="preserve"> 1) A universal metal working machine can notch metal </w:t>
            </w:r>
          </w:p>
        </w:tc>
        <w:tc>
          <w:tcPr>
            <w:tcW w:w="1694" w:type="dxa"/>
          </w:tcPr>
          <w:p w14:paraId="3F0E22E6" w14:textId="228D368D" w:rsidR="00932305" w:rsidRPr="0018110D" w:rsidRDefault="00166CEE" w:rsidP="0029678E">
            <w:pPr>
              <w:pStyle w:val="Body"/>
              <w:jc w:val="center"/>
              <w:rPr>
                <w:color w:val="FF0000"/>
              </w:rPr>
            </w:pPr>
            <w:r w:rsidRPr="0018110D">
              <w:rPr>
                <w:color w:val="FF0000"/>
              </w:rPr>
              <w:t>True</w:t>
            </w:r>
          </w:p>
        </w:tc>
      </w:tr>
      <w:tr w:rsidR="00190C46" w14:paraId="4EF0C8B3" w14:textId="77777777" w:rsidTr="00190C46">
        <w:tc>
          <w:tcPr>
            <w:tcW w:w="7366" w:type="dxa"/>
          </w:tcPr>
          <w:p w14:paraId="4F6B6009" w14:textId="1DF84641" w:rsidR="00932305" w:rsidRPr="00B30F8E" w:rsidRDefault="00713434" w:rsidP="00DA715E">
            <w:pPr>
              <w:pStyle w:val="Body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</w:t>
            </w:r>
            <w:r w:rsidR="003D34D1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 xml:space="preserve"> 2) Machine capacity is not important when shearing plate</w:t>
            </w:r>
          </w:p>
        </w:tc>
        <w:tc>
          <w:tcPr>
            <w:tcW w:w="1694" w:type="dxa"/>
          </w:tcPr>
          <w:p w14:paraId="655026E3" w14:textId="4A5F26A3" w:rsidR="00932305" w:rsidRPr="0018110D" w:rsidRDefault="00713434" w:rsidP="0029678E">
            <w:pPr>
              <w:pStyle w:val="Body"/>
              <w:jc w:val="center"/>
              <w:rPr>
                <w:color w:val="FF0000"/>
              </w:rPr>
            </w:pPr>
            <w:r w:rsidRPr="0018110D">
              <w:rPr>
                <w:color w:val="FF0000"/>
              </w:rPr>
              <w:t>False</w:t>
            </w:r>
          </w:p>
        </w:tc>
      </w:tr>
      <w:tr w:rsidR="00190C46" w14:paraId="75C245F8" w14:textId="77777777" w:rsidTr="00190C46">
        <w:tc>
          <w:tcPr>
            <w:tcW w:w="7366" w:type="dxa"/>
          </w:tcPr>
          <w:p w14:paraId="06506CFF" w14:textId="58ABFF3B" w:rsidR="00932305" w:rsidRPr="00B30F8E" w:rsidRDefault="0029678E" w:rsidP="00DA715E">
            <w:pPr>
              <w:pStyle w:val="Body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</w:t>
            </w:r>
            <w:r w:rsidR="003D34D1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 xml:space="preserve"> 2) The abrasive cut off saw requires a coolant when cutting to keep the disc from overheating </w:t>
            </w:r>
          </w:p>
        </w:tc>
        <w:tc>
          <w:tcPr>
            <w:tcW w:w="1694" w:type="dxa"/>
          </w:tcPr>
          <w:p w14:paraId="567230AD" w14:textId="4457D3F3" w:rsidR="00932305" w:rsidRPr="0018110D" w:rsidRDefault="0029678E" w:rsidP="0029678E">
            <w:pPr>
              <w:pStyle w:val="Body"/>
              <w:jc w:val="center"/>
              <w:rPr>
                <w:color w:val="FF0000"/>
              </w:rPr>
            </w:pPr>
            <w:r w:rsidRPr="0018110D">
              <w:rPr>
                <w:color w:val="FF0000"/>
              </w:rPr>
              <w:t>False</w:t>
            </w:r>
          </w:p>
        </w:tc>
      </w:tr>
      <w:tr w:rsidR="003338AD" w14:paraId="093827F7" w14:textId="77777777" w:rsidTr="00190C46">
        <w:tc>
          <w:tcPr>
            <w:tcW w:w="7366" w:type="dxa"/>
          </w:tcPr>
          <w:p w14:paraId="2B63C64E" w14:textId="469CF3E4" w:rsidR="003338AD" w:rsidRDefault="000E4137" w:rsidP="006930F8">
            <w:pPr>
              <w:pStyle w:val="Body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</w:t>
            </w:r>
            <w:r w:rsidR="003D34D1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 xml:space="preserve"> 2) </w:t>
            </w:r>
            <w:r w:rsidR="008878E1">
              <w:rPr>
                <w:sz w:val="22"/>
                <w:szCs w:val="22"/>
              </w:rPr>
              <w:t xml:space="preserve">When cutting aluminium </w:t>
            </w:r>
            <w:r w:rsidR="006930F8">
              <w:rPr>
                <w:sz w:val="22"/>
                <w:szCs w:val="22"/>
              </w:rPr>
              <w:t>or</w:t>
            </w:r>
            <w:r w:rsidR="008878E1">
              <w:rPr>
                <w:sz w:val="22"/>
                <w:szCs w:val="22"/>
              </w:rPr>
              <w:t xml:space="preserve"> soft materials on a cold cut off saw, the cutting speed is decreased to reduce clogging</w:t>
            </w:r>
          </w:p>
        </w:tc>
        <w:tc>
          <w:tcPr>
            <w:tcW w:w="1694" w:type="dxa"/>
          </w:tcPr>
          <w:p w14:paraId="2DBB65AB" w14:textId="2D25C22D" w:rsidR="003338AD" w:rsidRPr="0018110D" w:rsidRDefault="008878E1" w:rsidP="0029678E">
            <w:pPr>
              <w:pStyle w:val="Body"/>
              <w:jc w:val="center"/>
              <w:rPr>
                <w:color w:val="FF0000"/>
              </w:rPr>
            </w:pPr>
            <w:r w:rsidRPr="0018110D">
              <w:rPr>
                <w:color w:val="FF0000"/>
              </w:rPr>
              <w:t>False</w:t>
            </w:r>
          </w:p>
        </w:tc>
      </w:tr>
      <w:tr w:rsidR="00FE4203" w14:paraId="3F62221E" w14:textId="77777777" w:rsidTr="00190C46">
        <w:tc>
          <w:tcPr>
            <w:tcW w:w="7366" w:type="dxa"/>
          </w:tcPr>
          <w:p w14:paraId="764058DA" w14:textId="52A9F609" w:rsidR="00FE4203" w:rsidRDefault="00FE4203" w:rsidP="00DA715E">
            <w:pPr>
              <w:pStyle w:val="Body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</w:t>
            </w:r>
            <w:r w:rsidR="003D34D1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 xml:space="preserve"> 3) The blade width (kerf) can impact on overall length of the cut when automated cutting of multiple items</w:t>
            </w:r>
          </w:p>
        </w:tc>
        <w:tc>
          <w:tcPr>
            <w:tcW w:w="1694" w:type="dxa"/>
          </w:tcPr>
          <w:p w14:paraId="1D9D8774" w14:textId="10F2E4C1" w:rsidR="00FE4203" w:rsidRPr="0018110D" w:rsidRDefault="00FE4203" w:rsidP="0029678E">
            <w:pPr>
              <w:pStyle w:val="Body"/>
              <w:jc w:val="center"/>
              <w:rPr>
                <w:color w:val="FF0000"/>
              </w:rPr>
            </w:pPr>
            <w:r w:rsidRPr="0018110D">
              <w:rPr>
                <w:color w:val="FF0000"/>
              </w:rPr>
              <w:t>True</w:t>
            </w:r>
          </w:p>
        </w:tc>
      </w:tr>
      <w:tr w:rsidR="000E5B07" w14:paraId="0CBE58A6" w14:textId="77777777" w:rsidTr="00190C46">
        <w:tc>
          <w:tcPr>
            <w:tcW w:w="7366" w:type="dxa"/>
          </w:tcPr>
          <w:p w14:paraId="08DCAE87" w14:textId="5D509AC6" w:rsidR="000E5B07" w:rsidRDefault="000E5B07" w:rsidP="00DA715E">
            <w:pPr>
              <w:pStyle w:val="Body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</w:t>
            </w:r>
            <w:r w:rsidR="003D34D1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 xml:space="preserve"> 3) </w:t>
            </w:r>
            <w:r w:rsidR="0047166F">
              <w:rPr>
                <w:sz w:val="22"/>
                <w:szCs w:val="22"/>
              </w:rPr>
              <w:t>An incorrectly tensioned Horizontal bandsaw blade can cause the finished cut to be out of square</w:t>
            </w:r>
          </w:p>
        </w:tc>
        <w:tc>
          <w:tcPr>
            <w:tcW w:w="1694" w:type="dxa"/>
          </w:tcPr>
          <w:p w14:paraId="152021D3" w14:textId="04768948" w:rsidR="000E5B07" w:rsidRPr="0018110D" w:rsidRDefault="0047166F" w:rsidP="0029678E">
            <w:pPr>
              <w:pStyle w:val="Body"/>
              <w:jc w:val="center"/>
              <w:rPr>
                <w:color w:val="FF0000"/>
              </w:rPr>
            </w:pPr>
            <w:r w:rsidRPr="0018110D">
              <w:rPr>
                <w:color w:val="FF0000"/>
              </w:rPr>
              <w:t>True</w:t>
            </w:r>
          </w:p>
        </w:tc>
      </w:tr>
      <w:tr w:rsidR="000E5B07" w14:paraId="785552D2" w14:textId="77777777" w:rsidTr="00190C46">
        <w:tc>
          <w:tcPr>
            <w:tcW w:w="7366" w:type="dxa"/>
          </w:tcPr>
          <w:p w14:paraId="6615F99A" w14:textId="784E8028" w:rsidR="000E5B07" w:rsidRDefault="00D436AD" w:rsidP="00DA715E">
            <w:pPr>
              <w:pStyle w:val="Body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</w:t>
            </w:r>
            <w:r w:rsidR="003D34D1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 xml:space="preserve"> 4) The term tolerances in e</w:t>
            </w:r>
            <w:r w:rsidR="00F31366">
              <w:rPr>
                <w:sz w:val="22"/>
                <w:szCs w:val="22"/>
              </w:rPr>
              <w:t>ngineering terms define the minimum and maximum size or given length</w:t>
            </w:r>
          </w:p>
        </w:tc>
        <w:tc>
          <w:tcPr>
            <w:tcW w:w="1694" w:type="dxa"/>
          </w:tcPr>
          <w:p w14:paraId="74158327" w14:textId="70DDF56E" w:rsidR="000E5B07" w:rsidRPr="0018110D" w:rsidRDefault="00F31366" w:rsidP="0029678E">
            <w:pPr>
              <w:pStyle w:val="Body"/>
              <w:jc w:val="center"/>
              <w:rPr>
                <w:color w:val="FF0000"/>
              </w:rPr>
            </w:pPr>
            <w:r w:rsidRPr="0018110D">
              <w:rPr>
                <w:color w:val="FF0000"/>
              </w:rPr>
              <w:t>True</w:t>
            </w:r>
          </w:p>
        </w:tc>
      </w:tr>
      <w:tr w:rsidR="00E25B51" w14:paraId="4205918F" w14:textId="77777777" w:rsidTr="00190C46">
        <w:tc>
          <w:tcPr>
            <w:tcW w:w="7366" w:type="dxa"/>
          </w:tcPr>
          <w:p w14:paraId="0E178287" w14:textId="769783C0" w:rsidR="00E25B51" w:rsidRDefault="00E25B51" w:rsidP="00DA715E">
            <w:pPr>
              <w:pStyle w:val="Body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</w:t>
            </w:r>
            <w:r w:rsidR="003D34D1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 xml:space="preserve"> 5) Nesting is the process of marking out parts in groups on a piece of plate to reduce wastage. </w:t>
            </w:r>
          </w:p>
        </w:tc>
        <w:tc>
          <w:tcPr>
            <w:tcW w:w="1694" w:type="dxa"/>
          </w:tcPr>
          <w:p w14:paraId="36F722FA" w14:textId="485280CC" w:rsidR="00E25B51" w:rsidRPr="0018110D" w:rsidRDefault="00E25B51" w:rsidP="0029678E">
            <w:pPr>
              <w:pStyle w:val="Body"/>
              <w:jc w:val="center"/>
              <w:rPr>
                <w:color w:val="FF0000"/>
              </w:rPr>
            </w:pPr>
            <w:r w:rsidRPr="0018110D">
              <w:rPr>
                <w:color w:val="FF0000"/>
              </w:rPr>
              <w:t>True</w:t>
            </w:r>
          </w:p>
        </w:tc>
      </w:tr>
      <w:tr w:rsidR="00B66F27" w14:paraId="2AA1CB12" w14:textId="77777777" w:rsidTr="00190C46">
        <w:tc>
          <w:tcPr>
            <w:tcW w:w="7366" w:type="dxa"/>
          </w:tcPr>
          <w:p w14:paraId="1C97AEE3" w14:textId="6D4EDF02" w:rsidR="00B66F27" w:rsidRDefault="00B66F27" w:rsidP="00B66F27">
            <w:pPr>
              <w:pStyle w:val="Body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(RK 7) Eye protection is not required if mechanical cutting equipment is fitted with appropriate guarding</w:t>
            </w:r>
          </w:p>
        </w:tc>
        <w:tc>
          <w:tcPr>
            <w:tcW w:w="1694" w:type="dxa"/>
          </w:tcPr>
          <w:p w14:paraId="021CEC4C" w14:textId="03584B56" w:rsidR="00B66F27" w:rsidRPr="0018110D" w:rsidRDefault="00B66F27" w:rsidP="00B66F27">
            <w:pPr>
              <w:pStyle w:val="Body"/>
              <w:jc w:val="center"/>
              <w:rPr>
                <w:color w:val="FF0000"/>
              </w:rPr>
            </w:pPr>
            <w:r w:rsidRPr="0018110D">
              <w:rPr>
                <w:color w:val="FF0000"/>
              </w:rPr>
              <w:t>False</w:t>
            </w:r>
          </w:p>
        </w:tc>
      </w:tr>
      <w:tr w:rsidR="000B0776" w14:paraId="14811031" w14:textId="77777777" w:rsidTr="00190C46">
        <w:tc>
          <w:tcPr>
            <w:tcW w:w="7366" w:type="dxa"/>
          </w:tcPr>
          <w:p w14:paraId="1CE25024" w14:textId="2DA65B75" w:rsidR="000B0776" w:rsidRDefault="002E6807" w:rsidP="00DA715E">
            <w:pPr>
              <w:pStyle w:val="Body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</w:t>
            </w:r>
            <w:r w:rsidR="003D34D1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 xml:space="preserve"> 8) SOP </w:t>
            </w:r>
            <w:r w:rsidR="000B0776">
              <w:rPr>
                <w:sz w:val="22"/>
                <w:szCs w:val="22"/>
              </w:rPr>
              <w:t xml:space="preserve">documents should be stored in a folder and kept in the store to protect them from damage in the workplace </w:t>
            </w:r>
          </w:p>
        </w:tc>
        <w:tc>
          <w:tcPr>
            <w:tcW w:w="1694" w:type="dxa"/>
          </w:tcPr>
          <w:p w14:paraId="31293272" w14:textId="4275832A" w:rsidR="000B0776" w:rsidRPr="0018110D" w:rsidRDefault="000B0776" w:rsidP="0029678E">
            <w:pPr>
              <w:pStyle w:val="Body"/>
              <w:jc w:val="center"/>
              <w:rPr>
                <w:color w:val="FF0000"/>
              </w:rPr>
            </w:pPr>
            <w:r w:rsidRPr="0018110D">
              <w:rPr>
                <w:color w:val="FF0000"/>
              </w:rPr>
              <w:t>False</w:t>
            </w:r>
          </w:p>
        </w:tc>
      </w:tr>
      <w:tr w:rsidR="00BD2A95" w14:paraId="7586D92C" w14:textId="77777777" w:rsidTr="00190C46">
        <w:tc>
          <w:tcPr>
            <w:tcW w:w="7366" w:type="dxa"/>
          </w:tcPr>
          <w:p w14:paraId="06C45D2B" w14:textId="00A24683" w:rsidR="00BD2A95" w:rsidRDefault="00BD2A95" w:rsidP="00DA715E">
            <w:pPr>
              <w:pStyle w:val="Body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</w:t>
            </w:r>
            <w:r w:rsidR="003D34D1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 xml:space="preserve"> 8) The changing of cutting tools on mechanical cutting machines is the responsibilit</w:t>
            </w:r>
            <w:r w:rsidR="00D436AD">
              <w:rPr>
                <w:sz w:val="22"/>
                <w:szCs w:val="22"/>
              </w:rPr>
              <w:t>y of the s</w:t>
            </w:r>
            <w:r>
              <w:rPr>
                <w:sz w:val="22"/>
                <w:szCs w:val="22"/>
              </w:rPr>
              <w:t>upervisor only</w:t>
            </w:r>
          </w:p>
        </w:tc>
        <w:tc>
          <w:tcPr>
            <w:tcW w:w="1694" w:type="dxa"/>
          </w:tcPr>
          <w:p w14:paraId="3636F5F7" w14:textId="5F8F7A6E" w:rsidR="00BD2A95" w:rsidRPr="0018110D" w:rsidRDefault="00BD2A95" w:rsidP="0029678E">
            <w:pPr>
              <w:pStyle w:val="Body"/>
              <w:jc w:val="center"/>
              <w:rPr>
                <w:color w:val="FF0000"/>
              </w:rPr>
            </w:pPr>
            <w:r w:rsidRPr="0018110D">
              <w:rPr>
                <w:color w:val="FF0000"/>
              </w:rPr>
              <w:t>False</w:t>
            </w:r>
          </w:p>
        </w:tc>
      </w:tr>
    </w:tbl>
    <w:p w14:paraId="3903353A" w14:textId="7C4703C6" w:rsidR="00932305" w:rsidRDefault="00932305" w:rsidP="00932305">
      <w:pPr>
        <w:pStyle w:val="Heading3"/>
      </w:pPr>
    </w:p>
    <w:p w14:paraId="4B68CBC0" w14:textId="77777777" w:rsidR="006975A4" w:rsidRPr="006975A4" w:rsidRDefault="006975A4" w:rsidP="006975A4">
      <w:pPr>
        <w:rPr>
          <w:lang w:eastAsia="en-AU"/>
        </w:rPr>
      </w:pPr>
    </w:p>
    <w:p w14:paraId="25C21392" w14:textId="5CD9719D" w:rsidR="005962E6" w:rsidRDefault="005962E6" w:rsidP="005962E6">
      <w:pPr>
        <w:rPr>
          <w:lang w:eastAsia="en-AU"/>
        </w:rPr>
      </w:pPr>
    </w:p>
    <w:p w14:paraId="1CE871B3" w14:textId="77777777" w:rsidR="00C9424B" w:rsidRPr="005962E6" w:rsidRDefault="00C9424B" w:rsidP="005962E6">
      <w:pPr>
        <w:rPr>
          <w:lang w:eastAsia="en-AU"/>
        </w:rPr>
      </w:pPr>
    </w:p>
    <w:p w14:paraId="51977625" w14:textId="7DA9E137" w:rsidR="00932305" w:rsidRDefault="005703C0" w:rsidP="00932305">
      <w:pPr>
        <w:pStyle w:val="Heading2"/>
      </w:pPr>
      <w:r>
        <w:t>Part 3: Short answer</w:t>
      </w:r>
    </w:p>
    <w:p w14:paraId="726D182C" w14:textId="6C77D233" w:rsidR="005477D5" w:rsidRPr="00B30F8E" w:rsidRDefault="005477D5" w:rsidP="00C56833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</w:t>
      </w:r>
      <w:r w:rsidR="003D34D1">
        <w:rPr>
          <w:sz w:val="22"/>
          <w:szCs w:val="22"/>
        </w:rPr>
        <w:t>K</w:t>
      </w:r>
      <w:r>
        <w:rPr>
          <w:sz w:val="22"/>
          <w:szCs w:val="22"/>
        </w:rPr>
        <w:t xml:space="preserve"> 1</w:t>
      </w:r>
      <w:r w:rsidR="003D34D1">
        <w:rPr>
          <w:sz w:val="22"/>
          <w:szCs w:val="22"/>
        </w:rPr>
        <w:t>, PC1.2</w:t>
      </w:r>
      <w:r>
        <w:rPr>
          <w:sz w:val="22"/>
          <w:szCs w:val="22"/>
        </w:rPr>
        <w:t xml:space="preserve">) </w:t>
      </w:r>
      <w:r w:rsidR="00DB7879">
        <w:rPr>
          <w:sz w:val="22"/>
          <w:szCs w:val="22"/>
        </w:rPr>
        <w:t>From the cutting features listed, select</w:t>
      </w:r>
      <w:r w:rsidR="00E4563F">
        <w:rPr>
          <w:sz w:val="22"/>
          <w:szCs w:val="22"/>
        </w:rPr>
        <w:t xml:space="preserve"> the</w:t>
      </w:r>
      <w:r w:rsidR="00D436AD">
        <w:rPr>
          <w:sz w:val="22"/>
          <w:szCs w:val="22"/>
        </w:rPr>
        <w:t xml:space="preserve"> </w:t>
      </w:r>
      <w:r w:rsidR="003B7FBD">
        <w:rPr>
          <w:sz w:val="22"/>
          <w:szCs w:val="22"/>
        </w:rPr>
        <w:t>mechanical cutting</w:t>
      </w:r>
      <w:r w:rsidR="00D436AD">
        <w:rPr>
          <w:sz w:val="22"/>
          <w:szCs w:val="22"/>
        </w:rPr>
        <w:t xml:space="preserve"> </w:t>
      </w:r>
      <w:r w:rsidR="003B7FBD">
        <w:rPr>
          <w:sz w:val="22"/>
          <w:szCs w:val="22"/>
        </w:rPr>
        <w:t>machine(s)</w:t>
      </w:r>
      <w:r w:rsidR="00E4563F">
        <w:rPr>
          <w:sz w:val="22"/>
          <w:szCs w:val="22"/>
        </w:rPr>
        <w:t xml:space="preserve"> </w:t>
      </w:r>
      <w:r w:rsidR="00DB7879">
        <w:rPr>
          <w:sz w:val="22"/>
          <w:szCs w:val="22"/>
        </w:rPr>
        <w:t>that has the ability to perform the task.</w:t>
      </w:r>
    </w:p>
    <w:tbl>
      <w:tblPr>
        <w:tblStyle w:val="TableGrid"/>
        <w:tblW w:w="9313" w:type="dxa"/>
        <w:tblLayout w:type="fixed"/>
        <w:tblLook w:val="04A0" w:firstRow="1" w:lastRow="0" w:firstColumn="1" w:lastColumn="0" w:noHBand="0" w:noVBand="1"/>
      </w:tblPr>
      <w:tblGrid>
        <w:gridCol w:w="4744"/>
        <w:gridCol w:w="4569"/>
      </w:tblGrid>
      <w:tr w:rsidR="003B7FBD" w14:paraId="06550AC6" w14:textId="77777777" w:rsidTr="003B7F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7"/>
        </w:trPr>
        <w:tc>
          <w:tcPr>
            <w:tcW w:w="4744" w:type="dxa"/>
            <w:tcBorders>
              <w:bottom w:val="single" w:sz="4" w:space="0" w:color="7F7F7F" w:themeColor="text1" w:themeTint="80"/>
            </w:tcBorders>
            <w:vAlign w:val="top"/>
          </w:tcPr>
          <w:p w14:paraId="7FC5734F" w14:textId="551EB649" w:rsidR="003B7FBD" w:rsidRDefault="003B7FBD" w:rsidP="003B7FBD">
            <w:pPr>
              <w:rPr>
                <w:lang w:eastAsia="en-AU"/>
              </w:rPr>
            </w:pPr>
            <w:r>
              <w:rPr>
                <w:lang w:eastAsia="en-AU"/>
              </w:rPr>
              <w:t>Cutting features</w:t>
            </w:r>
          </w:p>
        </w:tc>
        <w:tc>
          <w:tcPr>
            <w:tcW w:w="4569" w:type="dxa"/>
            <w:tcBorders>
              <w:bottom w:val="single" w:sz="4" w:space="0" w:color="7F7F7F" w:themeColor="text1" w:themeTint="80"/>
            </w:tcBorders>
            <w:vAlign w:val="top"/>
          </w:tcPr>
          <w:p w14:paraId="54E59369" w14:textId="534FF025" w:rsidR="003B7FBD" w:rsidRDefault="003B7FBD" w:rsidP="003B7FBD">
            <w:pPr>
              <w:rPr>
                <w:lang w:eastAsia="en-AU"/>
              </w:rPr>
            </w:pPr>
            <w:r>
              <w:rPr>
                <w:lang w:eastAsia="en-AU"/>
              </w:rPr>
              <w:t>Mark X in the box for appropriate cutting device</w:t>
            </w:r>
          </w:p>
        </w:tc>
      </w:tr>
      <w:tr w:rsidR="003B7FBD" w14:paraId="43B04BBE" w14:textId="77777777" w:rsidTr="003B7FBD">
        <w:trPr>
          <w:trHeight w:val="1648"/>
        </w:trPr>
        <w:tc>
          <w:tcPr>
            <w:tcW w:w="4744" w:type="dxa"/>
            <w:tcBorders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top"/>
          </w:tcPr>
          <w:p w14:paraId="5008D297" w14:textId="5A39FC5D" w:rsidR="003B7FBD" w:rsidRPr="00DB7879" w:rsidRDefault="003B7FBD" w:rsidP="00CE3BDA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  <w:lang w:eastAsia="en-AU"/>
              </w:rPr>
            </w:pPr>
            <w:r w:rsidRPr="00DB7879">
              <w:rPr>
                <w:sz w:val="22"/>
                <w:szCs w:val="22"/>
                <w:lang w:eastAsia="en-AU"/>
              </w:rPr>
              <w:t>Ability to cut both ferrous and non-ferrous materials</w:t>
            </w:r>
          </w:p>
        </w:tc>
        <w:tc>
          <w:tcPr>
            <w:tcW w:w="4569" w:type="dxa"/>
            <w:tcBorders>
              <w:left w:val="single" w:sz="4" w:space="0" w:color="7F7F7F" w:themeColor="text1" w:themeTint="80"/>
              <w:bottom w:val="nil"/>
            </w:tcBorders>
            <w:vAlign w:val="top"/>
          </w:tcPr>
          <w:p w14:paraId="244755C2" w14:textId="57E63A41" w:rsidR="003B7FBD" w:rsidRPr="00DB7879" w:rsidRDefault="002D01B4" w:rsidP="003B7FBD">
            <w:pPr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-14568576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1ECC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3B7FBD" w:rsidRPr="00DB7879">
              <w:rPr>
                <w:sz w:val="22"/>
                <w:szCs w:val="22"/>
                <w:lang w:eastAsia="en-AU"/>
              </w:rPr>
              <w:tab/>
            </w:r>
            <w:r w:rsidR="00DB7879">
              <w:rPr>
                <w:sz w:val="22"/>
                <w:szCs w:val="22"/>
                <w:lang w:eastAsia="en-AU"/>
              </w:rPr>
              <w:t xml:space="preserve">        </w:t>
            </w:r>
            <w:r w:rsidR="003B7FBD" w:rsidRPr="00DB7879">
              <w:rPr>
                <w:sz w:val="22"/>
                <w:szCs w:val="22"/>
                <w:lang w:eastAsia="en-AU"/>
              </w:rPr>
              <w:t>Guillotine</w:t>
            </w:r>
          </w:p>
          <w:p w14:paraId="77C2EDAC" w14:textId="04B5F918" w:rsidR="003B7FBD" w:rsidRPr="00DB7879" w:rsidRDefault="002D01B4" w:rsidP="003B7FBD">
            <w:pPr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3678116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1ECC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3B7FBD" w:rsidRPr="00DB7879">
              <w:rPr>
                <w:sz w:val="22"/>
                <w:szCs w:val="22"/>
                <w:lang w:eastAsia="en-AU"/>
              </w:rPr>
              <w:tab/>
              <w:t xml:space="preserve">        </w:t>
            </w:r>
            <w:r w:rsidR="00F017E3">
              <w:rPr>
                <w:sz w:val="22"/>
                <w:szCs w:val="22"/>
                <w:lang w:eastAsia="en-AU"/>
              </w:rPr>
              <w:t>Punch and shear</w:t>
            </w:r>
          </w:p>
          <w:p w14:paraId="35504679" w14:textId="4562C110" w:rsidR="00DB7879" w:rsidRPr="00DB7879" w:rsidRDefault="002D01B4" w:rsidP="00DB7879">
            <w:pPr>
              <w:tabs>
                <w:tab w:val="left" w:pos="884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-154719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1ECC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DB7879" w:rsidRPr="00DB7879">
              <w:rPr>
                <w:sz w:val="22"/>
                <w:szCs w:val="22"/>
                <w:lang w:eastAsia="en-AU"/>
              </w:rPr>
              <w:tab/>
              <w:t xml:space="preserve">        Cold cut off saw</w:t>
            </w:r>
          </w:p>
          <w:p w14:paraId="3DE7662F" w14:textId="2400FFC0" w:rsidR="00DB7879" w:rsidRPr="00DB7879" w:rsidRDefault="002D01B4" w:rsidP="00DB7879">
            <w:pPr>
              <w:tabs>
                <w:tab w:val="left" w:pos="680"/>
                <w:tab w:val="left" w:pos="884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1165671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3FDD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DB7879" w:rsidRPr="00DB7879">
              <w:rPr>
                <w:sz w:val="22"/>
                <w:szCs w:val="22"/>
                <w:lang w:eastAsia="en-AU"/>
              </w:rPr>
              <w:tab/>
            </w:r>
            <w:r w:rsidR="00DB7879" w:rsidRPr="00DB7879">
              <w:rPr>
                <w:sz w:val="22"/>
                <w:szCs w:val="22"/>
                <w:lang w:eastAsia="en-AU"/>
              </w:rPr>
              <w:tab/>
            </w:r>
            <w:r w:rsidR="00860F59">
              <w:rPr>
                <w:sz w:val="22"/>
                <w:szCs w:val="22"/>
                <w:lang w:eastAsia="en-AU"/>
              </w:rPr>
              <w:t>Abrasive saw</w:t>
            </w:r>
            <w:r w:rsidR="00DB7879" w:rsidRPr="00DB7879">
              <w:rPr>
                <w:sz w:val="22"/>
                <w:szCs w:val="22"/>
                <w:lang w:eastAsia="en-AU"/>
              </w:rPr>
              <w:tab/>
            </w:r>
          </w:p>
          <w:p w14:paraId="7D83C883" w14:textId="74B87729" w:rsidR="003B7FBD" w:rsidRPr="00DB7879" w:rsidRDefault="002D01B4" w:rsidP="00DB7879">
            <w:pPr>
              <w:tabs>
                <w:tab w:val="left" w:pos="680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6097090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1ECC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DB7879" w:rsidRPr="00DB7879">
              <w:rPr>
                <w:sz w:val="22"/>
                <w:szCs w:val="22"/>
                <w:lang w:eastAsia="en-AU"/>
              </w:rPr>
              <w:tab/>
            </w:r>
            <w:r w:rsidR="00DB7879" w:rsidRPr="00DB7879">
              <w:rPr>
                <w:sz w:val="22"/>
                <w:szCs w:val="22"/>
                <w:lang w:eastAsia="en-AU"/>
              </w:rPr>
              <w:tab/>
              <w:t>Horizontal bandsaw</w:t>
            </w:r>
          </w:p>
        </w:tc>
      </w:tr>
      <w:tr w:rsidR="003B7FBD" w14:paraId="45D7192A" w14:textId="77777777" w:rsidTr="003B7FBD">
        <w:trPr>
          <w:trHeight w:val="920"/>
        </w:trPr>
        <w:tc>
          <w:tcPr>
            <w:tcW w:w="4744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top"/>
          </w:tcPr>
          <w:p w14:paraId="66FDB3BB" w14:textId="027FE089" w:rsidR="003B7FBD" w:rsidRPr="00DB7879" w:rsidRDefault="00D6730F" w:rsidP="003B7FBD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  <w:lang w:eastAsia="en-AU"/>
              </w:rPr>
            </w:pPr>
            <w:bookmarkStart w:id="3" w:name="_GoBack"/>
            <w:r w:rsidRPr="00F017E3">
              <w:rPr>
                <w:sz w:val="22"/>
                <w:szCs w:val="22"/>
                <w:lang w:eastAsia="en-AU"/>
              </w:rPr>
              <w:t>Can be automated to</w:t>
            </w:r>
            <w:r w:rsidR="003B7FBD" w:rsidRPr="00F017E3">
              <w:rPr>
                <w:sz w:val="22"/>
                <w:szCs w:val="22"/>
                <w:lang w:eastAsia="en-AU"/>
              </w:rPr>
              <w:t xml:space="preserve"> </w:t>
            </w:r>
            <w:r w:rsidRPr="00F017E3">
              <w:rPr>
                <w:sz w:val="22"/>
                <w:szCs w:val="22"/>
                <w:lang w:eastAsia="en-AU"/>
              </w:rPr>
              <w:t xml:space="preserve">perform </w:t>
            </w:r>
            <w:r w:rsidR="00DB7879" w:rsidRPr="00F017E3">
              <w:rPr>
                <w:sz w:val="22"/>
                <w:szCs w:val="22"/>
                <w:lang w:eastAsia="en-AU"/>
              </w:rPr>
              <w:t>repetitive cut off applications</w:t>
            </w:r>
          </w:p>
        </w:tc>
        <w:tc>
          <w:tcPr>
            <w:tcW w:w="4569" w:type="dxa"/>
            <w:tcBorders>
              <w:top w:val="nil"/>
              <w:left w:val="single" w:sz="4" w:space="0" w:color="7F7F7F" w:themeColor="text1" w:themeTint="80"/>
              <w:bottom w:val="nil"/>
            </w:tcBorders>
            <w:vAlign w:val="top"/>
          </w:tcPr>
          <w:p w14:paraId="52A2A2CC" w14:textId="44BD3FC9" w:rsidR="00DB7879" w:rsidRPr="00DB7879" w:rsidRDefault="002D01B4" w:rsidP="00DB7879">
            <w:pPr>
              <w:tabs>
                <w:tab w:val="left" w:pos="567"/>
                <w:tab w:val="left" w:pos="828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207909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7879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DB7879" w:rsidRPr="00DB7879">
              <w:rPr>
                <w:sz w:val="22"/>
                <w:szCs w:val="22"/>
                <w:lang w:eastAsia="en-AU"/>
              </w:rPr>
              <w:tab/>
            </w:r>
            <w:r w:rsidR="00DB7879" w:rsidRPr="00DB7879">
              <w:rPr>
                <w:sz w:val="22"/>
                <w:szCs w:val="22"/>
                <w:lang w:eastAsia="en-AU"/>
              </w:rPr>
              <w:tab/>
            </w:r>
            <w:r w:rsidR="00F017E3">
              <w:rPr>
                <w:sz w:val="22"/>
                <w:szCs w:val="22"/>
                <w:lang w:eastAsia="en-AU"/>
              </w:rPr>
              <w:t xml:space="preserve"> </w:t>
            </w:r>
            <w:r w:rsidR="00DB7879" w:rsidRPr="00DB7879">
              <w:rPr>
                <w:sz w:val="22"/>
                <w:szCs w:val="22"/>
                <w:lang w:eastAsia="en-AU"/>
              </w:rPr>
              <w:t>Abrasive cut off saw</w:t>
            </w:r>
          </w:p>
          <w:p w14:paraId="73C4F6CC" w14:textId="6D5A0530" w:rsidR="00DB7879" w:rsidRPr="00DB7879" w:rsidRDefault="002D01B4" w:rsidP="00DB7879">
            <w:pPr>
              <w:tabs>
                <w:tab w:val="left" w:pos="567"/>
                <w:tab w:val="left" w:pos="828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21187981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3FDD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DB7879" w:rsidRPr="00DB7879">
              <w:rPr>
                <w:sz w:val="22"/>
                <w:szCs w:val="22"/>
                <w:lang w:eastAsia="en-AU"/>
              </w:rPr>
              <w:t xml:space="preserve"> </w:t>
            </w:r>
            <w:r w:rsidR="00F017E3">
              <w:rPr>
                <w:sz w:val="22"/>
                <w:szCs w:val="22"/>
                <w:lang w:eastAsia="en-AU"/>
              </w:rPr>
              <w:t xml:space="preserve">       </w:t>
            </w:r>
            <w:r w:rsidR="00DB7879" w:rsidRPr="00DB7879">
              <w:rPr>
                <w:sz w:val="22"/>
                <w:szCs w:val="22"/>
                <w:lang w:eastAsia="en-AU"/>
              </w:rPr>
              <w:t>Guillotine</w:t>
            </w:r>
          </w:p>
          <w:p w14:paraId="48C4425F" w14:textId="3E2FE745" w:rsidR="00DB7879" w:rsidRPr="00DB7879" w:rsidRDefault="002D01B4" w:rsidP="00DB7879">
            <w:pPr>
              <w:tabs>
                <w:tab w:val="left" w:pos="567"/>
                <w:tab w:val="left" w:pos="828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-9950355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3FDD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DB7879" w:rsidRPr="00DB7879">
              <w:rPr>
                <w:sz w:val="22"/>
                <w:szCs w:val="22"/>
                <w:lang w:eastAsia="en-AU"/>
              </w:rPr>
              <w:t xml:space="preserve"> </w:t>
            </w:r>
            <w:r w:rsidR="00DB7879">
              <w:rPr>
                <w:sz w:val="22"/>
                <w:szCs w:val="22"/>
                <w:lang w:eastAsia="en-AU"/>
              </w:rPr>
              <w:t xml:space="preserve">       </w:t>
            </w:r>
            <w:r w:rsidR="00DB7879" w:rsidRPr="00DB7879">
              <w:rPr>
                <w:sz w:val="22"/>
                <w:szCs w:val="22"/>
                <w:lang w:eastAsia="en-AU"/>
              </w:rPr>
              <w:t>Horizontal bandsaw</w:t>
            </w:r>
          </w:p>
          <w:p w14:paraId="289BF98A" w14:textId="10602CEA" w:rsidR="003B7FBD" w:rsidRDefault="002D01B4" w:rsidP="00DB7879">
            <w:pPr>
              <w:tabs>
                <w:tab w:val="left" w:pos="567"/>
                <w:tab w:val="left" w:pos="828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-8881072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3FDD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DB7879" w:rsidRPr="00DB7879">
              <w:rPr>
                <w:sz w:val="22"/>
                <w:szCs w:val="22"/>
                <w:lang w:eastAsia="en-AU"/>
              </w:rPr>
              <w:tab/>
            </w:r>
            <w:r w:rsidR="00DB7879">
              <w:rPr>
                <w:sz w:val="22"/>
                <w:szCs w:val="22"/>
                <w:lang w:eastAsia="en-AU"/>
              </w:rPr>
              <w:t xml:space="preserve">       </w:t>
            </w:r>
            <w:r w:rsidR="00EC2A85">
              <w:rPr>
                <w:sz w:val="22"/>
                <w:szCs w:val="22"/>
                <w:lang w:eastAsia="en-AU"/>
              </w:rPr>
              <w:t>Punch and shear</w:t>
            </w:r>
          </w:p>
          <w:p w14:paraId="2DE503FF" w14:textId="5E7B0722" w:rsidR="00A273CE" w:rsidRPr="00DB7879" w:rsidRDefault="002D01B4" w:rsidP="00F017E3">
            <w:pPr>
              <w:tabs>
                <w:tab w:val="left" w:pos="567"/>
                <w:tab w:val="left" w:pos="828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-71472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3FDD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A273CE">
              <w:rPr>
                <w:sz w:val="22"/>
                <w:szCs w:val="22"/>
                <w:lang w:eastAsia="en-AU"/>
              </w:rPr>
              <w:t xml:space="preserve">        </w:t>
            </w:r>
            <w:r w:rsidR="00F017E3">
              <w:rPr>
                <w:sz w:val="22"/>
                <w:szCs w:val="22"/>
                <w:lang w:eastAsia="en-AU"/>
              </w:rPr>
              <w:t>Vertical bandsaw</w:t>
            </w:r>
          </w:p>
        </w:tc>
      </w:tr>
      <w:bookmarkEnd w:id="3"/>
      <w:tr w:rsidR="00DB7879" w14:paraId="601CEFD2" w14:textId="77777777" w:rsidTr="003B7FBD">
        <w:trPr>
          <w:trHeight w:val="1199"/>
        </w:trPr>
        <w:tc>
          <w:tcPr>
            <w:tcW w:w="4744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top"/>
          </w:tcPr>
          <w:p w14:paraId="13649C8D" w14:textId="33F7F46B" w:rsidR="00DB7879" w:rsidRPr="00DB7879" w:rsidRDefault="00DB7879" w:rsidP="00DB7879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  <w:lang w:eastAsia="en-AU"/>
              </w:rPr>
            </w:pPr>
            <w:r w:rsidRPr="00DB7879">
              <w:rPr>
                <w:sz w:val="22"/>
                <w:szCs w:val="22"/>
                <w:lang w:eastAsia="en-AU"/>
              </w:rPr>
              <w:t>Can produce holes and notches in plate material</w:t>
            </w:r>
          </w:p>
        </w:tc>
        <w:tc>
          <w:tcPr>
            <w:tcW w:w="4569" w:type="dxa"/>
            <w:tcBorders>
              <w:top w:val="nil"/>
              <w:left w:val="single" w:sz="4" w:space="0" w:color="7F7F7F" w:themeColor="text1" w:themeTint="80"/>
              <w:bottom w:val="nil"/>
            </w:tcBorders>
            <w:vAlign w:val="top"/>
          </w:tcPr>
          <w:p w14:paraId="2EFE916D" w14:textId="2BDDF5B5" w:rsidR="00DB7879" w:rsidRPr="00DB7879" w:rsidRDefault="002D01B4" w:rsidP="00DB7879">
            <w:pPr>
              <w:tabs>
                <w:tab w:val="left" w:pos="567"/>
                <w:tab w:val="left" w:pos="828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158048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DB7879" w:rsidRPr="00DB7879">
              <w:rPr>
                <w:sz w:val="22"/>
                <w:szCs w:val="22"/>
                <w:lang w:eastAsia="en-AU"/>
              </w:rPr>
              <w:tab/>
            </w:r>
            <w:r w:rsidR="00DB7879" w:rsidRPr="00DB7879">
              <w:rPr>
                <w:sz w:val="22"/>
                <w:szCs w:val="22"/>
                <w:lang w:eastAsia="en-AU"/>
              </w:rPr>
              <w:tab/>
              <w:t>Abrasive cut off saw</w:t>
            </w:r>
          </w:p>
          <w:p w14:paraId="771DC069" w14:textId="501E04DF" w:rsidR="00DB7879" w:rsidRPr="00DB7879" w:rsidRDefault="002D01B4" w:rsidP="00860F59">
            <w:pPr>
              <w:tabs>
                <w:tab w:val="left" w:pos="567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1698345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860F59">
              <w:rPr>
                <w:sz w:val="22"/>
                <w:szCs w:val="22"/>
                <w:lang w:eastAsia="en-AU"/>
              </w:rPr>
              <w:tab/>
              <w:t xml:space="preserve">      </w:t>
            </w:r>
            <w:r w:rsidR="00860F59" w:rsidRPr="00DB7879">
              <w:rPr>
                <w:sz w:val="22"/>
                <w:szCs w:val="22"/>
                <w:lang w:eastAsia="en-AU"/>
              </w:rPr>
              <w:t>Vertical bandsaw</w:t>
            </w:r>
          </w:p>
          <w:p w14:paraId="4B6B76BA" w14:textId="2FA2535D" w:rsidR="00DB7879" w:rsidRPr="00DB7879" w:rsidRDefault="002D01B4" w:rsidP="00860F59">
            <w:pPr>
              <w:tabs>
                <w:tab w:val="left" w:pos="567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71462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EE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860F59">
              <w:rPr>
                <w:sz w:val="22"/>
                <w:szCs w:val="22"/>
                <w:lang w:eastAsia="en-AU"/>
              </w:rPr>
              <w:tab/>
            </w:r>
            <w:r w:rsidR="00860F59">
              <w:rPr>
                <w:sz w:val="22"/>
                <w:szCs w:val="22"/>
                <w:lang w:eastAsia="en-AU"/>
              </w:rPr>
              <w:tab/>
            </w:r>
            <w:r w:rsidR="00860F59" w:rsidRPr="00DB7879">
              <w:rPr>
                <w:sz w:val="22"/>
                <w:szCs w:val="22"/>
                <w:lang w:eastAsia="en-AU"/>
              </w:rPr>
              <w:t>Cold cut off saw</w:t>
            </w:r>
          </w:p>
          <w:p w14:paraId="15D67A42" w14:textId="11E8F2C1" w:rsidR="00DB7879" w:rsidRPr="00DB7879" w:rsidRDefault="002D01B4" w:rsidP="00F017E3">
            <w:pPr>
              <w:tabs>
                <w:tab w:val="left" w:pos="692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-1175420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DB7879" w:rsidRPr="00DB7879">
              <w:rPr>
                <w:sz w:val="22"/>
                <w:szCs w:val="22"/>
                <w:lang w:eastAsia="en-AU"/>
              </w:rPr>
              <w:tab/>
            </w:r>
            <w:r w:rsidR="00860F59">
              <w:rPr>
                <w:sz w:val="22"/>
                <w:szCs w:val="22"/>
                <w:lang w:eastAsia="en-AU"/>
              </w:rPr>
              <w:t xml:space="preserve">      </w:t>
            </w:r>
            <w:r w:rsidR="00F017E3">
              <w:rPr>
                <w:sz w:val="22"/>
                <w:szCs w:val="22"/>
                <w:lang w:eastAsia="en-AU"/>
              </w:rPr>
              <w:t>Punch and shear</w:t>
            </w:r>
          </w:p>
        </w:tc>
      </w:tr>
      <w:tr w:rsidR="00DB7879" w14:paraId="0491B50E" w14:textId="77777777" w:rsidTr="003B7FBD">
        <w:trPr>
          <w:trHeight w:val="780"/>
        </w:trPr>
        <w:tc>
          <w:tcPr>
            <w:tcW w:w="4744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top"/>
          </w:tcPr>
          <w:p w14:paraId="5282F73F" w14:textId="493036EF" w:rsidR="00DB7879" w:rsidRPr="00DB7879" w:rsidRDefault="00860F59" w:rsidP="00860F59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Cutting machine can be adjusted to produce angled cuts</w:t>
            </w:r>
          </w:p>
        </w:tc>
        <w:tc>
          <w:tcPr>
            <w:tcW w:w="4569" w:type="dxa"/>
            <w:tcBorders>
              <w:top w:val="nil"/>
              <w:left w:val="single" w:sz="4" w:space="0" w:color="7F7F7F" w:themeColor="text1" w:themeTint="80"/>
              <w:bottom w:val="nil"/>
            </w:tcBorders>
            <w:vAlign w:val="top"/>
          </w:tcPr>
          <w:p w14:paraId="3956125F" w14:textId="538C3FD2" w:rsidR="00DB7879" w:rsidRPr="00DB7879" w:rsidRDefault="002D01B4" w:rsidP="00DB7879">
            <w:pPr>
              <w:tabs>
                <w:tab w:val="left" w:pos="567"/>
                <w:tab w:val="left" w:pos="828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-18081620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3FDD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DB7879" w:rsidRPr="00DB7879">
              <w:rPr>
                <w:sz w:val="22"/>
                <w:szCs w:val="22"/>
                <w:lang w:eastAsia="en-AU"/>
              </w:rPr>
              <w:tab/>
            </w:r>
            <w:r w:rsidR="00DB7879" w:rsidRPr="00DB7879">
              <w:rPr>
                <w:sz w:val="22"/>
                <w:szCs w:val="22"/>
                <w:lang w:eastAsia="en-AU"/>
              </w:rPr>
              <w:tab/>
              <w:t>Abrasive cut off saw</w:t>
            </w:r>
          </w:p>
          <w:p w14:paraId="360B9676" w14:textId="65638E52" w:rsidR="00DB7879" w:rsidRPr="00DB7879" w:rsidRDefault="002D01B4" w:rsidP="00DB7879">
            <w:pPr>
              <w:tabs>
                <w:tab w:val="left" w:pos="567"/>
                <w:tab w:val="left" w:pos="828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12070676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3FDD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860F59" w:rsidRPr="00DB7879">
              <w:rPr>
                <w:sz w:val="22"/>
                <w:szCs w:val="22"/>
                <w:lang w:eastAsia="en-AU"/>
              </w:rPr>
              <w:t xml:space="preserve"> </w:t>
            </w:r>
            <w:r w:rsidR="00860F59">
              <w:rPr>
                <w:sz w:val="22"/>
                <w:szCs w:val="22"/>
                <w:lang w:eastAsia="en-AU"/>
              </w:rPr>
              <w:t xml:space="preserve">      </w:t>
            </w:r>
            <w:r w:rsidR="00860F59" w:rsidRPr="00DB7879">
              <w:rPr>
                <w:sz w:val="22"/>
                <w:szCs w:val="22"/>
                <w:lang w:eastAsia="en-AU"/>
              </w:rPr>
              <w:t>Cold cut off saw</w:t>
            </w:r>
          </w:p>
          <w:p w14:paraId="7597FF6F" w14:textId="045B1558" w:rsidR="00DB7879" w:rsidRPr="00DB7879" w:rsidRDefault="002D01B4" w:rsidP="00DB7879">
            <w:pPr>
              <w:tabs>
                <w:tab w:val="left" w:pos="567"/>
                <w:tab w:val="left" w:pos="828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-837695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3FDD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860F59" w:rsidRPr="00DB7879">
              <w:rPr>
                <w:sz w:val="22"/>
                <w:szCs w:val="22"/>
                <w:lang w:eastAsia="en-AU"/>
              </w:rPr>
              <w:t xml:space="preserve"> </w:t>
            </w:r>
            <w:r w:rsidR="00860F59">
              <w:rPr>
                <w:sz w:val="22"/>
                <w:szCs w:val="22"/>
                <w:lang w:eastAsia="en-AU"/>
              </w:rPr>
              <w:t xml:space="preserve">      </w:t>
            </w:r>
            <w:r w:rsidR="00860F59" w:rsidRPr="00DB7879">
              <w:rPr>
                <w:sz w:val="22"/>
                <w:szCs w:val="22"/>
                <w:lang w:eastAsia="en-AU"/>
              </w:rPr>
              <w:t>Guillotine</w:t>
            </w:r>
          </w:p>
          <w:p w14:paraId="05540D5F" w14:textId="54261D4D" w:rsidR="00DB7879" w:rsidRPr="00DB7879" w:rsidRDefault="002D01B4" w:rsidP="00DB7879">
            <w:pPr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-958691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0D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DB7879" w:rsidRPr="00DB7879">
              <w:rPr>
                <w:sz w:val="22"/>
                <w:szCs w:val="22"/>
                <w:lang w:eastAsia="en-AU"/>
              </w:rPr>
              <w:tab/>
            </w:r>
            <w:r w:rsidR="00860F59">
              <w:rPr>
                <w:sz w:val="22"/>
                <w:szCs w:val="22"/>
                <w:lang w:eastAsia="en-AU"/>
              </w:rPr>
              <w:t xml:space="preserve">      </w:t>
            </w:r>
            <w:r w:rsidR="00860F59" w:rsidRPr="00DB7879">
              <w:rPr>
                <w:sz w:val="22"/>
                <w:szCs w:val="22"/>
                <w:lang w:eastAsia="en-AU"/>
              </w:rPr>
              <w:t>Vertical bandsaw</w:t>
            </w:r>
          </w:p>
        </w:tc>
      </w:tr>
    </w:tbl>
    <w:p w14:paraId="7F0E5A12" w14:textId="6BC48B98" w:rsidR="005477D5" w:rsidRDefault="005477D5" w:rsidP="005477D5">
      <w:pPr>
        <w:rPr>
          <w:lang w:eastAsia="en-AU"/>
        </w:rPr>
      </w:pPr>
    </w:p>
    <w:p w14:paraId="6E2C363C" w14:textId="5379ED84" w:rsidR="00EC2A85" w:rsidRDefault="00EC2A85" w:rsidP="005477D5">
      <w:pPr>
        <w:rPr>
          <w:lang w:eastAsia="en-AU"/>
        </w:rPr>
      </w:pPr>
    </w:p>
    <w:p w14:paraId="52EE1CC7" w14:textId="6AA63892" w:rsidR="00EC2A85" w:rsidRDefault="00EC2A85" w:rsidP="005477D5">
      <w:pPr>
        <w:rPr>
          <w:lang w:eastAsia="en-AU"/>
        </w:rPr>
      </w:pPr>
    </w:p>
    <w:tbl>
      <w:tblPr>
        <w:tblStyle w:val="TableGrid"/>
        <w:tblW w:w="9313" w:type="dxa"/>
        <w:tblLayout w:type="fixed"/>
        <w:tblLook w:val="04A0" w:firstRow="1" w:lastRow="0" w:firstColumn="1" w:lastColumn="0" w:noHBand="0" w:noVBand="1"/>
      </w:tblPr>
      <w:tblGrid>
        <w:gridCol w:w="4744"/>
        <w:gridCol w:w="4569"/>
      </w:tblGrid>
      <w:tr w:rsidR="00A273CE" w14:paraId="284777D8" w14:textId="77777777" w:rsidTr="00CE3B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7"/>
        </w:trPr>
        <w:tc>
          <w:tcPr>
            <w:tcW w:w="4744" w:type="dxa"/>
            <w:tcBorders>
              <w:bottom w:val="single" w:sz="4" w:space="0" w:color="7F7F7F" w:themeColor="text1" w:themeTint="80"/>
            </w:tcBorders>
            <w:vAlign w:val="top"/>
          </w:tcPr>
          <w:p w14:paraId="0D73446D" w14:textId="77777777" w:rsidR="00A273CE" w:rsidRDefault="00A273CE" w:rsidP="00CE3BDA">
            <w:pPr>
              <w:rPr>
                <w:lang w:eastAsia="en-AU"/>
              </w:rPr>
            </w:pPr>
            <w:r>
              <w:rPr>
                <w:lang w:eastAsia="en-AU"/>
              </w:rPr>
              <w:t>Cutting features</w:t>
            </w:r>
          </w:p>
        </w:tc>
        <w:tc>
          <w:tcPr>
            <w:tcW w:w="4569" w:type="dxa"/>
            <w:tcBorders>
              <w:bottom w:val="single" w:sz="4" w:space="0" w:color="7F7F7F" w:themeColor="text1" w:themeTint="80"/>
            </w:tcBorders>
            <w:vAlign w:val="top"/>
          </w:tcPr>
          <w:p w14:paraId="1A14BA9A" w14:textId="77777777" w:rsidR="00A273CE" w:rsidRDefault="00A273CE" w:rsidP="00CE3BDA">
            <w:pPr>
              <w:rPr>
                <w:lang w:eastAsia="en-AU"/>
              </w:rPr>
            </w:pPr>
            <w:r>
              <w:rPr>
                <w:lang w:eastAsia="en-AU"/>
              </w:rPr>
              <w:t>Mark X in the box for appropriate cutting device</w:t>
            </w:r>
          </w:p>
        </w:tc>
      </w:tr>
      <w:tr w:rsidR="00A273CE" w14:paraId="393F160C" w14:textId="77777777" w:rsidTr="00CE3BDA">
        <w:trPr>
          <w:trHeight w:val="1648"/>
        </w:trPr>
        <w:tc>
          <w:tcPr>
            <w:tcW w:w="4744" w:type="dxa"/>
            <w:tcBorders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top"/>
          </w:tcPr>
          <w:p w14:paraId="58CD6166" w14:textId="67040BF3" w:rsidR="00A273CE" w:rsidRPr="00DB7879" w:rsidRDefault="00A273CE" w:rsidP="00A273CE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Can be fitted with different cutting blades for cutting different materials</w:t>
            </w:r>
          </w:p>
        </w:tc>
        <w:tc>
          <w:tcPr>
            <w:tcW w:w="4569" w:type="dxa"/>
            <w:tcBorders>
              <w:left w:val="single" w:sz="4" w:space="0" w:color="7F7F7F" w:themeColor="text1" w:themeTint="80"/>
              <w:bottom w:val="nil"/>
            </w:tcBorders>
            <w:vAlign w:val="top"/>
          </w:tcPr>
          <w:p w14:paraId="5A1E6E47" w14:textId="007C17ED" w:rsidR="00A273CE" w:rsidRPr="00DB7879" w:rsidRDefault="002D01B4" w:rsidP="00CE3BDA">
            <w:pPr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2065914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3D46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A273CE" w:rsidRPr="00DB7879">
              <w:rPr>
                <w:sz w:val="22"/>
                <w:szCs w:val="22"/>
                <w:lang w:eastAsia="en-AU"/>
              </w:rPr>
              <w:tab/>
            </w:r>
            <w:r w:rsidR="00A273CE">
              <w:rPr>
                <w:sz w:val="22"/>
                <w:szCs w:val="22"/>
                <w:lang w:eastAsia="en-AU"/>
              </w:rPr>
              <w:t xml:space="preserve">        </w:t>
            </w:r>
            <w:r w:rsidR="00A273CE" w:rsidRPr="00DB7879">
              <w:rPr>
                <w:sz w:val="22"/>
                <w:szCs w:val="22"/>
                <w:lang w:eastAsia="en-AU"/>
              </w:rPr>
              <w:t>Guillotine</w:t>
            </w:r>
          </w:p>
          <w:p w14:paraId="5C798D08" w14:textId="7A47DF1C" w:rsidR="00A273CE" w:rsidRPr="00DB7879" w:rsidRDefault="002D01B4" w:rsidP="00CE3BDA">
            <w:pPr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18653228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383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A273CE" w:rsidRPr="00DB7879">
              <w:rPr>
                <w:sz w:val="22"/>
                <w:szCs w:val="22"/>
                <w:lang w:eastAsia="en-AU"/>
              </w:rPr>
              <w:tab/>
              <w:t xml:space="preserve">        </w:t>
            </w:r>
            <w:r w:rsidR="00F017E3">
              <w:rPr>
                <w:sz w:val="22"/>
                <w:szCs w:val="22"/>
                <w:lang w:eastAsia="en-AU"/>
              </w:rPr>
              <w:t>Punch and shear</w:t>
            </w:r>
          </w:p>
          <w:p w14:paraId="3E2453AF" w14:textId="67F1C2C4" w:rsidR="00A273CE" w:rsidRPr="00DB7879" w:rsidRDefault="002D01B4" w:rsidP="00CE3BDA">
            <w:pPr>
              <w:tabs>
                <w:tab w:val="left" w:pos="884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-10183104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383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A273CE" w:rsidRPr="00DB7879">
              <w:rPr>
                <w:sz w:val="22"/>
                <w:szCs w:val="22"/>
                <w:lang w:eastAsia="en-AU"/>
              </w:rPr>
              <w:tab/>
              <w:t xml:space="preserve">        Cold cut off saw</w:t>
            </w:r>
          </w:p>
          <w:p w14:paraId="12AB2A02" w14:textId="64DCEBAE" w:rsidR="00A273CE" w:rsidRPr="00DB7879" w:rsidRDefault="002D01B4" w:rsidP="00CE3BDA">
            <w:pPr>
              <w:tabs>
                <w:tab w:val="left" w:pos="680"/>
                <w:tab w:val="left" w:pos="884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-11003301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383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A273CE" w:rsidRPr="00DB7879">
              <w:rPr>
                <w:sz w:val="22"/>
                <w:szCs w:val="22"/>
                <w:lang w:eastAsia="en-AU"/>
              </w:rPr>
              <w:tab/>
            </w:r>
            <w:r w:rsidR="00A273CE" w:rsidRPr="00DB7879">
              <w:rPr>
                <w:sz w:val="22"/>
                <w:szCs w:val="22"/>
                <w:lang w:eastAsia="en-AU"/>
              </w:rPr>
              <w:tab/>
            </w:r>
            <w:r w:rsidR="00A273CE">
              <w:rPr>
                <w:sz w:val="22"/>
                <w:szCs w:val="22"/>
                <w:lang w:eastAsia="en-AU"/>
              </w:rPr>
              <w:t>Abrasive saw</w:t>
            </w:r>
            <w:r w:rsidR="00A273CE" w:rsidRPr="00DB7879">
              <w:rPr>
                <w:sz w:val="22"/>
                <w:szCs w:val="22"/>
                <w:lang w:eastAsia="en-AU"/>
              </w:rPr>
              <w:tab/>
            </w:r>
          </w:p>
          <w:p w14:paraId="4B774280" w14:textId="2C0CAD68" w:rsidR="00A273CE" w:rsidRPr="00DB7879" w:rsidRDefault="002D01B4" w:rsidP="00CE3BDA">
            <w:pPr>
              <w:tabs>
                <w:tab w:val="left" w:pos="680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14901353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383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A273CE" w:rsidRPr="00DB7879">
              <w:rPr>
                <w:sz w:val="22"/>
                <w:szCs w:val="22"/>
                <w:lang w:eastAsia="en-AU"/>
              </w:rPr>
              <w:tab/>
            </w:r>
            <w:r w:rsidR="00A273CE" w:rsidRPr="00DB7879">
              <w:rPr>
                <w:sz w:val="22"/>
                <w:szCs w:val="22"/>
                <w:lang w:eastAsia="en-AU"/>
              </w:rPr>
              <w:tab/>
              <w:t>Horizontal bandsaw</w:t>
            </w:r>
          </w:p>
        </w:tc>
      </w:tr>
      <w:tr w:rsidR="00A273CE" w14:paraId="72655B5C" w14:textId="77777777" w:rsidTr="00CE3BDA">
        <w:trPr>
          <w:trHeight w:val="909"/>
        </w:trPr>
        <w:tc>
          <w:tcPr>
            <w:tcW w:w="4744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top"/>
          </w:tcPr>
          <w:p w14:paraId="443D9344" w14:textId="243046D9" w:rsidR="00A273CE" w:rsidRPr="00DB7879" w:rsidRDefault="00A273CE" w:rsidP="00A273CE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Uses a reciprocating cutting action </w:t>
            </w:r>
            <w:r w:rsidRPr="00DB7879">
              <w:rPr>
                <w:sz w:val="22"/>
                <w:szCs w:val="22"/>
                <w:lang w:eastAsia="en-AU"/>
              </w:rPr>
              <w:t xml:space="preserve"> </w:t>
            </w:r>
          </w:p>
        </w:tc>
        <w:tc>
          <w:tcPr>
            <w:tcW w:w="4569" w:type="dxa"/>
            <w:tcBorders>
              <w:top w:val="nil"/>
              <w:left w:val="single" w:sz="4" w:space="0" w:color="7F7F7F" w:themeColor="text1" w:themeTint="80"/>
              <w:bottom w:val="nil"/>
            </w:tcBorders>
            <w:vAlign w:val="top"/>
          </w:tcPr>
          <w:p w14:paraId="0947676E" w14:textId="77777777" w:rsidR="00A273CE" w:rsidRPr="00DB7879" w:rsidRDefault="002D01B4" w:rsidP="00CE3BDA">
            <w:pPr>
              <w:tabs>
                <w:tab w:val="left" w:pos="737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-920874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CE" w:rsidRPr="00DB7879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A273CE" w:rsidRPr="00DB7879">
              <w:rPr>
                <w:sz w:val="22"/>
                <w:szCs w:val="22"/>
                <w:lang w:eastAsia="en-AU"/>
              </w:rPr>
              <w:tab/>
              <w:t xml:space="preserve">        Vertical bandsaw</w:t>
            </w:r>
          </w:p>
          <w:p w14:paraId="1357A4A1" w14:textId="3E4D701E" w:rsidR="00A273CE" w:rsidRPr="00DB7879" w:rsidRDefault="002D01B4" w:rsidP="00CE3BDA">
            <w:pPr>
              <w:tabs>
                <w:tab w:val="left" w:pos="737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641934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383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☒</w:t>
                </w:r>
              </w:sdtContent>
            </w:sdt>
            <w:r w:rsidR="00A273CE" w:rsidRPr="00DB7879">
              <w:rPr>
                <w:sz w:val="22"/>
                <w:szCs w:val="22"/>
                <w:lang w:eastAsia="en-AU"/>
              </w:rPr>
              <w:tab/>
              <w:t xml:space="preserve">        </w:t>
            </w:r>
            <w:r w:rsidR="00A273CE">
              <w:rPr>
                <w:sz w:val="22"/>
                <w:szCs w:val="22"/>
                <w:lang w:eastAsia="en-AU"/>
              </w:rPr>
              <w:t>Power hacksaw</w:t>
            </w:r>
          </w:p>
          <w:p w14:paraId="24537AC6" w14:textId="429BD4E0" w:rsidR="00A273CE" w:rsidRPr="00DB7879" w:rsidRDefault="002D01B4" w:rsidP="00CE3BDA">
            <w:pPr>
              <w:tabs>
                <w:tab w:val="left" w:pos="737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206321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CE" w:rsidRPr="00DB7879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A273CE" w:rsidRPr="00DB7879">
              <w:rPr>
                <w:sz w:val="22"/>
                <w:szCs w:val="22"/>
                <w:lang w:eastAsia="en-AU"/>
              </w:rPr>
              <w:tab/>
              <w:t xml:space="preserve">        Horizontal bandsaw</w:t>
            </w:r>
          </w:p>
          <w:p w14:paraId="3199BFF1" w14:textId="77777777" w:rsidR="00A273CE" w:rsidRPr="00DB7879" w:rsidRDefault="002D01B4" w:rsidP="00CE3BDA">
            <w:pPr>
              <w:tabs>
                <w:tab w:val="left" w:pos="737"/>
              </w:tabs>
              <w:rPr>
                <w:sz w:val="22"/>
                <w:szCs w:val="22"/>
                <w:lang w:eastAsia="en-AU"/>
              </w:rPr>
            </w:pPr>
            <w:sdt>
              <w:sdtPr>
                <w:rPr>
                  <w:sz w:val="22"/>
                  <w:szCs w:val="22"/>
                  <w:lang w:eastAsia="en-AU"/>
                </w:rPr>
                <w:id w:val="187953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CE" w:rsidRPr="00DB7879"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A273CE" w:rsidRPr="00DB7879">
              <w:rPr>
                <w:sz w:val="22"/>
                <w:szCs w:val="22"/>
                <w:lang w:eastAsia="en-AU"/>
              </w:rPr>
              <w:t xml:space="preserve">         Cold cut off saw </w:t>
            </w:r>
          </w:p>
        </w:tc>
      </w:tr>
    </w:tbl>
    <w:p w14:paraId="53585DD0" w14:textId="59D47566" w:rsidR="00A273CE" w:rsidRDefault="00A273CE" w:rsidP="005477D5">
      <w:pPr>
        <w:rPr>
          <w:lang w:eastAsia="en-AU"/>
        </w:rPr>
      </w:pPr>
    </w:p>
    <w:p w14:paraId="57543F1E" w14:textId="77777777" w:rsidR="00260680" w:rsidRDefault="00260680" w:rsidP="00260680">
      <w:pPr>
        <w:pStyle w:val="Body"/>
        <w:ind w:left="360"/>
        <w:rPr>
          <w:sz w:val="22"/>
          <w:szCs w:val="22"/>
        </w:rPr>
      </w:pPr>
    </w:p>
    <w:p w14:paraId="51CEA211" w14:textId="3AB5463C" w:rsidR="00431E8F" w:rsidRDefault="00431E8F" w:rsidP="00431E8F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(R</w:t>
      </w:r>
      <w:r w:rsidR="003D34D1">
        <w:rPr>
          <w:sz w:val="22"/>
          <w:szCs w:val="22"/>
        </w:rPr>
        <w:t>K</w:t>
      </w:r>
      <w:r>
        <w:rPr>
          <w:sz w:val="22"/>
          <w:szCs w:val="22"/>
        </w:rPr>
        <w:t xml:space="preserve"> 5) The picture below is of the plates the same size</w:t>
      </w:r>
      <w:r w:rsidR="003D34D1">
        <w:rPr>
          <w:sz w:val="22"/>
          <w:szCs w:val="22"/>
        </w:rPr>
        <w:t>,</w:t>
      </w:r>
      <w:r>
        <w:rPr>
          <w:sz w:val="22"/>
          <w:szCs w:val="22"/>
        </w:rPr>
        <w:t xml:space="preserve"> with the same parts marked out for cutting. What is the name of the method used for marking out the parts in diagram A</w:t>
      </w:r>
      <w:r w:rsidR="003D34D1">
        <w:rPr>
          <w:sz w:val="22"/>
          <w:szCs w:val="22"/>
        </w:rPr>
        <w:t>?</w:t>
      </w:r>
    </w:p>
    <w:p w14:paraId="7F2C349F" w14:textId="6B05DFDB" w:rsidR="00431E8F" w:rsidRDefault="00431E8F" w:rsidP="00431E8F">
      <w:pPr>
        <w:pStyle w:val="Body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anchor distT="0" distB="0" distL="114300" distR="114300" simplePos="0" relativeHeight="251701248" behindDoc="0" locked="0" layoutInCell="1" allowOverlap="1" wp14:anchorId="3802E4C9" wp14:editId="7DEEAA2A">
            <wp:simplePos x="0" y="0"/>
            <wp:positionH relativeFrom="margin">
              <wp:align>center</wp:align>
            </wp:positionH>
            <wp:positionV relativeFrom="paragraph">
              <wp:posOffset>226663</wp:posOffset>
            </wp:positionV>
            <wp:extent cx="5549900" cy="2007870"/>
            <wp:effectExtent l="0" t="0" r="0" b="0"/>
            <wp:wrapTopAndBottom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MG Kn 4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9900" cy="200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A34D59" w14:textId="67770FBF" w:rsidR="00635C72" w:rsidRPr="00431E8F" w:rsidRDefault="00635C72" w:rsidP="00431E8F">
      <w:pPr>
        <w:pStyle w:val="Body"/>
        <w:rPr>
          <w:sz w:val="22"/>
          <w:szCs w:val="22"/>
        </w:rPr>
      </w:pPr>
    </w:p>
    <w:p w14:paraId="50DB3F46" w14:textId="77777777" w:rsidR="00635C72" w:rsidRPr="0018110D" w:rsidRDefault="00635C72" w:rsidP="00635C7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FF0000"/>
          <w:sz w:val="22"/>
          <w:szCs w:val="22"/>
        </w:rPr>
      </w:pPr>
      <w:r w:rsidRPr="0018110D">
        <w:rPr>
          <w:i/>
          <w:color w:val="FF0000"/>
        </w:rPr>
        <w:t xml:space="preserve">Nesting </w:t>
      </w:r>
    </w:p>
    <w:p w14:paraId="4645622B" w14:textId="28847674" w:rsidR="00635C72" w:rsidRDefault="00635C72" w:rsidP="00635C72">
      <w:pPr>
        <w:pStyle w:val="Body"/>
        <w:rPr>
          <w:sz w:val="22"/>
          <w:szCs w:val="22"/>
        </w:rPr>
      </w:pPr>
    </w:p>
    <w:p w14:paraId="6ED3D546" w14:textId="7DC6539D" w:rsidR="00635C72" w:rsidRPr="00B30F8E" w:rsidRDefault="00635C72" w:rsidP="00635C72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 (R</w:t>
      </w:r>
      <w:r w:rsidR="003D34D1">
        <w:rPr>
          <w:sz w:val="22"/>
          <w:szCs w:val="22"/>
        </w:rPr>
        <w:t>K</w:t>
      </w:r>
      <w:r>
        <w:rPr>
          <w:sz w:val="22"/>
          <w:szCs w:val="22"/>
        </w:rPr>
        <w:t xml:space="preserve"> 5) From the diagram in the previous question</w:t>
      </w:r>
      <w:r w:rsidR="003D34D1">
        <w:rPr>
          <w:sz w:val="22"/>
          <w:szCs w:val="22"/>
        </w:rPr>
        <w:t>,</w:t>
      </w:r>
      <w:r>
        <w:rPr>
          <w:sz w:val="22"/>
          <w:szCs w:val="22"/>
        </w:rPr>
        <w:t xml:space="preserve"> which method of marking out is the most economical with the least amount of wastage</w:t>
      </w:r>
      <w:r w:rsidR="003D34D1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Plate A or Plate B?</w:t>
      </w:r>
    </w:p>
    <w:p w14:paraId="4FA9CD79" w14:textId="77777777" w:rsidR="00635C72" w:rsidRPr="0018110D" w:rsidRDefault="00635C72" w:rsidP="00635C7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FF0000"/>
          <w:sz w:val="22"/>
          <w:szCs w:val="22"/>
        </w:rPr>
      </w:pPr>
      <w:r w:rsidRPr="0018110D">
        <w:rPr>
          <w:i/>
          <w:color w:val="FF0000"/>
        </w:rPr>
        <w:t>Plate A</w:t>
      </w:r>
    </w:p>
    <w:p w14:paraId="5C88C972" w14:textId="110291C5" w:rsidR="00260680" w:rsidRDefault="00530441" w:rsidP="00530441">
      <w:pPr>
        <w:tabs>
          <w:tab w:val="clear" w:pos="284"/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7E7A22">
        <w:rPr>
          <w:sz w:val="22"/>
          <w:szCs w:val="22"/>
        </w:rPr>
        <w:t>(</w:t>
      </w:r>
      <w:r>
        <w:rPr>
          <w:sz w:val="22"/>
          <w:szCs w:val="22"/>
        </w:rPr>
        <w:t xml:space="preserve">RK 4, PC1.1, </w:t>
      </w:r>
      <w:r w:rsidR="00260B47">
        <w:rPr>
          <w:sz w:val="22"/>
          <w:szCs w:val="22"/>
        </w:rPr>
        <w:t>1.2, 2</w:t>
      </w:r>
      <w:r>
        <w:rPr>
          <w:sz w:val="22"/>
          <w:szCs w:val="22"/>
        </w:rPr>
        <w:t>2.3) A work order has been issued to cut the plate shown from a sheet of low carbon steel measuring 3000mm x 1500 mm. Refer to the drawing below and answer the following questions.</w:t>
      </w:r>
    </w:p>
    <w:p w14:paraId="06A5032B" w14:textId="77777777" w:rsidR="00260680" w:rsidRDefault="00260680" w:rsidP="00260680">
      <w:pPr>
        <w:tabs>
          <w:tab w:val="clear" w:pos="284"/>
          <w:tab w:val="left" w:pos="1080"/>
        </w:tabs>
        <w:rPr>
          <w:sz w:val="22"/>
          <w:szCs w:val="22"/>
        </w:rPr>
      </w:pPr>
    </w:p>
    <w:p w14:paraId="0377398E" w14:textId="77777777" w:rsidR="00260680" w:rsidRDefault="00260680" w:rsidP="00260680">
      <w:pPr>
        <w:tabs>
          <w:tab w:val="clear" w:pos="284"/>
          <w:tab w:val="left" w:pos="1080"/>
        </w:tabs>
        <w:jc w:val="center"/>
        <w:rPr>
          <w:sz w:val="22"/>
          <w:szCs w:val="22"/>
        </w:rPr>
      </w:pPr>
      <w:r>
        <w:rPr>
          <w:noProof/>
          <w:lang w:eastAsia="en-AU"/>
        </w:rPr>
        <w:drawing>
          <wp:inline distT="0" distB="0" distL="0" distR="0" wp14:anchorId="4F5F812D" wp14:editId="1DEB7F87">
            <wp:extent cx="3176789" cy="198927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85467" cy="1994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7A127" w14:textId="77777777" w:rsidR="00260680" w:rsidRDefault="00260680" w:rsidP="00260680">
      <w:pPr>
        <w:tabs>
          <w:tab w:val="clear" w:pos="284"/>
          <w:tab w:val="left" w:pos="1080"/>
        </w:tabs>
        <w:jc w:val="center"/>
        <w:rPr>
          <w:sz w:val="22"/>
          <w:szCs w:val="22"/>
        </w:rPr>
      </w:pPr>
    </w:p>
    <w:p w14:paraId="441E2138" w14:textId="77777777" w:rsidR="00260680" w:rsidRDefault="00260680" w:rsidP="00260680">
      <w:pPr>
        <w:tabs>
          <w:tab w:val="clear" w:pos="284"/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>(a) What type of mechanical cutting device would be suitable to cut the plate to size and achieve the specified tolerance?</w:t>
      </w:r>
    </w:p>
    <w:p w14:paraId="52ED4932" w14:textId="77777777" w:rsidR="00260680" w:rsidRPr="0018110D" w:rsidRDefault="00260680" w:rsidP="0026068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FF0000"/>
          <w:sz w:val="22"/>
          <w:szCs w:val="22"/>
        </w:rPr>
      </w:pPr>
      <w:r w:rsidRPr="0018110D">
        <w:rPr>
          <w:i/>
          <w:color w:val="FF0000"/>
          <w:sz w:val="22"/>
          <w:szCs w:val="22"/>
        </w:rPr>
        <w:t>Guillotine</w:t>
      </w:r>
    </w:p>
    <w:p w14:paraId="741DD38F" w14:textId="77777777" w:rsidR="00260680" w:rsidRDefault="00260680" w:rsidP="00260680">
      <w:pPr>
        <w:tabs>
          <w:tab w:val="clear" w:pos="284"/>
          <w:tab w:val="left" w:pos="1080"/>
        </w:tabs>
        <w:rPr>
          <w:sz w:val="22"/>
          <w:szCs w:val="22"/>
        </w:rPr>
      </w:pPr>
    </w:p>
    <w:p w14:paraId="374A1155" w14:textId="77777777" w:rsidR="00260680" w:rsidRDefault="00260680" w:rsidP="00260680">
      <w:pPr>
        <w:tabs>
          <w:tab w:val="clear" w:pos="284"/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>(b) What shearing capacity would the machine require to cut this material?</w:t>
      </w:r>
    </w:p>
    <w:p w14:paraId="2F87B170" w14:textId="77777777" w:rsidR="00260680" w:rsidRPr="0018110D" w:rsidRDefault="00260680" w:rsidP="0026068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FF0000"/>
          <w:sz w:val="22"/>
          <w:szCs w:val="22"/>
        </w:rPr>
      </w:pPr>
      <w:r w:rsidRPr="0018110D">
        <w:rPr>
          <w:i/>
          <w:color w:val="FF0000"/>
          <w:sz w:val="22"/>
          <w:szCs w:val="22"/>
        </w:rPr>
        <w:t>10 mm</w:t>
      </w:r>
    </w:p>
    <w:p w14:paraId="03AEDB13" w14:textId="77777777" w:rsidR="00260680" w:rsidRDefault="00260680" w:rsidP="00260680">
      <w:pPr>
        <w:tabs>
          <w:tab w:val="clear" w:pos="284"/>
          <w:tab w:val="left" w:pos="1080"/>
        </w:tabs>
        <w:rPr>
          <w:sz w:val="22"/>
          <w:szCs w:val="22"/>
        </w:rPr>
      </w:pPr>
    </w:p>
    <w:p w14:paraId="66172305" w14:textId="77777777" w:rsidR="00260680" w:rsidRDefault="00260680" w:rsidP="00260680">
      <w:pPr>
        <w:tabs>
          <w:tab w:val="clear" w:pos="284"/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>(c) What sheet width capacity would the machine require to complete this task?</w:t>
      </w:r>
    </w:p>
    <w:p w14:paraId="20A75CB9" w14:textId="77777777" w:rsidR="00260680" w:rsidRPr="0018110D" w:rsidRDefault="00260680" w:rsidP="0026068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FF0000"/>
          <w:sz w:val="22"/>
          <w:szCs w:val="22"/>
        </w:rPr>
      </w:pPr>
      <w:r w:rsidRPr="0018110D">
        <w:rPr>
          <w:i/>
          <w:color w:val="FF0000"/>
          <w:sz w:val="22"/>
          <w:szCs w:val="22"/>
        </w:rPr>
        <w:t>1500mm</w:t>
      </w:r>
    </w:p>
    <w:p w14:paraId="299A5691" w14:textId="77777777" w:rsidR="003E119F" w:rsidRDefault="003E119F" w:rsidP="00260680">
      <w:pPr>
        <w:pStyle w:val="Body"/>
        <w:rPr>
          <w:sz w:val="22"/>
          <w:szCs w:val="22"/>
        </w:rPr>
      </w:pPr>
    </w:p>
    <w:p w14:paraId="4F9CD9E2" w14:textId="665DD26F" w:rsidR="00260680" w:rsidRDefault="003E119F" w:rsidP="00260680">
      <w:pPr>
        <w:pStyle w:val="Body"/>
        <w:rPr>
          <w:sz w:val="22"/>
          <w:szCs w:val="22"/>
        </w:rPr>
      </w:pPr>
      <w:r>
        <w:rPr>
          <w:sz w:val="22"/>
          <w:szCs w:val="22"/>
        </w:rPr>
        <w:t>(d) What is the tolerance for the length of the material to be cut?</w:t>
      </w:r>
    </w:p>
    <w:p w14:paraId="39BBD082" w14:textId="53012CFF" w:rsidR="003E119F" w:rsidRPr="0018110D" w:rsidRDefault="003E119F" w:rsidP="003E119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FF0000"/>
          <w:sz w:val="22"/>
          <w:szCs w:val="22"/>
        </w:rPr>
      </w:pPr>
      <w:r w:rsidRPr="0018110D">
        <w:rPr>
          <w:i/>
          <w:color w:val="FF0000"/>
          <w:sz w:val="22"/>
          <w:szCs w:val="22"/>
        </w:rPr>
        <w:t>2mm</w:t>
      </w:r>
    </w:p>
    <w:p w14:paraId="7C7B8117" w14:textId="77777777" w:rsidR="003E119F" w:rsidRDefault="003E119F" w:rsidP="00260680">
      <w:pPr>
        <w:pStyle w:val="Body"/>
        <w:rPr>
          <w:sz w:val="22"/>
          <w:szCs w:val="22"/>
        </w:rPr>
      </w:pPr>
    </w:p>
    <w:p w14:paraId="72C035EC" w14:textId="2AFFD1CE" w:rsidR="00431E8F" w:rsidRDefault="00530441" w:rsidP="00530441">
      <w:pPr>
        <w:pStyle w:val="Body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431E8F">
        <w:rPr>
          <w:sz w:val="22"/>
          <w:szCs w:val="22"/>
        </w:rPr>
        <w:t>(R</w:t>
      </w:r>
      <w:r w:rsidR="003D34D1">
        <w:rPr>
          <w:sz w:val="22"/>
          <w:szCs w:val="22"/>
        </w:rPr>
        <w:t>K</w:t>
      </w:r>
      <w:r w:rsidR="00431E8F">
        <w:rPr>
          <w:sz w:val="22"/>
          <w:szCs w:val="22"/>
        </w:rPr>
        <w:t xml:space="preserve"> 8 )</w:t>
      </w:r>
      <w:r w:rsidR="001C39C6">
        <w:rPr>
          <w:sz w:val="22"/>
          <w:szCs w:val="22"/>
        </w:rPr>
        <w:t xml:space="preserve"> </w:t>
      </w:r>
      <w:r w:rsidR="00431E8F">
        <w:rPr>
          <w:sz w:val="22"/>
          <w:szCs w:val="22"/>
        </w:rPr>
        <w:t xml:space="preserve">When changing the blade on a mechanical cutting machine, what must </w:t>
      </w:r>
      <w:r w:rsidR="003D34D1">
        <w:rPr>
          <w:sz w:val="22"/>
          <w:szCs w:val="22"/>
        </w:rPr>
        <w:t xml:space="preserve">you </w:t>
      </w:r>
      <w:r w:rsidR="00431E8F">
        <w:rPr>
          <w:sz w:val="22"/>
          <w:szCs w:val="22"/>
        </w:rPr>
        <w:t>do to ensure the machine cannot be accidentally started:</w:t>
      </w:r>
    </w:p>
    <w:p w14:paraId="52E19DD0" w14:textId="77777777" w:rsidR="00431E8F" w:rsidRPr="0018110D" w:rsidRDefault="00431E8F" w:rsidP="00431E8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i/>
          <w:color w:val="FF0000"/>
        </w:rPr>
      </w:pPr>
      <w:r w:rsidRPr="0018110D">
        <w:rPr>
          <w:i/>
          <w:color w:val="FF0000"/>
        </w:rPr>
        <w:t>Make sure the machine is turned off, isolated and locked out.</w:t>
      </w:r>
    </w:p>
    <w:p w14:paraId="347010CD" w14:textId="77777777" w:rsidR="00431E8F" w:rsidRDefault="00431E8F" w:rsidP="00431E8F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99FBB30" w14:textId="48C4610C" w:rsidR="00431E8F" w:rsidRDefault="00431E8F" w:rsidP="00431E8F">
      <w:pPr>
        <w:pStyle w:val="Body"/>
        <w:ind w:left="360"/>
        <w:rPr>
          <w:sz w:val="22"/>
          <w:szCs w:val="22"/>
        </w:rPr>
      </w:pPr>
    </w:p>
    <w:p w14:paraId="30CBDF9A" w14:textId="4A0D00D2" w:rsidR="00260680" w:rsidRDefault="00260680" w:rsidP="00431E8F">
      <w:pPr>
        <w:pStyle w:val="Body"/>
        <w:ind w:left="360"/>
        <w:rPr>
          <w:sz w:val="22"/>
          <w:szCs w:val="22"/>
        </w:rPr>
      </w:pPr>
    </w:p>
    <w:p w14:paraId="6FE564DC" w14:textId="77777777" w:rsidR="00530441" w:rsidRDefault="00530441" w:rsidP="00431E8F">
      <w:pPr>
        <w:pStyle w:val="Body"/>
        <w:ind w:left="360"/>
        <w:rPr>
          <w:sz w:val="22"/>
          <w:szCs w:val="22"/>
        </w:rPr>
      </w:pPr>
    </w:p>
    <w:p w14:paraId="57C1B6A8" w14:textId="77777777" w:rsidR="00260680" w:rsidRDefault="00260680" w:rsidP="00431E8F">
      <w:pPr>
        <w:pStyle w:val="Body"/>
        <w:ind w:left="360"/>
        <w:rPr>
          <w:sz w:val="22"/>
          <w:szCs w:val="22"/>
        </w:rPr>
      </w:pPr>
    </w:p>
    <w:p w14:paraId="2F39AD8B" w14:textId="6F934D84" w:rsidR="00431E8F" w:rsidRPr="00742380" w:rsidRDefault="00530441" w:rsidP="00530441">
      <w:pPr>
        <w:pStyle w:val="Body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="00431E8F" w:rsidRPr="00742380">
        <w:rPr>
          <w:sz w:val="22"/>
          <w:szCs w:val="22"/>
        </w:rPr>
        <w:t>(R</w:t>
      </w:r>
      <w:r w:rsidR="003D34D1">
        <w:rPr>
          <w:sz w:val="22"/>
          <w:szCs w:val="22"/>
        </w:rPr>
        <w:t>K</w:t>
      </w:r>
      <w:r w:rsidR="00431E8F" w:rsidRPr="00742380">
        <w:rPr>
          <w:sz w:val="22"/>
          <w:szCs w:val="22"/>
        </w:rPr>
        <w:t xml:space="preserve"> 8) In the table below Mark with the letter X  the information that can be found on a Standard Operation Procedure Sheet (SOP)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1835"/>
      </w:tblGrid>
      <w:tr w:rsidR="00431E8F" w14:paraId="4BD2BD24" w14:textId="77777777" w:rsidTr="00932E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225" w:type="dxa"/>
            <w:vAlign w:val="top"/>
          </w:tcPr>
          <w:p w14:paraId="52C37C8B" w14:textId="77777777" w:rsidR="00431E8F" w:rsidRDefault="00431E8F" w:rsidP="00932ED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Possible information on SOP</w:t>
            </w:r>
          </w:p>
        </w:tc>
        <w:tc>
          <w:tcPr>
            <w:tcW w:w="1835" w:type="dxa"/>
            <w:vAlign w:val="top"/>
          </w:tcPr>
          <w:p w14:paraId="308DD28A" w14:textId="77777777" w:rsidR="00431E8F" w:rsidRDefault="00431E8F" w:rsidP="00932ED5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 applicable response with letter X</w:t>
            </w:r>
          </w:p>
        </w:tc>
      </w:tr>
      <w:tr w:rsidR="00431E8F" w14:paraId="2CB1C52C" w14:textId="77777777" w:rsidTr="00932ED5">
        <w:tc>
          <w:tcPr>
            <w:tcW w:w="7225" w:type="dxa"/>
            <w:vAlign w:val="top"/>
          </w:tcPr>
          <w:p w14:paraId="6EAEF314" w14:textId="77777777" w:rsidR="00431E8F" w:rsidRDefault="00431E8F" w:rsidP="00932ED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Tasks to be undertaken the may pose a risk</w:t>
            </w:r>
          </w:p>
        </w:tc>
        <w:tc>
          <w:tcPr>
            <w:tcW w:w="1835" w:type="dxa"/>
            <w:vAlign w:val="top"/>
          </w:tcPr>
          <w:p w14:paraId="48B040C6" w14:textId="77777777" w:rsidR="00431E8F" w:rsidRPr="0018110D" w:rsidRDefault="00431E8F" w:rsidP="00932ED5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X</w:t>
            </w:r>
          </w:p>
        </w:tc>
      </w:tr>
      <w:tr w:rsidR="00431E8F" w14:paraId="3B247ED4" w14:textId="77777777" w:rsidTr="00932ED5">
        <w:tc>
          <w:tcPr>
            <w:tcW w:w="7225" w:type="dxa"/>
            <w:vAlign w:val="top"/>
          </w:tcPr>
          <w:p w14:paraId="3AE5E946" w14:textId="77777777" w:rsidR="00431E8F" w:rsidRDefault="00431E8F" w:rsidP="00932ED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Equipment and substances used in these tasks</w:t>
            </w:r>
          </w:p>
        </w:tc>
        <w:tc>
          <w:tcPr>
            <w:tcW w:w="1835" w:type="dxa"/>
            <w:vAlign w:val="top"/>
          </w:tcPr>
          <w:p w14:paraId="2132F66D" w14:textId="77777777" w:rsidR="00431E8F" w:rsidRPr="0018110D" w:rsidRDefault="00431E8F" w:rsidP="00932ED5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X</w:t>
            </w:r>
          </w:p>
        </w:tc>
      </w:tr>
      <w:tr w:rsidR="00431E8F" w14:paraId="5C926740" w14:textId="77777777" w:rsidTr="00932ED5">
        <w:tc>
          <w:tcPr>
            <w:tcW w:w="7225" w:type="dxa"/>
            <w:vAlign w:val="top"/>
          </w:tcPr>
          <w:p w14:paraId="02224C95" w14:textId="77777777" w:rsidR="00431E8F" w:rsidRDefault="00431E8F" w:rsidP="00932ED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Machine manufacturers name, address and contact number</w:t>
            </w:r>
          </w:p>
        </w:tc>
        <w:tc>
          <w:tcPr>
            <w:tcW w:w="1835" w:type="dxa"/>
            <w:vAlign w:val="top"/>
          </w:tcPr>
          <w:p w14:paraId="78E0A121" w14:textId="77777777" w:rsidR="00431E8F" w:rsidRPr="0018110D" w:rsidRDefault="00431E8F" w:rsidP="00932ED5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</w:tr>
      <w:tr w:rsidR="00431E8F" w14:paraId="5E2276A5" w14:textId="77777777" w:rsidTr="00932ED5">
        <w:tc>
          <w:tcPr>
            <w:tcW w:w="7225" w:type="dxa"/>
            <w:vAlign w:val="top"/>
          </w:tcPr>
          <w:p w14:paraId="778FE12E" w14:textId="77777777" w:rsidR="00431E8F" w:rsidRDefault="00431E8F" w:rsidP="00932ED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Control measures that have been built into these tasks</w:t>
            </w:r>
          </w:p>
        </w:tc>
        <w:tc>
          <w:tcPr>
            <w:tcW w:w="1835" w:type="dxa"/>
            <w:vAlign w:val="top"/>
          </w:tcPr>
          <w:p w14:paraId="65BEA73B" w14:textId="77777777" w:rsidR="00431E8F" w:rsidRPr="0018110D" w:rsidRDefault="00431E8F" w:rsidP="00932ED5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X</w:t>
            </w:r>
          </w:p>
        </w:tc>
      </w:tr>
      <w:tr w:rsidR="00431E8F" w14:paraId="6390006A" w14:textId="77777777" w:rsidTr="00932ED5">
        <w:tc>
          <w:tcPr>
            <w:tcW w:w="7225" w:type="dxa"/>
            <w:vAlign w:val="top"/>
          </w:tcPr>
          <w:p w14:paraId="6B2E8D94" w14:textId="77777777" w:rsidR="00431E8F" w:rsidRDefault="00431E8F" w:rsidP="00932ED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Personal Protective equipment (PPE) to be worn</w:t>
            </w:r>
          </w:p>
        </w:tc>
        <w:tc>
          <w:tcPr>
            <w:tcW w:w="1835" w:type="dxa"/>
            <w:vAlign w:val="top"/>
          </w:tcPr>
          <w:p w14:paraId="73FA4758" w14:textId="77777777" w:rsidR="00431E8F" w:rsidRPr="0018110D" w:rsidRDefault="00431E8F" w:rsidP="00932ED5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X</w:t>
            </w:r>
          </w:p>
        </w:tc>
      </w:tr>
      <w:tr w:rsidR="00431E8F" w14:paraId="2E9FDB8C" w14:textId="77777777" w:rsidTr="00932ED5">
        <w:tc>
          <w:tcPr>
            <w:tcW w:w="7225" w:type="dxa"/>
            <w:vAlign w:val="top"/>
          </w:tcPr>
          <w:p w14:paraId="266CCFAE" w14:textId="77777777" w:rsidR="00431E8F" w:rsidRDefault="00431E8F" w:rsidP="00932ED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Action to be undertaken to address safety issues that may arise while undertaking the task</w:t>
            </w:r>
          </w:p>
        </w:tc>
        <w:tc>
          <w:tcPr>
            <w:tcW w:w="1835" w:type="dxa"/>
            <w:vAlign w:val="top"/>
          </w:tcPr>
          <w:p w14:paraId="376812A3" w14:textId="77777777" w:rsidR="00431E8F" w:rsidRPr="0018110D" w:rsidRDefault="00431E8F" w:rsidP="00932ED5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X</w:t>
            </w:r>
          </w:p>
        </w:tc>
      </w:tr>
      <w:tr w:rsidR="00431E8F" w14:paraId="5EE51D42" w14:textId="77777777" w:rsidTr="00932ED5">
        <w:tc>
          <w:tcPr>
            <w:tcW w:w="7225" w:type="dxa"/>
            <w:vAlign w:val="top"/>
          </w:tcPr>
          <w:p w14:paraId="45B645A7" w14:textId="77777777" w:rsidR="00431E8F" w:rsidRDefault="00431E8F" w:rsidP="00932ED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Training or qualifications needed to undertake task</w:t>
            </w:r>
          </w:p>
        </w:tc>
        <w:tc>
          <w:tcPr>
            <w:tcW w:w="1835" w:type="dxa"/>
            <w:vAlign w:val="top"/>
          </w:tcPr>
          <w:p w14:paraId="7C9AEF8E" w14:textId="77777777" w:rsidR="00431E8F" w:rsidRPr="0018110D" w:rsidRDefault="00431E8F" w:rsidP="00932ED5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X</w:t>
            </w:r>
          </w:p>
        </w:tc>
      </w:tr>
    </w:tbl>
    <w:p w14:paraId="3E2B9F4A" w14:textId="77777777" w:rsidR="00530441" w:rsidRDefault="00530441" w:rsidP="00530441">
      <w:pPr>
        <w:pStyle w:val="Body"/>
        <w:rPr>
          <w:sz w:val="22"/>
          <w:szCs w:val="22"/>
        </w:rPr>
      </w:pPr>
    </w:p>
    <w:p w14:paraId="77342200" w14:textId="77777777" w:rsidR="00530441" w:rsidRDefault="00530441" w:rsidP="00530441">
      <w:pPr>
        <w:pStyle w:val="Body"/>
        <w:rPr>
          <w:sz w:val="22"/>
          <w:szCs w:val="22"/>
        </w:rPr>
      </w:pPr>
    </w:p>
    <w:p w14:paraId="233D48D2" w14:textId="286F33C0" w:rsidR="00530441" w:rsidRDefault="00530441" w:rsidP="00530441">
      <w:pPr>
        <w:pStyle w:val="Body"/>
        <w:rPr>
          <w:sz w:val="22"/>
          <w:szCs w:val="22"/>
        </w:rPr>
      </w:pPr>
      <w:r>
        <w:rPr>
          <w:sz w:val="22"/>
          <w:szCs w:val="22"/>
        </w:rPr>
        <w:t>7.  (RK 8) List two (2) possible causes for an abrasive wheel to shatter whilst cutting material:</w:t>
      </w:r>
    </w:p>
    <w:p w14:paraId="011F53C5" w14:textId="77777777" w:rsidR="00530441" w:rsidRPr="0018110D" w:rsidRDefault="00530441" w:rsidP="00530441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720"/>
        <w:rPr>
          <w:i/>
          <w:color w:val="FF0000"/>
          <w:sz w:val="22"/>
          <w:szCs w:val="22"/>
        </w:rPr>
      </w:pPr>
      <w:r w:rsidRPr="0018110D">
        <w:rPr>
          <w:i/>
          <w:color w:val="FF0000"/>
          <w:sz w:val="22"/>
          <w:szCs w:val="22"/>
        </w:rPr>
        <w:t>Student response can include, but is not limited to:</w:t>
      </w:r>
    </w:p>
    <w:p w14:paraId="29DD57E0" w14:textId="77777777" w:rsidR="00530441" w:rsidRPr="0018110D" w:rsidRDefault="00530441" w:rsidP="00530441">
      <w:pPr>
        <w:pStyle w:val="Body"/>
        <w:numPr>
          <w:ilvl w:val="0"/>
          <w:numId w:val="3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FF0000"/>
          <w:sz w:val="22"/>
          <w:szCs w:val="22"/>
        </w:rPr>
      </w:pPr>
      <w:r w:rsidRPr="0018110D">
        <w:rPr>
          <w:i/>
          <w:color w:val="FF0000"/>
          <w:sz w:val="22"/>
          <w:szCs w:val="22"/>
        </w:rPr>
        <w:t>Defective wheel</w:t>
      </w:r>
    </w:p>
    <w:p w14:paraId="2B8105C4" w14:textId="77777777" w:rsidR="00530441" w:rsidRPr="0018110D" w:rsidRDefault="00530441" w:rsidP="00530441">
      <w:pPr>
        <w:pStyle w:val="Body"/>
        <w:numPr>
          <w:ilvl w:val="0"/>
          <w:numId w:val="3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FF0000"/>
          <w:sz w:val="22"/>
          <w:szCs w:val="22"/>
        </w:rPr>
      </w:pPr>
      <w:r w:rsidRPr="0018110D">
        <w:rPr>
          <w:i/>
          <w:color w:val="FF0000"/>
          <w:sz w:val="22"/>
          <w:szCs w:val="22"/>
        </w:rPr>
        <w:t>Insufficient clamping</w:t>
      </w:r>
    </w:p>
    <w:p w14:paraId="0FC709EF" w14:textId="77777777" w:rsidR="00530441" w:rsidRPr="0018110D" w:rsidRDefault="00530441" w:rsidP="00530441">
      <w:pPr>
        <w:pStyle w:val="Body"/>
        <w:numPr>
          <w:ilvl w:val="0"/>
          <w:numId w:val="3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FF0000"/>
          <w:sz w:val="22"/>
          <w:szCs w:val="22"/>
        </w:rPr>
      </w:pPr>
      <w:r w:rsidRPr="0018110D">
        <w:rPr>
          <w:i/>
          <w:color w:val="FF0000"/>
          <w:sz w:val="22"/>
          <w:szCs w:val="22"/>
        </w:rPr>
        <w:t>Excessive force applied whilst cutting</w:t>
      </w:r>
    </w:p>
    <w:p w14:paraId="61D4C9DC" w14:textId="77777777" w:rsidR="00530441" w:rsidRPr="0018110D" w:rsidRDefault="00530441" w:rsidP="00530441">
      <w:pPr>
        <w:pStyle w:val="Body"/>
        <w:numPr>
          <w:ilvl w:val="0"/>
          <w:numId w:val="3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FF0000"/>
          <w:sz w:val="22"/>
          <w:szCs w:val="22"/>
        </w:rPr>
      </w:pPr>
      <w:r w:rsidRPr="0018110D">
        <w:rPr>
          <w:i/>
          <w:color w:val="FF0000"/>
          <w:sz w:val="22"/>
          <w:szCs w:val="22"/>
        </w:rPr>
        <w:t>Wheel fitted incorrectly</w:t>
      </w:r>
    </w:p>
    <w:p w14:paraId="3B50EFAD" w14:textId="77777777" w:rsidR="00530441" w:rsidRPr="0018110D" w:rsidRDefault="00530441" w:rsidP="00530441">
      <w:pPr>
        <w:pStyle w:val="Body"/>
        <w:numPr>
          <w:ilvl w:val="0"/>
          <w:numId w:val="38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FF0000"/>
          <w:sz w:val="22"/>
          <w:szCs w:val="22"/>
        </w:rPr>
      </w:pPr>
      <w:r w:rsidRPr="0018110D">
        <w:rPr>
          <w:i/>
          <w:color w:val="FF0000"/>
          <w:sz w:val="22"/>
          <w:szCs w:val="22"/>
        </w:rPr>
        <w:t>Changing the direction of cutting blade during the cutting process</w:t>
      </w:r>
    </w:p>
    <w:p w14:paraId="2D3636DF" w14:textId="77777777" w:rsidR="009774ED" w:rsidRDefault="009774ED" w:rsidP="005477D5">
      <w:pPr>
        <w:rPr>
          <w:lang w:eastAsia="en-AU"/>
        </w:rPr>
        <w:sectPr w:rsidR="009774ED" w:rsidSect="00932305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7F84BA9B" w14:textId="0F939320" w:rsidR="00915327" w:rsidRDefault="00530441" w:rsidP="00530441">
      <w:pPr>
        <w:pStyle w:val="Body"/>
        <w:rPr>
          <w:sz w:val="22"/>
          <w:szCs w:val="22"/>
        </w:rPr>
      </w:pPr>
      <w:r>
        <w:rPr>
          <w:sz w:val="22"/>
          <w:szCs w:val="22"/>
        </w:rPr>
        <w:t xml:space="preserve">8. </w:t>
      </w:r>
      <w:r w:rsidR="00915327">
        <w:rPr>
          <w:sz w:val="22"/>
          <w:szCs w:val="22"/>
        </w:rPr>
        <w:t>(R</w:t>
      </w:r>
      <w:r w:rsidR="003D34D1">
        <w:rPr>
          <w:sz w:val="22"/>
          <w:szCs w:val="22"/>
        </w:rPr>
        <w:t>K</w:t>
      </w:r>
      <w:r w:rsidR="00915327">
        <w:rPr>
          <w:sz w:val="22"/>
          <w:szCs w:val="22"/>
        </w:rPr>
        <w:t xml:space="preserve"> 7 &amp; 8) There are 2 parts to this question to be entered in the table below </w:t>
      </w:r>
      <w:r w:rsidR="003D34D1">
        <w:rPr>
          <w:sz w:val="22"/>
          <w:szCs w:val="22"/>
        </w:rPr>
        <w:t>:</w:t>
      </w:r>
    </w:p>
    <w:p w14:paraId="21F7BECD" w14:textId="3F2B62F1" w:rsidR="00915327" w:rsidRDefault="00915327" w:rsidP="00915327">
      <w:pPr>
        <w:pStyle w:val="Body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 xml:space="preserve">List 3 safe operating considerations associated with operating </w:t>
      </w:r>
      <w:r w:rsidR="001B7084">
        <w:rPr>
          <w:sz w:val="22"/>
          <w:szCs w:val="22"/>
        </w:rPr>
        <w:t xml:space="preserve">each </w:t>
      </w:r>
      <w:r>
        <w:rPr>
          <w:sz w:val="22"/>
          <w:szCs w:val="22"/>
        </w:rPr>
        <w:t>mechanical cutting machine listed</w:t>
      </w:r>
    </w:p>
    <w:p w14:paraId="0DC1781E" w14:textId="7E7F9F66" w:rsidR="00F95C3E" w:rsidRPr="00915327" w:rsidRDefault="00915327" w:rsidP="00915327">
      <w:pPr>
        <w:pStyle w:val="Body"/>
        <w:numPr>
          <w:ilvl w:val="0"/>
          <w:numId w:val="31"/>
        </w:numPr>
        <w:rPr>
          <w:sz w:val="22"/>
          <w:szCs w:val="22"/>
        </w:rPr>
      </w:pPr>
      <w:r w:rsidRPr="00915327">
        <w:rPr>
          <w:sz w:val="22"/>
          <w:szCs w:val="22"/>
        </w:rPr>
        <w:t xml:space="preserve">List 3 items of PPE that must be worn when operating </w:t>
      </w:r>
      <w:r w:rsidR="001B7084">
        <w:rPr>
          <w:sz w:val="22"/>
          <w:szCs w:val="22"/>
        </w:rPr>
        <w:t>each</w:t>
      </w:r>
      <w:r w:rsidR="001B7084" w:rsidRPr="00915327">
        <w:rPr>
          <w:sz w:val="22"/>
          <w:szCs w:val="22"/>
        </w:rPr>
        <w:t xml:space="preserve"> </w:t>
      </w:r>
      <w:r w:rsidRPr="00915327">
        <w:rPr>
          <w:sz w:val="22"/>
          <w:szCs w:val="22"/>
        </w:rPr>
        <w:t>mechanical cutting machine</w:t>
      </w:r>
    </w:p>
    <w:tbl>
      <w:tblPr>
        <w:tblStyle w:val="TableGrid"/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8"/>
        <w:gridCol w:w="3441"/>
        <w:gridCol w:w="3503"/>
      </w:tblGrid>
      <w:tr w:rsidR="00915327" w14:paraId="3C8AD4AF" w14:textId="77777777" w:rsidTr="009153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3"/>
        </w:trPr>
        <w:tc>
          <w:tcPr>
            <w:tcW w:w="2698" w:type="dxa"/>
          </w:tcPr>
          <w:p w14:paraId="39886970" w14:textId="4B1442BD" w:rsidR="00915327" w:rsidRDefault="00915327" w:rsidP="00932ED5">
            <w:r>
              <w:rPr>
                <w:sz w:val="22"/>
                <w:szCs w:val="22"/>
              </w:rPr>
              <w:t>Mechanical cutting machine</w:t>
            </w:r>
          </w:p>
        </w:tc>
        <w:tc>
          <w:tcPr>
            <w:tcW w:w="3441" w:type="dxa"/>
          </w:tcPr>
          <w:p w14:paraId="337CA7AB" w14:textId="6173FB9C" w:rsidR="00915327" w:rsidRDefault="00915327" w:rsidP="00932ED5">
            <w:r>
              <w:t>Safe operation of  machine</w:t>
            </w:r>
          </w:p>
        </w:tc>
        <w:tc>
          <w:tcPr>
            <w:tcW w:w="3503" w:type="dxa"/>
          </w:tcPr>
          <w:p w14:paraId="50392D47" w14:textId="77777777" w:rsidR="00915327" w:rsidRDefault="00915327" w:rsidP="00932ED5">
            <w:r>
              <w:t>PPE required when operating machine</w:t>
            </w:r>
          </w:p>
        </w:tc>
      </w:tr>
      <w:tr w:rsidR="00915327" w14:paraId="5058161A" w14:textId="77777777" w:rsidTr="00915327">
        <w:trPr>
          <w:trHeight w:val="2948"/>
        </w:trPr>
        <w:tc>
          <w:tcPr>
            <w:tcW w:w="2698" w:type="dxa"/>
          </w:tcPr>
          <w:p w14:paraId="114BB1D8" w14:textId="223092E7" w:rsidR="00915327" w:rsidRPr="00F017E3" w:rsidRDefault="00915327" w:rsidP="00932ED5">
            <w:pPr>
              <w:rPr>
                <w:color w:val="808080" w:themeColor="background1" w:themeShade="80"/>
                <w:sz w:val="22"/>
                <w:szCs w:val="22"/>
              </w:rPr>
            </w:pPr>
            <w:r w:rsidRPr="00F017E3">
              <w:rPr>
                <w:sz w:val="22"/>
                <w:szCs w:val="22"/>
              </w:rPr>
              <w:t>Horizontal bandsaw</w:t>
            </w:r>
          </w:p>
        </w:tc>
        <w:tc>
          <w:tcPr>
            <w:tcW w:w="3441" w:type="dxa"/>
            <w:vAlign w:val="top"/>
          </w:tcPr>
          <w:p w14:paraId="350E19E3" w14:textId="011302D2" w:rsidR="00915327" w:rsidRPr="0018110D" w:rsidRDefault="001B7084" w:rsidP="00932ED5">
            <w:p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Student response c</w:t>
            </w:r>
            <w:r w:rsidR="00915327" w:rsidRPr="0018110D">
              <w:rPr>
                <w:i/>
                <w:color w:val="FF0000"/>
                <w:sz w:val="22"/>
                <w:szCs w:val="22"/>
              </w:rPr>
              <w:t>an include</w:t>
            </w:r>
            <w:r w:rsidRPr="0018110D">
              <w:rPr>
                <w:i/>
                <w:color w:val="FF0000"/>
                <w:sz w:val="22"/>
                <w:szCs w:val="22"/>
              </w:rPr>
              <w:t>, but is not limited to:</w:t>
            </w:r>
            <w:r w:rsidR="00915327" w:rsidRPr="0018110D">
              <w:rPr>
                <w:i/>
                <w:color w:val="FF0000"/>
                <w:sz w:val="22"/>
                <w:szCs w:val="22"/>
              </w:rPr>
              <w:t xml:space="preserve">  </w:t>
            </w:r>
          </w:p>
          <w:p w14:paraId="7903EAE9" w14:textId="77777777" w:rsidR="00915327" w:rsidRPr="0018110D" w:rsidRDefault="00915327" w:rsidP="00932ED5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Keep hands clear of rotating blade</w:t>
            </w:r>
          </w:p>
          <w:p w14:paraId="2657D77F" w14:textId="77777777" w:rsidR="00915327" w:rsidRPr="0018110D" w:rsidRDefault="00915327" w:rsidP="00932ED5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Secure job in vice</w:t>
            </w:r>
          </w:p>
          <w:p w14:paraId="12F2D784" w14:textId="77777777" w:rsidR="00915327" w:rsidRPr="0018110D" w:rsidRDefault="00915327" w:rsidP="00932ED5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 xml:space="preserve">Pinch points </w:t>
            </w:r>
          </w:p>
          <w:p w14:paraId="09429529" w14:textId="77777777" w:rsidR="00915327" w:rsidRPr="0018110D" w:rsidRDefault="00915327" w:rsidP="00932ED5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Sharp edges on cut sections</w:t>
            </w:r>
          </w:p>
          <w:p w14:paraId="5A60EDD4" w14:textId="77777777" w:rsidR="00915327" w:rsidRPr="0018110D" w:rsidRDefault="00915327" w:rsidP="00932ED5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Falling objects when parts cut</w:t>
            </w:r>
          </w:p>
        </w:tc>
        <w:tc>
          <w:tcPr>
            <w:tcW w:w="3503" w:type="dxa"/>
            <w:vAlign w:val="top"/>
          </w:tcPr>
          <w:p w14:paraId="5390D719" w14:textId="515FE205" w:rsidR="00915327" w:rsidRPr="0018110D" w:rsidRDefault="001B7084" w:rsidP="00932ED5">
            <w:p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Student response c</w:t>
            </w:r>
            <w:r w:rsidR="00915327" w:rsidRPr="0018110D">
              <w:rPr>
                <w:i/>
                <w:color w:val="FF0000"/>
                <w:sz w:val="22"/>
                <w:szCs w:val="22"/>
              </w:rPr>
              <w:t>an include</w:t>
            </w:r>
            <w:r w:rsidRPr="0018110D">
              <w:rPr>
                <w:i/>
                <w:color w:val="FF0000"/>
                <w:sz w:val="22"/>
                <w:szCs w:val="22"/>
              </w:rPr>
              <w:t>, but is not limited to:</w:t>
            </w:r>
            <w:r w:rsidR="00915327" w:rsidRPr="0018110D">
              <w:rPr>
                <w:i/>
                <w:color w:val="FF0000"/>
                <w:sz w:val="22"/>
                <w:szCs w:val="22"/>
              </w:rPr>
              <w:t xml:space="preserve">  </w:t>
            </w:r>
          </w:p>
          <w:p w14:paraId="7698C84C" w14:textId="77777777" w:rsidR="00915327" w:rsidRPr="0018110D" w:rsidRDefault="00915327" w:rsidP="00932ED5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Safety glasses</w:t>
            </w:r>
          </w:p>
          <w:p w14:paraId="5E49133A" w14:textId="77777777" w:rsidR="00915327" w:rsidRPr="0018110D" w:rsidRDefault="00915327" w:rsidP="00932ED5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Safety footwear</w:t>
            </w:r>
          </w:p>
          <w:p w14:paraId="52FB3435" w14:textId="77777777" w:rsidR="00915327" w:rsidRPr="0018110D" w:rsidRDefault="00151CA6" w:rsidP="00932ED5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Cotton drill clothing</w:t>
            </w:r>
          </w:p>
          <w:p w14:paraId="34738F95" w14:textId="0EF02A00" w:rsidR="00151CA6" w:rsidRPr="0018110D" w:rsidRDefault="00151CA6" w:rsidP="00932ED5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Hearing protection</w:t>
            </w:r>
          </w:p>
        </w:tc>
      </w:tr>
      <w:tr w:rsidR="00915327" w14:paraId="7B2DA748" w14:textId="77777777" w:rsidTr="00915327">
        <w:trPr>
          <w:trHeight w:val="2948"/>
        </w:trPr>
        <w:tc>
          <w:tcPr>
            <w:tcW w:w="2698" w:type="dxa"/>
          </w:tcPr>
          <w:p w14:paraId="633B07F8" w14:textId="7231B949" w:rsidR="00915327" w:rsidRPr="00F017E3" w:rsidRDefault="00915327" w:rsidP="00915327">
            <w:pPr>
              <w:rPr>
                <w:sz w:val="22"/>
                <w:szCs w:val="22"/>
              </w:rPr>
            </w:pPr>
            <w:r w:rsidRPr="00F017E3">
              <w:rPr>
                <w:sz w:val="22"/>
                <w:szCs w:val="22"/>
              </w:rPr>
              <w:t>Guillotine</w:t>
            </w:r>
          </w:p>
        </w:tc>
        <w:tc>
          <w:tcPr>
            <w:tcW w:w="3441" w:type="dxa"/>
            <w:vAlign w:val="top"/>
          </w:tcPr>
          <w:p w14:paraId="4E4BAA86" w14:textId="666EA857" w:rsidR="00915327" w:rsidRPr="0018110D" w:rsidRDefault="001B7084" w:rsidP="00915327">
            <w:p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Student response c</w:t>
            </w:r>
            <w:r w:rsidR="00915327" w:rsidRPr="0018110D">
              <w:rPr>
                <w:i/>
                <w:color w:val="FF0000"/>
                <w:sz w:val="22"/>
                <w:szCs w:val="22"/>
              </w:rPr>
              <w:t>an include</w:t>
            </w:r>
            <w:r w:rsidRPr="0018110D">
              <w:rPr>
                <w:i/>
                <w:color w:val="FF0000"/>
                <w:sz w:val="22"/>
                <w:szCs w:val="22"/>
              </w:rPr>
              <w:t>, but is not limited to:</w:t>
            </w:r>
            <w:r w:rsidR="00915327" w:rsidRPr="0018110D">
              <w:rPr>
                <w:i/>
                <w:color w:val="FF0000"/>
                <w:sz w:val="22"/>
                <w:szCs w:val="22"/>
              </w:rPr>
              <w:t xml:space="preserve">  </w:t>
            </w:r>
          </w:p>
          <w:p w14:paraId="47D9B158" w14:textId="77777777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Ensure parts to be cut under clamps</w:t>
            </w:r>
          </w:p>
          <w:p w14:paraId="05754E92" w14:textId="77777777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Pinch points</w:t>
            </w:r>
          </w:p>
          <w:p w14:paraId="0053E31A" w14:textId="77777777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Keep fingers clear of blade and clamps</w:t>
            </w:r>
          </w:p>
          <w:p w14:paraId="2D3C086E" w14:textId="77777777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Sharp edges on cut material</w:t>
            </w:r>
          </w:p>
          <w:p w14:paraId="731C2F56" w14:textId="43236298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Never back feed material into machine</w:t>
            </w:r>
          </w:p>
          <w:p w14:paraId="6AADA27D" w14:textId="7B0D07F5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Make sure no one is standing behind machine</w:t>
            </w:r>
          </w:p>
        </w:tc>
        <w:tc>
          <w:tcPr>
            <w:tcW w:w="3503" w:type="dxa"/>
            <w:vAlign w:val="top"/>
          </w:tcPr>
          <w:p w14:paraId="0CA67E2E" w14:textId="3E3D04B2" w:rsidR="00915327" w:rsidRPr="0018110D" w:rsidRDefault="001B7084" w:rsidP="00915327">
            <w:p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Student response c</w:t>
            </w:r>
            <w:r w:rsidR="00915327" w:rsidRPr="0018110D">
              <w:rPr>
                <w:i/>
                <w:color w:val="FF0000"/>
                <w:sz w:val="22"/>
                <w:szCs w:val="22"/>
              </w:rPr>
              <w:t>an include</w:t>
            </w:r>
            <w:r w:rsidRPr="0018110D">
              <w:rPr>
                <w:i/>
                <w:color w:val="FF0000"/>
                <w:sz w:val="22"/>
                <w:szCs w:val="22"/>
              </w:rPr>
              <w:t>, but is not limited to:</w:t>
            </w:r>
            <w:r w:rsidR="00915327" w:rsidRPr="0018110D">
              <w:rPr>
                <w:i/>
                <w:color w:val="FF0000"/>
                <w:sz w:val="22"/>
                <w:szCs w:val="22"/>
              </w:rPr>
              <w:t xml:space="preserve">  </w:t>
            </w:r>
          </w:p>
          <w:p w14:paraId="6A436C59" w14:textId="77777777" w:rsidR="00915327" w:rsidRPr="0018110D" w:rsidRDefault="00915327" w:rsidP="00915327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Safety glasses</w:t>
            </w:r>
          </w:p>
          <w:p w14:paraId="37A070AB" w14:textId="77777777" w:rsidR="00915327" w:rsidRPr="0018110D" w:rsidRDefault="00915327" w:rsidP="00915327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Safety footwear</w:t>
            </w:r>
          </w:p>
          <w:p w14:paraId="210F1DE6" w14:textId="3AE9BCD2" w:rsidR="00915327" w:rsidRPr="0018110D" w:rsidRDefault="00151CA6" w:rsidP="00915327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 xml:space="preserve">Cotton drill </w:t>
            </w:r>
            <w:r w:rsidR="00915327" w:rsidRPr="0018110D">
              <w:rPr>
                <w:i/>
                <w:color w:val="FF0000"/>
                <w:sz w:val="22"/>
                <w:szCs w:val="22"/>
              </w:rPr>
              <w:t>clothing</w:t>
            </w:r>
          </w:p>
          <w:p w14:paraId="223F8DBF" w14:textId="21E2A9C5" w:rsidR="00915327" w:rsidRPr="0018110D" w:rsidRDefault="00915327" w:rsidP="00915327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Hearing protection</w:t>
            </w:r>
          </w:p>
        </w:tc>
      </w:tr>
      <w:tr w:rsidR="00915327" w14:paraId="044ECCF9" w14:textId="77777777" w:rsidTr="00915327">
        <w:trPr>
          <w:trHeight w:val="2948"/>
        </w:trPr>
        <w:tc>
          <w:tcPr>
            <w:tcW w:w="2698" w:type="dxa"/>
          </w:tcPr>
          <w:p w14:paraId="46749E5C" w14:textId="5470A1FC" w:rsidR="00915327" w:rsidRPr="00F017E3" w:rsidRDefault="00EC2A85" w:rsidP="00915327">
            <w:pPr>
              <w:rPr>
                <w:sz w:val="22"/>
                <w:szCs w:val="22"/>
              </w:rPr>
            </w:pPr>
            <w:r w:rsidRPr="00F017E3">
              <w:rPr>
                <w:sz w:val="22"/>
                <w:szCs w:val="22"/>
              </w:rPr>
              <w:t>Punch and shear</w:t>
            </w:r>
          </w:p>
        </w:tc>
        <w:tc>
          <w:tcPr>
            <w:tcW w:w="3441" w:type="dxa"/>
            <w:vAlign w:val="top"/>
          </w:tcPr>
          <w:p w14:paraId="66F17838" w14:textId="77777777" w:rsidR="001B7084" w:rsidRPr="0018110D" w:rsidRDefault="001B7084" w:rsidP="001B7084">
            <w:p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 xml:space="preserve">Student response can include, but is not limited to:  </w:t>
            </w:r>
          </w:p>
          <w:p w14:paraId="68DC5658" w14:textId="63BA7928" w:rsidR="00915327" w:rsidRPr="0018110D" w:rsidRDefault="001B7084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 w:rsidDel="001B7084">
              <w:rPr>
                <w:i/>
                <w:color w:val="FF0000"/>
                <w:sz w:val="22"/>
                <w:szCs w:val="22"/>
              </w:rPr>
              <w:t xml:space="preserve"> </w:t>
            </w:r>
            <w:r w:rsidR="00915327" w:rsidRPr="0018110D">
              <w:rPr>
                <w:i/>
                <w:color w:val="FF0000"/>
                <w:sz w:val="22"/>
                <w:szCs w:val="22"/>
              </w:rPr>
              <w:t>Ensure parts to be cut under clamps</w:t>
            </w:r>
          </w:p>
          <w:p w14:paraId="67E94FF9" w14:textId="77777777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Pinch points</w:t>
            </w:r>
          </w:p>
          <w:p w14:paraId="7CADF3C5" w14:textId="77777777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Keep fingers clear of blade and clamps</w:t>
            </w:r>
          </w:p>
          <w:p w14:paraId="386DD77C" w14:textId="77777777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Sharp edges on cut material</w:t>
            </w:r>
          </w:p>
          <w:p w14:paraId="68F080E4" w14:textId="3ED31B80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Never back feed material into machine</w:t>
            </w:r>
          </w:p>
          <w:p w14:paraId="02EC0AFD" w14:textId="17AEDAFA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Never operate machine if someone is standing behind it</w:t>
            </w:r>
          </w:p>
        </w:tc>
        <w:tc>
          <w:tcPr>
            <w:tcW w:w="3503" w:type="dxa"/>
            <w:vAlign w:val="top"/>
          </w:tcPr>
          <w:p w14:paraId="55D99525" w14:textId="77777777" w:rsidR="001B7084" w:rsidRPr="0018110D" w:rsidRDefault="001B7084" w:rsidP="001B7084">
            <w:p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 xml:space="preserve">Student response can include, but is not limited to:  </w:t>
            </w:r>
          </w:p>
          <w:p w14:paraId="33E7128C" w14:textId="77777777" w:rsidR="00151CA6" w:rsidRPr="0018110D" w:rsidRDefault="001B7084" w:rsidP="00151CA6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 w:rsidDel="001B7084">
              <w:rPr>
                <w:i/>
                <w:color w:val="FF0000"/>
                <w:sz w:val="22"/>
                <w:szCs w:val="22"/>
              </w:rPr>
              <w:t xml:space="preserve"> </w:t>
            </w:r>
            <w:r w:rsidR="00151CA6" w:rsidRPr="0018110D">
              <w:rPr>
                <w:i/>
                <w:color w:val="FF0000"/>
                <w:sz w:val="22"/>
                <w:szCs w:val="22"/>
              </w:rPr>
              <w:t>Safety glasses</w:t>
            </w:r>
          </w:p>
          <w:p w14:paraId="42BF57CE" w14:textId="77777777" w:rsidR="00151CA6" w:rsidRPr="0018110D" w:rsidRDefault="00151CA6" w:rsidP="00151CA6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Safety footwear</w:t>
            </w:r>
          </w:p>
          <w:p w14:paraId="41985699" w14:textId="77777777" w:rsidR="00151CA6" w:rsidRPr="0018110D" w:rsidRDefault="00151CA6" w:rsidP="00151CA6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Cotton drill clothing</w:t>
            </w:r>
          </w:p>
          <w:p w14:paraId="346E3E0A" w14:textId="0C3F007B" w:rsidR="00915327" w:rsidRPr="0018110D" w:rsidRDefault="00151CA6" w:rsidP="00151CA6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Hearing protection</w:t>
            </w:r>
          </w:p>
        </w:tc>
      </w:tr>
      <w:tr w:rsidR="00915327" w14:paraId="55B53057" w14:textId="77777777" w:rsidTr="00915327">
        <w:trPr>
          <w:trHeight w:val="2948"/>
        </w:trPr>
        <w:tc>
          <w:tcPr>
            <w:tcW w:w="2698" w:type="dxa"/>
          </w:tcPr>
          <w:p w14:paraId="035C9DCF" w14:textId="040F89BD" w:rsidR="00915327" w:rsidRPr="00F017E3" w:rsidRDefault="00915327" w:rsidP="00915327">
            <w:pPr>
              <w:rPr>
                <w:sz w:val="22"/>
                <w:szCs w:val="22"/>
              </w:rPr>
            </w:pPr>
            <w:r w:rsidRPr="00F017E3">
              <w:rPr>
                <w:sz w:val="22"/>
                <w:szCs w:val="22"/>
              </w:rPr>
              <w:t>Cold cut off saw</w:t>
            </w:r>
          </w:p>
        </w:tc>
        <w:tc>
          <w:tcPr>
            <w:tcW w:w="3441" w:type="dxa"/>
            <w:vAlign w:val="top"/>
          </w:tcPr>
          <w:p w14:paraId="375B6B6A" w14:textId="77777777" w:rsidR="001B7084" w:rsidRPr="0018110D" w:rsidRDefault="001B7084" w:rsidP="001B7084">
            <w:p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 xml:space="preserve">Student response can include, but is not limited to:  </w:t>
            </w:r>
          </w:p>
          <w:p w14:paraId="1D656BC8" w14:textId="0924B383" w:rsidR="00915327" w:rsidRPr="0018110D" w:rsidRDefault="001B7084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 w:rsidDel="001B7084">
              <w:rPr>
                <w:i/>
                <w:color w:val="FF0000"/>
                <w:sz w:val="22"/>
                <w:szCs w:val="22"/>
              </w:rPr>
              <w:t xml:space="preserve"> </w:t>
            </w:r>
            <w:r w:rsidR="00915327" w:rsidRPr="0018110D">
              <w:rPr>
                <w:i/>
                <w:color w:val="FF0000"/>
                <w:sz w:val="22"/>
                <w:szCs w:val="22"/>
              </w:rPr>
              <w:t>Ensure parts to be cut are secure in vice</w:t>
            </w:r>
          </w:p>
          <w:p w14:paraId="56E487E9" w14:textId="77777777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Pinch points</w:t>
            </w:r>
          </w:p>
          <w:p w14:paraId="183ECE96" w14:textId="26379CFA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 xml:space="preserve">Keep fingers clear of rotating blade </w:t>
            </w:r>
          </w:p>
          <w:p w14:paraId="131EB6F7" w14:textId="7845C8CE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Sharp edges on cut material</w:t>
            </w:r>
          </w:p>
        </w:tc>
        <w:tc>
          <w:tcPr>
            <w:tcW w:w="3503" w:type="dxa"/>
            <w:vAlign w:val="top"/>
          </w:tcPr>
          <w:p w14:paraId="6D02FE25" w14:textId="77777777" w:rsidR="001B7084" w:rsidRPr="0018110D" w:rsidRDefault="001B7084" w:rsidP="001B7084">
            <w:p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 xml:space="preserve">Student response can include, but is not limited to:  </w:t>
            </w:r>
          </w:p>
          <w:p w14:paraId="4D333738" w14:textId="77777777" w:rsidR="00151CA6" w:rsidRPr="0018110D" w:rsidRDefault="001B7084" w:rsidP="00151CA6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 w:rsidDel="001B7084">
              <w:rPr>
                <w:i/>
                <w:color w:val="FF0000"/>
                <w:sz w:val="22"/>
                <w:szCs w:val="22"/>
              </w:rPr>
              <w:t xml:space="preserve"> </w:t>
            </w:r>
            <w:r w:rsidR="00151CA6" w:rsidRPr="0018110D">
              <w:rPr>
                <w:i/>
                <w:color w:val="FF0000"/>
                <w:sz w:val="22"/>
                <w:szCs w:val="22"/>
              </w:rPr>
              <w:t>Safety glasses</w:t>
            </w:r>
          </w:p>
          <w:p w14:paraId="40DA3DAE" w14:textId="77777777" w:rsidR="00151CA6" w:rsidRPr="0018110D" w:rsidRDefault="00151CA6" w:rsidP="00151CA6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Safety footwear</w:t>
            </w:r>
          </w:p>
          <w:p w14:paraId="0F7D09FD" w14:textId="77777777" w:rsidR="00151CA6" w:rsidRPr="0018110D" w:rsidRDefault="00151CA6" w:rsidP="00151CA6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Cotton drill clothing</w:t>
            </w:r>
          </w:p>
          <w:p w14:paraId="1C5DCE04" w14:textId="4AF4F737" w:rsidR="00915327" w:rsidRPr="0018110D" w:rsidRDefault="00151CA6" w:rsidP="00151CA6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Hearing protection</w:t>
            </w:r>
          </w:p>
        </w:tc>
      </w:tr>
      <w:tr w:rsidR="00915327" w14:paraId="19CBC457" w14:textId="77777777" w:rsidTr="00915327">
        <w:trPr>
          <w:trHeight w:val="2948"/>
        </w:trPr>
        <w:tc>
          <w:tcPr>
            <w:tcW w:w="2698" w:type="dxa"/>
          </w:tcPr>
          <w:p w14:paraId="7D1806CD" w14:textId="28F604BD" w:rsidR="00915327" w:rsidRPr="00F017E3" w:rsidRDefault="00915327" w:rsidP="00915327">
            <w:pPr>
              <w:rPr>
                <w:sz w:val="22"/>
                <w:szCs w:val="22"/>
              </w:rPr>
            </w:pPr>
            <w:r w:rsidRPr="00F017E3">
              <w:rPr>
                <w:sz w:val="22"/>
                <w:szCs w:val="22"/>
              </w:rPr>
              <w:t>Abrasive cut off saw</w:t>
            </w:r>
          </w:p>
        </w:tc>
        <w:tc>
          <w:tcPr>
            <w:tcW w:w="3441" w:type="dxa"/>
            <w:vAlign w:val="top"/>
          </w:tcPr>
          <w:p w14:paraId="134C10E8" w14:textId="77777777" w:rsidR="001B7084" w:rsidRPr="0018110D" w:rsidRDefault="001B7084" w:rsidP="001B7084">
            <w:p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 xml:space="preserve">Student response can include, but is not limited to:  </w:t>
            </w:r>
          </w:p>
          <w:p w14:paraId="5FF20439" w14:textId="792BB82A" w:rsidR="00915327" w:rsidRPr="0018110D" w:rsidRDefault="001B7084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 w:rsidDel="001B7084">
              <w:rPr>
                <w:i/>
                <w:color w:val="FF0000"/>
                <w:sz w:val="22"/>
                <w:szCs w:val="22"/>
              </w:rPr>
              <w:t xml:space="preserve"> </w:t>
            </w:r>
            <w:r w:rsidR="00915327" w:rsidRPr="0018110D">
              <w:rPr>
                <w:i/>
                <w:color w:val="FF0000"/>
                <w:sz w:val="22"/>
                <w:szCs w:val="22"/>
              </w:rPr>
              <w:t>Ensure parts to be cut are secure in vice</w:t>
            </w:r>
          </w:p>
          <w:p w14:paraId="6298EE0C" w14:textId="77777777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Pinch points</w:t>
            </w:r>
          </w:p>
          <w:p w14:paraId="1FF13F6B" w14:textId="77777777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Keep fingers clear of rotating disc</w:t>
            </w:r>
          </w:p>
          <w:p w14:paraId="051AA56C" w14:textId="6CBCB4BA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Sharp edges on cut material</w:t>
            </w:r>
          </w:p>
          <w:p w14:paraId="1DC9D72B" w14:textId="64F8E6E8" w:rsidR="00915327" w:rsidRPr="0018110D" w:rsidRDefault="00915327" w:rsidP="00915327">
            <w:pPr>
              <w:pStyle w:val="ListParagraph"/>
              <w:numPr>
                <w:ilvl w:val="0"/>
                <w:numId w:val="32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Parts being cut are hot from friction</w:t>
            </w:r>
          </w:p>
        </w:tc>
        <w:tc>
          <w:tcPr>
            <w:tcW w:w="3503" w:type="dxa"/>
            <w:vAlign w:val="top"/>
          </w:tcPr>
          <w:p w14:paraId="31CC7048" w14:textId="77777777" w:rsidR="001B7084" w:rsidRPr="0018110D" w:rsidRDefault="001B7084" w:rsidP="001B7084">
            <w:p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 xml:space="preserve">Student response can include, but is not limited to:  </w:t>
            </w:r>
          </w:p>
          <w:p w14:paraId="49B040C3" w14:textId="6FFF695C" w:rsidR="00915327" w:rsidRPr="0018110D" w:rsidRDefault="001B7084" w:rsidP="00915327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 w:rsidDel="001B7084">
              <w:rPr>
                <w:i/>
                <w:color w:val="FF0000"/>
                <w:sz w:val="22"/>
                <w:szCs w:val="22"/>
              </w:rPr>
              <w:t xml:space="preserve"> </w:t>
            </w:r>
            <w:r w:rsidR="00915327" w:rsidRPr="0018110D">
              <w:rPr>
                <w:i/>
                <w:color w:val="FF0000"/>
                <w:sz w:val="22"/>
                <w:szCs w:val="22"/>
              </w:rPr>
              <w:t>Safety glasses</w:t>
            </w:r>
          </w:p>
          <w:p w14:paraId="09B15A40" w14:textId="77777777" w:rsidR="00915327" w:rsidRPr="0018110D" w:rsidRDefault="00915327" w:rsidP="00915327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Safety footwear</w:t>
            </w:r>
          </w:p>
          <w:p w14:paraId="73E001D1" w14:textId="2239DC11" w:rsidR="00915327" w:rsidRPr="0018110D" w:rsidRDefault="00151CA6" w:rsidP="00915327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 xml:space="preserve">Cotton drill </w:t>
            </w:r>
            <w:r w:rsidR="00915327" w:rsidRPr="0018110D">
              <w:rPr>
                <w:i/>
                <w:color w:val="FF0000"/>
                <w:sz w:val="22"/>
                <w:szCs w:val="22"/>
              </w:rPr>
              <w:t>clothing</w:t>
            </w:r>
          </w:p>
          <w:p w14:paraId="73B2B472" w14:textId="7D86457C" w:rsidR="00915327" w:rsidRPr="0018110D" w:rsidRDefault="00915327" w:rsidP="00915327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Hearing protection</w:t>
            </w:r>
          </w:p>
          <w:p w14:paraId="6350474A" w14:textId="475249F1" w:rsidR="00915327" w:rsidRPr="0018110D" w:rsidRDefault="00915327" w:rsidP="00915327">
            <w:pPr>
              <w:pStyle w:val="ListParagraph"/>
              <w:numPr>
                <w:ilvl w:val="0"/>
                <w:numId w:val="33"/>
              </w:numPr>
              <w:rPr>
                <w:i/>
                <w:color w:val="FF0000"/>
                <w:sz w:val="22"/>
                <w:szCs w:val="22"/>
              </w:rPr>
            </w:pPr>
            <w:r w:rsidRPr="0018110D">
              <w:rPr>
                <w:i/>
                <w:color w:val="FF0000"/>
                <w:sz w:val="22"/>
                <w:szCs w:val="22"/>
              </w:rPr>
              <w:t>Dust mask or respirator</w:t>
            </w:r>
          </w:p>
        </w:tc>
      </w:tr>
    </w:tbl>
    <w:p w14:paraId="4F615069" w14:textId="1FF252F5" w:rsidR="00F95C3E" w:rsidRDefault="00F95C3E" w:rsidP="00915327">
      <w:pPr>
        <w:pStyle w:val="Body"/>
        <w:rPr>
          <w:sz w:val="22"/>
          <w:szCs w:val="22"/>
        </w:rPr>
      </w:pPr>
    </w:p>
    <w:p w14:paraId="6EB13C7A" w14:textId="0C2BA9F2" w:rsidR="00915327" w:rsidRDefault="00915327" w:rsidP="00915327">
      <w:pPr>
        <w:pStyle w:val="Body"/>
        <w:rPr>
          <w:sz w:val="22"/>
          <w:szCs w:val="22"/>
        </w:rPr>
      </w:pPr>
    </w:p>
    <w:p w14:paraId="589C4709" w14:textId="77777777" w:rsidR="00F017E3" w:rsidRDefault="00F017E3" w:rsidP="00431E8F">
      <w:pPr>
        <w:tabs>
          <w:tab w:val="clear" w:pos="284"/>
          <w:tab w:val="left" w:pos="1080"/>
        </w:tabs>
        <w:rPr>
          <w:noProof/>
          <w:sz w:val="22"/>
          <w:szCs w:val="22"/>
          <w:lang w:eastAsia="en-AU"/>
        </w:rPr>
      </w:pPr>
    </w:p>
    <w:p w14:paraId="43DE75C6" w14:textId="4DDC5FD8" w:rsidR="0060436B" w:rsidRPr="00EC2A85" w:rsidRDefault="0060436B" w:rsidP="00530441">
      <w:pPr>
        <w:tabs>
          <w:tab w:val="clear" w:pos="284"/>
          <w:tab w:val="left" w:pos="1080"/>
        </w:tabs>
        <w:rPr>
          <w:i/>
          <w:color w:val="808080" w:themeColor="background1" w:themeShade="80"/>
          <w:sz w:val="22"/>
          <w:szCs w:val="22"/>
        </w:rPr>
      </w:pPr>
    </w:p>
    <w:sectPr w:rsidR="0060436B" w:rsidRPr="00EC2A85" w:rsidSect="00932305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24BEE" w14:textId="77777777" w:rsidR="00EE3178" w:rsidRDefault="00EE3178">
      <w:pPr>
        <w:spacing w:before="0" w:after="0" w:line="240" w:lineRule="auto"/>
      </w:pPr>
      <w:r>
        <w:separator/>
      </w:r>
    </w:p>
  </w:endnote>
  <w:endnote w:type="continuationSeparator" w:id="0">
    <w:p w14:paraId="0EE5804D" w14:textId="77777777" w:rsidR="00EE3178" w:rsidRDefault="00EE317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81B1B" w14:textId="77777777" w:rsidR="00EE3178" w:rsidRPr="004820C4" w:rsidRDefault="00EE3178" w:rsidP="00932305">
    <w:pPr>
      <w:pStyle w:val="Footer-DocumentTitleLeft"/>
    </w:pPr>
  </w:p>
  <w:p w14:paraId="7024C5A7" w14:textId="77777777" w:rsidR="00EE3178" w:rsidRDefault="00EE3178" w:rsidP="00932305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4DBF98C5" w14:textId="77777777" w:rsidR="00EE3178" w:rsidRPr="0006452B" w:rsidRDefault="00EE3178" w:rsidP="00932305"/>
  <w:p w14:paraId="4A549635" w14:textId="77777777" w:rsidR="00EE3178" w:rsidRDefault="00EE3178" w:rsidP="009323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22152" w14:textId="42BB3AAF" w:rsidR="00EE3178" w:rsidRDefault="00EE3178" w:rsidP="000C2A2E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35013972"/>
        <w:placeholder>
          <w:docPart w:val="05D17F34CE54431B95CF0569603981A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MEM05005B_MG_Kn_1of3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2D01B4">
      <w:rPr>
        <w:noProof/>
      </w:rPr>
      <w:t>10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2D01B4">
      <w:rPr>
        <w:noProof/>
      </w:rPr>
      <w:t>15</w:t>
    </w:r>
    <w:r>
      <w:rPr>
        <w:noProof/>
      </w:rPr>
      <w:fldChar w:fldCharType="end"/>
    </w:r>
  </w:p>
  <w:p w14:paraId="5BB649E5" w14:textId="5E78C9F3" w:rsidR="00EE3178" w:rsidRDefault="00EE3178" w:rsidP="000C2A2E">
    <w:pPr>
      <w:pStyle w:val="Bodyfooter"/>
      <w:rPr>
        <w:noProof/>
      </w:rPr>
    </w:pPr>
    <w:r>
      <w:rPr>
        <w:noProof/>
      </w:rPr>
      <w:t>Resource ID: MRS_18_04_MEM05005B_MG_Kn_1of3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EE22B" w14:textId="37635854" w:rsidR="00EE3178" w:rsidRPr="008D467A" w:rsidRDefault="00EE3178" w:rsidP="00932305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37</w:t>
    </w:r>
    <w:r>
      <w:rPr>
        <w:noProof/>
      </w:rPr>
      <w:fldChar w:fldCharType="end"/>
    </w:r>
  </w:p>
  <w:p w14:paraId="42576011" w14:textId="77777777" w:rsidR="00EE3178" w:rsidRPr="008948B1" w:rsidRDefault="00EE3178" w:rsidP="00932305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2D0D4651" w14:textId="77777777" w:rsidR="00EE3178" w:rsidRPr="00AA3155" w:rsidRDefault="00EE3178" w:rsidP="00932305">
    <w:pPr>
      <w:pStyle w:val="Footer"/>
    </w:pPr>
  </w:p>
  <w:p w14:paraId="714F589B" w14:textId="77777777" w:rsidR="00EE3178" w:rsidRDefault="00EE3178" w:rsidP="009323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90CA6" w14:textId="77777777" w:rsidR="00EE3178" w:rsidRDefault="00EE3178">
      <w:pPr>
        <w:spacing w:before="0" w:after="0" w:line="240" w:lineRule="auto"/>
      </w:pPr>
      <w:r>
        <w:separator/>
      </w:r>
    </w:p>
  </w:footnote>
  <w:footnote w:type="continuationSeparator" w:id="0">
    <w:p w14:paraId="458CCC2B" w14:textId="77777777" w:rsidR="00EE3178" w:rsidRDefault="00EE317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49C87" w14:textId="77777777" w:rsidR="00EE3178" w:rsidRDefault="00EE3178" w:rsidP="00932305"/>
  <w:p w14:paraId="7095C24E" w14:textId="77777777" w:rsidR="00EE3178" w:rsidRDefault="00EE3178" w:rsidP="009323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7B451" w14:textId="77777777" w:rsidR="00EE3178" w:rsidRDefault="00EE3178" w:rsidP="00932305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16AFD5A5" wp14:editId="72A3D42F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14CB3" w14:textId="77777777" w:rsidR="00EE3178" w:rsidRDefault="00EE3178" w:rsidP="00932305">
    <w:pPr>
      <w:pStyle w:val="Header"/>
    </w:pPr>
  </w:p>
  <w:p w14:paraId="172851C9" w14:textId="77777777" w:rsidR="00EE3178" w:rsidRDefault="00EE3178" w:rsidP="009323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D3A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41EDD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A7AB8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5B66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C097C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11F"/>
    <w:multiLevelType w:val="hybridMultilevel"/>
    <w:tmpl w:val="84A666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12094"/>
    <w:multiLevelType w:val="hybridMultilevel"/>
    <w:tmpl w:val="1DEEA2C4"/>
    <w:lvl w:ilvl="0" w:tplc="42540CA2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F14F3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84D6C"/>
    <w:multiLevelType w:val="hybridMultilevel"/>
    <w:tmpl w:val="EC6693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B509D"/>
    <w:multiLevelType w:val="hybridMultilevel"/>
    <w:tmpl w:val="C7D6E560"/>
    <w:lvl w:ilvl="0" w:tplc="6B40E6A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0AB1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FC32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50A5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C4CB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046B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CA9A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5201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C664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B134E9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52945"/>
    <w:multiLevelType w:val="hybridMultilevel"/>
    <w:tmpl w:val="84A666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2E3A52"/>
    <w:multiLevelType w:val="hybridMultilevel"/>
    <w:tmpl w:val="59487266"/>
    <w:lvl w:ilvl="0" w:tplc="C51EC17C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51B83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34894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F20088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5F1B1C"/>
    <w:multiLevelType w:val="hybridMultilevel"/>
    <w:tmpl w:val="84A666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B563E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615FA"/>
    <w:multiLevelType w:val="hybridMultilevel"/>
    <w:tmpl w:val="F2DA347E"/>
    <w:lvl w:ilvl="0" w:tplc="72C6841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C79E85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D0AD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B24B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AC59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E03B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274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442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6EAA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20" w15:restartNumberingAfterBreak="0">
    <w:nsid w:val="2F796452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264159"/>
    <w:multiLevelType w:val="hybridMultilevel"/>
    <w:tmpl w:val="667C43EC"/>
    <w:lvl w:ilvl="0" w:tplc="60D43F9E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1B84020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898C297C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D2652AC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920D252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D689188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65E622C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85963244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E9C2503A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31862236"/>
    <w:multiLevelType w:val="hybridMultilevel"/>
    <w:tmpl w:val="59487266"/>
    <w:lvl w:ilvl="0" w:tplc="C51EC17C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AD3DEC"/>
    <w:multiLevelType w:val="hybridMultilevel"/>
    <w:tmpl w:val="37A0660C"/>
    <w:lvl w:ilvl="0" w:tplc="6E72642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78C6E6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5E90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3099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18FE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F6B2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8E07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5A12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E0C6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0C50D4"/>
    <w:multiLevelType w:val="hybridMultilevel"/>
    <w:tmpl w:val="524A69F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87E06C0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B815FC"/>
    <w:multiLevelType w:val="hybridMultilevel"/>
    <w:tmpl w:val="1CF09E6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A587E03"/>
    <w:multiLevelType w:val="hybridMultilevel"/>
    <w:tmpl w:val="59487266"/>
    <w:lvl w:ilvl="0" w:tplc="C51EC17C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2E6E64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F40714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2602C9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BC7B20"/>
    <w:multiLevelType w:val="hybridMultilevel"/>
    <w:tmpl w:val="19AE6B76"/>
    <w:lvl w:ilvl="0" w:tplc="46B4D41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13022D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FF5F73"/>
    <w:multiLevelType w:val="hybridMultilevel"/>
    <w:tmpl w:val="84A666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972ED9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6C5F93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1A6348"/>
    <w:multiLevelType w:val="hybridMultilevel"/>
    <w:tmpl w:val="59487266"/>
    <w:lvl w:ilvl="0" w:tplc="C51EC17C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B3FAE"/>
    <w:multiLevelType w:val="hybridMultilevel"/>
    <w:tmpl w:val="A89618B0"/>
    <w:lvl w:ilvl="0" w:tplc="668450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76628C" w:tentative="1">
      <w:start w:val="1"/>
      <w:numFmt w:val="lowerLetter"/>
      <w:lvlText w:val="%2."/>
      <w:lvlJc w:val="left"/>
      <w:pPr>
        <w:ind w:left="1440" w:hanging="360"/>
      </w:pPr>
    </w:lvl>
    <w:lvl w:ilvl="2" w:tplc="F0404914" w:tentative="1">
      <w:start w:val="1"/>
      <w:numFmt w:val="lowerRoman"/>
      <w:lvlText w:val="%3."/>
      <w:lvlJc w:val="right"/>
      <w:pPr>
        <w:ind w:left="2160" w:hanging="180"/>
      </w:pPr>
    </w:lvl>
    <w:lvl w:ilvl="3" w:tplc="D5E0A8B8" w:tentative="1">
      <w:start w:val="1"/>
      <w:numFmt w:val="decimal"/>
      <w:lvlText w:val="%4."/>
      <w:lvlJc w:val="left"/>
      <w:pPr>
        <w:ind w:left="2880" w:hanging="360"/>
      </w:pPr>
    </w:lvl>
    <w:lvl w:ilvl="4" w:tplc="0A5CECF0" w:tentative="1">
      <w:start w:val="1"/>
      <w:numFmt w:val="lowerLetter"/>
      <w:lvlText w:val="%5."/>
      <w:lvlJc w:val="left"/>
      <w:pPr>
        <w:ind w:left="3600" w:hanging="360"/>
      </w:pPr>
    </w:lvl>
    <w:lvl w:ilvl="5" w:tplc="62408C7A" w:tentative="1">
      <w:start w:val="1"/>
      <w:numFmt w:val="lowerRoman"/>
      <w:lvlText w:val="%6."/>
      <w:lvlJc w:val="right"/>
      <w:pPr>
        <w:ind w:left="4320" w:hanging="180"/>
      </w:pPr>
    </w:lvl>
    <w:lvl w:ilvl="6" w:tplc="A2B80730" w:tentative="1">
      <w:start w:val="1"/>
      <w:numFmt w:val="decimal"/>
      <w:lvlText w:val="%7."/>
      <w:lvlJc w:val="left"/>
      <w:pPr>
        <w:ind w:left="5040" w:hanging="360"/>
      </w:pPr>
    </w:lvl>
    <w:lvl w:ilvl="7" w:tplc="3572CEA0" w:tentative="1">
      <w:start w:val="1"/>
      <w:numFmt w:val="lowerLetter"/>
      <w:lvlText w:val="%8."/>
      <w:lvlJc w:val="left"/>
      <w:pPr>
        <w:ind w:left="5760" w:hanging="360"/>
      </w:pPr>
    </w:lvl>
    <w:lvl w:ilvl="8" w:tplc="6C02F4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5224CB"/>
    <w:multiLevelType w:val="hybridMultilevel"/>
    <w:tmpl w:val="4EB04B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2559D1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8F10B6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EC7B68"/>
    <w:multiLevelType w:val="hybridMultilevel"/>
    <w:tmpl w:val="A188454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4D7094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AC1FCA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D27BAF"/>
    <w:multiLevelType w:val="hybridMultilevel"/>
    <w:tmpl w:val="84A666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81315B"/>
    <w:multiLevelType w:val="hybridMultilevel"/>
    <w:tmpl w:val="560A4610"/>
    <w:lvl w:ilvl="0" w:tplc="108AE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2E14B6"/>
    <w:multiLevelType w:val="hybridMultilevel"/>
    <w:tmpl w:val="4232E460"/>
    <w:lvl w:ilvl="0" w:tplc="EDEC3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9C215A" w:tentative="1">
      <w:start w:val="1"/>
      <w:numFmt w:val="lowerLetter"/>
      <w:lvlText w:val="%2."/>
      <w:lvlJc w:val="left"/>
      <w:pPr>
        <w:ind w:left="1440" w:hanging="360"/>
      </w:pPr>
    </w:lvl>
    <w:lvl w:ilvl="2" w:tplc="C09C9CCE" w:tentative="1">
      <w:start w:val="1"/>
      <w:numFmt w:val="lowerRoman"/>
      <w:lvlText w:val="%3."/>
      <w:lvlJc w:val="right"/>
      <w:pPr>
        <w:ind w:left="2160" w:hanging="180"/>
      </w:pPr>
    </w:lvl>
    <w:lvl w:ilvl="3" w:tplc="F64A083E" w:tentative="1">
      <w:start w:val="1"/>
      <w:numFmt w:val="decimal"/>
      <w:lvlText w:val="%4."/>
      <w:lvlJc w:val="left"/>
      <w:pPr>
        <w:ind w:left="2880" w:hanging="360"/>
      </w:pPr>
    </w:lvl>
    <w:lvl w:ilvl="4" w:tplc="8A9ABA18" w:tentative="1">
      <w:start w:val="1"/>
      <w:numFmt w:val="lowerLetter"/>
      <w:lvlText w:val="%5."/>
      <w:lvlJc w:val="left"/>
      <w:pPr>
        <w:ind w:left="3600" w:hanging="360"/>
      </w:pPr>
    </w:lvl>
    <w:lvl w:ilvl="5" w:tplc="ADCC05F0" w:tentative="1">
      <w:start w:val="1"/>
      <w:numFmt w:val="lowerRoman"/>
      <w:lvlText w:val="%6."/>
      <w:lvlJc w:val="right"/>
      <w:pPr>
        <w:ind w:left="4320" w:hanging="180"/>
      </w:pPr>
    </w:lvl>
    <w:lvl w:ilvl="6" w:tplc="1A4C39C0" w:tentative="1">
      <w:start w:val="1"/>
      <w:numFmt w:val="decimal"/>
      <w:lvlText w:val="%7."/>
      <w:lvlJc w:val="left"/>
      <w:pPr>
        <w:ind w:left="5040" w:hanging="360"/>
      </w:pPr>
    </w:lvl>
    <w:lvl w:ilvl="7" w:tplc="F4A87B1E" w:tentative="1">
      <w:start w:val="1"/>
      <w:numFmt w:val="lowerLetter"/>
      <w:lvlText w:val="%8."/>
      <w:lvlJc w:val="left"/>
      <w:pPr>
        <w:ind w:left="5760" w:hanging="360"/>
      </w:pPr>
    </w:lvl>
    <w:lvl w:ilvl="8" w:tplc="B8D8BA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9F236D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430782"/>
    <w:multiLevelType w:val="hybridMultilevel"/>
    <w:tmpl w:val="4EF0D7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D532B8"/>
    <w:multiLevelType w:val="hybridMultilevel"/>
    <w:tmpl w:val="59487266"/>
    <w:lvl w:ilvl="0" w:tplc="C51EC17C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FC64FA"/>
    <w:multiLevelType w:val="hybridMultilevel"/>
    <w:tmpl w:val="84A666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2015E0"/>
    <w:multiLevelType w:val="hybridMultilevel"/>
    <w:tmpl w:val="FA0C34D8"/>
    <w:lvl w:ilvl="0" w:tplc="8F042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F86DB2C" w:tentative="1">
      <w:start w:val="1"/>
      <w:numFmt w:val="lowerLetter"/>
      <w:lvlText w:val="%2."/>
      <w:lvlJc w:val="left"/>
      <w:pPr>
        <w:ind w:left="1440" w:hanging="360"/>
      </w:pPr>
    </w:lvl>
    <w:lvl w:ilvl="2" w:tplc="D2463DFC" w:tentative="1">
      <w:start w:val="1"/>
      <w:numFmt w:val="lowerRoman"/>
      <w:lvlText w:val="%3."/>
      <w:lvlJc w:val="right"/>
      <w:pPr>
        <w:ind w:left="2160" w:hanging="180"/>
      </w:pPr>
    </w:lvl>
    <w:lvl w:ilvl="3" w:tplc="77A8FD30" w:tentative="1">
      <w:start w:val="1"/>
      <w:numFmt w:val="decimal"/>
      <w:lvlText w:val="%4."/>
      <w:lvlJc w:val="left"/>
      <w:pPr>
        <w:ind w:left="2880" w:hanging="360"/>
      </w:pPr>
    </w:lvl>
    <w:lvl w:ilvl="4" w:tplc="C7048E98" w:tentative="1">
      <w:start w:val="1"/>
      <w:numFmt w:val="lowerLetter"/>
      <w:lvlText w:val="%5."/>
      <w:lvlJc w:val="left"/>
      <w:pPr>
        <w:ind w:left="3600" w:hanging="360"/>
      </w:pPr>
    </w:lvl>
    <w:lvl w:ilvl="5" w:tplc="C5D413C4" w:tentative="1">
      <w:start w:val="1"/>
      <w:numFmt w:val="lowerRoman"/>
      <w:lvlText w:val="%6."/>
      <w:lvlJc w:val="right"/>
      <w:pPr>
        <w:ind w:left="4320" w:hanging="180"/>
      </w:pPr>
    </w:lvl>
    <w:lvl w:ilvl="6" w:tplc="8604D8AA" w:tentative="1">
      <w:start w:val="1"/>
      <w:numFmt w:val="decimal"/>
      <w:lvlText w:val="%7."/>
      <w:lvlJc w:val="left"/>
      <w:pPr>
        <w:ind w:left="5040" w:hanging="360"/>
      </w:pPr>
    </w:lvl>
    <w:lvl w:ilvl="7" w:tplc="769257B4" w:tentative="1">
      <w:start w:val="1"/>
      <w:numFmt w:val="lowerLetter"/>
      <w:lvlText w:val="%8."/>
      <w:lvlJc w:val="left"/>
      <w:pPr>
        <w:ind w:left="5760" w:hanging="360"/>
      </w:pPr>
    </w:lvl>
    <w:lvl w:ilvl="8" w:tplc="F9EC99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562587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467977"/>
    <w:multiLevelType w:val="hybridMultilevel"/>
    <w:tmpl w:val="6B0C15AA"/>
    <w:lvl w:ilvl="0" w:tplc="91B661E2">
      <w:start w:val="1"/>
      <w:numFmt w:val="lowerLetter"/>
      <w:lvlText w:val="%1)"/>
      <w:lvlJc w:val="left"/>
      <w:pPr>
        <w:ind w:left="720" w:hanging="360"/>
      </w:pPr>
    </w:lvl>
    <w:lvl w:ilvl="1" w:tplc="9E06FE38" w:tentative="1">
      <w:start w:val="1"/>
      <w:numFmt w:val="lowerLetter"/>
      <w:lvlText w:val="%2."/>
      <w:lvlJc w:val="left"/>
      <w:pPr>
        <w:ind w:left="1440" w:hanging="360"/>
      </w:pPr>
    </w:lvl>
    <w:lvl w:ilvl="2" w:tplc="5C2C74C2" w:tentative="1">
      <w:start w:val="1"/>
      <w:numFmt w:val="lowerRoman"/>
      <w:lvlText w:val="%3."/>
      <w:lvlJc w:val="right"/>
      <w:pPr>
        <w:ind w:left="2160" w:hanging="180"/>
      </w:pPr>
    </w:lvl>
    <w:lvl w:ilvl="3" w:tplc="B5DEAE00" w:tentative="1">
      <w:start w:val="1"/>
      <w:numFmt w:val="decimal"/>
      <w:lvlText w:val="%4."/>
      <w:lvlJc w:val="left"/>
      <w:pPr>
        <w:ind w:left="2880" w:hanging="360"/>
      </w:pPr>
    </w:lvl>
    <w:lvl w:ilvl="4" w:tplc="ADBEBC58" w:tentative="1">
      <w:start w:val="1"/>
      <w:numFmt w:val="lowerLetter"/>
      <w:lvlText w:val="%5."/>
      <w:lvlJc w:val="left"/>
      <w:pPr>
        <w:ind w:left="3600" w:hanging="360"/>
      </w:pPr>
    </w:lvl>
    <w:lvl w:ilvl="5" w:tplc="EBA4768C" w:tentative="1">
      <w:start w:val="1"/>
      <w:numFmt w:val="lowerRoman"/>
      <w:lvlText w:val="%6."/>
      <w:lvlJc w:val="right"/>
      <w:pPr>
        <w:ind w:left="4320" w:hanging="180"/>
      </w:pPr>
    </w:lvl>
    <w:lvl w:ilvl="6" w:tplc="52366C7C" w:tentative="1">
      <w:start w:val="1"/>
      <w:numFmt w:val="decimal"/>
      <w:lvlText w:val="%7."/>
      <w:lvlJc w:val="left"/>
      <w:pPr>
        <w:ind w:left="5040" w:hanging="360"/>
      </w:pPr>
    </w:lvl>
    <w:lvl w:ilvl="7" w:tplc="4774C286" w:tentative="1">
      <w:start w:val="1"/>
      <w:numFmt w:val="lowerLetter"/>
      <w:lvlText w:val="%8."/>
      <w:lvlJc w:val="left"/>
      <w:pPr>
        <w:ind w:left="5760" w:hanging="360"/>
      </w:pPr>
    </w:lvl>
    <w:lvl w:ilvl="8" w:tplc="157C8D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18"/>
  </w:num>
  <w:num w:numId="4">
    <w:abstractNumId w:val="23"/>
  </w:num>
  <w:num w:numId="5">
    <w:abstractNumId w:val="46"/>
  </w:num>
  <w:num w:numId="6">
    <w:abstractNumId w:val="51"/>
  </w:num>
  <w:num w:numId="7">
    <w:abstractNumId w:val="29"/>
  </w:num>
  <w:num w:numId="8">
    <w:abstractNumId w:val="37"/>
  </w:num>
  <w:num w:numId="9">
    <w:abstractNumId w:val="21"/>
  </w:num>
  <w:num w:numId="10">
    <w:abstractNumId w:val="31"/>
  </w:num>
  <w:num w:numId="11">
    <w:abstractNumId w:val="0"/>
  </w:num>
  <w:num w:numId="12">
    <w:abstractNumId w:val="28"/>
  </w:num>
  <w:num w:numId="13">
    <w:abstractNumId w:val="13"/>
  </w:num>
  <w:num w:numId="14">
    <w:abstractNumId w:val="10"/>
  </w:num>
  <w:num w:numId="15">
    <w:abstractNumId w:val="25"/>
  </w:num>
  <w:num w:numId="16">
    <w:abstractNumId w:val="41"/>
  </w:num>
  <w:num w:numId="17">
    <w:abstractNumId w:val="12"/>
  </w:num>
  <w:num w:numId="18">
    <w:abstractNumId w:val="50"/>
  </w:num>
  <w:num w:numId="19">
    <w:abstractNumId w:val="11"/>
  </w:num>
  <w:num w:numId="20">
    <w:abstractNumId w:val="44"/>
  </w:num>
  <w:num w:numId="21">
    <w:abstractNumId w:val="16"/>
  </w:num>
  <w:num w:numId="22">
    <w:abstractNumId w:val="6"/>
  </w:num>
  <w:num w:numId="23">
    <w:abstractNumId w:val="36"/>
  </w:num>
  <w:num w:numId="24">
    <w:abstractNumId w:val="27"/>
  </w:num>
  <w:num w:numId="25">
    <w:abstractNumId w:val="22"/>
  </w:num>
  <w:num w:numId="26">
    <w:abstractNumId w:val="5"/>
  </w:num>
  <w:num w:numId="27">
    <w:abstractNumId w:val="49"/>
  </w:num>
  <w:num w:numId="28">
    <w:abstractNumId w:val="53"/>
  </w:num>
  <w:num w:numId="29">
    <w:abstractNumId w:val="45"/>
  </w:num>
  <w:num w:numId="30">
    <w:abstractNumId w:val="40"/>
  </w:num>
  <w:num w:numId="31">
    <w:abstractNumId w:val="38"/>
  </w:num>
  <w:num w:numId="32">
    <w:abstractNumId w:val="48"/>
  </w:num>
  <w:num w:numId="33">
    <w:abstractNumId w:val="8"/>
  </w:num>
  <w:num w:numId="34">
    <w:abstractNumId w:val="2"/>
  </w:num>
  <w:num w:numId="35">
    <w:abstractNumId w:val="15"/>
  </w:num>
  <w:num w:numId="36">
    <w:abstractNumId w:val="42"/>
  </w:num>
  <w:num w:numId="37">
    <w:abstractNumId w:val="26"/>
  </w:num>
  <w:num w:numId="38">
    <w:abstractNumId w:val="24"/>
  </w:num>
  <w:num w:numId="39">
    <w:abstractNumId w:val="7"/>
  </w:num>
  <w:num w:numId="40">
    <w:abstractNumId w:val="4"/>
  </w:num>
  <w:num w:numId="41">
    <w:abstractNumId w:val="17"/>
  </w:num>
  <w:num w:numId="42">
    <w:abstractNumId w:val="39"/>
  </w:num>
  <w:num w:numId="43">
    <w:abstractNumId w:val="14"/>
  </w:num>
  <w:num w:numId="44">
    <w:abstractNumId w:val="43"/>
  </w:num>
  <w:num w:numId="45">
    <w:abstractNumId w:val="47"/>
  </w:num>
  <w:num w:numId="46">
    <w:abstractNumId w:val="20"/>
  </w:num>
  <w:num w:numId="47">
    <w:abstractNumId w:val="34"/>
  </w:num>
  <w:num w:numId="48">
    <w:abstractNumId w:val="32"/>
  </w:num>
  <w:num w:numId="49">
    <w:abstractNumId w:val="3"/>
  </w:num>
  <w:num w:numId="50">
    <w:abstractNumId w:val="35"/>
  </w:num>
  <w:num w:numId="51">
    <w:abstractNumId w:val="33"/>
  </w:num>
  <w:num w:numId="52">
    <w:abstractNumId w:val="52"/>
  </w:num>
  <w:num w:numId="53">
    <w:abstractNumId w:val="30"/>
  </w:num>
  <w:num w:numId="54">
    <w:abstractNumId w:val="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46"/>
    <w:rsid w:val="000372EC"/>
    <w:rsid w:val="00061E7F"/>
    <w:rsid w:val="0007733A"/>
    <w:rsid w:val="000826C2"/>
    <w:rsid w:val="00082E74"/>
    <w:rsid w:val="0009781E"/>
    <w:rsid w:val="000A12EE"/>
    <w:rsid w:val="000A1BF0"/>
    <w:rsid w:val="000A4BEE"/>
    <w:rsid w:val="000B0776"/>
    <w:rsid w:val="000C2A2E"/>
    <w:rsid w:val="000E4137"/>
    <w:rsid w:val="000E5B07"/>
    <w:rsid w:val="00111F1C"/>
    <w:rsid w:val="00151CA6"/>
    <w:rsid w:val="0015231A"/>
    <w:rsid w:val="00166CEE"/>
    <w:rsid w:val="0018110D"/>
    <w:rsid w:val="00190C46"/>
    <w:rsid w:val="001A3D46"/>
    <w:rsid w:val="001B7084"/>
    <w:rsid w:val="001C39C6"/>
    <w:rsid w:val="001F0275"/>
    <w:rsid w:val="001F0D4D"/>
    <w:rsid w:val="00215122"/>
    <w:rsid w:val="002307FB"/>
    <w:rsid w:val="0023356D"/>
    <w:rsid w:val="00237D7E"/>
    <w:rsid w:val="00246015"/>
    <w:rsid w:val="00260680"/>
    <w:rsid w:val="00260B47"/>
    <w:rsid w:val="00275649"/>
    <w:rsid w:val="002827C4"/>
    <w:rsid w:val="00283F2C"/>
    <w:rsid w:val="0029678E"/>
    <w:rsid w:val="002A1B5A"/>
    <w:rsid w:val="002A6A26"/>
    <w:rsid w:val="002D01B4"/>
    <w:rsid w:val="002D2822"/>
    <w:rsid w:val="002E6807"/>
    <w:rsid w:val="002F0B4B"/>
    <w:rsid w:val="003018EE"/>
    <w:rsid w:val="0032266E"/>
    <w:rsid w:val="00322E09"/>
    <w:rsid w:val="003338AD"/>
    <w:rsid w:val="003A0CF7"/>
    <w:rsid w:val="003B7FBD"/>
    <w:rsid w:val="003D34D1"/>
    <w:rsid w:val="003E119F"/>
    <w:rsid w:val="003F3CFA"/>
    <w:rsid w:val="00403C4D"/>
    <w:rsid w:val="00421A96"/>
    <w:rsid w:val="00431E8F"/>
    <w:rsid w:val="00441051"/>
    <w:rsid w:val="004628F0"/>
    <w:rsid w:val="0046610F"/>
    <w:rsid w:val="0047166F"/>
    <w:rsid w:val="00481B9F"/>
    <w:rsid w:val="0048661B"/>
    <w:rsid w:val="004A13BC"/>
    <w:rsid w:val="004A7842"/>
    <w:rsid w:val="004B69ED"/>
    <w:rsid w:val="004C6EB4"/>
    <w:rsid w:val="00514111"/>
    <w:rsid w:val="00523C7F"/>
    <w:rsid w:val="00530441"/>
    <w:rsid w:val="00534786"/>
    <w:rsid w:val="005477D5"/>
    <w:rsid w:val="00552CA3"/>
    <w:rsid w:val="005703C0"/>
    <w:rsid w:val="00585A4D"/>
    <w:rsid w:val="005962E6"/>
    <w:rsid w:val="005A3E50"/>
    <w:rsid w:val="005D6A8F"/>
    <w:rsid w:val="005F3CDF"/>
    <w:rsid w:val="006021BD"/>
    <w:rsid w:val="0060436B"/>
    <w:rsid w:val="006061C1"/>
    <w:rsid w:val="00622AE3"/>
    <w:rsid w:val="00635C72"/>
    <w:rsid w:val="00645866"/>
    <w:rsid w:val="00650B70"/>
    <w:rsid w:val="00653E7F"/>
    <w:rsid w:val="00686F10"/>
    <w:rsid w:val="00692E84"/>
    <w:rsid w:val="006930F8"/>
    <w:rsid w:val="006975A4"/>
    <w:rsid w:val="006A2DB8"/>
    <w:rsid w:val="006A43C4"/>
    <w:rsid w:val="006A650C"/>
    <w:rsid w:val="00702C23"/>
    <w:rsid w:val="00713434"/>
    <w:rsid w:val="00721C29"/>
    <w:rsid w:val="00732286"/>
    <w:rsid w:val="00742380"/>
    <w:rsid w:val="00757F36"/>
    <w:rsid w:val="00772B5E"/>
    <w:rsid w:val="00781B27"/>
    <w:rsid w:val="0079375F"/>
    <w:rsid w:val="007A3895"/>
    <w:rsid w:val="007D3E25"/>
    <w:rsid w:val="007D52BA"/>
    <w:rsid w:val="007D752D"/>
    <w:rsid w:val="007E7A22"/>
    <w:rsid w:val="00810C8C"/>
    <w:rsid w:val="00810DCE"/>
    <w:rsid w:val="00834717"/>
    <w:rsid w:val="00854207"/>
    <w:rsid w:val="00857D99"/>
    <w:rsid w:val="00860F59"/>
    <w:rsid w:val="008878E1"/>
    <w:rsid w:val="008922A1"/>
    <w:rsid w:val="008D57C3"/>
    <w:rsid w:val="008E47D2"/>
    <w:rsid w:val="008F1D4B"/>
    <w:rsid w:val="009012EC"/>
    <w:rsid w:val="00902BFD"/>
    <w:rsid w:val="009118F9"/>
    <w:rsid w:val="00914D0E"/>
    <w:rsid w:val="00915327"/>
    <w:rsid w:val="00915624"/>
    <w:rsid w:val="0091656B"/>
    <w:rsid w:val="00922E26"/>
    <w:rsid w:val="00927BF4"/>
    <w:rsid w:val="00932305"/>
    <w:rsid w:val="00932ED5"/>
    <w:rsid w:val="009774ED"/>
    <w:rsid w:val="00987273"/>
    <w:rsid w:val="00992743"/>
    <w:rsid w:val="009B5383"/>
    <w:rsid w:val="00A17229"/>
    <w:rsid w:val="00A179BE"/>
    <w:rsid w:val="00A273CE"/>
    <w:rsid w:val="00A30ED5"/>
    <w:rsid w:val="00A64F55"/>
    <w:rsid w:val="00A86880"/>
    <w:rsid w:val="00A93D31"/>
    <w:rsid w:val="00AF0D85"/>
    <w:rsid w:val="00B03E56"/>
    <w:rsid w:val="00B07CA7"/>
    <w:rsid w:val="00B27878"/>
    <w:rsid w:val="00B36C2A"/>
    <w:rsid w:val="00B61291"/>
    <w:rsid w:val="00B66F27"/>
    <w:rsid w:val="00B77BD2"/>
    <w:rsid w:val="00B82B72"/>
    <w:rsid w:val="00B840D8"/>
    <w:rsid w:val="00BD2A95"/>
    <w:rsid w:val="00BD561C"/>
    <w:rsid w:val="00BE79C4"/>
    <w:rsid w:val="00BF3533"/>
    <w:rsid w:val="00BF3CC8"/>
    <w:rsid w:val="00C00398"/>
    <w:rsid w:val="00C10B49"/>
    <w:rsid w:val="00C14207"/>
    <w:rsid w:val="00C15725"/>
    <w:rsid w:val="00C45E7C"/>
    <w:rsid w:val="00C509E5"/>
    <w:rsid w:val="00C56833"/>
    <w:rsid w:val="00C578A3"/>
    <w:rsid w:val="00C67072"/>
    <w:rsid w:val="00C73D2D"/>
    <w:rsid w:val="00C9424B"/>
    <w:rsid w:val="00CA7407"/>
    <w:rsid w:val="00CD47AB"/>
    <w:rsid w:val="00CD5099"/>
    <w:rsid w:val="00CE08FC"/>
    <w:rsid w:val="00CE3BDA"/>
    <w:rsid w:val="00D109C0"/>
    <w:rsid w:val="00D2155C"/>
    <w:rsid w:val="00D227B3"/>
    <w:rsid w:val="00D3774C"/>
    <w:rsid w:val="00D436AD"/>
    <w:rsid w:val="00D6730F"/>
    <w:rsid w:val="00D73FDD"/>
    <w:rsid w:val="00DA715E"/>
    <w:rsid w:val="00DB7879"/>
    <w:rsid w:val="00DC49BB"/>
    <w:rsid w:val="00DD1D0E"/>
    <w:rsid w:val="00E12C38"/>
    <w:rsid w:val="00E145E4"/>
    <w:rsid w:val="00E25B51"/>
    <w:rsid w:val="00E34BAA"/>
    <w:rsid w:val="00E4563F"/>
    <w:rsid w:val="00E47083"/>
    <w:rsid w:val="00E90216"/>
    <w:rsid w:val="00E9603B"/>
    <w:rsid w:val="00EA08CA"/>
    <w:rsid w:val="00EC10A0"/>
    <w:rsid w:val="00EC2A85"/>
    <w:rsid w:val="00EC42CC"/>
    <w:rsid w:val="00EC5E28"/>
    <w:rsid w:val="00ED2DF2"/>
    <w:rsid w:val="00ED57BC"/>
    <w:rsid w:val="00ED7455"/>
    <w:rsid w:val="00EE2F5A"/>
    <w:rsid w:val="00EE3178"/>
    <w:rsid w:val="00F017E3"/>
    <w:rsid w:val="00F06658"/>
    <w:rsid w:val="00F31366"/>
    <w:rsid w:val="00F5660C"/>
    <w:rsid w:val="00F70D75"/>
    <w:rsid w:val="00F90BBF"/>
    <w:rsid w:val="00F95C3E"/>
    <w:rsid w:val="00FA1ECC"/>
    <w:rsid w:val="00FA7835"/>
    <w:rsid w:val="00FE4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00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07CA7"/>
    <w:pPr>
      <w:tabs>
        <w:tab w:val="clear" w:pos="284"/>
      </w:tabs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D17F34CE54431B95CF05696039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C6F87-06CA-409F-B52F-EAAB390A7243}"/>
      </w:docPartPr>
      <w:docPartBody>
        <w:p w:rsidR="008C2C50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15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715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5" ma:contentTypeDescription="Create a new document." ma:contentTypeScope="" ma:versionID="579c515dee1fccc459395747a48fbfcc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b4313ff4314a454f35d3a3a3aae5176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341906-B905-4E50-BE85-BD247A9267ED}"/>
</file>

<file path=customXml/itemProps4.xml><?xml version="1.0" encoding="utf-8"?>
<ds:datastoreItem xmlns:ds="http://schemas.openxmlformats.org/officeDocument/2006/customXml" ds:itemID="{24C595CB-4507-4F27-A484-F477041E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15</Pages>
  <Words>2037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MEM05005B_MG_Kn_1of3</vt:lpstr>
    </vt:vector>
  </TitlesOfParts>
  <Company/>
  <LinksUpToDate>false</LinksUpToDate>
  <CharactersWithSpaces>13621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MEM05005B_MG_Kn_1of3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2019-03-11T21:07:00Z</dcterms:created>
  <dcterms:modified xsi:type="dcterms:W3CDTF">2020-01-28T05:25:00Z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</vt:lpwstr>
  </property>
  <property fmtid="{D5CDD505-2E9C-101B-9397-08002B2CF9AE}" pid="4" name="AuthorIds_UIVersion_10240">
    <vt:lpwstr>77</vt:lpwstr>
  </property>
</Properties>
</file>