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650C9" w14:textId="6ECE5479" w:rsidR="00F03B21" w:rsidRDefault="00E228CE" w:rsidP="00F03B21">
      <w:pPr>
        <w:pStyle w:val="Heading1"/>
        <w:rPr>
          <w:rFonts w:eastAsia="MS Mincho"/>
        </w:rPr>
      </w:pPr>
      <w:bookmarkStart w:id="0" w:name="_Toc511220124"/>
      <w:r w:rsidRPr="00EF52B6">
        <w:rPr>
          <w:rFonts w:eastAsia="MS Mincho"/>
        </w:rPr>
        <w:t xml:space="preserve">Knowledge Assessment </w:t>
      </w:r>
    </w:p>
    <w:p w14:paraId="7C8B8CFB" w14:textId="1C717E48" w:rsidR="00543E5D" w:rsidRPr="00543E5D" w:rsidRDefault="00543E5D" w:rsidP="00543E5D">
      <w:pPr>
        <w:rPr>
          <w:b/>
          <w:sz w:val="28"/>
          <w:szCs w:val="28"/>
          <w:lang w:eastAsia="en-AU"/>
        </w:rPr>
      </w:pPr>
      <w:r>
        <w:rPr>
          <w:b/>
          <w:sz w:val="28"/>
          <w:szCs w:val="28"/>
          <w:lang w:eastAsia="en-AU"/>
        </w:rPr>
        <w:t>Event 1</w:t>
      </w:r>
      <w:r w:rsidRPr="00543E5D">
        <w:rPr>
          <w:b/>
          <w:sz w:val="28"/>
          <w:szCs w:val="28"/>
          <w:lang w:eastAsia="en-AU"/>
        </w:rPr>
        <w:t xml:space="preserve"> of 2</w:t>
      </w:r>
    </w:p>
    <w:p w14:paraId="3B3650CA" w14:textId="77777777" w:rsidR="00F03B21" w:rsidRPr="00EF52B6" w:rsidRDefault="00E228CE" w:rsidP="00F03B21">
      <w:pPr>
        <w:pStyle w:val="Heading1"/>
        <w:rPr>
          <w:rFonts w:eastAsia="MS Mincho"/>
        </w:rPr>
      </w:pPr>
      <w:r w:rsidRPr="00EF52B6">
        <w:rPr>
          <w:rFonts w:eastAsia="MS Mincho"/>
        </w:rPr>
        <w:t>Trainer &amp; Assessor Marking Guide</w:t>
      </w:r>
    </w:p>
    <w:p w14:paraId="3B3650CB" w14:textId="77777777" w:rsidR="00F03B21" w:rsidRPr="00A56627" w:rsidRDefault="00E228CE" w:rsidP="00F03B21">
      <w:pPr>
        <w:pStyle w:val="Heading2"/>
      </w:pPr>
      <w:r w:rsidRPr="00A56627">
        <w:t>Criteria</w:t>
      </w:r>
    </w:p>
    <w:p w14:paraId="3B3650CC" w14:textId="77777777" w:rsidR="00F03B21" w:rsidRDefault="00E228CE" w:rsidP="00F03B21">
      <w:pPr>
        <w:pStyle w:val="Heading3"/>
      </w:pPr>
      <w:r w:rsidRPr="007A6B4A">
        <w:t>Unit code, name and release number</w:t>
      </w:r>
    </w:p>
    <w:p w14:paraId="3B3650CD" w14:textId="77777777" w:rsidR="00F03B21" w:rsidRPr="00D83795" w:rsidRDefault="00E228CE" w:rsidP="00F03B2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MEM05050B - Perform routine gas metal arc welding (1)</w:t>
      </w:r>
      <w:bookmarkEnd w:id="1"/>
    </w:p>
    <w:p w14:paraId="3B3650CE" w14:textId="77777777" w:rsidR="00F03B21" w:rsidRPr="00D83795" w:rsidRDefault="00F03B21" w:rsidP="00F03B2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B3650CF" w14:textId="77777777" w:rsidR="00F03B21" w:rsidRDefault="00E228CE" w:rsidP="00F03B21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3B3650D0" w14:textId="77777777" w:rsidR="00F03B21" w:rsidRPr="00D83795" w:rsidRDefault="00E228CE" w:rsidP="00F03B2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 w:rsidRPr="00D83795">
        <w:rPr>
          <w:sz w:val="22"/>
          <w:szCs w:val="22"/>
          <w:lang w:eastAsia="en-AU"/>
        </w:rPr>
        <w:t>MEM30305 - Certificate III in Engineering - Fabrication Trade (4)</w:t>
      </w:r>
      <w:bookmarkEnd w:id="2"/>
    </w:p>
    <w:p w14:paraId="3B3650D1" w14:textId="77777777" w:rsidR="00F03B21" w:rsidRPr="00D83795" w:rsidRDefault="00F03B21" w:rsidP="00F03B2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B3650D2" w14:textId="77777777" w:rsidR="00F03B21" w:rsidRDefault="00F03B21" w:rsidP="00F03B21">
      <w:pPr>
        <w:rPr>
          <w:lang w:val="en-US" w:bidi="en-US"/>
        </w:rPr>
        <w:sectPr w:rsidR="00F03B21" w:rsidSect="00F03B2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3B3650D3" w14:textId="77777777" w:rsidR="00F03B21" w:rsidRPr="00C14A60" w:rsidRDefault="00E228CE" w:rsidP="00F03B21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lastRenderedPageBreak/>
        <w:t>Version</w:t>
      </w:r>
      <w:r>
        <w:t>:</w:t>
      </w:r>
      <w:r>
        <w:tab/>
      </w:r>
      <w:r w:rsidRPr="00C14A60">
        <w:rPr>
          <w:i/>
          <w:color w:val="808080" w:themeColor="background1" w:themeShade="80"/>
        </w:rPr>
        <w:t>1.0</w:t>
      </w:r>
    </w:p>
    <w:p w14:paraId="3B3650D4" w14:textId="77777777" w:rsidR="00F03B21" w:rsidRPr="00867E80" w:rsidRDefault="00E228CE" w:rsidP="00F03B21">
      <w:pPr>
        <w:pStyle w:val="SmallerText-Black"/>
        <w:tabs>
          <w:tab w:val="left" w:pos="2127"/>
        </w:tabs>
      </w:pPr>
      <w:r>
        <w:t>Date created: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CREATEDATE  \@ "d MMMM yyyy"  \* MERGEFORMAT </w:instrText>
      </w:r>
      <w:r w:rsidRPr="00C14A60">
        <w:rPr>
          <w:i/>
          <w:color w:val="FF0000"/>
        </w:rPr>
        <w:fldChar w:fldCharType="separate"/>
      </w:r>
      <w:r w:rsidRPr="005A115D">
        <w:rPr>
          <w:i/>
          <w:noProof/>
          <w:color w:val="808080" w:themeColor="background1" w:themeShade="80"/>
        </w:rPr>
        <w:t>3 July 2018</w:t>
      </w:r>
      <w:r w:rsidRPr="00C14A60">
        <w:rPr>
          <w:i/>
          <w:color w:val="FF0000"/>
        </w:rPr>
        <w:fldChar w:fldCharType="end"/>
      </w:r>
    </w:p>
    <w:p w14:paraId="3B3650D5" w14:textId="5C6F2729" w:rsidR="00F03B21" w:rsidRPr="00867E80" w:rsidRDefault="00E228CE" w:rsidP="00F03B21">
      <w:pPr>
        <w:pStyle w:val="SmallerText-Black"/>
        <w:tabs>
          <w:tab w:val="left" w:pos="2127"/>
        </w:tabs>
      </w:pPr>
      <w:r>
        <w:t>Date modified: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DATE  \@ "dd/MM/yyyy"  \* MERGEFORMAT </w:instrText>
      </w:r>
      <w:r w:rsidRPr="00C14A60">
        <w:rPr>
          <w:i/>
          <w:color w:val="FF0000"/>
        </w:rPr>
        <w:fldChar w:fldCharType="separate"/>
      </w:r>
      <w:r w:rsidR="00CE44CD" w:rsidRPr="00CE44CD">
        <w:rPr>
          <w:i/>
          <w:noProof/>
          <w:color w:val="808080" w:themeColor="background1" w:themeShade="80"/>
        </w:rPr>
        <w:t>19/02/2020</w:t>
      </w:r>
      <w:r w:rsidRPr="00C14A60">
        <w:rPr>
          <w:i/>
          <w:color w:val="FF0000"/>
        </w:rPr>
        <w:fldChar w:fldCharType="end"/>
      </w:r>
    </w:p>
    <w:p w14:paraId="3B3650D6" w14:textId="77777777" w:rsidR="00F03B21" w:rsidRPr="00867E80" w:rsidRDefault="00F03B21" w:rsidP="00F03B21">
      <w:pPr>
        <w:pStyle w:val="SmallerText-Black"/>
      </w:pPr>
    </w:p>
    <w:bookmarkEnd w:id="0"/>
    <w:p w14:paraId="2FDC063D" w14:textId="77777777" w:rsidR="00144EAA" w:rsidRDefault="00144EAA" w:rsidP="00144EAA">
      <w:r>
        <w:t>For queries, please contact:</w:t>
      </w:r>
    </w:p>
    <w:p w14:paraId="26E81380" w14:textId="5DD2569E" w:rsidR="00144EAA" w:rsidRPr="00C14A60" w:rsidRDefault="00144EAA" w:rsidP="00144EAA">
      <w:pPr>
        <w:pStyle w:val="SmallerText-Black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SkillsPoint</w:t>
      </w:r>
      <w:r w:rsidR="00D94D77">
        <w:rPr>
          <w:i/>
          <w:color w:val="808080" w:themeColor="background1" w:themeShade="80"/>
        </w:rPr>
        <w:t>: Innovation Manufacturing Robotics and Science</w:t>
      </w:r>
    </w:p>
    <w:p w14:paraId="3040D7F6" w14:textId="695024D3" w:rsidR="00144EAA" w:rsidRPr="003D7461" w:rsidRDefault="00D94D77" w:rsidP="00144EAA">
      <w:pPr>
        <w:pStyle w:val="SmallerText-Black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Location: Newcastle NSW</w:t>
      </w:r>
    </w:p>
    <w:p w14:paraId="40AD788C" w14:textId="265F187E" w:rsidR="0075446B" w:rsidRPr="0075446B" w:rsidRDefault="0075446B" w:rsidP="0075446B">
      <w:pPr>
        <w:pStyle w:val="paragraph"/>
        <w:spacing w:after="120"/>
        <w:textAlignment w:val="baseline"/>
        <w:rPr>
          <w:rFonts w:asciiTheme="minorHAnsi" w:hAnsiTheme="minorHAnsi" w:cstheme="minorHAnsi"/>
          <w:sz w:val="20"/>
          <w:szCs w:val="20"/>
          <w:lang w:val="en-US"/>
        </w:rPr>
      </w:pPr>
      <w:r w:rsidRPr="0075446B">
        <w:rPr>
          <w:rFonts w:asciiTheme="minorHAnsi" w:hAnsiTheme="minorHAnsi" w:cstheme="minorHAnsi"/>
          <w:sz w:val="20"/>
          <w:szCs w:val="20"/>
        </w:rPr>
        <w:t>© 2019</w:t>
      </w:r>
      <w:r w:rsidR="00144EAA" w:rsidRPr="0075446B">
        <w:rPr>
          <w:rFonts w:asciiTheme="minorHAnsi" w:hAnsiTheme="minorHAnsi" w:cstheme="minorHAnsi"/>
          <w:sz w:val="20"/>
          <w:szCs w:val="20"/>
        </w:rPr>
        <w:t xml:space="preserve"> TAFE NSW, Sydney</w:t>
      </w:r>
      <w:r w:rsidR="00144EAA" w:rsidRPr="0075446B">
        <w:rPr>
          <w:rFonts w:asciiTheme="minorHAnsi" w:hAnsiTheme="minorHAnsi" w:cstheme="minorHAnsi"/>
          <w:noProof/>
          <w:sz w:val="20"/>
          <w:szCs w:val="20"/>
        </w:rPr>
        <w:br/>
      </w:r>
      <w:r w:rsidRPr="0075446B">
        <w:rPr>
          <w:rStyle w:val="normaltextrun1"/>
          <w:rFonts w:asciiTheme="minorHAnsi" w:hAnsiTheme="minorHAnsi" w:cstheme="minorHAnsi"/>
          <w:sz w:val="20"/>
          <w:szCs w:val="20"/>
          <w:lang w:val="en-US"/>
        </w:rPr>
        <w:t>RTO Provider Number 90003 | CRICOS Provider Code: 00591E</w:t>
      </w:r>
      <w:r w:rsidRPr="0075446B">
        <w:rPr>
          <w:rStyle w:val="eop"/>
          <w:rFonts w:asciiTheme="minorHAnsi" w:hAnsiTheme="minorHAnsi" w:cstheme="minorHAnsi"/>
          <w:sz w:val="20"/>
          <w:szCs w:val="20"/>
          <w:lang w:val="en-US"/>
        </w:rPr>
        <w:t> </w:t>
      </w:r>
    </w:p>
    <w:p w14:paraId="59F66594" w14:textId="3379DF72" w:rsidR="0075446B" w:rsidRPr="0075446B" w:rsidRDefault="0075446B" w:rsidP="0075446B">
      <w:pPr>
        <w:pStyle w:val="paragraph"/>
        <w:spacing w:after="120"/>
        <w:textAlignment w:val="baseline"/>
        <w:rPr>
          <w:rStyle w:val="normaltextrun1"/>
          <w:rFonts w:asciiTheme="minorHAnsi" w:hAnsiTheme="minorHAnsi" w:cstheme="minorHAnsi"/>
          <w:sz w:val="20"/>
          <w:szCs w:val="20"/>
        </w:rPr>
      </w:pPr>
      <w:r w:rsidRPr="0075446B">
        <w:rPr>
          <w:rStyle w:val="normaltextrun1"/>
          <w:rFonts w:asciiTheme="minorHAnsi" w:hAnsiTheme="minorHAnsi" w:cstheme="minorHAnsi"/>
          <w:sz w:val="20"/>
          <w:szCs w:val="20"/>
          <w:lang w:val="en-US"/>
        </w:rPr>
        <w:t>This file can be found in the</w:t>
      </w:r>
      <w:r w:rsidR="00543E5D">
        <w:rPr>
          <w:rStyle w:val="normaltextrun1"/>
          <w:rFonts w:asciiTheme="minorHAnsi" w:hAnsiTheme="minorHAnsi" w:cstheme="minorHAnsi"/>
          <w:sz w:val="20"/>
          <w:szCs w:val="20"/>
          <w:lang w:val="en-US"/>
        </w:rPr>
        <w:t xml:space="preserve"> </w:t>
      </w:r>
      <w:hyperlink r:id="rId17" w:history="1">
        <w:r w:rsidR="00543E5D" w:rsidRPr="00A20A09">
          <w:rPr>
            <w:rStyle w:val="Hyperlink"/>
            <w:rFonts w:ascii="Calibri" w:hAnsi="Calibri" w:cs="Calibri"/>
            <w:sz w:val="20"/>
            <w:szCs w:val="20"/>
          </w:rPr>
          <w:t>Learning Bank</w:t>
        </w:r>
      </w:hyperlink>
    </w:p>
    <w:p w14:paraId="5CA3CCFC" w14:textId="41350C58" w:rsidR="0075446B" w:rsidRPr="0002349A" w:rsidRDefault="0075446B" w:rsidP="0075446B">
      <w:pPr>
        <w:pStyle w:val="paragraph"/>
        <w:textAlignment w:val="baseline"/>
        <w:rPr>
          <w:rStyle w:val="normaltextrun1"/>
          <w:sz w:val="20"/>
          <w:szCs w:val="20"/>
        </w:rPr>
      </w:pPr>
      <w:r w:rsidRPr="0075446B">
        <w:rPr>
          <w:rStyle w:val="normaltextrun1"/>
          <w:rFonts w:asciiTheme="minorHAnsi" w:hAnsiTheme="minorHAnsi" w:cstheme="minorHAnsi"/>
          <w:sz w:val="20"/>
          <w:szCs w:val="20"/>
          <w:lang w:val="en-US"/>
        </w:rPr>
        <w:t xml:space="preserve">The contents in this document is copyright © TAFE NSW 2019, and should not be reproduced without the permission of the TAFE NSW. Information contained in this document is correct at time of printing: </w:t>
      </w:r>
      <w:r w:rsidRPr="0075446B">
        <w:rPr>
          <w:rFonts w:asciiTheme="minorHAnsi" w:hAnsiTheme="minorHAnsi" w:cstheme="minorHAnsi"/>
          <w:sz w:val="20"/>
          <w:szCs w:val="20"/>
        </w:rPr>
        <w:fldChar w:fldCharType="begin"/>
      </w:r>
      <w:r w:rsidRPr="0075446B">
        <w:rPr>
          <w:rFonts w:asciiTheme="minorHAnsi" w:hAnsiTheme="minorHAnsi" w:cstheme="minorHAnsi"/>
          <w:sz w:val="20"/>
          <w:szCs w:val="20"/>
        </w:rPr>
        <w:instrText xml:space="preserve"> DATE  \@ "d MMMM yyyy"  \* MERGEFORMAT </w:instrText>
      </w:r>
      <w:r w:rsidRPr="0075446B">
        <w:rPr>
          <w:rFonts w:asciiTheme="minorHAnsi" w:hAnsiTheme="minorHAnsi" w:cstheme="minorHAnsi"/>
          <w:sz w:val="20"/>
          <w:szCs w:val="20"/>
        </w:rPr>
        <w:fldChar w:fldCharType="separate"/>
      </w:r>
      <w:r w:rsidR="00CE44CD">
        <w:rPr>
          <w:rFonts w:asciiTheme="minorHAnsi" w:hAnsiTheme="minorHAnsi" w:cstheme="minorHAnsi"/>
          <w:noProof/>
          <w:sz w:val="20"/>
          <w:szCs w:val="20"/>
        </w:rPr>
        <w:t>19 February 2020</w:t>
      </w:r>
      <w:r w:rsidRPr="0075446B">
        <w:rPr>
          <w:rFonts w:asciiTheme="minorHAnsi" w:hAnsiTheme="minorHAnsi" w:cstheme="minorHAnsi"/>
          <w:sz w:val="20"/>
          <w:szCs w:val="20"/>
        </w:rPr>
        <w:fldChar w:fldCharType="end"/>
      </w:r>
      <w:r w:rsidRPr="0075446B">
        <w:rPr>
          <w:rFonts w:asciiTheme="minorHAnsi" w:hAnsiTheme="minorHAnsi" w:cstheme="minorHAnsi"/>
          <w:sz w:val="20"/>
          <w:szCs w:val="20"/>
        </w:rPr>
        <w:t>.</w:t>
      </w:r>
      <w:r w:rsidRPr="0075446B">
        <w:rPr>
          <w:rStyle w:val="normaltextrun1"/>
          <w:rFonts w:asciiTheme="minorHAnsi" w:hAnsiTheme="minorHAnsi" w:cstheme="minorHAnsi"/>
          <w:sz w:val="20"/>
          <w:szCs w:val="20"/>
          <w:lang w:val="en-US"/>
        </w:rPr>
        <w:t xml:space="preserve"> For current information please refer to our website or your trainer/assessor as appropriate</w:t>
      </w:r>
      <w:r w:rsidRPr="0002349A">
        <w:rPr>
          <w:rStyle w:val="normaltextrun1"/>
          <w:rFonts w:ascii="Calibri" w:hAnsi="Calibri" w:cs="Calibri"/>
          <w:sz w:val="20"/>
          <w:szCs w:val="20"/>
          <w:lang w:val="en-US"/>
        </w:rPr>
        <w:t>.</w:t>
      </w:r>
      <w:r w:rsidRPr="0002349A">
        <w:rPr>
          <w:rStyle w:val="normaltextrun1"/>
          <w:sz w:val="20"/>
          <w:szCs w:val="20"/>
        </w:rPr>
        <w:t> </w:t>
      </w:r>
    </w:p>
    <w:p w14:paraId="3B3650DD" w14:textId="2CA98B9E" w:rsidR="00F03B21" w:rsidRPr="00144EAA" w:rsidRDefault="00F03B21" w:rsidP="0075446B">
      <w:pPr>
        <w:pStyle w:val="SmallerText-Black"/>
        <w:spacing w:before="1440"/>
        <w:sectPr w:rsidR="00F03B21" w:rsidRPr="00144EAA" w:rsidSect="00F03B21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3B3650DE" w14:textId="77777777" w:rsidR="00F03B21" w:rsidRDefault="00E228CE" w:rsidP="00F03B21">
      <w:pPr>
        <w:pStyle w:val="Heading2"/>
      </w:pPr>
      <w:r>
        <w:t>A</w:t>
      </w:r>
      <w:r w:rsidRPr="00EA68F5">
        <w:t>ssessment</w:t>
      </w:r>
      <w:r>
        <w:t xml:space="preserve"> instructions</w:t>
      </w:r>
    </w:p>
    <w:p w14:paraId="3B3650DF" w14:textId="578C4ED6" w:rsidR="00F03B21" w:rsidRDefault="00E228CE" w:rsidP="00F03B21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835512"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5F6B58" w14:paraId="3B3650E2" w14:textId="77777777" w:rsidTr="005F6B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3B3650E0" w14:textId="77777777" w:rsidR="00F03B21" w:rsidRDefault="00E228CE" w:rsidP="00F03B21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3B3650E1" w14:textId="77777777" w:rsidR="00F03B21" w:rsidRDefault="00E228CE" w:rsidP="00F03B21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5F6B58" w14:paraId="3B3650F1" w14:textId="77777777" w:rsidTr="005F6B58">
        <w:tc>
          <w:tcPr>
            <w:tcW w:w="2405" w:type="dxa"/>
            <w:vAlign w:val="top"/>
          </w:tcPr>
          <w:p w14:paraId="3B3650E3" w14:textId="77777777" w:rsidR="00F03B21" w:rsidRPr="00B30F8E" w:rsidRDefault="00E228CE" w:rsidP="00F03B21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3B3650E4" w14:textId="50DB0617" w:rsidR="00F03B21" w:rsidRDefault="00E228CE" w:rsidP="00F03B21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 on their knowledge of the unit.</w:t>
            </w:r>
          </w:p>
          <w:p w14:paraId="7D858B20" w14:textId="3F30C57E" w:rsidR="000D24C9" w:rsidRPr="00B30F8E" w:rsidRDefault="000D24C9" w:rsidP="00F03B21">
            <w:pPr>
              <w:pStyle w:val="Body"/>
              <w:rPr>
                <w:sz w:val="22"/>
                <w:szCs w:val="22"/>
              </w:rPr>
            </w:pPr>
            <w:r w:rsidRPr="000D24C9">
              <w:rPr>
                <w:sz w:val="22"/>
                <w:szCs w:val="22"/>
              </w:rPr>
              <w:t>This is a written assessment and it will be assessing you on your knowledge of the unit. The assessment is closed book.</w:t>
            </w:r>
          </w:p>
          <w:p w14:paraId="3B3650E5" w14:textId="7CFB0173" w:rsidR="00F03B21" w:rsidRPr="00B30F8E" w:rsidRDefault="00E228CE" w:rsidP="00F03B21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</w:rPr>
              <w:t xml:space="preserve">This assessment is in </w:t>
            </w:r>
            <w:r w:rsidR="004A300B">
              <w:rPr>
                <w:sz w:val="22"/>
                <w:szCs w:val="22"/>
              </w:rPr>
              <w:t>4</w:t>
            </w:r>
            <w:r w:rsidRPr="00B30F8E">
              <w:rPr>
                <w:sz w:val="22"/>
                <w:szCs w:val="22"/>
              </w:rPr>
              <w:t xml:space="preserve"> parts:</w:t>
            </w:r>
          </w:p>
          <w:p w14:paraId="3B3650E6" w14:textId="3FE15188" w:rsidR="00F03B21" w:rsidRPr="004A300B" w:rsidRDefault="00E228CE" w:rsidP="005541C9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4A300B">
              <w:rPr>
                <w:sz w:val="22"/>
                <w:szCs w:val="22"/>
              </w:rPr>
              <w:t>Multiple choice questions</w:t>
            </w:r>
            <w:r w:rsidR="004A300B">
              <w:rPr>
                <w:sz w:val="22"/>
                <w:szCs w:val="22"/>
              </w:rPr>
              <w:t xml:space="preserve"> </w:t>
            </w:r>
          </w:p>
          <w:p w14:paraId="3B3650E7" w14:textId="77777777" w:rsidR="00F03B21" w:rsidRPr="004A300B" w:rsidRDefault="00E228CE" w:rsidP="005541C9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4A300B">
              <w:rPr>
                <w:sz w:val="22"/>
                <w:szCs w:val="22"/>
              </w:rPr>
              <w:t>True or False questions</w:t>
            </w:r>
          </w:p>
          <w:p w14:paraId="3B3650E8" w14:textId="77777777" w:rsidR="00F03B21" w:rsidRPr="004A300B" w:rsidRDefault="00E228CE" w:rsidP="005541C9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4A300B">
              <w:rPr>
                <w:sz w:val="22"/>
                <w:szCs w:val="22"/>
              </w:rPr>
              <w:t>Short answer questions</w:t>
            </w:r>
          </w:p>
          <w:p w14:paraId="3B3650E9" w14:textId="77777777" w:rsidR="00F03B21" w:rsidRDefault="00E228CE" w:rsidP="005541C9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Assessment feedback</w:t>
            </w:r>
          </w:p>
          <w:p w14:paraId="3B3650EB" w14:textId="77777777" w:rsidR="00F03B21" w:rsidRPr="00B30F8E" w:rsidRDefault="00E228CE" w:rsidP="00F03B21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</w:t>
            </w:r>
            <w:r w:rsidRPr="00D93E7B">
              <w:rPr>
                <w:noProof/>
                <w:sz w:val="22"/>
                <w:szCs w:val="22"/>
                <w:lang w:eastAsia="en-AU"/>
              </w:rPr>
              <w:t>a criteria</w:t>
            </w:r>
            <w:r w:rsidRPr="00B30F8E">
              <w:rPr>
                <w:sz w:val="22"/>
                <w:szCs w:val="22"/>
                <w:lang w:eastAsia="en-AU"/>
              </w:rPr>
              <w:t xml:space="preserve">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3B3650EC" w14:textId="77777777" w:rsidR="00F03B21" w:rsidRDefault="00E228CE" w:rsidP="00F03B21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 xml:space="preserve">Use these to support your </w:t>
            </w:r>
            <w:r w:rsidRPr="00D93E7B">
              <w:rPr>
                <w:noProof/>
                <w:sz w:val="22"/>
                <w:szCs w:val="22"/>
                <w:lang w:eastAsia="en-AU"/>
              </w:rPr>
              <w:t>judgement</w:t>
            </w:r>
            <w:r w:rsidRPr="00B30F8E">
              <w:rPr>
                <w:sz w:val="22"/>
                <w:szCs w:val="22"/>
                <w:lang w:eastAsia="en-AU"/>
              </w:rPr>
              <w:t xml:space="preserve">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3B3650ED" w14:textId="5FA031C4" w:rsidR="00F03B21" w:rsidRPr="00210A7E" w:rsidRDefault="00E228CE" w:rsidP="00F03B21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</w:p>
          <w:p w14:paraId="3B3650EE" w14:textId="77777777" w:rsidR="00F03B21" w:rsidRDefault="00E228CE" w:rsidP="00F03B21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3B3650EF" w14:textId="77777777" w:rsidR="00F03B21" w:rsidRDefault="00E228CE" w:rsidP="00F03B21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Complete the assessment feedback to the student and ensure you have taken a copy of the assessment prior to it being returned to the student.</w:t>
            </w:r>
          </w:p>
          <w:p w14:paraId="3B3650F0" w14:textId="77777777" w:rsidR="00F03B21" w:rsidRPr="00B30F8E" w:rsidRDefault="00E228CE" w:rsidP="00F03B21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Ensure the </w:t>
            </w:r>
            <w:r w:rsidRPr="00D93E7B">
              <w:rPr>
                <w:noProof/>
                <w:sz w:val="22"/>
                <w:szCs w:val="22"/>
                <w:lang w:eastAsia="en-AU"/>
              </w:rPr>
              <w:t>students</w:t>
            </w:r>
            <w:r>
              <w:rPr>
                <w:sz w:val="22"/>
                <w:szCs w:val="22"/>
                <w:lang w:eastAsia="en-AU"/>
              </w:rPr>
              <w:t xml:space="preserve"> name appears on the bottom of each page of the submitted assessment.</w:t>
            </w:r>
          </w:p>
        </w:tc>
      </w:tr>
      <w:tr w:rsidR="005F6B58" w14:paraId="3B365105" w14:textId="77777777" w:rsidTr="005F6B58">
        <w:tc>
          <w:tcPr>
            <w:tcW w:w="2405" w:type="dxa"/>
            <w:vAlign w:val="top"/>
          </w:tcPr>
          <w:p w14:paraId="3B3650F2" w14:textId="77777777" w:rsidR="00F03B21" w:rsidRPr="00B30F8E" w:rsidRDefault="00E228CE" w:rsidP="00F03B21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About this marking guide</w:t>
            </w:r>
          </w:p>
        </w:tc>
        <w:tc>
          <w:tcPr>
            <w:tcW w:w="6655" w:type="dxa"/>
            <w:vAlign w:val="top"/>
          </w:tcPr>
          <w:p w14:paraId="3B3650F3" w14:textId="77777777" w:rsidR="00F03B21" w:rsidRPr="00B30F8E" w:rsidRDefault="00E228CE" w:rsidP="00F03B21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3B3650F4" w14:textId="77777777" w:rsidR="00F03B21" w:rsidRPr="00B30F8E" w:rsidRDefault="00E228CE" w:rsidP="00F03B21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All questions must be answered correctly in order to satisfactorily complete this assessment event.</w:t>
            </w:r>
          </w:p>
          <w:p w14:paraId="3B3650F5" w14:textId="77777777" w:rsidR="00F03B21" w:rsidRPr="00B30F8E" w:rsidRDefault="00E228CE" w:rsidP="00F03B21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Assessors will need to make a </w:t>
            </w:r>
            <w:r w:rsidRPr="00D93E7B">
              <w:rPr>
                <w:rFonts w:cs="Arial"/>
                <w:noProof/>
                <w:sz w:val="22"/>
                <w:szCs w:val="22"/>
                <w:lang w:val="en-GB" w:eastAsia="en-AU"/>
              </w:rPr>
              <w:t>judgement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 call as to whether each answer/response meets the criteria based upon the:</w:t>
            </w:r>
          </w:p>
          <w:p w14:paraId="3B3650F6" w14:textId="77777777" w:rsidR="00F03B21" w:rsidRPr="00B30F8E" w:rsidRDefault="00E228CE" w:rsidP="005541C9">
            <w:pPr>
              <w:numPr>
                <w:ilvl w:val="0"/>
                <w:numId w:val="10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3B3650F7" w14:textId="77777777" w:rsidR="00F03B21" w:rsidRPr="00B30F8E" w:rsidRDefault="00E228CE" w:rsidP="005541C9">
            <w:pPr>
              <w:numPr>
                <w:ilvl w:val="1"/>
                <w:numId w:val="10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3B3650F8" w14:textId="77777777" w:rsidR="00F03B21" w:rsidRPr="00B30F8E" w:rsidRDefault="00E228CE" w:rsidP="005541C9">
            <w:pPr>
              <w:numPr>
                <w:ilvl w:val="1"/>
                <w:numId w:val="10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3B3650F9" w14:textId="77777777" w:rsidR="00F03B21" w:rsidRPr="00B30F8E" w:rsidRDefault="00E228CE" w:rsidP="005541C9">
            <w:pPr>
              <w:numPr>
                <w:ilvl w:val="1"/>
                <w:numId w:val="10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3B3650FA" w14:textId="77777777" w:rsidR="00F03B21" w:rsidRDefault="00E228CE" w:rsidP="005541C9">
            <w:pPr>
              <w:numPr>
                <w:ilvl w:val="1"/>
                <w:numId w:val="10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3B3650FB" w14:textId="77777777" w:rsidR="00F03B21" w:rsidRDefault="00E228CE" w:rsidP="005541C9">
            <w:pPr>
              <w:numPr>
                <w:ilvl w:val="0"/>
                <w:numId w:val="10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3B3650FC" w14:textId="77777777" w:rsidR="00F03B21" w:rsidRDefault="00E228CE" w:rsidP="005541C9">
            <w:pPr>
              <w:numPr>
                <w:ilvl w:val="1"/>
                <w:numId w:val="10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3B3650FD" w14:textId="77777777" w:rsidR="00F03B21" w:rsidRDefault="00E228CE" w:rsidP="005541C9">
            <w:pPr>
              <w:numPr>
                <w:ilvl w:val="1"/>
                <w:numId w:val="10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3B3650FE" w14:textId="77777777" w:rsidR="00F03B21" w:rsidRDefault="00E228CE" w:rsidP="005541C9">
            <w:pPr>
              <w:numPr>
                <w:ilvl w:val="1"/>
                <w:numId w:val="10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3B3650FF" w14:textId="77777777" w:rsidR="00F03B21" w:rsidRDefault="00E228CE" w:rsidP="005541C9">
            <w:pPr>
              <w:numPr>
                <w:ilvl w:val="1"/>
                <w:numId w:val="10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3B365100" w14:textId="77777777" w:rsidR="00F03B21" w:rsidRDefault="00E228CE" w:rsidP="005541C9">
            <w:pPr>
              <w:numPr>
                <w:ilvl w:val="0"/>
                <w:numId w:val="10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3B365101" w14:textId="77777777" w:rsidR="00F03B21" w:rsidRDefault="00E228CE" w:rsidP="005541C9">
            <w:pPr>
              <w:numPr>
                <w:ilvl w:val="1"/>
                <w:numId w:val="10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3B365102" w14:textId="77777777" w:rsidR="00F03B21" w:rsidRDefault="00E228CE" w:rsidP="005541C9">
            <w:pPr>
              <w:numPr>
                <w:ilvl w:val="1"/>
                <w:numId w:val="10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3B365103" w14:textId="77777777" w:rsidR="00F03B21" w:rsidRDefault="00E228CE" w:rsidP="005541C9">
            <w:pPr>
              <w:numPr>
                <w:ilvl w:val="1"/>
                <w:numId w:val="10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3B365104" w14:textId="77777777" w:rsidR="00F03B21" w:rsidRPr="00B30F8E" w:rsidRDefault="00E228CE" w:rsidP="005541C9">
            <w:pPr>
              <w:numPr>
                <w:ilvl w:val="1"/>
                <w:numId w:val="10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5F6B58" w14:paraId="3B365109" w14:textId="77777777" w:rsidTr="005F6B58">
        <w:tc>
          <w:tcPr>
            <w:tcW w:w="2405" w:type="dxa"/>
            <w:vAlign w:val="top"/>
          </w:tcPr>
          <w:p w14:paraId="3B365106" w14:textId="77777777" w:rsidR="00F03B21" w:rsidRPr="002E7A2C" w:rsidRDefault="00E228CE" w:rsidP="00F03B21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3B365108" w14:textId="225B8A6D" w:rsidR="00F03B21" w:rsidRPr="00B30F8E" w:rsidRDefault="00DC53E9" w:rsidP="00DC53E9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Writing equipment</w:t>
            </w:r>
          </w:p>
        </w:tc>
      </w:tr>
      <w:tr w:rsidR="005F6B58" w14:paraId="3B36510D" w14:textId="77777777" w:rsidTr="005F6B58">
        <w:tc>
          <w:tcPr>
            <w:tcW w:w="2405" w:type="dxa"/>
            <w:vAlign w:val="top"/>
          </w:tcPr>
          <w:p w14:paraId="3B36510A" w14:textId="77777777" w:rsidR="00F03B21" w:rsidRPr="002E7A2C" w:rsidRDefault="00E228CE" w:rsidP="00F03B21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3B36510C" w14:textId="1F0BB8FE" w:rsidR="00F03B21" w:rsidRPr="0067653D" w:rsidRDefault="004A300B" w:rsidP="004A300B">
            <w:pPr>
              <w:rPr>
                <w:i/>
                <w:sz w:val="22"/>
                <w:szCs w:val="22"/>
                <w:lang w:eastAsia="en-AU"/>
              </w:rPr>
            </w:pPr>
            <w:r w:rsidRPr="00D93E7B">
              <w:rPr>
                <w:noProof/>
                <w:sz w:val="22"/>
                <w:szCs w:val="22"/>
                <w:lang w:eastAsia="en-AU"/>
              </w:rPr>
              <w:t>Classroom</w:t>
            </w:r>
            <w:r w:rsidRPr="004A300B">
              <w:rPr>
                <w:sz w:val="22"/>
                <w:szCs w:val="22"/>
                <w:lang w:eastAsia="en-AU"/>
              </w:rPr>
              <w:t xml:space="preserve"> suitable for conducting written assessment test</w:t>
            </w:r>
            <w:r w:rsidR="00E228CE" w:rsidRPr="004A300B">
              <w:rPr>
                <w:sz w:val="22"/>
                <w:szCs w:val="22"/>
                <w:lang w:eastAsia="en-AU"/>
              </w:rPr>
              <w:t>.</w:t>
            </w:r>
          </w:p>
        </w:tc>
      </w:tr>
      <w:tr w:rsidR="005F6B58" w14:paraId="3B365110" w14:textId="77777777" w:rsidTr="005F6B58">
        <w:tc>
          <w:tcPr>
            <w:tcW w:w="2405" w:type="dxa"/>
            <w:vAlign w:val="top"/>
          </w:tcPr>
          <w:p w14:paraId="3B36510E" w14:textId="77777777" w:rsidR="00F03B21" w:rsidRPr="0067653D" w:rsidRDefault="00E228CE" w:rsidP="00F03B21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6655" w:type="dxa"/>
            <w:vAlign w:val="top"/>
          </w:tcPr>
          <w:p w14:paraId="3B36510F" w14:textId="13BAC6A2" w:rsidR="00F03B21" w:rsidRPr="004A300B" w:rsidRDefault="004A300B" w:rsidP="00DD0708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4A300B">
              <w:rPr>
                <w:sz w:val="22"/>
                <w:szCs w:val="22"/>
                <w:lang w:eastAsia="en-AU"/>
              </w:rPr>
              <w:t>1</w:t>
            </w:r>
            <w:r w:rsidR="00DD0708">
              <w:rPr>
                <w:sz w:val="22"/>
                <w:szCs w:val="22"/>
                <w:lang w:eastAsia="en-AU"/>
              </w:rPr>
              <w:t xml:space="preserve"> hour</w:t>
            </w:r>
          </w:p>
        </w:tc>
      </w:tr>
    </w:tbl>
    <w:p w14:paraId="3B365112" w14:textId="77777777" w:rsidR="00F03B21" w:rsidRDefault="00E228C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3B365113" w14:textId="77777777" w:rsidR="00F03B21" w:rsidRDefault="00E228CE" w:rsidP="00F03B21">
      <w:pPr>
        <w:pStyle w:val="Heading2"/>
      </w:pPr>
      <w:r>
        <w:t>Part 1: Multiple choice</w:t>
      </w:r>
    </w:p>
    <w:p w14:paraId="3B365114" w14:textId="77777777" w:rsidR="00F03B21" w:rsidRPr="001F7E98" w:rsidRDefault="00E228CE" w:rsidP="00F03B21">
      <w:pPr>
        <w:pStyle w:val="Body"/>
        <w:rPr>
          <w:i/>
          <w:sz w:val="22"/>
          <w:szCs w:val="22"/>
        </w:rPr>
      </w:pPr>
      <w:r w:rsidRPr="001F7E98">
        <w:rPr>
          <w:i/>
          <w:sz w:val="22"/>
          <w:szCs w:val="22"/>
        </w:rPr>
        <w:t>Copy and paste the exact questions as per the student assessment and add your model answers</w:t>
      </w:r>
      <w:r>
        <w:rPr>
          <w:i/>
          <w:sz w:val="22"/>
          <w:szCs w:val="22"/>
        </w:rPr>
        <w:t xml:space="preserve"> for </w:t>
      </w:r>
      <w:r w:rsidRPr="001F7E98">
        <w:rPr>
          <w:i/>
          <w:sz w:val="22"/>
          <w:szCs w:val="22"/>
        </w:rPr>
        <w:t>each question. These answers will be the marking criteria used to determine competency.</w:t>
      </w:r>
    </w:p>
    <w:p w14:paraId="46331F00" w14:textId="77777777" w:rsidR="002E3ACB" w:rsidRDefault="002E3ACB" w:rsidP="002E3ACB">
      <w:pPr>
        <w:pStyle w:val="Body"/>
        <w:ind w:left="720"/>
        <w:rPr>
          <w:sz w:val="22"/>
          <w:szCs w:val="22"/>
        </w:rPr>
      </w:pPr>
    </w:p>
    <w:p w14:paraId="18CE24CB" w14:textId="0C31A848" w:rsidR="002E3ACB" w:rsidRPr="00B30F8E" w:rsidRDefault="00ED2D16" w:rsidP="002E3ACB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(Rk 1) </w:t>
      </w:r>
      <w:r w:rsidR="002E3ACB">
        <w:rPr>
          <w:sz w:val="22"/>
          <w:szCs w:val="22"/>
        </w:rPr>
        <w:t xml:space="preserve">What would be an indication of too slow a wire feed rate when </w:t>
      </w:r>
      <w:r w:rsidR="00B71EBC">
        <w:rPr>
          <w:sz w:val="22"/>
          <w:szCs w:val="22"/>
        </w:rPr>
        <w:t>performing GMAW</w:t>
      </w:r>
      <w:r w:rsidR="002E3ACB">
        <w:rPr>
          <w:sz w:val="22"/>
          <w:szCs w:val="22"/>
        </w:rPr>
        <w:t>?</w:t>
      </w:r>
    </w:p>
    <w:p w14:paraId="376634B9" w14:textId="1F28B15D" w:rsidR="002E3ACB" w:rsidRDefault="002E3ACB" w:rsidP="002E3ACB">
      <w:pPr>
        <w:pStyle w:val="Caption"/>
        <w:keepNext/>
      </w:pPr>
      <w:r>
        <w:t xml:space="preserve">Table </w:t>
      </w:r>
      <w:r w:rsidR="00297F21">
        <w:rPr>
          <w:noProof/>
        </w:rPr>
        <w:t>1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E3ACB" w14:paraId="692207C4" w14:textId="77777777" w:rsidTr="001A1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70160CA" w14:textId="77777777" w:rsidR="002E3ACB" w:rsidRDefault="002E3ACB" w:rsidP="001A16D3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3AEB1F71" w14:textId="77777777" w:rsidR="002E3ACB" w:rsidRDefault="002E3ACB" w:rsidP="001A16D3">
            <w:pPr>
              <w:pStyle w:val="Body"/>
            </w:pPr>
            <w:r>
              <w:t>Put X next to your answer</w:t>
            </w:r>
          </w:p>
        </w:tc>
      </w:tr>
      <w:tr w:rsidR="002E3ACB" w14:paraId="44A85BE7" w14:textId="77777777" w:rsidTr="001A16D3">
        <w:tc>
          <w:tcPr>
            <w:tcW w:w="7650" w:type="dxa"/>
          </w:tcPr>
          <w:p w14:paraId="5990E29D" w14:textId="10AE1D02" w:rsidR="002E3ACB" w:rsidRDefault="00B71EBC" w:rsidP="00B71EBC">
            <w:pPr>
              <w:pStyle w:val="Body"/>
              <w:numPr>
                <w:ilvl w:val="0"/>
                <w:numId w:val="12"/>
              </w:numPr>
            </w:pPr>
            <w:r>
              <w:t xml:space="preserve">The material being welded turns blue in </w:t>
            </w:r>
            <w:r w:rsidRPr="00D93E7B">
              <w:rPr>
                <w:noProof/>
              </w:rPr>
              <w:t>colour</w:t>
            </w:r>
            <w:r>
              <w:t xml:space="preserve"> </w:t>
            </w:r>
          </w:p>
        </w:tc>
        <w:tc>
          <w:tcPr>
            <w:tcW w:w="1410" w:type="dxa"/>
          </w:tcPr>
          <w:p w14:paraId="265276E8" w14:textId="77777777" w:rsidR="002E3ACB" w:rsidRDefault="002E3ACB" w:rsidP="001A16D3">
            <w:pPr>
              <w:pStyle w:val="Body"/>
              <w:jc w:val="center"/>
            </w:pPr>
          </w:p>
        </w:tc>
      </w:tr>
      <w:tr w:rsidR="002E3ACB" w14:paraId="05CE2905" w14:textId="77777777" w:rsidTr="001A16D3">
        <w:tc>
          <w:tcPr>
            <w:tcW w:w="7650" w:type="dxa"/>
          </w:tcPr>
          <w:p w14:paraId="09DA7A8C" w14:textId="638B19BD" w:rsidR="002E3ACB" w:rsidRDefault="00B71EBC" w:rsidP="00B71EBC">
            <w:pPr>
              <w:pStyle w:val="Body"/>
              <w:numPr>
                <w:ilvl w:val="0"/>
                <w:numId w:val="12"/>
              </w:numPr>
            </w:pPr>
            <w:r>
              <w:t xml:space="preserve">Excessive penetration   </w:t>
            </w:r>
          </w:p>
        </w:tc>
        <w:tc>
          <w:tcPr>
            <w:tcW w:w="1410" w:type="dxa"/>
          </w:tcPr>
          <w:p w14:paraId="1D9C073B" w14:textId="03A95C59" w:rsidR="002E3ACB" w:rsidRDefault="002E3ACB" w:rsidP="001A16D3">
            <w:pPr>
              <w:pStyle w:val="Body"/>
              <w:jc w:val="center"/>
            </w:pPr>
          </w:p>
        </w:tc>
      </w:tr>
      <w:tr w:rsidR="002E3ACB" w14:paraId="386094DB" w14:textId="77777777" w:rsidTr="001A16D3">
        <w:tc>
          <w:tcPr>
            <w:tcW w:w="7650" w:type="dxa"/>
          </w:tcPr>
          <w:p w14:paraId="51085C56" w14:textId="6AA9A979" w:rsidR="002E3ACB" w:rsidRDefault="002E3ACB" w:rsidP="001A16D3">
            <w:pPr>
              <w:pStyle w:val="Body"/>
              <w:numPr>
                <w:ilvl w:val="0"/>
                <w:numId w:val="12"/>
              </w:numPr>
            </w:pPr>
            <w:r>
              <w:t xml:space="preserve">A ball of </w:t>
            </w:r>
            <w:r w:rsidR="00B71EBC">
              <w:t>weld forming and melting to the contact tip</w:t>
            </w:r>
          </w:p>
        </w:tc>
        <w:tc>
          <w:tcPr>
            <w:tcW w:w="1410" w:type="dxa"/>
          </w:tcPr>
          <w:p w14:paraId="48CB3FEF" w14:textId="179DB8BB" w:rsidR="002E3ACB" w:rsidRDefault="00B61FA5" w:rsidP="001A16D3">
            <w:pPr>
              <w:pStyle w:val="Body"/>
              <w:jc w:val="center"/>
            </w:pPr>
            <w:r>
              <w:t>X</w:t>
            </w:r>
          </w:p>
        </w:tc>
      </w:tr>
      <w:tr w:rsidR="002E3ACB" w14:paraId="5678E376" w14:textId="77777777" w:rsidTr="001A16D3">
        <w:tc>
          <w:tcPr>
            <w:tcW w:w="7650" w:type="dxa"/>
          </w:tcPr>
          <w:p w14:paraId="6C3B7803" w14:textId="70B70C63" w:rsidR="002E3ACB" w:rsidRDefault="00B71EBC" w:rsidP="001A16D3">
            <w:pPr>
              <w:pStyle w:val="Body"/>
              <w:numPr>
                <w:ilvl w:val="0"/>
                <w:numId w:val="12"/>
              </w:numPr>
            </w:pPr>
            <w:r>
              <w:t>Excessive spatter</w:t>
            </w:r>
          </w:p>
        </w:tc>
        <w:tc>
          <w:tcPr>
            <w:tcW w:w="1410" w:type="dxa"/>
          </w:tcPr>
          <w:p w14:paraId="4077FEDB" w14:textId="77777777" w:rsidR="002E3ACB" w:rsidRDefault="002E3ACB" w:rsidP="001A16D3">
            <w:pPr>
              <w:pStyle w:val="Body"/>
              <w:jc w:val="center"/>
            </w:pPr>
          </w:p>
        </w:tc>
      </w:tr>
    </w:tbl>
    <w:p w14:paraId="4C35DAF1" w14:textId="2315FCD0" w:rsidR="00AD1F81" w:rsidRDefault="00AD1F81" w:rsidP="00F03B21"/>
    <w:p w14:paraId="1D90796D" w14:textId="77777777" w:rsidR="0006788B" w:rsidRDefault="0006788B" w:rsidP="00F03B21"/>
    <w:p w14:paraId="595A07C9" w14:textId="7943E0C3" w:rsidR="00AD1F81" w:rsidRPr="00B30F8E" w:rsidRDefault="00647733" w:rsidP="005541C9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(Rk 1)</w:t>
      </w:r>
      <w:r w:rsidR="00ED2D16">
        <w:rPr>
          <w:sz w:val="22"/>
          <w:szCs w:val="22"/>
        </w:rPr>
        <w:t xml:space="preserve"> </w:t>
      </w:r>
      <w:r w:rsidR="00BA536F">
        <w:rPr>
          <w:sz w:val="22"/>
          <w:szCs w:val="22"/>
        </w:rPr>
        <w:t>Wh</w:t>
      </w:r>
      <w:r w:rsidR="00DD0708">
        <w:rPr>
          <w:sz w:val="22"/>
          <w:szCs w:val="22"/>
        </w:rPr>
        <w:t>ich v</w:t>
      </w:r>
      <w:r w:rsidR="00BA536F">
        <w:rPr>
          <w:sz w:val="22"/>
          <w:szCs w:val="22"/>
        </w:rPr>
        <w:t>oltage and amperage settings are used to produc</w:t>
      </w:r>
      <w:r w:rsidR="00DD0708">
        <w:rPr>
          <w:sz w:val="22"/>
          <w:szCs w:val="22"/>
        </w:rPr>
        <w:t>e short arc (dip) transfer mode?</w:t>
      </w:r>
    </w:p>
    <w:p w14:paraId="6DE98CB3" w14:textId="08A3C08B" w:rsidR="00AD1F81" w:rsidRDefault="00AD1F81" w:rsidP="00AD1F81">
      <w:pPr>
        <w:pStyle w:val="Caption"/>
        <w:keepNext/>
      </w:pPr>
      <w:r>
        <w:t xml:space="preserve">Table </w:t>
      </w:r>
      <w:r w:rsidR="00297F21">
        <w:rPr>
          <w:noProof/>
        </w:rPr>
        <w:t>2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AD1F81" w14:paraId="6E41A6D2" w14:textId="77777777" w:rsidTr="00F03B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33C79156" w14:textId="77777777" w:rsidR="00AD1F81" w:rsidRDefault="00AD1F81" w:rsidP="00F03B21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0A1F4FB6" w14:textId="77777777" w:rsidR="00AD1F81" w:rsidRDefault="00AD1F81" w:rsidP="00F03B21">
            <w:pPr>
              <w:pStyle w:val="Body"/>
            </w:pPr>
            <w:r>
              <w:t>Put X next to your answer</w:t>
            </w:r>
          </w:p>
        </w:tc>
      </w:tr>
      <w:tr w:rsidR="00AD1F81" w14:paraId="2FA31AD4" w14:textId="77777777" w:rsidTr="00F03B21">
        <w:tc>
          <w:tcPr>
            <w:tcW w:w="7650" w:type="dxa"/>
          </w:tcPr>
          <w:p w14:paraId="67A9BED9" w14:textId="7153DB0E" w:rsidR="00AD1F81" w:rsidRDefault="00BA536F" w:rsidP="005D448C">
            <w:pPr>
              <w:pStyle w:val="Body"/>
              <w:numPr>
                <w:ilvl w:val="0"/>
                <w:numId w:val="43"/>
              </w:numPr>
            </w:pPr>
            <w:r>
              <w:t>10 -15 volts &amp; 40 – 180 amps</w:t>
            </w:r>
          </w:p>
        </w:tc>
        <w:tc>
          <w:tcPr>
            <w:tcW w:w="1410" w:type="dxa"/>
          </w:tcPr>
          <w:p w14:paraId="760B6EB5" w14:textId="77777777" w:rsidR="00AD1F81" w:rsidRDefault="00AD1F81" w:rsidP="00F03B21">
            <w:pPr>
              <w:pStyle w:val="Body"/>
              <w:jc w:val="center"/>
            </w:pPr>
          </w:p>
        </w:tc>
      </w:tr>
      <w:tr w:rsidR="00AD1F81" w14:paraId="18D36E91" w14:textId="77777777" w:rsidTr="00F03B21">
        <w:tc>
          <w:tcPr>
            <w:tcW w:w="7650" w:type="dxa"/>
          </w:tcPr>
          <w:p w14:paraId="1F490146" w14:textId="1CBF0267" w:rsidR="00AD1F81" w:rsidRDefault="00BA536F" w:rsidP="005D448C">
            <w:pPr>
              <w:pStyle w:val="Body"/>
              <w:numPr>
                <w:ilvl w:val="0"/>
                <w:numId w:val="43"/>
              </w:numPr>
            </w:pPr>
            <w:r>
              <w:t>13-23 volts &amp; 60-200 amps</w:t>
            </w:r>
          </w:p>
        </w:tc>
        <w:tc>
          <w:tcPr>
            <w:tcW w:w="1410" w:type="dxa"/>
          </w:tcPr>
          <w:p w14:paraId="4EC28E21" w14:textId="79EC9597" w:rsidR="00AD1F81" w:rsidRDefault="00BA536F" w:rsidP="00F03B21">
            <w:pPr>
              <w:pStyle w:val="Body"/>
              <w:jc w:val="center"/>
            </w:pPr>
            <w:r>
              <w:t>X</w:t>
            </w:r>
          </w:p>
        </w:tc>
      </w:tr>
      <w:tr w:rsidR="00AD1F81" w14:paraId="39250737" w14:textId="77777777" w:rsidTr="00F03B21">
        <w:tc>
          <w:tcPr>
            <w:tcW w:w="7650" w:type="dxa"/>
          </w:tcPr>
          <w:p w14:paraId="02457DB5" w14:textId="793239A6" w:rsidR="00AD1F81" w:rsidRDefault="00BA536F" w:rsidP="005D448C">
            <w:pPr>
              <w:pStyle w:val="Body"/>
              <w:numPr>
                <w:ilvl w:val="0"/>
                <w:numId w:val="43"/>
              </w:numPr>
            </w:pPr>
            <w:r>
              <w:t>21-27 volts &amp; 200-350 amps</w:t>
            </w:r>
          </w:p>
        </w:tc>
        <w:tc>
          <w:tcPr>
            <w:tcW w:w="1410" w:type="dxa"/>
          </w:tcPr>
          <w:p w14:paraId="3EF431BD" w14:textId="77777777" w:rsidR="00AD1F81" w:rsidRDefault="00AD1F81" w:rsidP="00F03B21">
            <w:pPr>
              <w:pStyle w:val="Body"/>
              <w:jc w:val="center"/>
            </w:pPr>
          </w:p>
        </w:tc>
      </w:tr>
      <w:tr w:rsidR="00AD1F81" w14:paraId="15506CA5" w14:textId="77777777" w:rsidTr="00F03B21">
        <w:tc>
          <w:tcPr>
            <w:tcW w:w="7650" w:type="dxa"/>
          </w:tcPr>
          <w:p w14:paraId="5C929482" w14:textId="0810723F" w:rsidR="00AD1F81" w:rsidRDefault="00BA536F" w:rsidP="005D448C">
            <w:pPr>
              <w:pStyle w:val="Body"/>
              <w:numPr>
                <w:ilvl w:val="0"/>
                <w:numId w:val="43"/>
              </w:numPr>
            </w:pPr>
            <w:r>
              <w:t>24-40 volts &amp; 210-410 amps</w:t>
            </w:r>
          </w:p>
        </w:tc>
        <w:tc>
          <w:tcPr>
            <w:tcW w:w="1410" w:type="dxa"/>
          </w:tcPr>
          <w:p w14:paraId="7E581CA9" w14:textId="77777777" w:rsidR="00AD1F81" w:rsidRDefault="00AD1F81" w:rsidP="00F03B21">
            <w:pPr>
              <w:pStyle w:val="Body"/>
              <w:jc w:val="center"/>
            </w:pPr>
          </w:p>
        </w:tc>
      </w:tr>
    </w:tbl>
    <w:p w14:paraId="0947D668" w14:textId="53C9F409" w:rsidR="00AD1F81" w:rsidRDefault="00AD1F81" w:rsidP="00F03B21"/>
    <w:p w14:paraId="05A3E6FF" w14:textId="79F1BECB" w:rsidR="001A16D3" w:rsidRDefault="001A16D3" w:rsidP="00F03B21"/>
    <w:p w14:paraId="4A316882" w14:textId="42135B08" w:rsidR="001A16D3" w:rsidRDefault="001A16D3" w:rsidP="00F03B21"/>
    <w:p w14:paraId="782BC2A1" w14:textId="50E9D484" w:rsidR="00AD1F81" w:rsidRPr="00B30F8E" w:rsidRDefault="00647733" w:rsidP="005541C9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(Rk 1)</w:t>
      </w:r>
      <w:r w:rsidR="00ED2D16">
        <w:rPr>
          <w:sz w:val="22"/>
          <w:szCs w:val="22"/>
        </w:rPr>
        <w:t xml:space="preserve"> </w:t>
      </w:r>
      <w:r w:rsidR="00DD0708">
        <w:rPr>
          <w:sz w:val="22"/>
          <w:szCs w:val="22"/>
        </w:rPr>
        <w:t>When GMAW on Low Carbon S</w:t>
      </w:r>
      <w:r w:rsidR="006B5CB3">
        <w:rPr>
          <w:sz w:val="22"/>
          <w:szCs w:val="22"/>
        </w:rPr>
        <w:t>teel (LCS) and  using an argon &amp; carbon dioxide shielding gas mixture the recommended flow rate is</w:t>
      </w:r>
    </w:p>
    <w:p w14:paraId="41D6882F" w14:textId="754A3CC7" w:rsidR="00AD1F81" w:rsidRDefault="00AD1F81" w:rsidP="00AD1F81">
      <w:pPr>
        <w:pStyle w:val="Caption"/>
        <w:keepNext/>
      </w:pPr>
      <w:r>
        <w:t xml:space="preserve">Table </w:t>
      </w:r>
      <w:r w:rsidR="00297F21">
        <w:rPr>
          <w:noProof/>
        </w:rPr>
        <w:t>3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AD1F81" w14:paraId="657A26F9" w14:textId="77777777" w:rsidTr="00F03B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E3349EA" w14:textId="77777777" w:rsidR="00AD1F81" w:rsidRDefault="00AD1F81" w:rsidP="00F03B21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0A783DA" w14:textId="77777777" w:rsidR="00AD1F81" w:rsidRDefault="00AD1F81" w:rsidP="00F03B21">
            <w:pPr>
              <w:pStyle w:val="Body"/>
            </w:pPr>
            <w:r>
              <w:t>Put X next to your answer</w:t>
            </w:r>
          </w:p>
        </w:tc>
      </w:tr>
      <w:tr w:rsidR="00AD1F81" w14:paraId="0EADF746" w14:textId="77777777" w:rsidTr="00F03B21">
        <w:tc>
          <w:tcPr>
            <w:tcW w:w="7650" w:type="dxa"/>
          </w:tcPr>
          <w:p w14:paraId="1A360423" w14:textId="62990F19" w:rsidR="00AD1F81" w:rsidRDefault="006B5CB3" w:rsidP="00B207BA">
            <w:pPr>
              <w:pStyle w:val="Body"/>
              <w:numPr>
                <w:ilvl w:val="0"/>
                <w:numId w:val="14"/>
              </w:numPr>
            </w:pPr>
            <w:r>
              <w:t>20-25 ltr/min</w:t>
            </w:r>
          </w:p>
        </w:tc>
        <w:tc>
          <w:tcPr>
            <w:tcW w:w="1410" w:type="dxa"/>
          </w:tcPr>
          <w:p w14:paraId="254978DA" w14:textId="77777777" w:rsidR="00AD1F81" w:rsidRDefault="00AD1F81" w:rsidP="00F03B21">
            <w:pPr>
              <w:pStyle w:val="Body"/>
              <w:jc w:val="center"/>
            </w:pPr>
          </w:p>
        </w:tc>
      </w:tr>
      <w:tr w:rsidR="00AD1F81" w14:paraId="026FEE96" w14:textId="77777777" w:rsidTr="00F03B21">
        <w:tc>
          <w:tcPr>
            <w:tcW w:w="7650" w:type="dxa"/>
          </w:tcPr>
          <w:p w14:paraId="42F3F51F" w14:textId="0A446DA3" w:rsidR="00AD1F81" w:rsidRDefault="006B5CB3" w:rsidP="00B207BA">
            <w:pPr>
              <w:pStyle w:val="Body"/>
              <w:numPr>
                <w:ilvl w:val="0"/>
                <w:numId w:val="14"/>
              </w:numPr>
            </w:pPr>
            <w:r>
              <w:t>8-12 ltr/min</w:t>
            </w:r>
          </w:p>
        </w:tc>
        <w:tc>
          <w:tcPr>
            <w:tcW w:w="1410" w:type="dxa"/>
          </w:tcPr>
          <w:p w14:paraId="240F850C" w14:textId="77777777" w:rsidR="00AD1F81" w:rsidRDefault="00AD1F81" w:rsidP="00F03B21">
            <w:pPr>
              <w:pStyle w:val="Body"/>
              <w:jc w:val="center"/>
            </w:pPr>
          </w:p>
        </w:tc>
      </w:tr>
      <w:tr w:rsidR="00AD1F81" w14:paraId="033DF749" w14:textId="77777777" w:rsidTr="00F03B21">
        <w:tc>
          <w:tcPr>
            <w:tcW w:w="7650" w:type="dxa"/>
          </w:tcPr>
          <w:p w14:paraId="1B20A013" w14:textId="1668013C" w:rsidR="00AD1F81" w:rsidRDefault="006B5CB3" w:rsidP="00B207BA">
            <w:pPr>
              <w:pStyle w:val="Body"/>
              <w:numPr>
                <w:ilvl w:val="0"/>
                <w:numId w:val="14"/>
              </w:numPr>
            </w:pPr>
            <w:r>
              <w:t>14-18 ltr/min</w:t>
            </w:r>
          </w:p>
        </w:tc>
        <w:tc>
          <w:tcPr>
            <w:tcW w:w="1410" w:type="dxa"/>
          </w:tcPr>
          <w:p w14:paraId="4DA9B97E" w14:textId="1383608A" w:rsidR="00AD1F81" w:rsidRDefault="006B5CB3" w:rsidP="00F03B21">
            <w:pPr>
              <w:pStyle w:val="Body"/>
              <w:jc w:val="center"/>
            </w:pPr>
            <w:r>
              <w:t>X</w:t>
            </w:r>
          </w:p>
        </w:tc>
      </w:tr>
      <w:tr w:rsidR="00AD1F81" w14:paraId="1D4C8FCB" w14:textId="77777777" w:rsidTr="00F03B21">
        <w:tc>
          <w:tcPr>
            <w:tcW w:w="7650" w:type="dxa"/>
          </w:tcPr>
          <w:p w14:paraId="7B445D32" w14:textId="1EED8EC1" w:rsidR="00AD1F81" w:rsidRDefault="006B5CB3" w:rsidP="00B207BA">
            <w:pPr>
              <w:pStyle w:val="Body"/>
              <w:numPr>
                <w:ilvl w:val="0"/>
                <w:numId w:val="14"/>
              </w:numPr>
            </w:pPr>
            <w:r>
              <w:t>10-25 ltr/min</w:t>
            </w:r>
          </w:p>
        </w:tc>
        <w:tc>
          <w:tcPr>
            <w:tcW w:w="1410" w:type="dxa"/>
          </w:tcPr>
          <w:p w14:paraId="08B8316B" w14:textId="77777777" w:rsidR="00AD1F81" w:rsidRDefault="00AD1F81" w:rsidP="00F03B21">
            <w:pPr>
              <w:pStyle w:val="Body"/>
              <w:jc w:val="center"/>
            </w:pPr>
          </w:p>
        </w:tc>
      </w:tr>
    </w:tbl>
    <w:p w14:paraId="59DC8566" w14:textId="436D05B8" w:rsidR="00AD1F81" w:rsidRDefault="00AD1F81" w:rsidP="00F03B21"/>
    <w:p w14:paraId="48813464" w14:textId="6AEA2964" w:rsidR="0006788B" w:rsidRDefault="0006788B" w:rsidP="00F03B21"/>
    <w:p w14:paraId="3442E49B" w14:textId="77777777" w:rsidR="0006788B" w:rsidRDefault="0006788B" w:rsidP="00F03B21"/>
    <w:p w14:paraId="52CF45E8" w14:textId="3BCADD66" w:rsidR="00AD1F81" w:rsidRPr="00B30F8E" w:rsidRDefault="00FE7333" w:rsidP="005541C9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(Rk 3) The melting point for Low Carbon Steel (LCS) is approximately </w:t>
      </w:r>
    </w:p>
    <w:p w14:paraId="74B9A740" w14:textId="21A6711D" w:rsidR="00AD1F81" w:rsidRDefault="00AD1F81" w:rsidP="00AD1F81">
      <w:pPr>
        <w:pStyle w:val="Caption"/>
        <w:keepNext/>
      </w:pPr>
      <w:r>
        <w:t xml:space="preserve">Table </w:t>
      </w:r>
      <w:r w:rsidR="00297F21">
        <w:rPr>
          <w:noProof/>
        </w:rPr>
        <w:t>4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AD1F81" w14:paraId="1EE0D9CA" w14:textId="77777777" w:rsidTr="00F03B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11523784" w14:textId="77777777" w:rsidR="00AD1F81" w:rsidRDefault="00AD1F81" w:rsidP="00F03B21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1A2880C6" w14:textId="77777777" w:rsidR="00AD1F81" w:rsidRDefault="00AD1F81" w:rsidP="00F03B21">
            <w:pPr>
              <w:pStyle w:val="Body"/>
            </w:pPr>
            <w:r>
              <w:t>Put X next to your answer</w:t>
            </w:r>
          </w:p>
        </w:tc>
      </w:tr>
      <w:tr w:rsidR="00AD1F81" w14:paraId="2A77596D" w14:textId="77777777" w:rsidTr="00F03B21">
        <w:tc>
          <w:tcPr>
            <w:tcW w:w="7650" w:type="dxa"/>
          </w:tcPr>
          <w:p w14:paraId="330FD427" w14:textId="7F6E6161" w:rsidR="00AD1F81" w:rsidRDefault="00FE7333" w:rsidP="00B207BA">
            <w:pPr>
              <w:pStyle w:val="Body"/>
              <w:numPr>
                <w:ilvl w:val="0"/>
                <w:numId w:val="15"/>
              </w:numPr>
            </w:pPr>
            <w:r>
              <w:t>815</w:t>
            </w:r>
            <w:r>
              <w:rPr>
                <w:vertAlign w:val="superscript"/>
              </w:rPr>
              <w:t xml:space="preserve">0 </w:t>
            </w:r>
            <w:r>
              <w:t xml:space="preserve"> C</w:t>
            </w:r>
          </w:p>
        </w:tc>
        <w:tc>
          <w:tcPr>
            <w:tcW w:w="1410" w:type="dxa"/>
          </w:tcPr>
          <w:p w14:paraId="014AB7BC" w14:textId="77777777" w:rsidR="00AD1F81" w:rsidRDefault="00AD1F81" w:rsidP="00F03B21">
            <w:pPr>
              <w:pStyle w:val="Body"/>
              <w:jc w:val="center"/>
            </w:pPr>
          </w:p>
        </w:tc>
      </w:tr>
      <w:tr w:rsidR="00AD1F81" w14:paraId="48FA4A01" w14:textId="77777777" w:rsidTr="00F03B21">
        <w:tc>
          <w:tcPr>
            <w:tcW w:w="7650" w:type="dxa"/>
          </w:tcPr>
          <w:p w14:paraId="3FAE71EE" w14:textId="61D7D77C" w:rsidR="00AD1F81" w:rsidRDefault="00FE7333" w:rsidP="00B207BA">
            <w:pPr>
              <w:pStyle w:val="Body"/>
              <w:numPr>
                <w:ilvl w:val="0"/>
                <w:numId w:val="15"/>
              </w:numPr>
            </w:pPr>
            <w:r>
              <w:t>6000</w:t>
            </w:r>
            <w:r>
              <w:rPr>
                <w:vertAlign w:val="superscript"/>
              </w:rPr>
              <w:t xml:space="preserve">0 </w:t>
            </w:r>
            <w:r>
              <w:t xml:space="preserve"> C</w:t>
            </w:r>
          </w:p>
        </w:tc>
        <w:tc>
          <w:tcPr>
            <w:tcW w:w="1410" w:type="dxa"/>
          </w:tcPr>
          <w:p w14:paraId="225599CE" w14:textId="77777777" w:rsidR="00AD1F81" w:rsidRDefault="00AD1F81" w:rsidP="00F03B21">
            <w:pPr>
              <w:pStyle w:val="Body"/>
              <w:jc w:val="center"/>
            </w:pPr>
          </w:p>
        </w:tc>
      </w:tr>
      <w:tr w:rsidR="00AD1F81" w14:paraId="4FBB8E0B" w14:textId="77777777" w:rsidTr="00F03B21">
        <w:tc>
          <w:tcPr>
            <w:tcW w:w="7650" w:type="dxa"/>
          </w:tcPr>
          <w:p w14:paraId="44F5DDDB" w14:textId="11C99881" w:rsidR="00AD1F81" w:rsidRDefault="00FE7333" w:rsidP="00B207BA">
            <w:pPr>
              <w:pStyle w:val="Body"/>
              <w:numPr>
                <w:ilvl w:val="0"/>
                <w:numId w:val="15"/>
              </w:numPr>
            </w:pPr>
            <w:r>
              <w:t>1450</w:t>
            </w:r>
            <w:r>
              <w:rPr>
                <w:vertAlign w:val="superscript"/>
              </w:rPr>
              <w:t xml:space="preserve">0 </w:t>
            </w:r>
            <w:r>
              <w:t xml:space="preserve"> C</w:t>
            </w:r>
          </w:p>
        </w:tc>
        <w:tc>
          <w:tcPr>
            <w:tcW w:w="1410" w:type="dxa"/>
          </w:tcPr>
          <w:p w14:paraId="274CFE11" w14:textId="64932A2D" w:rsidR="00AD1F81" w:rsidRDefault="00FE7333" w:rsidP="00F03B21">
            <w:pPr>
              <w:pStyle w:val="Body"/>
              <w:jc w:val="center"/>
            </w:pPr>
            <w:r>
              <w:t>X</w:t>
            </w:r>
          </w:p>
        </w:tc>
      </w:tr>
      <w:tr w:rsidR="00AD1F81" w14:paraId="53496692" w14:textId="77777777" w:rsidTr="00F03B21">
        <w:tc>
          <w:tcPr>
            <w:tcW w:w="7650" w:type="dxa"/>
          </w:tcPr>
          <w:p w14:paraId="69451ADA" w14:textId="5C444B55" w:rsidR="00AD1F81" w:rsidRDefault="00FE7333" w:rsidP="00B207BA">
            <w:pPr>
              <w:pStyle w:val="Body"/>
              <w:numPr>
                <w:ilvl w:val="0"/>
                <w:numId w:val="15"/>
              </w:numPr>
            </w:pPr>
            <w:r>
              <w:t>3100</w:t>
            </w:r>
            <w:r>
              <w:rPr>
                <w:vertAlign w:val="superscript"/>
              </w:rPr>
              <w:t xml:space="preserve">0 </w:t>
            </w:r>
            <w:r>
              <w:t xml:space="preserve"> C</w:t>
            </w:r>
          </w:p>
        </w:tc>
        <w:tc>
          <w:tcPr>
            <w:tcW w:w="1410" w:type="dxa"/>
          </w:tcPr>
          <w:p w14:paraId="1B241BC0" w14:textId="77777777" w:rsidR="00AD1F81" w:rsidRDefault="00AD1F81" w:rsidP="00F03B21">
            <w:pPr>
              <w:pStyle w:val="Body"/>
              <w:jc w:val="center"/>
            </w:pPr>
          </w:p>
        </w:tc>
      </w:tr>
    </w:tbl>
    <w:p w14:paraId="7EF461FD" w14:textId="77777777" w:rsidR="003C0ED8" w:rsidRDefault="003C0ED8" w:rsidP="00F03B21"/>
    <w:p w14:paraId="0AE91FE8" w14:textId="77777777" w:rsidR="003C0ED8" w:rsidRDefault="003C0ED8" w:rsidP="00F03B21"/>
    <w:p w14:paraId="078C768E" w14:textId="77777777" w:rsidR="003C0ED8" w:rsidRDefault="003C0ED8" w:rsidP="00F03B21"/>
    <w:p w14:paraId="51DA8F28" w14:textId="77777777" w:rsidR="003C0ED8" w:rsidRDefault="003C0ED8" w:rsidP="00F03B21"/>
    <w:p w14:paraId="0F3449C5" w14:textId="77777777" w:rsidR="003C0ED8" w:rsidRDefault="003C0ED8" w:rsidP="00F03B21"/>
    <w:p w14:paraId="33CA5FD9" w14:textId="43D01292" w:rsidR="003C0ED8" w:rsidRPr="00166809" w:rsidRDefault="00621B3D" w:rsidP="00166809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(RK 3) </w:t>
      </w:r>
      <w:r w:rsidR="00166809">
        <w:rPr>
          <w:sz w:val="22"/>
          <w:szCs w:val="22"/>
        </w:rPr>
        <w:t>What does GMAW use to prevent the atmosphere from contaminating the weld pool?</w:t>
      </w:r>
    </w:p>
    <w:p w14:paraId="75CBCB1D" w14:textId="1BAE0954" w:rsidR="003C0ED8" w:rsidRDefault="003C0ED8" w:rsidP="003C0ED8">
      <w:pPr>
        <w:pStyle w:val="Caption"/>
        <w:keepNext/>
      </w:pPr>
      <w:r>
        <w:t xml:space="preserve">Table </w:t>
      </w:r>
      <w:r w:rsidR="00297F21">
        <w:rPr>
          <w:noProof/>
        </w:rPr>
        <w:t>5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3C0ED8" w14:paraId="1B8396CD" w14:textId="77777777" w:rsidTr="00F03B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63C1C16" w14:textId="77777777" w:rsidR="003C0ED8" w:rsidRDefault="003C0ED8" w:rsidP="00F03B21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B0E37E7" w14:textId="77777777" w:rsidR="003C0ED8" w:rsidRDefault="003C0ED8" w:rsidP="00F03B21">
            <w:pPr>
              <w:pStyle w:val="Body"/>
            </w:pPr>
            <w:r>
              <w:t>Put X next to your answer</w:t>
            </w:r>
          </w:p>
        </w:tc>
      </w:tr>
      <w:tr w:rsidR="003C0ED8" w14:paraId="71AEBAEB" w14:textId="77777777" w:rsidTr="00F03B21">
        <w:tc>
          <w:tcPr>
            <w:tcW w:w="7650" w:type="dxa"/>
          </w:tcPr>
          <w:p w14:paraId="223CEFF2" w14:textId="0A2F4628" w:rsidR="003C0ED8" w:rsidRDefault="00621B3D" w:rsidP="00B207BA">
            <w:pPr>
              <w:pStyle w:val="Body"/>
              <w:numPr>
                <w:ilvl w:val="0"/>
                <w:numId w:val="16"/>
              </w:numPr>
            </w:pPr>
            <w:r>
              <w:t>flux</w:t>
            </w:r>
          </w:p>
        </w:tc>
        <w:tc>
          <w:tcPr>
            <w:tcW w:w="1410" w:type="dxa"/>
          </w:tcPr>
          <w:p w14:paraId="16CDD69B" w14:textId="77777777" w:rsidR="003C0ED8" w:rsidRDefault="003C0ED8" w:rsidP="00F03B21">
            <w:pPr>
              <w:pStyle w:val="Body"/>
              <w:jc w:val="center"/>
            </w:pPr>
          </w:p>
        </w:tc>
      </w:tr>
      <w:tr w:rsidR="003C0ED8" w14:paraId="21ADE77D" w14:textId="77777777" w:rsidTr="00F03B21">
        <w:tc>
          <w:tcPr>
            <w:tcW w:w="7650" w:type="dxa"/>
          </w:tcPr>
          <w:p w14:paraId="5745B591" w14:textId="791B4EEA" w:rsidR="003C0ED8" w:rsidRDefault="00621B3D" w:rsidP="00B207BA">
            <w:pPr>
              <w:pStyle w:val="Body"/>
              <w:numPr>
                <w:ilvl w:val="0"/>
                <w:numId w:val="16"/>
              </w:numPr>
            </w:pPr>
            <w:r>
              <w:t>shielding gas</w:t>
            </w:r>
          </w:p>
        </w:tc>
        <w:tc>
          <w:tcPr>
            <w:tcW w:w="1410" w:type="dxa"/>
          </w:tcPr>
          <w:p w14:paraId="2853609B" w14:textId="5093013F" w:rsidR="003C0ED8" w:rsidRDefault="00621B3D" w:rsidP="00F03B21">
            <w:pPr>
              <w:pStyle w:val="Body"/>
              <w:jc w:val="center"/>
            </w:pPr>
            <w:r>
              <w:t>X</w:t>
            </w:r>
          </w:p>
        </w:tc>
      </w:tr>
      <w:tr w:rsidR="003C0ED8" w14:paraId="3B41BE13" w14:textId="77777777" w:rsidTr="00F03B21">
        <w:tc>
          <w:tcPr>
            <w:tcW w:w="7650" w:type="dxa"/>
          </w:tcPr>
          <w:p w14:paraId="27965D56" w14:textId="4245D9B5" w:rsidR="003C0ED8" w:rsidRDefault="00621B3D" w:rsidP="00B207BA">
            <w:pPr>
              <w:pStyle w:val="Body"/>
              <w:numPr>
                <w:ilvl w:val="0"/>
                <w:numId w:val="16"/>
              </w:numPr>
            </w:pPr>
            <w:r>
              <w:t>anti-spatter solution</w:t>
            </w:r>
          </w:p>
        </w:tc>
        <w:tc>
          <w:tcPr>
            <w:tcW w:w="1410" w:type="dxa"/>
          </w:tcPr>
          <w:p w14:paraId="4E876530" w14:textId="77777777" w:rsidR="003C0ED8" w:rsidRDefault="003C0ED8" w:rsidP="00F03B21">
            <w:pPr>
              <w:pStyle w:val="Body"/>
              <w:jc w:val="center"/>
            </w:pPr>
          </w:p>
        </w:tc>
      </w:tr>
      <w:tr w:rsidR="003C0ED8" w14:paraId="2B39E5DB" w14:textId="77777777" w:rsidTr="00F03B21">
        <w:tc>
          <w:tcPr>
            <w:tcW w:w="7650" w:type="dxa"/>
          </w:tcPr>
          <w:p w14:paraId="6425BE5C" w14:textId="2B7303E3" w:rsidR="003C0ED8" w:rsidRDefault="00621B3D" w:rsidP="00B207BA">
            <w:pPr>
              <w:pStyle w:val="Body"/>
              <w:numPr>
                <w:ilvl w:val="0"/>
                <w:numId w:val="16"/>
              </w:numPr>
            </w:pPr>
            <w:r>
              <w:t>AC current</w:t>
            </w:r>
          </w:p>
        </w:tc>
        <w:tc>
          <w:tcPr>
            <w:tcW w:w="1410" w:type="dxa"/>
          </w:tcPr>
          <w:p w14:paraId="1704B900" w14:textId="77777777" w:rsidR="003C0ED8" w:rsidRDefault="003C0ED8" w:rsidP="00F03B21">
            <w:pPr>
              <w:pStyle w:val="Body"/>
              <w:jc w:val="center"/>
            </w:pPr>
          </w:p>
        </w:tc>
      </w:tr>
    </w:tbl>
    <w:p w14:paraId="5D3AE68B" w14:textId="5773CB8A" w:rsidR="003C0ED8" w:rsidRDefault="003C0ED8" w:rsidP="00F03B21"/>
    <w:p w14:paraId="105443FA" w14:textId="372FA345" w:rsidR="001A16D3" w:rsidRDefault="001A16D3" w:rsidP="00F03B21"/>
    <w:p w14:paraId="39974D02" w14:textId="77777777" w:rsidR="005D448C" w:rsidRDefault="005D448C" w:rsidP="00F03B21"/>
    <w:p w14:paraId="3FA3DCFF" w14:textId="7F7D76C4" w:rsidR="00FE7333" w:rsidRPr="00B30F8E" w:rsidRDefault="00663797" w:rsidP="005541C9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(Rk 3) The contact tip size must match the size of </w:t>
      </w:r>
      <w:r w:rsidR="005D448C">
        <w:rPr>
          <w:sz w:val="22"/>
          <w:szCs w:val="22"/>
        </w:rPr>
        <w:t>the:</w:t>
      </w:r>
    </w:p>
    <w:p w14:paraId="0C620279" w14:textId="38324B5E" w:rsidR="00FE7333" w:rsidRDefault="00FE7333" w:rsidP="00FE7333">
      <w:pPr>
        <w:pStyle w:val="Caption"/>
        <w:keepNext/>
      </w:pPr>
      <w:r>
        <w:t xml:space="preserve">Table </w:t>
      </w:r>
      <w:r w:rsidR="00297F21">
        <w:rPr>
          <w:noProof/>
        </w:rPr>
        <w:t>6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FE7333" w14:paraId="79BD8A33" w14:textId="77777777" w:rsidTr="00F03B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7059BA6" w14:textId="77777777" w:rsidR="00FE7333" w:rsidRDefault="00FE7333" w:rsidP="00F03B21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1D30F1EB" w14:textId="77777777" w:rsidR="00FE7333" w:rsidRDefault="00FE7333" w:rsidP="00F03B21">
            <w:pPr>
              <w:pStyle w:val="Body"/>
            </w:pPr>
            <w:r>
              <w:t>Put X next to your answer</w:t>
            </w:r>
          </w:p>
        </w:tc>
      </w:tr>
      <w:tr w:rsidR="00FE7333" w14:paraId="5868BC76" w14:textId="77777777" w:rsidTr="00F03B21">
        <w:tc>
          <w:tcPr>
            <w:tcW w:w="7650" w:type="dxa"/>
          </w:tcPr>
          <w:p w14:paraId="776BD1D1" w14:textId="336D0AE7" w:rsidR="00FE7333" w:rsidRDefault="00663797" w:rsidP="00B207BA">
            <w:pPr>
              <w:pStyle w:val="Body"/>
              <w:numPr>
                <w:ilvl w:val="0"/>
                <w:numId w:val="17"/>
              </w:numPr>
            </w:pPr>
            <w:r>
              <w:t>Welding machine capacity</w:t>
            </w:r>
          </w:p>
        </w:tc>
        <w:tc>
          <w:tcPr>
            <w:tcW w:w="1410" w:type="dxa"/>
          </w:tcPr>
          <w:p w14:paraId="7E5D3289" w14:textId="77777777" w:rsidR="00FE7333" w:rsidRDefault="00FE7333" w:rsidP="00F03B21">
            <w:pPr>
              <w:pStyle w:val="Body"/>
              <w:jc w:val="center"/>
            </w:pPr>
          </w:p>
        </w:tc>
      </w:tr>
      <w:tr w:rsidR="00FE7333" w14:paraId="738083BD" w14:textId="77777777" w:rsidTr="00F03B21">
        <w:tc>
          <w:tcPr>
            <w:tcW w:w="7650" w:type="dxa"/>
          </w:tcPr>
          <w:p w14:paraId="4512DD19" w14:textId="697C0C23" w:rsidR="00FE7333" w:rsidRDefault="00663797" w:rsidP="00B207BA">
            <w:pPr>
              <w:pStyle w:val="Body"/>
              <w:numPr>
                <w:ilvl w:val="0"/>
                <w:numId w:val="17"/>
              </w:numPr>
            </w:pPr>
            <w:r>
              <w:t xml:space="preserve">Welding wire consumable </w:t>
            </w:r>
          </w:p>
        </w:tc>
        <w:tc>
          <w:tcPr>
            <w:tcW w:w="1410" w:type="dxa"/>
          </w:tcPr>
          <w:p w14:paraId="7FB8E6F0" w14:textId="2B6926C2" w:rsidR="00FE7333" w:rsidRDefault="00663797" w:rsidP="00F03B21">
            <w:pPr>
              <w:pStyle w:val="Body"/>
              <w:jc w:val="center"/>
            </w:pPr>
            <w:r>
              <w:t>X</w:t>
            </w:r>
          </w:p>
        </w:tc>
      </w:tr>
      <w:tr w:rsidR="00FE7333" w14:paraId="470C5BDB" w14:textId="77777777" w:rsidTr="00F03B21">
        <w:tc>
          <w:tcPr>
            <w:tcW w:w="7650" w:type="dxa"/>
          </w:tcPr>
          <w:p w14:paraId="244AE1EC" w14:textId="5DA30EDF" w:rsidR="00FE7333" w:rsidRDefault="005D448C" w:rsidP="00B207BA">
            <w:pPr>
              <w:pStyle w:val="Body"/>
              <w:numPr>
                <w:ilvl w:val="0"/>
                <w:numId w:val="17"/>
              </w:numPr>
            </w:pPr>
            <w:r>
              <w:t>A</w:t>
            </w:r>
            <w:r w:rsidR="00663797">
              <w:t>mount of current being used</w:t>
            </w:r>
          </w:p>
        </w:tc>
        <w:tc>
          <w:tcPr>
            <w:tcW w:w="1410" w:type="dxa"/>
          </w:tcPr>
          <w:p w14:paraId="67C9E2BD" w14:textId="77777777" w:rsidR="00FE7333" w:rsidRDefault="00FE7333" w:rsidP="00F03B21">
            <w:pPr>
              <w:pStyle w:val="Body"/>
              <w:jc w:val="center"/>
            </w:pPr>
          </w:p>
        </w:tc>
      </w:tr>
      <w:tr w:rsidR="00FE7333" w14:paraId="17F3E5E4" w14:textId="77777777" w:rsidTr="00F03B21">
        <w:tc>
          <w:tcPr>
            <w:tcW w:w="7650" w:type="dxa"/>
          </w:tcPr>
          <w:p w14:paraId="402CA950" w14:textId="78FDD56F" w:rsidR="00FE7333" w:rsidRDefault="005D448C" w:rsidP="00B207BA">
            <w:pPr>
              <w:pStyle w:val="Body"/>
              <w:numPr>
                <w:ilvl w:val="0"/>
                <w:numId w:val="17"/>
              </w:numPr>
            </w:pPr>
            <w:r>
              <w:t>T</w:t>
            </w:r>
            <w:r w:rsidR="00663797">
              <w:t>hickness of the metal being welded</w:t>
            </w:r>
          </w:p>
        </w:tc>
        <w:tc>
          <w:tcPr>
            <w:tcW w:w="1410" w:type="dxa"/>
          </w:tcPr>
          <w:p w14:paraId="0C684A37" w14:textId="77777777" w:rsidR="00FE7333" w:rsidRDefault="00FE7333" w:rsidP="00F03B21">
            <w:pPr>
              <w:pStyle w:val="Body"/>
              <w:jc w:val="center"/>
            </w:pPr>
          </w:p>
        </w:tc>
      </w:tr>
    </w:tbl>
    <w:p w14:paraId="273B51ED" w14:textId="6CED166E" w:rsidR="00FE7333" w:rsidRDefault="00FE7333" w:rsidP="00F03B21"/>
    <w:p w14:paraId="5E82713F" w14:textId="0E4F4130" w:rsidR="00FE7333" w:rsidRDefault="00FE7333" w:rsidP="00F03B21"/>
    <w:p w14:paraId="118477A7" w14:textId="3E1042F5" w:rsidR="00FE7333" w:rsidRDefault="00FE7333" w:rsidP="00F03B21"/>
    <w:p w14:paraId="10E57AA9" w14:textId="3CE071F5" w:rsidR="00FE7333" w:rsidRDefault="00FE7333" w:rsidP="00F03B21"/>
    <w:p w14:paraId="09808C77" w14:textId="7B7EFB80" w:rsidR="00FE7333" w:rsidRDefault="00FE7333" w:rsidP="00F03B21"/>
    <w:p w14:paraId="51834606" w14:textId="3800C2B6" w:rsidR="00FE7333" w:rsidRDefault="00FE7333" w:rsidP="00F03B21"/>
    <w:p w14:paraId="7AD60DF5" w14:textId="11186604" w:rsidR="00FE7333" w:rsidRPr="00B30F8E" w:rsidRDefault="000E02C7" w:rsidP="005541C9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(Rk 3) Which of the following is </w:t>
      </w:r>
      <w:r w:rsidRPr="005D448C">
        <w:rPr>
          <w:b/>
          <w:i/>
          <w:sz w:val="22"/>
          <w:szCs w:val="22"/>
          <w:u w:val="single"/>
        </w:rPr>
        <w:t>not</w:t>
      </w:r>
      <w:r>
        <w:rPr>
          <w:sz w:val="22"/>
          <w:szCs w:val="22"/>
        </w:rPr>
        <w:t xml:space="preserve"> a mechanical property of Low Carbon Steel (LCS)</w:t>
      </w:r>
    </w:p>
    <w:p w14:paraId="00E27AA0" w14:textId="68C0ACDA" w:rsidR="00FE7333" w:rsidRDefault="00FE7333" w:rsidP="00FE7333">
      <w:pPr>
        <w:pStyle w:val="Caption"/>
        <w:keepNext/>
      </w:pPr>
      <w:r>
        <w:t xml:space="preserve">Table </w:t>
      </w:r>
      <w:r w:rsidR="00297F21">
        <w:rPr>
          <w:noProof/>
        </w:rPr>
        <w:t>7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FE7333" w14:paraId="60EE401A" w14:textId="77777777" w:rsidTr="00F03B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B87011A" w14:textId="77777777" w:rsidR="00FE7333" w:rsidRDefault="00FE7333" w:rsidP="00F03B21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55420608" w14:textId="77777777" w:rsidR="00FE7333" w:rsidRDefault="00FE7333" w:rsidP="00F03B21">
            <w:pPr>
              <w:pStyle w:val="Body"/>
            </w:pPr>
            <w:r>
              <w:t>Put X next to your answer</w:t>
            </w:r>
          </w:p>
        </w:tc>
      </w:tr>
      <w:tr w:rsidR="00FE7333" w14:paraId="1B1A34C7" w14:textId="77777777" w:rsidTr="00F03B21">
        <w:tc>
          <w:tcPr>
            <w:tcW w:w="7650" w:type="dxa"/>
          </w:tcPr>
          <w:p w14:paraId="2F1E09DA" w14:textId="3E27C95E" w:rsidR="00FE7333" w:rsidRDefault="000E02C7" w:rsidP="00B207BA">
            <w:pPr>
              <w:pStyle w:val="Body"/>
              <w:numPr>
                <w:ilvl w:val="0"/>
                <w:numId w:val="18"/>
              </w:numPr>
            </w:pPr>
            <w:r>
              <w:t>Corrosion resistance</w:t>
            </w:r>
          </w:p>
        </w:tc>
        <w:tc>
          <w:tcPr>
            <w:tcW w:w="1410" w:type="dxa"/>
          </w:tcPr>
          <w:p w14:paraId="2E6CB2F5" w14:textId="1CA79690" w:rsidR="00FE7333" w:rsidRDefault="00F03B21" w:rsidP="00F03B21">
            <w:pPr>
              <w:pStyle w:val="Body"/>
              <w:jc w:val="center"/>
            </w:pPr>
            <w:r>
              <w:t>X</w:t>
            </w:r>
          </w:p>
        </w:tc>
      </w:tr>
      <w:tr w:rsidR="00FE7333" w14:paraId="708BC164" w14:textId="77777777" w:rsidTr="00F03B21">
        <w:tc>
          <w:tcPr>
            <w:tcW w:w="7650" w:type="dxa"/>
          </w:tcPr>
          <w:p w14:paraId="57676C9D" w14:textId="525550D9" w:rsidR="00FE7333" w:rsidRDefault="000E02C7" w:rsidP="00B207BA">
            <w:pPr>
              <w:pStyle w:val="Body"/>
              <w:numPr>
                <w:ilvl w:val="0"/>
                <w:numId w:val="18"/>
              </w:numPr>
            </w:pPr>
            <w:r>
              <w:t xml:space="preserve">Tensile strength </w:t>
            </w:r>
          </w:p>
        </w:tc>
        <w:tc>
          <w:tcPr>
            <w:tcW w:w="1410" w:type="dxa"/>
          </w:tcPr>
          <w:p w14:paraId="35BEB753" w14:textId="77777777" w:rsidR="00FE7333" w:rsidRDefault="00FE7333" w:rsidP="00F03B21">
            <w:pPr>
              <w:pStyle w:val="Body"/>
              <w:jc w:val="center"/>
            </w:pPr>
          </w:p>
        </w:tc>
      </w:tr>
      <w:tr w:rsidR="00FE7333" w14:paraId="61DF3A91" w14:textId="77777777" w:rsidTr="00F03B21">
        <w:tc>
          <w:tcPr>
            <w:tcW w:w="7650" w:type="dxa"/>
          </w:tcPr>
          <w:p w14:paraId="3C871C27" w14:textId="3EA032CC" w:rsidR="00FE7333" w:rsidRDefault="005D448C" w:rsidP="00B207BA">
            <w:pPr>
              <w:pStyle w:val="Body"/>
              <w:numPr>
                <w:ilvl w:val="0"/>
                <w:numId w:val="18"/>
              </w:numPr>
            </w:pPr>
            <w:r>
              <w:t>T</w:t>
            </w:r>
            <w:r w:rsidR="000E02C7">
              <w:t>oughness</w:t>
            </w:r>
          </w:p>
        </w:tc>
        <w:tc>
          <w:tcPr>
            <w:tcW w:w="1410" w:type="dxa"/>
          </w:tcPr>
          <w:p w14:paraId="264FE3B4" w14:textId="77777777" w:rsidR="00FE7333" w:rsidRDefault="00FE7333" w:rsidP="00F03B21">
            <w:pPr>
              <w:pStyle w:val="Body"/>
              <w:jc w:val="center"/>
            </w:pPr>
          </w:p>
        </w:tc>
      </w:tr>
      <w:tr w:rsidR="00FE7333" w14:paraId="72DB4C5F" w14:textId="77777777" w:rsidTr="00F03B21">
        <w:tc>
          <w:tcPr>
            <w:tcW w:w="7650" w:type="dxa"/>
          </w:tcPr>
          <w:p w14:paraId="4BD6C622" w14:textId="1E5B3354" w:rsidR="00FE7333" w:rsidRDefault="000E02C7" w:rsidP="00B207BA">
            <w:pPr>
              <w:pStyle w:val="Body"/>
              <w:numPr>
                <w:ilvl w:val="0"/>
                <w:numId w:val="18"/>
              </w:numPr>
            </w:pPr>
            <w:r>
              <w:t xml:space="preserve">Thermal expansion </w:t>
            </w:r>
          </w:p>
        </w:tc>
        <w:tc>
          <w:tcPr>
            <w:tcW w:w="1410" w:type="dxa"/>
          </w:tcPr>
          <w:p w14:paraId="097BF10E" w14:textId="77777777" w:rsidR="00FE7333" w:rsidRDefault="00FE7333" w:rsidP="00F03B21">
            <w:pPr>
              <w:pStyle w:val="Body"/>
              <w:jc w:val="center"/>
            </w:pPr>
          </w:p>
        </w:tc>
      </w:tr>
    </w:tbl>
    <w:p w14:paraId="5A32EAC8" w14:textId="77777777" w:rsidR="00FE7333" w:rsidRDefault="00FE7333" w:rsidP="00F03B21"/>
    <w:p w14:paraId="7808B04A" w14:textId="7329E24D" w:rsidR="00F03B21" w:rsidRDefault="00F03B21" w:rsidP="00F03B21"/>
    <w:p w14:paraId="28DB8921" w14:textId="77777777" w:rsidR="005D448C" w:rsidRDefault="005D448C" w:rsidP="00F03B21"/>
    <w:p w14:paraId="3083EB91" w14:textId="73002149" w:rsidR="00F03B21" w:rsidRDefault="00F03B21" w:rsidP="00F03B21"/>
    <w:p w14:paraId="1BA37DCC" w14:textId="03F1330D" w:rsidR="00F03B21" w:rsidRPr="00B30F8E" w:rsidRDefault="00E07916" w:rsidP="005541C9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(Rk 4) The contact tip used in the GMAW process is made from</w:t>
      </w:r>
      <w:r w:rsidR="005D448C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14:paraId="6A1DC9A2" w14:textId="15F6689F" w:rsidR="00F03B21" w:rsidRDefault="00F03B21" w:rsidP="00F03B21">
      <w:pPr>
        <w:pStyle w:val="Caption"/>
        <w:keepNext/>
      </w:pPr>
      <w:r>
        <w:t xml:space="preserve">Table </w:t>
      </w:r>
      <w:r w:rsidR="00297F21">
        <w:rPr>
          <w:noProof/>
        </w:rPr>
        <w:t>8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F03B21" w14:paraId="2D65EDBB" w14:textId="77777777" w:rsidTr="00F03B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13CD337B" w14:textId="77777777" w:rsidR="00F03B21" w:rsidRDefault="00F03B21" w:rsidP="00F03B21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423CB12D" w14:textId="77777777" w:rsidR="00F03B21" w:rsidRDefault="00F03B21" w:rsidP="00F03B21">
            <w:pPr>
              <w:pStyle w:val="Body"/>
            </w:pPr>
            <w:r>
              <w:t>Put X next to your answer</w:t>
            </w:r>
          </w:p>
        </w:tc>
      </w:tr>
      <w:tr w:rsidR="00F03B21" w14:paraId="72C3ECA6" w14:textId="77777777" w:rsidTr="00F03B21">
        <w:tc>
          <w:tcPr>
            <w:tcW w:w="7650" w:type="dxa"/>
          </w:tcPr>
          <w:p w14:paraId="3A5DE55E" w14:textId="73464635" w:rsidR="00F03B21" w:rsidRDefault="00E07916" w:rsidP="00B207BA">
            <w:pPr>
              <w:pStyle w:val="Body"/>
              <w:numPr>
                <w:ilvl w:val="0"/>
                <w:numId w:val="20"/>
              </w:numPr>
            </w:pPr>
            <w:r w:rsidRPr="00D93E7B">
              <w:rPr>
                <w:noProof/>
              </w:rPr>
              <w:t>Aluminium</w:t>
            </w:r>
          </w:p>
        </w:tc>
        <w:tc>
          <w:tcPr>
            <w:tcW w:w="1410" w:type="dxa"/>
          </w:tcPr>
          <w:p w14:paraId="3F351719" w14:textId="77777777" w:rsidR="00F03B21" w:rsidRDefault="00F03B21" w:rsidP="00F03B21">
            <w:pPr>
              <w:pStyle w:val="Body"/>
              <w:jc w:val="center"/>
            </w:pPr>
          </w:p>
        </w:tc>
      </w:tr>
      <w:tr w:rsidR="00F03B21" w14:paraId="062DDB6A" w14:textId="77777777" w:rsidTr="00F03B21">
        <w:tc>
          <w:tcPr>
            <w:tcW w:w="7650" w:type="dxa"/>
          </w:tcPr>
          <w:p w14:paraId="615AA2F3" w14:textId="61BB391A" w:rsidR="00F03B21" w:rsidRDefault="00E07916" w:rsidP="00B207BA">
            <w:pPr>
              <w:pStyle w:val="Body"/>
              <w:numPr>
                <w:ilvl w:val="0"/>
                <w:numId w:val="20"/>
              </w:numPr>
            </w:pPr>
            <w:r>
              <w:t xml:space="preserve">Nylon </w:t>
            </w:r>
          </w:p>
        </w:tc>
        <w:tc>
          <w:tcPr>
            <w:tcW w:w="1410" w:type="dxa"/>
          </w:tcPr>
          <w:p w14:paraId="6D2A2DD9" w14:textId="77777777" w:rsidR="00F03B21" w:rsidRDefault="00F03B21" w:rsidP="00F03B21">
            <w:pPr>
              <w:pStyle w:val="Body"/>
              <w:jc w:val="center"/>
            </w:pPr>
          </w:p>
        </w:tc>
      </w:tr>
      <w:tr w:rsidR="00F03B21" w14:paraId="4485A2AE" w14:textId="77777777" w:rsidTr="00F03B21">
        <w:tc>
          <w:tcPr>
            <w:tcW w:w="7650" w:type="dxa"/>
          </w:tcPr>
          <w:p w14:paraId="28473578" w14:textId="5D0D113C" w:rsidR="00F03B21" w:rsidRDefault="00E07916" w:rsidP="00B207BA">
            <w:pPr>
              <w:pStyle w:val="Body"/>
              <w:numPr>
                <w:ilvl w:val="0"/>
                <w:numId w:val="20"/>
              </w:numPr>
            </w:pPr>
            <w:r>
              <w:t xml:space="preserve">Copper </w:t>
            </w:r>
          </w:p>
        </w:tc>
        <w:tc>
          <w:tcPr>
            <w:tcW w:w="1410" w:type="dxa"/>
          </w:tcPr>
          <w:p w14:paraId="4EDB0CC4" w14:textId="0D7455D2" w:rsidR="00F03B21" w:rsidRDefault="00E07916" w:rsidP="00F03B21">
            <w:pPr>
              <w:pStyle w:val="Body"/>
              <w:jc w:val="center"/>
            </w:pPr>
            <w:r>
              <w:t>X</w:t>
            </w:r>
          </w:p>
        </w:tc>
      </w:tr>
      <w:tr w:rsidR="00F03B21" w14:paraId="3D8BC1B8" w14:textId="77777777" w:rsidTr="00F03B21">
        <w:tc>
          <w:tcPr>
            <w:tcW w:w="7650" w:type="dxa"/>
          </w:tcPr>
          <w:p w14:paraId="55BEC121" w14:textId="0876F4B5" w:rsidR="00F03B21" w:rsidRDefault="00E07916" w:rsidP="00B207BA">
            <w:pPr>
              <w:pStyle w:val="Body"/>
              <w:numPr>
                <w:ilvl w:val="0"/>
                <w:numId w:val="20"/>
              </w:numPr>
            </w:pPr>
            <w:r>
              <w:t xml:space="preserve">Steel </w:t>
            </w:r>
          </w:p>
        </w:tc>
        <w:tc>
          <w:tcPr>
            <w:tcW w:w="1410" w:type="dxa"/>
          </w:tcPr>
          <w:p w14:paraId="1203F99D" w14:textId="77777777" w:rsidR="00F03B21" w:rsidRDefault="00F03B21" w:rsidP="00F03B21">
            <w:pPr>
              <w:pStyle w:val="Body"/>
              <w:jc w:val="center"/>
            </w:pPr>
          </w:p>
        </w:tc>
      </w:tr>
    </w:tbl>
    <w:p w14:paraId="6709D3FB" w14:textId="77777777" w:rsidR="00F03B21" w:rsidRDefault="00F03B21" w:rsidP="00F03B21"/>
    <w:p w14:paraId="5CB617EA" w14:textId="2F2609A4" w:rsidR="00FE7333" w:rsidRDefault="00FE7333" w:rsidP="00F03B21"/>
    <w:p w14:paraId="614CA00F" w14:textId="7C8E3D65" w:rsidR="00297F21" w:rsidRDefault="00297F21" w:rsidP="00F03B21"/>
    <w:p w14:paraId="77D64D3D" w14:textId="763FF7C7" w:rsidR="00297F21" w:rsidRDefault="00297F21" w:rsidP="00F03B21"/>
    <w:p w14:paraId="0F117632" w14:textId="77777777" w:rsidR="005D448C" w:rsidRDefault="005D448C" w:rsidP="00F03B21"/>
    <w:p w14:paraId="7F91DFC6" w14:textId="3945154F" w:rsidR="00FE7333" w:rsidRPr="00B30F8E" w:rsidRDefault="005350CF" w:rsidP="005541C9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(Rk 4) A </w:t>
      </w:r>
      <w:r w:rsidR="005D448C">
        <w:rPr>
          <w:sz w:val="22"/>
          <w:szCs w:val="22"/>
        </w:rPr>
        <w:t xml:space="preserve"> kinked or bent cable liner can</w:t>
      </w:r>
      <w:r>
        <w:rPr>
          <w:sz w:val="22"/>
          <w:szCs w:val="22"/>
        </w:rPr>
        <w:t xml:space="preserve"> result in</w:t>
      </w:r>
      <w:r w:rsidR="005D448C">
        <w:rPr>
          <w:sz w:val="22"/>
          <w:szCs w:val="22"/>
        </w:rPr>
        <w:t>:</w:t>
      </w:r>
    </w:p>
    <w:p w14:paraId="1A42A398" w14:textId="1F39787A" w:rsidR="00FE7333" w:rsidRDefault="00FE7333" w:rsidP="00FE7333">
      <w:pPr>
        <w:pStyle w:val="Caption"/>
        <w:keepNext/>
      </w:pPr>
      <w:r>
        <w:t xml:space="preserve">Table </w:t>
      </w:r>
      <w:r w:rsidR="00297F21">
        <w:rPr>
          <w:noProof/>
        </w:rPr>
        <w:t>9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FE7333" w14:paraId="55B161EE" w14:textId="77777777" w:rsidTr="00F03B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98AD105" w14:textId="77777777" w:rsidR="00FE7333" w:rsidRDefault="00FE7333" w:rsidP="00F03B21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2D815547" w14:textId="77777777" w:rsidR="00FE7333" w:rsidRDefault="00FE7333" w:rsidP="00F03B21">
            <w:pPr>
              <w:pStyle w:val="Body"/>
            </w:pPr>
            <w:r>
              <w:t>Put X next to your answer</w:t>
            </w:r>
          </w:p>
        </w:tc>
      </w:tr>
      <w:tr w:rsidR="00FE7333" w14:paraId="3D366DB0" w14:textId="77777777" w:rsidTr="00F03B21">
        <w:tc>
          <w:tcPr>
            <w:tcW w:w="7650" w:type="dxa"/>
          </w:tcPr>
          <w:p w14:paraId="1106B8D6" w14:textId="29ED394D" w:rsidR="00FE7333" w:rsidRDefault="005350CF" w:rsidP="00B207BA">
            <w:pPr>
              <w:pStyle w:val="Body"/>
              <w:numPr>
                <w:ilvl w:val="0"/>
                <w:numId w:val="21"/>
              </w:numPr>
            </w:pPr>
            <w:r>
              <w:t>Poor wire feed</w:t>
            </w:r>
          </w:p>
        </w:tc>
        <w:tc>
          <w:tcPr>
            <w:tcW w:w="1410" w:type="dxa"/>
          </w:tcPr>
          <w:p w14:paraId="49EDA742" w14:textId="602C9129" w:rsidR="00FE7333" w:rsidRDefault="005350CF" w:rsidP="00F03B21">
            <w:pPr>
              <w:pStyle w:val="Body"/>
              <w:jc w:val="center"/>
            </w:pPr>
            <w:r>
              <w:t>X</w:t>
            </w:r>
          </w:p>
        </w:tc>
      </w:tr>
      <w:tr w:rsidR="00FE7333" w14:paraId="10C3ED04" w14:textId="77777777" w:rsidTr="00F03B21">
        <w:tc>
          <w:tcPr>
            <w:tcW w:w="7650" w:type="dxa"/>
          </w:tcPr>
          <w:p w14:paraId="6C1AC330" w14:textId="3E97D6B7" w:rsidR="00FE7333" w:rsidRDefault="005350CF" w:rsidP="00B207BA">
            <w:pPr>
              <w:pStyle w:val="Body"/>
              <w:numPr>
                <w:ilvl w:val="0"/>
                <w:numId w:val="21"/>
              </w:numPr>
            </w:pPr>
            <w:r>
              <w:t xml:space="preserve">Reduced current </w:t>
            </w:r>
          </w:p>
        </w:tc>
        <w:tc>
          <w:tcPr>
            <w:tcW w:w="1410" w:type="dxa"/>
          </w:tcPr>
          <w:p w14:paraId="59BF08DD" w14:textId="77777777" w:rsidR="00FE7333" w:rsidRDefault="00FE7333" w:rsidP="00F03B21">
            <w:pPr>
              <w:pStyle w:val="Body"/>
              <w:jc w:val="center"/>
            </w:pPr>
          </w:p>
        </w:tc>
      </w:tr>
      <w:tr w:rsidR="00FE7333" w14:paraId="22BF7F1A" w14:textId="77777777" w:rsidTr="00F03B21">
        <w:tc>
          <w:tcPr>
            <w:tcW w:w="7650" w:type="dxa"/>
          </w:tcPr>
          <w:p w14:paraId="4768670D" w14:textId="0EACCC6B" w:rsidR="00FE7333" w:rsidRDefault="005350CF" w:rsidP="00B207BA">
            <w:pPr>
              <w:pStyle w:val="Body"/>
              <w:numPr>
                <w:ilvl w:val="0"/>
                <w:numId w:val="21"/>
              </w:numPr>
            </w:pPr>
            <w:r>
              <w:t>Increased voltage</w:t>
            </w:r>
          </w:p>
        </w:tc>
        <w:tc>
          <w:tcPr>
            <w:tcW w:w="1410" w:type="dxa"/>
          </w:tcPr>
          <w:p w14:paraId="0B464B32" w14:textId="77777777" w:rsidR="00FE7333" w:rsidRDefault="00FE7333" w:rsidP="00F03B21">
            <w:pPr>
              <w:pStyle w:val="Body"/>
              <w:jc w:val="center"/>
            </w:pPr>
          </w:p>
        </w:tc>
      </w:tr>
      <w:tr w:rsidR="00FE7333" w14:paraId="179F05F1" w14:textId="77777777" w:rsidTr="00F03B21">
        <w:tc>
          <w:tcPr>
            <w:tcW w:w="7650" w:type="dxa"/>
          </w:tcPr>
          <w:p w14:paraId="277BDC4B" w14:textId="74B35C08" w:rsidR="00FE7333" w:rsidRDefault="005350CF" w:rsidP="00B207BA">
            <w:pPr>
              <w:pStyle w:val="Body"/>
              <w:numPr>
                <w:ilvl w:val="0"/>
                <w:numId w:val="21"/>
              </w:numPr>
            </w:pPr>
            <w:r>
              <w:t>All of the above</w:t>
            </w:r>
          </w:p>
        </w:tc>
        <w:tc>
          <w:tcPr>
            <w:tcW w:w="1410" w:type="dxa"/>
          </w:tcPr>
          <w:p w14:paraId="55BEE689" w14:textId="77777777" w:rsidR="00FE7333" w:rsidRDefault="00FE7333" w:rsidP="00F03B21">
            <w:pPr>
              <w:pStyle w:val="Body"/>
              <w:jc w:val="center"/>
            </w:pPr>
          </w:p>
        </w:tc>
      </w:tr>
    </w:tbl>
    <w:p w14:paraId="08ED7991" w14:textId="1922D263" w:rsidR="005350CF" w:rsidRDefault="005350CF" w:rsidP="00F03B21"/>
    <w:p w14:paraId="67EDDB88" w14:textId="4DEA74E8" w:rsidR="005350CF" w:rsidRDefault="005350CF" w:rsidP="00F03B21"/>
    <w:p w14:paraId="210A005F" w14:textId="5E4EA56E" w:rsidR="005350CF" w:rsidRDefault="005350CF" w:rsidP="00F03B21"/>
    <w:p w14:paraId="0A2D49A7" w14:textId="77777777" w:rsidR="005350CF" w:rsidRDefault="005350CF" w:rsidP="00F03B21"/>
    <w:p w14:paraId="2DA23B42" w14:textId="75CD7459" w:rsidR="005350CF" w:rsidRPr="00B30F8E" w:rsidRDefault="005350CF" w:rsidP="005541C9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(RK 4) If the tension adjustment screw is not tight enough on the wire feed rollers it </w:t>
      </w:r>
      <w:r w:rsidR="005D448C">
        <w:rPr>
          <w:sz w:val="22"/>
          <w:szCs w:val="22"/>
        </w:rPr>
        <w:t>may cause the electrode wire to:</w:t>
      </w:r>
    </w:p>
    <w:p w14:paraId="43C82207" w14:textId="43BB4195" w:rsidR="005350CF" w:rsidRDefault="005350CF" w:rsidP="005350CF">
      <w:pPr>
        <w:pStyle w:val="Caption"/>
        <w:keepNext/>
      </w:pPr>
      <w:r>
        <w:t xml:space="preserve">Table </w:t>
      </w:r>
      <w:r w:rsidR="00297F21">
        <w:rPr>
          <w:noProof/>
        </w:rPr>
        <w:t>10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5350CF" w14:paraId="6D6F468E" w14:textId="77777777" w:rsidTr="001A15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FCE3238" w14:textId="77777777" w:rsidR="005350CF" w:rsidRDefault="005350CF" w:rsidP="001A154F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546979B7" w14:textId="77777777" w:rsidR="005350CF" w:rsidRDefault="005350CF" w:rsidP="001A154F">
            <w:pPr>
              <w:pStyle w:val="Body"/>
            </w:pPr>
            <w:r>
              <w:t>Put X next to your answer</w:t>
            </w:r>
          </w:p>
        </w:tc>
      </w:tr>
      <w:tr w:rsidR="005350CF" w14:paraId="0AFE729F" w14:textId="77777777" w:rsidTr="001A154F">
        <w:tc>
          <w:tcPr>
            <w:tcW w:w="7650" w:type="dxa"/>
          </w:tcPr>
          <w:p w14:paraId="60F2B70F" w14:textId="374D46D4" w:rsidR="005350CF" w:rsidRDefault="005350CF" w:rsidP="00B207BA">
            <w:pPr>
              <w:pStyle w:val="Body"/>
              <w:numPr>
                <w:ilvl w:val="0"/>
                <w:numId w:val="22"/>
              </w:numPr>
            </w:pPr>
            <w:r>
              <w:t>Increase its resistance to flow of current</w:t>
            </w:r>
          </w:p>
        </w:tc>
        <w:tc>
          <w:tcPr>
            <w:tcW w:w="1410" w:type="dxa"/>
          </w:tcPr>
          <w:p w14:paraId="5A65B5DB" w14:textId="77777777" w:rsidR="005350CF" w:rsidRDefault="005350CF" w:rsidP="001A154F">
            <w:pPr>
              <w:pStyle w:val="Body"/>
              <w:jc w:val="center"/>
            </w:pPr>
          </w:p>
        </w:tc>
      </w:tr>
      <w:tr w:rsidR="005350CF" w14:paraId="03A50A6D" w14:textId="77777777" w:rsidTr="001A154F">
        <w:tc>
          <w:tcPr>
            <w:tcW w:w="7650" w:type="dxa"/>
          </w:tcPr>
          <w:p w14:paraId="5E7FEBFE" w14:textId="0F0601CE" w:rsidR="005350CF" w:rsidRDefault="005350CF" w:rsidP="00B207BA">
            <w:pPr>
              <w:pStyle w:val="Body"/>
              <w:numPr>
                <w:ilvl w:val="0"/>
                <w:numId w:val="22"/>
              </w:numPr>
            </w:pPr>
            <w:r>
              <w:t>Feed erratically (not smoothly)</w:t>
            </w:r>
          </w:p>
        </w:tc>
        <w:tc>
          <w:tcPr>
            <w:tcW w:w="1410" w:type="dxa"/>
          </w:tcPr>
          <w:p w14:paraId="6C8D4BE2" w14:textId="4A2D08C6" w:rsidR="005350CF" w:rsidRDefault="005350CF" w:rsidP="001A154F">
            <w:pPr>
              <w:pStyle w:val="Body"/>
              <w:jc w:val="center"/>
            </w:pPr>
            <w:r>
              <w:t>X</w:t>
            </w:r>
          </w:p>
        </w:tc>
      </w:tr>
      <w:tr w:rsidR="005350CF" w14:paraId="65BD3511" w14:textId="77777777" w:rsidTr="001A154F">
        <w:tc>
          <w:tcPr>
            <w:tcW w:w="7650" w:type="dxa"/>
          </w:tcPr>
          <w:p w14:paraId="6D8DABAC" w14:textId="58EDB635" w:rsidR="005350CF" w:rsidRDefault="005350CF" w:rsidP="00B207BA">
            <w:pPr>
              <w:pStyle w:val="Body"/>
              <w:numPr>
                <w:ilvl w:val="0"/>
                <w:numId w:val="22"/>
              </w:numPr>
            </w:pPr>
            <w:r w:rsidRPr="00D93E7B">
              <w:rPr>
                <w:noProof/>
              </w:rPr>
              <w:t>Loose</w:t>
            </w:r>
            <w:r>
              <w:t xml:space="preserve"> its copper coating </w:t>
            </w:r>
          </w:p>
        </w:tc>
        <w:tc>
          <w:tcPr>
            <w:tcW w:w="1410" w:type="dxa"/>
          </w:tcPr>
          <w:p w14:paraId="6EFFC889" w14:textId="77777777" w:rsidR="005350CF" w:rsidRDefault="005350CF" w:rsidP="001A154F">
            <w:pPr>
              <w:pStyle w:val="Body"/>
              <w:jc w:val="center"/>
            </w:pPr>
          </w:p>
        </w:tc>
      </w:tr>
      <w:tr w:rsidR="005350CF" w14:paraId="25206B25" w14:textId="77777777" w:rsidTr="001A154F">
        <w:tc>
          <w:tcPr>
            <w:tcW w:w="7650" w:type="dxa"/>
          </w:tcPr>
          <w:p w14:paraId="26A9AC69" w14:textId="56B34113" w:rsidR="005350CF" w:rsidRDefault="005350CF" w:rsidP="00B207BA">
            <w:pPr>
              <w:pStyle w:val="Body"/>
              <w:numPr>
                <w:ilvl w:val="0"/>
                <w:numId w:val="22"/>
              </w:numPr>
            </w:pPr>
            <w:r>
              <w:t>Reduce its ability to pick up the current at the contact tip</w:t>
            </w:r>
          </w:p>
        </w:tc>
        <w:tc>
          <w:tcPr>
            <w:tcW w:w="1410" w:type="dxa"/>
          </w:tcPr>
          <w:p w14:paraId="56480CD0" w14:textId="77777777" w:rsidR="005350CF" w:rsidRDefault="005350CF" w:rsidP="001A154F">
            <w:pPr>
              <w:pStyle w:val="Body"/>
              <w:jc w:val="center"/>
            </w:pPr>
          </w:p>
        </w:tc>
      </w:tr>
    </w:tbl>
    <w:p w14:paraId="11CD5274" w14:textId="2DC90347" w:rsidR="005350CF" w:rsidRDefault="005350CF" w:rsidP="00F03B21"/>
    <w:p w14:paraId="138F83C7" w14:textId="197D59AA" w:rsidR="00297F21" w:rsidRDefault="00297F21" w:rsidP="00F03B21"/>
    <w:p w14:paraId="78E59BEE" w14:textId="4729C688" w:rsidR="00297F21" w:rsidRDefault="00297F21" w:rsidP="00F03B21"/>
    <w:p w14:paraId="28B23B4E" w14:textId="77777777" w:rsidR="00297F21" w:rsidRDefault="00297F21" w:rsidP="00F03B21"/>
    <w:p w14:paraId="6454F0CD" w14:textId="78029B33" w:rsidR="005350CF" w:rsidRPr="00B30F8E" w:rsidRDefault="00EF7284" w:rsidP="005541C9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(Rk 4) The function of the flow meter is to?</w:t>
      </w:r>
    </w:p>
    <w:p w14:paraId="29A6E382" w14:textId="62098993" w:rsidR="005350CF" w:rsidRDefault="005350CF" w:rsidP="005350CF">
      <w:pPr>
        <w:pStyle w:val="Caption"/>
        <w:keepNext/>
      </w:pPr>
      <w:r>
        <w:t xml:space="preserve">Table </w:t>
      </w:r>
      <w:r w:rsidR="00297F21">
        <w:rPr>
          <w:noProof/>
        </w:rPr>
        <w:t>11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5350CF" w14:paraId="0B3C50FE" w14:textId="77777777" w:rsidTr="001A15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272AF72" w14:textId="77777777" w:rsidR="005350CF" w:rsidRDefault="005350CF" w:rsidP="001A154F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04C16B41" w14:textId="77777777" w:rsidR="005350CF" w:rsidRDefault="005350CF" w:rsidP="001A154F">
            <w:pPr>
              <w:pStyle w:val="Body"/>
            </w:pPr>
            <w:r>
              <w:t>Put X next to your answer</w:t>
            </w:r>
          </w:p>
        </w:tc>
      </w:tr>
      <w:tr w:rsidR="005350CF" w14:paraId="1C1DB5B1" w14:textId="77777777" w:rsidTr="001A154F">
        <w:tc>
          <w:tcPr>
            <w:tcW w:w="7650" w:type="dxa"/>
          </w:tcPr>
          <w:p w14:paraId="23FBE979" w14:textId="19888A0C" w:rsidR="005350CF" w:rsidRDefault="00EF7284" w:rsidP="00B207BA">
            <w:pPr>
              <w:pStyle w:val="Body"/>
              <w:numPr>
                <w:ilvl w:val="0"/>
                <w:numId w:val="23"/>
              </w:numPr>
            </w:pPr>
            <w:r>
              <w:t>Reduce the cylinder pressure to a safe working pressure</w:t>
            </w:r>
          </w:p>
        </w:tc>
        <w:tc>
          <w:tcPr>
            <w:tcW w:w="1410" w:type="dxa"/>
          </w:tcPr>
          <w:p w14:paraId="12387CF0" w14:textId="77777777" w:rsidR="005350CF" w:rsidRDefault="005350CF" w:rsidP="001A154F">
            <w:pPr>
              <w:pStyle w:val="Body"/>
              <w:jc w:val="center"/>
            </w:pPr>
          </w:p>
        </w:tc>
      </w:tr>
      <w:tr w:rsidR="005350CF" w14:paraId="74B48A48" w14:textId="77777777" w:rsidTr="001A154F">
        <w:tc>
          <w:tcPr>
            <w:tcW w:w="7650" w:type="dxa"/>
          </w:tcPr>
          <w:p w14:paraId="3AD00B1D" w14:textId="75054BB7" w:rsidR="005350CF" w:rsidRDefault="00EF7284" w:rsidP="00B207BA">
            <w:pPr>
              <w:pStyle w:val="Body"/>
              <w:numPr>
                <w:ilvl w:val="0"/>
                <w:numId w:val="23"/>
              </w:numPr>
            </w:pPr>
            <w:r>
              <w:t>Prevent the cylinder from freezing up when using CO</w:t>
            </w:r>
            <w:r>
              <w:rPr>
                <w:vertAlign w:val="superscript"/>
              </w:rPr>
              <w:t>2</w:t>
            </w:r>
          </w:p>
        </w:tc>
        <w:tc>
          <w:tcPr>
            <w:tcW w:w="1410" w:type="dxa"/>
          </w:tcPr>
          <w:p w14:paraId="5A4719C5" w14:textId="77777777" w:rsidR="005350CF" w:rsidRDefault="005350CF" w:rsidP="001A154F">
            <w:pPr>
              <w:pStyle w:val="Body"/>
              <w:jc w:val="center"/>
            </w:pPr>
          </w:p>
        </w:tc>
      </w:tr>
      <w:tr w:rsidR="005350CF" w14:paraId="2D6DFC95" w14:textId="77777777" w:rsidTr="001A154F">
        <w:tc>
          <w:tcPr>
            <w:tcW w:w="7650" w:type="dxa"/>
          </w:tcPr>
          <w:p w14:paraId="4D29E5B1" w14:textId="344E3C98" w:rsidR="005350CF" w:rsidRDefault="00EF7284" w:rsidP="00B207BA">
            <w:pPr>
              <w:pStyle w:val="Body"/>
              <w:numPr>
                <w:ilvl w:val="0"/>
                <w:numId w:val="23"/>
              </w:numPr>
            </w:pPr>
            <w:r>
              <w:t xml:space="preserve">Control the flow of gas in </w:t>
            </w:r>
            <w:r w:rsidRPr="00D93E7B">
              <w:rPr>
                <w:noProof/>
              </w:rPr>
              <w:t>litres</w:t>
            </w:r>
            <w:r>
              <w:t xml:space="preserve"> per minute to the torch</w:t>
            </w:r>
          </w:p>
        </w:tc>
        <w:tc>
          <w:tcPr>
            <w:tcW w:w="1410" w:type="dxa"/>
          </w:tcPr>
          <w:p w14:paraId="5B5D82C1" w14:textId="4FEA3B8B" w:rsidR="005350CF" w:rsidRDefault="00EF7284" w:rsidP="001A154F">
            <w:pPr>
              <w:pStyle w:val="Body"/>
              <w:jc w:val="center"/>
            </w:pPr>
            <w:r>
              <w:t>X</w:t>
            </w:r>
          </w:p>
        </w:tc>
      </w:tr>
      <w:tr w:rsidR="005350CF" w14:paraId="7AFBC23D" w14:textId="77777777" w:rsidTr="001A154F">
        <w:tc>
          <w:tcPr>
            <w:tcW w:w="7650" w:type="dxa"/>
          </w:tcPr>
          <w:p w14:paraId="6F7FAB21" w14:textId="115A97C8" w:rsidR="005350CF" w:rsidRDefault="00EF7284" w:rsidP="00B207BA">
            <w:pPr>
              <w:pStyle w:val="Body"/>
              <w:numPr>
                <w:ilvl w:val="0"/>
                <w:numId w:val="23"/>
              </w:numPr>
            </w:pPr>
            <w:r>
              <w:t xml:space="preserve">Indicate how much gas is remaining in the </w:t>
            </w:r>
            <w:r w:rsidR="00B207BA">
              <w:t>cylinder</w:t>
            </w:r>
          </w:p>
        </w:tc>
        <w:tc>
          <w:tcPr>
            <w:tcW w:w="1410" w:type="dxa"/>
          </w:tcPr>
          <w:p w14:paraId="0FD50A60" w14:textId="77777777" w:rsidR="005350CF" w:rsidRDefault="005350CF" w:rsidP="001A154F">
            <w:pPr>
              <w:pStyle w:val="Body"/>
              <w:jc w:val="center"/>
            </w:pPr>
          </w:p>
        </w:tc>
      </w:tr>
    </w:tbl>
    <w:p w14:paraId="4CDF3C32" w14:textId="1B653362" w:rsidR="005350CF" w:rsidRDefault="005350CF" w:rsidP="00F03B21"/>
    <w:p w14:paraId="1470F8EB" w14:textId="5ED17C0C" w:rsidR="005350CF" w:rsidRDefault="005350CF" w:rsidP="00F03B21"/>
    <w:p w14:paraId="3E12BD9E" w14:textId="65A1403A" w:rsidR="00CE46CF" w:rsidRDefault="00CE46CF" w:rsidP="00CE46CF">
      <w:pPr>
        <w:pStyle w:val="Body"/>
        <w:rPr>
          <w:sz w:val="22"/>
          <w:szCs w:val="22"/>
        </w:rPr>
      </w:pPr>
    </w:p>
    <w:p w14:paraId="0CA7EDE0" w14:textId="77777777" w:rsidR="00626B77" w:rsidRDefault="00626B77" w:rsidP="00F03B21"/>
    <w:p w14:paraId="7EB833FB" w14:textId="77777777" w:rsidR="005350CF" w:rsidRDefault="005350CF" w:rsidP="00F03B21"/>
    <w:p w14:paraId="5AE60D56" w14:textId="01414D8B" w:rsidR="005350CF" w:rsidRPr="00B30F8E" w:rsidRDefault="001966AC" w:rsidP="005541C9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(RK 4) The effect of increasing the electrode stick</w:t>
      </w:r>
      <w:r w:rsidR="005D448C">
        <w:rPr>
          <w:sz w:val="22"/>
          <w:szCs w:val="22"/>
        </w:rPr>
        <w:t xml:space="preserve"> out length </w:t>
      </w:r>
      <w:r>
        <w:rPr>
          <w:sz w:val="22"/>
          <w:szCs w:val="22"/>
        </w:rPr>
        <w:t>during welding will</w:t>
      </w:r>
      <w:r w:rsidR="005D448C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14:paraId="469A86CA" w14:textId="1876B157" w:rsidR="005350CF" w:rsidRDefault="005350CF" w:rsidP="005350CF">
      <w:pPr>
        <w:pStyle w:val="Caption"/>
        <w:keepNext/>
      </w:pPr>
      <w:r>
        <w:t xml:space="preserve">Table </w:t>
      </w:r>
      <w:r w:rsidR="00297F21">
        <w:rPr>
          <w:noProof/>
        </w:rPr>
        <w:t>12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5350CF" w14:paraId="123ACF3B" w14:textId="77777777" w:rsidTr="001A15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3131D876" w14:textId="77777777" w:rsidR="005350CF" w:rsidRDefault="005350CF" w:rsidP="001A154F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04A01FA" w14:textId="77777777" w:rsidR="005350CF" w:rsidRDefault="005350CF" w:rsidP="001A154F">
            <w:pPr>
              <w:pStyle w:val="Body"/>
            </w:pPr>
            <w:r>
              <w:t>Put X next to your answer</w:t>
            </w:r>
          </w:p>
        </w:tc>
      </w:tr>
      <w:tr w:rsidR="005350CF" w14:paraId="5CD602D0" w14:textId="77777777" w:rsidTr="001A154F">
        <w:tc>
          <w:tcPr>
            <w:tcW w:w="7650" w:type="dxa"/>
          </w:tcPr>
          <w:p w14:paraId="752CC420" w14:textId="67FF4EA6" w:rsidR="005350CF" w:rsidRDefault="001966AC" w:rsidP="00B207BA">
            <w:pPr>
              <w:pStyle w:val="Body"/>
              <w:numPr>
                <w:ilvl w:val="0"/>
                <w:numId w:val="25"/>
              </w:numPr>
            </w:pPr>
            <w:r>
              <w:t>Decrease the welding current</w:t>
            </w:r>
          </w:p>
        </w:tc>
        <w:tc>
          <w:tcPr>
            <w:tcW w:w="1410" w:type="dxa"/>
          </w:tcPr>
          <w:p w14:paraId="516CFA95" w14:textId="3C6FF9D6" w:rsidR="005350CF" w:rsidRDefault="001966AC" w:rsidP="001A154F">
            <w:pPr>
              <w:pStyle w:val="Body"/>
              <w:jc w:val="center"/>
            </w:pPr>
            <w:r>
              <w:t>X</w:t>
            </w:r>
          </w:p>
        </w:tc>
      </w:tr>
      <w:tr w:rsidR="005350CF" w14:paraId="6D10E326" w14:textId="77777777" w:rsidTr="001A154F">
        <w:tc>
          <w:tcPr>
            <w:tcW w:w="7650" w:type="dxa"/>
          </w:tcPr>
          <w:p w14:paraId="1936D9DB" w14:textId="451DEDDD" w:rsidR="005350CF" w:rsidRDefault="001966AC" w:rsidP="00B207BA">
            <w:pPr>
              <w:pStyle w:val="Body"/>
              <w:numPr>
                <w:ilvl w:val="0"/>
                <w:numId w:val="25"/>
              </w:numPr>
            </w:pPr>
            <w:r>
              <w:t xml:space="preserve">Increase the welding current </w:t>
            </w:r>
          </w:p>
        </w:tc>
        <w:tc>
          <w:tcPr>
            <w:tcW w:w="1410" w:type="dxa"/>
          </w:tcPr>
          <w:p w14:paraId="68505670" w14:textId="77777777" w:rsidR="005350CF" w:rsidRDefault="005350CF" w:rsidP="001A154F">
            <w:pPr>
              <w:pStyle w:val="Body"/>
              <w:jc w:val="center"/>
            </w:pPr>
          </w:p>
        </w:tc>
      </w:tr>
      <w:tr w:rsidR="005350CF" w14:paraId="7DA1ED33" w14:textId="77777777" w:rsidTr="001A154F">
        <w:tc>
          <w:tcPr>
            <w:tcW w:w="7650" w:type="dxa"/>
          </w:tcPr>
          <w:p w14:paraId="3BE70830" w14:textId="304E91E7" w:rsidR="005350CF" w:rsidRDefault="001966AC" w:rsidP="00B207BA">
            <w:pPr>
              <w:pStyle w:val="Body"/>
              <w:numPr>
                <w:ilvl w:val="0"/>
                <w:numId w:val="25"/>
              </w:numPr>
            </w:pPr>
            <w:r>
              <w:t xml:space="preserve">No effect to the current </w:t>
            </w:r>
          </w:p>
        </w:tc>
        <w:tc>
          <w:tcPr>
            <w:tcW w:w="1410" w:type="dxa"/>
          </w:tcPr>
          <w:p w14:paraId="2931FC1F" w14:textId="77777777" w:rsidR="005350CF" w:rsidRDefault="005350CF" w:rsidP="001A154F">
            <w:pPr>
              <w:pStyle w:val="Body"/>
              <w:jc w:val="center"/>
            </w:pPr>
          </w:p>
        </w:tc>
      </w:tr>
      <w:tr w:rsidR="005350CF" w14:paraId="1D83A214" w14:textId="77777777" w:rsidTr="001A154F">
        <w:tc>
          <w:tcPr>
            <w:tcW w:w="7650" w:type="dxa"/>
          </w:tcPr>
          <w:p w14:paraId="4815C9B8" w14:textId="0381DD00" w:rsidR="005350CF" w:rsidRDefault="001966AC" w:rsidP="00B207BA">
            <w:pPr>
              <w:pStyle w:val="Body"/>
              <w:numPr>
                <w:ilvl w:val="0"/>
                <w:numId w:val="25"/>
              </w:numPr>
            </w:pPr>
            <w:r>
              <w:t>Improve visibility of the weld pool</w:t>
            </w:r>
          </w:p>
        </w:tc>
        <w:tc>
          <w:tcPr>
            <w:tcW w:w="1410" w:type="dxa"/>
          </w:tcPr>
          <w:p w14:paraId="06E86BFE" w14:textId="77777777" w:rsidR="005350CF" w:rsidRDefault="005350CF" w:rsidP="001A154F">
            <w:pPr>
              <w:pStyle w:val="Body"/>
              <w:jc w:val="center"/>
            </w:pPr>
          </w:p>
        </w:tc>
      </w:tr>
    </w:tbl>
    <w:p w14:paraId="0620F271" w14:textId="77777777" w:rsidR="005350CF" w:rsidRDefault="005350CF" w:rsidP="00F03B21"/>
    <w:p w14:paraId="5D536C6B" w14:textId="77777777" w:rsidR="005350CF" w:rsidRDefault="005350CF" w:rsidP="00F03B21"/>
    <w:p w14:paraId="781AACBE" w14:textId="77777777" w:rsidR="005350CF" w:rsidRDefault="005350CF" w:rsidP="00F03B21"/>
    <w:p w14:paraId="2607BC1F" w14:textId="77777777" w:rsidR="005350CF" w:rsidRDefault="005350CF" w:rsidP="00F03B21"/>
    <w:p w14:paraId="189779B2" w14:textId="67CD12EA" w:rsidR="005350CF" w:rsidRPr="00B30F8E" w:rsidRDefault="00E96BFF" w:rsidP="005541C9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(Rk 5)  The </w:t>
      </w:r>
      <w:r w:rsidRPr="00D93E7B">
        <w:rPr>
          <w:noProof/>
          <w:sz w:val="22"/>
          <w:szCs w:val="22"/>
        </w:rPr>
        <w:t>colour</w:t>
      </w:r>
      <w:r>
        <w:rPr>
          <w:sz w:val="22"/>
          <w:szCs w:val="22"/>
        </w:rPr>
        <w:t xml:space="preserve"> code for the body/</w:t>
      </w:r>
      <w:r w:rsidR="001B612A">
        <w:rPr>
          <w:sz w:val="22"/>
          <w:szCs w:val="22"/>
        </w:rPr>
        <w:t xml:space="preserve"> shoulder /</w:t>
      </w:r>
      <w:r>
        <w:rPr>
          <w:sz w:val="22"/>
          <w:szCs w:val="22"/>
        </w:rPr>
        <w:t xml:space="preserve">neck of a shielding gas cylinder used when GMAW </w:t>
      </w:r>
      <w:r w:rsidR="003E3FB4">
        <w:rPr>
          <w:sz w:val="22"/>
          <w:szCs w:val="22"/>
        </w:rPr>
        <w:t>Low Carbon Steel (LCS) is</w:t>
      </w:r>
      <w:r w:rsidR="005D448C">
        <w:rPr>
          <w:sz w:val="22"/>
          <w:szCs w:val="22"/>
        </w:rPr>
        <w:t>:</w:t>
      </w:r>
      <w:r w:rsidR="003E3FB4">
        <w:rPr>
          <w:sz w:val="22"/>
          <w:szCs w:val="22"/>
        </w:rPr>
        <w:t xml:space="preserve"> </w:t>
      </w:r>
    </w:p>
    <w:p w14:paraId="06245E96" w14:textId="0438A543" w:rsidR="005350CF" w:rsidRDefault="005350CF" w:rsidP="005350CF">
      <w:pPr>
        <w:pStyle w:val="Caption"/>
        <w:keepNext/>
      </w:pPr>
      <w:r>
        <w:t xml:space="preserve">Table </w:t>
      </w:r>
      <w:r w:rsidR="00297F21">
        <w:rPr>
          <w:noProof/>
        </w:rPr>
        <w:t>13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5350CF" w14:paraId="53A27EDA" w14:textId="77777777" w:rsidTr="001A15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3C4D4775" w14:textId="77777777" w:rsidR="005350CF" w:rsidRDefault="005350CF" w:rsidP="001A154F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BBB185C" w14:textId="77777777" w:rsidR="005350CF" w:rsidRDefault="005350CF" w:rsidP="001A154F">
            <w:pPr>
              <w:pStyle w:val="Body"/>
            </w:pPr>
            <w:r>
              <w:t>Put X next to your answer</w:t>
            </w:r>
          </w:p>
        </w:tc>
      </w:tr>
      <w:tr w:rsidR="005350CF" w14:paraId="27040002" w14:textId="77777777" w:rsidTr="001A154F">
        <w:tc>
          <w:tcPr>
            <w:tcW w:w="7650" w:type="dxa"/>
          </w:tcPr>
          <w:p w14:paraId="1BE94DBC" w14:textId="71892425" w:rsidR="005350CF" w:rsidRDefault="003E3FB4" w:rsidP="00B207BA">
            <w:pPr>
              <w:pStyle w:val="Body"/>
              <w:numPr>
                <w:ilvl w:val="0"/>
                <w:numId w:val="26"/>
              </w:numPr>
            </w:pPr>
            <w:r>
              <w:t>Peacock blue / brown</w:t>
            </w:r>
            <w:r w:rsidR="001B612A">
              <w:t xml:space="preserve"> / crimson</w:t>
            </w:r>
          </w:p>
        </w:tc>
        <w:tc>
          <w:tcPr>
            <w:tcW w:w="1410" w:type="dxa"/>
          </w:tcPr>
          <w:p w14:paraId="6057E549" w14:textId="77777777" w:rsidR="005350CF" w:rsidRDefault="005350CF" w:rsidP="001A154F">
            <w:pPr>
              <w:pStyle w:val="Body"/>
              <w:jc w:val="center"/>
            </w:pPr>
          </w:p>
        </w:tc>
      </w:tr>
      <w:tr w:rsidR="005350CF" w14:paraId="7EF070F7" w14:textId="77777777" w:rsidTr="001A154F">
        <w:tc>
          <w:tcPr>
            <w:tcW w:w="7650" w:type="dxa"/>
          </w:tcPr>
          <w:p w14:paraId="5F810213" w14:textId="00108071" w:rsidR="005350CF" w:rsidRDefault="003E3FB4" w:rsidP="00B207BA">
            <w:pPr>
              <w:pStyle w:val="Body"/>
              <w:numPr>
                <w:ilvl w:val="0"/>
                <w:numId w:val="26"/>
              </w:numPr>
            </w:pPr>
            <w:r>
              <w:t xml:space="preserve">Crimson / black </w:t>
            </w:r>
            <w:r w:rsidR="001B612A">
              <w:t>/ French grey</w:t>
            </w:r>
          </w:p>
        </w:tc>
        <w:tc>
          <w:tcPr>
            <w:tcW w:w="1410" w:type="dxa"/>
          </w:tcPr>
          <w:p w14:paraId="73397954" w14:textId="77777777" w:rsidR="005350CF" w:rsidRDefault="005350CF" w:rsidP="001A154F">
            <w:pPr>
              <w:pStyle w:val="Body"/>
              <w:jc w:val="center"/>
            </w:pPr>
          </w:p>
        </w:tc>
      </w:tr>
      <w:tr w:rsidR="005350CF" w14:paraId="49D39175" w14:textId="77777777" w:rsidTr="001A154F">
        <w:tc>
          <w:tcPr>
            <w:tcW w:w="7650" w:type="dxa"/>
          </w:tcPr>
          <w:p w14:paraId="692AB1D5" w14:textId="502FDC56" w:rsidR="005350CF" w:rsidRDefault="003E3FB4" w:rsidP="00B207BA">
            <w:pPr>
              <w:pStyle w:val="Body"/>
              <w:numPr>
                <w:ilvl w:val="0"/>
                <w:numId w:val="26"/>
              </w:numPr>
            </w:pPr>
            <w:r>
              <w:t>Black / peacock blue</w:t>
            </w:r>
            <w:r w:rsidR="001B612A">
              <w:t xml:space="preserve"> / red</w:t>
            </w:r>
          </w:p>
        </w:tc>
        <w:tc>
          <w:tcPr>
            <w:tcW w:w="1410" w:type="dxa"/>
          </w:tcPr>
          <w:p w14:paraId="25F52D32" w14:textId="77777777" w:rsidR="005350CF" w:rsidRDefault="005350CF" w:rsidP="001A154F">
            <w:pPr>
              <w:pStyle w:val="Body"/>
              <w:jc w:val="center"/>
            </w:pPr>
          </w:p>
        </w:tc>
      </w:tr>
      <w:tr w:rsidR="005350CF" w14:paraId="2CEB9342" w14:textId="77777777" w:rsidTr="001A154F">
        <w:tc>
          <w:tcPr>
            <w:tcW w:w="7650" w:type="dxa"/>
          </w:tcPr>
          <w:p w14:paraId="54801B7B" w14:textId="5FB0616A" w:rsidR="005350CF" w:rsidRDefault="003E3FB4" w:rsidP="00B207BA">
            <w:pPr>
              <w:pStyle w:val="Body"/>
              <w:numPr>
                <w:ilvl w:val="0"/>
                <w:numId w:val="26"/>
              </w:numPr>
            </w:pPr>
            <w:r>
              <w:t>Peacock blue / French grey / black</w:t>
            </w:r>
          </w:p>
        </w:tc>
        <w:tc>
          <w:tcPr>
            <w:tcW w:w="1410" w:type="dxa"/>
          </w:tcPr>
          <w:p w14:paraId="51AB1FB0" w14:textId="7815B2EF" w:rsidR="005350CF" w:rsidRDefault="003E3FB4" w:rsidP="001A154F">
            <w:pPr>
              <w:pStyle w:val="Body"/>
              <w:jc w:val="center"/>
            </w:pPr>
            <w:r>
              <w:t>X</w:t>
            </w:r>
          </w:p>
        </w:tc>
      </w:tr>
    </w:tbl>
    <w:p w14:paraId="1B4A0C40" w14:textId="02621712" w:rsidR="00E96BFF" w:rsidRDefault="00E96BFF" w:rsidP="00F03B21"/>
    <w:p w14:paraId="081BBB8C" w14:textId="77777777" w:rsidR="00297F21" w:rsidRDefault="00297F21" w:rsidP="00F03B21"/>
    <w:p w14:paraId="050AB042" w14:textId="77777777" w:rsidR="00E96BFF" w:rsidRDefault="00E96BFF" w:rsidP="00F03B21"/>
    <w:p w14:paraId="7ADE7B09" w14:textId="09569D63" w:rsidR="00E96BFF" w:rsidRPr="00B30F8E" w:rsidRDefault="001B612A" w:rsidP="005541C9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(Rk 5) The most suitable gas or gas mixture  for performing GMAW on low carbon steel (LCS) is</w:t>
      </w:r>
      <w:r w:rsidR="005D448C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14:paraId="4422F25E" w14:textId="1A100E42" w:rsidR="00E96BFF" w:rsidRDefault="00E96BFF" w:rsidP="00E96BFF">
      <w:pPr>
        <w:pStyle w:val="Caption"/>
        <w:keepNext/>
      </w:pPr>
      <w:r>
        <w:t xml:space="preserve">Table </w:t>
      </w:r>
      <w:r w:rsidR="00297F21">
        <w:rPr>
          <w:noProof/>
        </w:rPr>
        <w:t>14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E96BFF" w14:paraId="64458225" w14:textId="77777777" w:rsidTr="001B61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BB8E1C9" w14:textId="77777777" w:rsidR="00E96BFF" w:rsidRDefault="00E96BFF" w:rsidP="001B612A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4EBA8322" w14:textId="77777777" w:rsidR="00E96BFF" w:rsidRDefault="00E96BFF" w:rsidP="001B612A">
            <w:pPr>
              <w:pStyle w:val="Body"/>
            </w:pPr>
            <w:r>
              <w:t>Put X next to your answer</w:t>
            </w:r>
          </w:p>
        </w:tc>
      </w:tr>
      <w:tr w:rsidR="00E96BFF" w14:paraId="4814BE7F" w14:textId="77777777" w:rsidTr="001B612A">
        <w:tc>
          <w:tcPr>
            <w:tcW w:w="7650" w:type="dxa"/>
          </w:tcPr>
          <w:p w14:paraId="599EBAA1" w14:textId="5271F9C2" w:rsidR="00E96BFF" w:rsidRDefault="001B612A" w:rsidP="00B207BA">
            <w:pPr>
              <w:pStyle w:val="Body"/>
              <w:numPr>
                <w:ilvl w:val="0"/>
                <w:numId w:val="27"/>
              </w:numPr>
            </w:pPr>
            <w:r>
              <w:t>Argon</w:t>
            </w:r>
          </w:p>
        </w:tc>
        <w:tc>
          <w:tcPr>
            <w:tcW w:w="1410" w:type="dxa"/>
          </w:tcPr>
          <w:p w14:paraId="396A8FA0" w14:textId="77777777" w:rsidR="00E96BFF" w:rsidRDefault="00E96BFF" w:rsidP="001B612A">
            <w:pPr>
              <w:pStyle w:val="Body"/>
              <w:jc w:val="center"/>
            </w:pPr>
          </w:p>
        </w:tc>
      </w:tr>
      <w:tr w:rsidR="00E96BFF" w14:paraId="16EBAF84" w14:textId="77777777" w:rsidTr="001B612A">
        <w:tc>
          <w:tcPr>
            <w:tcW w:w="7650" w:type="dxa"/>
          </w:tcPr>
          <w:p w14:paraId="5EDCF204" w14:textId="044C3518" w:rsidR="00E96BFF" w:rsidRDefault="001B612A" w:rsidP="00B207BA">
            <w:pPr>
              <w:pStyle w:val="Body"/>
              <w:numPr>
                <w:ilvl w:val="0"/>
                <w:numId w:val="27"/>
              </w:numPr>
            </w:pPr>
            <w:r>
              <w:t xml:space="preserve"> Carbon dioxide</w:t>
            </w:r>
          </w:p>
        </w:tc>
        <w:tc>
          <w:tcPr>
            <w:tcW w:w="1410" w:type="dxa"/>
          </w:tcPr>
          <w:p w14:paraId="5D3D6229" w14:textId="77777777" w:rsidR="00E96BFF" w:rsidRDefault="00E96BFF" w:rsidP="001B612A">
            <w:pPr>
              <w:pStyle w:val="Body"/>
              <w:jc w:val="center"/>
            </w:pPr>
          </w:p>
        </w:tc>
      </w:tr>
      <w:tr w:rsidR="00E96BFF" w14:paraId="75AD54E9" w14:textId="77777777" w:rsidTr="001B612A">
        <w:tc>
          <w:tcPr>
            <w:tcW w:w="7650" w:type="dxa"/>
          </w:tcPr>
          <w:p w14:paraId="6AB90EA7" w14:textId="13D9E546" w:rsidR="00E96BFF" w:rsidRDefault="001B612A" w:rsidP="00B207BA">
            <w:pPr>
              <w:pStyle w:val="Body"/>
              <w:numPr>
                <w:ilvl w:val="0"/>
                <w:numId w:val="27"/>
              </w:numPr>
            </w:pPr>
            <w:r>
              <w:t xml:space="preserve"> Helium </w:t>
            </w:r>
          </w:p>
        </w:tc>
        <w:tc>
          <w:tcPr>
            <w:tcW w:w="1410" w:type="dxa"/>
          </w:tcPr>
          <w:p w14:paraId="5874033E" w14:textId="77777777" w:rsidR="00E96BFF" w:rsidRDefault="00E96BFF" w:rsidP="001B612A">
            <w:pPr>
              <w:pStyle w:val="Body"/>
              <w:jc w:val="center"/>
            </w:pPr>
          </w:p>
        </w:tc>
      </w:tr>
      <w:tr w:rsidR="00E96BFF" w14:paraId="2740C16F" w14:textId="77777777" w:rsidTr="001B612A">
        <w:tc>
          <w:tcPr>
            <w:tcW w:w="7650" w:type="dxa"/>
          </w:tcPr>
          <w:p w14:paraId="159F645C" w14:textId="412D8E8C" w:rsidR="00E96BFF" w:rsidRDefault="001B612A" w:rsidP="00B207BA">
            <w:pPr>
              <w:pStyle w:val="Body"/>
              <w:numPr>
                <w:ilvl w:val="0"/>
                <w:numId w:val="27"/>
              </w:numPr>
            </w:pPr>
            <w:r>
              <w:t>Argon carbon dioxide mix</w:t>
            </w:r>
          </w:p>
        </w:tc>
        <w:tc>
          <w:tcPr>
            <w:tcW w:w="1410" w:type="dxa"/>
          </w:tcPr>
          <w:p w14:paraId="1ED9DEB0" w14:textId="49E1F01F" w:rsidR="00E96BFF" w:rsidRDefault="001B612A" w:rsidP="001B612A">
            <w:pPr>
              <w:pStyle w:val="Body"/>
              <w:jc w:val="center"/>
            </w:pPr>
            <w:r>
              <w:t>X</w:t>
            </w:r>
          </w:p>
        </w:tc>
      </w:tr>
    </w:tbl>
    <w:p w14:paraId="4E316D39" w14:textId="77777777" w:rsidR="00E96BFF" w:rsidRDefault="00E96BFF" w:rsidP="00F03B21"/>
    <w:p w14:paraId="66D7624A" w14:textId="7AB7C97E" w:rsidR="00E96BFF" w:rsidRDefault="00E96BFF" w:rsidP="00F03B21"/>
    <w:p w14:paraId="77B9E0FA" w14:textId="69C6B3B0" w:rsidR="00297F21" w:rsidRDefault="00297F21" w:rsidP="00F03B21"/>
    <w:p w14:paraId="06E85563" w14:textId="561F2996" w:rsidR="0006788B" w:rsidRDefault="0006788B" w:rsidP="00F03B21"/>
    <w:p w14:paraId="048B52A9" w14:textId="77777777" w:rsidR="0006788B" w:rsidRDefault="0006788B" w:rsidP="00F03B21"/>
    <w:p w14:paraId="0DA11F28" w14:textId="096D5544" w:rsidR="00E96BFF" w:rsidRPr="00B30F8E" w:rsidRDefault="005D3C5F" w:rsidP="005541C9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(Rk 6) </w:t>
      </w:r>
      <w:r w:rsidR="005F30FE">
        <w:rPr>
          <w:sz w:val="22"/>
          <w:szCs w:val="22"/>
        </w:rPr>
        <w:t xml:space="preserve">The best method to remove porosity in </w:t>
      </w:r>
      <w:r>
        <w:rPr>
          <w:sz w:val="22"/>
          <w:szCs w:val="22"/>
        </w:rPr>
        <w:t xml:space="preserve"> GMAW weld joints</w:t>
      </w:r>
      <w:r w:rsidR="005F30FE">
        <w:rPr>
          <w:sz w:val="22"/>
          <w:szCs w:val="22"/>
        </w:rPr>
        <w:t xml:space="preserve"> is by</w:t>
      </w:r>
      <w:r w:rsidR="005D448C">
        <w:rPr>
          <w:sz w:val="22"/>
          <w:szCs w:val="22"/>
        </w:rPr>
        <w:t>:</w:t>
      </w:r>
    </w:p>
    <w:p w14:paraId="7934EB43" w14:textId="296E0EBC" w:rsidR="00E96BFF" w:rsidRDefault="00E96BFF" w:rsidP="00E96BFF">
      <w:pPr>
        <w:pStyle w:val="Caption"/>
        <w:keepNext/>
      </w:pPr>
      <w:r>
        <w:t xml:space="preserve">Table </w:t>
      </w:r>
      <w:r w:rsidR="00297F21">
        <w:rPr>
          <w:noProof/>
        </w:rPr>
        <w:t>15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E96BFF" w14:paraId="6F84DA5A" w14:textId="77777777" w:rsidTr="001B61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E327035" w14:textId="77777777" w:rsidR="00E96BFF" w:rsidRDefault="00E96BFF" w:rsidP="001B612A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0079FA8" w14:textId="77777777" w:rsidR="00E96BFF" w:rsidRDefault="00E96BFF" w:rsidP="001B612A">
            <w:pPr>
              <w:pStyle w:val="Body"/>
            </w:pPr>
            <w:r>
              <w:t>Put X next to your answer</w:t>
            </w:r>
          </w:p>
        </w:tc>
      </w:tr>
      <w:tr w:rsidR="00E96BFF" w14:paraId="5C269B53" w14:textId="77777777" w:rsidTr="001B612A">
        <w:tc>
          <w:tcPr>
            <w:tcW w:w="7650" w:type="dxa"/>
          </w:tcPr>
          <w:p w14:paraId="56B9A54E" w14:textId="4179EC9E" w:rsidR="00E96BFF" w:rsidRDefault="005D3C5F" w:rsidP="00B207BA">
            <w:pPr>
              <w:pStyle w:val="Body"/>
              <w:numPr>
                <w:ilvl w:val="0"/>
                <w:numId w:val="28"/>
              </w:numPr>
            </w:pPr>
            <w:r>
              <w:t xml:space="preserve">Grinding </w:t>
            </w:r>
          </w:p>
        </w:tc>
        <w:tc>
          <w:tcPr>
            <w:tcW w:w="1410" w:type="dxa"/>
          </w:tcPr>
          <w:p w14:paraId="2B078FDB" w14:textId="4E1587FA" w:rsidR="00E96BFF" w:rsidRDefault="005F30FE" w:rsidP="001B612A">
            <w:pPr>
              <w:pStyle w:val="Body"/>
              <w:jc w:val="center"/>
            </w:pPr>
            <w:r>
              <w:t>X</w:t>
            </w:r>
          </w:p>
        </w:tc>
      </w:tr>
      <w:tr w:rsidR="00E96BFF" w14:paraId="1D872B48" w14:textId="77777777" w:rsidTr="001B612A">
        <w:tc>
          <w:tcPr>
            <w:tcW w:w="7650" w:type="dxa"/>
          </w:tcPr>
          <w:p w14:paraId="5021A607" w14:textId="78738A54" w:rsidR="00E96BFF" w:rsidRDefault="005F30FE" w:rsidP="00B207BA">
            <w:pPr>
              <w:pStyle w:val="Body"/>
              <w:numPr>
                <w:ilvl w:val="0"/>
                <w:numId w:val="28"/>
              </w:numPr>
            </w:pPr>
            <w:r>
              <w:t xml:space="preserve">Wire brushing </w:t>
            </w:r>
          </w:p>
        </w:tc>
        <w:tc>
          <w:tcPr>
            <w:tcW w:w="1410" w:type="dxa"/>
          </w:tcPr>
          <w:p w14:paraId="35EB4372" w14:textId="77777777" w:rsidR="00E96BFF" w:rsidRDefault="00E96BFF" w:rsidP="001B612A">
            <w:pPr>
              <w:pStyle w:val="Body"/>
              <w:jc w:val="center"/>
            </w:pPr>
          </w:p>
        </w:tc>
      </w:tr>
      <w:tr w:rsidR="00E96BFF" w14:paraId="68F699DF" w14:textId="77777777" w:rsidTr="001B612A">
        <w:tc>
          <w:tcPr>
            <w:tcW w:w="7650" w:type="dxa"/>
          </w:tcPr>
          <w:p w14:paraId="65942BD7" w14:textId="498DDDFA" w:rsidR="00E96BFF" w:rsidRDefault="005F30FE" w:rsidP="00B207BA">
            <w:pPr>
              <w:pStyle w:val="Body"/>
              <w:numPr>
                <w:ilvl w:val="0"/>
                <w:numId w:val="28"/>
              </w:numPr>
            </w:pPr>
            <w:r>
              <w:t xml:space="preserve">Buffing </w:t>
            </w:r>
          </w:p>
        </w:tc>
        <w:tc>
          <w:tcPr>
            <w:tcW w:w="1410" w:type="dxa"/>
          </w:tcPr>
          <w:p w14:paraId="0062CA46" w14:textId="77777777" w:rsidR="00E96BFF" w:rsidRDefault="00E96BFF" w:rsidP="001B612A">
            <w:pPr>
              <w:pStyle w:val="Body"/>
              <w:jc w:val="center"/>
            </w:pPr>
          </w:p>
        </w:tc>
      </w:tr>
      <w:tr w:rsidR="00E96BFF" w14:paraId="2FDC6429" w14:textId="77777777" w:rsidTr="001B612A">
        <w:tc>
          <w:tcPr>
            <w:tcW w:w="7650" w:type="dxa"/>
          </w:tcPr>
          <w:p w14:paraId="5779F3ED" w14:textId="672BFDA0" w:rsidR="00E96BFF" w:rsidRDefault="005F30FE" w:rsidP="00B207BA">
            <w:pPr>
              <w:pStyle w:val="Body"/>
              <w:numPr>
                <w:ilvl w:val="0"/>
                <w:numId w:val="28"/>
              </w:numPr>
            </w:pPr>
            <w:r>
              <w:t>Using pickling paste</w:t>
            </w:r>
          </w:p>
        </w:tc>
        <w:tc>
          <w:tcPr>
            <w:tcW w:w="1410" w:type="dxa"/>
          </w:tcPr>
          <w:p w14:paraId="7C8FB33F" w14:textId="77777777" w:rsidR="00E96BFF" w:rsidRDefault="00E96BFF" w:rsidP="001B612A">
            <w:pPr>
              <w:pStyle w:val="Body"/>
              <w:jc w:val="center"/>
            </w:pPr>
          </w:p>
        </w:tc>
      </w:tr>
    </w:tbl>
    <w:p w14:paraId="5B96D58F" w14:textId="77777777" w:rsidR="00E96BFF" w:rsidRDefault="00E96BFF" w:rsidP="00F03B21"/>
    <w:p w14:paraId="29A78500" w14:textId="3D9B7B59" w:rsidR="00E96BFF" w:rsidRDefault="00E96BFF" w:rsidP="00F03B21"/>
    <w:p w14:paraId="10D7DDD3" w14:textId="7C33CAF3" w:rsidR="00E96BFF" w:rsidRDefault="00E96BFF" w:rsidP="00F03B21"/>
    <w:p w14:paraId="6C7BA7A7" w14:textId="6AC22E49" w:rsidR="00E96BFF" w:rsidRDefault="00E96BFF" w:rsidP="00F03B21"/>
    <w:p w14:paraId="36769125" w14:textId="77777777" w:rsidR="00E96BFF" w:rsidRDefault="00E96BFF" w:rsidP="00F03B21"/>
    <w:p w14:paraId="6BDDAC7A" w14:textId="1453F9A4" w:rsidR="00E96BFF" w:rsidRPr="00B30F8E" w:rsidRDefault="00DA5615" w:rsidP="005541C9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(Rk 7) The most likely cause of the welding defect porosity when GMAW is carried out is?</w:t>
      </w:r>
    </w:p>
    <w:p w14:paraId="322EBFBA" w14:textId="42B14E4D" w:rsidR="00E96BFF" w:rsidRDefault="00E96BFF" w:rsidP="00E96BFF">
      <w:pPr>
        <w:pStyle w:val="Caption"/>
        <w:keepNext/>
      </w:pPr>
      <w:r>
        <w:t xml:space="preserve">Table </w:t>
      </w:r>
      <w:r w:rsidR="00297F21">
        <w:rPr>
          <w:noProof/>
        </w:rPr>
        <w:t>16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E96BFF" w14:paraId="38441F22" w14:textId="77777777" w:rsidTr="001B61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467E22B4" w14:textId="77777777" w:rsidR="00E96BFF" w:rsidRDefault="00E96BFF" w:rsidP="001B612A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0062EF3" w14:textId="77777777" w:rsidR="00E96BFF" w:rsidRDefault="00E96BFF" w:rsidP="001B612A">
            <w:pPr>
              <w:pStyle w:val="Body"/>
            </w:pPr>
            <w:r>
              <w:t>Put X next to your answer</w:t>
            </w:r>
          </w:p>
        </w:tc>
      </w:tr>
      <w:tr w:rsidR="00E96BFF" w14:paraId="652BBC3E" w14:textId="77777777" w:rsidTr="001B612A">
        <w:tc>
          <w:tcPr>
            <w:tcW w:w="7650" w:type="dxa"/>
          </w:tcPr>
          <w:p w14:paraId="286B22C3" w14:textId="56F5F66C" w:rsidR="00E96BFF" w:rsidRDefault="00DA5615" w:rsidP="00B207BA">
            <w:pPr>
              <w:pStyle w:val="Body"/>
              <w:numPr>
                <w:ilvl w:val="0"/>
                <w:numId w:val="29"/>
              </w:numPr>
            </w:pPr>
            <w:r>
              <w:t>Using an insufficient amount of nozzle dip (anti spatter)</w:t>
            </w:r>
          </w:p>
        </w:tc>
        <w:tc>
          <w:tcPr>
            <w:tcW w:w="1410" w:type="dxa"/>
          </w:tcPr>
          <w:p w14:paraId="31214A4A" w14:textId="77777777" w:rsidR="00E96BFF" w:rsidRDefault="00E96BFF" w:rsidP="001B612A">
            <w:pPr>
              <w:pStyle w:val="Body"/>
              <w:jc w:val="center"/>
            </w:pPr>
          </w:p>
        </w:tc>
      </w:tr>
      <w:tr w:rsidR="00E96BFF" w14:paraId="09B5E463" w14:textId="77777777" w:rsidTr="001B612A">
        <w:tc>
          <w:tcPr>
            <w:tcW w:w="7650" w:type="dxa"/>
          </w:tcPr>
          <w:p w14:paraId="59E17BAD" w14:textId="59E84E0F" w:rsidR="00E96BFF" w:rsidRDefault="00DA5615" w:rsidP="00B207BA">
            <w:pPr>
              <w:pStyle w:val="Body"/>
              <w:numPr>
                <w:ilvl w:val="0"/>
                <w:numId w:val="29"/>
              </w:numPr>
            </w:pPr>
            <w:r>
              <w:t xml:space="preserve"> Using a dirty cable liner </w:t>
            </w:r>
          </w:p>
        </w:tc>
        <w:tc>
          <w:tcPr>
            <w:tcW w:w="1410" w:type="dxa"/>
          </w:tcPr>
          <w:p w14:paraId="3A527DEE" w14:textId="77777777" w:rsidR="00E96BFF" w:rsidRDefault="00E96BFF" w:rsidP="001B612A">
            <w:pPr>
              <w:pStyle w:val="Body"/>
              <w:jc w:val="center"/>
            </w:pPr>
          </w:p>
        </w:tc>
      </w:tr>
      <w:tr w:rsidR="00E96BFF" w14:paraId="521CBDF9" w14:textId="77777777" w:rsidTr="001B612A">
        <w:tc>
          <w:tcPr>
            <w:tcW w:w="7650" w:type="dxa"/>
          </w:tcPr>
          <w:p w14:paraId="22076409" w14:textId="3D3E8958" w:rsidR="00E96BFF" w:rsidRDefault="00DA5615" w:rsidP="00B207BA">
            <w:pPr>
              <w:pStyle w:val="Body"/>
              <w:numPr>
                <w:ilvl w:val="0"/>
                <w:numId w:val="29"/>
              </w:numPr>
            </w:pPr>
            <w:r>
              <w:t xml:space="preserve">Using too large a contact tip </w:t>
            </w:r>
          </w:p>
        </w:tc>
        <w:tc>
          <w:tcPr>
            <w:tcW w:w="1410" w:type="dxa"/>
          </w:tcPr>
          <w:p w14:paraId="10957E58" w14:textId="77777777" w:rsidR="00E96BFF" w:rsidRDefault="00E96BFF" w:rsidP="001B612A">
            <w:pPr>
              <w:pStyle w:val="Body"/>
              <w:jc w:val="center"/>
            </w:pPr>
          </w:p>
        </w:tc>
      </w:tr>
      <w:tr w:rsidR="00E96BFF" w14:paraId="5DC17262" w14:textId="77777777" w:rsidTr="001B612A">
        <w:tc>
          <w:tcPr>
            <w:tcW w:w="7650" w:type="dxa"/>
          </w:tcPr>
          <w:p w14:paraId="33B0E8A7" w14:textId="0161F59C" w:rsidR="00E96BFF" w:rsidRDefault="004A6798" w:rsidP="00B207BA">
            <w:pPr>
              <w:pStyle w:val="Body"/>
              <w:numPr>
                <w:ilvl w:val="0"/>
                <w:numId w:val="29"/>
              </w:numPr>
            </w:pPr>
            <w:r>
              <w:t>Using a blocked gas nozzle</w:t>
            </w:r>
          </w:p>
        </w:tc>
        <w:tc>
          <w:tcPr>
            <w:tcW w:w="1410" w:type="dxa"/>
          </w:tcPr>
          <w:p w14:paraId="24DA176D" w14:textId="45C41B94" w:rsidR="00E96BFF" w:rsidRDefault="004A6798" w:rsidP="001B612A">
            <w:pPr>
              <w:pStyle w:val="Body"/>
              <w:jc w:val="center"/>
            </w:pPr>
            <w:r>
              <w:t>X</w:t>
            </w:r>
          </w:p>
        </w:tc>
      </w:tr>
    </w:tbl>
    <w:p w14:paraId="1A664CD6" w14:textId="77777777" w:rsidR="00E96BFF" w:rsidRDefault="00E96BFF" w:rsidP="00F03B21"/>
    <w:p w14:paraId="76C131C5" w14:textId="3F587976" w:rsidR="00E96BFF" w:rsidRDefault="00E96BFF" w:rsidP="00F03B21"/>
    <w:p w14:paraId="403877F0" w14:textId="79390303" w:rsidR="00297F21" w:rsidRDefault="00297F21" w:rsidP="00F03B21"/>
    <w:p w14:paraId="1B357C82" w14:textId="77777777" w:rsidR="00297F21" w:rsidRDefault="00297F21" w:rsidP="00F03B21"/>
    <w:p w14:paraId="6AACD615" w14:textId="3D027CB7" w:rsidR="00E96BFF" w:rsidRPr="00B30F8E" w:rsidRDefault="004A6798" w:rsidP="005541C9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(Rk 7) From the following list mark all the items which are advantages of the GMAW process</w:t>
      </w:r>
      <w:r w:rsidR="005D448C">
        <w:rPr>
          <w:sz w:val="22"/>
          <w:szCs w:val="22"/>
        </w:rPr>
        <w:t>:</w:t>
      </w:r>
    </w:p>
    <w:p w14:paraId="039DDF0A" w14:textId="7704B7B2" w:rsidR="00E96BFF" w:rsidRDefault="00E96BFF" w:rsidP="00E96BFF">
      <w:pPr>
        <w:pStyle w:val="Caption"/>
        <w:keepNext/>
      </w:pPr>
      <w:r>
        <w:t xml:space="preserve">Table </w:t>
      </w:r>
      <w:r w:rsidR="00297F21">
        <w:rPr>
          <w:noProof/>
        </w:rPr>
        <w:t>17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E96BFF" w14:paraId="33BC09C9" w14:textId="77777777" w:rsidTr="001B61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A823C54" w14:textId="77777777" w:rsidR="00E96BFF" w:rsidRDefault="00E96BFF" w:rsidP="001B612A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5151371C" w14:textId="77777777" w:rsidR="00E96BFF" w:rsidRDefault="00E96BFF" w:rsidP="001B612A">
            <w:pPr>
              <w:pStyle w:val="Body"/>
            </w:pPr>
            <w:r>
              <w:t>Put X next to your answer</w:t>
            </w:r>
          </w:p>
        </w:tc>
      </w:tr>
      <w:tr w:rsidR="00E96BFF" w14:paraId="23D44E2A" w14:textId="77777777" w:rsidTr="001B612A">
        <w:tc>
          <w:tcPr>
            <w:tcW w:w="7650" w:type="dxa"/>
          </w:tcPr>
          <w:p w14:paraId="4FD02AFA" w14:textId="0A8ACA4A" w:rsidR="00E96BFF" w:rsidRDefault="004A6798" w:rsidP="00B207BA">
            <w:pPr>
              <w:pStyle w:val="Body"/>
              <w:numPr>
                <w:ilvl w:val="0"/>
                <w:numId w:val="30"/>
              </w:numPr>
            </w:pPr>
            <w:r>
              <w:t>The speed of the process</w:t>
            </w:r>
          </w:p>
        </w:tc>
        <w:tc>
          <w:tcPr>
            <w:tcW w:w="1410" w:type="dxa"/>
          </w:tcPr>
          <w:p w14:paraId="000D9330" w14:textId="255F2D9F" w:rsidR="00E96BFF" w:rsidRDefault="004A6798" w:rsidP="001B612A">
            <w:pPr>
              <w:pStyle w:val="Body"/>
              <w:jc w:val="center"/>
            </w:pPr>
            <w:r>
              <w:t>X</w:t>
            </w:r>
          </w:p>
        </w:tc>
      </w:tr>
      <w:tr w:rsidR="00E96BFF" w14:paraId="537C15B7" w14:textId="77777777" w:rsidTr="001B612A">
        <w:tc>
          <w:tcPr>
            <w:tcW w:w="7650" w:type="dxa"/>
          </w:tcPr>
          <w:p w14:paraId="22C75DCE" w14:textId="517E8A5E" w:rsidR="00E96BFF" w:rsidRDefault="004A6798" w:rsidP="00B207BA">
            <w:pPr>
              <w:pStyle w:val="Body"/>
              <w:numPr>
                <w:ilvl w:val="0"/>
                <w:numId w:val="30"/>
              </w:numPr>
            </w:pPr>
            <w:r>
              <w:t xml:space="preserve">Minimal clean up after welding </w:t>
            </w:r>
          </w:p>
        </w:tc>
        <w:tc>
          <w:tcPr>
            <w:tcW w:w="1410" w:type="dxa"/>
          </w:tcPr>
          <w:p w14:paraId="55665FF5" w14:textId="6391DD25" w:rsidR="00E96BFF" w:rsidRDefault="004A6798" w:rsidP="004A6798">
            <w:pPr>
              <w:pStyle w:val="Body"/>
              <w:jc w:val="center"/>
            </w:pPr>
            <w:r>
              <w:t>X</w:t>
            </w:r>
          </w:p>
        </w:tc>
      </w:tr>
      <w:tr w:rsidR="00E96BFF" w14:paraId="349633E4" w14:textId="77777777" w:rsidTr="001B612A">
        <w:tc>
          <w:tcPr>
            <w:tcW w:w="7650" w:type="dxa"/>
          </w:tcPr>
          <w:p w14:paraId="5A59F3E8" w14:textId="4859116D" w:rsidR="00E96BFF" w:rsidRDefault="004A6798" w:rsidP="00B207BA">
            <w:pPr>
              <w:pStyle w:val="Body"/>
              <w:numPr>
                <w:ilvl w:val="0"/>
                <w:numId w:val="30"/>
              </w:numPr>
            </w:pPr>
            <w:r>
              <w:t>Easy to train welding operators in its use</w:t>
            </w:r>
          </w:p>
        </w:tc>
        <w:tc>
          <w:tcPr>
            <w:tcW w:w="1410" w:type="dxa"/>
          </w:tcPr>
          <w:p w14:paraId="47EEF0BC" w14:textId="3C3C835E" w:rsidR="00E96BFF" w:rsidRDefault="004A6798" w:rsidP="004A6798">
            <w:pPr>
              <w:pStyle w:val="Body"/>
              <w:jc w:val="center"/>
            </w:pPr>
            <w:r>
              <w:t>X</w:t>
            </w:r>
          </w:p>
        </w:tc>
      </w:tr>
      <w:tr w:rsidR="00E96BFF" w14:paraId="174F3C34" w14:textId="77777777" w:rsidTr="001B612A">
        <w:tc>
          <w:tcPr>
            <w:tcW w:w="7650" w:type="dxa"/>
          </w:tcPr>
          <w:p w14:paraId="01517245" w14:textId="1362E2B5" w:rsidR="00E96BFF" w:rsidRDefault="004A6798" w:rsidP="00B207BA">
            <w:pPr>
              <w:pStyle w:val="Body"/>
              <w:numPr>
                <w:ilvl w:val="0"/>
                <w:numId w:val="30"/>
              </w:numPr>
            </w:pPr>
            <w:r>
              <w:t xml:space="preserve">Ideal for use in all weather conditions </w:t>
            </w:r>
          </w:p>
        </w:tc>
        <w:tc>
          <w:tcPr>
            <w:tcW w:w="1410" w:type="dxa"/>
          </w:tcPr>
          <w:p w14:paraId="2C997CA3" w14:textId="77777777" w:rsidR="00E96BFF" w:rsidRDefault="00E96BFF" w:rsidP="001B612A">
            <w:pPr>
              <w:pStyle w:val="Body"/>
              <w:jc w:val="center"/>
            </w:pPr>
          </w:p>
        </w:tc>
      </w:tr>
    </w:tbl>
    <w:p w14:paraId="70A7C98F" w14:textId="77777777" w:rsidR="00E96BFF" w:rsidRDefault="00E96BFF" w:rsidP="00F03B21"/>
    <w:p w14:paraId="62B8E647" w14:textId="77777777" w:rsidR="00E96BFF" w:rsidRDefault="00E96BFF" w:rsidP="00F03B21"/>
    <w:p w14:paraId="2DF9A471" w14:textId="77777777" w:rsidR="00E96BFF" w:rsidRDefault="00E96BFF" w:rsidP="00F03B21"/>
    <w:p w14:paraId="7B6A4161" w14:textId="77777777" w:rsidR="00E96BFF" w:rsidRDefault="00E96BFF" w:rsidP="00F03B21"/>
    <w:p w14:paraId="148966A4" w14:textId="31B84EC1" w:rsidR="00E96BFF" w:rsidRPr="00B30F8E" w:rsidRDefault="005D448C" w:rsidP="005541C9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(Rk 7) The GMAW process:</w:t>
      </w:r>
    </w:p>
    <w:p w14:paraId="76336D41" w14:textId="277972C3" w:rsidR="00E96BFF" w:rsidRDefault="00E96BFF" w:rsidP="00E96BFF">
      <w:pPr>
        <w:pStyle w:val="Caption"/>
        <w:keepNext/>
      </w:pPr>
      <w:r>
        <w:t xml:space="preserve">Table </w:t>
      </w:r>
      <w:r w:rsidR="00297F21">
        <w:rPr>
          <w:noProof/>
        </w:rPr>
        <w:t>18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E96BFF" w14:paraId="2B76E63D" w14:textId="77777777" w:rsidTr="001B61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DF341FD" w14:textId="77777777" w:rsidR="00E96BFF" w:rsidRDefault="00E96BFF" w:rsidP="001B612A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837459F" w14:textId="77777777" w:rsidR="00E96BFF" w:rsidRDefault="00E96BFF" w:rsidP="001B612A">
            <w:pPr>
              <w:pStyle w:val="Body"/>
            </w:pPr>
            <w:r>
              <w:t>Put X next to your answer</w:t>
            </w:r>
          </w:p>
        </w:tc>
      </w:tr>
      <w:tr w:rsidR="00E96BFF" w14:paraId="1606FFE0" w14:textId="77777777" w:rsidTr="001B612A">
        <w:tc>
          <w:tcPr>
            <w:tcW w:w="7650" w:type="dxa"/>
          </w:tcPr>
          <w:p w14:paraId="0B6B8735" w14:textId="12F2717E" w:rsidR="00E96BFF" w:rsidRDefault="004A6798" w:rsidP="00B207BA">
            <w:pPr>
              <w:pStyle w:val="Body"/>
              <w:numPr>
                <w:ilvl w:val="0"/>
                <w:numId w:val="31"/>
              </w:numPr>
            </w:pPr>
            <w:r>
              <w:t>Uses a hydrogen shielding gas</w:t>
            </w:r>
          </w:p>
        </w:tc>
        <w:tc>
          <w:tcPr>
            <w:tcW w:w="1410" w:type="dxa"/>
          </w:tcPr>
          <w:p w14:paraId="372EB5F3" w14:textId="77777777" w:rsidR="00E96BFF" w:rsidRDefault="00E96BFF" w:rsidP="001B612A">
            <w:pPr>
              <w:pStyle w:val="Body"/>
              <w:jc w:val="center"/>
            </w:pPr>
          </w:p>
        </w:tc>
      </w:tr>
      <w:tr w:rsidR="00E96BFF" w14:paraId="792BD6FD" w14:textId="77777777" w:rsidTr="001B612A">
        <w:tc>
          <w:tcPr>
            <w:tcW w:w="7650" w:type="dxa"/>
          </w:tcPr>
          <w:p w14:paraId="2592EAA0" w14:textId="6E9E5876" w:rsidR="00297F21" w:rsidRDefault="004A6798" w:rsidP="00297F21">
            <w:pPr>
              <w:pStyle w:val="Body"/>
              <w:numPr>
                <w:ilvl w:val="0"/>
                <w:numId w:val="31"/>
              </w:numPr>
            </w:pPr>
            <w:r>
              <w:t>Is a semi-automatic process</w:t>
            </w:r>
          </w:p>
        </w:tc>
        <w:tc>
          <w:tcPr>
            <w:tcW w:w="1410" w:type="dxa"/>
          </w:tcPr>
          <w:p w14:paraId="103FC316" w14:textId="51740EEB" w:rsidR="00E96BFF" w:rsidRDefault="004A6798" w:rsidP="001B612A">
            <w:pPr>
              <w:pStyle w:val="Body"/>
              <w:jc w:val="center"/>
            </w:pPr>
            <w:r>
              <w:t>X</w:t>
            </w:r>
          </w:p>
        </w:tc>
      </w:tr>
      <w:tr w:rsidR="00E96BFF" w14:paraId="6F973D3B" w14:textId="77777777" w:rsidTr="001B612A">
        <w:tc>
          <w:tcPr>
            <w:tcW w:w="7650" w:type="dxa"/>
          </w:tcPr>
          <w:p w14:paraId="21E3AA5D" w14:textId="39FA3CE8" w:rsidR="00E96BFF" w:rsidRDefault="004A6798" w:rsidP="00B207BA">
            <w:pPr>
              <w:pStyle w:val="Body"/>
              <w:numPr>
                <w:ilvl w:val="0"/>
                <w:numId w:val="31"/>
              </w:numPr>
            </w:pPr>
            <w:r>
              <w:t>Uses a continuous flux covered electrode</w:t>
            </w:r>
          </w:p>
        </w:tc>
        <w:tc>
          <w:tcPr>
            <w:tcW w:w="1410" w:type="dxa"/>
          </w:tcPr>
          <w:p w14:paraId="360B6E67" w14:textId="77777777" w:rsidR="00E96BFF" w:rsidRDefault="00E96BFF" w:rsidP="001B612A">
            <w:pPr>
              <w:pStyle w:val="Body"/>
              <w:jc w:val="center"/>
            </w:pPr>
          </w:p>
        </w:tc>
      </w:tr>
      <w:tr w:rsidR="00E96BFF" w14:paraId="0FE9724A" w14:textId="77777777" w:rsidTr="001B612A">
        <w:tc>
          <w:tcPr>
            <w:tcW w:w="7650" w:type="dxa"/>
          </w:tcPr>
          <w:p w14:paraId="1814FC25" w14:textId="43DCBB91" w:rsidR="00E96BFF" w:rsidRDefault="004A6798" w:rsidP="00B207BA">
            <w:pPr>
              <w:pStyle w:val="Body"/>
              <w:numPr>
                <w:ilvl w:val="0"/>
                <w:numId w:val="31"/>
              </w:numPr>
            </w:pPr>
            <w:r>
              <w:t>Requires the operator to wear shade 5  goggles</w:t>
            </w:r>
          </w:p>
        </w:tc>
        <w:tc>
          <w:tcPr>
            <w:tcW w:w="1410" w:type="dxa"/>
          </w:tcPr>
          <w:p w14:paraId="7819C6B8" w14:textId="77777777" w:rsidR="00E96BFF" w:rsidRDefault="00E96BFF" w:rsidP="001B612A">
            <w:pPr>
              <w:pStyle w:val="Body"/>
              <w:jc w:val="center"/>
            </w:pPr>
          </w:p>
        </w:tc>
      </w:tr>
    </w:tbl>
    <w:p w14:paraId="22502519" w14:textId="6E90D07A" w:rsidR="004A6798" w:rsidRDefault="004A6798" w:rsidP="00F03B21"/>
    <w:p w14:paraId="449ADBF8" w14:textId="66F6DF60" w:rsidR="00297F21" w:rsidRDefault="00297F21" w:rsidP="00F03B21"/>
    <w:p w14:paraId="27E45A64" w14:textId="19FA8E09" w:rsidR="00297F21" w:rsidRDefault="00297F21" w:rsidP="00F03B21"/>
    <w:p w14:paraId="3C27C0F1" w14:textId="77777777" w:rsidR="00297F21" w:rsidRDefault="00297F21" w:rsidP="00F03B21"/>
    <w:p w14:paraId="0E22FB83" w14:textId="77777777" w:rsidR="00297F21" w:rsidRDefault="00297F21" w:rsidP="00F03B21"/>
    <w:p w14:paraId="263F7534" w14:textId="39678DBC" w:rsidR="004A6798" w:rsidRPr="00B30F8E" w:rsidRDefault="00CC3A00" w:rsidP="005541C9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(Rk 7) </w:t>
      </w:r>
      <w:r w:rsidR="00CB3BAD">
        <w:rPr>
          <w:sz w:val="22"/>
          <w:szCs w:val="22"/>
        </w:rPr>
        <w:t>GMAW is different to other welding applications in that:</w:t>
      </w:r>
    </w:p>
    <w:p w14:paraId="6B8003C9" w14:textId="236BDAD8" w:rsidR="004A6798" w:rsidRDefault="004A6798" w:rsidP="004A6798">
      <w:pPr>
        <w:pStyle w:val="Caption"/>
        <w:keepNext/>
      </w:pPr>
      <w:r>
        <w:t xml:space="preserve">Table </w:t>
      </w:r>
      <w:r w:rsidR="00297F21">
        <w:rPr>
          <w:noProof/>
        </w:rPr>
        <w:t xml:space="preserve">19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4A6798" w14:paraId="14420446" w14:textId="77777777" w:rsidTr="00E901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91E2331" w14:textId="77777777" w:rsidR="004A6798" w:rsidRDefault="004A6798" w:rsidP="00E901A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0438DB4E" w14:textId="77777777" w:rsidR="004A6798" w:rsidRDefault="004A6798" w:rsidP="00E901AD">
            <w:pPr>
              <w:pStyle w:val="Body"/>
            </w:pPr>
            <w:r>
              <w:t>Put X next to your answer</w:t>
            </w:r>
          </w:p>
        </w:tc>
      </w:tr>
      <w:tr w:rsidR="004A6798" w14:paraId="230E78E9" w14:textId="77777777" w:rsidTr="00E901AD">
        <w:tc>
          <w:tcPr>
            <w:tcW w:w="7650" w:type="dxa"/>
          </w:tcPr>
          <w:p w14:paraId="43AAA91A" w14:textId="672F9CFE" w:rsidR="004A6798" w:rsidRDefault="00CC3A00" w:rsidP="00B207BA">
            <w:pPr>
              <w:pStyle w:val="Body"/>
              <w:numPr>
                <w:ilvl w:val="0"/>
                <w:numId w:val="32"/>
              </w:numPr>
            </w:pPr>
            <w:r>
              <w:t>It has a concentrated welding arc</w:t>
            </w:r>
          </w:p>
        </w:tc>
        <w:tc>
          <w:tcPr>
            <w:tcW w:w="1410" w:type="dxa"/>
          </w:tcPr>
          <w:p w14:paraId="052622B7" w14:textId="77777777" w:rsidR="004A6798" w:rsidRDefault="004A6798" w:rsidP="00E901AD">
            <w:pPr>
              <w:pStyle w:val="Body"/>
              <w:jc w:val="center"/>
            </w:pPr>
          </w:p>
        </w:tc>
      </w:tr>
      <w:tr w:rsidR="004A6798" w14:paraId="277FA2A0" w14:textId="77777777" w:rsidTr="00E901AD">
        <w:tc>
          <w:tcPr>
            <w:tcW w:w="7650" w:type="dxa"/>
          </w:tcPr>
          <w:p w14:paraId="7D413F7C" w14:textId="534A14C6" w:rsidR="004A6798" w:rsidRDefault="00CB3BAD" w:rsidP="00B207BA">
            <w:pPr>
              <w:pStyle w:val="Body"/>
              <w:numPr>
                <w:ilvl w:val="0"/>
                <w:numId w:val="32"/>
              </w:numPr>
            </w:pPr>
            <w:r>
              <w:t>It is easily transportable</w:t>
            </w:r>
          </w:p>
        </w:tc>
        <w:tc>
          <w:tcPr>
            <w:tcW w:w="1410" w:type="dxa"/>
          </w:tcPr>
          <w:p w14:paraId="4B2D64C4" w14:textId="4B309B31" w:rsidR="004A6798" w:rsidRDefault="004A6798" w:rsidP="00E901AD">
            <w:pPr>
              <w:pStyle w:val="Body"/>
              <w:jc w:val="center"/>
            </w:pPr>
          </w:p>
        </w:tc>
      </w:tr>
      <w:tr w:rsidR="004A6798" w14:paraId="3BC6CF36" w14:textId="77777777" w:rsidTr="00E901AD">
        <w:tc>
          <w:tcPr>
            <w:tcW w:w="7650" w:type="dxa"/>
          </w:tcPr>
          <w:p w14:paraId="668E8B6C" w14:textId="71F195D7" w:rsidR="004A6798" w:rsidRDefault="00CC3A00" w:rsidP="00CB3BAD">
            <w:pPr>
              <w:pStyle w:val="Body"/>
              <w:numPr>
                <w:ilvl w:val="0"/>
                <w:numId w:val="32"/>
              </w:numPr>
            </w:pPr>
            <w:r>
              <w:t xml:space="preserve">It is ideal for welding </w:t>
            </w:r>
            <w:r w:rsidR="00CB3BAD" w:rsidRPr="00D93E7B">
              <w:rPr>
                <w:noProof/>
              </w:rPr>
              <w:t>galvanised</w:t>
            </w:r>
            <w:r w:rsidR="00CB3BAD">
              <w:t xml:space="preserve"> material</w:t>
            </w:r>
          </w:p>
        </w:tc>
        <w:tc>
          <w:tcPr>
            <w:tcW w:w="1410" w:type="dxa"/>
          </w:tcPr>
          <w:p w14:paraId="05878A07" w14:textId="77777777" w:rsidR="004A6798" w:rsidRDefault="004A6798" w:rsidP="00E901AD">
            <w:pPr>
              <w:pStyle w:val="Body"/>
              <w:jc w:val="center"/>
            </w:pPr>
          </w:p>
        </w:tc>
      </w:tr>
      <w:tr w:rsidR="004A6798" w14:paraId="2BEFEACE" w14:textId="77777777" w:rsidTr="00E901AD">
        <w:tc>
          <w:tcPr>
            <w:tcW w:w="7650" w:type="dxa"/>
          </w:tcPr>
          <w:p w14:paraId="55082BF3" w14:textId="48E73533" w:rsidR="004A6798" w:rsidRDefault="00CB3BAD" w:rsidP="00B207BA">
            <w:pPr>
              <w:pStyle w:val="Body"/>
              <w:numPr>
                <w:ilvl w:val="0"/>
                <w:numId w:val="32"/>
              </w:numPr>
            </w:pPr>
            <w:r>
              <w:t>It uses continuous wire feed</w:t>
            </w:r>
          </w:p>
        </w:tc>
        <w:tc>
          <w:tcPr>
            <w:tcW w:w="1410" w:type="dxa"/>
          </w:tcPr>
          <w:p w14:paraId="358AE13E" w14:textId="3FF1DEF6" w:rsidR="004A6798" w:rsidRDefault="00CB3BAD" w:rsidP="00E901AD">
            <w:pPr>
              <w:pStyle w:val="Body"/>
              <w:jc w:val="center"/>
            </w:pPr>
            <w:r>
              <w:t>X</w:t>
            </w:r>
          </w:p>
        </w:tc>
      </w:tr>
    </w:tbl>
    <w:p w14:paraId="4789A925" w14:textId="3B0BBF3B" w:rsidR="004A6798" w:rsidRDefault="004A6798" w:rsidP="00F03B21"/>
    <w:p w14:paraId="4CB4159F" w14:textId="38769144" w:rsidR="004A6798" w:rsidRDefault="004A6798" w:rsidP="00F03B21"/>
    <w:p w14:paraId="00C43306" w14:textId="512B883E" w:rsidR="004A6798" w:rsidRDefault="004A6798" w:rsidP="00F03B21"/>
    <w:p w14:paraId="0E1699A1" w14:textId="10266334" w:rsidR="004A6798" w:rsidRDefault="004A6798" w:rsidP="00F03B21"/>
    <w:p w14:paraId="2BB87452" w14:textId="77777777" w:rsidR="004A6798" w:rsidRDefault="004A6798" w:rsidP="00F03B21"/>
    <w:p w14:paraId="78925CC2" w14:textId="5BDB9643" w:rsidR="004A6798" w:rsidRPr="00B30F8E" w:rsidRDefault="00F1181C" w:rsidP="005541C9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(Rk 8) When arc welding we wear a welding shield to protect us from the 2 harmful rays that are generated. These rays are?</w:t>
      </w:r>
    </w:p>
    <w:p w14:paraId="21FD82E1" w14:textId="64E3EFC9" w:rsidR="004A6798" w:rsidRDefault="004A6798" w:rsidP="004A6798">
      <w:pPr>
        <w:pStyle w:val="Caption"/>
        <w:keepNext/>
      </w:pPr>
      <w:r>
        <w:t xml:space="preserve">Table </w:t>
      </w:r>
      <w:r w:rsidR="00297F21">
        <w:rPr>
          <w:noProof/>
        </w:rPr>
        <w:t>20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4A6798" w14:paraId="13A52CCA" w14:textId="77777777" w:rsidTr="00E901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1592BAA5" w14:textId="77777777" w:rsidR="004A6798" w:rsidRDefault="004A6798" w:rsidP="00E901A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390F1BAA" w14:textId="77777777" w:rsidR="004A6798" w:rsidRDefault="004A6798" w:rsidP="00E901AD">
            <w:pPr>
              <w:pStyle w:val="Body"/>
            </w:pPr>
            <w:r>
              <w:t>Put X next to your answer</w:t>
            </w:r>
          </w:p>
        </w:tc>
      </w:tr>
      <w:tr w:rsidR="004A6798" w14:paraId="2C140C2B" w14:textId="77777777" w:rsidTr="00E901AD">
        <w:tc>
          <w:tcPr>
            <w:tcW w:w="7650" w:type="dxa"/>
          </w:tcPr>
          <w:p w14:paraId="42B407AA" w14:textId="4C82D9CB" w:rsidR="004A6798" w:rsidRDefault="00F1181C" w:rsidP="00B207BA">
            <w:pPr>
              <w:pStyle w:val="Body"/>
              <w:numPr>
                <w:ilvl w:val="0"/>
                <w:numId w:val="33"/>
              </w:numPr>
            </w:pPr>
            <w:r>
              <w:t xml:space="preserve">X-rays and ultra-sonic </w:t>
            </w:r>
          </w:p>
        </w:tc>
        <w:tc>
          <w:tcPr>
            <w:tcW w:w="1410" w:type="dxa"/>
          </w:tcPr>
          <w:p w14:paraId="0F96ED23" w14:textId="77777777" w:rsidR="004A6798" w:rsidRDefault="004A6798" w:rsidP="00E901AD">
            <w:pPr>
              <w:pStyle w:val="Body"/>
              <w:jc w:val="center"/>
            </w:pPr>
          </w:p>
        </w:tc>
      </w:tr>
      <w:tr w:rsidR="004A6798" w14:paraId="0B92CE32" w14:textId="77777777" w:rsidTr="00E901AD">
        <w:tc>
          <w:tcPr>
            <w:tcW w:w="7650" w:type="dxa"/>
          </w:tcPr>
          <w:p w14:paraId="182386CB" w14:textId="65CCD18E" w:rsidR="004A6798" w:rsidRDefault="00F1181C" w:rsidP="00B207BA">
            <w:pPr>
              <w:pStyle w:val="Body"/>
              <w:numPr>
                <w:ilvl w:val="0"/>
                <w:numId w:val="33"/>
              </w:numPr>
            </w:pPr>
            <w:r>
              <w:t>Ultra-sonic and infra-red</w:t>
            </w:r>
          </w:p>
        </w:tc>
        <w:tc>
          <w:tcPr>
            <w:tcW w:w="1410" w:type="dxa"/>
          </w:tcPr>
          <w:p w14:paraId="25F6E3ED" w14:textId="77777777" w:rsidR="004A6798" w:rsidRDefault="004A6798" w:rsidP="00E901AD">
            <w:pPr>
              <w:pStyle w:val="Body"/>
              <w:jc w:val="center"/>
            </w:pPr>
          </w:p>
        </w:tc>
      </w:tr>
      <w:tr w:rsidR="004A6798" w14:paraId="5F62B209" w14:textId="77777777" w:rsidTr="00E901AD">
        <w:tc>
          <w:tcPr>
            <w:tcW w:w="7650" w:type="dxa"/>
          </w:tcPr>
          <w:p w14:paraId="19FD1880" w14:textId="27557548" w:rsidR="004A6798" w:rsidRDefault="00F1181C" w:rsidP="00B207BA">
            <w:pPr>
              <w:pStyle w:val="Body"/>
              <w:numPr>
                <w:ilvl w:val="0"/>
                <w:numId w:val="33"/>
              </w:numPr>
            </w:pPr>
            <w:r>
              <w:t>Sub-sonic and ultra-sonic</w:t>
            </w:r>
          </w:p>
        </w:tc>
        <w:tc>
          <w:tcPr>
            <w:tcW w:w="1410" w:type="dxa"/>
          </w:tcPr>
          <w:p w14:paraId="1DA1B327" w14:textId="77777777" w:rsidR="004A6798" w:rsidRDefault="004A6798" w:rsidP="00E901AD">
            <w:pPr>
              <w:pStyle w:val="Body"/>
              <w:jc w:val="center"/>
            </w:pPr>
          </w:p>
        </w:tc>
      </w:tr>
      <w:tr w:rsidR="004A6798" w14:paraId="359145C8" w14:textId="77777777" w:rsidTr="00E901AD">
        <w:tc>
          <w:tcPr>
            <w:tcW w:w="7650" w:type="dxa"/>
          </w:tcPr>
          <w:p w14:paraId="6854FF6C" w14:textId="398DD0DE" w:rsidR="004A6798" w:rsidRDefault="00F1181C" w:rsidP="00B207BA">
            <w:pPr>
              <w:pStyle w:val="Body"/>
              <w:numPr>
                <w:ilvl w:val="0"/>
                <w:numId w:val="33"/>
              </w:numPr>
            </w:pPr>
            <w:r w:rsidRPr="00D93E7B">
              <w:rPr>
                <w:noProof/>
              </w:rPr>
              <w:t>Ultra- violet</w:t>
            </w:r>
            <w:r>
              <w:t xml:space="preserve"> and infra-red</w:t>
            </w:r>
          </w:p>
        </w:tc>
        <w:tc>
          <w:tcPr>
            <w:tcW w:w="1410" w:type="dxa"/>
          </w:tcPr>
          <w:p w14:paraId="1FD7D19D" w14:textId="12C324E4" w:rsidR="004A6798" w:rsidRDefault="00F1181C" w:rsidP="00E901AD">
            <w:pPr>
              <w:pStyle w:val="Body"/>
              <w:jc w:val="center"/>
            </w:pPr>
            <w:r>
              <w:t>X</w:t>
            </w:r>
          </w:p>
        </w:tc>
      </w:tr>
    </w:tbl>
    <w:p w14:paraId="3A3DAF09" w14:textId="7C5E56AD" w:rsidR="004A6798" w:rsidRDefault="004A6798" w:rsidP="00F03B21"/>
    <w:p w14:paraId="4A3020D2" w14:textId="562061AA" w:rsidR="00297F21" w:rsidRDefault="00297F21" w:rsidP="00F03B21"/>
    <w:p w14:paraId="334F8D00" w14:textId="77777777" w:rsidR="00297F21" w:rsidRDefault="00297F21" w:rsidP="00F03B21"/>
    <w:p w14:paraId="3F4E7AD9" w14:textId="77777777" w:rsidR="00297F21" w:rsidRDefault="00297F21" w:rsidP="00297F21">
      <w:pPr>
        <w:pStyle w:val="Body"/>
        <w:rPr>
          <w:sz w:val="22"/>
          <w:szCs w:val="22"/>
        </w:rPr>
      </w:pPr>
    </w:p>
    <w:p w14:paraId="27E0F362" w14:textId="05381011" w:rsidR="00872A99" w:rsidRPr="00B30F8E" w:rsidRDefault="00872A99" w:rsidP="005541C9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(Rk 8) Fumes produced during welding can be a health hazard. Fumes can be given off by</w:t>
      </w:r>
      <w:r w:rsidR="00CB3BAD">
        <w:rPr>
          <w:sz w:val="22"/>
          <w:szCs w:val="22"/>
        </w:rPr>
        <w:t>:</w:t>
      </w:r>
    </w:p>
    <w:p w14:paraId="7BE5AE58" w14:textId="42B70C25" w:rsidR="00872A99" w:rsidRDefault="00872A99" w:rsidP="00872A99">
      <w:pPr>
        <w:pStyle w:val="Caption"/>
        <w:keepNext/>
      </w:pPr>
      <w:r>
        <w:t xml:space="preserve">Table </w:t>
      </w:r>
      <w:r w:rsidR="00297F21">
        <w:rPr>
          <w:noProof/>
        </w:rPr>
        <w:t>21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72A99" w14:paraId="0905E96C" w14:textId="77777777" w:rsidTr="00E901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355E6B91" w14:textId="77777777" w:rsidR="00872A99" w:rsidRDefault="00872A99" w:rsidP="00E901A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02516E6C" w14:textId="77777777" w:rsidR="00872A99" w:rsidRDefault="00872A99" w:rsidP="00E901AD">
            <w:pPr>
              <w:pStyle w:val="Body"/>
            </w:pPr>
            <w:r>
              <w:t>Put X next to your answer</w:t>
            </w:r>
          </w:p>
        </w:tc>
      </w:tr>
      <w:tr w:rsidR="00872A99" w14:paraId="1D86A0A9" w14:textId="77777777" w:rsidTr="00E901AD">
        <w:tc>
          <w:tcPr>
            <w:tcW w:w="7650" w:type="dxa"/>
          </w:tcPr>
          <w:p w14:paraId="42D892F4" w14:textId="56D66B39" w:rsidR="00872A99" w:rsidRDefault="009A32FA" w:rsidP="00B207BA">
            <w:pPr>
              <w:pStyle w:val="Body"/>
              <w:numPr>
                <w:ilvl w:val="0"/>
                <w:numId w:val="35"/>
              </w:numPr>
            </w:pPr>
            <w:r>
              <w:t>The parent metal</w:t>
            </w:r>
          </w:p>
        </w:tc>
        <w:tc>
          <w:tcPr>
            <w:tcW w:w="1410" w:type="dxa"/>
          </w:tcPr>
          <w:p w14:paraId="098A6663" w14:textId="77777777" w:rsidR="00872A99" w:rsidRDefault="00872A99" w:rsidP="00E901AD">
            <w:pPr>
              <w:pStyle w:val="Body"/>
              <w:jc w:val="center"/>
            </w:pPr>
          </w:p>
        </w:tc>
      </w:tr>
      <w:tr w:rsidR="00872A99" w14:paraId="43EC01BF" w14:textId="77777777" w:rsidTr="00E901AD">
        <w:tc>
          <w:tcPr>
            <w:tcW w:w="7650" w:type="dxa"/>
          </w:tcPr>
          <w:p w14:paraId="50CE2BD1" w14:textId="08B54257" w:rsidR="00872A99" w:rsidRDefault="00872A99" w:rsidP="00B207BA">
            <w:pPr>
              <w:pStyle w:val="Body"/>
              <w:numPr>
                <w:ilvl w:val="0"/>
                <w:numId w:val="35"/>
              </w:numPr>
            </w:pPr>
            <w:r>
              <w:t>Metallic coatings</w:t>
            </w:r>
          </w:p>
        </w:tc>
        <w:tc>
          <w:tcPr>
            <w:tcW w:w="1410" w:type="dxa"/>
          </w:tcPr>
          <w:p w14:paraId="1073C227" w14:textId="77777777" w:rsidR="00872A99" w:rsidRDefault="00872A99" w:rsidP="00E901AD">
            <w:pPr>
              <w:pStyle w:val="Body"/>
              <w:jc w:val="center"/>
            </w:pPr>
          </w:p>
        </w:tc>
      </w:tr>
      <w:tr w:rsidR="00872A99" w14:paraId="45B0F547" w14:textId="77777777" w:rsidTr="00E901AD">
        <w:tc>
          <w:tcPr>
            <w:tcW w:w="7650" w:type="dxa"/>
          </w:tcPr>
          <w:p w14:paraId="500BE356" w14:textId="3B5F6F0E" w:rsidR="00872A99" w:rsidRDefault="00872A99" w:rsidP="00B207BA">
            <w:pPr>
              <w:pStyle w:val="Body"/>
              <w:numPr>
                <w:ilvl w:val="0"/>
                <w:numId w:val="35"/>
              </w:numPr>
            </w:pPr>
            <w:r>
              <w:t>Paints</w:t>
            </w:r>
          </w:p>
        </w:tc>
        <w:tc>
          <w:tcPr>
            <w:tcW w:w="1410" w:type="dxa"/>
          </w:tcPr>
          <w:p w14:paraId="731D4A1B" w14:textId="77777777" w:rsidR="00872A99" w:rsidRDefault="00872A99" w:rsidP="00E901AD">
            <w:pPr>
              <w:pStyle w:val="Body"/>
              <w:jc w:val="center"/>
            </w:pPr>
          </w:p>
        </w:tc>
      </w:tr>
      <w:tr w:rsidR="00872A99" w14:paraId="7CF79D53" w14:textId="77777777" w:rsidTr="00E901AD">
        <w:tc>
          <w:tcPr>
            <w:tcW w:w="7650" w:type="dxa"/>
          </w:tcPr>
          <w:p w14:paraId="30BE8E38" w14:textId="62D2A777" w:rsidR="00872A99" w:rsidRDefault="00872A99" w:rsidP="00B207BA">
            <w:pPr>
              <w:pStyle w:val="Body"/>
              <w:numPr>
                <w:ilvl w:val="0"/>
                <w:numId w:val="35"/>
              </w:numPr>
            </w:pPr>
            <w:r>
              <w:t>All the above</w:t>
            </w:r>
          </w:p>
        </w:tc>
        <w:tc>
          <w:tcPr>
            <w:tcW w:w="1410" w:type="dxa"/>
          </w:tcPr>
          <w:p w14:paraId="1962C3A0" w14:textId="5A5A801F" w:rsidR="00872A99" w:rsidRDefault="00872A99" w:rsidP="00E901AD">
            <w:pPr>
              <w:pStyle w:val="Body"/>
              <w:jc w:val="center"/>
            </w:pPr>
            <w:r>
              <w:t>X</w:t>
            </w:r>
          </w:p>
        </w:tc>
      </w:tr>
    </w:tbl>
    <w:p w14:paraId="5144289F" w14:textId="6F997E59" w:rsidR="00872A99" w:rsidRDefault="00872A99" w:rsidP="00F03B21"/>
    <w:p w14:paraId="6E91223A" w14:textId="77777777" w:rsidR="00297F21" w:rsidRDefault="00297F21" w:rsidP="00F03B21"/>
    <w:p w14:paraId="0C9DAA0D" w14:textId="77777777" w:rsidR="00872A99" w:rsidRDefault="00872A99" w:rsidP="00F03B21"/>
    <w:p w14:paraId="2EB02A47" w14:textId="499C0267" w:rsidR="00872A99" w:rsidRPr="00B30F8E" w:rsidRDefault="0077527F" w:rsidP="005541C9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(Rk 8) When performing GMAW the welder should not:</w:t>
      </w:r>
    </w:p>
    <w:p w14:paraId="3752AF73" w14:textId="566BDA9B" w:rsidR="00872A99" w:rsidRDefault="00872A99" w:rsidP="00872A99">
      <w:pPr>
        <w:pStyle w:val="Caption"/>
        <w:keepNext/>
      </w:pPr>
      <w:r>
        <w:t xml:space="preserve">Table </w:t>
      </w:r>
      <w:r w:rsidR="00297F21">
        <w:rPr>
          <w:noProof/>
        </w:rPr>
        <w:t>22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72A99" w14:paraId="52A3DE0A" w14:textId="77777777" w:rsidTr="00E901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A219774" w14:textId="77777777" w:rsidR="00872A99" w:rsidRDefault="00872A99" w:rsidP="00E901A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75BC44AF" w14:textId="77777777" w:rsidR="00872A99" w:rsidRDefault="00872A99" w:rsidP="00E901AD">
            <w:pPr>
              <w:pStyle w:val="Body"/>
            </w:pPr>
            <w:r>
              <w:t>Put X next to your answer</w:t>
            </w:r>
          </w:p>
        </w:tc>
      </w:tr>
      <w:tr w:rsidR="00872A99" w14:paraId="0DD5F7CD" w14:textId="77777777" w:rsidTr="00E901AD">
        <w:tc>
          <w:tcPr>
            <w:tcW w:w="7650" w:type="dxa"/>
          </w:tcPr>
          <w:p w14:paraId="738A1832" w14:textId="5C9531C8" w:rsidR="00872A99" w:rsidRDefault="0077527F" w:rsidP="00B207BA">
            <w:pPr>
              <w:pStyle w:val="Body"/>
              <w:numPr>
                <w:ilvl w:val="0"/>
                <w:numId w:val="36"/>
              </w:numPr>
            </w:pPr>
            <w:r>
              <w:t>Inspect all welding cables</w:t>
            </w:r>
          </w:p>
        </w:tc>
        <w:tc>
          <w:tcPr>
            <w:tcW w:w="1410" w:type="dxa"/>
          </w:tcPr>
          <w:p w14:paraId="13CF2BF4" w14:textId="77777777" w:rsidR="00872A99" w:rsidRDefault="00872A99" w:rsidP="00E901AD">
            <w:pPr>
              <w:pStyle w:val="Body"/>
              <w:jc w:val="center"/>
            </w:pPr>
          </w:p>
        </w:tc>
      </w:tr>
      <w:tr w:rsidR="00872A99" w14:paraId="5CCA9326" w14:textId="77777777" w:rsidTr="00E901AD">
        <w:tc>
          <w:tcPr>
            <w:tcW w:w="7650" w:type="dxa"/>
          </w:tcPr>
          <w:p w14:paraId="649023E0" w14:textId="4AE2ACE2" w:rsidR="00872A99" w:rsidRDefault="0077527F" w:rsidP="00B207BA">
            <w:pPr>
              <w:pStyle w:val="Body"/>
              <w:numPr>
                <w:ilvl w:val="0"/>
                <w:numId w:val="36"/>
              </w:numPr>
            </w:pPr>
            <w:r>
              <w:t xml:space="preserve">Always have good ventilation </w:t>
            </w:r>
          </w:p>
        </w:tc>
        <w:tc>
          <w:tcPr>
            <w:tcW w:w="1410" w:type="dxa"/>
          </w:tcPr>
          <w:p w14:paraId="08BD2F41" w14:textId="77777777" w:rsidR="00872A99" w:rsidRDefault="00872A99" w:rsidP="00E901AD">
            <w:pPr>
              <w:pStyle w:val="Body"/>
              <w:jc w:val="center"/>
            </w:pPr>
          </w:p>
        </w:tc>
      </w:tr>
      <w:tr w:rsidR="00872A99" w14:paraId="6733C0CE" w14:textId="77777777" w:rsidTr="00E901AD">
        <w:tc>
          <w:tcPr>
            <w:tcW w:w="7650" w:type="dxa"/>
          </w:tcPr>
          <w:p w14:paraId="627BFE08" w14:textId="3062FD0C" w:rsidR="00872A99" w:rsidRDefault="0077527F" w:rsidP="00B207BA">
            <w:pPr>
              <w:pStyle w:val="Body"/>
              <w:numPr>
                <w:ilvl w:val="0"/>
                <w:numId w:val="36"/>
              </w:numPr>
            </w:pPr>
            <w:r>
              <w:t>Wear safety glasses</w:t>
            </w:r>
          </w:p>
        </w:tc>
        <w:tc>
          <w:tcPr>
            <w:tcW w:w="1410" w:type="dxa"/>
          </w:tcPr>
          <w:p w14:paraId="49CD61F5" w14:textId="77777777" w:rsidR="00872A99" w:rsidRDefault="00872A99" w:rsidP="00E901AD">
            <w:pPr>
              <w:pStyle w:val="Body"/>
              <w:jc w:val="center"/>
            </w:pPr>
          </w:p>
        </w:tc>
      </w:tr>
      <w:tr w:rsidR="00872A99" w14:paraId="5E2A7D89" w14:textId="77777777" w:rsidTr="00E901AD">
        <w:tc>
          <w:tcPr>
            <w:tcW w:w="7650" w:type="dxa"/>
          </w:tcPr>
          <w:p w14:paraId="47787FA5" w14:textId="33CE81F8" w:rsidR="00872A99" w:rsidRDefault="0077527F" w:rsidP="00B207BA">
            <w:pPr>
              <w:pStyle w:val="Body"/>
              <w:numPr>
                <w:ilvl w:val="0"/>
                <w:numId w:val="36"/>
              </w:numPr>
            </w:pPr>
            <w:r>
              <w:t>Place any part of the body in or across the welding circuit</w:t>
            </w:r>
          </w:p>
        </w:tc>
        <w:tc>
          <w:tcPr>
            <w:tcW w:w="1410" w:type="dxa"/>
          </w:tcPr>
          <w:p w14:paraId="74C5AA7D" w14:textId="704990AB" w:rsidR="00872A99" w:rsidRDefault="0077527F" w:rsidP="00E901AD">
            <w:pPr>
              <w:pStyle w:val="Body"/>
              <w:jc w:val="center"/>
            </w:pPr>
            <w:r>
              <w:t>X</w:t>
            </w:r>
          </w:p>
        </w:tc>
      </w:tr>
    </w:tbl>
    <w:p w14:paraId="397FD9BA" w14:textId="7FDC2057" w:rsidR="00872A99" w:rsidRDefault="00872A99" w:rsidP="00F03B21"/>
    <w:p w14:paraId="3AD1ABE8" w14:textId="5C17862B" w:rsidR="00872A99" w:rsidRDefault="00872A99" w:rsidP="00F03B21"/>
    <w:p w14:paraId="0D8308D3" w14:textId="15EDE5E2" w:rsidR="00872A99" w:rsidRDefault="00872A99" w:rsidP="00F03B21"/>
    <w:p w14:paraId="6298C101" w14:textId="7F68BA27" w:rsidR="00872A99" w:rsidRDefault="00872A99" w:rsidP="00F03B21"/>
    <w:p w14:paraId="6FBA59A9" w14:textId="1BF8B3A0" w:rsidR="00872A99" w:rsidRDefault="00872A99" w:rsidP="00F03B21"/>
    <w:p w14:paraId="57504488" w14:textId="4C97719E" w:rsidR="00872A99" w:rsidRPr="00B30F8E" w:rsidRDefault="7AFE3E7B" w:rsidP="7AFE3E7B">
      <w:pPr>
        <w:pStyle w:val="Body"/>
        <w:numPr>
          <w:ilvl w:val="0"/>
          <w:numId w:val="6"/>
        </w:numPr>
        <w:rPr>
          <w:sz w:val="22"/>
          <w:szCs w:val="22"/>
        </w:rPr>
      </w:pPr>
      <w:r w:rsidRPr="7AFE3E7B">
        <w:rPr>
          <w:sz w:val="22"/>
          <w:szCs w:val="22"/>
        </w:rPr>
        <w:t>(Rk 8) To avoid getting an electrical shock w</w:t>
      </w:r>
      <w:r w:rsidR="00CB3BAD">
        <w:rPr>
          <w:sz w:val="22"/>
          <w:szCs w:val="22"/>
        </w:rPr>
        <w:t>hen welding the operator should:</w:t>
      </w:r>
    </w:p>
    <w:p w14:paraId="3D61FAA3" w14:textId="5B7DAA51" w:rsidR="00872A99" w:rsidRDefault="00872A99" w:rsidP="00872A99">
      <w:pPr>
        <w:pStyle w:val="Caption"/>
        <w:keepNext/>
      </w:pPr>
      <w:r>
        <w:t xml:space="preserve">Table </w:t>
      </w:r>
      <w:r w:rsidR="00297F21">
        <w:rPr>
          <w:noProof/>
        </w:rPr>
        <w:t>23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72A99" w14:paraId="263CBEBA" w14:textId="77777777" w:rsidTr="00E901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2D901E6" w14:textId="77777777" w:rsidR="00872A99" w:rsidRDefault="00872A99" w:rsidP="00E901A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0A2AC7B9" w14:textId="77777777" w:rsidR="00872A99" w:rsidRDefault="00872A99" w:rsidP="00E901AD">
            <w:pPr>
              <w:pStyle w:val="Body"/>
            </w:pPr>
            <w:r>
              <w:t>Put X next to your answer</w:t>
            </w:r>
          </w:p>
        </w:tc>
      </w:tr>
      <w:tr w:rsidR="00872A99" w14:paraId="541FFD14" w14:textId="77777777" w:rsidTr="00E901AD">
        <w:tc>
          <w:tcPr>
            <w:tcW w:w="7650" w:type="dxa"/>
          </w:tcPr>
          <w:p w14:paraId="036DBA18" w14:textId="3C7649B9" w:rsidR="00872A99" w:rsidRDefault="00201DEB" w:rsidP="00B207BA">
            <w:pPr>
              <w:pStyle w:val="Body"/>
              <w:numPr>
                <w:ilvl w:val="0"/>
                <w:numId w:val="37"/>
              </w:numPr>
            </w:pPr>
            <w:r>
              <w:t>Check that the cables are insulated</w:t>
            </w:r>
          </w:p>
        </w:tc>
        <w:tc>
          <w:tcPr>
            <w:tcW w:w="1410" w:type="dxa"/>
          </w:tcPr>
          <w:p w14:paraId="2388DA00" w14:textId="11415922" w:rsidR="00872A99" w:rsidRDefault="00201DEB" w:rsidP="00E901AD">
            <w:pPr>
              <w:pStyle w:val="Body"/>
              <w:jc w:val="center"/>
            </w:pPr>
            <w:r>
              <w:t>X</w:t>
            </w:r>
          </w:p>
        </w:tc>
      </w:tr>
      <w:tr w:rsidR="00872A99" w14:paraId="5088B6DB" w14:textId="77777777" w:rsidTr="00E901AD">
        <w:tc>
          <w:tcPr>
            <w:tcW w:w="7650" w:type="dxa"/>
          </w:tcPr>
          <w:p w14:paraId="6A3CC241" w14:textId="6F91ED07" w:rsidR="00872A99" w:rsidRDefault="00201DEB" w:rsidP="00B207BA">
            <w:pPr>
              <w:pStyle w:val="Body"/>
              <w:numPr>
                <w:ilvl w:val="0"/>
                <w:numId w:val="37"/>
              </w:numPr>
            </w:pPr>
            <w:r>
              <w:t>Not touch the secondary circuit cables</w:t>
            </w:r>
          </w:p>
        </w:tc>
        <w:tc>
          <w:tcPr>
            <w:tcW w:w="1410" w:type="dxa"/>
          </w:tcPr>
          <w:p w14:paraId="37F51739" w14:textId="77777777" w:rsidR="00872A99" w:rsidRDefault="00872A99" w:rsidP="00E901AD">
            <w:pPr>
              <w:pStyle w:val="Body"/>
              <w:jc w:val="center"/>
            </w:pPr>
          </w:p>
        </w:tc>
      </w:tr>
      <w:tr w:rsidR="00872A99" w14:paraId="304E01D1" w14:textId="77777777" w:rsidTr="00E901AD">
        <w:tc>
          <w:tcPr>
            <w:tcW w:w="7650" w:type="dxa"/>
          </w:tcPr>
          <w:p w14:paraId="27DBBE89" w14:textId="1054EDCA" w:rsidR="00872A99" w:rsidRDefault="00201DEB" w:rsidP="00B207BA">
            <w:pPr>
              <w:pStyle w:val="Body"/>
              <w:numPr>
                <w:ilvl w:val="0"/>
                <w:numId w:val="37"/>
              </w:numPr>
            </w:pPr>
            <w:r>
              <w:t xml:space="preserve">Not set the current too high </w:t>
            </w:r>
          </w:p>
        </w:tc>
        <w:tc>
          <w:tcPr>
            <w:tcW w:w="1410" w:type="dxa"/>
          </w:tcPr>
          <w:p w14:paraId="3429527B" w14:textId="77777777" w:rsidR="00872A99" w:rsidRDefault="00872A99" w:rsidP="00E901AD">
            <w:pPr>
              <w:pStyle w:val="Body"/>
              <w:jc w:val="center"/>
            </w:pPr>
          </w:p>
        </w:tc>
      </w:tr>
      <w:tr w:rsidR="00872A99" w14:paraId="73246AFF" w14:textId="77777777" w:rsidTr="00E901AD">
        <w:tc>
          <w:tcPr>
            <w:tcW w:w="7650" w:type="dxa"/>
          </w:tcPr>
          <w:p w14:paraId="3BA86D31" w14:textId="1CC49313" w:rsidR="00872A99" w:rsidRDefault="00201DEB" w:rsidP="00B207BA">
            <w:pPr>
              <w:pStyle w:val="Body"/>
              <w:numPr>
                <w:ilvl w:val="0"/>
                <w:numId w:val="37"/>
              </w:numPr>
            </w:pPr>
            <w:r>
              <w:t>Always stand on wet wooden floor</w:t>
            </w:r>
          </w:p>
        </w:tc>
        <w:tc>
          <w:tcPr>
            <w:tcW w:w="1410" w:type="dxa"/>
          </w:tcPr>
          <w:p w14:paraId="4771C877" w14:textId="77777777" w:rsidR="00872A99" w:rsidRDefault="00872A99" w:rsidP="00E901AD">
            <w:pPr>
              <w:pStyle w:val="Body"/>
              <w:jc w:val="center"/>
            </w:pPr>
          </w:p>
        </w:tc>
      </w:tr>
    </w:tbl>
    <w:p w14:paraId="0E52757E" w14:textId="7FE2E2EC" w:rsidR="00872A99" w:rsidRDefault="00872A99" w:rsidP="00F03B21"/>
    <w:p w14:paraId="3E287205" w14:textId="44B9B108" w:rsidR="00297F21" w:rsidRDefault="00297F21" w:rsidP="00F03B21"/>
    <w:p w14:paraId="22C968CF" w14:textId="77777777" w:rsidR="00297F21" w:rsidRDefault="00297F21" w:rsidP="00F03B21"/>
    <w:p w14:paraId="3AE2BCE0" w14:textId="10FFBE51" w:rsidR="00872A99" w:rsidRPr="00B30F8E" w:rsidRDefault="00201DEB" w:rsidP="005541C9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(Rk 8) Fumes that are produced when welding can be a health hazard. From the list below choose the best method to avoid breathing the toxic fumes from metals such as zinc</w:t>
      </w:r>
      <w:r w:rsidR="00CB3BA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2774B5A4" w14:textId="1EEAFD7B" w:rsidR="00872A99" w:rsidRDefault="00872A99" w:rsidP="00872A99">
      <w:pPr>
        <w:pStyle w:val="Caption"/>
        <w:keepNext/>
      </w:pPr>
      <w:r>
        <w:t xml:space="preserve">Table </w:t>
      </w:r>
      <w:r w:rsidR="00297F21">
        <w:rPr>
          <w:noProof/>
        </w:rPr>
        <w:t>24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72A99" w14:paraId="1BAA336B" w14:textId="77777777" w:rsidTr="00E901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43692D5E" w14:textId="77777777" w:rsidR="00872A99" w:rsidRDefault="00872A99" w:rsidP="00E901A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34FE525B" w14:textId="77777777" w:rsidR="00872A99" w:rsidRDefault="00872A99" w:rsidP="00E901AD">
            <w:pPr>
              <w:pStyle w:val="Body"/>
            </w:pPr>
            <w:r>
              <w:t>Put X next to your answer</w:t>
            </w:r>
          </w:p>
        </w:tc>
      </w:tr>
      <w:tr w:rsidR="00872A99" w14:paraId="45F4D973" w14:textId="77777777" w:rsidTr="00E901AD">
        <w:tc>
          <w:tcPr>
            <w:tcW w:w="7650" w:type="dxa"/>
          </w:tcPr>
          <w:p w14:paraId="6B8358D9" w14:textId="72191956" w:rsidR="00CB3BAD" w:rsidRDefault="00201DEB" w:rsidP="00CB3BAD">
            <w:pPr>
              <w:pStyle w:val="Body"/>
              <w:numPr>
                <w:ilvl w:val="0"/>
                <w:numId w:val="38"/>
              </w:numPr>
            </w:pPr>
            <w:r>
              <w:t xml:space="preserve"> Weld outside </w:t>
            </w:r>
          </w:p>
        </w:tc>
        <w:tc>
          <w:tcPr>
            <w:tcW w:w="1410" w:type="dxa"/>
          </w:tcPr>
          <w:p w14:paraId="28F479E4" w14:textId="77777777" w:rsidR="00872A99" w:rsidRDefault="00872A99" w:rsidP="00E901AD">
            <w:pPr>
              <w:pStyle w:val="Body"/>
              <w:jc w:val="center"/>
            </w:pPr>
          </w:p>
        </w:tc>
      </w:tr>
      <w:tr w:rsidR="00872A99" w14:paraId="58C5FCC0" w14:textId="77777777" w:rsidTr="00E901AD">
        <w:tc>
          <w:tcPr>
            <w:tcW w:w="7650" w:type="dxa"/>
          </w:tcPr>
          <w:p w14:paraId="5D46DE67" w14:textId="73A710FC" w:rsidR="00872A99" w:rsidRDefault="00201DEB" w:rsidP="00B207BA">
            <w:pPr>
              <w:pStyle w:val="Body"/>
              <w:numPr>
                <w:ilvl w:val="0"/>
                <w:numId w:val="38"/>
              </w:numPr>
            </w:pPr>
            <w:r>
              <w:t xml:space="preserve"> Open the windows and doors in the workshop</w:t>
            </w:r>
          </w:p>
        </w:tc>
        <w:tc>
          <w:tcPr>
            <w:tcW w:w="1410" w:type="dxa"/>
          </w:tcPr>
          <w:p w14:paraId="02CEF628" w14:textId="77777777" w:rsidR="00872A99" w:rsidRDefault="00872A99" w:rsidP="00E901AD">
            <w:pPr>
              <w:pStyle w:val="Body"/>
              <w:jc w:val="center"/>
            </w:pPr>
          </w:p>
        </w:tc>
      </w:tr>
      <w:tr w:rsidR="00872A99" w14:paraId="4C090FD3" w14:textId="77777777" w:rsidTr="00E901AD">
        <w:tc>
          <w:tcPr>
            <w:tcW w:w="7650" w:type="dxa"/>
          </w:tcPr>
          <w:p w14:paraId="3E7E2FA3" w14:textId="614BEC88" w:rsidR="00872A99" w:rsidRDefault="00201DEB" w:rsidP="00B207BA">
            <w:pPr>
              <w:pStyle w:val="Body"/>
              <w:numPr>
                <w:ilvl w:val="0"/>
                <w:numId w:val="38"/>
              </w:numPr>
            </w:pPr>
            <w:r>
              <w:t>Use an approved respirator (breathing apparatus)</w:t>
            </w:r>
          </w:p>
        </w:tc>
        <w:tc>
          <w:tcPr>
            <w:tcW w:w="1410" w:type="dxa"/>
          </w:tcPr>
          <w:p w14:paraId="09F6618D" w14:textId="64F9A41B" w:rsidR="00872A99" w:rsidRDefault="00201DEB" w:rsidP="00E901AD">
            <w:pPr>
              <w:pStyle w:val="Body"/>
              <w:jc w:val="center"/>
            </w:pPr>
            <w:r>
              <w:t>X</w:t>
            </w:r>
          </w:p>
        </w:tc>
      </w:tr>
      <w:tr w:rsidR="00872A99" w14:paraId="10439708" w14:textId="77777777" w:rsidTr="00E901AD">
        <w:tc>
          <w:tcPr>
            <w:tcW w:w="7650" w:type="dxa"/>
          </w:tcPr>
          <w:p w14:paraId="12B0F4EF" w14:textId="7D18A273" w:rsidR="00872A99" w:rsidRDefault="00201DEB" w:rsidP="00B207BA">
            <w:pPr>
              <w:pStyle w:val="Body"/>
              <w:numPr>
                <w:ilvl w:val="0"/>
                <w:numId w:val="38"/>
              </w:numPr>
            </w:pPr>
            <w:r>
              <w:t xml:space="preserve"> Use some form of ventilation such as a fan</w:t>
            </w:r>
          </w:p>
        </w:tc>
        <w:tc>
          <w:tcPr>
            <w:tcW w:w="1410" w:type="dxa"/>
          </w:tcPr>
          <w:p w14:paraId="29B14227" w14:textId="77777777" w:rsidR="00872A99" w:rsidRDefault="00872A99" w:rsidP="00E901AD">
            <w:pPr>
              <w:pStyle w:val="Body"/>
              <w:jc w:val="center"/>
            </w:pPr>
          </w:p>
        </w:tc>
      </w:tr>
    </w:tbl>
    <w:p w14:paraId="3C59F077" w14:textId="1EC4E9F4" w:rsidR="007B273D" w:rsidRDefault="007B273D" w:rsidP="00F03B21"/>
    <w:p w14:paraId="034FF256" w14:textId="6CAEF9A9" w:rsidR="007B273D" w:rsidRDefault="007B273D" w:rsidP="00F03B21"/>
    <w:p w14:paraId="0FACB68B" w14:textId="091644DB" w:rsidR="007B273D" w:rsidRDefault="007B273D" w:rsidP="00F03B21"/>
    <w:p w14:paraId="365C488C" w14:textId="7D21D03B" w:rsidR="007B273D" w:rsidRDefault="007B273D" w:rsidP="00F03B21"/>
    <w:p w14:paraId="53248401" w14:textId="77777777" w:rsidR="007B273D" w:rsidRDefault="007B273D" w:rsidP="00F03B21"/>
    <w:p w14:paraId="238C3561" w14:textId="5C2DE016" w:rsidR="007B273D" w:rsidRPr="00B30F8E" w:rsidRDefault="00297F21" w:rsidP="005541C9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7B273D">
        <w:rPr>
          <w:sz w:val="22"/>
          <w:szCs w:val="22"/>
        </w:rPr>
        <w:t xml:space="preserve">(Rk 9) </w:t>
      </w:r>
      <w:r w:rsidR="00BE3B4A">
        <w:rPr>
          <w:sz w:val="22"/>
          <w:szCs w:val="22"/>
        </w:rPr>
        <w:t>From the list below mark all the items of clothing which can cause injury to the welder whilst using GMAW process</w:t>
      </w:r>
      <w:r w:rsidR="0006788B">
        <w:rPr>
          <w:sz w:val="22"/>
          <w:szCs w:val="22"/>
        </w:rPr>
        <w:t>.</w:t>
      </w:r>
    </w:p>
    <w:p w14:paraId="54E88A73" w14:textId="6F290FF3" w:rsidR="007B273D" w:rsidRDefault="007B273D" w:rsidP="007B273D">
      <w:pPr>
        <w:pStyle w:val="Caption"/>
        <w:keepNext/>
      </w:pPr>
      <w:r>
        <w:t xml:space="preserve">Table </w:t>
      </w:r>
      <w:r w:rsidR="00297F21">
        <w:rPr>
          <w:noProof/>
        </w:rPr>
        <w:t>25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7B273D" w14:paraId="0370EAB9" w14:textId="77777777" w:rsidTr="00E901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814512A" w14:textId="77777777" w:rsidR="007B273D" w:rsidRDefault="007B273D" w:rsidP="00E901A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3E7AADF8" w14:textId="4AC2258A" w:rsidR="007B273D" w:rsidRDefault="007B273D" w:rsidP="00E901AD">
            <w:pPr>
              <w:pStyle w:val="Body"/>
            </w:pPr>
            <w:r>
              <w:t>Put X next to your answer</w:t>
            </w:r>
            <w:r w:rsidR="00CB3BAD">
              <w:t>s</w:t>
            </w:r>
          </w:p>
        </w:tc>
      </w:tr>
      <w:tr w:rsidR="007B273D" w14:paraId="3FD2E994" w14:textId="77777777" w:rsidTr="00E901AD">
        <w:tc>
          <w:tcPr>
            <w:tcW w:w="7650" w:type="dxa"/>
          </w:tcPr>
          <w:p w14:paraId="1DE976B4" w14:textId="1EB4EE95" w:rsidR="00CB3BAD" w:rsidRDefault="00BE3B4A" w:rsidP="00CB3BAD">
            <w:pPr>
              <w:pStyle w:val="Body"/>
              <w:numPr>
                <w:ilvl w:val="0"/>
                <w:numId w:val="40"/>
              </w:numPr>
            </w:pPr>
            <w:r>
              <w:t>Frayed or ripped clothing</w:t>
            </w:r>
            <w:r w:rsidR="007B273D">
              <w:t xml:space="preserve"> </w:t>
            </w:r>
          </w:p>
        </w:tc>
        <w:tc>
          <w:tcPr>
            <w:tcW w:w="1410" w:type="dxa"/>
          </w:tcPr>
          <w:p w14:paraId="207B9369" w14:textId="3A7B8105" w:rsidR="007B273D" w:rsidRDefault="00BE3B4A" w:rsidP="00E901AD">
            <w:pPr>
              <w:pStyle w:val="Body"/>
              <w:jc w:val="center"/>
            </w:pPr>
            <w:r>
              <w:t>X</w:t>
            </w:r>
          </w:p>
        </w:tc>
      </w:tr>
      <w:tr w:rsidR="007B273D" w14:paraId="686FE801" w14:textId="77777777" w:rsidTr="00E901AD">
        <w:tc>
          <w:tcPr>
            <w:tcW w:w="7650" w:type="dxa"/>
          </w:tcPr>
          <w:p w14:paraId="1957A2B8" w14:textId="6C7D7729" w:rsidR="007B273D" w:rsidRDefault="00BE3B4A" w:rsidP="00B207BA">
            <w:pPr>
              <w:pStyle w:val="Body"/>
              <w:numPr>
                <w:ilvl w:val="0"/>
                <w:numId w:val="40"/>
              </w:numPr>
            </w:pPr>
            <w:r w:rsidRPr="00C0100A">
              <w:rPr>
                <w:noProof/>
              </w:rPr>
              <w:t>Light weight</w:t>
            </w:r>
            <w:r>
              <w:t xml:space="preserve"> clothing</w:t>
            </w:r>
          </w:p>
        </w:tc>
        <w:tc>
          <w:tcPr>
            <w:tcW w:w="1410" w:type="dxa"/>
          </w:tcPr>
          <w:p w14:paraId="520A190D" w14:textId="4AF39C5E" w:rsidR="007B273D" w:rsidRDefault="00BE3B4A" w:rsidP="00E901AD">
            <w:pPr>
              <w:pStyle w:val="Body"/>
              <w:jc w:val="center"/>
            </w:pPr>
            <w:r>
              <w:t>X</w:t>
            </w:r>
          </w:p>
        </w:tc>
      </w:tr>
      <w:tr w:rsidR="007B273D" w14:paraId="0DE814DB" w14:textId="77777777" w:rsidTr="00E901AD">
        <w:tc>
          <w:tcPr>
            <w:tcW w:w="7650" w:type="dxa"/>
          </w:tcPr>
          <w:p w14:paraId="282457DD" w14:textId="0E4B6324" w:rsidR="007B273D" w:rsidRDefault="00BE3B4A" w:rsidP="00B207BA">
            <w:pPr>
              <w:pStyle w:val="Body"/>
              <w:numPr>
                <w:ilvl w:val="0"/>
                <w:numId w:val="40"/>
              </w:numPr>
            </w:pPr>
            <w:r>
              <w:t xml:space="preserve">Clothing containing nylon </w:t>
            </w:r>
          </w:p>
        </w:tc>
        <w:tc>
          <w:tcPr>
            <w:tcW w:w="1410" w:type="dxa"/>
          </w:tcPr>
          <w:p w14:paraId="154B8989" w14:textId="7E374339" w:rsidR="007B273D" w:rsidRDefault="00BE3B4A" w:rsidP="00E901AD">
            <w:pPr>
              <w:pStyle w:val="Body"/>
              <w:jc w:val="center"/>
            </w:pPr>
            <w:r>
              <w:t>X</w:t>
            </w:r>
          </w:p>
        </w:tc>
      </w:tr>
      <w:tr w:rsidR="007B273D" w14:paraId="0ECD9C98" w14:textId="77777777" w:rsidTr="00E901AD">
        <w:tc>
          <w:tcPr>
            <w:tcW w:w="7650" w:type="dxa"/>
          </w:tcPr>
          <w:p w14:paraId="1B74BEFF" w14:textId="4B13F5E9" w:rsidR="007B273D" w:rsidRDefault="007B273D" w:rsidP="00B207BA">
            <w:pPr>
              <w:pStyle w:val="Body"/>
              <w:numPr>
                <w:ilvl w:val="0"/>
                <w:numId w:val="40"/>
              </w:numPr>
            </w:pPr>
            <w:r>
              <w:t xml:space="preserve"> </w:t>
            </w:r>
            <w:r w:rsidR="00BE3B4A">
              <w:t>Short sleeved shirts and shorts</w:t>
            </w:r>
          </w:p>
        </w:tc>
        <w:tc>
          <w:tcPr>
            <w:tcW w:w="1410" w:type="dxa"/>
          </w:tcPr>
          <w:p w14:paraId="68D00145" w14:textId="7323A99E" w:rsidR="007B273D" w:rsidRDefault="00BE3B4A" w:rsidP="00E901AD">
            <w:pPr>
              <w:pStyle w:val="Body"/>
              <w:jc w:val="center"/>
            </w:pPr>
            <w:r>
              <w:t>X</w:t>
            </w:r>
          </w:p>
        </w:tc>
      </w:tr>
      <w:tr w:rsidR="00BE3B4A" w14:paraId="3AA79FF3" w14:textId="77777777" w:rsidTr="00E901AD">
        <w:tc>
          <w:tcPr>
            <w:tcW w:w="7650" w:type="dxa"/>
          </w:tcPr>
          <w:p w14:paraId="48E37F57" w14:textId="08D190C9" w:rsidR="00BE3B4A" w:rsidRDefault="00BE3B4A" w:rsidP="00B207BA">
            <w:pPr>
              <w:pStyle w:val="Body"/>
              <w:numPr>
                <w:ilvl w:val="0"/>
                <w:numId w:val="40"/>
              </w:numPr>
            </w:pPr>
            <w:r>
              <w:t>Disposable overalls</w:t>
            </w:r>
          </w:p>
        </w:tc>
        <w:tc>
          <w:tcPr>
            <w:tcW w:w="1410" w:type="dxa"/>
          </w:tcPr>
          <w:p w14:paraId="5A990026" w14:textId="07C89860" w:rsidR="00BE3B4A" w:rsidRDefault="00BE3B4A" w:rsidP="00E901AD">
            <w:pPr>
              <w:pStyle w:val="Body"/>
              <w:jc w:val="center"/>
            </w:pPr>
            <w:r>
              <w:t>X</w:t>
            </w:r>
          </w:p>
        </w:tc>
      </w:tr>
      <w:tr w:rsidR="00BE3B4A" w14:paraId="36CC68B9" w14:textId="77777777" w:rsidTr="00E901AD">
        <w:tc>
          <w:tcPr>
            <w:tcW w:w="7650" w:type="dxa"/>
          </w:tcPr>
          <w:p w14:paraId="69877BBC" w14:textId="0B66BDAD" w:rsidR="00BE3B4A" w:rsidRDefault="00BE3B4A" w:rsidP="00B207BA">
            <w:pPr>
              <w:pStyle w:val="Body"/>
              <w:numPr>
                <w:ilvl w:val="0"/>
                <w:numId w:val="40"/>
              </w:numPr>
            </w:pPr>
            <w:r>
              <w:t>Leather jacket</w:t>
            </w:r>
          </w:p>
        </w:tc>
        <w:tc>
          <w:tcPr>
            <w:tcW w:w="1410" w:type="dxa"/>
          </w:tcPr>
          <w:p w14:paraId="0DA2BA29" w14:textId="314245DA" w:rsidR="00BE3B4A" w:rsidRDefault="00BE3B4A" w:rsidP="00E901AD">
            <w:pPr>
              <w:pStyle w:val="Body"/>
              <w:jc w:val="center"/>
            </w:pPr>
          </w:p>
        </w:tc>
      </w:tr>
      <w:tr w:rsidR="00BE3B4A" w14:paraId="54B180C4" w14:textId="77777777" w:rsidTr="00E901AD">
        <w:tc>
          <w:tcPr>
            <w:tcW w:w="7650" w:type="dxa"/>
          </w:tcPr>
          <w:p w14:paraId="138899FD" w14:textId="549BE21C" w:rsidR="00BE3B4A" w:rsidRDefault="00BE3B4A" w:rsidP="00B207BA">
            <w:pPr>
              <w:pStyle w:val="Body"/>
              <w:numPr>
                <w:ilvl w:val="0"/>
                <w:numId w:val="40"/>
              </w:numPr>
            </w:pPr>
            <w:r>
              <w:t xml:space="preserve">Cotton </w:t>
            </w:r>
            <w:r w:rsidRPr="00C0100A">
              <w:rPr>
                <w:noProof/>
              </w:rPr>
              <w:t>overalls</w:t>
            </w:r>
          </w:p>
        </w:tc>
        <w:tc>
          <w:tcPr>
            <w:tcW w:w="1410" w:type="dxa"/>
          </w:tcPr>
          <w:p w14:paraId="7A88299E" w14:textId="77777777" w:rsidR="00BE3B4A" w:rsidRDefault="00BE3B4A" w:rsidP="00E901AD">
            <w:pPr>
              <w:pStyle w:val="Body"/>
              <w:jc w:val="center"/>
            </w:pPr>
          </w:p>
        </w:tc>
      </w:tr>
    </w:tbl>
    <w:p w14:paraId="3B365126" w14:textId="10079CA1" w:rsidR="007B273D" w:rsidRDefault="007B273D" w:rsidP="7C22CE66">
      <w:pPr>
        <w:pStyle w:val="Body"/>
        <w:ind w:left="360"/>
      </w:pPr>
    </w:p>
    <w:p w14:paraId="29853188" w14:textId="38765BF9" w:rsidR="00120514" w:rsidRDefault="00120514" w:rsidP="00F03B21"/>
    <w:p w14:paraId="448D3BAE" w14:textId="7376212D" w:rsidR="00F03B21" w:rsidRDefault="00F03B21" w:rsidP="00F03B21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15E3B196" w14:textId="63CD3E6B" w:rsidR="00297F21" w:rsidRDefault="00297F21" w:rsidP="00F03B21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53E06E1B" w14:textId="38A663E8" w:rsidR="00297F21" w:rsidRDefault="00297F21" w:rsidP="00F03B21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62539FFC" w14:textId="2EAF4EC2" w:rsidR="00297F21" w:rsidRDefault="00297F21" w:rsidP="00F03B21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166D4311" w14:textId="4B6EF4AD" w:rsidR="00297F21" w:rsidRDefault="00297F21" w:rsidP="00F03B21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7AAD5BB3" w14:textId="5EAC99E2" w:rsidR="00297F21" w:rsidRDefault="00297F21" w:rsidP="00F03B21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1E985AE1" w14:textId="51EBAEF5" w:rsidR="00297F21" w:rsidRDefault="00297F21" w:rsidP="00F03B21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59A3E167" w14:textId="07A6470E" w:rsidR="00297F21" w:rsidRDefault="00297F21" w:rsidP="00F03B21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11009FF5" w14:textId="77777777" w:rsidR="00297F21" w:rsidRPr="005D3CE5" w:rsidRDefault="00297F21" w:rsidP="00F03B21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3B365127" w14:textId="77777777" w:rsidR="00F03B21" w:rsidRDefault="00E228CE" w:rsidP="00F03B21">
      <w:pPr>
        <w:pStyle w:val="Heading2"/>
      </w:pPr>
      <w:r>
        <w:t>Part 2: True or false</w:t>
      </w:r>
    </w:p>
    <w:p w14:paraId="3B365128" w14:textId="77777777" w:rsidR="00F03B21" w:rsidRPr="001F7E98" w:rsidRDefault="00E228CE" w:rsidP="00F03B21">
      <w:pPr>
        <w:pStyle w:val="Body"/>
        <w:rPr>
          <w:i/>
          <w:sz w:val="22"/>
          <w:szCs w:val="22"/>
        </w:rPr>
      </w:pPr>
      <w:r w:rsidRPr="001F7E98">
        <w:rPr>
          <w:i/>
          <w:sz w:val="22"/>
          <w:szCs w:val="22"/>
        </w:rPr>
        <w:t>Copy and paste the exact questions as per the student assessment and add your model answers</w:t>
      </w:r>
      <w:r>
        <w:rPr>
          <w:i/>
          <w:sz w:val="22"/>
          <w:szCs w:val="22"/>
        </w:rPr>
        <w:t xml:space="preserve"> for each </w:t>
      </w:r>
      <w:r w:rsidRPr="001F7E98">
        <w:rPr>
          <w:i/>
          <w:sz w:val="22"/>
          <w:szCs w:val="22"/>
        </w:rPr>
        <w:t>question. These answers will be the marking criteria used to determine competency.</w:t>
      </w:r>
    </w:p>
    <w:p w14:paraId="3B365129" w14:textId="63CDC4A7" w:rsidR="00F03B21" w:rsidRDefault="00E228CE" w:rsidP="00F03B21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835512"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r w:rsidRPr="0032347A">
        <w:t>True or false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True or false"/>
        <w:tblDescription w:val="True or false"/>
      </w:tblPr>
      <w:tblGrid>
        <w:gridCol w:w="7366"/>
        <w:gridCol w:w="1694"/>
      </w:tblGrid>
      <w:tr w:rsidR="005F6B58" w14:paraId="3B36512C" w14:textId="77777777" w:rsidTr="1EBD1D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3B36512A" w14:textId="1CF075C0" w:rsidR="00F03B21" w:rsidRDefault="00E228CE" w:rsidP="00F03B21">
            <w:pPr>
              <w:pStyle w:val="Body"/>
            </w:pPr>
            <w:r>
              <w:t>Question</w:t>
            </w:r>
            <w:r w:rsidR="00AD1F81">
              <w:t xml:space="preserve">  </w:t>
            </w:r>
          </w:p>
        </w:tc>
        <w:tc>
          <w:tcPr>
            <w:tcW w:w="1694" w:type="dxa"/>
          </w:tcPr>
          <w:p w14:paraId="3B36512B" w14:textId="77777777" w:rsidR="00F03B21" w:rsidRDefault="00E228CE" w:rsidP="00F03B21">
            <w:pPr>
              <w:pStyle w:val="Body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5F6B58" w14:paraId="3B36512F" w14:textId="77777777" w:rsidTr="1EBD1DF5">
        <w:tc>
          <w:tcPr>
            <w:tcW w:w="7366" w:type="dxa"/>
          </w:tcPr>
          <w:p w14:paraId="3B36512D" w14:textId="5BC0C498" w:rsidR="00F03B21" w:rsidRPr="00B30F8E" w:rsidRDefault="0006788B" w:rsidP="1EBD1DF5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(Rk 1) </w:t>
            </w:r>
            <w:r w:rsidR="1EBD1DF5" w:rsidRPr="1EBD1DF5">
              <w:rPr>
                <w:sz w:val="22"/>
                <w:szCs w:val="22"/>
              </w:rPr>
              <w:t>When welding in the flat (down hand) position on</w:t>
            </w:r>
            <w:r>
              <w:rPr>
                <w:sz w:val="22"/>
                <w:szCs w:val="22"/>
              </w:rPr>
              <w:t xml:space="preserve"> Low Carbon Steel </w:t>
            </w:r>
            <w:r w:rsidR="1EBD1DF5" w:rsidRPr="1EBD1D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="1EBD1DF5" w:rsidRPr="1EBD1DF5">
              <w:rPr>
                <w:sz w:val="22"/>
                <w:szCs w:val="22"/>
              </w:rPr>
              <w:t>LCS</w:t>
            </w:r>
            <w:r>
              <w:rPr>
                <w:sz w:val="22"/>
                <w:szCs w:val="22"/>
              </w:rPr>
              <w:t>)</w:t>
            </w:r>
            <w:r w:rsidR="1EBD1DF5" w:rsidRPr="1EBD1DF5">
              <w:rPr>
                <w:sz w:val="22"/>
                <w:szCs w:val="22"/>
              </w:rPr>
              <w:t xml:space="preserve"> plate of 10mm thickness the wire electrode feed rate would be set approximately between 350 – 450mm per minute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94" w:type="dxa"/>
          </w:tcPr>
          <w:p w14:paraId="3B36512E" w14:textId="674EA4F1" w:rsidR="00F03B21" w:rsidRPr="003157CD" w:rsidRDefault="003157CD" w:rsidP="00F03B21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3157CD">
              <w:rPr>
                <w:i/>
                <w:color w:val="808080" w:themeColor="background1" w:themeShade="80"/>
              </w:rPr>
              <w:t>False</w:t>
            </w:r>
          </w:p>
        </w:tc>
      </w:tr>
      <w:tr w:rsidR="005F6B58" w14:paraId="3B365132" w14:textId="77777777" w:rsidTr="1EBD1DF5">
        <w:tc>
          <w:tcPr>
            <w:tcW w:w="7366" w:type="dxa"/>
          </w:tcPr>
          <w:p w14:paraId="3B365130" w14:textId="69BFB603" w:rsidR="00F03B21" w:rsidRPr="00B30F8E" w:rsidRDefault="7C22CE66" w:rsidP="7C22CE66">
            <w:pPr>
              <w:pStyle w:val="Body"/>
              <w:rPr>
                <w:sz w:val="22"/>
                <w:szCs w:val="22"/>
              </w:rPr>
            </w:pPr>
            <w:r w:rsidRPr="7C22CE66">
              <w:rPr>
                <w:sz w:val="22"/>
                <w:szCs w:val="22"/>
              </w:rPr>
              <w:t>2. (RK 2) Gas Metal Arc Welding (GMAW) is sometimes referred to as Metal Inert Gas (MIG) Welding</w:t>
            </w:r>
            <w:r w:rsidR="0006788B">
              <w:rPr>
                <w:sz w:val="22"/>
                <w:szCs w:val="22"/>
              </w:rPr>
              <w:t>.</w:t>
            </w:r>
          </w:p>
        </w:tc>
        <w:tc>
          <w:tcPr>
            <w:tcW w:w="1694" w:type="dxa"/>
          </w:tcPr>
          <w:p w14:paraId="3B365131" w14:textId="4E39C95C" w:rsidR="00F03B21" w:rsidRPr="003157CD" w:rsidRDefault="00091017" w:rsidP="0099557D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3157CD">
              <w:rPr>
                <w:i/>
                <w:color w:val="808080" w:themeColor="background1" w:themeShade="80"/>
              </w:rPr>
              <w:t>True</w:t>
            </w:r>
          </w:p>
        </w:tc>
      </w:tr>
      <w:tr w:rsidR="005F6B58" w14:paraId="3B365135" w14:textId="77777777" w:rsidTr="1EBD1DF5">
        <w:tc>
          <w:tcPr>
            <w:tcW w:w="7366" w:type="dxa"/>
          </w:tcPr>
          <w:p w14:paraId="3B365133" w14:textId="3C750EBF" w:rsidR="00F03B21" w:rsidRPr="00B30F8E" w:rsidRDefault="7C22CE66" w:rsidP="7C22CE66">
            <w:pPr>
              <w:pStyle w:val="Body"/>
              <w:rPr>
                <w:sz w:val="22"/>
                <w:szCs w:val="22"/>
              </w:rPr>
            </w:pPr>
            <w:r w:rsidRPr="7C22CE66">
              <w:rPr>
                <w:sz w:val="22"/>
                <w:szCs w:val="22"/>
              </w:rPr>
              <w:t>3. (Rk 2) For a high-quality weld to be achieved rust must be removed</w:t>
            </w:r>
            <w:r w:rsidR="004D7180">
              <w:rPr>
                <w:sz w:val="22"/>
                <w:szCs w:val="22"/>
              </w:rPr>
              <w:t xml:space="preserve"> prior to welding</w:t>
            </w:r>
            <w:r w:rsidR="0006788B">
              <w:rPr>
                <w:sz w:val="22"/>
                <w:szCs w:val="22"/>
              </w:rPr>
              <w:t>.</w:t>
            </w:r>
          </w:p>
        </w:tc>
        <w:tc>
          <w:tcPr>
            <w:tcW w:w="1694" w:type="dxa"/>
          </w:tcPr>
          <w:p w14:paraId="3B365134" w14:textId="1BB1FF84" w:rsidR="00F03B21" w:rsidRPr="003157CD" w:rsidRDefault="004C2A6E" w:rsidP="004C2A6E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3157CD">
              <w:rPr>
                <w:i/>
                <w:color w:val="808080" w:themeColor="background1" w:themeShade="80"/>
              </w:rPr>
              <w:t>True</w:t>
            </w:r>
          </w:p>
        </w:tc>
      </w:tr>
      <w:tr w:rsidR="005F6B58" w14:paraId="3B365138" w14:textId="77777777" w:rsidTr="1EBD1DF5">
        <w:tc>
          <w:tcPr>
            <w:tcW w:w="7366" w:type="dxa"/>
          </w:tcPr>
          <w:p w14:paraId="3B365136" w14:textId="112FCF87" w:rsidR="00F03B21" w:rsidRPr="00B30F8E" w:rsidRDefault="7C22CE66" w:rsidP="7C22CE66">
            <w:pPr>
              <w:pStyle w:val="Body"/>
              <w:rPr>
                <w:sz w:val="22"/>
                <w:szCs w:val="22"/>
              </w:rPr>
            </w:pPr>
            <w:r w:rsidRPr="7C22CE66">
              <w:rPr>
                <w:sz w:val="22"/>
                <w:szCs w:val="22"/>
              </w:rPr>
              <w:t>4. (Rk 3) Tensile strength is a property important to welding and fabrication</w:t>
            </w:r>
            <w:r w:rsidR="0006788B">
              <w:rPr>
                <w:sz w:val="22"/>
                <w:szCs w:val="22"/>
              </w:rPr>
              <w:t>.</w:t>
            </w:r>
          </w:p>
        </w:tc>
        <w:tc>
          <w:tcPr>
            <w:tcW w:w="1694" w:type="dxa"/>
          </w:tcPr>
          <w:p w14:paraId="3B365137" w14:textId="534128FA" w:rsidR="00F03B21" w:rsidRPr="003157CD" w:rsidRDefault="00621B3D" w:rsidP="00F03B21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3157CD">
              <w:rPr>
                <w:i/>
                <w:color w:val="808080" w:themeColor="background1" w:themeShade="80"/>
              </w:rPr>
              <w:t>True</w:t>
            </w:r>
          </w:p>
        </w:tc>
      </w:tr>
      <w:tr w:rsidR="00621B3D" w14:paraId="21FA7AFA" w14:textId="77777777" w:rsidTr="1EBD1DF5">
        <w:tc>
          <w:tcPr>
            <w:tcW w:w="7366" w:type="dxa"/>
          </w:tcPr>
          <w:p w14:paraId="41835A21" w14:textId="022B17C3" w:rsidR="00621B3D" w:rsidRPr="00B30F8E" w:rsidRDefault="7C22CE66" w:rsidP="7C22CE66">
            <w:pPr>
              <w:pStyle w:val="Body"/>
              <w:rPr>
                <w:sz w:val="22"/>
                <w:szCs w:val="22"/>
              </w:rPr>
            </w:pPr>
            <w:r w:rsidRPr="7C22CE66">
              <w:rPr>
                <w:sz w:val="22"/>
                <w:szCs w:val="22"/>
              </w:rPr>
              <w:t>5. (Rk 3) The contact tip passes the electric current required for welding to the electrode wire.</w:t>
            </w:r>
          </w:p>
        </w:tc>
        <w:tc>
          <w:tcPr>
            <w:tcW w:w="1694" w:type="dxa"/>
          </w:tcPr>
          <w:p w14:paraId="67256E04" w14:textId="2A84475C" w:rsidR="00621B3D" w:rsidRPr="003157CD" w:rsidRDefault="00621B3D" w:rsidP="00F03B21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3157CD">
              <w:rPr>
                <w:i/>
                <w:color w:val="808080" w:themeColor="background1" w:themeShade="80"/>
              </w:rPr>
              <w:t xml:space="preserve">True </w:t>
            </w:r>
          </w:p>
        </w:tc>
      </w:tr>
      <w:tr w:rsidR="00621B3D" w14:paraId="572A25C4" w14:textId="77777777" w:rsidTr="1EBD1DF5">
        <w:tc>
          <w:tcPr>
            <w:tcW w:w="7366" w:type="dxa"/>
          </w:tcPr>
          <w:p w14:paraId="20470986" w14:textId="4DA348D8" w:rsidR="00621B3D" w:rsidRDefault="7C22CE66" w:rsidP="7C22CE66">
            <w:pPr>
              <w:pStyle w:val="Body"/>
              <w:rPr>
                <w:sz w:val="22"/>
                <w:szCs w:val="22"/>
              </w:rPr>
            </w:pPr>
            <w:r w:rsidRPr="7C22CE66">
              <w:rPr>
                <w:sz w:val="22"/>
                <w:szCs w:val="22"/>
              </w:rPr>
              <w:t xml:space="preserve">6. (Rk 3) Rusty wire should be wire brushed and blown clean with compressed air before welding with it. </w:t>
            </w:r>
          </w:p>
        </w:tc>
        <w:tc>
          <w:tcPr>
            <w:tcW w:w="1694" w:type="dxa"/>
          </w:tcPr>
          <w:p w14:paraId="604521AF" w14:textId="1A9847FF" w:rsidR="00621B3D" w:rsidRPr="003157CD" w:rsidRDefault="00C35C48" w:rsidP="00F03B21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3157CD">
              <w:rPr>
                <w:i/>
                <w:color w:val="808080" w:themeColor="background1" w:themeShade="80"/>
              </w:rPr>
              <w:t>False</w:t>
            </w:r>
          </w:p>
        </w:tc>
      </w:tr>
      <w:tr w:rsidR="00C35C48" w14:paraId="72536854" w14:textId="77777777" w:rsidTr="1EBD1DF5">
        <w:tc>
          <w:tcPr>
            <w:tcW w:w="7366" w:type="dxa"/>
          </w:tcPr>
          <w:p w14:paraId="594386D1" w14:textId="34E7AD1B" w:rsidR="00C35C48" w:rsidRDefault="7C22CE66" w:rsidP="004D7180">
            <w:pPr>
              <w:pStyle w:val="Body"/>
              <w:rPr>
                <w:sz w:val="22"/>
                <w:szCs w:val="22"/>
              </w:rPr>
            </w:pPr>
            <w:r w:rsidRPr="7C22CE66">
              <w:rPr>
                <w:sz w:val="22"/>
                <w:szCs w:val="22"/>
              </w:rPr>
              <w:t>7</w:t>
            </w:r>
            <w:r w:rsidR="00576641">
              <w:rPr>
                <w:sz w:val="22"/>
                <w:szCs w:val="22"/>
              </w:rPr>
              <w:t xml:space="preserve">. </w:t>
            </w:r>
            <w:r w:rsidRPr="7C22CE66">
              <w:rPr>
                <w:sz w:val="22"/>
                <w:szCs w:val="22"/>
              </w:rPr>
              <w:t xml:space="preserve">(RK 3) </w:t>
            </w:r>
            <w:r w:rsidR="0006788B">
              <w:rPr>
                <w:sz w:val="22"/>
                <w:szCs w:val="22"/>
              </w:rPr>
              <w:t>The welding wire used in GMAW should be</w:t>
            </w:r>
            <w:r w:rsidRPr="7C22CE66">
              <w:rPr>
                <w:sz w:val="22"/>
                <w:szCs w:val="22"/>
              </w:rPr>
              <w:t xml:space="preserve"> made of similar metal composition to </w:t>
            </w:r>
            <w:r w:rsidR="004D7180">
              <w:rPr>
                <w:sz w:val="22"/>
                <w:szCs w:val="22"/>
              </w:rPr>
              <w:t xml:space="preserve">the parent metal </w:t>
            </w:r>
            <w:r w:rsidRPr="7C22CE66">
              <w:rPr>
                <w:sz w:val="22"/>
                <w:szCs w:val="22"/>
              </w:rPr>
              <w:t>being welded</w:t>
            </w:r>
            <w:r w:rsidR="0006788B">
              <w:rPr>
                <w:sz w:val="22"/>
                <w:szCs w:val="22"/>
              </w:rPr>
              <w:t>.</w:t>
            </w:r>
            <w:r w:rsidRPr="7C22CE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4" w:type="dxa"/>
          </w:tcPr>
          <w:p w14:paraId="0E97D858" w14:textId="11836B78" w:rsidR="00C35C48" w:rsidRPr="003157CD" w:rsidRDefault="000E02C7" w:rsidP="00F03B21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3157CD">
              <w:rPr>
                <w:i/>
                <w:color w:val="808080" w:themeColor="background1" w:themeShade="80"/>
              </w:rPr>
              <w:t>True</w:t>
            </w:r>
          </w:p>
        </w:tc>
      </w:tr>
      <w:tr w:rsidR="00C35C48" w14:paraId="109006DE" w14:textId="77777777" w:rsidTr="1EBD1DF5">
        <w:tc>
          <w:tcPr>
            <w:tcW w:w="7366" w:type="dxa"/>
          </w:tcPr>
          <w:p w14:paraId="71EEADDD" w14:textId="60D7AFD4" w:rsidR="00C35C48" w:rsidRDefault="7C22CE66" w:rsidP="7C22CE66">
            <w:pPr>
              <w:pStyle w:val="Body"/>
              <w:rPr>
                <w:sz w:val="22"/>
                <w:szCs w:val="22"/>
              </w:rPr>
            </w:pPr>
            <w:r w:rsidRPr="7C22CE66">
              <w:rPr>
                <w:sz w:val="22"/>
                <w:szCs w:val="22"/>
              </w:rPr>
              <w:t>8</w:t>
            </w:r>
            <w:r w:rsidR="00576641">
              <w:rPr>
                <w:sz w:val="22"/>
                <w:szCs w:val="22"/>
              </w:rPr>
              <w:t xml:space="preserve">. </w:t>
            </w:r>
            <w:r w:rsidRPr="7C22CE66">
              <w:rPr>
                <w:sz w:val="22"/>
                <w:szCs w:val="22"/>
              </w:rPr>
              <w:t xml:space="preserve">(Rk 3) The GMAW process </w:t>
            </w:r>
            <w:r w:rsidR="0006788B">
              <w:rPr>
                <w:sz w:val="22"/>
                <w:szCs w:val="22"/>
              </w:rPr>
              <w:t>uses a continuous feed</w:t>
            </w:r>
            <w:r w:rsidRPr="7C22CE66">
              <w:rPr>
                <w:sz w:val="22"/>
                <w:szCs w:val="22"/>
              </w:rPr>
              <w:t xml:space="preserve"> of a solid bare wire to produce welds</w:t>
            </w:r>
            <w:r w:rsidR="0006788B">
              <w:rPr>
                <w:sz w:val="22"/>
                <w:szCs w:val="22"/>
              </w:rPr>
              <w:t>.</w:t>
            </w:r>
          </w:p>
        </w:tc>
        <w:tc>
          <w:tcPr>
            <w:tcW w:w="1694" w:type="dxa"/>
          </w:tcPr>
          <w:p w14:paraId="6C90F83C" w14:textId="652B65AE" w:rsidR="00C35C48" w:rsidRPr="003157CD" w:rsidRDefault="000E02C7" w:rsidP="0099557D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3157CD">
              <w:rPr>
                <w:i/>
                <w:color w:val="808080" w:themeColor="background1" w:themeShade="80"/>
              </w:rPr>
              <w:t>True</w:t>
            </w:r>
          </w:p>
        </w:tc>
      </w:tr>
      <w:tr w:rsidR="00C35C48" w14:paraId="15413D31" w14:textId="77777777" w:rsidTr="1EBD1DF5">
        <w:tc>
          <w:tcPr>
            <w:tcW w:w="7366" w:type="dxa"/>
          </w:tcPr>
          <w:p w14:paraId="0316E504" w14:textId="721469F0" w:rsidR="00C35C48" w:rsidRDefault="00ED2D16" w:rsidP="6F76BE3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6F76BE3E" w:rsidRPr="6F76BE3E">
              <w:rPr>
                <w:sz w:val="22"/>
                <w:szCs w:val="22"/>
              </w:rPr>
              <w:t>. (Rk 3) Low Carbon Steel (LCS) is the most commonly welded metal</w:t>
            </w:r>
            <w:r w:rsidR="0021546A">
              <w:rPr>
                <w:sz w:val="22"/>
                <w:szCs w:val="22"/>
              </w:rPr>
              <w:t xml:space="preserve"> using the GMAW process in the metal fabrication i</w:t>
            </w:r>
            <w:r w:rsidR="6F76BE3E" w:rsidRPr="6F76BE3E">
              <w:rPr>
                <w:sz w:val="22"/>
                <w:szCs w:val="22"/>
              </w:rPr>
              <w:t>ndustry.</w:t>
            </w:r>
          </w:p>
        </w:tc>
        <w:tc>
          <w:tcPr>
            <w:tcW w:w="1694" w:type="dxa"/>
          </w:tcPr>
          <w:p w14:paraId="205C6FFF" w14:textId="517ECD1D" w:rsidR="00C35C48" w:rsidRPr="003157CD" w:rsidRDefault="00F03B21" w:rsidP="00F03B21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3157CD">
              <w:rPr>
                <w:i/>
                <w:color w:val="808080" w:themeColor="background1" w:themeShade="80"/>
              </w:rPr>
              <w:t>True</w:t>
            </w:r>
          </w:p>
        </w:tc>
      </w:tr>
      <w:tr w:rsidR="00F03B21" w14:paraId="7017A8E9" w14:textId="77777777" w:rsidTr="1EBD1DF5">
        <w:tc>
          <w:tcPr>
            <w:tcW w:w="7366" w:type="dxa"/>
          </w:tcPr>
          <w:p w14:paraId="7D24607F" w14:textId="71D15A71" w:rsidR="00F03B21" w:rsidRDefault="00ED2D16" w:rsidP="6F76BE3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76641">
              <w:rPr>
                <w:sz w:val="22"/>
                <w:szCs w:val="22"/>
              </w:rPr>
              <w:t>.</w:t>
            </w:r>
            <w:r w:rsidR="6F76BE3E" w:rsidRPr="6F76BE3E">
              <w:rPr>
                <w:sz w:val="22"/>
                <w:szCs w:val="22"/>
              </w:rPr>
              <w:t xml:space="preserve"> (Rk 4) When welding LCS sectio</w:t>
            </w:r>
            <w:r w:rsidR="0021546A">
              <w:rPr>
                <w:sz w:val="22"/>
                <w:szCs w:val="22"/>
              </w:rPr>
              <w:t>ns the torch liner should be</w:t>
            </w:r>
            <w:r w:rsidR="6F76BE3E" w:rsidRPr="6F76BE3E">
              <w:rPr>
                <w:sz w:val="22"/>
                <w:szCs w:val="22"/>
              </w:rPr>
              <w:t xml:space="preserve"> made from spring steel</w:t>
            </w:r>
            <w:r w:rsidR="0006788B">
              <w:rPr>
                <w:sz w:val="22"/>
                <w:szCs w:val="22"/>
              </w:rPr>
              <w:t>.</w:t>
            </w:r>
          </w:p>
        </w:tc>
        <w:tc>
          <w:tcPr>
            <w:tcW w:w="1694" w:type="dxa"/>
          </w:tcPr>
          <w:p w14:paraId="7796D288" w14:textId="14120B12" w:rsidR="00F03B21" w:rsidRPr="003157CD" w:rsidRDefault="005350CF" w:rsidP="00F03B21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3157CD">
              <w:rPr>
                <w:i/>
                <w:color w:val="808080" w:themeColor="background1" w:themeShade="80"/>
              </w:rPr>
              <w:t>True</w:t>
            </w:r>
          </w:p>
        </w:tc>
      </w:tr>
      <w:tr w:rsidR="00F03B21" w14:paraId="5D4340FE" w14:textId="77777777" w:rsidTr="1EBD1DF5">
        <w:tc>
          <w:tcPr>
            <w:tcW w:w="7366" w:type="dxa"/>
          </w:tcPr>
          <w:p w14:paraId="323EB042" w14:textId="78A9A2ED" w:rsidR="00F03B21" w:rsidRDefault="00297F21" w:rsidP="6F76BE3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D2D16">
              <w:rPr>
                <w:sz w:val="22"/>
                <w:szCs w:val="22"/>
              </w:rPr>
              <w:t>1</w:t>
            </w:r>
            <w:r w:rsidR="00576641">
              <w:rPr>
                <w:sz w:val="22"/>
                <w:szCs w:val="22"/>
              </w:rPr>
              <w:t>.</w:t>
            </w:r>
            <w:r w:rsidR="6F76BE3E" w:rsidRPr="6F76BE3E">
              <w:rPr>
                <w:sz w:val="22"/>
                <w:szCs w:val="22"/>
              </w:rPr>
              <w:t xml:space="preserve"> (Rk 7) A partly blocked gas nozzle can cause defects in the weld</w:t>
            </w:r>
            <w:r w:rsidR="0006788B">
              <w:rPr>
                <w:sz w:val="22"/>
                <w:szCs w:val="22"/>
              </w:rPr>
              <w:t>.</w:t>
            </w:r>
            <w:r w:rsidR="6F76BE3E" w:rsidRPr="6F76BE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4" w:type="dxa"/>
          </w:tcPr>
          <w:p w14:paraId="29FCAB45" w14:textId="2AC95532" w:rsidR="00F03B21" w:rsidRPr="003157CD" w:rsidRDefault="00B11D25" w:rsidP="00F03B21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3157CD">
              <w:rPr>
                <w:i/>
                <w:color w:val="808080" w:themeColor="background1" w:themeShade="80"/>
              </w:rPr>
              <w:t>True</w:t>
            </w:r>
          </w:p>
        </w:tc>
      </w:tr>
      <w:tr w:rsidR="00B11D25" w14:paraId="63860D4B" w14:textId="77777777" w:rsidTr="1EBD1DF5">
        <w:tc>
          <w:tcPr>
            <w:tcW w:w="7366" w:type="dxa"/>
          </w:tcPr>
          <w:p w14:paraId="697A281F" w14:textId="5F90F432" w:rsidR="00B11D25" w:rsidRDefault="00ED2D16" w:rsidP="6F76BE3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576641">
              <w:rPr>
                <w:sz w:val="22"/>
                <w:szCs w:val="22"/>
              </w:rPr>
              <w:t>.</w:t>
            </w:r>
            <w:r w:rsidR="6F76BE3E" w:rsidRPr="6F76BE3E">
              <w:rPr>
                <w:sz w:val="22"/>
                <w:szCs w:val="22"/>
              </w:rPr>
              <w:t xml:space="preserve"> (Rk 8) A risk assessment is carried out at the completion of the job as part of the quality system.</w:t>
            </w:r>
          </w:p>
        </w:tc>
        <w:tc>
          <w:tcPr>
            <w:tcW w:w="1694" w:type="dxa"/>
          </w:tcPr>
          <w:p w14:paraId="0E62132B" w14:textId="02E29A3A" w:rsidR="00B11D25" w:rsidRPr="003157CD" w:rsidRDefault="00872A99" w:rsidP="00F03B21">
            <w:pPr>
              <w:pStyle w:val="Body"/>
              <w:jc w:val="center"/>
              <w:rPr>
                <w:i/>
                <w:color w:val="808080" w:themeColor="background1" w:themeShade="80"/>
              </w:rPr>
            </w:pPr>
            <w:r w:rsidRPr="003157CD">
              <w:rPr>
                <w:i/>
                <w:color w:val="808080" w:themeColor="background1" w:themeShade="80"/>
              </w:rPr>
              <w:t>False</w:t>
            </w:r>
          </w:p>
        </w:tc>
      </w:tr>
    </w:tbl>
    <w:p w14:paraId="4B086327" w14:textId="77777777" w:rsidR="0006788B" w:rsidRDefault="0006788B" w:rsidP="00F03B21">
      <w:pPr>
        <w:pStyle w:val="Heading2"/>
      </w:pPr>
    </w:p>
    <w:p w14:paraId="3B36513B" w14:textId="189FF1B5" w:rsidR="00F03B21" w:rsidRDefault="00E228CE" w:rsidP="00F03B21">
      <w:pPr>
        <w:pStyle w:val="Heading2"/>
      </w:pPr>
      <w:r>
        <w:t>Part 3: Short answer</w:t>
      </w:r>
    </w:p>
    <w:p w14:paraId="3B36513C" w14:textId="77777777" w:rsidR="00F03B21" w:rsidRPr="001F7E98" w:rsidRDefault="00E228CE" w:rsidP="00F03B21">
      <w:pPr>
        <w:pStyle w:val="Body"/>
        <w:rPr>
          <w:i/>
          <w:sz w:val="22"/>
          <w:szCs w:val="22"/>
        </w:rPr>
      </w:pPr>
      <w:r w:rsidRPr="001F7E98">
        <w:rPr>
          <w:i/>
          <w:sz w:val="22"/>
          <w:szCs w:val="22"/>
        </w:rPr>
        <w:t>Copy and paste the exact questions as per the student assessment and add your model answers or sample responses</w:t>
      </w:r>
      <w:r>
        <w:rPr>
          <w:i/>
          <w:sz w:val="22"/>
          <w:szCs w:val="22"/>
        </w:rPr>
        <w:t xml:space="preserve"> for </w:t>
      </w:r>
      <w:r w:rsidRPr="001F7E98">
        <w:rPr>
          <w:i/>
          <w:sz w:val="22"/>
          <w:szCs w:val="22"/>
        </w:rPr>
        <w:t>each question. These answers will be the marking criteria used to determine competency.</w:t>
      </w:r>
      <w:r>
        <w:rPr>
          <w:i/>
          <w:sz w:val="22"/>
          <w:szCs w:val="22"/>
        </w:rPr>
        <w:t xml:space="preserve"> The answers should reflect the answer the student is required to write to answer the question.</w:t>
      </w:r>
    </w:p>
    <w:p w14:paraId="3B36513D" w14:textId="6736E7D4" w:rsidR="00F03B21" w:rsidRPr="00B30F8E" w:rsidRDefault="00451935" w:rsidP="7C22CE66">
      <w:pPr>
        <w:pStyle w:val="Body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(Rk 1) Name 2</w:t>
      </w:r>
      <w:r w:rsidR="7C22CE66" w:rsidRPr="7C22CE66">
        <w:rPr>
          <w:sz w:val="22"/>
          <w:szCs w:val="22"/>
        </w:rPr>
        <w:t xml:space="preserve"> diameter sizes of GMAW electrode wire</w:t>
      </w:r>
    </w:p>
    <w:p w14:paraId="3B36513F" w14:textId="5808BF5C" w:rsidR="00F03B21" w:rsidRDefault="00E228CE" w:rsidP="00F03B2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>
        <w:t>0.6, 0.8, 0.9, 1.0 1.2, 1.6mm</w:t>
      </w:r>
    </w:p>
    <w:p w14:paraId="3B365140" w14:textId="2D53A250" w:rsidR="00F03B21" w:rsidRPr="005B314E" w:rsidRDefault="005B314E" w:rsidP="00F03B2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808080" w:themeColor="background1" w:themeShade="80"/>
          <w:sz w:val="22"/>
          <w:szCs w:val="22"/>
        </w:rPr>
      </w:pPr>
      <w:r w:rsidRPr="005B314E">
        <w:rPr>
          <w:i/>
          <w:color w:val="808080" w:themeColor="background1" w:themeShade="80"/>
          <w:sz w:val="22"/>
          <w:szCs w:val="22"/>
        </w:rPr>
        <w:t>Any 2 from the list required</w:t>
      </w:r>
    </w:p>
    <w:p w14:paraId="0A1D5443" w14:textId="77777777" w:rsidR="00B84E51" w:rsidRDefault="00B84E51" w:rsidP="00B84E51">
      <w:pPr>
        <w:pStyle w:val="Body"/>
        <w:ind w:left="720"/>
        <w:rPr>
          <w:sz w:val="22"/>
          <w:szCs w:val="22"/>
        </w:rPr>
      </w:pPr>
    </w:p>
    <w:p w14:paraId="3B365141" w14:textId="13E9C453" w:rsidR="00F03B21" w:rsidRPr="00B30F8E" w:rsidRDefault="7C22CE66" w:rsidP="7C22CE66">
      <w:pPr>
        <w:pStyle w:val="Body"/>
        <w:numPr>
          <w:ilvl w:val="0"/>
          <w:numId w:val="1"/>
        </w:numPr>
        <w:rPr>
          <w:sz w:val="22"/>
          <w:szCs w:val="22"/>
        </w:rPr>
      </w:pPr>
      <w:r w:rsidRPr="7C22CE66">
        <w:rPr>
          <w:sz w:val="22"/>
          <w:szCs w:val="22"/>
        </w:rPr>
        <w:t>(RK 2) Name the lettered parts of the weld preparations for a single vee butt weld</w:t>
      </w:r>
    </w:p>
    <w:p w14:paraId="3B365143" w14:textId="59F4DA43" w:rsidR="00F03B21" w:rsidRDefault="0020732C" w:rsidP="00F03B2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>
        <w:rPr>
          <w:noProof/>
          <w:sz w:val="22"/>
          <w:szCs w:val="22"/>
          <w:lang w:eastAsia="en-AU"/>
        </w:rPr>
        <w:drawing>
          <wp:inline distT="0" distB="0" distL="0" distR="0" wp14:anchorId="27F700F1" wp14:editId="64E2C330">
            <wp:extent cx="2670048" cy="301142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M05050B Rk2 001 Kn Mk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0048" cy="3011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1990E4" w14:textId="77777777" w:rsidR="00B84E51" w:rsidRDefault="00B84E51" w:rsidP="00B84E51">
      <w:pPr>
        <w:pStyle w:val="Body"/>
        <w:ind w:left="720"/>
        <w:rPr>
          <w:sz w:val="22"/>
          <w:szCs w:val="22"/>
        </w:rPr>
      </w:pPr>
    </w:p>
    <w:p w14:paraId="3B365145" w14:textId="2C7BFFAE" w:rsidR="00F03B21" w:rsidRDefault="7C22CE66" w:rsidP="7C22CE66">
      <w:pPr>
        <w:pStyle w:val="Body"/>
        <w:numPr>
          <w:ilvl w:val="0"/>
          <w:numId w:val="1"/>
        </w:numPr>
        <w:rPr>
          <w:sz w:val="22"/>
          <w:szCs w:val="22"/>
        </w:rPr>
      </w:pPr>
      <w:r w:rsidRPr="7C22CE66">
        <w:rPr>
          <w:sz w:val="22"/>
          <w:szCs w:val="22"/>
        </w:rPr>
        <w:t xml:space="preserve">(RK 2) Name the 3 types of weld joints shown in the diagram below </w:t>
      </w:r>
    </w:p>
    <w:p w14:paraId="38411DEF" w14:textId="6D484B1D" w:rsidR="004C2A6E" w:rsidRDefault="004C2A6E" w:rsidP="00F03B2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DA5CF59" w14:textId="097676C6" w:rsidR="004C2A6E" w:rsidRDefault="00585E5A" w:rsidP="00F03B2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1DF4AA09" wp14:editId="6848737F">
            <wp:simplePos x="0" y="0"/>
            <wp:positionH relativeFrom="column">
              <wp:posOffset>505748</wp:posOffset>
            </wp:positionH>
            <wp:positionV relativeFrom="paragraph">
              <wp:posOffset>21200</wp:posOffset>
            </wp:positionV>
            <wp:extent cx="4863993" cy="1746379"/>
            <wp:effectExtent l="0" t="0" r="0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M05050B Rk2 002 Kn Mk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3993" cy="17463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248A9B" w14:textId="28F20F55" w:rsidR="004C2A6E" w:rsidRDefault="004C2A6E" w:rsidP="00F03B2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6942F782" w14:textId="3CECD3B9" w:rsidR="004C2A6E" w:rsidRDefault="004C2A6E" w:rsidP="00F03B2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648328D0" w14:textId="433BFCD3" w:rsidR="004C2A6E" w:rsidRDefault="004C2A6E" w:rsidP="00F03B2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6F5EF7AD" w14:textId="701FFB23" w:rsidR="004C2A6E" w:rsidRDefault="004C2A6E" w:rsidP="00F03B2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4BC5DFA2" w14:textId="294116AE" w:rsidR="00766DDA" w:rsidRPr="00B30F8E" w:rsidRDefault="7C22CE66" w:rsidP="7C22CE66">
      <w:pPr>
        <w:pStyle w:val="Body"/>
        <w:numPr>
          <w:ilvl w:val="0"/>
          <w:numId w:val="1"/>
        </w:numPr>
        <w:rPr>
          <w:sz w:val="22"/>
          <w:szCs w:val="22"/>
        </w:rPr>
      </w:pPr>
      <w:r w:rsidRPr="7C22CE66">
        <w:rPr>
          <w:sz w:val="22"/>
          <w:szCs w:val="22"/>
        </w:rPr>
        <w:t>(Rk 2) Name two (2) ways of bevelling plate</w:t>
      </w:r>
      <w:r w:rsidR="00413E36">
        <w:rPr>
          <w:sz w:val="22"/>
          <w:szCs w:val="22"/>
        </w:rPr>
        <w:t>s</w:t>
      </w:r>
      <w:r w:rsidRPr="7C22CE66">
        <w:rPr>
          <w:sz w:val="22"/>
          <w:szCs w:val="22"/>
        </w:rPr>
        <w:t xml:space="preserve"> in preparation for welding a single vee butt weld</w:t>
      </w:r>
    </w:p>
    <w:p w14:paraId="7FE2A385" w14:textId="698C9D9F" w:rsidR="008D727D" w:rsidRDefault="008D6715" w:rsidP="00766DDA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rPr>
          <w:noProof/>
          <w:lang w:eastAsia="en-AU"/>
        </w:rPr>
        <w:drawing>
          <wp:anchor distT="0" distB="0" distL="114300" distR="114300" simplePos="0" relativeHeight="251658244" behindDoc="1" locked="0" layoutInCell="1" allowOverlap="1" wp14:anchorId="6FCFD188" wp14:editId="3B314863">
            <wp:simplePos x="0" y="0"/>
            <wp:positionH relativeFrom="margin">
              <wp:align>right</wp:align>
            </wp:positionH>
            <wp:positionV relativeFrom="paragraph">
              <wp:posOffset>20955</wp:posOffset>
            </wp:positionV>
            <wp:extent cx="5524500" cy="12192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5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00C762C7" w14:textId="0A1C37E5" w:rsidR="008D6715" w:rsidRDefault="008D6715" w:rsidP="00766DDA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798F4F3" w14:textId="229A4885" w:rsidR="008D6715" w:rsidRDefault="008D6715" w:rsidP="00766DDA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13DCCD77" w14:textId="4971D924" w:rsidR="008D6715" w:rsidRDefault="008D6715" w:rsidP="00766DDA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251D39B3" w14:textId="20AD1639" w:rsidR="008D6715" w:rsidRDefault="008D6715" w:rsidP="00766DDA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9F24AFC" w14:textId="5CB471E2" w:rsidR="00766DDA" w:rsidRDefault="00766DDA" w:rsidP="00F03B21">
      <w:pPr>
        <w:pStyle w:val="Body"/>
        <w:tabs>
          <w:tab w:val="decimal" w:leader="underscore" w:pos="9070"/>
        </w:tabs>
        <w:spacing w:line="360" w:lineRule="auto"/>
      </w:pPr>
    </w:p>
    <w:p w14:paraId="29C12287" w14:textId="0DFE40F3" w:rsidR="008D727D" w:rsidRPr="00B30F8E" w:rsidRDefault="7C22CE66" w:rsidP="7C22CE66">
      <w:pPr>
        <w:pStyle w:val="Body"/>
        <w:numPr>
          <w:ilvl w:val="0"/>
          <w:numId w:val="1"/>
        </w:numPr>
        <w:rPr>
          <w:sz w:val="22"/>
          <w:szCs w:val="22"/>
        </w:rPr>
      </w:pPr>
      <w:r w:rsidRPr="7C22CE66">
        <w:rPr>
          <w:sz w:val="22"/>
          <w:szCs w:val="22"/>
        </w:rPr>
        <w:t>(Rk 2) Parts to be welded should first be cleaned. Name two (2) surface coatings or contaminants that should be removed prior to welding</w:t>
      </w:r>
    </w:p>
    <w:p w14:paraId="1C0B2439" w14:textId="5D1DC127" w:rsidR="008D727D" w:rsidRDefault="00AC2317" w:rsidP="008D727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>
        <w:rPr>
          <w:noProof/>
          <w:sz w:val="22"/>
          <w:szCs w:val="22"/>
          <w:lang w:eastAsia="en-AU"/>
        </w:rPr>
        <w:drawing>
          <wp:anchor distT="0" distB="0" distL="114300" distR="114300" simplePos="0" relativeHeight="251658243" behindDoc="1" locked="0" layoutInCell="1" allowOverlap="1" wp14:anchorId="0DDBDD6D" wp14:editId="175E4E66">
            <wp:simplePos x="0" y="0"/>
            <wp:positionH relativeFrom="column">
              <wp:posOffset>271145</wp:posOffset>
            </wp:positionH>
            <wp:positionV relativeFrom="paragraph">
              <wp:posOffset>126365</wp:posOffset>
            </wp:positionV>
            <wp:extent cx="5438775" cy="1192530"/>
            <wp:effectExtent l="0" t="0" r="9525" b="762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7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7EFA59" w14:textId="148212F3" w:rsidR="00AC2317" w:rsidRDefault="00AC2317" w:rsidP="008D727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AD735C8" w14:textId="07644F5F" w:rsidR="00AC2317" w:rsidRDefault="00AC2317" w:rsidP="008D727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2E459DBE" w14:textId="36B99F6E" w:rsidR="00AC2317" w:rsidRDefault="00AC2317" w:rsidP="008D727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A260A6B" w14:textId="19E6915B" w:rsidR="00AC2317" w:rsidRDefault="00AC2317" w:rsidP="008D727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14FE136C" w14:textId="77777777" w:rsidR="004C592D" w:rsidRDefault="004C592D" w:rsidP="00F03B21">
      <w:pPr>
        <w:pStyle w:val="Body"/>
        <w:tabs>
          <w:tab w:val="decimal" w:leader="underscore" w:pos="9070"/>
        </w:tabs>
        <w:spacing w:line="360" w:lineRule="auto"/>
      </w:pPr>
    </w:p>
    <w:p w14:paraId="648BB06B" w14:textId="0E52E918" w:rsidR="008D727D" w:rsidRPr="00B30F8E" w:rsidRDefault="7C22CE66" w:rsidP="7C22CE66">
      <w:pPr>
        <w:pStyle w:val="Body"/>
        <w:numPr>
          <w:ilvl w:val="0"/>
          <w:numId w:val="1"/>
        </w:numPr>
        <w:rPr>
          <w:sz w:val="22"/>
          <w:szCs w:val="22"/>
        </w:rPr>
      </w:pPr>
      <w:r w:rsidRPr="7C22CE66">
        <w:rPr>
          <w:sz w:val="22"/>
          <w:szCs w:val="22"/>
        </w:rPr>
        <w:t>(Rk 3) Name two (2) common metals that can be welded with the GMAW process</w:t>
      </w:r>
    </w:p>
    <w:p w14:paraId="1FBB5BD3" w14:textId="57CEF744" w:rsidR="00AC2317" w:rsidRDefault="00AC2317" w:rsidP="008D727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rPr>
          <w:noProof/>
          <w:lang w:eastAsia="en-AU"/>
        </w:rPr>
        <w:drawing>
          <wp:anchor distT="0" distB="0" distL="114300" distR="114300" simplePos="0" relativeHeight="251658241" behindDoc="1" locked="0" layoutInCell="1" allowOverlap="1" wp14:anchorId="19935FDA" wp14:editId="749DBFB4">
            <wp:simplePos x="0" y="0"/>
            <wp:positionH relativeFrom="column">
              <wp:posOffset>233045</wp:posOffset>
            </wp:positionH>
            <wp:positionV relativeFrom="paragraph">
              <wp:posOffset>19050</wp:posOffset>
            </wp:positionV>
            <wp:extent cx="5457825" cy="1478915"/>
            <wp:effectExtent l="0" t="0" r="9525" b="698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10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1478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C393D9" w14:textId="4D774C5B" w:rsidR="00AC2317" w:rsidRDefault="00AC2317" w:rsidP="008D727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4B91081" w14:textId="13AAFB24" w:rsidR="00AC2317" w:rsidRDefault="00AC2317" w:rsidP="008D727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21715FC2" w14:textId="3204BBEB" w:rsidR="00AC2317" w:rsidRDefault="00AC2317" w:rsidP="008D727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7AA9E7A1" w14:textId="2EC331C0" w:rsidR="00AC2317" w:rsidRDefault="00AC2317" w:rsidP="008D727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408C10F" w14:textId="5E7E7E16" w:rsidR="008D727D" w:rsidRDefault="008D727D" w:rsidP="00F03B21">
      <w:pPr>
        <w:pStyle w:val="Body"/>
        <w:tabs>
          <w:tab w:val="decimal" w:leader="underscore" w:pos="9070"/>
        </w:tabs>
        <w:spacing w:line="360" w:lineRule="auto"/>
      </w:pPr>
    </w:p>
    <w:p w14:paraId="5DFD7D1F" w14:textId="64CE0D12" w:rsidR="00AC2317" w:rsidRPr="00B30F8E" w:rsidRDefault="7C22CE66" w:rsidP="7C22CE66">
      <w:pPr>
        <w:pStyle w:val="Body"/>
        <w:numPr>
          <w:ilvl w:val="0"/>
          <w:numId w:val="1"/>
        </w:numPr>
        <w:rPr>
          <w:sz w:val="22"/>
          <w:szCs w:val="22"/>
        </w:rPr>
      </w:pPr>
      <w:r w:rsidRPr="7C22CE66">
        <w:rPr>
          <w:sz w:val="22"/>
          <w:szCs w:val="22"/>
        </w:rPr>
        <w:t>(RK 4) Briefly describe the main functions of the gas regulator</w:t>
      </w:r>
    </w:p>
    <w:p w14:paraId="60B5EBB2" w14:textId="17A4B7AE" w:rsidR="00AC2317" w:rsidRPr="0099557D" w:rsidRDefault="0099557D" w:rsidP="00AC231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808080" w:themeColor="background1" w:themeShade="80"/>
        </w:rPr>
      </w:pPr>
      <w:r w:rsidRPr="0099557D">
        <w:rPr>
          <w:i/>
          <w:color w:val="808080" w:themeColor="background1" w:themeShade="80"/>
        </w:rPr>
        <w:t>To reduce a high cylinder pressure to a safe working pressure of approximately 200Kpa</w:t>
      </w:r>
    </w:p>
    <w:p w14:paraId="3E1FF8E9" w14:textId="77777777" w:rsidR="00AC2317" w:rsidRDefault="00AC2317" w:rsidP="00AC2317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1EC77B55" w14:textId="3F0740D6" w:rsidR="0099557D" w:rsidRDefault="0099557D" w:rsidP="00F03B21">
      <w:pPr>
        <w:pStyle w:val="Body"/>
        <w:tabs>
          <w:tab w:val="decimal" w:leader="underscore" w:pos="9070"/>
        </w:tabs>
        <w:spacing w:line="360" w:lineRule="auto"/>
      </w:pPr>
    </w:p>
    <w:p w14:paraId="144F1960" w14:textId="0E66968D" w:rsidR="004C592D" w:rsidRDefault="004C592D" w:rsidP="00F03B21">
      <w:pPr>
        <w:pStyle w:val="Body"/>
        <w:tabs>
          <w:tab w:val="decimal" w:leader="underscore" w:pos="9070"/>
        </w:tabs>
        <w:spacing w:line="360" w:lineRule="auto"/>
      </w:pPr>
    </w:p>
    <w:p w14:paraId="10AA5F24" w14:textId="2582A1D0" w:rsidR="004C592D" w:rsidRDefault="004C592D" w:rsidP="00F03B21">
      <w:pPr>
        <w:pStyle w:val="Body"/>
        <w:tabs>
          <w:tab w:val="decimal" w:leader="underscore" w:pos="9070"/>
        </w:tabs>
        <w:spacing w:line="360" w:lineRule="auto"/>
      </w:pPr>
    </w:p>
    <w:p w14:paraId="2E88B2BE" w14:textId="1FAB1E38" w:rsidR="00986C91" w:rsidRPr="00B30F8E" w:rsidRDefault="7C22CE66" w:rsidP="7C22CE66">
      <w:pPr>
        <w:pStyle w:val="Body"/>
        <w:numPr>
          <w:ilvl w:val="0"/>
          <w:numId w:val="1"/>
        </w:numPr>
        <w:rPr>
          <w:sz w:val="22"/>
          <w:szCs w:val="22"/>
        </w:rPr>
      </w:pPr>
      <w:r w:rsidRPr="7C22CE66">
        <w:rPr>
          <w:sz w:val="22"/>
          <w:szCs w:val="22"/>
        </w:rPr>
        <w:t xml:space="preserve">(Rk 7) List three (3) types of weld defects that could affect the quality of the finished weld </w:t>
      </w:r>
    </w:p>
    <w:p w14:paraId="4D3DE39C" w14:textId="098E4C04" w:rsidR="00986C91" w:rsidRDefault="00986C91" w:rsidP="00986C9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t xml:space="preserve"> </w:t>
      </w:r>
      <w:r>
        <w:rPr>
          <w:noProof/>
          <w:lang w:eastAsia="en-AU"/>
        </w:rPr>
        <w:drawing>
          <wp:anchor distT="0" distB="0" distL="114300" distR="114300" simplePos="0" relativeHeight="251658249" behindDoc="1" locked="0" layoutInCell="1" allowOverlap="1" wp14:anchorId="4930D3BC" wp14:editId="422EF6C9">
            <wp:simplePos x="0" y="0"/>
            <wp:positionH relativeFrom="column">
              <wp:posOffset>261620</wp:posOffset>
            </wp:positionH>
            <wp:positionV relativeFrom="paragraph">
              <wp:posOffset>23495</wp:posOffset>
            </wp:positionV>
            <wp:extent cx="5457825" cy="2228850"/>
            <wp:effectExtent l="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EM05050B Rk7 003 Kn Mk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51C78A" w14:textId="77777777" w:rsidR="00986C91" w:rsidRDefault="00986C91" w:rsidP="00986C9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t xml:space="preserve"> </w:t>
      </w:r>
    </w:p>
    <w:p w14:paraId="0E60DA3E" w14:textId="77777777" w:rsidR="00986C91" w:rsidRDefault="00986C91" w:rsidP="00986C9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4A13F96" w14:textId="4264C59E" w:rsidR="00986C91" w:rsidRDefault="00986C91" w:rsidP="00986C9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2EFE2653" w14:textId="2C966EA6" w:rsidR="00986C91" w:rsidRDefault="00986C91" w:rsidP="00986C9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221FB10C" w14:textId="0AD25AA8" w:rsidR="00986C91" w:rsidRDefault="00986C91" w:rsidP="00986C9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42EC9AE6" w14:textId="3BE479FA" w:rsidR="00986C91" w:rsidRDefault="00986C91" w:rsidP="00986C9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692EDE6B" w14:textId="7139A7CC" w:rsidR="009041C8" w:rsidRDefault="009041C8" w:rsidP="00F03B21">
      <w:pPr>
        <w:pStyle w:val="Body"/>
        <w:tabs>
          <w:tab w:val="decimal" w:leader="underscore" w:pos="9070"/>
        </w:tabs>
        <w:spacing w:line="360" w:lineRule="auto"/>
      </w:pPr>
    </w:p>
    <w:p w14:paraId="73F86F92" w14:textId="6521FE95" w:rsidR="00F1181C" w:rsidRPr="00B30F8E" w:rsidRDefault="7C22CE66" w:rsidP="7C22CE66">
      <w:pPr>
        <w:pStyle w:val="Body"/>
        <w:numPr>
          <w:ilvl w:val="0"/>
          <w:numId w:val="1"/>
        </w:numPr>
        <w:rPr>
          <w:sz w:val="22"/>
          <w:szCs w:val="22"/>
        </w:rPr>
      </w:pPr>
      <w:r w:rsidRPr="7C22CE66">
        <w:rPr>
          <w:sz w:val="22"/>
          <w:szCs w:val="22"/>
        </w:rPr>
        <w:t xml:space="preserve">(Rk 8) List three (3) types of safety hazards associated with the GMAW process. </w:t>
      </w:r>
    </w:p>
    <w:p w14:paraId="1CDD2D33" w14:textId="7FEDAB84" w:rsidR="00F1181C" w:rsidRDefault="00F1181C" w:rsidP="00F1181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t xml:space="preserve"> </w:t>
      </w:r>
      <w:r>
        <w:rPr>
          <w:noProof/>
          <w:lang w:eastAsia="en-AU"/>
        </w:rPr>
        <w:drawing>
          <wp:anchor distT="0" distB="0" distL="114300" distR="114300" simplePos="0" relativeHeight="251658250" behindDoc="1" locked="0" layoutInCell="1" allowOverlap="1" wp14:anchorId="229D3FED" wp14:editId="623F3A39">
            <wp:simplePos x="0" y="0"/>
            <wp:positionH relativeFrom="column">
              <wp:posOffset>233045</wp:posOffset>
            </wp:positionH>
            <wp:positionV relativeFrom="paragraph">
              <wp:posOffset>250190</wp:posOffset>
            </wp:positionV>
            <wp:extent cx="5495925" cy="1301115"/>
            <wp:effectExtent l="0" t="0" r="952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EM05050B Rk8 001 Kn Mk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1BCC6D" w14:textId="77777777" w:rsidR="00F1181C" w:rsidRDefault="00F1181C" w:rsidP="00F1181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t xml:space="preserve"> </w:t>
      </w:r>
    </w:p>
    <w:p w14:paraId="017E55B5" w14:textId="77777777" w:rsidR="00F1181C" w:rsidRDefault="00F1181C" w:rsidP="00F1181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66AAA7A4" w14:textId="77777777" w:rsidR="00F1181C" w:rsidRDefault="00F1181C" w:rsidP="00F1181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3BEE22D5" w14:textId="77777777" w:rsidR="00F1181C" w:rsidRDefault="00F1181C" w:rsidP="00F1181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5C9502E6" w14:textId="77777777" w:rsidR="00F1181C" w:rsidRDefault="00F1181C" w:rsidP="00F1181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5B9D2325" w14:textId="10EC965E" w:rsidR="00F1181C" w:rsidRDefault="00F1181C" w:rsidP="00F1181C">
      <w:pPr>
        <w:pStyle w:val="Body"/>
        <w:tabs>
          <w:tab w:val="decimal" w:leader="underscore" w:pos="9070"/>
        </w:tabs>
        <w:spacing w:line="360" w:lineRule="auto"/>
      </w:pPr>
    </w:p>
    <w:p w14:paraId="3288E593" w14:textId="21585EB8" w:rsidR="007B273D" w:rsidRPr="00B30F8E" w:rsidRDefault="7C22CE66" w:rsidP="7C22CE66">
      <w:pPr>
        <w:pStyle w:val="Body"/>
        <w:numPr>
          <w:ilvl w:val="0"/>
          <w:numId w:val="1"/>
        </w:numPr>
        <w:rPr>
          <w:sz w:val="22"/>
          <w:szCs w:val="22"/>
        </w:rPr>
      </w:pPr>
      <w:r w:rsidRPr="7C22CE66">
        <w:rPr>
          <w:sz w:val="22"/>
          <w:szCs w:val="22"/>
        </w:rPr>
        <w:t>(Rk 9) List five (5) pieces of personal protective clothing and or equipment to be worn when welding using the GMAW process</w:t>
      </w:r>
    </w:p>
    <w:p w14:paraId="3B7E5FAC" w14:textId="015AAB64" w:rsidR="007B273D" w:rsidRDefault="007B273D" w:rsidP="007B273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noProof/>
          <w:lang w:eastAsia="en-AU"/>
        </w:rPr>
      </w:pPr>
      <w:r>
        <w:rPr>
          <w:noProof/>
          <w:lang w:eastAsia="en-AU"/>
        </w:rPr>
        <w:drawing>
          <wp:anchor distT="0" distB="0" distL="114300" distR="114300" simplePos="0" relativeHeight="251658252" behindDoc="1" locked="0" layoutInCell="1" allowOverlap="1" wp14:anchorId="4368856F" wp14:editId="6B0AE3AA">
            <wp:simplePos x="0" y="0"/>
            <wp:positionH relativeFrom="column">
              <wp:posOffset>233045</wp:posOffset>
            </wp:positionH>
            <wp:positionV relativeFrom="paragraph">
              <wp:posOffset>10160</wp:posOffset>
            </wp:positionV>
            <wp:extent cx="5495925" cy="2604135"/>
            <wp:effectExtent l="0" t="0" r="9525" b="571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MEM05050B Rk9 001 Kn Mk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2604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7E630D" w14:textId="0C83F761" w:rsidR="007B273D" w:rsidRDefault="007B273D" w:rsidP="007B273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noProof/>
          <w:lang w:eastAsia="en-AU"/>
        </w:rPr>
      </w:pPr>
    </w:p>
    <w:p w14:paraId="3DB5EF66" w14:textId="4C212E14" w:rsidR="007B273D" w:rsidRDefault="007B273D" w:rsidP="007B273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noProof/>
          <w:lang w:eastAsia="en-AU"/>
        </w:rPr>
      </w:pPr>
    </w:p>
    <w:p w14:paraId="2FF18F8E" w14:textId="3490058A" w:rsidR="007B273D" w:rsidRDefault="007B273D" w:rsidP="007B273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noProof/>
          <w:lang w:eastAsia="en-AU"/>
        </w:rPr>
      </w:pPr>
    </w:p>
    <w:p w14:paraId="14315561" w14:textId="6510A2D6" w:rsidR="007B273D" w:rsidRDefault="007B273D" w:rsidP="007B273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noProof/>
          <w:lang w:eastAsia="en-AU"/>
        </w:rPr>
      </w:pPr>
    </w:p>
    <w:p w14:paraId="4A43E739" w14:textId="4E92162C" w:rsidR="007B273D" w:rsidRDefault="007B273D" w:rsidP="007B273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noProof/>
          <w:lang w:eastAsia="en-AU"/>
        </w:rPr>
      </w:pPr>
    </w:p>
    <w:p w14:paraId="5569815B" w14:textId="5BA65A4A" w:rsidR="007B273D" w:rsidRDefault="007B273D" w:rsidP="007B273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noProof/>
          <w:lang w:eastAsia="en-AU"/>
        </w:rPr>
      </w:pPr>
    </w:p>
    <w:p w14:paraId="17E2A92B" w14:textId="65A2604A" w:rsidR="007B273D" w:rsidRDefault="007B273D" w:rsidP="007B273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noProof/>
          <w:lang w:eastAsia="en-AU"/>
        </w:rPr>
      </w:pPr>
    </w:p>
    <w:p w14:paraId="512BF963" w14:textId="0E92BE58" w:rsidR="00B84E51" w:rsidRPr="00B84E51" w:rsidRDefault="00B84E51" w:rsidP="00B84E51">
      <w:pPr>
        <w:pStyle w:val="Body"/>
        <w:rPr>
          <w:b/>
          <w:bCs/>
          <w:i/>
          <w:iCs/>
          <w:sz w:val="22"/>
          <w:szCs w:val="22"/>
        </w:rPr>
      </w:pPr>
    </w:p>
    <w:p w14:paraId="30AAF3D3" w14:textId="51D832C3" w:rsidR="0099557D" w:rsidRDefault="7C22CE66" w:rsidP="7C22CE66">
      <w:pPr>
        <w:pStyle w:val="Body"/>
        <w:numPr>
          <w:ilvl w:val="0"/>
          <w:numId w:val="1"/>
        </w:numPr>
        <w:rPr>
          <w:b/>
          <w:bCs/>
          <w:i/>
          <w:iCs/>
          <w:sz w:val="22"/>
          <w:szCs w:val="22"/>
        </w:rPr>
      </w:pPr>
      <w:r w:rsidRPr="7C22CE66">
        <w:rPr>
          <w:sz w:val="22"/>
          <w:szCs w:val="22"/>
        </w:rPr>
        <w:t xml:space="preserve">(Rk 4) In the table below </w:t>
      </w:r>
      <w:r w:rsidRPr="00F3243B">
        <w:rPr>
          <w:noProof/>
          <w:sz w:val="22"/>
          <w:szCs w:val="22"/>
        </w:rPr>
        <w:t>match</w:t>
      </w:r>
      <w:r w:rsidR="00F3243B">
        <w:rPr>
          <w:noProof/>
          <w:sz w:val="22"/>
          <w:szCs w:val="22"/>
        </w:rPr>
        <w:t>,</w:t>
      </w:r>
      <w:r w:rsidRPr="7C22CE66">
        <w:rPr>
          <w:sz w:val="22"/>
          <w:szCs w:val="22"/>
        </w:rPr>
        <w:t xml:space="preserve"> the lettered response to the correct part number in the diagram e.g.  </w:t>
      </w:r>
      <w:r w:rsidRPr="7C22CE66">
        <w:rPr>
          <w:b/>
          <w:bCs/>
          <w:i/>
          <w:iCs/>
          <w:sz w:val="22"/>
          <w:szCs w:val="22"/>
        </w:rPr>
        <w:t>Part 1 response is K Wire feed spool</w:t>
      </w:r>
    </w:p>
    <w:p w14:paraId="733747A8" w14:textId="18986E04" w:rsidR="007B5711" w:rsidRDefault="007B5711" w:rsidP="007B571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jc w:val="center"/>
      </w:pPr>
      <w:r>
        <w:rPr>
          <w:noProof/>
          <w:lang w:eastAsia="en-AU"/>
        </w:rPr>
        <w:drawing>
          <wp:inline distT="0" distB="0" distL="0" distR="0" wp14:anchorId="26341348" wp14:editId="7F81A36A">
            <wp:extent cx="3754337" cy="288989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820877" cy="2941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181" w:type="dxa"/>
        <w:tblInd w:w="-5" w:type="dxa"/>
        <w:tblLook w:val="04A0" w:firstRow="1" w:lastRow="0" w:firstColumn="1" w:lastColumn="0" w:noHBand="0" w:noVBand="1"/>
      </w:tblPr>
      <w:tblGrid>
        <w:gridCol w:w="2552"/>
        <w:gridCol w:w="2551"/>
        <w:gridCol w:w="4078"/>
      </w:tblGrid>
      <w:tr w:rsidR="007B5711" w:rsidRPr="007B5711" w14:paraId="02020F90" w14:textId="77777777" w:rsidTr="006B1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6"/>
        </w:trPr>
        <w:tc>
          <w:tcPr>
            <w:tcW w:w="2552" w:type="dxa"/>
          </w:tcPr>
          <w:p w14:paraId="693E585B" w14:textId="64A7F822" w:rsidR="007B5711" w:rsidRPr="006B12FE" w:rsidRDefault="007B5711" w:rsidP="007B5711">
            <w:pPr>
              <w:jc w:val="center"/>
              <w:rPr>
                <w:color w:val="auto"/>
                <w:sz w:val="22"/>
                <w:szCs w:val="22"/>
              </w:rPr>
            </w:pPr>
            <w:r w:rsidRPr="006B12FE">
              <w:rPr>
                <w:sz w:val="22"/>
                <w:szCs w:val="22"/>
              </w:rPr>
              <w:t>Part number from sketch</w:t>
            </w:r>
          </w:p>
        </w:tc>
        <w:tc>
          <w:tcPr>
            <w:tcW w:w="2551" w:type="dxa"/>
          </w:tcPr>
          <w:p w14:paraId="17D099D7" w14:textId="23F8298E" w:rsidR="007B5711" w:rsidRPr="006B12FE" w:rsidRDefault="007B5711" w:rsidP="006B12FE">
            <w:pPr>
              <w:rPr>
                <w:color w:val="auto"/>
                <w:sz w:val="22"/>
                <w:szCs w:val="22"/>
              </w:rPr>
            </w:pPr>
            <w:r w:rsidRPr="006B12FE">
              <w:rPr>
                <w:sz w:val="22"/>
                <w:szCs w:val="22"/>
              </w:rPr>
              <w:t xml:space="preserve">Matching letter </w:t>
            </w:r>
            <w:r w:rsidR="006B12FE" w:rsidRPr="006B12FE">
              <w:rPr>
                <w:sz w:val="22"/>
                <w:szCs w:val="22"/>
              </w:rPr>
              <w:t>(</w:t>
            </w:r>
            <w:r w:rsidRPr="006B12FE">
              <w:rPr>
                <w:sz w:val="22"/>
                <w:szCs w:val="22"/>
              </w:rPr>
              <w:t>answer</w:t>
            </w:r>
            <w:r w:rsidR="006B12FE" w:rsidRPr="006B12FE">
              <w:rPr>
                <w:sz w:val="22"/>
                <w:szCs w:val="22"/>
              </w:rPr>
              <w:t>)</w:t>
            </w:r>
          </w:p>
        </w:tc>
        <w:tc>
          <w:tcPr>
            <w:tcW w:w="4078" w:type="dxa"/>
          </w:tcPr>
          <w:p w14:paraId="38AA8D78" w14:textId="0FA7C055" w:rsidR="007B5711" w:rsidRPr="006B12FE" w:rsidRDefault="007B5711" w:rsidP="007B5711">
            <w:pPr>
              <w:rPr>
                <w:color w:val="auto"/>
                <w:sz w:val="22"/>
                <w:szCs w:val="22"/>
              </w:rPr>
            </w:pPr>
            <w:r w:rsidRPr="006B12FE">
              <w:rPr>
                <w:sz w:val="22"/>
                <w:szCs w:val="22"/>
              </w:rPr>
              <w:t>Possible responses</w:t>
            </w:r>
          </w:p>
        </w:tc>
      </w:tr>
      <w:tr w:rsidR="007B5711" w:rsidRPr="007B5711" w14:paraId="6C0FD726" w14:textId="77777777" w:rsidTr="006B12FE">
        <w:trPr>
          <w:trHeight w:val="426"/>
        </w:trPr>
        <w:tc>
          <w:tcPr>
            <w:tcW w:w="2552" w:type="dxa"/>
          </w:tcPr>
          <w:p w14:paraId="241BA80F" w14:textId="3F597EF3" w:rsidR="007B5711" w:rsidRPr="008478FE" w:rsidRDefault="007B5711" w:rsidP="006B12FE">
            <w:pPr>
              <w:jc w:val="center"/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</w:tcPr>
          <w:p w14:paraId="540B0963" w14:textId="30911E7D" w:rsidR="007B5711" w:rsidRPr="008478FE" w:rsidRDefault="007B5711" w:rsidP="006B12FE">
            <w:pPr>
              <w:jc w:val="center"/>
              <w:rPr>
                <w:b/>
                <w:i/>
                <w:color w:val="808080" w:themeColor="background1" w:themeShade="80"/>
                <w:sz w:val="22"/>
                <w:szCs w:val="22"/>
              </w:rPr>
            </w:pPr>
            <w:bookmarkStart w:id="3" w:name="_GoBack"/>
            <w:bookmarkEnd w:id="3"/>
          </w:p>
        </w:tc>
        <w:tc>
          <w:tcPr>
            <w:tcW w:w="4078" w:type="dxa"/>
          </w:tcPr>
          <w:p w14:paraId="467405D0" w14:textId="4BD16EA2" w:rsidR="007B5711" w:rsidRPr="008478FE" w:rsidRDefault="006B12FE" w:rsidP="007B5711">
            <w:pPr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(A) Gas regulator</w:t>
            </w:r>
          </w:p>
        </w:tc>
      </w:tr>
      <w:tr w:rsidR="007B5711" w:rsidRPr="007B5711" w14:paraId="232E337B" w14:textId="77777777" w:rsidTr="006B12FE">
        <w:trPr>
          <w:trHeight w:val="388"/>
        </w:trPr>
        <w:tc>
          <w:tcPr>
            <w:tcW w:w="2552" w:type="dxa"/>
          </w:tcPr>
          <w:p w14:paraId="36BDBDCC" w14:textId="58819780" w:rsidR="007B5711" w:rsidRPr="008478FE" w:rsidRDefault="007B5711" w:rsidP="006B12FE">
            <w:pPr>
              <w:jc w:val="center"/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14:paraId="282711A7" w14:textId="4A4B7495" w:rsidR="007B5711" w:rsidRPr="008478FE" w:rsidRDefault="007B5711" w:rsidP="006B12FE">
            <w:pPr>
              <w:jc w:val="center"/>
              <w:rPr>
                <w:b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4078" w:type="dxa"/>
          </w:tcPr>
          <w:p w14:paraId="7DDD05A3" w14:textId="5F930D1F" w:rsidR="007B5711" w:rsidRPr="008478FE" w:rsidRDefault="006B12FE" w:rsidP="007B5711">
            <w:pPr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(B) Nozzle</w:t>
            </w:r>
          </w:p>
        </w:tc>
      </w:tr>
      <w:tr w:rsidR="007B5711" w:rsidRPr="007B5711" w14:paraId="3AA3CD62" w14:textId="77777777" w:rsidTr="006B12FE">
        <w:trPr>
          <w:trHeight w:val="388"/>
        </w:trPr>
        <w:tc>
          <w:tcPr>
            <w:tcW w:w="2552" w:type="dxa"/>
          </w:tcPr>
          <w:p w14:paraId="3E79B380" w14:textId="5C1AB89C" w:rsidR="007B5711" w:rsidRPr="008478FE" w:rsidRDefault="007B5711" w:rsidP="006B12FE">
            <w:pPr>
              <w:jc w:val="center"/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3</w:t>
            </w:r>
          </w:p>
        </w:tc>
        <w:tc>
          <w:tcPr>
            <w:tcW w:w="2551" w:type="dxa"/>
          </w:tcPr>
          <w:p w14:paraId="5DE809B8" w14:textId="4BC4436E" w:rsidR="007B5711" w:rsidRPr="008478FE" w:rsidRDefault="007B5711" w:rsidP="006B12FE">
            <w:pPr>
              <w:jc w:val="center"/>
              <w:rPr>
                <w:b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4078" w:type="dxa"/>
          </w:tcPr>
          <w:p w14:paraId="29C9B7FA" w14:textId="01BB68BE" w:rsidR="007B5711" w:rsidRPr="008478FE" w:rsidRDefault="006B12FE" w:rsidP="007B5711">
            <w:pPr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(C) Welding wire</w:t>
            </w:r>
          </w:p>
        </w:tc>
      </w:tr>
      <w:tr w:rsidR="007B5711" w:rsidRPr="007B5711" w14:paraId="2111EC3C" w14:textId="77777777" w:rsidTr="006B12FE">
        <w:trPr>
          <w:trHeight w:val="388"/>
        </w:trPr>
        <w:tc>
          <w:tcPr>
            <w:tcW w:w="2552" w:type="dxa"/>
          </w:tcPr>
          <w:p w14:paraId="390B0118" w14:textId="6F6CBB7D" w:rsidR="007B5711" w:rsidRPr="008478FE" w:rsidRDefault="007B5711" w:rsidP="006B12FE">
            <w:pPr>
              <w:jc w:val="center"/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14:paraId="7635BD0C" w14:textId="435BC1DB" w:rsidR="007B5711" w:rsidRPr="008478FE" w:rsidRDefault="007B5711" w:rsidP="006B12FE">
            <w:pPr>
              <w:jc w:val="center"/>
              <w:rPr>
                <w:b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4078" w:type="dxa"/>
          </w:tcPr>
          <w:p w14:paraId="06A27292" w14:textId="3B857B11" w:rsidR="007B5711" w:rsidRPr="008478FE" w:rsidRDefault="006B12FE" w:rsidP="007B5711">
            <w:pPr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(D) Shielding</w:t>
            </w:r>
          </w:p>
        </w:tc>
      </w:tr>
      <w:tr w:rsidR="007B5711" w:rsidRPr="007B5711" w14:paraId="7E9EEE6D" w14:textId="77777777" w:rsidTr="006B12FE">
        <w:trPr>
          <w:trHeight w:val="388"/>
        </w:trPr>
        <w:tc>
          <w:tcPr>
            <w:tcW w:w="2552" w:type="dxa"/>
          </w:tcPr>
          <w:p w14:paraId="47A07F2E" w14:textId="7E3F2800" w:rsidR="007B5711" w:rsidRPr="008478FE" w:rsidRDefault="007B5711" w:rsidP="006B12FE">
            <w:pPr>
              <w:jc w:val="center"/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5</w:t>
            </w:r>
          </w:p>
        </w:tc>
        <w:tc>
          <w:tcPr>
            <w:tcW w:w="2551" w:type="dxa"/>
          </w:tcPr>
          <w:p w14:paraId="733BE931" w14:textId="3228C1CE" w:rsidR="007B5711" w:rsidRPr="008478FE" w:rsidRDefault="007B5711" w:rsidP="006B12FE">
            <w:pPr>
              <w:jc w:val="center"/>
              <w:rPr>
                <w:b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4078" w:type="dxa"/>
          </w:tcPr>
          <w:p w14:paraId="5C6DE2B4" w14:textId="059837DC" w:rsidR="007B5711" w:rsidRPr="008478FE" w:rsidRDefault="006B12FE" w:rsidP="007B5711">
            <w:pPr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(E) Gas cylinder</w:t>
            </w:r>
          </w:p>
        </w:tc>
      </w:tr>
      <w:tr w:rsidR="007B5711" w:rsidRPr="007B5711" w14:paraId="0501028E" w14:textId="77777777" w:rsidTr="006B12FE">
        <w:trPr>
          <w:trHeight w:val="388"/>
        </w:trPr>
        <w:tc>
          <w:tcPr>
            <w:tcW w:w="2552" w:type="dxa"/>
          </w:tcPr>
          <w:p w14:paraId="322DC00A" w14:textId="6C1A182E" w:rsidR="007B5711" w:rsidRPr="008478FE" w:rsidRDefault="007B5711" w:rsidP="006B12FE">
            <w:pPr>
              <w:jc w:val="center"/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6</w:t>
            </w:r>
          </w:p>
        </w:tc>
        <w:tc>
          <w:tcPr>
            <w:tcW w:w="2551" w:type="dxa"/>
          </w:tcPr>
          <w:p w14:paraId="202CFD9A" w14:textId="609FCE1B" w:rsidR="007B5711" w:rsidRPr="008478FE" w:rsidRDefault="007B5711" w:rsidP="006B12FE">
            <w:pPr>
              <w:jc w:val="center"/>
              <w:rPr>
                <w:b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4078" w:type="dxa"/>
          </w:tcPr>
          <w:p w14:paraId="7909B8BC" w14:textId="461E0BC9" w:rsidR="007B5711" w:rsidRPr="008478FE" w:rsidRDefault="006B12FE" w:rsidP="007B5711">
            <w:pPr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(F) Contact tip</w:t>
            </w:r>
          </w:p>
        </w:tc>
      </w:tr>
      <w:tr w:rsidR="007B5711" w:rsidRPr="007B5711" w14:paraId="4FAB75D5" w14:textId="77777777" w:rsidTr="006B12FE">
        <w:trPr>
          <w:trHeight w:val="388"/>
        </w:trPr>
        <w:tc>
          <w:tcPr>
            <w:tcW w:w="2552" w:type="dxa"/>
          </w:tcPr>
          <w:p w14:paraId="298291A7" w14:textId="229BAD34" w:rsidR="007B5711" w:rsidRPr="008478FE" w:rsidRDefault="007B5711" w:rsidP="006B12FE">
            <w:pPr>
              <w:jc w:val="center"/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7</w:t>
            </w:r>
          </w:p>
        </w:tc>
        <w:tc>
          <w:tcPr>
            <w:tcW w:w="2551" w:type="dxa"/>
          </w:tcPr>
          <w:p w14:paraId="111A6CB1" w14:textId="6DB2CC94" w:rsidR="007B5711" w:rsidRPr="008478FE" w:rsidRDefault="007B5711" w:rsidP="006B12FE">
            <w:pPr>
              <w:jc w:val="center"/>
              <w:rPr>
                <w:b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4078" w:type="dxa"/>
          </w:tcPr>
          <w:p w14:paraId="3DC87E8B" w14:textId="0BBF70E1" w:rsidR="007B5711" w:rsidRPr="008478FE" w:rsidRDefault="006B12FE" w:rsidP="007B5711">
            <w:pPr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(G) Return lead</w:t>
            </w:r>
          </w:p>
        </w:tc>
      </w:tr>
      <w:tr w:rsidR="007B5711" w:rsidRPr="007B5711" w14:paraId="71709628" w14:textId="77777777" w:rsidTr="006B12FE">
        <w:trPr>
          <w:trHeight w:val="388"/>
        </w:trPr>
        <w:tc>
          <w:tcPr>
            <w:tcW w:w="2552" w:type="dxa"/>
          </w:tcPr>
          <w:p w14:paraId="7FD45653" w14:textId="15092F59" w:rsidR="007B5711" w:rsidRPr="008478FE" w:rsidRDefault="007B5711" w:rsidP="006B12FE">
            <w:pPr>
              <w:jc w:val="center"/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8</w:t>
            </w:r>
          </w:p>
        </w:tc>
        <w:tc>
          <w:tcPr>
            <w:tcW w:w="2551" w:type="dxa"/>
          </w:tcPr>
          <w:p w14:paraId="1000A837" w14:textId="7F5F43BF" w:rsidR="007B5711" w:rsidRPr="008478FE" w:rsidRDefault="007B5711" w:rsidP="006B12FE">
            <w:pPr>
              <w:jc w:val="center"/>
              <w:rPr>
                <w:b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4078" w:type="dxa"/>
          </w:tcPr>
          <w:p w14:paraId="0441F56A" w14:textId="6B446107" w:rsidR="007B5711" w:rsidRPr="008478FE" w:rsidRDefault="006B12FE" w:rsidP="007B5711">
            <w:pPr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(H) Wire feed rolls</w:t>
            </w:r>
          </w:p>
        </w:tc>
      </w:tr>
      <w:tr w:rsidR="007B5711" w:rsidRPr="007B5711" w14:paraId="2CDC1F44" w14:textId="77777777" w:rsidTr="006B12FE">
        <w:trPr>
          <w:trHeight w:val="388"/>
        </w:trPr>
        <w:tc>
          <w:tcPr>
            <w:tcW w:w="2552" w:type="dxa"/>
          </w:tcPr>
          <w:p w14:paraId="073D74A5" w14:textId="75BBB174" w:rsidR="007B5711" w:rsidRPr="008478FE" w:rsidRDefault="007B5711" w:rsidP="006B12FE">
            <w:pPr>
              <w:jc w:val="center"/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9</w:t>
            </w:r>
          </w:p>
        </w:tc>
        <w:tc>
          <w:tcPr>
            <w:tcW w:w="2551" w:type="dxa"/>
          </w:tcPr>
          <w:p w14:paraId="5BB09802" w14:textId="04B6EB81" w:rsidR="007B5711" w:rsidRPr="008478FE" w:rsidRDefault="007B5711" w:rsidP="006B12FE">
            <w:pPr>
              <w:jc w:val="center"/>
              <w:rPr>
                <w:b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4078" w:type="dxa"/>
          </w:tcPr>
          <w:p w14:paraId="20C47C2A" w14:textId="07167CA9" w:rsidR="007B5711" w:rsidRPr="008478FE" w:rsidRDefault="006B12FE" w:rsidP="007B5711">
            <w:pPr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(J) Work piece</w:t>
            </w:r>
          </w:p>
        </w:tc>
      </w:tr>
      <w:tr w:rsidR="007B5711" w:rsidRPr="007B5711" w14:paraId="35F1394A" w14:textId="77777777" w:rsidTr="006B12FE">
        <w:trPr>
          <w:trHeight w:val="388"/>
        </w:trPr>
        <w:tc>
          <w:tcPr>
            <w:tcW w:w="2552" w:type="dxa"/>
          </w:tcPr>
          <w:p w14:paraId="13A83C89" w14:textId="7BF09262" w:rsidR="007B5711" w:rsidRPr="008478FE" w:rsidRDefault="007B5711" w:rsidP="006B12FE">
            <w:pPr>
              <w:jc w:val="center"/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10</w:t>
            </w:r>
          </w:p>
        </w:tc>
        <w:tc>
          <w:tcPr>
            <w:tcW w:w="2551" w:type="dxa"/>
          </w:tcPr>
          <w:p w14:paraId="38271C87" w14:textId="787563BD" w:rsidR="007B5711" w:rsidRPr="008478FE" w:rsidRDefault="007B5711" w:rsidP="006B12FE">
            <w:pPr>
              <w:jc w:val="center"/>
              <w:rPr>
                <w:b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4078" w:type="dxa"/>
          </w:tcPr>
          <w:p w14:paraId="4F7E28D4" w14:textId="020C5B66" w:rsidR="007B5711" w:rsidRPr="008478FE" w:rsidRDefault="006B12FE" w:rsidP="007B5711">
            <w:pPr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(K) Wire electrode</w:t>
            </w:r>
          </w:p>
        </w:tc>
      </w:tr>
      <w:tr w:rsidR="007B5711" w:rsidRPr="007B5711" w14:paraId="718ACEF7" w14:textId="77777777" w:rsidTr="006B12FE">
        <w:trPr>
          <w:trHeight w:val="388"/>
        </w:trPr>
        <w:tc>
          <w:tcPr>
            <w:tcW w:w="2552" w:type="dxa"/>
          </w:tcPr>
          <w:p w14:paraId="4B524383" w14:textId="003404EF" w:rsidR="007B5711" w:rsidRPr="008478FE" w:rsidRDefault="007B5711" w:rsidP="006B12FE">
            <w:pPr>
              <w:jc w:val="center"/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11</w:t>
            </w:r>
          </w:p>
        </w:tc>
        <w:tc>
          <w:tcPr>
            <w:tcW w:w="2551" w:type="dxa"/>
          </w:tcPr>
          <w:p w14:paraId="2DF4E310" w14:textId="4A804C7C" w:rsidR="007B5711" w:rsidRPr="008478FE" w:rsidRDefault="007B5711" w:rsidP="006B12FE">
            <w:pPr>
              <w:jc w:val="center"/>
              <w:rPr>
                <w:b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4078" w:type="dxa"/>
          </w:tcPr>
          <w:p w14:paraId="26B7BAED" w14:textId="64DF6375" w:rsidR="007B5711" w:rsidRPr="008478FE" w:rsidRDefault="006B12FE" w:rsidP="007B5711">
            <w:pPr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(L) Flow meter</w:t>
            </w:r>
          </w:p>
        </w:tc>
      </w:tr>
      <w:tr w:rsidR="007B5711" w:rsidRPr="007B5711" w14:paraId="27694AEE" w14:textId="77777777" w:rsidTr="006B12FE">
        <w:trPr>
          <w:trHeight w:val="388"/>
        </w:trPr>
        <w:tc>
          <w:tcPr>
            <w:tcW w:w="2552" w:type="dxa"/>
          </w:tcPr>
          <w:p w14:paraId="7532D4C3" w14:textId="159A62D7" w:rsidR="007B5711" w:rsidRPr="008478FE" w:rsidRDefault="007B5711" w:rsidP="006B12FE">
            <w:pPr>
              <w:jc w:val="center"/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12</w:t>
            </w:r>
          </w:p>
        </w:tc>
        <w:tc>
          <w:tcPr>
            <w:tcW w:w="2551" w:type="dxa"/>
          </w:tcPr>
          <w:p w14:paraId="3A192092" w14:textId="37031095" w:rsidR="007B5711" w:rsidRPr="008478FE" w:rsidRDefault="007B5711" w:rsidP="006B12FE">
            <w:pPr>
              <w:jc w:val="center"/>
              <w:rPr>
                <w:b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4078" w:type="dxa"/>
          </w:tcPr>
          <w:p w14:paraId="710351E2" w14:textId="4A0A8DDF" w:rsidR="007B5711" w:rsidRPr="008478FE" w:rsidRDefault="006B12FE" w:rsidP="007B5711">
            <w:pPr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(M) Electrode cable/lead</w:t>
            </w:r>
          </w:p>
        </w:tc>
      </w:tr>
      <w:tr w:rsidR="007B5711" w:rsidRPr="007B5711" w14:paraId="0DC79066" w14:textId="77777777" w:rsidTr="006B12FE">
        <w:trPr>
          <w:trHeight w:val="388"/>
        </w:trPr>
        <w:tc>
          <w:tcPr>
            <w:tcW w:w="2552" w:type="dxa"/>
          </w:tcPr>
          <w:p w14:paraId="0A5C11FC" w14:textId="4A45679A" w:rsidR="007B5711" w:rsidRPr="008478FE" w:rsidRDefault="007B5711" w:rsidP="006B12FE">
            <w:pPr>
              <w:jc w:val="center"/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13</w:t>
            </w:r>
          </w:p>
        </w:tc>
        <w:tc>
          <w:tcPr>
            <w:tcW w:w="2551" w:type="dxa"/>
          </w:tcPr>
          <w:p w14:paraId="092AA0BB" w14:textId="0B9FEE50" w:rsidR="007B5711" w:rsidRPr="008478FE" w:rsidRDefault="007B5711" w:rsidP="006B12FE">
            <w:pPr>
              <w:jc w:val="center"/>
              <w:rPr>
                <w:b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4078" w:type="dxa"/>
          </w:tcPr>
          <w:p w14:paraId="4364D18B" w14:textId="6C108B36" w:rsidR="007B5711" w:rsidRPr="008478FE" w:rsidRDefault="006B12FE" w:rsidP="007B5711">
            <w:pPr>
              <w:rPr>
                <w:sz w:val="22"/>
                <w:szCs w:val="22"/>
              </w:rPr>
            </w:pPr>
            <w:r w:rsidRPr="008478FE">
              <w:rPr>
                <w:sz w:val="22"/>
                <w:szCs w:val="22"/>
              </w:rPr>
              <w:t>(N) Power source</w:t>
            </w:r>
          </w:p>
        </w:tc>
      </w:tr>
    </w:tbl>
    <w:p w14:paraId="6E203D33" w14:textId="77777777" w:rsidR="007B5711" w:rsidRPr="00985AB8" w:rsidRDefault="007B5711" w:rsidP="008478FE">
      <w:pPr>
        <w:pStyle w:val="Body"/>
        <w:rPr>
          <w:b/>
          <w:bCs/>
          <w:i/>
          <w:iCs/>
          <w:sz w:val="22"/>
          <w:szCs w:val="22"/>
        </w:rPr>
      </w:pPr>
    </w:p>
    <w:sectPr w:rsidR="007B5711" w:rsidRPr="00985AB8" w:rsidSect="00F03B21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0364D" w14:textId="77777777" w:rsidR="007B5711" w:rsidRDefault="007B5711">
      <w:pPr>
        <w:spacing w:before="0" w:after="0" w:line="240" w:lineRule="auto"/>
      </w:pPr>
      <w:r>
        <w:separator/>
      </w:r>
    </w:p>
  </w:endnote>
  <w:endnote w:type="continuationSeparator" w:id="0">
    <w:p w14:paraId="00521806" w14:textId="77777777" w:rsidR="007B5711" w:rsidRDefault="007B5711">
      <w:pPr>
        <w:spacing w:before="0" w:after="0" w:line="240" w:lineRule="auto"/>
      </w:pPr>
      <w:r>
        <w:continuationSeparator/>
      </w:r>
    </w:p>
  </w:endnote>
  <w:endnote w:type="continuationNotice" w:id="1">
    <w:p w14:paraId="37E82C7B" w14:textId="77777777" w:rsidR="007B5711" w:rsidRDefault="007B571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6514D" w14:textId="77777777" w:rsidR="007B5711" w:rsidRPr="004820C4" w:rsidRDefault="007B5711" w:rsidP="00F03B21">
    <w:pPr>
      <w:pStyle w:val="Footer-DocumentTitleLeft"/>
    </w:pPr>
  </w:p>
  <w:p w14:paraId="3B36514E" w14:textId="77777777" w:rsidR="007B5711" w:rsidRDefault="007B5711" w:rsidP="00F03B21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3B36514F" w14:textId="77777777" w:rsidR="007B5711" w:rsidRPr="0006452B" w:rsidRDefault="007B5711" w:rsidP="00F03B21"/>
  <w:p w14:paraId="3B365150" w14:textId="77777777" w:rsidR="007B5711" w:rsidRDefault="007B5711" w:rsidP="00F03B2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87960" w14:textId="02B5B91A" w:rsidR="007B5711" w:rsidRDefault="007B5711" w:rsidP="00835512">
    <w:pPr>
      <w:pStyle w:val="Bodyfooter"/>
      <w:tabs>
        <w:tab w:val="left" w:pos="3621"/>
      </w:tabs>
    </w:pPr>
    <w:r w:rsidRPr="008D467A">
      <w:t>Document title</w:t>
    </w:r>
    <w:r>
      <w:t xml:space="preserve">: </w:t>
    </w:r>
    <w:sdt>
      <w:sdtPr>
        <w:alias w:val="Title"/>
        <w:id w:val="-1635013972"/>
        <w:placeholder>
          <w:docPart w:val="05D17F34CE54431B95CF0569603981A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MEM05050B_MG_Kn_1of2</w:t>
        </w:r>
      </w:sdtContent>
    </w:sdt>
    <w:r w:rsidRPr="008D467A">
      <w:tab/>
    </w:r>
  </w:p>
  <w:p w14:paraId="3B365151" w14:textId="404DF06B" w:rsidR="007B5711" w:rsidRDefault="007B5711" w:rsidP="00835512">
    <w:pPr>
      <w:pStyle w:val="Bodyfooter"/>
      <w:tabs>
        <w:tab w:val="left" w:pos="3621"/>
      </w:tabs>
      <w:rPr>
        <w:noProof/>
      </w:rPr>
    </w:pPr>
    <w:r>
      <w:t>Resource ID: MRS_18_04_</w:t>
    </w:r>
    <w:sdt>
      <w:sdtPr>
        <w:alias w:val="Title"/>
        <w:id w:val="-495037155"/>
        <w:placeholder>
          <w:docPart w:val="16026827ED834954B3563F00F843DEC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MEM05050B_MG_Kn_1of2</w:t>
        </w:r>
      </w:sdtContent>
    </w:sdt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CE44CD">
      <w:rPr>
        <w:noProof/>
      </w:rPr>
      <w:t>22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CE44CD">
      <w:rPr>
        <w:noProof/>
      </w:rPr>
      <w:t>23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65154" w14:textId="712FFA0D" w:rsidR="007B5711" w:rsidRPr="008D467A" w:rsidRDefault="007B5711" w:rsidP="00F03B21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22</w:t>
    </w:r>
    <w:r>
      <w:rPr>
        <w:noProof/>
      </w:rPr>
      <w:fldChar w:fldCharType="end"/>
    </w:r>
  </w:p>
  <w:p w14:paraId="3B365155" w14:textId="77777777" w:rsidR="007B5711" w:rsidRPr="008948B1" w:rsidRDefault="007B5711" w:rsidP="00F03B21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3B365156" w14:textId="77777777" w:rsidR="007B5711" w:rsidRPr="00AA3155" w:rsidRDefault="007B5711" w:rsidP="00F03B21">
    <w:pPr>
      <w:pStyle w:val="Footer"/>
    </w:pPr>
  </w:p>
  <w:p w14:paraId="3B365157" w14:textId="77777777" w:rsidR="007B5711" w:rsidRDefault="007B5711" w:rsidP="00F03B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4634C" w14:textId="77777777" w:rsidR="007B5711" w:rsidRDefault="007B5711">
      <w:pPr>
        <w:spacing w:before="0" w:after="0" w:line="240" w:lineRule="auto"/>
      </w:pPr>
      <w:r>
        <w:separator/>
      </w:r>
    </w:p>
  </w:footnote>
  <w:footnote w:type="continuationSeparator" w:id="0">
    <w:p w14:paraId="7AA0941B" w14:textId="77777777" w:rsidR="007B5711" w:rsidRDefault="007B5711">
      <w:pPr>
        <w:spacing w:before="0" w:after="0" w:line="240" w:lineRule="auto"/>
      </w:pPr>
      <w:r>
        <w:continuationSeparator/>
      </w:r>
    </w:p>
  </w:footnote>
  <w:footnote w:type="continuationNotice" w:id="1">
    <w:p w14:paraId="38172395" w14:textId="77777777" w:rsidR="007B5711" w:rsidRDefault="007B571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6514A" w14:textId="77777777" w:rsidR="007B5711" w:rsidRDefault="007B5711" w:rsidP="00F03B21"/>
  <w:p w14:paraId="3B36514B" w14:textId="77777777" w:rsidR="007B5711" w:rsidRDefault="007B5711" w:rsidP="00F03B2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6514C" w14:textId="77777777" w:rsidR="007B5711" w:rsidRDefault="007B5711" w:rsidP="00F03B2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3B365158" wp14:editId="3B365159">
          <wp:extent cx="1591359" cy="397840"/>
          <wp:effectExtent l="0" t="0" r="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65152" w14:textId="77777777" w:rsidR="007B5711" w:rsidRDefault="007B5711" w:rsidP="00F03B21">
    <w:pPr>
      <w:pStyle w:val="Header"/>
    </w:pPr>
  </w:p>
  <w:p w14:paraId="3B365153" w14:textId="77777777" w:rsidR="007B5711" w:rsidRDefault="007B5711" w:rsidP="00F03B2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4B50"/>
    <w:multiLevelType w:val="hybridMultilevel"/>
    <w:tmpl w:val="25ACB6B4"/>
    <w:lvl w:ilvl="0" w:tplc="9B86DE3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A9D24CE8">
      <w:start w:val="1"/>
      <w:numFmt w:val="lowerLetter"/>
      <w:lvlText w:val="%2."/>
      <w:lvlJc w:val="left"/>
      <w:pPr>
        <w:ind w:left="1440" w:hanging="360"/>
      </w:pPr>
    </w:lvl>
    <w:lvl w:ilvl="2" w:tplc="F3F245C6">
      <w:start w:val="1"/>
      <w:numFmt w:val="lowerRoman"/>
      <w:lvlText w:val="%3."/>
      <w:lvlJc w:val="right"/>
      <w:pPr>
        <w:ind w:left="2160" w:hanging="180"/>
      </w:pPr>
    </w:lvl>
    <w:lvl w:ilvl="3" w:tplc="2B269B06">
      <w:start w:val="1"/>
      <w:numFmt w:val="decimal"/>
      <w:lvlText w:val="%4."/>
      <w:lvlJc w:val="left"/>
      <w:pPr>
        <w:ind w:left="2880" w:hanging="360"/>
      </w:pPr>
    </w:lvl>
    <w:lvl w:ilvl="4" w:tplc="E4F06606">
      <w:start w:val="1"/>
      <w:numFmt w:val="lowerLetter"/>
      <w:lvlText w:val="%5."/>
      <w:lvlJc w:val="left"/>
      <w:pPr>
        <w:ind w:left="3600" w:hanging="360"/>
      </w:pPr>
    </w:lvl>
    <w:lvl w:ilvl="5" w:tplc="82521BA6">
      <w:start w:val="1"/>
      <w:numFmt w:val="lowerRoman"/>
      <w:lvlText w:val="%6."/>
      <w:lvlJc w:val="right"/>
      <w:pPr>
        <w:ind w:left="4320" w:hanging="180"/>
      </w:pPr>
    </w:lvl>
    <w:lvl w:ilvl="6" w:tplc="19005A46">
      <w:start w:val="1"/>
      <w:numFmt w:val="decimal"/>
      <w:lvlText w:val="%7."/>
      <w:lvlJc w:val="left"/>
      <w:pPr>
        <w:ind w:left="5040" w:hanging="360"/>
      </w:pPr>
    </w:lvl>
    <w:lvl w:ilvl="7" w:tplc="B5F61182">
      <w:start w:val="1"/>
      <w:numFmt w:val="lowerLetter"/>
      <w:lvlText w:val="%8."/>
      <w:lvlJc w:val="left"/>
      <w:pPr>
        <w:ind w:left="5760" w:hanging="360"/>
      </w:pPr>
    </w:lvl>
    <w:lvl w:ilvl="8" w:tplc="E75EC3D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3974"/>
    <w:multiLevelType w:val="hybridMultilevel"/>
    <w:tmpl w:val="BF98A740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E5EDA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6662F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A19B8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82FC7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50E1D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B509D"/>
    <w:multiLevelType w:val="hybridMultilevel"/>
    <w:tmpl w:val="C7D6E560"/>
    <w:lvl w:ilvl="0" w:tplc="E40C256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FE2E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24B8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DE6E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3486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3AB6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7A8C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E607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68CB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94193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E42D1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E79F1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91755E"/>
    <w:multiLevelType w:val="hybridMultilevel"/>
    <w:tmpl w:val="F6B652A8"/>
    <w:lvl w:ilvl="0" w:tplc="37AE61E6">
      <w:start w:val="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24256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615FA"/>
    <w:multiLevelType w:val="hybridMultilevel"/>
    <w:tmpl w:val="F2DA347E"/>
    <w:lvl w:ilvl="0" w:tplc="68E0DCC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439E85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1414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2A6C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E30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EA2B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7C97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885D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0249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B0147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6" w15:restartNumberingAfterBreak="0">
    <w:nsid w:val="2F580CC8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64159"/>
    <w:multiLevelType w:val="hybridMultilevel"/>
    <w:tmpl w:val="667C43EC"/>
    <w:lvl w:ilvl="0" w:tplc="89528522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BBCA01C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D7708E34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340104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76DE89E2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19A67BD4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DF4C248C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97F65736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4B183C48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33AC02A4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AD3DEC"/>
    <w:multiLevelType w:val="hybridMultilevel"/>
    <w:tmpl w:val="37A0660C"/>
    <w:lvl w:ilvl="0" w:tplc="B8D43FF8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991668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CE61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8EF0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A3C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D8E7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46AE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64F7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20E5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3820A9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C4CB1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40714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31107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53253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534DAD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561B1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4A6948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3E6D6D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2B3FAE"/>
    <w:multiLevelType w:val="hybridMultilevel"/>
    <w:tmpl w:val="A89618B0"/>
    <w:lvl w:ilvl="0" w:tplc="F0E08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8C05D8" w:tentative="1">
      <w:start w:val="1"/>
      <w:numFmt w:val="lowerLetter"/>
      <w:lvlText w:val="%2."/>
      <w:lvlJc w:val="left"/>
      <w:pPr>
        <w:ind w:left="1440" w:hanging="360"/>
      </w:pPr>
    </w:lvl>
    <w:lvl w:ilvl="2" w:tplc="AF7EFEF2" w:tentative="1">
      <w:start w:val="1"/>
      <w:numFmt w:val="lowerRoman"/>
      <w:lvlText w:val="%3."/>
      <w:lvlJc w:val="right"/>
      <w:pPr>
        <w:ind w:left="2160" w:hanging="180"/>
      </w:pPr>
    </w:lvl>
    <w:lvl w:ilvl="3" w:tplc="3B10279E" w:tentative="1">
      <w:start w:val="1"/>
      <w:numFmt w:val="decimal"/>
      <w:lvlText w:val="%4."/>
      <w:lvlJc w:val="left"/>
      <w:pPr>
        <w:ind w:left="2880" w:hanging="360"/>
      </w:pPr>
    </w:lvl>
    <w:lvl w:ilvl="4" w:tplc="1B46AA52" w:tentative="1">
      <w:start w:val="1"/>
      <w:numFmt w:val="lowerLetter"/>
      <w:lvlText w:val="%5."/>
      <w:lvlJc w:val="left"/>
      <w:pPr>
        <w:ind w:left="3600" w:hanging="360"/>
      </w:pPr>
    </w:lvl>
    <w:lvl w:ilvl="5" w:tplc="825C7FFA" w:tentative="1">
      <w:start w:val="1"/>
      <w:numFmt w:val="lowerRoman"/>
      <w:lvlText w:val="%6."/>
      <w:lvlJc w:val="right"/>
      <w:pPr>
        <w:ind w:left="4320" w:hanging="180"/>
      </w:pPr>
    </w:lvl>
    <w:lvl w:ilvl="6" w:tplc="1BD65A4C" w:tentative="1">
      <w:start w:val="1"/>
      <w:numFmt w:val="decimal"/>
      <w:lvlText w:val="%7."/>
      <w:lvlJc w:val="left"/>
      <w:pPr>
        <w:ind w:left="5040" w:hanging="360"/>
      </w:pPr>
    </w:lvl>
    <w:lvl w:ilvl="7" w:tplc="A99AFC4E" w:tentative="1">
      <w:start w:val="1"/>
      <w:numFmt w:val="lowerLetter"/>
      <w:lvlText w:val="%8."/>
      <w:lvlJc w:val="left"/>
      <w:pPr>
        <w:ind w:left="5760" w:hanging="360"/>
      </w:pPr>
    </w:lvl>
    <w:lvl w:ilvl="8" w:tplc="D16A81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1F1C1E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72A54"/>
    <w:multiLevelType w:val="hybridMultilevel"/>
    <w:tmpl w:val="25ACB6B4"/>
    <w:lvl w:ilvl="0" w:tplc="9B86DE3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A9D24CE8">
      <w:start w:val="1"/>
      <w:numFmt w:val="lowerLetter"/>
      <w:lvlText w:val="%2."/>
      <w:lvlJc w:val="left"/>
      <w:pPr>
        <w:ind w:left="1440" w:hanging="360"/>
      </w:pPr>
    </w:lvl>
    <w:lvl w:ilvl="2" w:tplc="F3F245C6">
      <w:start w:val="1"/>
      <w:numFmt w:val="lowerRoman"/>
      <w:lvlText w:val="%3."/>
      <w:lvlJc w:val="right"/>
      <w:pPr>
        <w:ind w:left="2160" w:hanging="180"/>
      </w:pPr>
    </w:lvl>
    <w:lvl w:ilvl="3" w:tplc="2B269B06">
      <w:start w:val="1"/>
      <w:numFmt w:val="decimal"/>
      <w:lvlText w:val="%4."/>
      <w:lvlJc w:val="left"/>
      <w:pPr>
        <w:ind w:left="2880" w:hanging="360"/>
      </w:pPr>
    </w:lvl>
    <w:lvl w:ilvl="4" w:tplc="E4F06606">
      <w:start w:val="1"/>
      <w:numFmt w:val="lowerLetter"/>
      <w:lvlText w:val="%5."/>
      <w:lvlJc w:val="left"/>
      <w:pPr>
        <w:ind w:left="3600" w:hanging="360"/>
      </w:pPr>
    </w:lvl>
    <w:lvl w:ilvl="5" w:tplc="82521BA6">
      <w:start w:val="1"/>
      <w:numFmt w:val="lowerRoman"/>
      <w:lvlText w:val="%6."/>
      <w:lvlJc w:val="right"/>
      <w:pPr>
        <w:ind w:left="4320" w:hanging="180"/>
      </w:pPr>
    </w:lvl>
    <w:lvl w:ilvl="6" w:tplc="19005A46">
      <w:start w:val="1"/>
      <w:numFmt w:val="decimal"/>
      <w:lvlText w:val="%7."/>
      <w:lvlJc w:val="left"/>
      <w:pPr>
        <w:ind w:left="5040" w:hanging="360"/>
      </w:pPr>
    </w:lvl>
    <w:lvl w:ilvl="7" w:tplc="B5F61182">
      <w:start w:val="1"/>
      <w:numFmt w:val="lowerLetter"/>
      <w:lvlText w:val="%8."/>
      <w:lvlJc w:val="left"/>
      <w:pPr>
        <w:ind w:left="5760" w:hanging="360"/>
      </w:pPr>
    </w:lvl>
    <w:lvl w:ilvl="8" w:tplc="E75EC3DE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0629D8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158A5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8E31D1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3560B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E16C71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2E14B6"/>
    <w:multiLevelType w:val="hybridMultilevel"/>
    <w:tmpl w:val="4232E460"/>
    <w:lvl w:ilvl="0" w:tplc="731C9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B2684C" w:tentative="1">
      <w:start w:val="1"/>
      <w:numFmt w:val="lowerLetter"/>
      <w:lvlText w:val="%2."/>
      <w:lvlJc w:val="left"/>
      <w:pPr>
        <w:ind w:left="1440" w:hanging="360"/>
      </w:pPr>
    </w:lvl>
    <w:lvl w:ilvl="2" w:tplc="8EC21E82" w:tentative="1">
      <w:start w:val="1"/>
      <w:numFmt w:val="lowerRoman"/>
      <w:lvlText w:val="%3."/>
      <w:lvlJc w:val="right"/>
      <w:pPr>
        <w:ind w:left="2160" w:hanging="180"/>
      </w:pPr>
    </w:lvl>
    <w:lvl w:ilvl="3" w:tplc="D76E517C" w:tentative="1">
      <w:start w:val="1"/>
      <w:numFmt w:val="decimal"/>
      <w:lvlText w:val="%4."/>
      <w:lvlJc w:val="left"/>
      <w:pPr>
        <w:ind w:left="2880" w:hanging="360"/>
      </w:pPr>
    </w:lvl>
    <w:lvl w:ilvl="4" w:tplc="526A0B08" w:tentative="1">
      <w:start w:val="1"/>
      <w:numFmt w:val="lowerLetter"/>
      <w:lvlText w:val="%5."/>
      <w:lvlJc w:val="left"/>
      <w:pPr>
        <w:ind w:left="3600" w:hanging="360"/>
      </w:pPr>
    </w:lvl>
    <w:lvl w:ilvl="5" w:tplc="AD9A8C56" w:tentative="1">
      <w:start w:val="1"/>
      <w:numFmt w:val="lowerRoman"/>
      <w:lvlText w:val="%6."/>
      <w:lvlJc w:val="right"/>
      <w:pPr>
        <w:ind w:left="4320" w:hanging="180"/>
      </w:pPr>
    </w:lvl>
    <w:lvl w:ilvl="6" w:tplc="34DE774C" w:tentative="1">
      <w:start w:val="1"/>
      <w:numFmt w:val="decimal"/>
      <w:lvlText w:val="%7."/>
      <w:lvlJc w:val="left"/>
      <w:pPr>
        <w:ind w:left="5040" w:hanging="360"/>
      </w:pPr>
    </w:lvl>
    <w:lvl w:ilvl="7" w:tplc="FA80C17C" w:tentative="1">
      <w:start w:val="1"/>
      <w:numFmt w:val="lowerLetter"/>
      <w:lvlText w:val="%8."/>
      <w:lvlJc w:val="left"/>
      <w:pPr>
        <w:ind w:left="5760" w:hanging="360"/>
      </w:pPr>
    </w:lvl>
    <w:lvl w:ilvl="8" w:tplc="3C7A76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5D66DF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64318F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EB3873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05989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2015E0"/>
    <w:multiLevelType w:val="hybridMultilevel"/>
    <w:tmpl w:val="DDEAD6C0"/>
    <w:lvl w:ilvl="0" w:tplc="2EE20A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C83832" w:tentative="1">
      <w:start w:val="1"/>
      <w:numFmt w:val="lowerLetter"/>
      <w:lvlText w:val="%2."/>
      <w:lvlJc w:val="left"/>
      <w:pPr>
        <w:ind w:left="1440" w:hanging="360"/>
      </w:pPr>
    </w:lvl>
    <w:lvl w:ilvl="2" w:tplc="56D49B62" w:tentative="1">
      <w:start w:val="1"/>
      <w:numFmt w:val="lowerRoman"/>
      <w:lvlText w:val="%3."/>
      <w:lvlJc w:val="right"/>
      <w:pPr>
        <w:ind w:left="2160" w:hanging="180"/>
      </w:pPr>
    </w:lvl>
    <w:lvl w:ilvl="3" w:tplc="64E0784E" w:tentative="1">
      <w:start w:val="1"/>
      <w:numFmt w:val="decimal"/>
      <w:lvlText w:val="%4."/>
      <w:lvlJc w:val="left"/>
      <w:pPr>
        <w:ind w:left="2880" w:hanging="360"/>
      </w:pPr>
    </w:lvl>
    <w:lvl w:ilvl="4" w:tplc="C46E6D3A" w:tentative="1">
      <w:start w:val="1"/>
      <w:numFmt w:val="lowerLetter"/>
      <w:lvlText w:val="%5."/>
      <w:lvlJc w:val="left"/>
      <w:pPr>
        <w:ind w:left="3600" w:hanging="360"/>
      </w:pPr>
    </w:lvl>
    <w:lvl w:ilvl="5" w:tplc="CD48D406" w:tentative="1">
      <w:start w:val="1"/>
      <w:numFmt w:val="lowerRoman"/>
      <w:lvlText w:val="%6."/>
      <w:lvlJc w:val="right"/>
      <w:pPr>
        <w:ind w:left="4320" w:hanging="180"/>
      </w:pPr>
    </w:lvl>
    <w:lvl w:ilvl="6" w:tplc="898C4CBE" w:tentative="1">
      <w:start w:val="1"/>
      <w:numFmt w:val="decimal"/>
      <w:lvlText w:val="%7."/>
      <w:lvlJc w:val="left"/>
      <w:pPr>
        <w:ind w:left="5040" w:hanging="360"/>
      </w:pPr>
    </w:lvl>
    <w:lvl w:ilvl="7" w:tplc="82B86350" w:tentative="1">
      <w:start w:val="1"/>
      <w:numFmt w:val="lowerLetter"/>
      <w:lvlText w:val="%8."/>
      <w:lvlJc w:val="left"/>
      <w:pPr>
        <w:ind w:left="5760" w:hanging="360"/>
      </w:pPr>
    </w:lvl>
    <w:lvl w:ilvl="8" w:tplc="81681B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B37AA9"/>
    <w:multiLevelType w:val="hybridMultilevel"/>
    <w:tmpl w:val="6B0C15AA"/>
    <w:lvl w:ilvl="0" w:tplc="95823542">
      <w:start w:val="1"/>
      <w:numFmt w:val="lowerLetter"/>
      <w:lvlText w:val="%1)"/>
      <w:lvlJc w:val="left"/>
      <w:pPr>
        <w:ind w:left="720" w:hanging="360"/>
      </w:pPr>
    </w:lvl>
    <w:lvl w:ilvl="1" w:tplc="88327EC4" w:tentative="1">
      <w:start w:val="1"/>
      <w:numFmt w:val="lowerLetter"/>
      <w:lvlText w:val="%2."/>
      <w:lvlJc w:val="left"/>
      <w:pPr>
        <w:ind w:left="1440" w:hanging="360"/>
      </w:pPr>
    </w:lvl>
    <w:lvl w:ilvl="2" w:tplc="C6A098F0" w:tentative="1">
      <w:start w:val="1"/>
      <w:numFmt w:val="lowerRoman"/>
      <w:lvlText w:val="%3."/>
      <w:lvlJc w:val="right"/>
      <w:pPr>
        <w:ind w:left="2160" w:hanging="180"/>
      </w:pPr>
    </w:lvl>
    <w:lvl w:ilvl="3" w:tplc="C3A0433C" w:tentative="1">
      <w:start w:val="1"/>
      <w:numFmt w:val="decimal"/>
      <w:lvlText w:val="%4."/>
      <w:lvlJc w:val="left"/>
      <w:pPr>
        <w:ind w:left="2880" w:hanging="360"/>
      </w:pPr>
    </w:lvl>
    <w:lvl w:ilvl="4" w:tplc="D72EBE1E" w:tentative="1">
      <w:start w:val="1"/>
      <w:numFmt w:val="lowerLetter"/>
      <w:lvlText w:val="%5."/>
      <w:lvlJc w:val="left"/>
      <w:pPr>
        <w:ind w:left="3600" w:hanging="360"/>
      </w:pPr>
    </w:lvl>
    <w:lvl w:ilvl="5" w:tplc="F89E8490" w:tentative="1">
      <w:start w:val="1"/>
      <w:numFmt w:val="lowerRoman"/>
      <w:lvlText w:val="%6."/>
      <w:lvlJc w:val="right"/>
      <w:pPr>
        <w:ind w:left="4320" w:hanging="180"/>
      </w:pPr>
    </w:lvl>
    <w:lvl w:ilvl="6" w:tplc="1324CCA2" w:tentative="1">
      <w:start w:val="1"/>
      <w:numFmt w:val="decimal"/>
      <w:lvlText w:val="%7."/>
      <w:lvlJc w:val="left"/>
      <w:pPr>
        <w:ind w:left="5040" w:hanging="360"/>
      </w:pPr>
    </w:lvl>
    <w:lvl w:ilvl="7" w:tplc="0D76E198" w:tentative="1">
      <w:start w:val="1"/>
      <w:numFmt w:val="lowerLetter"/>
      <w:lvlText w:val="%8."/>
      <w:lvlJc w:val="left"/>
      <w:pPr>
        <w:ind w:left="5760" w:hanging="360"/>
      </w:pPr>
    </w:lvl>
    <w:lvl w:ilvl="8" w:tplc="0CAA52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3"/>
  </w:num>
  <w:num w:numId="5">
    <w:abstractNumId w:val="19"/>
  </w:num>
  <w:num w:numId="6">
    <w:abstractNumId w:val="37"/>
  </w:num>
  <w:num w:numId="7">
    <w:abstractNumId w:val="42"/>
  </w:num>
  <w:num w:numId="8">
    <w:abstractNumId w:val="22"/>
  </w:num>
  <w:num w:numId="9">
    <w:abstractNumId w:val="29"/>
  </w:num>
  <w:num w:numId="10">
    <w:abstractNumId w:val="17"/>
  </w:num>
  <w:num w:numId="11">
    <w:abstractNumId w:val="10"/>
  </w:num>
  <w:num w:numId="12">
    <w:abstractNumId w:val="30"/>
  </w:num>
  <w:num w:numId="13">
    <w:abstractNumId w:val="23"/>
  </w:num>
  <w:num w:numId="14">
    <w:abstractNumId w:val="8"/>
  </w:num>
  <w:num w:numId="15">
    <w:abstractNumId w:val="39"/>
  </w:num>
  <w:num w:numId="16">
    <w:abstractNumId w:val="2"/>
  </w:num>
  <w:num w:numId="17">
    <w:abstractNumId w:val="16"/>
  </w:num>
  <w:num w:numId="18">
    <w:abstractNumId w:val="34"/>
  </w:num>
  <w:num w:numId="19">
    <w:abstractNumId w:val="9"/>
  </w:num>
  <w:num w:numId="20">
    <w:abstractNumId w:val="27"/>
  </w:num>
  <w:num w:numId="21">
    <w:abstractNumId w:val="40"/>
  </w:num>
  <w:num w:numId="22">
    <w:abstractNumId w:val="21"/>
  </w:num>
  <w:num w:numId="23">
    <w:abstractNumId w:val="25"/>
  </w:num>
  <w:num w:numId="24">
    <w:abstractNumId w:val="5"/>
  </w:num>
  <w:num w:numId="25">
    <w:abstractNumId w:val="6"/>
  </w:num>
  <w:num w:numId="26">
    <w:abstractNumId w:val="26"/>
  </w:num>
  <w:num w:numId="27">
    <w:abstractNumId w:val="38"/>
  </w:num>
  <w:num w:numId="28">
    <w:abstractNumId w:val="20"/>
  </w:num>
  <w:num w:numId="29">
    <w:abstractNumId w:val="3"/>
  </w:num>
  <w:num w:numId="30">
    <w:abstractNumId w:val="12"/>
  </w:num>
  <w:num w:numId="31">
    <w:abstractNumId w:val="35"/>
  </w:num>
  <w:num w:numId="32">
    <w:abstractNumId w:val="43"/>
  </w:num>
  <w:num w:numId="33">
    <w:abstractNumId w:val="36"/>
  </w:num>
  <w:num w:numId="34">
    <w:abstractNumId w:val="24"/>
  </w:num>
  <w:num w:numId="35">
    <w:abstractNumId w:val="33"/>
  </w:num>
  <w:num w:numId="36">
    <w:abstractNumId w:val="4"/>
  </w:num>
  <w:num w:numId="37">
    <w:abstractNumId w:val="41"/>
  </w:num>
  <w:num w:numId="38">
    <w:abstractNumId w:val="28"/>
  </w:num>
  <w:num w:numId="39">
    <w:abstractNumId w:val="14"/>
  </w:num>
  <w:num w:numId="40">
    <w:abstractNumId w:val="18"/>
  </w:num>
  <w:num w:numId="41">
    <w:abstractNumId w:val="11"/>
  </w:num>
  <w:num w:numId="42">
    <w:abstractNumId w:val="32"/>
  </w:num>
  <w:num w:numId="43">
    <w:abstractNumId w:val="1"/>
  </w:num>
  <w:num w:numId="44">
    <w:abstractNumId w:val="3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MDc1NDC1MDQ1sDBQ0lEKTi0uzszPAykwrAUAdpSWDCwAAAA="/>
  </w:docVars>
  <w:rsids>
    <w:rsidRoot w:val="005F6B58"/>
    <w:rsid w:val="000052F4"/>
    <w:rsid w:val="0006788B"/>
    <w:rsid w:val="00091017"/>
    <w:rsid w:val="000C20B5"/>
    <w:rsid w:val="000D069A"/>
    <w:rsid w:val="000D24C9"/>
    <w:rsid w:val="000E02C7"/>
    <w:rsid w:val="000F791F"/>
    <w:rsid w:val="001052E7"/>
    <w:rsid w:val="00120514"/>
    <w:rsid w:val="00144EAA"/>
    <w:rsid w:val="00166809"/>
    <w:rsid w:val="00180D8E"/>
    <w:rsid w:val="001868CE"/>
    <w:rsid w:val="001966AC"/>
    <w:rsid w:val="001A154F"/>
    <w:rsid w:val="001A16D3"/>
    <w:rsid w:val="001A434A"/>
    <w:rsid w:val="001B612A"/>
    <w:rsid w:val="00201DEB"/>
    <w:rsid w:val="0020732C"/>
    <w:rsid w:val="0021546A"/>
    <w:rsid w:val="00293161"/>
    <w:rsid w:val="00297F21"/>
    <w:rsid w:val="002A209A"/>
    <w:rsid w:val="002C7F7E"/>
    <w:rsid w:val="002E3ACB"/>
    <w:rsid w:val="002E4ED5"/>
    <w:rsid w:val="003157CD"/>
    <w:rsid w:val="0036746A"/>
    <w:rsid w:val="003C0ED8"/>
    <w:rsid w:val="003E3FB4"/>
    <w:rsid w:val="0041094F"/>
    <w:rsid w:val="00413E36"/>
    <w:rsid w:val="00415DE5"/>
    <w:rsid w:val="0042076C"/>
    <w:rsid w:val="00440A7A"/>
    <w:rsid w:val="00451935"/>
    <w:rsid w:val="00482E3E"/>
    <w:rsid w:val="00487410"/>
    <w:rsid w:val="004A2E12"/>
    <w:rsid w:val="004A300B"/>
    <w:rsid w:val="004A6798"/>
    <w:rsid w:val="004C2A6E"/>
    <w:rsid w:val="004C592D"/>
    <w:rsid w:val="004D7180"/>
    <w:rsid w:val="005350CF"/>
    <w:rsid w:val="00537F73"/>
    <w:rsid w:val="00543E5D"/>
    <w:rsid w:val="00550902"/>
    <w:rsid w:val="005541C9"/>
    <w:rsid w:val="00556376"/>
    <w:rsid w:val="00576641"/>
    <w:rsid w:val="00585E5A"/>
    <w:rsid w:val="005B314E"/>
    <w:rsid w:val="005D3C5F"/>
    <w:rsid w:val="005D448C"/>
    <w:rsid w:val="005F30FE"/>
    <w:rsid w:val="005F6B58"/>
    <w:rsid w:val="00615DB9"/>
    <w:rsid w:val="00621B3D"/>
    <w:rsid w:val="00626B77"/>
    <w:rsid w:val="00643125"/>
    <w:rsid w:val="00647733"/>
    <w:rsid w:val="00663797"/>
    <w:rsid w:val="006730F1"/>
    <w:rsid w:val="006B12FE"/>
    <w:rsid w:val="006B5CB3"/>
    <w:rsid w:val="00710DB9"/>
    <w:rsid w:val="00727720"/>
    <w:rsid w:val="00731BC0"/>
    <w:rsid w:val="0075446B"/>
    <w:rsid w:val="00766DDA"/>
    <w:rsid w:val="0077527F"/>
    <w:rsid w:val="007A1D96"/>
    <w:rsid w:val="007B273D"/>
    <w:rsid w:val="007B5711"/>
    <w:rsid w:val="007C3EF1"/>
    <w:rsid w:val="00835512"/>
    <w:rsid w:val="008478FE"/>
    <w:rsid w:val="00872A99"/>
    <w:rsid w:val="00877DB2"/>
    <w:rsid w:val="008B0DDE"/>
    <w:rsid w:val="008D1E3B"/>
    <w:rsid w:val="008D6715"/>
    <w:rsid w:val="008D727D"/>
    <w:rsid w:val="008F3E5B"/>
    <w:rsid w:val="009041C8"/>
    <w:rsid w:val="00915CF2"/>
    <w:rsid w:val="00921803"/>
    <w:rsid w:val="0094382A"/>
    <w:rsid w:val="00962D48"/>
    <w:rsid w:val="00985AB8"/>
    <w:rsid w:val="0098670B"/>
    <w:rsid w:val="00986C91"/>
    <w:rsid w:val="00990591"/>
    <w:rsid w:val="0099557D"/>
    <w:rsid w:val="009A32FA"/>
    <w:rsid w:val="009D0DF9"/>
    <w:rsid w:val="009D184D"/>
    <w:rsid w:val="009F678C"/>
    <w:rsid w:val="00A6042D"/>
    <w:rsid w:val="00A9372F"/>
    <w:rsid w:val="00AB1C5B"/>
    <w:rsid w:val="00AC2317"/>
    <w:rsid w:val="00AD1F81"/>
    <w:rsid w:val="00AF13DE"/>
    <w:rsid w:val="00B11D25"/>
    <w:rsid w:val="00B207BA"/>
    <w:rsid w:val="00B61FA5"/>
    <w:rsid w:val="00B71EBC"/>
    <w:rsid w:val="00B816DB"/>
    <w:rsid w:val="00B84E51"/>
    <w:rsid w:val="00B86265"/>
    <w:rsid w:val="00BA536F"/>
    <w:rsid w:val="00BC4D11"/>
    <w:rsid w:val="00BD39BB"/>
    <w:rsid w:val="00BE03A4"/>
    <w:rsid w:val="00BE3B4A"/>
    <w:rsid w:val="00C0100A"/>
    <w:rsid w:val="00C35C48"/>
    <w:rsid w:val="00C66E6C"/>
    <w:rsid w:val="00C84F41"/>
    <w:rsid w:val="00CB3BAD"/>
    <w:rsid w:val="00CC198D"/>
    <w:rsid w:val="00CC3A00"/>
    <w:rsid w:val="00CE44CD"/>
    <w:rsid w:val="00CE46CF"/>
    <w:rsid w:val="00CE4731"/>
    <w:rsid w:val="00CF2637"/>
    <w:rsid w:val="00D02434"/>
    <w:rsid w:val="00D62396"/>
    <w:rsid w:val="00D93E7B"/>
    <w:rsid w:val="00D94D77"/>
    <w:rsid w:val="00DA5615"/>
    <w:rsid w:val="00DC53E9"/>
    <w:rsid w:val="00DD0708"/>
    <w:rsid w:val="00DF74CE"/>
    <w:rsid w:val="00E07916"/>
    <w:rsid w:val="00E228CE"/>
    <w:rsid w:val="00E55B9F"/>
    <w:rsid w:val="00E8310B"/>
    <w:rsid w:val="00E901AD"/>
    <w:rsid w:val="00E96BFF"/>
    <w:rsid w:val="00EC7192"/>
    <w:rsid w:val="00ED2D16"/>
    <w:rsid w:val="00EF7284"/>
    <w:rsid w:val="00F03B21"/>
    <w:rsid w:val="00F1181C"/>
    <w:rsid w:val="00F3243B"/>
    <w:rsid w:val="00FB2D81"/>
    <w:rsid w:val="00FE7333"/>
    <w:rsid w:val="1EBD1DF5"/>
    <w:rsid w:val="5B3B9A50"/>
    <w:rsid w:val="6F76BE3E"/>
    <w:rsid w:val="7AFE3E7B"/>
    <w:rsid w:val="7C22C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650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3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2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4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5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  <w:style w:type="paragraph" w:customStyle="1" w:styleId="paragraph">
    <w:name w:val="paragraph"/>
    <w:basedOn w:val="Normal"/>
    <w:rsid w:val="0075446B"/>
    <w:pPr>
      <w:tabs>
        <w:tab w:val="clear" w:pos="284"/>
      </w:tabs>
      <w:spacing w:before="0" w:after="0" w:line="240" w:lineRule="auto"/>
    </w:pPr>
    <w:rPr>
      <w:rFonts w:ascii="Times New Roman" w:hAnsi="Times New Roman" w:cs="Times New Roman"/>
      <w:szCs w:val="24"/>
      <w:lang w:eastAsia="en-AU"/>
    </w:rPr>
  </w:style>
  <w:style w:type="character" w:customStyle="1" w:styleId="normaltextrun1">
    <w:name w:val="normaltextrun1"/>
    <w:basedOn w:val="DefaultParagraphFont"/>
    <w:rsid w:val="0075446B"/>
  </w:style>
  <w:style w:type="character" w:customStyle="1" w:styleId="eop">
    <w:name w:val="eop"/>
    <w:basedOn w:val="DefaultParagraphFont"/>
    <w:rsid w:val="00754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jpg"/><Relationship Id="rId26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image" Target="media/image5.jpg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5" Type="http://schemas.openxmlformats.org/officeDocument/2006/relationships/image" Target="media/image9.jp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4.jp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8.jp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image" Target="media/image7.jpg"/><Relationship Id="rId28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image" Target="media/image3.jp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6.jp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D17F34CE54431B95CF056960398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3C6F87-06CA-409F-B52F-EAAB390A7243}"/>
      </w:docPartPr>
      <w:docPartBody>
        <w:p w:rsidR="00374409" w:rsidRDefault="004373E2">
          <w:r w:rsidRPr="00D951B8">
            <w:rPr>
              <w:rStyle w:val="PlaceholderText"/>
            </w:rPr>
            <w:t>[Title]</w:t>
          </w:r>
        </w:p>
      </w:docPartBody>
    </w:docPart>
    <w:docPart>
      <w:docPartPr>
        <w:name w:val="16026827ED834954B3563F00F843DE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6199B8-30A2-4CE2-BA43-4538EA60A636}"/>
      </w:docPartPr>
      <w:docPartBody>
        <w:p w:rsidR="002F165E" w:rsidRDefault="002654A6" w:rsidP="002654A6">
          <w:pPr>
            <w:pStyle w:val="16026827ED834954B3563F00F843DEC3"/>
          </w:pPr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E2"/>
    <w:rsid w:val="002654A6"/>
    <w:rsid w:val="002F165E"/>
    <w:rsid w:val="00374409"/>
    <w:rsid w:val="004373E2"/>
    <w:rsid w:val="00E038B3"/>
    <w:rsid w:val="00FE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715D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54A6"/>
    <w:rPr>
      <w:color w:val="808080"/>
    </w:rPr>
  </w:style>
  <w:style w:type="paragraph" w:customStyle="1" w:styleId="16026827ED834954B3563F00F843DEC3">
    <w:name w:val="16026827ED834954B3563F00F843DEC3"/>
    <w:rsid w:val="002654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B1900-5FFB-45A9-8C04-7B1E3DB2E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0038BC9-8DCC-445B-8F02-30FA15EC1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23</Pages>
  <Words>2157</Words>
  <Characters>12297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MEM05050B_MG_Kn_1of2</vt:lpstr>
    </vt:vector>
  </TitlesOfParts>
  <Company/>
  <LinksUpToDate>false</LinksUpToDate>
  <CharactersWithSpaces>14426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MEM05050B_MG_Kn_1of2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2019-02-28T22:20:00Z</dcterms:created>
  <dcterms:modified xsi:type="dcterms:W3CDTF">2020-02-18T23:39:00Z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632">
    <vt:lpwstr>33</vt:lpwstr>
  </property>
  <property fmtid="{D5CDD505-2E9C-101B-9397-08002B2CF9AE}" pid="4" name="AuthorIds_UIVersion_1024">
    <vt:lpwstr>33</vt:lpwstr>
  </property>
  <property fmtid="{D5CDD505-2E9C-101B-9397-08002B2CF9AE}" pid="5" name="AuthorIds_UIVersion_512">
    <vt:lpwstr>103</vt:lpwstr>
  </property>
</Properties>
</file>