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F3D39" w14:textId="77777777" w:rsidR="00FC48B2" w:rsidRPr="002A1413" w:rsidRDefault="001C1401" w:rsidP="002A1413">
      <w:pPr>
        <w:pStyle w:val="Heading1"/>
      </w:pPr>
      <w:r w:rsidRPr="002A1413">
        <w:t>Student unit result summary</w:t>
      </w:r>
    </w:p>
    <w:p w14:paraId="069C8755" w14:textId="77777777" w:rsidR="00542F2F" w:rsidRPr="00A56627" w:rsidRDefault="001C1401" w:rsidP="00542F2F">
      <w:pPr>
        <w:pStyle w:val="Heading2"/>
      </w:pPr>
      <w:r w:rsidRPr="00A56627">
        <w:t>Criteria</w:t>
      </w:r>
    </w:p>
    <w:p w14:paraId="3E007044" w14:textId="77777777" w:rsidR="00542F2F" w:rsidRDefault="001C1401" w:rsidP="00542F2F">
      <w:pPr>
        <w:pStyle w:val="Heading3"/>
      </w:pPr>
      <w:r w:rsidRPr="007A6B4A">
        <w:t>Unit code, name and release number</w:t>
      </w:r>
    </w:p>
    <w:p w14:paraId="31DFB6DF" w14:textId="77777777" w:rsidR="00371A61" w:rsidRPr="00CE4A8E" w:rsidRDefault="001C140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2"/>
          <w:lang w:eastAsia="en-AU"/>
        </w:rPr>
      </w:pPr>
      <w:bookmarkStart w:id="0" w:name="Unit"/>
      <w:r w:rsidRPr="00CE4A8E">
        <w:rPr>
          <w:szCs w:val="22"/>
          <w:lang w:eastAsia="en-AU"/>
        </w:rPr>
        <w:t>MEM07032 - Use workshop machines for basic operations (1)</w:t>
      </w:r>
      <w:bookmarkEnd w:id="0"/>
    </w:p>
    <w:p w14:paraId="6E775E81" w14:textId="77777777" w:rsidR="00371A61" w:rsidRPr="00CE4A8E" w:rsidRDefault="00510A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2"/>
          <w:lang w:eastAsia="en-AU"/>
        </w:rPr>
      </w:pPr>
    </w:p>
    <w:p w14:paraId="74715E5D" w14:textId="77777777" w:rsidR="00542F2F" w:rsidRDefault="001C1401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C3E1E61" w14:textId="77777777" w:rsidR="002E0942" w:rsidRPr="001C1401" w:rsidRDefault="001C1401" w:rsidP="001C140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MEM10119 - Certificate I</w:t>
      </w:r>
      <w:r w:rsidRPr="00D83795">
        <w:rPr>
          <w:sz w:val="22"/>
          <w:szCs w:val="22"/>
          <w:lang w:eastAsia="en-AU"/>
        </w:rPr>
        <w:t xml:space="preserve"> in Engineering - Mechanical Trade (</w:t>
      </w:r>
      <w:r>
        <w:rPr>
          <w:sz w:val="22"/>
          <w:szCs w:val="22"/>
          <w:lang w:eastAsia="en-AU"/>
        </w:rPr>
        <w:t>1</w:t>
      </w:r>
      <w:r w:rsidRPr="00D83795">
        <w:rPr>
          <w:sz w:val="22"/>
          <w:szCs w:val="22"/>
          <w:lang w:eastAsia="en-AU"/>
        </w:rPr>
        <w:t>)</w:t>
      </w:r>
    </w:p>
    <w:p w14:paraId="36204E2C" w14:textId="77777777" w:rsidR="00542F2F" w:rsidRPr="00CE4A8E" w:rsidRDefault="00510A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063CD26" w14:textId="77777777" w:rsidR="00542F2F" w:rsidRPr="00A56627" w:rsidRDefault="001C1401" w:rsidP="00542F2F">
      <w:pPr>
        <w:pStyle w:val="Heading2"/>
      </w:pPr>
      <w:r w:rsidRPr="00A56627">
        <w:t>Student details</w:t>
      </w:r>
    </w:p>
    <w:p w14:paraId="5FC1D224" w14:textId="77777777" w:rsidR="00542F2F" w:rsidRDefault="001C1401" w:rsidP="00542F2F">
      <w:pPr>
        <w:pStyle w:val="Heading3"/>
      </w:pPr>
      <w:r w:rsidRPr="00AA18CF">
        <w:t>Student number</w:t>
      </w:r>
    </w:p>
    <w:p w14:paraId="29A796C8" w14:textId="77777777" w:rsidR="00371A61" w:rsidRPr="00D83795" w:rsidRDefault="00510A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D50391F" w14:textId="77777777" w:rsidR="00542F2F" w:rsidRDefault="001C1401" w:rsidP="00542F2F">
      <w:pPr>
        <w:pStyle w:val="Heading3"/>
      </w:pPr>
      <w:r w:rsidRPr="00AA18CF">
        <w:t xml:space="preserve">Student </w:t>
      </w:r>
      <w:r>
        <w:t>name</w:t>
      </w:r>
    </w:p>
    <w:p w14:paraId="29AC1229" w14:textId="77777777" w:rsidR="00371A61" w:rsidRPr="00D83795" w:rsidRDefault="00510A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94175B4" w14:textId="77777777" w:rsidR="00542F2F" w:rsidRDefault="001C140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F4D46D1" w14:textId="77777777" w:rsidR="00C8519C" w:rsidRPr="00542F2F" w:rsidRDefault="001C1401" w:rsidP="00542F2F">
      <w:pPr>
        <w:pStyle w:val="Heading2"/>
      </w:pPr>
      <w:r w:rsidRPr="00542F2F">
        <w:lastRenderedPageBreak/>
        <w:t>Result of assessment events</w:t>
      </w:r>
    </w:p>
    <w:p w14:paraId="02A2A442" w14:textId="539FE395" w:rsidR="00C20C7D" w:rsidRDefault="001C140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CC7131">
        <w:t xml:space="preserve"> of 3 </w:t>
      </w:r>
      <w:r>
        <w:t xml:space="preserve">- </w:t>
      </w:r>
      <w:r w:rsidR="00CC7131" w:rsidRPr="009A399A">
        <w:rPr>
          <w:color w:val="auto"/>
        </w:rPr>
        <w:t>Knowledge</w:t>
      </w:r>
    </w:p>
    <w:p w14:paraId="348433D8" w14:textId="77777777" w:rsidR="00304228" w:rsidRPr="00304228" w:rsidRDefault="001C1401" w:rsidP="00304228">
      <w:pPr>
        <w:rPr>
          <w:rFonts w:cs="Calibri"/>
          <w:sz w:val="22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Has the Assessment Declaration on page 1 of the assessment been signed and dated by the student?</w:t>
      </w:r>
    </w:p>
    <w:p w14:paraId="4EC5C454" w14:textId="77777777" w:rsidR="00304228" w:rsidRDefault="001C1401" w:rsidP="00304228">
      <w:pPr>
        <w:rPr>
          <w:color w:val="00B050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Are you assured that the evidence presented for assessment is the student’s own work?</w:t>
      </w:r>
    </w:p>
    <w:p w14:paraId="1409B9B6" w14:textId="77777777" w:rsidR="00542F2F" w:rsidRDefault="00510A1D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the assessment event successfully completed?</w:t>
      </w:r>
    </w:p>
    <w:p w14:paraId="542643DF" w14:textId="77777777" w:rsidR="00542F2F" w:rsidRDefault="00510A1D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If no, was the resubmission/re-assessment successfully completed?</w:t>
      </w:r>
    </w:p>
    <w:p w14:paraId="5B06AA29" w14:textId="77777777" w:rsidR="00542F2F" w:rsidRPr="00A7239E" w:rsidRDefault="00510A1D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reasonable adjustment in place for this assessment event?</w:t>
      </w:r>
      <w:r w:rsidR="001C1401">
        <w:br/>
      </w:r>
      <w:r w:rsidR="001C1401">
        <w:rPr>
          <w:i/>
          <w:color w:val="A6A6A6" w:themeColor="background1" w:themeShade="A6"/>
        </w:rPr>
        <w:t>If yes, ensure it is detailed on the assessment document.</w:t>
      </w:r>
    </w:p>
    <w:p w14:paraId="29BAD32B" w14:textId="5F46038A" w:rsidR="00C20C7D" w:rsidRDefault="001C140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CC7131">
        <w:t xml:space="preserve"> of 3 –</w:t>
      </w:r>
      <w:r>
        <w:t xml:space="preserve"> </w:t>
      </w:r>
      <w:r w:rsidR="00CC7131" w:rsidRPr="009A399A">
        <w:rPr>
          <w:color w:val="auto"/>
        </w:rPr>
        <w:t>Skills:</w:t>
      </w:r>
      <w:r w:rsidR="009A399A" w:rsidRPr="009A399A">
        <w:rPr>
          <w:color w:val="auto"/>
        </w:rPr>
        <w:t xml:space="preserve"> Machine a pin/Tool sharpening</w:t>
      </w:r>
    </w:p>
    <w:p w14:paraId="7F43DE27" w14:textId="77777777" w:rsidR="00304228" w:rsidRPr="00304228" w:rsidRDefault="001C1401" w:rsidP="00304228">
      <w:pPr>
        <w:rPr>
          <w:rFonts w:cs="Calibri"/>
          <w:sz w:val="22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Has the Assessment Declaration on page 1 of the assessment been signed and dated by the student?</w:t>
      </w:r>
    </w:p>
    <w:p w14:paraId="69AE6D96" w14:textId="77777777" w:rsidR="00304228" w:rsidRDefault="001C1401" w:rsidP="00304228">
      <w:pPr>
        <w:rPr>
          <w:color w:val="00B050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Are you assured that the evidence presented for assessment is the student’s own work?</w:t>
      </w:r>
    </w:p>
    <w:p w14:paraId="63AEF13A" w14:textId="77777777" w:rsidR="00542F2F" w:rsidRDefault="00510A1D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the assessment event successfully completed?</w:t>
      </w:r>
    </w:p>
    <w:p w14:paraId="496920D3" w14:textId="77777777" w:rsidR="00542F2F" w:rsidRDefault="00510A1D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If no, was the resubmission/re-assessment successfully completed?</w:t>
      </w:r>
    </w:p>
    <w:p w14:paraId="611D27ED" w14:textId="77777777" w:rsidR="00542F2F" w:rsidRPr="00A7239E" w:rsidRDefault="00510A1D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reasonable adjustment in place for this assessment event?</w:t>
      </w:r>
      <w:r w:rsidR="001C1401">
        <w:br/>
      </w:r>
      <w:r w:rsidR="001C1401">
        <w:rPr>
          <w:i/>
          <w:color w:val="A6A6A6" w:themeColor="background1" w:themeShade="A6"/>
        </w:rPr>
        <w:t>If yes, ensure it is detailed on the assessment document.</w:t>
      </w:r>
    </w:p>
    <w:p w14:paraId="369190CE" w14:textId="1FAD150B" w:rsidR="00C20C7D" w:rsidRDefault="001C1401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3</w:t>
      </w:r>
      <w:r w:rsidR="009A399A">
        <w:t xml:space="preserve"> of 3 </w:t>
      </w:r>
      <w:r>
        <w:t xml:space="preserve">- </w:t>
      </w:r>
      <w:r w:rsidR="009A399A" w:rsidRPr="009A399A">
        <w:rPr>
          <w:color w:val="auto"/>
        </w:rPr>
        <w:t xml:space="preserve">Skills: </w:t>
      </w:r>
      <w:r w:rsidR="009A399A">
        <w:rPr>
          <w:color w:val="auto"/>
        </w:rPr>
        <w:t>Drill</w:t>
      </w:r>
      <w:r w:rsidR="00510A1D">
        <w:rPr>
          <w:color w:val="auto"/>
        </w:rPr>
        <w:t>ing</w:t>
      </w:r>
      <w:bookmarkStart w:id="2" w:name="_GoBack"/>
      <w:bookmarkEnd w:id="2"/>
      <w:r w:rsidR="009A399A" w:rsidRPr="009A399A">
        <w:rPr>
          <w:color w:val="auto"/>
        </w:rPr>
        <w:t xml:space="preserve"> a pin/</w:t>
      </w:r>
      <w:r w:rsidR="009A399A">
        <w:rPr>
          <w:color w:val="auto"/>
        </w:rPr>
        <w:t>Drill</w:t>
      </w:r>
      <w:r w:rsidR="009A399A" w:rsidRPr="009A399A">
        <w:rPr>
          <w:color w:val="auto"/>
        </w:rPr>
        <w:t xml:space="preserve"> sharpening</w:t>
      </w:r>
      <w:r w:rsidR="009A399A" w:rsidRPr="00FD6DEB">
        <w:rPr>
          <w:b w:val="0"/>
          <w:i/>
          <w:color w:val="808080" w:themeColor="background1" w:themeShade="80"/>
        </w:rPr>
        <w:t xml:space="preserve"> </w:t>
      </w:r>
    </w:p>
    <w:p w14:paraId="096D0349" w14:textId="77777777" w:rsidR="00304228" w:rsidRPr="00304228" w:rsidRDefault="001C1401" w:rsidP="00304228">
      <w:pPr>
        <w:rPr>
          <w:rFonts w:cs="Calibri"/>
          <w:sz w:val="22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Has the Assessment Declaration on page 1 of the assessment been signed and dated by the student?</w:t>
      </w:r>
    </w:p>
    <w:p w14:paraId="3623AFD5" w14:textId="77777777" w:rsidR="00304228" w:rsidRDefault="001C1401" w:rsidP="00304228">
      <w:pPr>
        <w:rPr>
          <w:color w:val="00B050"/>
        </w:rPr>
      </w:pPr>
      <w:r w:rsidRPr="00304228">
        <w:rPr>
          <w:rFonts w:ascii="Segoe UI Symbol" w:hAnsi="Segoe UI Symbol"/>
        </w:rPr>
        <w:t>☐</w:t>
      </w:r>
      <w:r w:rsidRPr="00304228">
        <w:t xml:space="preserve"> Are you assured that the evidence presented for assessment is the student’s own work?</w:t>
      </w:r>
    </w:p>
    <w:p w14:paraId="121D4D95" w14:textId="77777777" w:rsidR="00542F2F" w:rsidRDefault="00510A1D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the assessment event successfully completed?</w:t>
      </w:r>
    </w:p>
    <w:p w14:paraId="09360062" w14:textId="77777777" w:rsidR="00542F2F" w:rsidRDefault="00510A1D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If no, was the resubmission/re-assessment successfully completed?</w:t>
      </w:r>
    </w:p>
    <w:p w14:paraId="77B96C5E" w14:textId="77777777" w:rsidR="00542F2F" w:rsidRPr="00A7239E" w:rsidRDefault="00510A1D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Was reasonable adjustment in place for this assessment event?</w:t>
      </w:r>
      <w:r w:rsidR="001C1401">
        <w:br/>
      </w:r>
      <w:r w:rsidR="001C1401">
        <w:rPr>
          <w:i/>
          <w:color w:val="A6A6A6" w:themeColor="background1" w:themeShade="A6"/>
        </w:rPr>
        <w:t>If yes, ensure it is detailed on the assessment document.</w:t>
      </w:r>
    </w:p>
    <w:p w14:paraId="1F7F37E7" w14:textId="77777777" w:rsidR="00613F04" w:rsidRDefault="001C140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E90662B" w14:textId="77777777" w:rsidR="00766526" w:rsidRDefault="001C1401" w:rsidP="00542F2F">
      <w:pPr>
        <w:pStyle w:val="Heading2"/>
      </w:pPr>
      <w:r>
        <w:lastRenderedPageBreak/>
        <w:t>Overall result</w:t>
      </w:r>
    </w:p>
    <w:p w14:paraId="34AC63E0" w14:textId="77777777" w:rsidR="00542F2F" w:rsidRDefault="001C1401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548063B6" w14:textId="77777777" w:rsidR="00542F2F" w:rsidRDefault="00510A1D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Competent (AC)</w:t>
      </w:r>
    </w:p>
    <w:p w14:paraId="5C7E2710" w14:textId="77777777" w:rsidR="00542F2F" w:rsidRPr="00A7239E" w:rsidRDefault="00510A1D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401">
            <w:rPr>
              <w:rFonts w:ascii="MS Gothic" w:eastAsia="MS Gothic" w:hAnsi="MS Gothic" w:hint="eastAsia"/>
            </w:rPr>
            <w:t>☐</w:t>
          </w:r>
        </w:sdtContent>
      </w:sdt>
      <w:r w:rsidR="001C1401">
        <w:t xml:space="preserve"> Not yet competent (NC)</w:t>
      </w:r>
    </w:p>
    <w:p w14:paraId="6EAD8ADE" w14:textId="77777777" w:rsidR="00613F04" w:rsidRDefault="001C1401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12B562BC" w14:textId="77777777" w:rsidR="00613F04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39971FB" w14:textId="77777777" w:rsidR="00613F04" w:rsidRPr="00A7239E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0B6800D" w14:textId="77777777" w:rsidR="00C20C7D" w:rsidRDefault="001C1401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345B52B5" w14:textId="77777777" w:rsidR="00613F04" w:rsidRDefault="001C140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E80B762" w14:textId="77777777" w:rsidR="00371A61" w:rsidRPr="00A7239E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07E4F9" w14:textId="77777777" w:rsidR="0079260E" w:rsidRDefault="001C1401" w:rsidP="00613F04">
      <w:pPr>
        <w:pStyle w:val="Heading2"/>
      </w:pPr>
      <w:r>
        <w:t>Student declaration</w:t>
      </w:r>
    </w:p>
    <w:p w14:paraId="18E7EB0B" w14:textId="77777777" w:rsidR="0079260E" w:rsidRPr="0079260E" w:rsidRDefault="001C1401" w:rsidP="0079260E">
      <w:pPr>
        <w:pStyle w:val="Body"/>
      </w:pPr>
      <w:r w:rsidRPr="0079260E">
        <w:t>I confirm I have been advised of the result and provided with feedback.</w:t>
      </w:r>
    </w:p>
    <w:p w14:paraId="1430BC85" w14:textId="77777777" w:rsidR="00613F04" w:rsidRDefault="001C1401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CBD04A6" w14:textId="77777777" w:rsidR="00613F04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680EF9" w14:textId="77777777" w:rsidR="00371A61" w:rsidRPr="00A7239E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51348EA" w14:textId="77777777" w:rsidR="00766526" w:rsidRDefault="001C140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3FE10669" w14:textId="77777777" w:rsidR="00613F04" w:rsidRDefault="001C140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6BFB5F9" w14:textId="77777777" w:rsidR="00613F04" w:rsidRPr="00A7239E" w:rsidRDefault="00510A1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B4E466" w14:textId="77777777" w:rsidR="0079260E" w:rsidRPr="00264063" w:rsidRDefault="001C1401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57EFA" w14:textId="77777777" w:rsidR="00A60ADE" w:rsidRDefault="001C1401">
      <w:pPr>
        <w:spacing w:before="0" w:after="0" w:line="240" w:lineRule="auto"/>
      </w:pPr>
      <w:r>
        <w:separator/>
      </w:r>
    </w:p>
  </w:endnote>
  <w:endnote w:type="continuationSeparator" w:id="0">
    <w:p w14:paraId="65350B58" w14:textId="77777777" w:rsidR="00A60ADE" w:rsidRDefault="001C14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F26E7" w14:textId="77777777" w:rsidR="00CC4677" w:rsidRPr="004820C4" w:rsidRDefault="00510A1D" w:rsidP="0002323C">
    <w:pPr>
      <w:pStyle w:val="Footer-DocumentTitleLeft"/>
    </w:pPr>
  </w:p>
  <w:p w14:paraId="57F4240A" w14:textId="77777777" w:rsidR="00CC4677" w:rsidRDefault="001C1401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C176F58" w14:textId="77777777" w:rsidR="00CC4677" w:rsidRPr="0006452B" w:rsidRDefault="00510A1D" w:rsidP="00EE3A11"/>
  <w:p w14:paraId="3A176965" w14:textId="77777777" w:rsidR="00BA0812" w:rsidRDefault="00510A1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7BC08" w14:textId="66EFE735" w:rsidR="009A0ED8" w:rsidRDefault="001C1401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MEM07032_SURS_1of1_20191210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510A1D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510A1D">
      <w:rPr>
        <w:noProof/>
      </w:rPr>
      <w:t>3</w:t>
    </w:r>
    <w:r>
      <w:rPr>
        <w:noProof/>
      </w:rPr>
      <w:fldChar w:fldCharType="end"/>
    </w:r>
  </w:p>
  <w:p w14:paraId="15D565B6" w14:textId="77777777" w:rsidR="00371A61" w:rsidRDefault="001C1401" w:rsidP="00806C6F">
    <w:pPr>
      <w:pStyle w:val="Bodyfooter"/>
      <w:rPr>
        <w:noProof/>
      </w:rPr>
    </w:pPr>
    <w:r>
      <w:rPr>
        <w:noProof/>
      </w:rPr>
      <w:t>Resource ID: MRS_19_15_SURS_1of1_20191210</w:t>
    </w:r>
    <w:r>
      <w:rPr>
        <w:noProof/>
      </w:rPr>
      <w:tab/>
    </w:r>
    <w:r>
      <w:ptab w:relativeTo="margin" w:alignment="center" w:leader="none"/>
    </w:r>
    <w:r>
      <w:rPr>
        <w:noProof/>
      </w:rPr>
      <w:t>RTO CODE:  90003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7883" w14:textId="77777777" w:rsidR="00AA3155" w:rsidRPr="008D467A" w:rsidRDefault="001C1401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04B2783" w14:textId="77777777" w:rsidR="00AA3155" w:rsidRPr="008948B1" w:rsidRDefault="001C1401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E37920D" w14:textId="77777777" w:rsidR="00CC4677" w:rsidRPr="00AA3155" w:rsidRDefault="00510A1D" w:rsidP="00EE3A11">
    <w:pPr>
      <w:pStyle w:val="Footer"/>
    </w:pPr>
  </w:p>
  <w:p w14:paraId="24EABED0" w14:textId="77777777" w:rsidR="00BA0812" w:rsidRDefault="00510A1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49C24" w14:textId="77777777" w:rsidR="00A60ADE" w:rsidRDefault="001C1401">
      <w:pPr>
        <w:spacing w:before="0" w:after="0" w:line="240" w:lineRule="auto"/>
      </w:pPr>
      <w:r>
        <w:separator/>
      </w:r>
    </w:p>
  </w:footnote>
  <w:footnote w:type="continuationSeparator" w:id="0">
    <w:p w14:paraId="2536BA4A" w14:textId="77777777" w:rsidR="00A60ADE" w:rsidRDefault="001C14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59C2" w14:textId="77777777" w:rsidR="00CC4677" w:rsidRDefault="00510A1D" w:rsidP="00EE3A11"/>
  <w:p w14:paraId="40C6213F" w14:textId="77777777" w:rsidR="00BA0812" w:rsidRDefault="00510A1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C9946" w14:textId="77777777" w:rsidR="00BA0812" w:rsidRDefault="001C1401" w:rsidP="00EE3A11">
    <w:pPr>
      <w:pStyle w:val="Header-SectionTitle"/>
    </w:pP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2CCEC" w14:textId="77777777" w:rsidR="004238CB" w:rsidRDefault="00510A1D" w:rsidP="00EE3A11">
    <w:pPr>
      <w:pStyle w:val="Header"/>
    </w:pPr>
  </w:p>
  <w:p w14:paraId="44AC6269" w14:textId="77777777" w:rsidR="00BA0812" w:rsidRDefault="00510A1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C0E24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65D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AC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6D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A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C5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4C6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E5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6C2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0DA1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40A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A5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673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03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D898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80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42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46A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9DEB87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E2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F62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E0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08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6C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6E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7A2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CE7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13087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687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A0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841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89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A7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4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0F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D8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72C08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7982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A03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4EB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CA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AE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E09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2A6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5E5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4F782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24E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A3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40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A18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ED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2E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0E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16D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D14037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7E400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146290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BAECFF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B07D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9AEF7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A3A541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AD0C8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F44F6B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4A4E1D1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A4A1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82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27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EA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86F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2B3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0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447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E1040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0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AE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8A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C4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18ED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6B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DEE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66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69C88ED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408F2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A42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69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D82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EA3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69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A1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AA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0F92C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21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2887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A2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A6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2C6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0A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A87F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182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5882F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A0D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410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74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141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000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24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7A1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EB3E6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A7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5E8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A9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AD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FEE1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4AE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66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A7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6C648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8CA6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4D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D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CE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E88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86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8A1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02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46ED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CB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167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4C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82F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A2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ED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169E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C2E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1AE9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68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6F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A1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0AA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20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421A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A0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CCA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D64A9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EF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443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23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60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AEF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28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27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452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2C1C9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ECB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D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C2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A871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D463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0F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489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A61C055A">
      <w:start w:val="1"/>
      <w:numFmt w:val="decimal"/>
      <w:lvlText w:val="%1."/>
      <w:lvlJc w:val="left"/>
      <w:pPr>
        <w:ind w:left="720" w:hanging="360"/>
      </w:pPr>
    </w:lvl>
    <w:lvl w:ilvl="1" w:tplc="C152E616">
      <w:start w:val="1"/>
      <w:numFmt w:val="lowerLetter"/>
      <w:lvlText w:val="%2."/>
      <w:lvlJc w:val="left"/>
      <w:pPr>
        <w:ind w:left="1440" w:hanging="360"/>
      </w:pPr>
    </w:lvl>
    <w:lvl w:ilvl="2" w:tplc="8CFE7262">
      <w:start w:val="1"/>
      <w:numFmt w:val="lowerRoman"/>
      <w:lvlText w:val="%3."/>
      <w:lvlJc w:val="right"/>
      <w:pPr>
        <w:ind w:left="2160" w:hanging="180"/>
      </w:pPr>
    </w:lvl>
    <w:lvl w:ilvl="3" w:tplc="7BE6CBEE">
      <w:start w:val="1"/>
      <w:numFmt w:val="decimal"/>
      <w:lvlText w:val="%4."/>
      <w:lvlJc w:val="left"/>
      <w:pPr>
        <w:ind w:left="2880" w:hanging="360"/>
      </w:pPr>
    </w:lvl>
    <w:lvl w:ilvl="4" w:tplc="14E014E0">
      <w:start w:val="1"/>
      <w:numFmt w:val="lowerLetter"/>
      <w:lvlText w:val="%5."/>
      <w:lvlJc w:val="left"/>
      <w:pPr>
        <w:ind w:left="3600" w:hanging="360"/>
      </w:pPr>
    </w:lvl>
    <w:lvl w:ilvl="5" w:tplc="56B6F76E">
      <w:start w:val="1"/>
      <w:numFmt w:val="lowerRoman"/>
      <w:lvlText w:val="%6."/>
      <w:lvlJc w:val="right"/>
      <w:pPr>
        <w:ind w:left="4320" w:hanging="180"/>
      </w:pPr>
    </w:lvl>
    <w:lvl w:ilvl="6" w:tplc="F54C042E">
      <w:start w:val="1"/>
      <w:numFmt w:val="decimal"/>
      <w:lvlText w:val="%7."/>
      <w:lvlJc w:val="left"/>
      <w:pPr>
        <w:ind w:left="5040" w:hanging="360"/>
      </w:pPr>
    </w:lvl>
    <w:lvl w:ilvl="7" w:tplc="D86A0544">
      <w:start w:val="1"/>
      <w:numFmt w:val="lowerLetter"/>
      <w:lvlText w:val="%8."/>
      <w:lvlJc w:val="left"/>
      <w:pPr>
        <w:ind w:left="5760" w:hanging="360"/>
      </w:pPr>
    </w:lvl>
    <w:lvl w:ilvl="8" w:tplc="557866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D87C8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41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87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CF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A73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3CD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00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0C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B0E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7F02CC0A">
      <w:start w:val="1"/>
      <w:numFmt w:val="decimal"/>
      <w:lvlText w:val="%1."/>
      <w:lvlJc w:val="left"/>
      <w:pPr>
        <w:ind w:left="720" w:hanging="360"/>
      </w:pPr>
    </w:lvl>
    <w:lvl w:ilvl="1" w:tplc="1A80F3F6">
      <w:start w:val="1"/>
      <w:numFmt w:val="lowerLetter"/>
      <w:lvlText w:val="%2."/>
      <w:lvlJc w:val="left"/>
      <w:pPr>
        <w:ind w:left="1440" w:hanging="360"/>
      </w:pPr>
    </w:lvl>
    <w:lvl w:ilvl="2" w:tplc="ECC253B6">
      <w:start w:val="1"/>
      <w:numFmt w:val="lowerRoman"/>
      <w:lvlText w:val="%3."/>
      <w:lvlJc w:val="right"/>
      <w:pPr>
        <w:ind w:left="2160" w:hanging="180"/>
      </w:pPr>
    </w:lvl>
    <w:lvl w:ilvl="3" w:tplc="FEF6C824" w:tentative="1">
      <w:start w:val="1"/>
      <w:numFmt w:val="decimal"/>
      <w:lvlText w:val="%4."/>
      <w:lvlJc w:val="left"/>
      <w:pPr>
        <w:ind w:left="2880" w:hanging="360"/>
      </w:pPr>
    </w:lvl>
    <w:lvl w:ilvl="4" w:tplc="CA34E956" w:tentative="1">
      <w:start w:val="1"/>
      <w:numFmt w:val="lowerLetter"/>
      <w:lvlText w:val="%5."/>
      <w:lvlJc w:val="left"/>
      <w:pPr>
        <w:ind w:left="3600" w:hanging="360"/>
      </w:pPr>
    </w:lvl>
    <w:lvl w:ilvl="5" w:tplc="41CEDD48" w:tentative="1">
      <w:start w:val="1"/>
      <w:numFmt w:val="lowerRoman"/>
      <w:lvlText w:val="%6."/>
      <w:lvlJc w:val="right"/>
      <w:pPr>
        <w:ind w:left="4320" w:hanging="180"/>
      </w:pPr>
    </w:lvl>
    <w:lvl w:ilvl="6" w:tplc="C14E43E6" w:tentative="1">
      <w:start w:val="1"/>
      <w:numFmt w:val="decimal"/>
      <w:lvlText w:val="%7."/>
      <w:lvlJc w:val="left"/>
      <w:pPr>
        <w:ind w:left="5040" w:hanging="360"/>
      </w:pPr>
    </w:lvl>
    <w:lvl w:ilvl="7" w:tplc="49383CD6" w:tentative="1">
      <w:start w:val="1"/>
      <w:numFmt w:val="lowerLetter"/>
      <w:lvlText w:val="%8."/>
      <w:lvlJc w:val="left"/>
      <w:pPr>
        <w:ind w:left="5760" w:hanging="360"/>
      </w:pPr>
    </w:lvl>
    <w:lvl w:ilvl="8" w:tplc="4CC0B5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8ABE2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C4FB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9489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8638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C8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04E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29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A2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84B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52F6F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CC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96E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04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0F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2C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62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C6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2A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FA58AC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5A6207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38D10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69E1E7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BC68E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72B84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95601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AA45C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1F637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BC661B38">
      <w:start w:val="1"/>
      <w:numFmt w:val="decimal"/>
      <w:lvlText w:val="%1."/>
      <w:lvlJc w:val="left"/>
      <w:pPr>
        <w:ind w:left="720" w:hanging="360"/>
      </w:pPr>
    </w:lvl>
    <w:lvl w:ilvl="1" w:tplc="9B64BA24" w:tentative="1">
      <w:start w:val="1"/>
      <w:numFmt w:val="lowerLetter"/>
      <w:lvlText w:val="%2."/>
      <w:lvlJc w:val="left"/>
      <w:pPr>
        <w:ind w:left="1440" w:hanging="360"/>
      </w:pPr>
    </w:lvl>
    <w:lvl w:ilvl="2" w:tplc="74100E08" w:tentative="1">
      <w:start w:val="1"/>
      <w:numFmt w:val="lowerRoman"/>
      <w:lvlText w:val="%3."/>
      <w:lvlJc w:val="right"/>
      <w:pPr>
        <w:ind w:left="2160" w:hanging="180"/>
      </w:pPr>
    </w:lvl>
    <w:lvl w:ilvl="3" w:tplc="A7480998" w:tentative="1">
      <w:start w:val="1"/>
      <w:numFmt w:val="decimal"/>
      <w:lvlText w:val="%4."/>
      <w:lvlJc w:val="left"/>
      <w:pPr>
        <w:ind w:left="2880" w:hanging="360"/>
      </w:pPr>
    </w:lvl>
    <w:lvl w:ilvl="4" w:tplc="5DECB11A" w:tentative="1">
      <w:start w:val="1"/>
      <w:numFmt w:val="lowerLetter"/>
      <w:lvlText w:val="%5."/>
      <w:lvlJc w:val="left"/>
      <w:pPr>
        <w:ind w:left="3600" w:hanging="360"/>
      </w:pPr>
    </w:lvl>
    <w:lvl w:ilvl="5" w:tplc="ADA626DC" w:tentative="1">
      <w:start w:val="1"/>
      <w:numFmt w:val="lowerRoman"/>
      <w:lvlText w:val="%6."/>
      <w:lvlJc w:val="right"/>
      <w:pPr>
        <w:ind w:left="4320" w:hanging="180"/>
      </w:pPr>
    </w:lvl>
    <w:lvl w:ilvl="6" w:tplc="3A4CFFE0" w:tentative="1">
      <w:start w:val="1"/>
      <w:numFmt w:val="decimal"/>
      <w:lvlText w:val="%7."/>
      <w:lvlJc w:val="left"/>
      <w:pPr>
        <w:ind w:left="5040" w:hanging="360"/>
      </w:pPr>
    </w:lvl>
    <w:lvl w:ilvl="7" w:tplc="D89EE0CC" w:tentative="1">
      <w:start w:val="1"/>
      <w:numFmt w:val="lowerLetter"/>
      <w:lvlText w:val="%8."/>
      <w:lvlJc w:val="left"/>
      <w:pPr>
        <w:ind w:left="5760" w:hanging="360"/>
      </w:pPr>
    </w:lvl>
    <w:lvl w:ilvl="8" w:tplc="6DD02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D2826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E6F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2C38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83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AA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A48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4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255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0AE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39E9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DADB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1E0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6D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690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ED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14D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29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6F3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78D6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C8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08FD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7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0F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84E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8B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6B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046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01"/>
    <w:rsid w:val="001C1401"/>
    <w:rsid w:val="00510A1D"/>
    <w:rsid w:val="009A399A"/>
    <w:rsid w:val="00A60ADE"/>
    <w:rsid w:val="00CC7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8D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0F22"/>
    <w:rPr>
      <w:color w:val="808080"/>
    </w:rPr>
  </w:style>
  <w:style w:type="paragraph" w:customStyle="1" w:styleId="434373A995FC4A45A4824C8045E9DB6B">
    <w:name w:val="434373A995FC4A45A4824C8045E9DB6B"/>
    <w:rsid w:val="005A0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92B7-B6FD-4329-B4DD-90D3B8979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A9B1760-1487-4ABD-A8A2-DE2903E7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</vt:lpstr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MEM07032_SURS_1of1_20191210</dc:title>
  <dc:creator/>
  <dc:description>The content in this document is copyright © TAFE NSW 2019.
Generated by the Learning and Assessment Mapping System system (developed by Marc Fearby).</dc:description>
  <cp:lastModifiedBy/>
  <cp:revision>1</cp:revision>
  <dcterms:created xsi:type="dcterms:W3CDTF">2019-12-10T01:18:00Z</dcterms:created>
  <dcterms:modified xsi:type="dcterms:W3CDTF">2020-01-16T23:12:00Z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2019-12-10T01:17:40Z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ba26fd4d-bdcc-43e1-8bf5-00007893967a</vt:lpwstr>
  </property>
  <property fmtid="{D5CDD505-2E9C-101B-9397-08002B2CF9AE}" pid="9" name="MSIP_Label_1124e982-4ed1-4819-8c70-4a27f3d38393_ContentBits">
    <vt:lpwstr>0</vt:lpwstr>
  </property>
</Properties>
</file>