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5AB51" w14:textId="77777777" w:rsidR="00FC48B2" w:rsidRDefault="00503A79" w:rsidP="003C3244">
      <w:pPr>
        <w:pStyle w:val="Heading1"/>
      </w:pPr>
      <w:r w:rsidRPr="007E10A9">
        <w:t>Student</w:t>
      </w:r>
      <w:r>
        <w:t xml:space="preserve"> d</w:t>
      </w:r>
      <w:r w:rsidRPr="003C3244">
        <w:t>eclaration</w:t>
      </w:r>
    </w:p>
    <w:p w14:paraId="219A3C56" w14:textId="77777777" w:rsidR="00CC3D37" w:rsidRPr="00A56627" w:rsidRDefault="00503A79" w:rsidP="00CC3D37">
      <w:pPr>
        <w:pStyle w:val="Heading2"/>
      </w:pPr>
      <w:r w:rsidRPr="00A56627">
        <w:t>Criteria</w:t>
      </w:r>
    </w:p>
    <w:p w14:paraId="35097719" w14:textId="77777777" w:rsidR="00CC3D37" w:rsidRDefault="00503A79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72ADB57" w14:textId="0B0572FA" w:rsidR="0049258D" w:rsidRPr="00763F1E" w:rsidRDefault="00763F1E" w:rsidP="00763F1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MEM10119 – Certificate 1</w:t>
      </w:r>
      <w:r w:rsidRPr="00D83795">
        <w:rPr>
          <w:sz w:val="22"/>
          <w:szCs w:val="22"/>
          <w:lang w:eastAsia="en-AU"/>
        </w:rPr>
        <w:t xml:space="preserve"> in</w:t>
      </w:r>
      <w:r w:rsidR="00407999">
        <w:rPr>
          <w:sz w:val="22"/>
          <w:szCs w:val="22"/>
          <w:lang w:eastAsia="en-AU"/>
        </w:rPr>
        <w:t xml:space="preserve"> Engineering </w:t>
      </w:r>
      <w:r w:rsidRPr="00D83795">
        <w:rPr>
          <w:sz w:val="22"/>
          <w:szCs w:val="22"/>
          <w:lang w:eastAsia="en-AU"/>
        </w:rPr>
        <w:t>(</w:t>
      </w:r>
      <w:r>
        <w:rPr>
          <w:sz w:val="22"/>
          <w:szCs w:val="22"/>
          <w:lang w:eastAsia="en-AU"/>
        </w:rPr>
        <w:t>1</w:t>
      </w:r>
      <w:r w:rsidRPr="00D83795">
        <w:rPr>
          <w:sz w:val="22"/>
          <w:szCs w:val="22"/>
          <w:lang w:eastAsia="en-AU"/>
        </w:rPr>
        <w:t>)</w:t>
      </w:r>
    </w:p>
    <w:p w14:paraId="522D699A" w14:textId="77777777" w:rsidR="00CC3D37" w:rsidRPr="005137FE" w:rsidRDefault="003236E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392059" w14:textId="77777777" w:rsidR="00CC3D37" w:rsidRDefault="00503A79" w:rsidP="00CC3D37">
      <w:pPr>
        <w:pStyle w:val="Heading3"/>
      </w:pPr>
      <w:r w:rsidRPr="007A6B4A">
        <w:t>Unit code, name and release number</w:t>
      </w:r>
    </w:p>
    <w:p w14:paraId="319AC349" w14:textId="77777777" w:rsidR="00CC3D37" w:rsidRPr="005137FE" w:rsidRDefault="00503A79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2"/>
          <w:lang w:eastAsia="en-AU"/>
        </w:rPr>
      </w:pPr>
      <w:bookmarkStart w:id="1" w:name="Unit"/>
      <w:r w:rsidRPr="005137FE">
        <w:rPr>
          <w:szCs w:val="22"/>
          <w:lang w:eastAsia="en-AU"/>
        </w:rPr>
        <w:t>MEM07032 - Use workshop machines for basic operations (1)</w:t>
      </w:r>
      <w:bookmarkEnd w:id="1"/>
    </w:p>
    <w:p w14:paraId="19428FE7" w14:textId="77777777" w:rsidR="00CC3D37" w:rsidRPr="005137FE" w:rsidRDefault="003236E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2"/>
          <w:lang w:eastAsia="en-AU"/>
        </w:rPr>
      </w:pPr>
    </w:p>
    <w:p w14:paraId="2997563A" w14:textId="77777777" w:rsidR="00BC4442" w:rsidRPr="00B10342" w:rsidRDefault="00503A79" w:rsidP="00BC4442">
      <w:pPr>
        <w:rPr>
          <w:szCs w:val="24"/>
          <w:lang w:eastAsia="en-AU"/>
        </w:rPr>
      </w:pPr>
      <w:r w:rsidRPr="00B10342">
        <w:rPr>
          <w:szCs w:val="24"/>
          <w:lang w:eastAsia="en-AU"/>
        </w:rPr>
        <w:t>Each student is required to read and sign the form below to acknowledge their understanding and agreement of the statements included in this declaration.</w:t>
      </w:r>
    </w:p>
    <w:p w14:paraId="2DD3C996" w14:textId="77777777" w:rsidR="0040694E" w:rsidRPr="00B10342" w:rsidRDefault="00503A79" w:rsidP="0040694E">
      <w:pPr>
        <w:rPr>
          <w:szCs w:val="24"/>
          <w:lang w:eastAsia="en-AU"/>
        </w:rPr>
      </w:pPr>
      <w:r w:rsidRPr="00B10342">
        <w:rPr>
          <w:szCs w:val="24"/>
          <w:lang w:eastAsia="en-AU"/>
        </w:rPr>
        <w:t>I (the student) declare that,</w:t>
      </w:r>
    </w:p>
    <w:p w14:paraId="30E94327" w14:textId="77777777" w:rsidR="0040694E" w:rsidRPr="00B10342" w:rsidRDefault="00503A79" w:rsidP="0040694E">
      <w:pPr>
        <w:pStyle w:val="ListParagraph"/>
        <w:numPr>
          <w:ilvl w:val="0"/>
          <w:numId w:val="31"/>
        </w:numPr>
        <w:rPr>
          <w:szCs w:val="24"/>
          <w:lang w:eastAsia="en-AU"/>
        </w:rPr>
      </w:pPr>
      <w:r w:rsidRPr="00B10342">
        <w:rPr>
          <w:szCs w:val="24"/>
          <w:lang w:eastAsia="en-AU"/>
        </w:rPr>
        <w:t>I am aware that the TAFE NSW Student Guide and Every Students Guide to Assessment is available and how to access it</w:t>
      </w:r>
    </w:p>
    <w:p w14:paraId="7FC209D4" w14:textId="77777777" w:rsidR="0040694E" w:rsidRPr="00B10342" w:rsidRDefault="00503A79" w:rsidP="0040694E">
      <w:pPr>
        <w:pStyle w:val="ListParagraph"/>
        <w:numPr>
          <w:ilvl w:val="0"/>
          <w:numId w:val="31"/>
        </w:numPr>
        <w:rPr>
          <w:szCs w:val="24"/>
          <w:lang w:eastAsia="en-AU"/>
        </w:rPr>
      </w:pPr>
      <w:r w:rsidRPr="00B10342">
        <w:rPr>
          <w:szCs w:val="24"/>
          <w:lang w:eastAsia="en-AU"/>
        </w:rPr>
        <w:t>My obligations and responsibilities as a student completing training with TAFE NSW have been explained to me</w:t>
      </w:r>
    </w:p>
    <w:p w14:paraId="520001FA" w14:textId="77777777" w:rsidR="0040694E" w:rsidRPr="00B10342" w:rsidRDefault="00503A79" w:rsidP="0040694E">
      <w:pPr>
        <w:pStyle w:val="ListParagraph"/>
        <w:numPr>
          <w:ilvl w:val="0"/>
          <w:numId w:val="31"/>
        </w:numPr>
        <w:rPr>
          <w:szCs w:val="24"/>
          <w:lang w:eastAsia="en-AU"/>
        </w:rPr>
      </w:pPr>
      <w:r w:rsidRPr="00B10342">
        <w:rPr>
          <w:szCs w:val="24"/>
          <w:lang w:eastAsia="en-AU"/>
        </w:rPr>
        <w:t>Qualification/Course Assessment Guide and/or Unit Assessment Guide for the unit above have been explained and made available to me</w:t>
      </w:r>
    </w:p>
    <w:p w14:paraId="6558A650" w14:textId="77777777" w:rsidR="0040694E" w:rsidRPr="00B10342" w:rsidRDefault="00503A79" w:rsidP="0040694E">
      <w:pPr>
        <w:pStyle w:val="ListParagraph"/>
        <w:numPr>
          <w:ilvl w:val="0"/>
          <w:numId w:val="31"/>
        </w:numPr>
        <w:rPr>
          <w:szCs w:val="24"/>
          <w:lang w:eastAsia="en-AU"/>
        </w:rPr>
      </w:pPr>
      <w:r w:rsidRPr="00B10342">
        <w:rPr>
          <w:szCs w:val="24"/>
          <w:lang w:eastAsia="en-AU"/>
        </w:rPr>
        <w:t>I understand and will comply with the instructions for this training and assessment</w:t>
      </w:r>
    </w:p>
    <w:p w14:paraId="14F14ABE" w14:textId="77777777" w:rsidR="0040694E" w:rsidRPr="00B10342" w:rsidRDefault="00503A79" w:rsidP="0040694E">
      <w:pPr>
        <w:pStyle w:val="ListParagraph"/>
        <w:numPr>
          <w:ilvl w:val="0"/>
          <w:numId w:val="31"/>
        </w:numPr>
        <w:rPr>
          <w:szCs w:val="24"/>
          <w:lang w:eastAsia="en-AU"/>
        </w:rPr>
      </w:pPr>
      <w:r w:rsidRPr="00B10342">
        <w:rPr>
          <w:szCs w:val="24"/>
          <w:lang w:eastAsia="en-AU"/>
        </w:rPr>
        <w:t>I have been provided access to all required learning materials and/or resources</w:t>
      </w:r>
    </w:p>
    <w:p w14:paraId="07CD2249" w14:textId="77777777" w:rsidR="003F73CB" w:rsidRDefault="00503A79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DF68BC" w14:paraId="314D60CE" w14:textId="77777777" w:rsidTr="00DF6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  <w:shd w:val="clear" w:color="auto" w:fill="8DB3E2" w:themeFill="text2" w:themeFillTint="66"/>
          </w:tcPr>
          <w:p w14:paraId="63A8F407" w14:textId="77777777" w:rsidR="007E10A9" w:rsidRPr="00B10342" w:rsidRDefault="00503A79" w:rsidP="007E10A9">
            <w:pPr>
              <w:rPr>
                <w:lang w:eastAsia="en-AU"/>
              </w:rPr>
            </w:pPr>
            <w:r w:rsidRPr="00B10342">
              <w:rPr>
                <w:color w:val="auto"/>
                <w:lang w:eastAsia="en-AU"/>
              </w:rPr>
              <w:t>No</w:t>
            </w:r>
          </w:p>
        </w:tc>
        <w:tc>
          <w:tcPr>
            <w:tcW w:w="2658" w:type="pct"/>
            <w:shd w:val="clear" w:color="auto" w:fill="8DB3E2" w:themeFill="text2" w:themeFillTint="66"/>
            <w:vAlign w:val="top"/>
          </w:tcPr>
          <w:p w14:paraId="63A6A282" w14:textId="77777777" w:rsidR="007E10A9" w:rsidRPr="00B10342" w:rsidRDefault="00503A79" w:rsidP="007E10A9">
            <w:pPr>
              <w:rPr>
                <w:lang w:eastAsia="en-AU"/>
              </w:rPr>
            </w:pPr>
            <w:r w:rsidRPr="00B10342">
              <w:rPr>
                <w:color w:val="auto"/>
                <w:lang w:eastAsia="en-AU"/>
              </w:rPr>
              <w:t>Student name (please print name)</w:t>
            </w:r>
          </w:p>
        </w:tc>
        <w:tc>
          <w:tcPr>
            <w:tcW w:w="660" w:type="pct"/>
            <w:shd w:val="clear" w:color="auto" w:fill="8DB3E2" w:themeFill="text2" w:themeFillTint="66"/>
            <w:vAlign w:val="top"/>
          </w:tcPr>
          <w:p w14:paraId="0AB539A2" w14:textId="77777777" w:rsidR="007E10A9" w:rsidRPr="00B10342" w:rsidRDefault="00503A79" w:rsidP="007E10A9">
            <w:pPr>
              <w:rPr>
                <w:lang w:eastAsia="en-AU"/>
              </w:rPr>
            </w:pPr>
            <w:r w:rsidRPr="00B10342">
              <w:rPr>
                <w:color w:val="auto"/>
                <w:lang w:eastAsia="en-AU"/>
              </w:rPr>
              <w:t>Date</w:t>
            </w:r>
          </w:p>
        </w:tc>
        <w:tc>
          <w:tcPr>
            <w:tcW w:w="1372" w:type="pct"/>
            <w:shd w:val="clear" w:color="auto" w:fill="8DB3E2" w:themeFill="text2" w:themeFillTint="66"/>
            <w:vAlign w:val="top"/>
          </w:tcPr>
          <w:p w14:paraId="6570BE9C" w14:textId="77777777" w:rsidR="007E10A9" w:rsidRPr="00B10342" w:rsidRDefault="00503A79" w:rsidP="007E10A9">
            <w:pPr>
              <w:rPr>
                <w:lang w:eastAsia="en-AU"/>
              </w:rPr>
            </w:pPr>
            <w:r w:rsidRPr="00B10342">
              <w:rPr>
                <w:color w:val="auto"/>
                <w:lang w:eastAsia="en-AU"/>
              </w:rPr>
              <w:t>Signature</w:t>
            </w:r>
          </w:p>
        </w:tc>
      </w:tr>
      <w:tr w:rsidR="00DF68BC" w14:paraId="3F3312EA" w14:textId="77777777" w:rsidTr="00DF68BC">
        <w:trPr>
          <w:trHeight w:val="431"/>
        </w:trPr>
        <w:tc>
          <w:tcPr>
            <w:tcW w:w="310" w:type="pct"/>
            <w:shd w:val="clear" w:color="auto" w:fill="8DB3E2" w:themeFill="text2" w:themeFillTint="66"/>
            <w:vAlign w:val="top"/>
          </w:tcPr>
          <w:p w14:paraId="00879B87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6F8AD408" w14:textId="17361D23" w:rsidR="007E10A9" w:rsidRPr="00407999" w:rsidRDefault="003236EC" w:rsidP="0040799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489DD8E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805524D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615A4B27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256964AA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29FAD92" w14:textId="2D8C77C2" w:rsidR="007E10A9" w:rsidRPr="00407999" w:rsidRDefault="003236EC" w:rsidP="0040799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06327DE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6FD600B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479BB3F2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60020A1B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18E04EA" w14:textId="13590B9C" w:rsidR="007E10A9" w:rsidRPr="00407999" w:rsidRDefault="003236EC" w:rsidP="0040799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EEBD2D1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8037491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3163A5C9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3B531984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35D3A98" w14:textId="5AA2EDF3" w:rsidR="007E10A9" w:rsidRPr="00407999" w:rsidRDefault="003236EC" w:rsidP="0040799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FBD9CF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DFBD07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19DFCFC2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56DBED9B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12DB4F2" w14:textId="41C7E2C4" w:rsidR="007E10A9" w:rsidRPr="00407999" w:rsidRDefault="003236EC" w:rsidP="0040799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350B4524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C68570A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18BC14DF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3A321700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2EA92674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A35069C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F4B59AD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308F2AC8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02796C62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073F9604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D6AC397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3DE41CC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DF68BC" w14:paraId="5ED2D527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7F68F9AB" w14:textId="77777777" w:rsidR="007E10A9" w:rsidRPr="00B10342" w:rsidRDefault="00503A79" w:rsidP="003F73CB">
            <w:pPr>
              <w:jc w:val="center"/>
              <w:rPr>
                <w:b/>
                <w:lang w:eastAsia="en-AU"/>
              </w:rPr>
            </w:pPr>
            <w:r w:rsidRPr="00B10342">
              <w:rPr>
                <w:b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793F0C1B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2C052BC" w14:textId="77777777" w:rsidR="007E10A9" w:rsidRDefault="003236E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32B191" w14:textId="77777777" w:rsidR="007E10A9" w:rsidRDefault="003236EC" w:rsidP="007E10A9">
            <w:pPr>
              <w:rPr>
                <w:lang w:eastAsia="en-AU"/>
              </w:rPr>
            </w:pPr>
          </w:p>
        </w:tc>
      </w:tr>
      <w:tr w:rsidR="00963A50" w14:paraId="18E4D2EE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594822F7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3F7249DA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E880E28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93E5D4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6C0FEDEA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1D7CB0EE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539C6457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C23B31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3659BA0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08A34E52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3A270AF7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06DC815F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45BD29B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AB6DE1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775E8E2C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7C0063BF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35FF8CED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CE215D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2A848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7F5E3B86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01811AC9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50ED3A9B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7EE1EE2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523897C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35BB1A5B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5D1E8FF2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788511F3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40E8BB8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D12CFCF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2DEE02E1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65EEECF3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1A050297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412C4D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84D70D2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53B0C69E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1EF13C5F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27A5B8B1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BAB3046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67BC55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01E0F770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3FC08F03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593B4A58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29FED28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59F38B" w14:textId="77777777" w:rsidR="00963A50" w:rsidRDefault="00963A50" w:rsidP="007E10A9">
            <w:pPr>
              <w:rPr>
                <w:lang w:eastAsia="en-AU"/>
              </w:rPr>
            </w:pPr>
          </w:p>
        </w:tc>
      </w:tr>
      <w:tr w:rsidR="00963A50" w14:paraId="0EDE8B70" w14:textId="77777777" w:rsidTr="00DF68BC">
        <w:tc>
          <w:tcPr>
            <w:tcW w:w="310" w:type="pct"/>
            <w:shd w:val="clear" w:color="auto" w:fill="8DB3E2" w:themeFill="text2" w:themeFillTint="66"/>
            <w:vAlign w:val="top"/>
          </w:tcPr>
          <w:p w14:paraId="2E81324B" w14:textId="77777777" w:rsidR="00963A50" w:rsidRPr="00B10342" w:rsidRDefault="00963A50" w:rsidP="003F73CB">
            <w:pPr>
              <w:jc w:val="center"/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2D734057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97812F6" w14:textId="77777777" w:rsidR="00963A50" w:rsidRDefault="00963A50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E7C3A89" w14:textId="77777777" w:rsidR="00963A50" w:rsidRDefault="00963A50" w:rsidP="007E10A9">
            <w:pPr>
              <w:rPr>
                <w:lang w:eastAsia="en-AU"/>
              </w:rPr>
            </w:pPr>
          </w:p>
        </w:tc>
      </w:tr>
    </w:tbl>
    <w:p w14:paraId="0A981039" w14:textId="77777777" w:rsidR="00BC4442" w:rsidRDefault="003236EC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7D40D" w14:textId="77777777" w:rsidR="00503A79" w:rsidRDefault="00503A79">
      <w:pPr>
        <w:spacing w:before="0" w:after="0" w:line="240" w:lineRule="auto"/>
      </w:pPr>
      <w:r>
        <w:separator/>
      </w:r>
    </w:p>
  </w:endnote>
  <w:endnote w:type="continuationSeparator" w:id="0">
    <w:p w14:paraId="7CBEF4E6" w14:textId="77777777" w:rsidR="00503A79" w:rsidRDefault="00503A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8D3E" w14:textId="77777777" w:rsidR="00CC4677" w:rsidRPr="004820C4" w:rsidRDefault="003236EC" w:rsidP="0002323C">
    <w:pPr>
      <w:pStyle w:val="Footer-DocumentTitleLeft"/>
    </w:pPr>
  </w:p>
  <w:p w14:paraId="791D6706" w14:textId="77777777" w:rsidR="00CC4677" w:rsidRDefault="00503A7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80659C5" w14:textId="77777777" w:rsidR="00CC4677" w:rsidRPr="0006452B" w:rsidRDefault="003236EC" w:rsidP="00EE3A11"/>
  <w:p w14:paraId="26AEDFDE" w14:textId="77777777" w:rsidR="00BA0812" w:rsidRDefault="003236E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953C2FD" w14:textId="7B8BC334" w:rsidR="0049258D" w:rsidRDefault="00503A79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963A50">
              <w:t>MEM07032</w:t>
            </w:r>
            <w:r>
              <w:t>_StDec</w:t>
            </w:r>
            <w:r w:rsidR="00407999">
              <w:t>_1of1</w:t>
            </w:r>
          </w:sdtContent>
        </w:sdt>
        <w:r>
          <w:ptab w:relativeTo="margin" w:alignment="center" w:leader="none"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3236EC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3236EC">
          <w:rPr>
            <w:noProof/>
          </w:rPr>
          <w:t>2</w:t>
        </w:r>
        <w:r>
          <w:rPr>
            <w:noProof/>
          </w:rPr>
          <w:fldChar w:fldCharType="end"/>
        </w:r>
      </w:p>
      <w:p w14:paraId="0D6C2121" w14:textId="77777777" w:rsidR="00BA0812" w:rsidRDefault="00503A79" w:rsidP="00CC3D37">
        <w:pPr>
          <w:pStyle w:val="Bodyfooter"/>
          <w:rPr>
            <w:noProof/>
          </w:rPr>
        </w:pPr>
        <w:r>
          <w:rPr>
            <w:noProof/>
          </w:rPr>
          <w:t>Resource ID:</w:t>
        </w:r>
        <w:r w:rsidR="00963A50">
          <w:rPr>
            <w:noProof/>
          </w:rPr>
          <w:t xml:space="preserve"> MRS_19_15_</w:t>
        </w:r>
        <w:r w:rsidR="00963A50" w:rsidRPr="00963A50">
          <w:t xml:space="preserve"> </w:t>
        </w:r>
        <w:r w:rsidR="00963A50">
          <w:t>MEM07032_StDec_1of1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2497E" w14:textId="77777777" w:rsidR="00AA3155" w:rsidRPr="008D467A" w:rsidRDefault="00503A79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95A54FE" w14:textId="77777777" w:rsidR="00AA3155" w:rsidRPr="008948B1" w:rsidRDefault="00503A79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97B759A" w14:textId="77777777" w:rsidR="00CC4677" w:rsidRPr="00AA3155" w:rsidRDefault="003236EC" w:rsidP="00EE3A11">
    <w:pPr>
      <w:pStyle w:val="Footer"/>
    </w:pPr>
  </w:p>
  <w:p w14:paraId="105B9347" w14:textId="77777777" w:rsidR="00BA0812" w:rsidRDefault="003236E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DC7DD" w14:textId="77777777" w:rsidR="00503A79" w:rsidRDefault="00503A79">
      <w:pPr>
        <w:spacing w:before="0" w:after="0" w:line="240" w:lineRule="auto"/>
      </w:pPr>
      <w:r>
        <w:separator/>
      </w:r>
    </w:p>
  </w:footnote>
  <w:footnote w:type="continuationSeparator" w:id="0">
    <w:p w14:paraId="0B591E30" w14:textId="77777777" w:rsidR="00503A79" w:rsidRDefault="00503A7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6FE21" w14:textId="77777777" w:rsidR="00CC4677" w:rsidRDefault="003236EC" w:rsidP="00EE3A11"/>
  <w:p w14:paraId="61BFFC65" w14:textId="77777777" w:rsidR="00BA0812" w:rsidRDefault="003236E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DC399" w14:textId="77777777" w:rsidR="00BA0812" w:rsidRDefault="00503A79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5C665" w14:textId="77777777" w:rsidR="004238CB" w:rsidRDefault="003236EC" w:rsidP="00EE3A11">
    <w:pPr>
      <w:pStyle w:val="Header"/>
    </w:pPr>
  </w:p>
  <w:p w14:paraId="22E8C2E5" w14:textId="77777777" w:rsidR="00BA0812" w:rsidRDefault="003236E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6EC5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3C5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8AF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B60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4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ED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E0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CE6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E46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3FEFA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61B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646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BC5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8B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144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0F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A5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BE0CA4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5863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A1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0F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47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62E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80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C6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217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4D96F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23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204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A7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E1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842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3E1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0C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888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73CB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02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2EF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E4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26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A44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4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07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23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53E01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99ED5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EE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E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03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D6FC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67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C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E7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AB7C2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D4D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E2F1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87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B8F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08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6F4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67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7C5B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259C52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21016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1A0C3D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A3ABEC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C766CD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22AA5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7B6F4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C622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54D3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7370230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5B0F3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89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4D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24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8D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22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01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CB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42F2D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4D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A5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EE5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E7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306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44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88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82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34A2756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A4E0D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4DF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D03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82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00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07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EC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AC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60589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449B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0E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E6A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CFF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189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22C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8F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CEE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A4A49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9A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CB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67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C9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42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A8C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6C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70A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58C61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EC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68F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80D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E3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80A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92B3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E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50E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690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CE5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28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CA4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AEC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C7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09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34B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88A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E6366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E65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05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AD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47C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2E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24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4C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842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1310A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6404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44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28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367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A5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EF1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43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3EB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C7769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623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04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068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C1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006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6C8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CD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024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FFB45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0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CA0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404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6A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2A75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8B2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2C7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A0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9F41002">
      <w:start w:val="1"/>
      <w:numFmt w:val="decimal"/>
      <w:lvlText w:val="%1."/>
      <w:lvlJc w:val="left"/>
      <w:pPr>
        <w:ind w:left="720" w:hanging="360"/>
      </w:pPr>
    </w:lvl>
    <w:lvl w:ilvl="1" w:tplc="9C2E3F32">
      <w:start w:val="1"/>
      <w:numFmt w:val="lowerLetter"/>
      <w:lvlText w:val="%2."/>
      <w:lvlJc w:val="left"/>
      <w:pPr>
        <w:ind w:left="1440" w:hanging="360"/>
      </w:pPr>
    </w:lvl>
    <w:lvl w:ilvl="2" w:tplc="F03A8A38">
      <w:start w:val="1"/>
      <w:numFmt w:val="lowerRoman"/>
      <w:lvlText w:val="%3."/>
      <w:lvlJc w:val="right"/>
      <w:pPr>
        <w:ind w:left="2160" w:hanging="180"/>
      </w:pPr>
    </w:lvl>
    <w:lvl w:ilvl="3" w:tplc="2ED626B8">
      <w:start w:val="1"/>
      <w:numFmt w:val="decimal"/>
      <w:lvlText w:val="%4."/>
      <w:lvlJc w:val="left"/>
      <w:pPr>
        <w:ind w:left="2880" w:hanging="360"/>
      </w:pPr>
    </w:lvl>
    <w:lvl w:ilvl="4" w:tplc="CA54AF10">
      <w:start w:val="1"/>
      <w:numFmt w:val="lowerLetter"/>
      <w:lvlText w:val="%5."/>
      <w:lvlJc w:val="left"/>
      <w:pPr>
        <w:ind w:left="3600" w:hanging="360"/>
      </w:pPr>
    </w:lvl>
    <w:lvl w:ilvl="5" w:tplc="A9D26A62">
      <w:start w:val="1"/>
      <w:numFmt w:val="lowerRoman"/>
      <w:lvlText w:val="%6."/>
      <w:lvlJc w:val="right"/>
      <w:pPr>
        <w:ind w:left="4320" w:hanging="180"/>
      </w:pPr>
    </w:lvl>
    <w:lvl w:ilvl="6" w:tplc="A4E213E4">
      <w:start w:val="1"/>
      <w:numFmt w:val="decimal"/>
      <w:lvlText w:val="%7."/>
      <w:lvlJc w:val="left"/>
      <w:pPr>
        <w:ind w:left="5040" w:hanging="360"/>
      </w:pPr>
    </w:lvl>
    <w:lvl w:ilvl="7" w:tplc="550C35CC">
      <w:start w:val="1"/>
      <w:numFmt w:val="lowerLetter"/>
      <w:lvlText w:val="%8."/>
      <w:lvlJc w:val="left"/>
      <w:pPr>
        <w:ind w:left="5760" w:hanging="360"/>
      </w:pPr>
    </w:lvl>
    <w:lvl w:ilvl="8" w:tplc="47B2D94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C12EA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06E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45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A82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20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4CC9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2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C1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6A9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EB246E54">
      <w:start w:val="1"/>
      <w:numFmt w:val="decimal"/>
      <w:lvlText w:val="%1."/>
      <w:lvlJc w:val="left"/>
      <w:pPr>
        <w:ind w:left="720" w:hanging="360"/>
      </w:pPr>
    </w:lvl>
    <w:lvl w:ilvl="1" w:tplc="F404FD94">
      <w:start w:val="1"/>
      <w:numFmt w:val="lowerLetter"/>
      <w:lvlText w:val="%2."/>
      <w:lvlJc w:val="left"/>
      <w:pPr>
        <w:ind w:left="1440" w:hanging="360"/>
      </w:pPr>
    </w:lvl>
    <w:lvl w:ilvl="2" w:tplc="C2F820F6">
      <w:start w:val="1"/>
      <w:numFmt w:val="lowerRoman"/>
      <w:lvlText w:val="%3."/>
      <w:lvlJc w:val="right"/>
      <w:pPr>
        <w:ind w:left="2160" w:hanging="180"/>
      </w:pPr>
    </w:lvl>
    <w:lvl w:ilvl="3" w:tplc="BEFAEF66" w:tentative="1">
      <w:start w:val="1"/>
      <w:numFmt w:val="decimal"/>
      <w:lvlText w:val="%4."/>
      <w:lvlJc w:val="left"/>
      <w:pPr>
        <w:ind w:left="2880" w:hanging="360"/>
      </w:pPr>
    </w:lvl>
    <w:lvl w:ilvl="4" w:tplc="9DD0C91C" w:tentative="1">
      <w:start w:val="1"/>
      <w:numFmt w:val="lowerLetter"/>
      <w:lvlText w:val="%5."/>
      <w:lvlJc w:val="left"/>
      <w:pPr>
        <w:ind w:left="3600" w:hanging="360"/>
      </w:pPr>
    </w:lvl>
    <w:lvl w:ilvl="5" w:tplc="AC864406" w:tentative="1">
      <w:start w:val="1"/>
      <w:numFmt w:val="lowerRoman"/>
      <w:lvlText w:val="%6."/>
      <w:lvlJc w:val="right"/>
      <w:pPr>
        <w:ind w:left="4320" w:hanging="180"/>
      </w:pPr>
    </w:lvl>
    <w:lvl w:ilvl="6" w:tplc="0AC46694" w:tentative="1">
      <w:start w:val="1"/>
      <w:numFmt w:val="decimal"/>
      <w:lvlText w:val="%7."/>
      <w:lvlJc w:val="left"/>
      <w:pPr>
        <w:ind w:left="5040" w:hanging="360"/>
      </w:pPr>
    </w:lvl>
    <w:lvl w:ilvl="7" w:tplc="C80C04B8" w:tentative="1">
      <w:start w:val="1"/>
      <w:numFmt w:val="lowerLetter"/>
      <w:lvlText w:val="%8."/>
      <w:lvlJc w:val="left"/>
      <w:pPr>
        <w:ind w:left="5760" w:hanging="360"/>
      </w:pPr>
    </w:lvl>
    <w:lvl w:ilvl="8" w:tplc="505C5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E865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7698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A4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8B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69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2407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63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E4C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764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6FE4F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A3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6F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8B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8E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E2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8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325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33C04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D9616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D4DC0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498C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6829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D90548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82429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42E7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9EA64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F354625A">
      <w:start w:val="1"/>
      <w:numFmt w:val="decimal"/>
      <w:lvlText w:val="%1."/>
      <w:lvlJc w:val="left"/>
      <w:pPr>
        <w:ind w:left="720" w:hanging="360"/>
      </w:pPr>
    </w:lvl>
    <w:lvl w:ilvl="1" w:tplc="A57ADBC0" w:tentative="1">
      <w:start w:val="1"/>
      <w:numFmt w:val="lowerLetter"/>
      <w:lvlText w:val="%2."/>
      <w:lvlJc w:val="left"/>
      <w:pPr>
        <w:ind w:left="1440" w:hanging="360"/>
      </w:pPr>
    </w:lvl>
    <w:lvl w:ilvl="2" w:tplc="D02006FA" w:tentative="1">
      <w:start w:val="1"/>
      <w:numFmt w:val="lowerRoman"/>
      <w:lvlText w:val="%3."/>
      <w:lvlJc w:val="right"/>
      <w:pPr>
        <w:ind w:left="2160" w:hanging="180"/>
      </w:pPr>
    </w:lvl>
    <w:lvl w:ilvl="3" w:tplc="1A381BE2" w:tentative="1">
      <w:start w:val="1"/>
      <w:numFmt w:val="decimal"/>
      <w:lvlText w:val="%4."/>
      <w:lvlJc w:val="left"/>
      <w:pPr>
        <w:ind w:left="2880" w:hanging="360"/>
      </w:pPr>
    </w:lvl>
    <w:lvl w:ilvl="4" w:tplc="13447178" w:tentative="1">
      <w:start w:val="1"/>
      <w:numFmt w:val="lowerLetter"/>
      <w:lvlText w:val="%5."/>
      <w:lvlJc w:val="left"/>
      <w:pPr>
        <w:ind w:left="3600" w:hanging="360"/>
      </w:pPr>
    </w:lvl>
    <w:lvl w:ilvl="5" w:tplc="6DACC67C" w:tentative="1">
      <w:start w:val="1"/>
      <w:numFmt w:val="lowerRoman"/>
      <w:lvlText w:val="%6."/>
      <w:lvlJc w:val="right"/>
      <w:pPr>
        <w:ind w:left="4320" w:hanging="180"/>
      </w:pPr>
    </w:lvl>
    <w:lvl w:ilvl="6" w:tplc="042C88B2" w:tentative="1">
      <w:start w:val="1"/>
      <w:numFmt w:val="decimal"/>
      <w:lvlText w:val="%7."/>
      <w:lvlJc w:val="left"/>
      <w:pPr>
        <w:ind w:left="5040" w:hanging="360"/>
      </w:pPr>
    </w:lvl>
    <w:lvl w:ilvl="7" w:tplc="9110A7B6" w:tentative="1">
      <w:start w:val="1"/>
      <w:numFmt w:val="lowerLetter"/>
      <w:lvlText w:val="%8."/>
      <w:lvlJc w:val="left"/>
      <w:pPr>
        <w:ind w:left="5760" w:hanging="360"/>
      </w:pPr>
    </w:lvl>
    <w:lvl w:ilvl="8" w:tplc="95A2EC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D61C8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883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F0D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F66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C46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F08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50F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6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02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2272D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80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64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6F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EE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8C7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A8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EC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AA0A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69BE0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2C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0CD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60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5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CA2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925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6A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8C0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BC"/>
    <w:rsid w:val="003236EC"/>
    <w:rsid w:val="00407999"/>
    <w:rsid w:val="00503A79"/>
    <w:rsid w:val="00763F1E"/>
    <w:rsid w:val="00782431"/>
    <w:rsid w:val="00963A50"/>
    <w:rsid w:val="00DF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F58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233592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92"/>
    <w:rsid w:val="00233592"/>
    <w:rsid w:val="00D3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1CE8"/>
    <w:rPr>
      <w:color w:val="808080"/>
    </w:rPr>
  </w:style>
  <w:style w:type="paragraph" w:customStyle="1" w:styleId="A46FE1446BB0480D81818C9AC273660C">
    <w:name w:val="A46FE1446BB0480D81818C9AC273660C"/>
    <w:rsid w:val="006F1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6F7CD-1A76-4FC0-BFC0-10A00D8E7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B3141-C3FD-436F-B696-A863F67E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</vt:lpstr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MEM07032_StDec_1of1</dc:title>
  <dc:creator/>
  <dc:description>The content in this document is copyright © TAFE NSW 2019.
Generated by the Learning and Assessment Mapping System system (developed by Marc Fearby).</dc:description>
  <cp:lastModifiedBy/>
  <cp:revision>1</cp:revision>
  <dcterms:created xsi:type="dcterms:W3CDTF">2019-12-10T01:00:00Z</dcterms:created>
  <dcterms:modified xsi:type="dcterms:W3CDTF">2020-02-06T21:20:00Z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2019-12-10T01:00:06Z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09b89c4a-ed39-4cc6-86ac-0000461ef9fa</vt:lpwstr>
  </property>
  <property fmtid="{D5CDD505-2E9C-101B-9397-08002B2CF9AE}" pid="9" name="MSIP_Label_1124e982-4ed1-4819-8c70-4a27f3d38393_ContentBits">
    <vt:lpwstr>0</vt:lpwstr>
  </property>
</Properties>
</file>