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DFD7F" w14:textId="77777777" w:rsidR="00FC48B2" w:rsidRDefault="00DB7642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618DFD80" w14:textId="77777777" w:rsidR="00CC3D37" w:rsidRPr="00A56627" w:rsidRDefault="00DB7642" w:rsidP="00CC3D37">
      <w:pPr>
        <w:pStyle w:val="Heading2"/>
      </w:pPr>
      <w:r w:rsidRPr="00A56627">
        <w:t>Criteria</w:t>
      </w:r>
    </w:p>
    <w:p w14:paraId="618DFD81" w14:textId="77777777" w:rsidR="00CC3D37" w:rsidRDefault="00DB7642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18DFD82" w14:textId="77777777" w:rsidR="00CC3D37" w:rsidRPr="00D83795" w:rsidRDefault="00DB764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MEM30319 - Certificate III in Engineering - Fabrication Trade (1)</w:t>
      </w:r>
      <w:bookmarkEnd w:id="0"/>
    </w:p>
    <w:p w14:paraId="618DFD83" w14:textId="77777777" w:rsidR="00CC3D37" w:rsidRPr="00D83795" w:rsidRDefault="00823F6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8DFD84" w14:textId="77777777" w:rsidR="00CC3D37" w:rsidRDefault="00DB7642" w:rsidP="00CC3D37">
      <w:pPr>
        <w:pStyle w:val="Heading3"/>
      </w:pPr>
      <w:r w:rsidRPr="007A6B4A">
        <w:t>Unit code, name and release number</w:t>
      </w:r>
    </w:p>
    <w:p w14:paraId="618DFD85" w14:textId="77777777" w:rsidR="00CC3D37" w:rsidRPr="00D83795" w:rsidRDefault="00DB764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MEM09002 - Interpret technical drawing (1)</w:t>
      </w:r>
      <w:bookmarkEnd w:id="1"/>
    </w:p>
    <w:p w14:paraId="618DFD86" w14:textId="77777777" w:rsidR="00CC3D37" w:rsidRPr="00D83795" w:rsidRDefault="00823F6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18DFD87" w14:textId="77777777" w:rsidR="00BC4442" w:rsidRPr="004A551B" w:rsidRDefault="00DB7642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618DFD88" w14:textId="77777777" w:rsidR="0040694E" w:rsidRPr="004A551B" w:rsidRDefault="00DB7642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618DFD89" w14:textId="77777777" w:rsidR="0040694E" w:rsidRPr="004A551B" w:rsidRDefault="00DB764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618DFD8A" w14:textId="77777777" w:rsidR="0040694E" w:rsidRPr="004A551B" w:rsidRDefault="00DB764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618DFD8B" w14:textId="77777777" w:rsidR="0040694E" w:rsidRPr="004A551B" w:rsidRDefault="00DB764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618DFD8C" w14:textId="77777777" w:rsidR="0040694E" w:rsidRPr="004A551B" w:rsidRDefault="00DB764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618DFD8D" w14:textId="77777777" w:rsidR="0040694E" w:rsidRPr="004A551B" w:rsidRDefault="00DB764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618DFD8E" w14:textId="77777777" w:rsidR="003F73CB" w:rsidRDefault="00DB7642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DC369D" w14:paraId="618DFD93" w14:textId="77777777" w:rsidTr="00DC36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618DFD8F" w14:textId="77777777" w:rsidR="007E10A9" w:rsidRDefault="00DB764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618DFD90" w14:textId="77777777" w:rsidR="007E10A9" w:rsidRDefault="00DB764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618DFD91" w14:textId="77777777" w:rsidR="007E10A9" w:rsidRDefault="00DB764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618DFD92" w14:textId="77777777" w:rsidR="007E10A9" w:rsidRDefault="00DB764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DC369D" w14:paraId="618DFD98" w14:textId="77777777" w:rsidTr="00DC369D">
        <w:tc>
          <w:tcPr>
            <w:tcW w:w="310" w:type="pct"/>
            <w:shd w:val="clear" w:color="auto" w:fill="2D739F"/>
            <w:vAlign w:val="top"/>
          </w:tcPr>
          <w:p w14:paraId="618DFD94" w14:textId="77777777" w:rsidR="007E10A9" w:rsidRPr="007E10A9" w:rsidRDefault="00DB764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618DFD95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18DFD96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8DFD97" w14:textId="77777777" w:rsidR="007E10A9" w:rsidRDefault="00823F6A" w:rsidP="007E10A9">
            <w:pPr>
              <w:rPr>
                <w:lang w:eastAsia="en-AU"/>
              </w:rPr>
            </w:pPr>
          </w:p>
        </w:tc>
      </w:tr>
      <w:tr w:rsidR="00DC369D" w14:paraId="618DFD9D" w14:textId="77777777" w:rsidTr="00DC369D">
        <w:tc>
          <w:tcPr>
            <w:tcW w:w="310" w:type="pct"/>
            <w:shd w:val="clear" w:color="auto" w:fill="2D739F"/>
            <w:vAlign w:val="top"/>
          </w:tcPr>
          <w:p w14:paraId="618DFD99" w14:textId="77777777" w:rsidR="007E10A9" w:rsidRPr="007E10A9" w:rsidRDefault="00DB764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618DFD9A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18DFD9B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8DFD9C" w14:textId="77777777" w:rsidR="007E10A9" w:rsidRDefault="00823F6A" w:rsidP="007E10A9">
            <w:pPr>
              <w:rPr>
                <w:lang w:eastAsia="en-AU"/>
              </w:rPr>
            </w:pPr>
          </w:p>
        </w:tc>
      </w:tr>
      <w:tr w:rsidR="00DC369D" w14:paraId="618DFDA2" w14:textId="77777777" w:rsidTr="00DC369D">
        <w:tc>
          <w:tcPr>
            <w:tcW w:w="310" w:type="pct"/>
            <w:shd w:val="clear" w:color="auto" w:fill="2D739F"/>
            <w:vAlign w:val="top"/>
          </w:tcPr>
          <w:p w14:paraId="618DFD9E" w14:textId="77777777" w:rsidR="007E10A9" w:rsidRPr="007E10A9" w:rsidRDefault="00DB764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618DFD9F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18DFDA0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8DFDA1" w14:textId="77777777" w:rsidR="007E10A9" w:rsidRDefault="00823F6A" w:rsidP="007E10A9">
            <w:pPr>
              <w:rPr>
                <w:lang w:eastAsia="en-AU"/>
              </w:rPr>
            </w:pPr>
          </w:p>
        </w:tc>
      </w:tr>
      <w:tr w:rsidR="00DC369D" w14:paraId="618DFDA7" w14:textId="77777777" w:rsidTr="00DC369D">
        <w:tc>
          <w:tcPr>
            <w:tcW w:w="310" w:type="pct"/>
            <w:shd w:val="clear" w:color="auto" w:fill="2D739F"/>
            <w:vAlign w:val="top"/>
          </w:tcPr>
          <w:p w14:paraId="618DFDA3" w14:textId="77777777" w:rsidR="007E10A9" w:rsidRPr="007E10A9" w:rsidRDefault="00DB764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618DFDA4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18DFDA5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8DFDA6" w14:textId="77777777" w:rsidR="007E10A9" w:rsidRDefault="00823F6A" w:rsidP="007E10A9">
            <w:pPr>
              <w:rPr>
                <w:lang w:eastAsia="en-AU"/>
              </w:rPr>
            </w:pPr>
          </w:p>
        </w:tc>
      </w:tr>
      <w:tr w:rsidR="00DC369D" w14:paraId="618DFDAC" w14:textId="77777777" w:rsidTr="00DC369D">
        <w:tc>
          <w:tcPr>
            <w:tcW w:w="310" w:type="pct"/>
            <w:shd w:val="clear" w:color="auto" w:fill="2D739F"/>
            <w:vAlign w:val="top"/>
          </w:tcPr>
          <w:p w14:paraId="618DFDA8" w14:textId="77777777" w:rsidR="007E10A9" w:rsidRPr="007E10A9" w:rsidRDefault="00DB764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618DFDA9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18DFDAA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8DFDAB" w14:textId="77777777" w:rsidR="007E10A9" w:rsidRDefault="00823F6A" w:rsidP="007E10A9">
            <w:pPr>
              <w:rPr>
                <w:lang w:eastAsia="en-AU"/>
              </w:rPr>
            </w:pPr>
          </w:p>
        </w:tc>
      </w:tr>
      <w:tr w:rsidR="00DC369D" w14:paraId="618DFDB1" w14:textId="77777777" w:rsidTr="00DC369D">
        <w:tc>
          <w:tcPr>
            <w:tcW w:w="310" w:type="pct"/>
            <w:shd w:val="clear" w:color="auto" w:fill="2D739F"/>
            <w:vAlign w:val="top"/>
          </w:tcPr>
          <w:p w14:paraId="618DFDAD" w14:textId="77777777" w:rsidR="007E10A9" w:rsidRPr="007E10A9" w:rsidRDefault="00DB764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618DFDAE" w14:textId="77777777" w:rsidR="007E10A9" w:rsidRDefault="00823F6A" w:rsidP="007E10A9">
            <w:pPr>
              <w:rPr>
                <w:lang w:eastAsia="en-AU"/>
              </w:rPr>
            </w:pPr>
            <w:bookmarkStart w:id="2" w:name="_GoBack"/>
            <w:bookmarkEnd w:id="2"/>
          </w:p>
        </w:tc>
        <w:tc>
          <w:tcPr>
            <w:tcW w:w="660" w:type="pct"/>
            <w:vAlign w:val="top"/>
          </w:tcPr>
          <w:p w14:paraId="618DFDAF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8DFDB0" w14:textId="77777777" w:rsidR="007E10A9" w:rsidRDefault="00823F6A" w:rsidP="007E10A9">
            <w:pPr>
              <w:rPr>
                <w:lang w:eastAsia="en-AU"/>
              </w:rPr>
            </w:pPr>
          </w:p>
        </w:tc>
      </w:tr>
      <w:tr w:rsidR="00DC369D" w14:paraId="618DFDB6" w14:textId="77777777" w:rsidTr="00DC369D">
        <w:tc>
          <w:tcPr>
            <w:tcW w:w="310" w:type="pct"/>
            <w:shd w:val="clear" w:color="auto" w:fill="2D739F"/>
            <w:vAlign w:val="top"/>
          </w:tcPr>
          <w:p w14:paraId="618DFDB2" w14:textId="77777777" w:rsidR="007E10A9" w:rsidRPr="007E10A9" w:rsidRDefault="00DB764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618DFDB3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18DFDB4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8DFDB5" w14:textId="77777777" w:rsidR="007E10A9" w:rsidRDefault="00823F6A" w:rsidP="007E10A9">
            <w:pPr>
              <w:rPr>
                <w:lang w:eastAsia="en-AU"/>
              </w:rPr>
            </w:pPr>
          </w:p>
        </w:tc>
      </w:tr>
      <w:tr w:rsidR="00DC369D" w14:paraId="618DFDBB" w14:textId="77777777" w:rsidTr="00DC369D">
        <w:tc>
          <w:tcPr>
            <w:tcW w:w="310" w:type="pct"/>
            <w:shd w:val="clear" w:color="auto" w:fill="2D739F"/>
            <w:vAlign w:val="top"/>
          </w:tcPr>
          <w:p w14:paraId="618DFDB7" w14:textId="77777777" w:rsidR="007E10A9" w:rsidRPr="007E10A9" w:rsidRDefault="00DB764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618DFDB8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18DFDB9" w14:textId="77777777" w:rsidR="007E10A9" w:rsidRDefault="00823F6A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18DFDBA" w14:textId="77777777" w:rsidR="007E10A9" w:rsidRDefault="00823F6A" w:rsidP="007E10A9">
            <w:pPr>
              <w:rPr>
                <w:lang w:eastAsia="en-AU"/>
              </w:rPr>
            </w:pPr>
          </w:p>
        </w:tc>
      </w:tr>
      <w:tr w:rsidR="003A04A7" w14:paraId="25FA46E5" w14:textId="77777777" w:rsidTr="00DC369D">
        <w:tc>
          <w:tcPr>
            <w:tcW w:w="310" w:type="pct"/>
            <w:shd w:val="clear" w:color="auto" w:fill="2D739F"/>
            <w:vAlign w:val="top"/>
          </w:tcPr>
          <w:p w14:paraId="4F1EBE01" w14:textId="34A99EA9" w:rsidR="003A04A7" w:rsidRDefault="003A04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696C1689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2A96E5E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8FBFBDD" w14:textId="77777777" w:rsidR="003A04A7" w:rsidRDefault="003A04A7" w:rsidP="007E10A9">
            <w:pPr>
              <w:rPr>
                <w:lang w:eastAsia="en-AU"/>
              </w:rPr>
            </w:pPr>
          </w:p>
        </w:tc>
      </w:tr>
      <w:tr w:rsidR="003A04A7" w14:paraId="23E02E2D" w14:textId="77777777" w:rsidTr="00DC369D">
        <w:tc>
          <w:tcPr>
            <w:tcW w:w="310" w:type="pct"/>
            <w:shd w:val="clear" w:color="auto" w:fill="2D739F"/>
            <w:vAlign w:val="top"/>
          </w:tcPr>
          <w:p w14:paraId="10AA616A" w14:textId="7B1E84EC" w:rsidR="003A04A7" w:rsidRDefault="003A04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7367CE7C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06966FA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6A06F72" w14:textId="77777777" w:rsidR="003A04A7" w:rsidRDefault="003A04A7" w:rsidP="007E10A9">
            <w:pPr>
              <w:rPr>
                <w:lang w:eastAsia="en-AU"/>
              </w:rPr>
            </w:pPr>
          </w:p>
        </w:tc>
      </w:tr>
      <w:tr w:rsidR="003A04A7" w14:paraId="0E9814B9" w14:textId="77777777" w:rsidTr="00DC369D">
        <w:tc>
          <w:tcPr>
            <w:tcW w:w="310" w:type="pct"/>
            <w:shd w:val="clear" w:color="auto" w:fill="2D739F"/>
            <w:vAlign w:val="top"/>
          </w:tcPr>
          <w:p w14:paraId="376FCE99" w14:textId="0FAD1A56" w:rsidR="003A04A7" w:rsidRDefault="003A04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575587FE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4EEEE6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A2F95F0" w14:textId="77777777" w:rsidR="003A04A7" w:rsidRDefault="003A04A7" w:rsidP="007E10A9">
            <w:pPr>
              <w:rPr>
                <w:lang w:eastAsia="en-AU"/>
              </w:rPr>
            </w:pPr>
          </w:p>
        </w:tc>
      </w:tr>
      <w:tr w:rsidR="003A04A7" w14:paraId="42BB5B0F" w14:textId="77777777" w:rsidTr="00DC369D">
        <w:tc>
          <w:tcPr>
            <w:tcW w:w="310" w:type="pct"/>
            <w:shd w:val="clear" w:color="auto" w:fill="2D739F"/>
            <w:vAlign w:val="top"/>
          </w:tcPr>
          <w:p w14:paraId="45027265" w14:textId="3AA77673" w:rsidR="003A04A7" w:rsidRDefault="003A04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09EB6C01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79B17A4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3E6A7AD" w14:textId="77777777" w:rsidR="003A04A7" w:rsidRDefault="003A04A7" w:rsidP="007E10A9">
            <w:pPr>
              <w:rPr>
                <w:lang w:eastAsia="en-AU"/>
              </w:rPr>
            </w:pPr>
          </w:p>
        </w:tc>
      </w:tr>
      <w:tr w:rsidR="003A04A7" w14:paraId="3D4AAFEE" w14:textId="77777777" w:rsidTr="00DC369D">
        <w:tc>
          <w:tcPr>
            <w:tcW w:w="310" w:type="pct"/>
            <w:shd w:val="clear" w:color="auto" w:fill="2D739F"/>
            <w:vAlign w:val="top"/>
          </w:tcPr>
          <w:p w14:paraId="61A58573" w14:textId="4399FA01" w:rsidR="003A04A7" w:rsidRDefault="003A04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25FD67D1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5848B01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8D5632E" w14:textId="77777777" w:rsidR="003A04A7" w:rsidRDefault="003A04A7" w:rsidP="007E10A9">
            <w:pPr>
              <w:rPr>
                <w:lang w:eastAsia="en-AU"/>
              </w:rPr>
            </w:pPr>
          </w:p>
        </w:tc>
      </w:tr>
      <w:tr w:rsidR="003A04A7" w14:paraId="5B693276" w14:textId="77777777" w:rsidTr="00DC369D">
        <w:tc>
          <w:tcPr>
            <w:tcW w:w="310" w:type="pct"/>
            <w:shd w:val="clear" w:color="auto" w:fill="2D739F"/>
            <w:vAlign w:val="top"/>
          </w:tcPr>
          <w:p w14:paraId="6B056070" w14:textId="30E1A668" w:rsidR="003A04A7" w:rsidRDefault="003A04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48519D33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7E0898BF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AD8D4D1" w14:textId="77777777" w:rsidR="003A04A7" w:rsidRDefault="003A04A7" w:rsidP="007E10A9">
            <w:pPr>
              <w:rPr>
                <w:lang w:eastAsia="en-AU"/>
              </w:rPr>
            </w:pPr>
          </w:p>
        </w:tc>
      </w:tr>
      <w:tr w:rsidR="003A04A7" w14:paraId="77C8B82C" w14:textId="77777777" w:rsidTr="00DC369D">
        <w:tc>
          <w:tcPr>
            <w:tcW w:w="310" w:type="pct"/>
            <w:shd w:val="clear" w:color="auto" w:fill="2D739F"/>
            <w:vAlign w:val="top"/>
          </w:tcPr>
          <w:p w14:paraId="57BBA31F" w14:textId="1535FF4D" w:rsidR="003A04A7" w:rsidRDefault="003A04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546DD2F2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4428354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6B4F931" w14:textId="77777777" w:rsidR="003A04A7" w:rsidRDefault="003A04A7" w:rsidP="007E10A9">
            <w:pPr>
              <w:rPr>
                <w:lang w:eastAsia="en-AU"/>
              </w:rPr>
            </w:pPr>
          </w:p>
        </w:tc>
      </w:tr>
      <w:tr w:rsidR="003A04A7" w14:paraId="58B73522" w14:textId="77777777" w:rsidTr="00DC369D">
        <w:tc>
          <w:tcPr>
            <w:tcW w:w="310" w:type="pct"/>
            <w:shd w:val="clear" w:color="auto" w:fill="2D739F"/>
            <w:vAlign w:val="top"/>
          </w:tcPr>
          <w:p w14:paraId="01BFB272" w14:textId="3AD9FD85" w:rsidR="003A04A7" w:rsidRPr="007E10A9" w:rsidRDefault="003A04A7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322D622F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21C6358" w14:textId="77777777" w:rsidR="003A04A7" w:rsidRDefault="003A04A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61BEF46" w14:textId="77777777" w:rsidR="003A04A7" w:rsidRDefault="003A04A7" w:rsidP="007E10A9">
            <w:pPr>
              <w:rPr>
                <w:lang w:eastAsia="en-AU"/>
              </w:rPr>
            </w:pPr>
          </w:p>
        </w:tc>
      </w:tr>
    </w:tbl>
    <w:p w14:paraId="618DFDBC" w14:textId="77777777" w:rsidR="00BC4442" w:rsidRDefault="00823F6A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DFDCF" w14:textId="77777777" w:rsidR="001218C5" w:rsidRDefault="00DB7642">
      <w:pPr>
        <w:spacing w:before="0" w:after="0" w:line="240" w:lineRule="auto"/>
      </w:pPr>
      <w:r>
        <w:separator/>
      </w:r>
    </w:p>
  </w:endnote>
  <w:endnote w:type="continuationSeparator" w:id="0">
    <w:p w14:paraId="618DFDD1" w14:textId="77777777" w:rsidR="001218C5" w:rsidRDefault="00DB764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DFDC0" w14:textId="77777777" w:rsidR="00CC4677" w:rsidRPr="004820C4" w:rsidRDefault="00823F6A" w:rsidP="0002323C">
    <w:pPr>
      <w:pStyle w:val="Footer-DocumentTitleLeft"/>
    </w:pPr>
  </w:p>
  <w:p w14:paraId="618DFDC1" w14:textId="77777777" w:rsidR="00CC4677" w:rsidRDefault="00DB7642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18DFDC2" w14:textId="77777777" w:rsidR="00CC4677" w:rsidRPr="0006452B" w:rsidRDefault="00823F6A" w:rsidP="00EE3A11"/>
  <w:p w14:paraId="618DFDC3" w14:textId="77777777" w:rsidR="00BA0812" w:rsidRDefault="00823F6A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1A775024" w14:textId="78CD5845" w:rsidR="00823F6A" w:rsidRDefault="00DB7642" w:rsidP="00823F6A">
        <w:pPr>
          <w:pStyle w:val="Bodyfooter"/>
          <w:tabs>
            <w:tab w:val="left" w:pos="2688"/>
            <w:tab w:val="left" w:pos="4768"/>
          </w:tabs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="00823F6A">
              <w:t>MEM09002_StDec_1of1</w:t>
            </w:r>
          </w:sdtContent>
        </w:sdt>
        <w:r w:rsidR="00823F6A">
          <w:rPr>
            <w:noProof/>
          </w:rPr>
          <w:tab/>
          <w:t xml:space="preserve">                                                </w:t>
        </w:r>
        <w:r>
          <w:t>RTO Code: 90003</w:t>
        </w:r>
      </w:p>
      <w:p w14:paraId="618DFDC4" w14:textId="67B8784E" w:rsidR="00BA0812" w:rsidRDefault="00823F6A" w:rsidP="00823F6A">
        <w:pPr>
          <w:pStyle w:val="Bodyfooter"/>
          <w:tabs>
            <w:tab w:val="left" w:pos="2688"/>
            <w:tab w:val="left" w:pos="4768"/>
          </w:tabs>
          <w:rPr>
            <w:noProof/>
          </w:rPr>
        </w:pPr>
        <w:r>
          <w:t>Resource ID: MRS_19_14_</w:t>
        </w:r>
        <w:r w:rsidRPr="00823F6A">
          <w:t xml:space="preserve"> </w:t>
        </w:r>
        <w:sdt>
          <w:sdtPr>
            <w:alias w:val="Title"/>
            <w:id w:val="-33807100"/>
            <w:placeholder>
              <w:docPart w:val="A58E86D8615143E1AF601745F2AD773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r>
              <w:t>MEM09002_StDec_1of1</w:t>
            </w:r>
          </w:sdtContent>
        </w:sdt>
        <w:r w:rsidR="00DB7642">
          <w:rPr>
            <w:noProof/>
          </w:rPr>
          <w:tab/>
        </w:r>
        <w:r>
          <w:rPr>
            <w:noProof/>
          </w:rPr>
          <w:tab/>
        </w:r>
        <w:r w:rsidR="00DB7642" w:rsidRPr="008D467A">
          <w:t xml:space="preserve">Page </w:t>
        </w:r>
        <w:r w:rsidR="00DB7642" w:rsidRPr="008D467A">
          <w:fldChar w:fldCharType="begin"/>
        </w:r>
        <w:r w:rsidR="00DB7642" w:rsidRPr="008D467A">
          <w:instrText xml:space="preserve"> PAGE  \* Arabic  \* MERGEFORMAT </w:instrText>
        </w:r>
        <w:r w:rsidR="00DB7642" w:rsidRPr="008D467A">
          <w:fldChar w:fldCharType="separate"/>
        </w:r>
        <w:r>
          <w:rPr>
            <w:noProof/>
          </w:rPr>
          <w:t>2</w:t>
        </w:r>
        <w:r w:rsidR="00DB7642" w:rsidRPr="008D467A">
          <w:fldChar w:fldCharType="end"/>
        </w:r>
        <w:r w:rsidR="00DB7642" w:rsidRPr="008D467A">
          <w:t xml:space="preserve"> of </w:t>
        </w:r>
        <w:r w:rsidR="00DB7642">
          <w:rPr>
            <w:noProof/>
          </w:rPr>
          <w:fldChar w:fldCharType="begin"/>
        </w:r>
        <w:r w:rsidR="00DB7642">
          <w:rPr>
            <w:noProof/>
          </w:rPr>
          <w:instrText xml:space="preserve"> NUMPAGES  \* Arabic  \* MERGEFORMAT </w:instrText>
        </w:r>
        <w:r w:rsidR="00DB7642">
          <w:rPr>
            <w:noProof/>
          </w:rPr>
          <w:fldChar w:fldCharType="separate"/>
        </w:r>
        <w:r>
          <w:rPr>
            <w:noProof/>
          </w:rPr>
          <w:t>2</w:t>
        </w:r>
        <w:r w:rsidR="00DB7642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DFDC7" w14:textId="77777777" w:rsidR="00AA3155" w:rsidRPr="008D467A" w:rsidRDefault="00DB7642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18DFDC8" w14:textId="77777777" w:rsidR="00AA3155" w:rsidRPr="008948B1" w:rsidRDefault="00DB7642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18DFDC9" w14:textId="77777777" w:rsidR="00CC4677" w:rsidRPr="00AA3155" w:rsidRDefault="00823F6A" w:rsidP="00EE3A11">
    <w:pPr>
      <w:pStyle w:val="Footer"/>
    </w:pPr>
  </w:p>
  <w:p w14:paraId="618DFDCA" w14:textId="77777777" w:rsidR="00BA0812" w:rsidRDefault="00823F6A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DFDCB" w14:textId="77777777" w:rsidR="001218C5" w:rsidRDefault="00DB7642">
      <w:pPr>
        <w:spacing w:before="0" w:after="0" w:line="240" w:lineRule="auto"/>
      </w:pPr>
      <w:r>
        <w:separator/>
      </w:r>
    </w:p>
  </w:footnote>
  <w:footnote w:type="continuationSeparator" w:id="0">
    <w:p w14:paraId="618DFDCD" w14:textId="77777777" w:rsidR="001218C5" w:rsidRDefault="00DB764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DFDBD" w14:textId="77777777" w:rsidR="00CC4677" w:rsidRDefault="00823F6A" w:rsidP="00EE3A11"/>
  <w:p w14:paraId="618DFDBE" w14:textId="77777777" w:rsidR="00BA0812" w:rsidRDefault="00823F6A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DFDBF" w14:textId="77777777" w:rsidR="00BA0812" w:rsidRDefault="00DB7642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18DFDCB" wp14:editId="618DFDCC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DFDC5" w14:textId="77777777" w:rsidR="004238CB" w:rsidRDefault="00823F6A" w:rsidP="00EE3A11">
    <w:pPr>
      <w:pStyle w:val="Header"/>
    </w:pPr>
  </w:p>
  <w:p w14:paraId="618DFDC6" w14:textId="77777777" w:rsidR="00BA0812" w:rsidRDefault="00823F6A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84E82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48EF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74C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EAD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B0E0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44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809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8CF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0415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9987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8FA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548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66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414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DAC2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480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602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700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8D00C31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A21F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FA3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6D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B0E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D4B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9073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660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CC0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8D709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29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D8E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289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D06B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6AA5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2B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7495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AEFC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FEBE8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047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B2D4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90D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AB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FED5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F84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47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42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D122A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98C65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25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9E41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6A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006C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4D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C76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F64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88AE13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4A7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EA4F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CA0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25B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BA3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EA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A5A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44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01FED2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B1087E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EC014E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3E4CF8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ACC4A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A02E9D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54C19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9DEEAA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5C45A5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D7C67BD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9C40EE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0809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4B5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C8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229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64A2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6C7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8EC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BCE41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AAF6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328F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CB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B6F1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1623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2AA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4C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D619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B3AA1BDE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6EBA3C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E6D8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64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FE9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5C2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BA9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0F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FC8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E968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362A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A86F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9067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084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1E9D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A45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9A4A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766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8382B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A5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27F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85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922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4AE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EF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67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4CE7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F47A9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68E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E4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271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6097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480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CEE6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6B7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80A7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8932C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77EDB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B45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2A2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2D6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621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04A5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87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6A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4DFEA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54DC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C6B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8FA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4CB3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C89F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CA07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4212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F2B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2F402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281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E6F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EBA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45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E4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67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0A71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708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63D093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00D8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D6AB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6CD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D5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6CF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C5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818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96F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9B84C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EA4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38D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8C0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EE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085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0F6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0C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F439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136C523A">
      <w:start w:val="1"/>
      <w:numFmt w:val="decimal"/>
      <w:lvlText w:val="%1."/>
      <w:lvlJc w:val="left"/>
      <w:pPr>
        <w:ind w:left="720" w:hanging="360"/>
      </w:pPr>
    </w:lvl>
    <w:lvl w:ilvl="1" w:tplc="E6E0DC0C">
      <w:start w:val="1"/>
      <w:numFmt w:val="lowerLetter"/>
      <w:lvlText w:val="%2."/>
      <w:lvlJc w:val="left"/>
      <w:pPr>
        <w:ind w:left="1440" w:hanging="360"/>
      </w:pPr>
    </w:lvl>
    <w:lvl w:ilvl="2" w:tplc="5F2235E2">
      <w:start w:val="1"/>
      <w:numFmt w:val="lowerRoman"/>
      <w:lvlText w:val="%3."/>
      <w:lvlJc w:val="right"/>
      <w:pPr>
        <w:ind w:left="2160" w:hanging="180"/>
      </w:pPr>
    </w:lvl>
    <w:lvl w:ilvl="3" w:tplc="A5B49DB2">
      <w:start w:val="1"/>
      <w:numFmt w:val="decimal"/>
      <w:lvlText w:val="%4."/>
      <w:lvlJc w:val="left"/>
      <w:pPr>
        <w:ind w:left="2880" w:hanging="360"/>
      </w:pPr>
    </w:lvl>
    <w:lvl w:ilvl="4" w:tplc="4CDAC0A4">
      <w:start w:val="1"/>
      <w:numFmt w:val="lowerLetter"/>
      <w:lvlText w:val="%5."/>
      <w:lvlJc w:val="left"/>
      <w:pPr>
        <w:ind w:left="3600" w:hanging="360"/>
      </w:pPr>
    </w:lvl>
    <w:lvl w:ilvl="5" w:tplc="D89EE250">
      <w:start w:val="1"/>
      <w:numFmt w:val="lowerRoman"/>
      <w:lvlText w:val="%6."/>
      <w:lvlJc w:val="right"/>
      <w:pPr>
        <w:ind w:left="4320" w:hanging="180"/>
      </w:pPr>
    </w:lvl>
    <w:lvl w:ilvl="6" w:tplc="D34A6C7A">
      <w:start w:val="1"/>
      <w:numFmt w:val="decimal"/>
      <w:lvlText w:val="%7."/>
      <w:lvlJc w:val="left"/>
      <w:pPr>
        <w:ind w:left="5040" w:hanging="360"/>
      </w:pPr>
    </w:lvl>
    <w:lvl w:ilvl="7" w:tplc="1B780C82">
      <w:start w:val="1"/>
      <w:numFmt w:val="lowerLetter"/>
      <w:lvlText w:val="%8."/>
      <w:lvlJc w:val="left"/>
      <w:pPr>
        <w:ind w:left="5760" w:hanging="360"/>
      </w:pPr>
    </w:lvl>
    <w:lvl w:ilvl="8" w:tplc="2CA6485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72FE0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7A86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182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82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BA5C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8C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D64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FE87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341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6BBA33A6">
      <w:start w:val="1"/>
      <w:numFmt w:val="decimal"/>
      <w:lvlText w:val="%1."/>
      <w:lvlJc w:val="left"/>
      <w:pPr>
        <w:ind w:left="720" w:hanging="360"/>
      </w:pPr>
    </w:lvl>
    <w:lvl w:ilvl="1" w:tplc="CC28BEF0">
      <w:start w:val="1"/>
      <w:numFmt w:val="lowerLetter"/>
      <w:lvlText w:val="%2."/>
      <w:lvlJc w:val="left"/>
      <w:pPr>
        <w:ind w:left="1440" w:hanging="360"/>
      </w:pPr>
    </w:lvl>
    <w:lvl w:ilvl="2" w:tplc="81F40E68">
      <w:start w:val="1"/>
      <w:numFmt w:val="lowerRoman"/>
      <w:lvlText w:val="%3."/>
      <w:lvlJc w:val="right"/>
      <w:pPr>
        <w:ind w:left="2160" w:hanging="180"/>
      </w:pPr>
    </w:lvl>
    <w:lvl w:ilvl="3" w:tplc="EEA820F8" w:tentative="1">
      <w:start w:val="1"/>
      <w:numFmt w:val="decimal"/>
      <w:lvlText w:val="%4."/>
      <w:lvlJc w:val="left"/>
      <w:pPr>
        <w:ind w:left="2880" w:hanging="360"/>
      </w:pPr>
    </w:lvl>
    <w:lvl w:ilvl="4" w:tplc="394EF5AA" w:tentative="1">
      <w:start w:val="1"/>
      <w:numFmt w:val="lowerLetter"/>
      <w:lvlText w:val="%5."/>
      <w:lvlJc w:val="left"/>
      <w:pPr>
        <w:ind w:left="3600" w:hanging="360"/>
      </w:pPr>
    </w:lvl>
    <w:lvl w:ilvl="5" w:tplc="01FA2816" w:tentative="1">
      <w:start w:val="1"/>
      <w:numFmt w:val="lowerRoman"/>
      <w:lvlText w:val="%6."/>
      <w:lvlJc w:val="right"/>
      <w:pPr>
        <w:ind w:left="4320" w:hanging="180"/>
      </w:pPr>
    </w:lvl>
    <w:lvl w:ilvl="6" w:tplc="17883EA8" w:tentative="1">
      <w:start w:val="1"/>
      <w:numFmt w:val="decimal"/>
      <w:lvlText w:val="%7."/>
      <w:lvlJc w:val="left"/>
      <w:pPr>
        <w:ind w:left="5040" w:hanging="360"/>
      </w:pPr>
    </w:lvl>
    <w:lvl w:ilvl="7" w:tplc="17C4F7F8" w:tentative="1">
      <w:start w:val="1"/>
      <w:numFmt w:val="lowerLetter"/>
      <w:lvlText w:val="%8."/>
      <w:lvlJc w:val="left"/>
      <w:pPr>
        <w:ind w:left="5760" w:hanging="360"/>
      </w:pPr>
    </w:lvl>
    <w:lvl w:ilvl="8" w:tplc="74541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DBA4A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A0FC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366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241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E897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EE8C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1A9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76A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441C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F90CD2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06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023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6E3F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127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CC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BA2E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88A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289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3BE8A2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F82AE5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7FEE55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506F60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DE6D83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CE8921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EEC0FF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A38FE5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79EA3F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DE68FCFC">
      <w:start w:val="1"/>
      <w:numFmt w:val="decimal"/>
      <w:lvlText w:val="%1."/>
      <w:lvlJc w:val="left"/>
      <w:pPr>
        <w:ind w:left="720" w:hanging="360"/>
      </w:pPr>
    </w:lvl>
    <w:lvl w:ilvl="1" w:tplc="0D802DC0" w:tentative="1">
      <w:start w:val="1"/>
      <w:numFmt w:val="lowerLetter"/>
      <w:lvlText w:val="%2."/>
      <w:lvlJc w:val="left"/>
      <w:pPr>
        <w:ind w:left="1440" w:hanging="360"/>
      </w:pPr>
    </w:lvl>
    <w:lvl w:ilvl="2" w:tplc="74DCB2B6" w:tentative="1">
      <w:start w:val="1"/>
      <w:numFmt w:val="lowerRoman"/>
      <w:lvlText w:val="%3."/>
      <w:lvlJc w:val="right"/>
      <w:pPr>
        <w:ind w:left="2160" w:hanging="180"/>
      </w:pPr>
    </w:lvl>
    <w:lvl w:ilvl="3" w:tplc="A58EE7EA" w:tentative="1">
      <w:start w:val="1"/>
      <w:numFmt w:val="decimal"/>
      <w:lvlText w:val="%4."/>
      <w:lvlJc w:val="left"/>
      <w:pPr>
        <w:ind w:left="2880" w:hanging="360"/>
      </w:pPr>
    </w:lvl>
    <w:lvl w:ilvl="4" w:tplc="93021CBE" w:tentative="1">
      <w:start w:val="1"/>
      <w:numFmt w:val="lowerLetter"/>
      <w:lvlText w:val="%5."/>
      <w:lvlJc w:val="left"/>
      <w:pPr>
        <w:ind w:left="3600" w:hanging="360"/>
      </w:pPr>
    </w:lvl>
    <w:lvl w:ilvl="5" w:tplc="2D7413B6" w:tentative="1">
      <w:start w:val="1"/>
      <w:numFmt w:val="lowerRoman"/>
      <w:lvlText w:val="%6."/>
      <w:lvlJc w:val="right"/>
      <w:pPr>
        <w:ind w:left="4320" w:hanging="180"/>
      </w:pPr>
    </w:lvl>
    <w:lvl w:ilvl="6" w:tplc="AA16780C" w:tentative="1">
      <w:start w:val="1"/>
      <w:numFmt w:val="decimal"/>
      <w:lvlText w:val="%7."/>
      <w:lvlJc w:val="left"/>
      <w:pPr>
        <w:ind w:left="5040" w:hanging="360"/>
      </w:pPr>
    </w:lvl>
    <w:lvl w:ilvl="7" w:tplc="FF60D364" w:tentative="1">
      <w:start w:val="1"/>
      <w:numFmt w:val="lowerLetter"/>
      <w:lvlText w:val="%8."/>
      <w:lvlJc w:val="left"/>
      <w:pPr>
        <w:ind w:left="5760" w:hanging="360"/>
      </w:pPr>
    </w:lvl>
    <w:lvl w:ilvl="8" w:tplc="58063A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67324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76B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BE09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62D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67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FCA3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42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882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E1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5726C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2477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460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8407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308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84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228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E21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2AD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24C87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EAF1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CC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81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E419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85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685A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8B6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1A5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9D"/>
    <w:rsid w:val="001218C5"/>
    <w:rsid w:val="003A04A7"/>
    <w:rsid w:val="003F78A9"/>
    <w:rsid w:val="00823F6A"/>
    <w:rsid w:val="00DB7642"/>
    <w:rsid w:val="00DC3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8DFD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A4727C">
          <w:r w:rsidRPr="00D951B8">
            <w:rPr>
              <w:rStyle w:val="PlaceholderText"/>
            </w:rPr>
            <w:t>[Title]</w:t>
          </w:r>
        </w:p>
      </w:docPartBody>
    </w:docPart>
    <w:docPart>
      <w:docPartPr>
        <w:name w:val="A58E86D8615143E1AF601745F2AD7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41E08-D53E-4C48-A405-E7206B7EB305}"/>
      </w:docPartPr>
      <w:docPartBody>
        <w:p w:rsidR="00000000" w:rsidRDefault="00A4727C" w:rsidP="00A4727C">
          <w:pPr>
            <w:pStyle w:val="A58E86D8615143E1AF601745F2AD7739"/>
          </w:pPr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7C"/>
    <w:rsid w:val="00A4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727C"/>
    <w:rPr>
      <w:color w:val="808080"/>
    </w:rPr>
  </w:style>
  <w:style w:type="paragraph" w:customStyle="1" w:styleId="A58E86D8615143E1AF601745F2AD7739">
    <w:name w:val="A58E86D8615143E1AF601745F2AD7739"/>
    <w:rsid w:val="00A47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AEE5A-12CC-4E56-8592-6D13F9BD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502bd91-4821-4a00-aa5e-8d420a883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3D4419-15C3-479F-9A2D-4990B1AD2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Code_StDec_1of1_20180913</vt:lpstr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MEM09002_StDec_1of1</dc:title>
  <dc:creator/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2019-08-28T05:01:00Z</dcterms:created>
  <dcterms:modified xsi:type="dcterms:W3CDTF">2019-11-07T02:19:00Z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