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7871B" w14:textId="77777777" w:rsidR="00FC48B2" w:rsidRPr="002A1413" w:rsidRDefault="00F03B7A" w:rsidP="002A1413">
      <w:pPr>
        <w:pStyle w:val="Heading1"/>
      </w:pPr>
      <w:r w:rsidRPr="002A1413">
        <w:t>Student unit result summary</w:t>
      </w:r>
    </w:p>
    <w:p w14:paraId="2477871C" w14:textId="77777777" w:rsidR="00542F2F" w:rsidRPr="00A56627" w:rsidRDefault="00F03B7A" w:rsidP="00542F2F">
      <w:pPr>
        <w:pStyle w:val="Heading2"/>
      </w:pPr>
      <w:r w:rsidRPr="00A56627">
        <w:t>Criteria</w:t>
      </w:r>
    </w:p>
    <w:p w14:paraId="2477871D" w14:textId="77777777" w:rsidR="00542F2F" w:rsidRDefault="00F03B7A" w:rsidP="00542F2F">
      <w:pPr>
        <w:pStyle w:val="Heading3"/>
      </w:pPr>
      <w:r w:rsidRPr="007A6B4A">
        <w:t>Unit code, name and release number</w:t>
      </w:r>
    </w:p>
    <w:p w14:paraId="0995CA55" w14:textId="77777777" w:rsidR="00F03B7A" w:rsidRDefault="00F03B7A" w:rsidP="00F03B7A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MEM11011B - </w:t>
      </w:r>
      <w:r w:rsidRPr="00554DA7">
        <w:rPr>
          <w:sz w:val="22"/>
          <w:szCs w:val="22"/>
          <w:lang w:eastAsia="en-AU"/>
        </w:rPr>
        <w:t>Undertake manual handling</w:t>
      </w:r>
      <w:r>
        <w:rPr>
          <w:sz w:val="22"/>
          <w:szCs w:val="22"/>
          <w:lang w:eastAsia="en-AU"/>
        </w:rPr>
        <w:t xml:space="preserve"> (1)</w:t>
      </w:r>
    </w:p>
    <w:p w14:paraId="2477871F" w14:textId="77777777" w:rsidR="00371A61" w:rsidRPr="00D83795" w:rsidRDefault="000672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20" w14:textId="77777777" w:rsidR="00542F2F" w:rsidRDefault="00F03B7A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1345403" w14:textId="77777777" w:rsidR="00467B97" w:rsidRDefault="00467B97" w:rsidP="00467B9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7F87E741" w14:textId="25625C7C" w:rsidR="00467B97" w:rsidRDefault="00467B97" w:rsidP="00467B9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</w:t>
      </w:r>
      <w:r w:rsidR="001D258D">
        <w:rPr>
          <w:sz w:val="22"/>
          <w:szCs w:val="22"/>
          <w:lang w:eastAsia="en-AU"/>
        </w:rPr>
        <w:t>ngineering – Mechanical Trade (3</w:t>
      </w:r>
      <w:r>
        <w:rPr>
          <w:sz w:val="22"/>
          <w:szCs w:val="22"/>
          <w:lang w:eastAsia="en-AU"/>
        </w:rPr>
        <w:t>)</w:t>
      </w:r>
    </w:p>
    <w:p w14:paraId="1BBFA5AC" w14:textId="56028005" w:rsidR="00467B97" w:rsidRPr="00B52B1D" w:rsidRDefault="001D258D" w:rsidP="00467B9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**</w:t>
      </w:r>
      <w:r w:rsidR="00467B97" w:rsidRPr="00B52B1D">
        <w:rPr>
          <w:color w:val="FF0000"/>
          <w:sz w:val="22"/>
          <w:szCs w:val="22"/>
          <w:lang w:eastAsia="en-AU"/>
        </w:rPr>
        <w:t xml:space="preserve">Amend the qualification box before distributing to the student. The information here should only contain the qualification the student is enrolled in. </w:t>
      </w:r>
    </w:p>
    <w:p w14:paraId="24778723" w14:textId="77777777" w:rsidR="00542F2F" w:rsidRPr="00A56627" w:rsidRDefault="00F03B7A" w:rsidP="00542F2F">
      <w:pPr>
        <w:pStyle w:val="Heading2"/>
      </w:pPr>
      <w:r w:rsidRPr="00A56627">
        <w:t>Student details</w:t>
      </w:r>
    </w:p>
    <w:p w14:paraId="24778724" w14:textId="77777777" w:rsidR="00542F2F" w:rsidRDefault="00F03B7A" w:rsidP="00542F2F">
      <w:pPr>
        <w:pStyle w:val="Heading3"/>
      </w:pPr>
      <w:r w:rsidRPr="00AA18CF">
        <w:t>Student number</w:t>
      </w:r>
    </w:p>
    <w:p w14:paraId="24778725" w14:textId="77777777" w:rsidR="00371A61" w:rsidRPr="00D83795" w:rsidRDefault="000672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26" w14:textId="77777777" w:rsidR="00542F2F" w:rsidRDefault="00F03B7A" w:rsidP="00542F2F">
      <w:pPr>
        <w:pStyle w:val="Heading3"/>
      </w:pPr>
      <w:r w:rsidRPr="00AA18CF">
        <w:t xml:space="preserve">Student </w:t>
      </w:r>
      <w:r>
        <w:t>name</w:t>
      </w:r>
    </w:p>
    <w:p w14:paraId="24778727" w14:textId="77777777" w:rsidR="00371A61" w:rsidRPr="00D83795" w:rsidRDefault="000672E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28" w14:textId="77777777" w:rsidR="00542F2F" w:rsidRDefault="00F03B7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4778729" w14:textId="77777777" w:rsidR="00C8519C" w:rsidRPr="00542F2F" w:rsidRDefault="00F03B7A" w:rsidP="00542F2F">
      <w:pPr>
        <w:pStyle w:val="Heading2"/>
      </w:pPr>
      <w:r w:rsidRPr="00542F2F">
        <w:lastRenderedPageBreak/>
        <w:t>Result of assessment events</w:t>
      </w:r>
    </w:p>
    <w:p w14:paraId="2477872A" w14:textId="19129567" w:rsidR="00C20C7D" w:rsidRDefault="00F03B7A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A56A31">
        <w:t xml:space="preserve"> of 2 </w:t>
      </w:r>
      <w:r w:rsidR="000672E8">
        <w:t>–</w:t>
      </w:r>
      <w:r>
        <w:t xml:space="preserve"> </w:t>
      </w:r>
      <w:r w:rsidR="000672E8">
        <w:rPr>
          <w:b w:val="0"/>
          <w:color w:val="auto"/>
        </w:rPr>
        <w:t>Project Assessment: Research</w:t>
      </w:r>
      <w:bookmarkStart w:id="1" w:name="_GoBack"/>
      <w:bookmarkEnd w:id="1"/>
      <w:r w:rsidR="00A56A31" w:rsidRPr="00A56A31">
        <w:rPr>
          <w:color w:val="auto"/>
        </w:rPr>
        <w:t xml:space="preserve"> </w:t>
      </w:r>
    </w:p>
    <w:p w14:paraId="2477872B" w14:textId="77777777" w:rsidR="00542F2F" w:rsidRDefault="000672E8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Was the assessment event successfully completed?</w:t>
      </w:r>
    </w:p>
    <w:p w14:paraId="2477872C" w14:textId="77777777" w:rsidR="00542F2F" w:rsidRDefault="000672E8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If no, was the resubmission/re-assessment successfully completed?</w:t>
      </w:r>
    </w:p>
    <w:p w14:paraId="2477872D" w14:textId="77777777" w:rsidR="00542F2F" w:rsidRPr="00A7239E" w:rsidRDefault="000672E8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Was reasonable adjustment in place for this assessment event?</w:t>
      </w:r>
      <w:r w:rsidR="00F03B7A">
        <w:br/>
      </w:r>
      <w:r w:rsidR="00F03B7A">
        <w:rPr>
          <w:i/>
          <w:color w:val="A6A6A6" w:themeColor="background1" w:themeShade="A6"/>
        </w:rPr>
        <w:t>If yes, ensure it is detailed on the assessment document.</w:t>
      </w:r>
    </w:p>
    <w:p w14:paraId="2477872E" w14:textId="0ACDB2C8" w:rsidR="00C20C7D" w:rsidRDefault="00F03B7A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A56A31">
        <w:t xml:space="preserve"> of 2 </w:t>
      </w:r>
      <w:r>
        <w:t xml:space="preserve">- </w:t>
      </w:r>
      <w:r w:rsidR="00A56A31">
        <w:rPr>
          <w:b w:val="0"/>
          <w:color w:val="auto"/>
        </w:rPr>
        <w:t>Skills Assessment:</w:t>
      </w:r>
      <w:r w:rsidR="00A56A31" w:rsidRPr="00A56A31">
        <w:rPr>
          <w:b w:val="0"/>
          <w:color w:val="auto"/>
        </w:rPr>
        <w:t xml:space="preserve"> Manual Handling</w:t>
      </w:r>
    </w:p>
    <w:p w14:paraId="2477872F" w14:textId="77777777" w:rsidR="00542F2F" w:rsidRDefault="000672E8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Was the assessment event successfully completed?</w:t>
      </w:r>
    </w:p>
    <w:p w14:paraId="24778730" w14:textId="77777777" w:rsidR="00542F2F" w:rsidRDefault="000672E8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If no, was the resubmission/re-assessment successfully completed?</w:t>
      </w:r>
    </w:p>
    <w:p w14:paraId="24778731" w14:textId="77777777" w:rsidR="00542F2F" w:rsidRPr="00A7239E" w:rsidRDefault="000672E8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Was reasonable adjustment in place for this assessment event?</w:t>
      </w:r>
      <w:r w:rsidR="00F03B7A">
        <w:br/>
      </w:r>
      <w:r w:rsidR="00F03B7A">
        <w:rPr>
          <w:i/>
          <w:color w:val="A6A6A6" w:themeColor="background1" w:themeShade="A6"/>
        </w:rPr>
        <w:t>If yes, ensure it is detailed on the assessment document.</w:t>
      </w:r>
    </w:p>
    <w:p w14:paraId="24778736" w14:textId="77777777" w:rsidR="00613F04" w:rsidRDefault="00F03B7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4778737" w14:textId="77777777" w:rsidR="00766526" w:rsidRDefault="00F03B7A" w:rsidP="00542F2F">
      <w:pPr>
        <w:pStyle w:val="Heading2"/>
      </w:pPr>
      <w:r>
        <w:lastRenderedPageBreak/>
        <w:t>Overall result</w:t>
      </w:r>
    </w:p>
    <w:p w14:paraId="24778738" w14:textId="77777777" w:rsidR="00542F2F" w:rsidRDefault="00F03B7A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24778739" w14:textId="77777777" w:rsidR="00542F2F" w:rsidRDefault="000672E8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Competent (AC)</w:t>
      </w:r>
    </w:p>
    <w:p w14:paraId="2477873A" w14:textId="77777777" w:rsidR="00542F2F" w:rsidRPr="00A7239E" w:rsidRDefault="000672E8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B7A">
            <w:rPr>
              <w:rFonts w:ascii="MS Gothic" w:eastAsia="MS Gothic" w:hAnsi="MS Gothic" w:hint="eastAsia"/>
            </w:rPr>
            <w:t>☐</w:t>
          </w:r>
        </w:sdtContent>
      </w:sdt>
      <w:r w:rsidR="00F03B7A">
        <w:t xml:space="preserve"> Not yet competent (NC)</w:t>
      </w:r>
    </w:p>
    <w:p w14:paraId="2477873B" w14:textId="77777777" w:rsidR="00613F04" w:rsidRDefault="00F03B7A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2477873C" w14:textId="77777777" w:rsidR="00613F04" w:rsidRDefault="000672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3D" w14:textId="77777777" w:rsidR="00613F04" w:rsidRPr="00A7239E" w:rsidRDefault="000672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3E" w14:textId="77777777" w:rsidR="00C20C7D" w:rsidRDefault="00F03B7A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2477873F" w14:textId="77777777" w:rsidR="00613F04" w:rsidRDefault="00F03B7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4778740" w14:textId="77777777" w:rsidR="00371A61" w:rsidRPr="00A7239E" w:rsidRDefault="000672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41" w14:textId="77777777" w:rsidR="0079260E" w:rsidRDefault="00F03B7A" w:rsidP="00613F04">
      <w:pPr>
        <w:pStyle w:val="Heading2"/>
      </w:pPr>
      <w:r>
        <w:t>Student declaration</w:t>
      </w:r>
    </w:p>
    <w:p w14:paraId="24778742" w14:textId="77777777" w:rsidR="0079260E" w:rsidRPr="0079260E" w:rsidRDefault="00F03B7A" w:rsidP="0079260E">
      <w:pPr>
        <w:pStyle w:val="Body"/>
      </w:pPr>
      <w:r w:rsidRPr="0079260E">
        <w:t>I confirm I have been advised of the result and provided with feedback.</w:t>
      </w:r>
    </w:p>
    <w:p w14:paraId="24778743" w14:textId="77777777" w:rsidR="00613F04" w:rsidRDefault="00F03B7A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24778744" w14:textId="77777777" w:rsidR="00613F04" w:rsidRDefault="000672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45" w14:textId="77777777" w:rsidR="00371A61" w:rsidRPr="00A7239E" w:rsidRDefault="000672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46" w14:textId="77777777" w:rsidR="00766526" w:rsidRDefault="00F03B7A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24778747" w14:textId="77777777" w:rsidR="00613F04" w:rsidRDefault="00F03B7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24778748" w14:textId="77777777" w:rsidR="00613F04" w:rsidRPr="00A7239E" w:rsidRDefault="000672E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78749" w14:textId="77777777" w:rsidR="0079260E" w:rsidRPr="00264063" w:rsidRDefault="00F03B7A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85C82" w14:textId="77777777" w:rsidR="006A13E8" w:rsidRDefault="006A13E8">
      <w:pPr>
        <w:spacing w:before="0" w:after="0" w:line="240" w:lineRule="auto"/>
      </w:pPr>
      <w:r>
        <w:separator/>
      </w:r>
    </w:p>
  </w:endnote>
  <w:endnote w:type="continuationSeparator" w:id="0">
    <w:p w14:paraId="2A3829FB" w14:textId="77777777" w:rsidR="006A13E8" w:rsidRDefault="006A13E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4D" w14:textId="77777777" w:rsidR="00CC4677" w:rsidRPr="004820C4" w:rsidRDefault="000672E8" w:rsidP="0002323C">
    <w:pPr>
      <w:pStyle w:val="Footer-DocumentTitleLeft"/>
    </w:pPr>
  </w:p>
  <w:p w14:paraId="2477874E" w14:textId="77777777" w:rsidR="00CC4677" w:rsidRDefault="00F03B7A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477874F" w14:textId="77777777" w:rsidR="00CC4677" w:rsidRPr="0006452B" w:rsidRDefault="000672E8" w:rsidP="00EE3A11"/>
  <w:p w14:paraId="24778750" w14:textId="77777777" w:rsidR="00BA0812" w:rsidRDefault="000672E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51" w14:textId="0E6A72A6" w:rsidR="009A0ED8" w:rsidRDefault="00F03B7A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53EE8">
          <w:t>MEM11011B_SURS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0672E8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0672E8">
      <w:rPr>
        <w:noProof/>
      </w:rPr>
      <w:t>3</w:t>
    </w:r>
    <w:r>
      <w:rPr>
        <w:noProof/>
      </w:rPr>
      <w:fldChar w:fldCharType="end"/>
    </w:r>
  </w:p>
  <w:p w14:paraId="24778752" w14:textId="5FD23930" w:rsidR="00371A61" w:rsidRDefault="00F03B7A" w:rsidP="00806C6F">
    <w:pPr>
      <w:pStyle w:val="Bodyfooter"/>
      <w:rPr>
        <w:noProof/>
      </w:rPr>
    </w:pPr>
    <w:r>
      <w:rPr>
        <w:noProof/>
      </w:rPr>
      <w:t>Resource ID:</w:t>
    </w:r>
    <w:r w:rsidR="00253EE8">
      <w:rPr>
        <w:noProof/>
      </w:rPr>
      <w:t xml:space="preserve"> MRS_18_04_MEM11011B_SURS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55" w14:textId="77777777" w:rsidR="00AA3155" w:rsidRPr="008D467A" w:rsidRDefault="00F03B7A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4778756" w14:textId="77777777" w:rsidR="00AA3155" w:rsidRPr="008948B1" w:rsidRDefault="00F03B7A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4778757" w14:textId="77777777" w:rsidR="00CC4677" w:rsidRPr="00AA3155" w:rsidRDefault="000672E8" w:rsidP="00EE3A11">
    <w:pPr>
      <w:pStyle w:val="Footer"/>
    </w:pPr>
  </w:p>
  <w:p w14:paraId="24778758" w14:textId="77777777" w:rsidR="00BA0812" w:rsidRDefault="000672E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AA378" w14:textId="77777777" w:rsidR="006A13E8" w:rsidRDefault="006A13E8">
      <w:pPr>
        <w:spacing w:before="0" w:after="0" w:line="240" w:lineRule="auto"/>
      </w:pPr>
      <w:r>
        <w:separator/>
      </w:r>
    </w:p>
  </w:footnote>
  <w:footnote w:type="continuationSeparator" w:id="0">
    <w:p w14:paraId="09C17B20" w14:textId="77777777" w:rsidR="006A13E8" w:rsidRDefault="006A13E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4A" w14:textId="77777777" w:rsidR="00CC4677" w:rsidRDefault="000672E8" w:rsidP="00EE3A11"/>
  <w:p w14:paraId="2477874B" w14:textId="77777777" w:rsidR="00BA0812" w:rsidRDefault="000672E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4C" w14:textId="77777777" w:rsidR="00BA0812" w:rsidRDefault="00F03B7A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24778759" wp14:editId="2477875A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53" w14:textId="77777777" w:rsidR="004238CB" w:rsidRDefault="000672E8" w:rsidP="00EE3A11">
    <w:pPr>
      <w:pStyle w:val="Header"/>
    </w:pPr>
  </w:p>
  <w:p w14:paraId="24778754" w14:textId="77777777" w:rsidR="00BA0812" w:rsidRDefault="000672E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04885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B6A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261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8260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EA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3EAE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0C3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0A0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CA4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BF2E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A063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B47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EA4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1E6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C05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210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6D9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481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97C4DFB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1666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14D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43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A9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8027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EF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22F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A6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5A8E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52AE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C2C4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4DE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B49E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1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E13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BE3A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B02C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C3646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6BE4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ED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29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26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09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4E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0A1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24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433A7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989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F28A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D02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2F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3E4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88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64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C3A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E72AFB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F2223E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D804EC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4981AC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4E0EC0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948BDB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F240E9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7EAE33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2668C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C5D4073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414687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CA5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C5D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C3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FA6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CA7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6AD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5A88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4746A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43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C450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4B0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662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66E7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44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8C0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D6BF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744AC87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39AAB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AED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627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41A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06F4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6D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62D1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A4A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9B907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C06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274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4E4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A8B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ED8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0C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A1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A73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4D1ED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64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68FC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02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FA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EE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40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C4D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2A92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CCFC5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56D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D23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72D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845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7CA3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E5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49A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894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BC9C3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8636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9856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C2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8C9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96C6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1ED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23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0454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F71A4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6B2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860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2A7D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A4D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502E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6C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CE22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D0D3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14069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62C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CDE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A6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EE49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1AEF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2AC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0D5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586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31A4C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0AE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D85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A66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602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64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A613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A0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6BB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52E5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9E4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8F8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0B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23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FE3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326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A5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AEBB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2C4A9630">
      <w:start w:val="1"/>
      <w:numFmt w:val="decimal"/>
      <w:lvlText w:val="%1."/>
      <w:lvlJc w:val="left"/>
      <w:pPr>
        <w:ind w:left="720" w:hanging="360"/>
      </w:pPr>
    </w:lvl>
    <w:lvl w:ilvl="1" w:tplc="3AAC249A">
      <w:start w:val="1"/>
      <w:numFmt w:val="lowerLetter"/>
      <w:lvlText w:val="%2."/>
      <w:lvlJc w:val="left"/>
      <w:pPr>
        <w:ind w:left="1440" w:hanging="360"/>
      </w:pPr>
    </w:lvl>
    <w:lvl w:ilvl="2" w:tplc="A6AA375A">
      <w:start w:val="1"/>
      <w:numFmt w:val="lowerRoman"/>
      <w:lvlText w:val="%3."/>
      <w:lvlJc w:val="right"/>
      <w:pPr>
        <w:ind w:left="2160" w:hanging="180"/>
      </w:pPr>
    </w:lvl>
    <w:lvl w:ilvl="3" w:tplc="F622338C">
      <w:start w:val="1"/>
      <w:numFmt w:val="decimal"/>
      <w:lvlText w:val="%4."/>
      <w:lvlJc w:val="left"/>
      <w:pPr>
        <w:ind w:left="2880" w:hanging="360"/>
      </w:pPr>
    </w:lvl>
    <w:lvl w:ilvl="4" w:tplc="0B0E97B0">
      <w:start w:val="1"/>
      <w:numFmt w:val="lowerLetter"/>
      <w:lvlText w:val="%5."/>
      <w:lvlJc w:val="left"/>
      <w:pPr>
        <w:ind w:left="3600" w:hanging="360"/>
      </w:pPr>
    </w:lvl>
    <w:lvl w:ilvl="5" w:tplc="D2B6097A">
      <w:start w:val="1"/>
      <w:numFmt w:val="lowerRoman"/>
      <w:lvlText w:val="%6."/>
      <w:lvlJc w:val="right"/>
      <w:pPr>
        <w:ind w:left="4320" w:hanging="180"/>
      </w:pPr>
    </w:lvl>
    <w:lvl w:ilvl="6" w:tplc="E66E94F4">
      <w:start w:val="1"/>
      <w:numFmt w:val="decimal"/>
      <w:lvlText w:val="%7."/>
      <w:lvlJc w:val="left"/>
      <w:pPr>
        <w:ind w:left="5040" w:hanging="360"/>
      </w:pPr>
    </w:lvl>
    <w:lvl w:ilvl="7" w:tplc="D8D8718E">
      <w:start w:val="1"/>
      <w:numFmt w:val="lowerLetter"/>
      <w:lvlText w:val="%8."/>
      <w:lvlJc w:val="left"/>
      <w:pPr>
        <w:ind w:left="5760" w:hanging="360"/>
      </w:pPr>
    </w:lvl>
    <w:lvl w:ilvl="8" w:tplc="B61A89D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068C8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2EE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54E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A15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0E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FAEC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1C1B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72A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E1AC19F4">
      <w:start w:val="1"/>
      <w:numFmt w:val="decimal"/>
      <w:lvlText w:val="%1."/>
      <w:lvlJc w:val="left"/>
      <w:pPr>
        <w:ind w:left="720" w:hanging="360"/>
      </w:pPr>
    </w:lvl>
    <w:lvl w:ilvl="1" w:tplc="2E4C87A4">
      <w:start w:val="1"/>
      <w:numFmt w:val="lowerLetter"/>
      <w:lvlText w:val="%2."/>
      <w:lvlJc w:val="left"/>
      <w:pPr>
        <w:ind w:left="1440" w:hanging="360"/>
      </w:pPr>
    </w:lvl>
    <w:lvl w:ilvl="2" w:tplc="0F2682F4">
      <w:start w:val="1"/>
      <w:numFmt w:val="lowerRoman"/>
      <w:lvlText w:val="%3."/>
      <w:lvlJc w:val="right"/>
      <w:pPr>
        <w:ind w:left="2160" w:hanging="180"/>
      </w:pPr>
    </w:lvl>
    <w:lvl w:ilvl="3" w:tplc="56206EEA" w:tentative="1">
      <w:start w:val="1"/>
      <w:numFmt w:val="decimal"/>
      <w:lvlText w:val="%4."/>
      <w:lvlJc w:val="left"/>
      <w:pPr>
        <w:ind w:left="2880" w:hanging="360"/>
      </w:pPr>
    </w:lvl>
    <w:lvl w:ilvl="4" w:tplc="6EDC5296" w:tentative="1">
      <w:start w:val="1"/>
      <w:numFmt w:val="lowerLetter"/>
      <w:lvlText w:val="%5."/>
      <w:lvlJc w:val="left"/>
      <w:pPr>
        <w:ind w:left="3600" w:hanging="360"/>
      </w:pPr>
    </w:lvl>
    <w:lvl w:ilvl="5" w:tplc="AE8A84A6" w:tentative="1">
      <w:start w:val="1"/>
      <w:numFmt w:val="lowerRoman"/>
      <w:lvlText w:val="%6."/>
      <w:lvlJc w:val="right"/>
      <w:pPr>
        <w:ind w:left="4320" w:hanging="180"/>
      </w:pPr>
    </w:lvl>
    <w:lvl w:ilvl="6" w:tplc="5CF6AD62" w:tentative="1">
      <w:start w:val="1"/>
      <w:numFmt w:val="decimal"/>
      <w:lvlText w:val="%7."/>
      <w:lvlJc w:val="left"/>
      <w:pPr>
        <w:ind w:left="5040" w:hanging="360"/>
      </w:pPr>
    </w:lvl>
    <w:lvl w:ilvl="7" w:tplc="F746BE5E" w:tentative="1">
      <w:start w:val="1"/>
      <w:numFmt w:val="lowerLetter"/>
      <w:lvlText w:val="%8."/>
      <w:lvlJc w:val="left"/>
      <w:pPr>
        <w:ind w:left="5760" w:hanging="360"/>
      </w:pPr>
    </w:lvl>
    <w:lvl w:ilvl="8" w:tplc="BC7A3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AE486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1802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C51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ECDF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AD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701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F68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2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16B21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B0E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5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249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2B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FE5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B00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C7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C0D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D23004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79CD17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F21E8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F94CAC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9D41F3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DEC1A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D0ACE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12A8C6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764787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7A4E9698">
      <w:start w:val="1"/>
      <w:numFmt w:val="decimal"/>
      <w:lvlText w:val="%1."/>
      <w:lvlJc w:val="left"/>
      <w:pPr>
        <w:ind w:left="720" w:hanging="360"/>
      </w:pPr>
    </w:lvl>
    <w:lvl w:ilvl="1" w:tplc="F08A9338" w:tentative="1">
      <w:start w:val="1"/>
      <w:numFmt w:val="lowerLetter"/>
      <w:lvlText w:val="%2."/>
      <w:lvlJc w:val="left"/>
      <w:pPr>
        <w:ind w:left="1440" w:hanging="360"/>
      </w:pPr>
    </w:lvl>
    <w:lvl w:ilvl="2" w:tplc="6E925674" w:tentative="1">
      <w:start w:val="1"/>
      <w:numFmt w:val="lowerRoman"/>
      <w:lvlText w:val="%3."/>
      <w:lvlJc w:val="right"/>
      <w:pPr>
        <w:ind w:left="2160" w:hanging="180"/>
      </w:pPr>
    </w:lvl>
    <w:lvl w:ilvl="3" w:tplc="36FCB050" w:tentative="1">
      <w:start w:val="1"/>
      <w:numFmt w:val="decimal"/>
      <w:lvlText w:val="%4."/>
      <w:lvlJc w:val="left"/>
      <w:pPr>
        <w:ind w:left="2880" w:hanging="360"/>
      </w:pPr>
    </w:lvl>
    <w:lvl w:ilvl="4" w:tplc="612654F2" w:tentative="1">
      <w:start w:val="1"/>
      <w:numFmt w:val="lowerLetter"/>
      <w:lvlText w:val="%5."/>
      <w:lvlJc w:val="left"/>
      <w:pPr>
        <w:ind w:left="3600" w:hanging="360"/>
      </w:pPr>
    </w:lvl>
    <w:lvl w:ilvl="5" w:tplc="499A1380" w:tentative="1">
      <w:start w:val="1"/>
      <w:numFmt w:val="lowerRoman"/>
      <w:lvlText w:val="%6."/>
      <w:lvlJc w:val="right"/>
      <w:pPr>
        <w:ind w:left="4320" w:hanging="180"/>
      </w:pPr>
    </w:lvl>
    <w:lvl w:ilvl="6" w:tplc="64045E72" w:tentative="1">
      <w:start w:val="1"/>
      <w:numFmt w:val="decimal"/>
      <w:lvlText w:val="%7."/>
      <w:lvlJc w:val="left"/>
      <w:pPr>
        <w:ind w:left="5040" w:hanging="360"/>
      </w:pPr>
    </w:lvl>
    <w:lvl w:ilvl="7" w:tplc="9BEACE36" w:tentative="1">
      <w:start w:val="1"/>
      <w:numFmt w:val="lowerLetter"/>
      <w:lvlText w:val="%8."/>
      <w:lvlJc w:val="left"/>
      <w:pPr>
        <w:ind w:left="5760" w:hanging="360"/>
      </w:pPr>
    </w:lvl>
    <w:lvl w:ilvl="8" w:tplc="79F63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12220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C63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08C9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AE62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9C59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9A36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AA1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C88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4876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44F83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CB9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7C7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62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CA6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8D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068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2A8B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68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7F7EA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DC0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A6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E2F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65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76B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3E2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0D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6E7C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7A"/>
    <w:rsid w:val="000672E8"/>
    <w:rsid w:val="001D258D"/>
    <w:rsid w:val="00253EE8"/>
    <w:rsid w:val="00467B97"/>
    <w:rsid w:val="006A13E8"/>
    <w:rsid w:val="00A56A31"/>
    <w:rsid w:val="00AD3221"/>
    <w:rsid w:val="00B17EF1"/>
    <w:rsid w:val="00C04DE9"/>
    <w:rsid w:val="00DE06B6"/>
    <w:rsid w:val="00F03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778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AE2ADD"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DD"/>
    <w:rsid w:val="00AE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FB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microsoft.com/office/2006/documentManagement/types"/>
    <ds:schemaRef ds:uri="http://www.w3.org/XML/1998/namespace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5D4016-B954-4DAA-B2B7-F6861C2F3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91FEA6-E014-4899-AF06-1C359A9A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Code_SURS_20180913. 19.11.19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MEM11011B_SURS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2019-11-18T23:17:00Z</dcterms:created>
  <dcterms:modified xsi:type="dcterms:W3CDTF">2019-11-25T00:03:00Z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2019-11-18T23:17:29Z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3fcdcf22-69b4-45bf-bc63-0000239d6c81</vt:lpwstr>
  </property>
  <property fmtid="{D5CDD505-2E9C-101B-9397-08002B2CF9AE}" pid="9" name="MSIP_Label_1124e982-4ed1-4819-8c70-4a27f3d38393_ContentBits">
    <vt:lpwstr>0</vt:lpwstr>
  </property>
</Properties>
</file>