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5EEA7" w14:textId="77777777" w:rsidR="00FC48B2" w:rsidRDefault="00152C2F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6945EEA8" w14:textId="77777777" w:rsidR="00CC3D37" w:rsidRPr="00A56627" w:rsidRDefault="00152C2F" w:rsidP="00CC3D37">
      <w:pPr>
        <w:pStyle w:val="Heading2"/>
      </w:pPr>
      <w:r w:rsidRPr="00A56627">
        <w:t>Criteria</w:t>
      </w:r>
    </w:p>
    <w:p w14:paraId="6945EEA9" w14:textId="77777777" w:rsidR="00CC3D37" w:rsidRDefault="00152C2F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2CEC6695" w14:textId="77777777" w:rsidR="005A5D52" w:rsidRDefault="005A5D52" w:rsidP="005A5D5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r>
        <w:rPr>
          <w:sz w:val="22"/>
          <w:szCs w:val="22"/>
          <w:lang w:eastAsia="en-AU"/>
        </w:rPr>
        <w:t>MEM30305 - Certificate III in Engineering - Fabrication Trade (4)</w:t>
      </w:r>
      <w:bookmarkEnd w:id="0"/>
    </w:p>
    <w:p w14:paraId="04283D2C" w14:textId="54BDA0B5" w:rsidR="005A5D52" w:rsidRDefault="005A5D52" w:rsidP="005A5D5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MEM30205 – Certificate III in E</w:t>
      </w:r>
      <w:r w:rsidR="002E5FEF">
        <w:rPr>
          <w:sz w:val="22"/>
          <w:szCs w:val="22"/>
          <w:lang w:eastAsia="en-AU"/>
        </w:rPr>
        <w:t>ngineering – Mechanical Trade (3</w:t>
      </w:r>
      <w:r>
        <w:rPr>
          <w:sz w:val="22"/>
          <w:szCs w:val="22"/>
          <w:lang w:eastAsia="en-AU"/>
        </w:rPr>
        <w:t>)</w:t>
      </w:r>
    </w:p>
    <w:p w14:paraId="16BF68B3" w14:textId="77777777" w:rsidR="005A5D52" w:rsidRDefault="005A5D52" w:rsidP="005A5D5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 xml:space="preserve">Amend the qualification box before distributing to the student. The information here should only contain the qualification the student is enrolled in. </w:t>
      </w:r>
    </w:p>
    <w:p w14:paraId="6945EEAC" w14:textId="77777777" w:rsidR="00CC3D37" w:rsidRDefault="00152C2F" w:rsidP="00CC3D37">
      <w:pPr>
        <w:pStyle w:val="Heading3"/>
      </w:pPr>
      <w:r w:rsidRPr="007A6B4A">
        <w:t>Unit code, name and release number</w:t>
      </w:r>
    </w:p>
    <w:p w14:paraId="76F8F739" w14:textId="77777777" w:rsidR="00152C2F" w:rsidRDefault="00152C2F" w:rsidP="00152C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MEM11011B - </w:t>
      </w:r>
      <w:r w:rsidRPr="00554DA7">
        <w:rPr>
          <w:sz w:val="22"/>
          <w:szCs w:val="22"/>
          <w:lang w:eastAsia="en-AU"/>
        </w:rPr>
        <w:t>Undertake manual handling</w:t>
      </w:r>
      <w:r>
        <w:rPr>
          <w:sz w:val="22"/>
          <w:szCs w:val="22"/>
          <w:lang w:eastAsia="en-AU"/>
        </w:rPr>
        <w:t xml:space="preserve"> (1)</w:t>
      </w:r>
    </w:p>
    <w:p w14:paraId="6945EEAE" w14:textId="77777777" w:rsidR="00CC3D37" w:rsidRPr="00D83795" w:rsidRDefault="002606B3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945EEAF" w14:textId="77777777" w:rsidR="00BC4442" w:rsidRPr="004A551B" w:rsidRDefault="00152C2F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6945EEB0" w14:textId="77777777" w:rsidR="0040694E" w:rsidRPr="004A551B" w:rsidRDefault="00152C2F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6945EEB1" w14:textId="77777777" w:rsidR="0040694E" w:rsidRPr="004A551B" w:rsidRDefault="00152C2F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6945EEB2" w14:textId="77777777" w:rsidR="0040694E" w:rsidRPr="004A551B" w:rsidRDefault="00152C2F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6945EEB3" w14:textId="77777777" w:rsidR="0040694E" w:rsidRPr="004A551B" w:rsidRDefault="00152C2F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6945EEB4" w14:textId="77777777" w:rsidR="0040694E" w:rsidRPr="004A551B" w:rsidRDefault="00152C2F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6945EEB5" w14:textId="77777777" w:rsidR="0040694E" w:rsidRPr="004A551B" w:rsidRDefault="00152C2F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6945EEB6" w14:textId="77777777" w:rsidR="003F73CB" w:rsidRDefault="00152C2F" w:rsidP="003F73C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E94CA0" w14:paraId="6945EEBB" w14:textId="77777777" w:rsidTr="00E94C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6945EEB7" w14:textId="77777777" w:rsidR="007E10A9" w:rsidRDefault="00152C2F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6945EEB8" w14:textId="77777777" w:rsidR="007E10A9" w:rsidRDefault="00152C2F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6945EEB9" w14:textId="77777777" w:rsidR="007E10A9" w:rsidRDefault="00152C2F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6945EEBA" w14:textId="77777777" w:rsidR="007E10A9" w:rsidRDefault="00152C2F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E94CA0" w14:paraId="6945EEC0" w14:textId="77777777" w:rsidTr="00E94CA0">
        <w:tc>
          <w:tcPr>
            <w:tcW w:w="310" w:type="pct"/>
            <w:shd w:val="clear" w:color="auto" w:fill="2D739F"/>
            <w:vAlign w:val="top"/>
          </w:tcPr>
          <w:p w14:paraId="6945EEBC" w14:textId="77777777" w:rsidR="007E10A9" w:rsidRPr="007E10A9" w:rsidRDefault="00152C2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46B552B4" w14:textId="6359502D" w:rsidR="007E10A9" w:rsidRPr="00D901EA" w:rsidRDefault="002606B3" w:rsidP="00D901EA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945EEBE" w14:textId="77777777" w:rsidR="007E10A9" w:rsidRDefault="002606B3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945EEBF" w14:textId="77777777" w:rsidR="007E10A9" w:rsidRDefault="002606B3" w:rsidP="007E10A9">
            <w:pPr>
              <w:rPr>
                <w:lang w:eastAsia="en-AU"/>
              </w:rPr>
            </w:pPr>
          </w:p>
        </w:tc>
      </w:tr>
      <w:tr w:rsidR="00E94CA0" w14:paraId="6945EEC5" w14:textId="77777777" w:rsidTr="00E94CA0">
        <w:tc>
          <w:tcPr>
            <w:tcW w:w="310" w:type="pct"/>
            <w:shd w:val="clear" w:color="auto" w:fill="2D739F"/>
            <w:vAlign w:val="top"/>
          </w:tcPr>
          <w:p w14:paraId="6945EEC1" w14:textId="77777777" w:rsidR="007E10A9" w:rsidRPr="007E10A9" w:rsidRDefault="00152C2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1CC2C638" w14:textId="0B22E772" w:rsidR="007E10A9" w:rsidRPr="00D901EA" w:rsidRDefault="002606B3" w:rsidP="00D901EA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945EEC3" w14:textId="77777777" w:rsidR="007E10A9" w:rsidRDefault="002606B3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945EEC4" w14:textId="77777777" w:rsidR="007E10A9" w:rsidRDefault="002606B3" w:rsidP="007E10A9">
            <w:pPr>
              <w:rPr>
                <w:lang w:eastAsia="en-AU"/>
              </w:rPr>
            </w:pPr>
          </w:p>
        </w:tc>
      </w:tr>
      <w:tr w:rsidR="00E94CA0" w14:paraId="6945EECA" w14:textId="77777777" w:rsidTr="00E94CA0">
        <w:tc>
          <w:tcPr>
            <w:tcW w:w="310" w:type="pct"/>
            <w:shd w:val="clear" w:color="auto" w:fill="2D739F"/>
            <w:vAlign w:val="top"/>
          </w:tcPr>
          <w:p w14:paraId="6945EEC6" w14:textId="77777777" w:rsidR="007E10A9" w:rsidRPr="007E10A9" w:rsidRDefault="00152C2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6B12509E" w14:textId="42E11FD7" w:rsidR="007E10A9" w:rsidRPr="00D901EA" w:rsidRDefault="002606B3" w:rsidP="00D901EA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945EEC8" w14:textId="77777777" w:rsidR="007E10A9" w:rsidRDefault="002606B3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945EEC9" w14:textId="77777777" w:rsidR="007E10A9" w:rsidRDefault="002606B3" w:rsidP="007E10A9">
            <w:pPr>
              <w:rPr>
                <w:lang w:eastAsia="en-AU"/>
              </w:rPr>
            </w:pPr>
          </w:p>
        </w:tc>
      </w:tr>
      <w:tr w:rsidR="00E94CA0" w14:paraId="6945EECF" w14:textId="77777777" w:rsidTr="00E94CA0">
        <w:tc>
          <w:tcPr>
            <w:tcW w:w="310" w:type="pct"/>
            <w:shd w:val="clear" w:color="auto" w:fill="2D739F"/>
            <w:vAlign w:val="top"/>
          </w:tcPr>
          <w:p w14:paraId="6945EECB" w14:textId="77777777" w:rsidR="007E10A9" w:rsidRPr="007E10A9" w:rsidRDefault="00152C2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251DB34F" w14:textId="3C40B212" w:rsidR="007E10A9" w:rsidRPr="00D901EA" w:rsidRDefault="002606B3" w:rsidP="00D901EA">
            <w:pPr>
              <w:rPr>
                <w:lang w:eastAsia="en-AU"/>
              </w:rPr>
            </w:pPr>
            <w:bookmarkStart w:id="1" w:name="_GoBack"/>
            <w:bookmarkEnd w:id="1"/>
          </w:p>
        </w:tc>
        <w:tc>
          <w:tcPr>
            <w:tcW w:w="660" w:type="pct"/>
            <w:vAlign w:val="top"/>
          </w:tcPr>
          <w:p w14:paraId="6945EECD" w14:textId="77777777" w:rsidR="007E10A9" w:rsidRDefault="002606B3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945EECE" w14:textId="77777777" w:rsidR="007E10A9" w:rsidRDefault="002606B3" w:rsidP="007E10A9">
            <w:pPr>
              <w:rPr>
                <w:lang w:eastAsia="en-AU"/>
              </w:rPr>
            </w:pPr>
          </w:p>
        </w:tc>
      </w:tr>
      <w:tr w:rsidR="00E94CA0" w14:paraId="6945EED4" w14:textId="77777777" w:rsidTr="00E94CA0">
        <w:tc>
          <w:tcPr>
            <w:tcW w:w="310" w:type="pct"/>
            <w:shd w:val="clear" w:color="auto" w:fill="2D739F"/>
            <w:vAlign w:val="top"/>
          </w:tcPr>
          <w:p w14:paraId="6945EED0" w14:textId="77777777" w:rsidR="007E10A9" w:rsidRPr="007E10A9" w:rsidRDefault="00152C2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5</w:t>
            </w:r>
          </w:p>
        </w:tc>
        <w:tc>
          <w:tcPr>
            <w:tcW w:w="2658" w:type="pct"/>
            <w:vAlign w:val="top"/>
          </w:tcPr>
          <w:p w14:paraId="6945EED1" w14:textId="77777777" w:rsidR="007E10A9" w:rsidRDefault="002606B3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945EED2" w14:textId="77777777" w:rsidR="007E10A9" w:rsidRDefault="002606B3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945EED3" w14:textId="77777777" w:rsidR="007E10A9" w:rsidRDefault="002606B3" w:rsidP="007E10A9">
            <w:pPr>
              <w:rPr>
                <w:lang w:eastAsia="en-AU"/>
              </w:rPr>
            </w:pPr>
          </w:p>
        </w:tc>
      </w:tr>
      <w:tr w:rsidR="00E94CA0" w14:paraId="6945EED9" w14:textId="77777777" w:rsidTr="00E94CA0">
        <w:tc>
          <w:tcPr>
            <w:tcW w:w="310" w:type="pct"/>
            <w:shd w:val="clear" w:color="auto" w:fill="2D739F"/>
            <w:vAlign w:val="top"/>
          </w:tcPr>
          <w:p w14:paraId="6945EED5" w14:textId="77777777" w:rsidR="007E10A9" w:rsidRPr="007E10A9" w:rsidRDefault="00152C2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6945EED6" w14:textId="77777777" w:rsidR="007E10A9" w:rsidRDefault="002606B3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945EED7" w14:textId="77777777" w:rsidR="007E10A9" w:rsidRDefault="002606B3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945EED8" w14:textId="77777777" w:rsidR="007E10A9" w:rsidRDefault="002606B3" w:rsidP="007E10A9">
            <w:pPr>
              <w:rPr>
                <w:lang w:eastAsia="en-AU"/>
              </w:rPr>
            </w:pPr>
          </w:p>
        </w:tc>
      </w:tr>
      <w:tr w:rsidR="00E94CA0" w14:paraId="6945EEDE" w14:textId="77777777" w:rsidTr="00E94CA0">
        <w:tc>
          <w:tcPr>
            <w:tcW w:w="310" w:type="pct"/>
            <w:shd w:val="clear" w:color="auto" w:fill="2D739F"/>
            <w:vAlign w:val="top"/>
          </w:tcPr>
          <w:p w14:paraId="6945EEDA" w14:textId="77777777" w:rsidR="007E10A9" w:rsidRPr="007E10A9" w:rsidRDefault="00152C2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7</w:t>
            </w:r>
          </w:p>
        </w:tc>
        <w:tc>
          <w:tcPr>
            <w:tcW w:w="2658" w:type="pct"/>
            <w:vAlign w:val="top"/>
          </w:tcPr>
          <w:p w14:paraId="6945EEDB" w14:textId="77777777" w:rsidR="007E10A9" w:rsidRDefault="002606B3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945EEDC" w14:textId="77777777" w:rsidR="007E10A9" w:rsidRDefault="002606B3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945EEDD" w14:textId="77777777" w:rsidR="007E10A9" w:rsidRDefault="002606B3" w:rsidP="007E10A9">
            <w:pPr>
              <w:rPr>
                <w:lang w:eastAsia="en-AU"/>
              </w:rPr>
            </w:pPr>
          </w:p>
        </w:tc>
      </w:tr>
      <w:tr w:rsidR="00E94CA0" w14:paraId="6945EEE3" w14:textId="77777777" w:rsidTr="00E94CA0">
        <w:tc>
          <w:tcPr>
            <w:tcW w:w="310" w:type="pct"/>
            <w:shd w:val="clear" w:color="auto" w:fill="2D739F"/>
            <w:vAlign w:val="top"/>
          </w:tcPr>
          <w:p w14:paraId="6945EEDF" w14:textId="77777777" w:rsidR="007E10A9" w:rsidRPr="007E10A9" w:rsidRDefault="00152C2F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6945EEE0" w14:textId="77777777" w:rsidR="007E10A9" w:rsidRDefault="002606B3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945EEE1" w14:textId="77777777" w:rsidR="007E10A9" w:rsidRDefault="002606B3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945EEE2" w14:textId="77777777" w:rsidR="007E10A9" w:rsidRDefault="002606B3" w:rsidP="007E10A9">
            <w:pPr>
              <w:rPr>
                <w:lang w:eastAsia="en-AU"/>
              </w:rPr>
            </w:pPr>
          </w:p>
        </w:tc>
      </w:tr>
      <w:tr w:rsidR="0065772C" w14:paraId="3232156A" w14:textId="77777777" w:rsidTr="00E94CA0">
        <w:tc>
          <w:tcPr>
            <w:tcW w:w="310" w:type="pct"/>
            <w:shd w:val="clear" w:color="auto" w:fill="2D739F"/>
            <w:vAlign w:val="top"/>
          </w:tcPr>
          <w:p w14:paraId="12AFF105" w14:textId="5B3104CF" w:rsidR="0065772C" w:rsidRPr="007E10A9" w:rsidRDefault="0065772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9</w:t>
            </w:r>
          </w:p>
        </w:tc>
        <w:tc>
          <w:tcPr>
            <w:tcW w:w="2658" w:type="pct"/>
            <w:vAlign w:val="top"/>
          </w:tcPr>
          <w:p w14:paraId="02BE09AA" w14:textId="77777777" w:rsidR="0065772C" w:rsidRDefault="0065772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F855EC0" w14:textId="77777777" w:rsidR="0065772C" w:rsidRDefault="0065772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A90DB18" w14:textId="77777777" w:rsidR="0065772C" w:rsidRDefault="0065772C" w:rsidP="007E10A9">
            <w:pPr>
              <w:rPr>
                <w:lang w:eastAsia="en-AU"/>
              </w:rPr>
            </w:pPr>
          </w:p>
        </w:tc>
      </w:tr>
      <w:tr w:rsidR="0065772C" w14:paraId="7933DDFF" w14:textId="77777777" w:rsidTr="00E94CA0">
        <w:tc>
          <w:tcPr>
            <w:tcW w:w="310" w:type="pct"/>
            <w:shd w:val="clear" w:color="auto" w:fill="2D739F"/>
            <w:vAlign w:val="top"/>
          </w:tcPr>
          <w:p w14:paraId="64F8B948" w14:textId="0685E6CE" w:rsidR="0065772C" w:rsidRPr="007E10A9" w:rsidRDefault="0065772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10</w:t>
            </w:r>
          </w:p>
        </w:tc>
        <w:tc>
          <w:tcPr>
            <w:tcW w:w="2658" w:type="pct"/>
            <w:vAlign w:val="top"/>
          </w:tcPr>
          <w:p w14:paraId="34E8E9C8" w14:textId="77777777" w:rsidR="0065772C" w:rsidRDefault="0065772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65D6356" w14:textId="77777777" w:rsidR="0065772C" w:rsidRDefault="0065772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7B8D799" w14:textId="77777777" w:rsidR="0065772C" w:rsidRDefault="0065772C" w:rsidP="007E10A9">
            <w:pPr>
              <w:rPr>
                <w:lang w:eastAsia="en-AU"/>
              </w:rPr>
            </w:pPr>
          </w:p>
        </w:tc>
      </w:tr>
      <w:tr w:rsidR="0065772C" w14:paraId="49046C37" w14:textId="77777777" w:rsidTr="00E94CA0">
        <w:tc>
          <w:tcPr>
            <w:tcW w:w="310" w:type="pct"/>
            <w:shd w:val="clear" w:color="auto" w:fill="2D739F"/>
            <w:vAlign w:val="top"/>
          </w:tcPr>
          <w:p w14:paraId="5F64E4B5" w14:textId="5A9AE8B2" w:rsidR="0065772C" w:rsidRPr="007E10A9" w:rsidRDefault="0065772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11</w:t>
            </w:r>
          </w:p>
        </w:tc>
        <w:tc>
          <w:tcPr>
            <w:tcW w:w="2658" w:type="pct"/>
            <w:vAlign w:val="top"/>
          </w:tcPr>
          <w:p w14:paraId="3CA6E9EB" w14:textId="77777777" w:rsidR="0065772C" w:rsidRDefault="0065772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A68A101" w14:textId="77777777" w:rsidR="0065772C" w:rsidRDefault="0065772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AF58BE3" w14:textId="77777777" w:rsidR="0065772C" w:rsidRDefault="0065772C" w:rsidP="007E10A9">
            <w:pPr>
              <w:rPr>
                <w:lang w:eastAsia="en-AU"/>
              </w:rPr>
            </w:pPr>
          </w:p>
        </w:tc>
      </w:tr>
      <w:tr w:rsidR="0065772C" w14:paraId="2373DD3A" w14:textId="77777777" w:rsidTr="00E94CA0">
        <w:tc>
          <w:tcPr>
            <w:tcW w:w="310" w:type="pct"/>
            <w:shd w:val="clear" w:color="auto" w:fill="2D739F"/>
            <w:vAlign w:val="top"/>
          </w:tcPr>
          <w:p w14:paraId="571305C3" w14:textId="4D1DADD9" w:rsidR="0065772C" w:rsidRPr="007E10A9" w:rsidRDefault="0065772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12</w:t>
            </w:r>
          </w:p>
        </w:tc>
        <w:tc>
          <w:tcPr>
            <w:tcW w:w="2658" w:type="pct"/>
            <w:vAlign w:val="top"/>
          </w:tcPr>
          <w:p w14:paraId="0FD0EF39" w14:textId="77777777" w:rsidR="0065772C" w:rsidRDefault="0065772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D7607F7" w14:textId="77777777" w:rsidR="0065772C" w:rsidRDefault="0065772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41C79A8" w14:textId="77777777" w:rsidR="0065772C" w:rsidRDefault="0065772C" w:rsidP="007E10A9">
            <w:pPr>
              <w:rPr>
                <w:lang w:eastAsia="en-AU"/>
              </w:rPr>
            </w:pPr>
          </w:p>
        </w:tc>
      </w:tr>
      <w:tr w:rsidR="0065772C" w14:paraId="7248EC7D" w14:textId="77777777" w:rsidTr="00E94CA0">
        <w:tc>
          <w:tcPr>
            <w:tcW w:w="310" w:type="pct"/>
            <w:shd w:val="clear" w:color="auto" w:fill="2D739F"/>
            <w:vAlign w:val="top"/>
          </w:tcPr>
          <w:p w14:paraId="74B540B1" w14:textId="37FB84F7" w:rsidR="0065772C" w:rsidRPr="007E10A9" w:rsidRDefault="0065772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13</w:t>
            </w:r>
          </w:p>
        </w:tc>
        <w:tc>
          <w:tcPr>
            <w:tcW w:w="2658" w:type="pct"/>
            <w:vAlign w:val="top"/>
          </w:tcPr>
          <w:p w14:paraId="687FB08C" w14:textId="77777777" w:rsidR="0065772C" w:rsidRDefault="0065772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5A4DA95" w14:textId="77777777" w:rsidR="0065772C" w:rsidRDefault="0065772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06232F0" w14:textId="77777777" w:rsidR="0065772C" w:rsidRDefault="0065772C" w:rsidP="007E10A9">
            <w:pPr>
              <w:rPr>
                <w:lang w:eastAsia="en-AU"/>
              </w:rPr>
            </w:pPr>
          </w:p>
        </w:tc>
      </w:tr>
      <w:tr w:rsidR="0065772C" w14:paraId="4189A227" w14:textId="77777777" w:rsidTr="00E94CA0">
        <w:tc>
          <w:tcPr>
            <w:tcW w:w="310" w:type="pct"/>
            <w:shd w:val="clear" w:color="auto" w:fill="2D739F"/>
            <w:vAlign w:val="top"/>
          </w:tcPr>
          <w:p w14:paraId="3B286CBB" w14:textId="542A19E1" w:rsidR="0065772C" w:rsidRPr="007E10A9" w:rsidRDefault="0065772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14</w:t>
            </w:r>
          </w:p>
        </w:tc>
        <w:tc>
          <w:tcPr>
            <w:tcW w:w="2658" w:type="pct"/>
            <w:vAlign w:val="top"/>
          </w:tcPr>
          <w:p w14:paraId="18E00872" w14:textId="77777777" w:rsidR="0065772C" w:rsidRDefault="0065772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5B0ADF7" w14:textId="77777777" w:rsidR="0065772C" w:rsidRDefault="0065772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60ED18B" w14:textId="77777777" w:rsidR="0065772C" w:rsidRDefault="0065772C" w:rsidP="007E10A9">
            <w:pPr>
              <w:rPr>
                <w:lang w:eastAsia="en-AU"/>
              </w:rPr>
            </w:pPr>
          </w:p>
        </w:tc>
      </w:tr>
      <w:tr w:rsidR="0065772C" w14:paraId="08445015" w14:textId="77777777" w:rsidTr="00E94CA0">
        <w:tc>
          <w:tcPr>
            <w:tcW w:w="310" w:type="pct"/>
            <w:shd w:val="clear" w:color="auto" w:fill="2D739F"/>
            <w:vAlign w:val="top"/>
          </w:tcPr>
          <w:p w14:paraId="08AA09F0" w14:textId="5AC704CF" w:rsidR="0065772C" w:rsidRPr="007E10A9" w:rsidRDefault="0065772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15</w:t>
            </w:r>
          </w:p>
        </w:tc>
        <w:tc>
          <w:tcPr>
            <w:tcW w:w="2658" w:type="pct"/>
            <w:vAlign w:val="top"/>
          </w:tcPr>
          <w:p w14:paraId="7E4BF1FC" w14:textId="77777777" w:rsidR="0065772C" w:rsidRDefault="0065772C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28F3A6C" w14:textId="77777777" w:rsidR="0065772C" w:rsidRDefault="0065772C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BC10E0A" w14:textId="77777777" w:rsidR="0065772C" w:rsidRDefault="0065772C" w:rsidP="007E10A9">
            <w:pPr>
              <w:rPr>
                <w:lang w:eastAsia="en-AU"/>
              </w:rPr>
            </w:pPr>
          </w:p>
        </w:tc>
      </w:tr>
    </w:tbl>
    <w:p w14:paraId="6945EEE4" w14:textId="77777777" w:rsidR="00BC4442" w:rsidRDefault="002606B3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55CCD6" w14:textId="77777777" w:rsidR="00633A1F" w:rsidRDefault="00633A1F">
      <w:pPr>
        <w:spacing w:before="0" w:after="0" w:line="240" w:lineRule="auto"/>
      </w:pPr>
      <w:r>
        <w:separator/>
      </w:r>
    </w:p>
  </w:endnote>
  <w:endnote w:type="continuationSeparator" w:id="0">
    <w:p w14:paraId="6EB72C24" w14:textId="77777777" w:rsidR="00633A1F" w:rsidRDefault="00633A1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5EEE8" w14:textId="77777777" w:rsidR="00CC4677" w:rsidRPr="004820C4" w:rsidRDefault="002606B3" w:rsidP="0002323C">
    <w:pPr>
      <w:pStyle w:val="Footer-DocumentTitleLeft"/>
    </w:pPr>
  </w:p>
  <w:p w14:paraId="6945EEE9" w14:textId="77777777" w:rsidR="00CC4677" w:rsidRDefault="00152C2F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6945EEEA" w14:textId="77777777" w:rsidR="00CC4677" w:rsidRPr="0006452B" w:rsidRDefault="002606B3" w:rsidP="00EE3A11"/>
  <w:p w14:paraId="6945EEEB" w14:textId="77777777" w:rsidR="00BA0812" w:rsidRDefault="002606B3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026BB012" w14:textId="4905587F" w:rsidR="00D901EA" w:rsidRDefault="00152C2F" w:rsidP="00CC3D37">
        <w:pPr>
          <w:pStyle w:val="Bodyfooter"/>
          <w:rPr>
            <w:noProof/>
          </w:rPr>
        </w:pPr>
        <w:r w:rsidRPr="008D467A">
          <w:t>Document title</w:t>
        </w:r>
        <w:r>
          <w:t xml:space="preserve">: </w:t>
        </w:r>
        <w:sdt>
          <w:sdtPr>
            <w:alias w:val="Title"/>
            <w:id w:val="709919720"/>
            <w:placeholder>
              <w:docPart w:val="7911F82812D54A2191145B70ABBF854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r w:rsidR="002E5FEF">
              <w:t>MEM11011B_StDec_1of1</w:t>
            </w:r>
          </w:sdtContent>
        </w:sdt>
        <w:r>
          <w:rPr>
            <w:noProof/>
          </w:rPr>
          <w:tab/>
        </w:r>
        <w:r w:rsidRPr="008D467A">
          <w:t xml:space="preserve">Page </w:t>
        </w:r>
        <w:r w:rsidRPr="008D467A">
          <w:fldChar w:fldCharType="begin"/>
        </w:r>
        <w:r w:rsidRPr="008D467A">
          <w:instrText xml:space="preserve"> PAGE  \* Arabic  \* MERGEFORMAT </w:instrText>
        </w:r>
        <w:r w:rsidRPr="008D467A">
          <w:fldChar w:fldCharType="separate"/>
        </w:r>
        <w:r w:rsidR="002606B3">
          <w:rPr>
            <w:noProof/>
          </w:rPr>
          <w:t>1</w:t>
        </w:r>
        <w:r w:rsidRPr="008D467A">
          <w:fldChar w:fldCharType="end"/>
        </w:r>
        <w:r w:rsidRPr="008D467A"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2606B3">
          <w:rPr>
            <w:noProof/>
          </w:rPr>
          <w:t>2</w:t>
        </w:r>
        <w:r>
          <w:rPr>
            <w:noProof/>
          </w:rPr>
          <w:fldChar w:fldCharType="end"/>
        </w:r>
      </w:p>
      <w:p w14:paraId="6945EEEC" w14:textId="152C9729" w:rsidR="00BA0812" w:rsidRDefault="00D901EA" w:rsidP="00CC3D37">
        <w:pPr>
          <w:pStyle w:val="Bodyfooter"/>
          <w:rPr>
            <w:noProof/>
          </w:rPr>
        </w:pPr>
        <w:r>
          <w:rPr>
            <w:noProof/>
          </w:rPr>
          <w:t>Resource ID: MRS_18_04_MEM11011B_StDec_1of1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5EEEF" w14:textId="77777777" w:rsidR="00AA3155" w:rsidRPr="008D467A" w:rsidRDefault="00152C2F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6945EEF0" w14:textId="77777777" w:rsidR="00AA3155" w:rsidRPr="008948B1" w:rsidRDefault="00152C2F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6945EEF1" w14:textId="77777777" w:rsidR="00CC4677" w:rsidRPr="00AA3155" w:rsidRDefault="002606B3" w:rsidP="00EE3A11">
    <w:pPr>
      <w:pStyle w:val="Footer"/>
    </w:pPr>
  </w:p>
  <w:p w14:paraId="6945EEF2" w14:textId="77777777" w:rsidR="00BA0812" w:rsidRDefault="002606B3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2B398" w14:textId="77777777" w:rsidR="00633A1F" w:rsidRDefault="00633A1F">
      <w:pPr>
        <w:spacing w:before="0" w:after="0" w:line="240" w:lineRule="auto"/>
      </w:pPr>
      <w:r>
        <w:separator/>
      </w:r>
    </w:p>
  </w:footnote>
  <w:footnote w:type="continuationSeparator" w:id="0">
    <w:p w14:paraId="52897390" w14:textId="77777777" w:rsidR="00633A1F" w:rsidRDefault="00633A1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5EEE5" w14:textId="77777777" w:rsidR="00CC4677" w:rsidRDefault="002606B3" w:rsidP="00EE3A11"/>
  <w:p w14:paraId="6945EEE6" w14:textId="77777777" w:rsidR="00BA0812" w:rsidRDefault="002606B3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5EEE7" w14:textId="77777777" w:rsidR="00BA0812" w:rsidRDefault="00152C2F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6945EEF3" wp14:editId="6945EEF4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5EEED" w14:textId="77777777" w:rsidR="004238CB" w:rsidRDefault="002606B3" w:rsidP="00EE3A11">
    <w:pPr>
      <w:pStyle w:val="Header"/>
    </w:pPr>
  </w:p>
  <w:p w14:paraId="6945EEEE" w14:textId="77777777" w:rsidR="00BA0812" w:rsidRDefault="002606B3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5A5E36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DE91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1260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701D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1C09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1239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EE82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2282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12F2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915E6F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7209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5ED4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A802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1282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0F0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2AD4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DE7A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4802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CA60661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12148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3AC9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44AC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8A2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6209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CEC8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A07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EA11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A3BE1D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E0E8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F63F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784F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C64D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CA27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BEE0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8680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3C04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7348EE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1A93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981A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400E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BE9D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1AA4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D40B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1205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C20A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5D38CA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1C879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08BE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E6FA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3E5F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E664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721B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0C90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2AFC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C3C4B5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5A92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702C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E0AA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AAC1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C4CF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2F8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9A24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E87D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664C03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A82835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77AA12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9CE08B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F4EEC8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226BB5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976410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158A85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817A844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D20A832A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52F850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7C5E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A073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3CC6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A4AD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1C65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FA3C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7825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89DA0D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0A6D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F4F2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8A18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E817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0206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49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105F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6CB8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84E2339E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88D268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3670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EA3F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E8DC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52A1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BC3D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404E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9C8D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89C49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A9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70BA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385A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76CA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6A71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8060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828C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B492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65166D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6AA7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9CD8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16B0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8060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A42E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70EF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84A0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26FF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CAAA72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4402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70DD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30A3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A055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8C91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20C4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AC3A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70D1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E542A6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414D2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7005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36FD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6211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1EF6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E201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64CB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580B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F5F42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A4A5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F2F9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7C7F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4A5C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A4A9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BE9E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6C11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E89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17A6BB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362F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9462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BA6A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8C04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FA81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46E6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722E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7AE6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BAC22A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023F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A2C8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7800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542D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5272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CAC9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FC02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6AE5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FF8063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8875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064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D6B5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A8EB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4C1A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1E5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BED0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58AC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CE5C54D6">
      <w:start w:val="1"/>
      <w:numFmt w:val="decimal"/>
      <w:lvlText w:val="%1."/>
      <w:lvlJc w:val="left"/>
      <w:pPr>
        <w:ind w:left="720" w:hanging="360"/>
      </w:pPr>
    </w:lvl>
    <w:lvl w:ilvl="1" w:tplc="076E4C9E">
      <w:start w:val="1"/>
      <w:numFmt w:val="lowerLetter"/>
      <w:lvlText w:val="%2."/>
      <w:lvlJc w:val="left"/>
      <w:pPr>
        <w:ind w:left="1440" w:hanging="360"/>
      </w:pPr>
    </w:lvl>
    <w:lvl w:ilvl="2" w:tplc="A3AEC0EC">
      <w:start w:val="1"/>
      <w:numFmt w:val="lowerRoman"/>
      <w:lvlText w:val="%3."/>
      <w:lvlJc w:val="right"/>
      <w:pPr>
        <w:ind w:left="2160" w:hanging="180"/>
      </w:pPr>
    </w:lvl>
    <w:lvl w:ilvl="3" w:tplc="AFE67ED6">
      <w:start w:val="1"/>
      <w:numFmt w:val="decimal"/>
      <w:lvlText w:val="%4."/>
      <w:lvlJc w:val="left"/>
      <w:pPr>
        <w:ind w:left="2880" w:hanging="360"/>
      </w:pPr>
    </w:lvl>
    <w:lvl w:ilvl="4" w:tplc="5782868C">
      <w:start w:val="1"/>
      <w:numFmt w:val="lowerLetter"/>
      <w:lvlText w:val="%5."/>
      <w:lvlJc w:val="left"/>
      <w:pPr>
        <w:ind w:left="3600" w:hanging="360"/>
      </w:pPr>
    </w:lvl>
    <w:lvl w:ilvl="5" w:tplc="537055C6">
      <w:start w:val="1"/>
      <w:numFmt w:val="lowerRoman"/>
      <w:lvlText w:val="%6."/>
      <w:lvlJc w:val="right"/>
      <w:pPr>
        <w:ind w:left="4320" w:hanging="180"/>
      </w:pPr>
    </w:lvl>
    <w:lvl w:ilvl="6" w:tplc="1324952A">
      <w:start w:val="1"/>
      <w:numFmt w:val="decimal"/>
      <w:lvlText w:val="%7."/>
      <w:lvlJc w:val="left"/>
      <w:pPr>
        <w:ind w:left="5040" w:hanging="360"/>
      </w:pPr>
    </w:lvl>
    <w:lvl w:ilvl="7" w:tplc="EB9AF954">
      <w:start w:val="1"/>
      <w:numFmt w:val="lowerLetter"/>
      <w:lvlText w:val="%8."/>
      <w:lvlJc w:val="left"/>
      <w:pPr>
        <w:ind w:left="5760" w:hanging="360"/>
      </w:pPr>
    </w:lvl>
    <w:lvl w:ilvl="8" w:tplc="B2D4DDC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0E30B5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58D6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8088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42A6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36DE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2441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B611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361E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5EF1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5DB69776">
      <w:start w:val="1"/>
      <w:numFmt w:val="decimal"/>
      <w:lvlText w:val="%1."/>
      <w:lvlJc w:val="left"/>
      <w:pPr>
        <w:ind w:left="720" w:hanging="360"/>
      </w:pPr>
    </w:lvl>
    <w:lvl w:ilvl="1" w:tplc="2452BE48">
      <w:start w:val="1"/>
      <w:numFmt w:val="lowerLetter"/>
      <w:lvlText w:val="%2."/>
      <w:lvlJc w:val="left"/>
      <w:pPr>
        <w:ind w:left="1440" w:hanging="360"/>
      </w:pPr>
    </w:lvl>
    <w:lvl w:ilvl="2" w:tplc="82DE0600">
      <w:start w:val="1"/>
      <w:numFmt w:val="lowerRoman"/>
      <w:lvlText w:val="%3."/>
      <w:lvlJc w:val="right"/>
      <w:pPr>
        <w:ind w:left="2160" w:hanging="180"/>
      </w:pPr>
    </w:lvl>
    <w:lvl w:ilvl="3" w:tplc="79F2BD46" w:tentative="1">
      <w:start w:val="1"/>
      <w:numFmt w:val="decimal"/>
      <w:lvlText w:val="%4."/>
      <w:lvlJc w:val="left"/>
      <w:pPr>
        <w:ind w:left="2880" w:hanging="360"/>
      </w:pPr>
    </w:lvl>
    <w:lvl w:ilvl="4" w:tplc="9D508510" w:tentative="1">
      <w:start w:val="1"/>
      <w:numFmt w:val="lowerLetter"/>
      <w:lvlText w:val="%5."/>
      <w:lvlJc w:val="left"/>
      <w:pPr>
        <w:ind w:left="3600" w:hanging="360"/>
      </w:pPr>
    </w:lvl>
    <w:lvl w:ilvl="5" w:tplc="4E52253C" w:tentative="1">
      <w:start w:val="1"/>
      <w:numFmt w:val="lowerRoman"/>
      <w:lvlText w:val="%6."/>
      <w:lvlJc w:val="right"/>
      <w:pPr>
        <w:ind w:left="4320" w:hanging="180"/>
      </w:pPr>
    </w:lvl>
    <w:lvl w:ilvl="6" w:tplc="FAB0BC62" w:tentative="1">
      <w:start w:val="1"/>
      <w:numFmt w:val="decimal"/>
      <w:lvlText w:val="%7."/>
      <w:lvlJc w:val="left"/>
      <w:pPr>
        <w:ind w:left="5040" w:hanging="360"/>
      </w:pPr>
    </w:lvl>
    <w:lvl w:ilvl="7" w:tplc="96442854" w:tentative="1">
      <w:start w:val="1"/>
      <w:numFmt w:val="lowerLetter"/>
      <w:lvlText w:val="%8."/>
      <w:lvlJc w:val="left"/>
      <w:pPr>
        <w:ind w:left="5760" w:hanging="360"/>
      </w:pPr>
    </w:lvl>
    <w:lvl w:ilvl="8" w:tplc="8146D9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72CC9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1ECA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9A1C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3648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DAEB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6C8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5011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EDC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C85B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379E04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8CB9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764F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D470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622E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5AF2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5AC3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02FE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168F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C822337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82208CE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C16DAC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F0CC07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724B85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B90121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562200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26CE18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8BEF28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D1A6648C">
      <w:start w:val="1"/>
      <w:numFmt w:val="decimal"/>
      <w:lvlText w:val="%1."/>
      <w:lvlJc w:val="left"/>
      <w:pPr>
        <w:ind w:left="720" w:hanging="360"/>
      </w:pPr>
    </w:lvl>
    <w:lvl w:ilvl="1" w:tplc="D6F643F6" w:tentative="1">
      <w:start w:val="1"/>
      <w:numFmt w:val="lowerLetter"/>
      <w:lvlText w:val="%2."/>
      <w:lvlJc w:val="left"/>
      <w:pPr>
        <w:ind w:left="1440" w:hanging="360"/>
      </w:pPr>
    </w:lvl>
    <w:lvl w:ilvl="2" w:tplc="868060F0" w:tentative="1">
      <w:start w:val="1"/>
      <w:numFmt w:val="lowerRoman"/>
      <w:lvlText w:val="%3."/>
      <w:lvlJc w:val="right"/>
      <w:pPr>
        <w:ind w:left="2160" w:hanging="180"/>
      </w:pPr>
    </w:lvl>
    <w:lvl w:ilvl="3" w:tplc="586CA97C" w:tentative="1">
      <w:start w:val="1"/>
      <w:numFmt w:val="decimal"/>
      <w:lvlText w:val="%4."/>
      <w:lvlJc w:val="left"/>
      <w:pPr>
        <w:ind w:left="2880" w:hanging="360"/>
      </w:pPr>
    </w:lvl>
    <w:lvl w:ilvl="4" w:tplc="69E63F00" w:tentative="1">
      <w:start w:val="1"/>
      <w:numFmt w:val="lowerLetter"/>
      <w:lvlText w:val="%5."/>
      <w:lvlJc w:val="left"/>
      <w:pPr>
        <w:ind w:left="3600" w:hanging="360"/>
      </w:pPr>
    </w:lvl>
    <w:lvl w:ilvl="5" w:tplc="6EE2404A" w:tentative="1">
      <w:start w:val="1"/>
      <w:numFmt w:val="lowerRoman"/>
      <w:lvlText w:val="%6."/>
      <w:lvlJc w:val="right"/>
      <w:pPr>
        <w:ind w:left="4320" w:hanging="180"/>
      </w:pPr>
    </w:lvl>
    <w:lvl w:ilvl="6" w:tplc="EA624D0E" w:tentative="1">
      <w:start w:val="1"/>
      <w:numFmt w:val="decimal"/>
      <w:lvlText w:val="%7."/>
      <w:lvlJc w:val="left"/>
      <w:pPr>
        <w:ind w:left="5040" w:hanging="360"/>
      </w:pPr>
    </w:lvl>
    <w:lvl w:ilvl="7" w:tplc="996A0000" w:tentative="1">
      <w:start w:val="1"/>
      <w:numFmt w:val="lowerLetter"/>
      <w:lvlText w:val="%8."/>
      <w:lvlJc w:val="left"/>
      <w:pPr>
        <w:ind w:left="5760" w:hanging="360"/>
      </w:pPr>
    </w:lvl>
    <w:lvl w:ilvl="8" w:tplc="3CB65A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72C0B1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6098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C621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3895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B2D8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D208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325C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81E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5A4C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02D044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169D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10B5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48EA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FCDC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BCCF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1A38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1289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94E6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2CA067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306B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7CCF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8234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D296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AAE6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9A0B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C4A0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6686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CA0"/>
    <w:rsid w:val="00152C2F"/>
    <w:rsid w:val="002606B3"/>
    <w:rsid w:val="002E5FEF"/>
    <w:rsid w:val="00402781"/>
    <w:rsid w:val="005A5D52"/>
    <w:rsid w:val="00633A1F"/>
    <w:rsid w:val="0065772C"/>
    <w:rsid w:val="009B0A92"/>
    <w:rsid w:val="009E3CCA"/>
    <w:rsid w:val="00BC79A1"/>
    <w:rsid w:val="00CB2751"/>
    <w:rsid w:val="00D901EA"/>
    <w:rsid w:val="00E94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945EE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911F82812D54A2191145B70ABBF8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D2D20-B69F-42C8-BBB8-2A27DA91B057}"/>
      </w:docPartPr>
      <w:docPartBody>
        <w:p w:rsidR="009C355F" w:rsidRDefault="002529C3"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9C3"/>
    <w:rsid w:val="0025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09F4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09F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purl.org/dc/elements/1.1/"/>
    <ds:schemaRef ds:uri="1502bd91-4821-4a00-aa5e-8d420a883b7a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5AD514E-1A5A-443B-AD0B-7788104B84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133D9A-884F-4E9C-9F8A-E45EFD7D4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Code_StDec_1of1_20180913. 19.11.19</vt:lpstr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MEM11011B_StDec_1of1</dc:title>
  <dc:creator/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2019-11-18T23:33:00Z</dcterms:created>
  <dcterms:modified xsi:type="dcterms:W3CDTF">2019-11-26T00:54:00Z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MSIP_Label_1124e982-4ed1-4819-8c70-4a27f3d38393_Enabled">
    <vt:lpwstr>true</vt:lpwstr>
  </property>
  <property fmtid="{D5CDD505-2E9C-101B-9397-08002B2CF9AE}" pid="4" name="MSIP_Label_1124e982-4ed1-4819-8c70-4a27f3d38393_SetDate">
    <vt:lpwstr>2019-11-18T23:29:58Z</vt:lpwstr>
  </property>
  <property fmtid="{D5CDD505-2E9C-101B-9397-08002B2CF9AE}" pid="5" name="MSIP_Label_1124e982-4ed1-4819-8c70-4a27f3d38393_Method">
    <vt:lpwstr>Standard</vt:lpwstr>
  </property>
  <property fmtid="{D5CDD505-2E9C-101B-9397-08002B2CF9AE}" pid="6" name="MSIP_Label_1124e982-4ed1-4819-8c70-4a27f3d38393_Name">
    <vt:lpwstr>No DLM Required</vt:lpwstr>
  </property>
  <property fmtid="{D5CDD505-2E9C-101B-9397-08002B2CF9AE}" pid="7" name="MSIP_Label_1124e982-4ed1-4819-8c70-4a27f3d38393_SiteId">
    <vt:lpwstr>19537222-55d7-4581-84fb-c2da6e835c74</vt:lpwstr>
  </property>
  <property fmtid="{D5CDD505-2E9C-101B-9397-08002B2CF9AE}" pid="8" name="MSIP_Label_1124e982-4ed1-4819-8c70-4a27f3d38393_ActionId">
    <vt:lpwstr>e71b8adb-ed70-4dc7-8037-0000f0c61afe</vt:lpwstr>
  </property>
  <property fmtid="{D5CDD505-2E9C-101B-9397-08002B2CF9AE}" pid="9" name="MSIP_Label_1124e982-4ed1-4819-8c70-4a27f3d38393_ContentBits">
    <vt:lpwstr>0</vt:lpwstr>
  </property>
</Properties>
</file>