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AB0DB" w14:textId="0B0077B5" w:rsidR="00E7507E" w:rsidRDefault="004A6B3E" w:rsidP="00E7507E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>Knowledge Assessment</w:t>
      </w:r>
    </w:p>
    <w:p w14:paraId="2589DE64" w14:textId="7D467254" w:rsidR="00E7507E" w:rsidRPr="00E7507E" w:rsidRDefault="00E7507E" w:rsidP="00E7507E">
      <w:pPr>
        <w:rPr>
          <w:lang w:eastAsia="en-AU"/>
        </w:rPr>
      </w:pPr>
      <w:r w:rsidRPr="00704664">
        <w:rPr>
          <w:b/>
          <w:sz w:val="28"/>
          <w:szCs w:val="28"/>
          <w:lang w:eastAsia="en-AU"/>
        </w:rPr>
        <w:t>Event</w:t>
      </w:r>
      <w:r>
        <w:rPr>
          <w:b/>
          <w:sz w:val="28"/>
          <w:szCs w:val="28"/>
          <w:lang w:eastAsia="en-AU"/>
        </w:rPr>
        <w:t>:</w:t>
      </w:r>
      <w:r w:rsidRPr="00704664">
        <w:rPr>
          <w:b/>
          <w:sz w:val="28"/>
          <w:szCs w:val="28"/>
          <w:lang w:eastAsia="en-AU"/>
        </w:rPr>
        <w:t xml:space="preserve"> 1 of 2</w:t>
      </w:r>
    </w:p>
    <w:p w14:paraId="03BFB8C6" w14:textId="77777777" w:rsidR="00E7507E" w:rsidRPr="00EF52B6" w:rsidRDefault="007915EE" w:rsidP="00E7507E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6D20371A" w14:textId="77777777" w:rsidR="00E7507E" w:rsidRPr="00A56627" w:rsidRDefault="007915EE" w:rsidP="00E7507E">
      <w:pPr>
        <w:pStyle w:val="Heading2"/>
      </w:pPr>
      <w:r w:rsidRPr="00A56627">
        <w:t>Criteria</w:t>
      </w:r>
    </w:p>
    <w:p w14:paraId="07EEE2F9" w14:textId="77777777" w:rsidR="00E7507E" w:rsidRDefault="007915EE" w:rsidP="00E7507E">
      <w:pPr>
        <w:pStyle w:val="Heading3"/>
      </w:pPr>
      <w:r w:rsidRPr="007A6B4A">
        <w:t>Unit code, name and release number</w:t>
      </w:r>
    </w:p>
    <w:p w14:paraId="72862E1D" w14:textId="77777777" w:rsidR="00E7507E" w:rsidRPr="00D83795" w:rsidRDefault="007915EE" w:rsidP="00E7507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MEM12023A - Perform engineering measurements (1)</w:t>
      </w:r>
      <w:bookmarkEnd w:id="1"/>
    </w:p>
    <w:p w14:paraId="20A40F90" w14:textId="77777777" w:rsidR="00E7507E" w:rsidRPr="00D83795" w:rsidRDefault="00E7507E" w:rsidP="00E7507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0F5D90F" w14:textId="77777777" w:rsidR="00E7507E" w:rsidRDefault="007915EE" w:rsidP="00E7507E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294F4D0" w14:textId="77777777" w:rsidR="00E7507E" w:rsidRPr="00D83795" w:rsidRDefault="007915EE" w:rsidP="00E7507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MEM30205 - Certificate III in Engineering - Mechanical Trade (3)</w:t>
      </w:r>
      <w:bookmarkEnd w:id="2"/>
    </w:p>
    <w:p w14:paraId="2780734E" w14:textId="77777777" w:rsidR="00E7507E" w:rsidRPr="00D83795" w:rsidRDefault="00E7507E" w:rsidP="00E7507E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D44378" w14:textId="77777777" w:rsidR="00E7507E" w:rsidRDefault="00E7507E" w:rsidP="00E7507E">
      <w:pPr>
        <w:rPr>
          <w:lang w:val="en-US" w:bidi="en-US"/>
        </w:rPr>
        <w:sectPr w:rsidR="00E7507E" w:rsidSect="00E7507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3B2D0BB1" w14:textId="77777777" w:rsidR="00E7507E" w:rsidRPr="00C14A60" w:rsidRDefault="007915EE" w:rsidP="00E7507E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7915EE">
        <w:t>1.0</w:t>
      </w:r>
    </w:p>
    <w:p w14:paraId="4A264883" w14:textId="77777777" w:rsidR="00E7507E" w:rsidRPr="00867E80" w:rsidRDefault="007915EE" w:rsidP="00E7507E">
      <w:pPr>
        <w:pStyle w:val="SmallerText-Black"/>
        <w:tabs>
          <w:tab w:val="left" w:pos="2127"/>
        </w:tabs>
      </w:pPr>
      <w:r>
        <w:t>Date created:</w:t>
      </w:r>
      <w:r>
        <w:tab/>
      </w:r>
      <w:r>
        <w:tab/>
        <w:t>4/06/2019</w:t>
      </w:r>
    </w:p>
    <w:p w14:paraId="39B8A0CF" w14:textId="585C1173" w:rsidR="00E7507E" w:rsidRPr="00867E80" w:rsidRDefault="007915EE" w:rsidP="00E7507E">
      <w:pPr>
        <w:pStyle w:val="SmallerText-Black"/>
        <w:tabs>
          <w:tab w:val="left" w:pos="2127"/>
        </w:tabs>
      </w:pPr>
      <w:r>
        <w:t>Date modified:</w:t>
      </w:r>
      <w:r>
        <w:tab/>
      </w:r>
      <w:r>
        <w:tab/>
        <w:t>1</w:t>
      </w:r>
      <w:r w:rsidR="00E7507E">
        <w:t>6</w:t>
      </w:r>
      <w:r>
        <w:t>/09/2019</w:t>
      </w:r>
    </w:p>
    <w:p w14:paraId="7AFDE928" w14:textId="77777777" w:rsidR="00E7507E" w:rsidRPr="00867E80" w:rsidRDefault="00E7507E" w:rsidP="00E7507E">
      <w:pPr>
        <w:pStyle w:val="SmallerText-Black"/>
      </w:pPr>
    </w:p>
    <w:bookmarkEnd w:id="0"/>
    <w:p w14:paraId="79E69A11" w14:textId="77777777" w:rsidR="00E7507E" w:rsidRDefault="007915EE" w:rsidP="00E7507E">
      <w:r>
        <w:t>For queries, please contact:</w:t>
      </w:r>
    </w:p>
    <w:p w14:paraId="1EB165CE" w14:textId="77777777" w:rsidR="007915EE" w:rsidRPr="00ED3381" w:rsidRDefault="007915EE" w:rsidP="007915EE">
      <w:pPr>
        <w:pStyle w:val="SmallerText-Black"/>
      </w:pPr>
      <w:r w:rsidRPr="00ED3381">
        <w:t>IMRS SkillsPoint</w:t>
      </w:r>
    </w:p>
    <w:p w14:paraId="169B4B68" w14:textId="77777777" w:rsidR="007915EE" w:rsidRPr="00ED3381" w:rsidRDefault="007915EE" w:rsidP="007915EE">
      <w:pPr>
        <w:pStyle w:val="SmallerText-Black"/>
      </w:pPr>
      <w:r w:rsidRPr="00ED3381">
        <w:t>Building B, Level 1</w:t>
      </w:r>
    </w:p>
    <w:p w14:paraId="5EA897C4" w14:textId="77777777" w:rsidR="007915EE" w:rsidRPr="00ED3381" w:rsidRDefault="007915EE" w:rsidP="007915EE">
      <w:pPr>
        <w:pStyle w:val="SmallerText-Black"/>
      </w:pPr>
      <w:r w:rsidRPr="00ED3381">
        <w:t>Hamilton Campus, 91 Parry St Newcastle West, NSW 2302</w:t>
      </w:r>
    </w:p>
    <w:p w14:paraId="04D322E2" w14:textId="77777777" w:rsidR="00E7507E" w:rsidRPr="000301F0" w:rsidRDefault="007915EE" w:rsidP="00E7507E">
      <w:pPr>
        <w:pStyle w:val="SmallerText-Black"/>
        <w:spacing w:before="1440"/>
      </w:pPr>
      <w:r>
        <w:t>© 2019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32EDE210" w14:textId="77777777" w:rsidR="00E7507E" w:rsidRPr="00D23A6C" w:rsidRDefault="007915EE" w:rsidP="00E7507E">
      <w:pPr>
        <w:pStyle w:val="SmallerText-Black"/>
      </w:pPr>
      <w:r>
        <w:t>This assessment can be found in the</w:t>
      </w:r>
      <w:r w:rsidRPr="00D23A6C">
        <w:t xml:space="preserve">: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6B064EDC" w14:textId="751FF1EA" w:rsidR="00E7507E" w:rsidRPr="000301F0" w:rsidRDefault="007915EE" w:rsidP="00E7507E">
      <w:pPr>
        <w:pStyle w:val="SmallerText-Black"/>
      </w:pPr>
      <w:r w:rsidRPr="000301F0">
        <w:t>The contents in this docum</w:t>
      </w:r>
      <w:r>
        <w:t>ent is copyright © TAFE NSW 2019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B50D1E">
        <w:rPr>
          <w:noProof/>
        </w:rPr>
        <w:t>24 September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p w14:paraId="6C0C3FF6" w14:textId="77777777" w:rsidR="00E7507E" w:rsidRDefault="00E7507E" w:rsidP="00E7507E">
      <w:pPr>
        <w:sectPr w:rsidR="00E7507E" w:rsidSect="00E7507E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2CFEABE4" w14:textId="77777777" w:rsidR="00E7507E" w:rsidRDefault="007915EE" w:rsidP="00E7507E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4115167B" w14:textId="77777777" w:rsidR="00E7507E" w:rsidRDefault="007915EE" w:rsidP="00E7507E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9407C8" w14:paraId="44EE6241" w14:textId="77777777" w:rsidTr="009407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610C3F8D" w14:textId="77777777" w:rsidR="00E7507E" w:rsidRDefault="007915EE" w:rsidP="00E7507E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2DEF0061" w14:textId="77777777" w:rsidR="00E7507E" w:rsidRDefault="007915EE" w:rsidP="00E7507E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9407C8" w14:paraId="7DA53614" w14:textId="77777777" w:rsidTr="009407C8">
        <w:tc>
          <w:tcPr>
            <w:tcW w:w="2405" w:type="dxa"/>
            <w:vAlign w:val="top"/>
          </w:tcPr>
          <w:p w14:paraId="083C295D" w14:textId="77777777" w:rsidR="00E7507E" w:rsidRPr="00B30F8E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070B8EC9" w14:textId="77777777" w:rsidR="00E7507E" w:rsidRPr="00B30F8E" w:rsidRDefault="007915EE" w:rsidP="00E7507E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</w:p>
          <w:p w14:paraId="617158C2" w14:textId="1D7CB147" w:rsidR="007915EE" w:rsidRPr="00C14A60" w:rsidRDefault="007915EE" w:rsidP="007915EE">
            <w:pPr>
              <w:pStyle w:val="Body"/>
              <w:rPr>
                <w:sz w:val="22"/>
                <w:szCs w:val="22"/>
              </w:rPr>
            </w:pPr>
            <w:r w:rsidRPr="00C14A60">
              <w:rPr>
                <w:sz w:val="22"/>
                <w:szCs w:val="22"/>
              </w:rPr>
              <w:t xml:space="preserve">This assessment is in </w:t>
            </w:r>
            <w:r w:rsidR="00F23A78">
              <w:rPr>
                <w:sz w:val="22"/>
                <w:szCs w:val="22"/>
              </w:rPr>
              <w:t>3</w:t>
            </w:r>
            <w:r w:rsidRPr="00C14A60">
              <w:rPr>
                <w:sz w:val="22"/>
                <w:szCs w:val="22"/>
              </w:rPr>
              <w:t xml:space="preserve"> parts:</w:t>
            </w:r>
          </w:p>
          <w:p w14:paraId="5466FCF7" w14:textId="77777777" w:rsidR="007915EE" w:rsidRPr="007A7720" w:rsidRDefault="007915EE" w:rsidP="007915EE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A7720">
              <w:rPr>
                <w:sz w:val="22"/>
                <w:szCs w:val="22"/>
              </w:rPr>
              <w:t>Multiple choice questions</w:t>
            </w:r>
          </w:p>
          <w:p w14:paraId="0E037E8E" w14:textId="77777777" w:rsidR="007915EE" w:rsidRPr="007A7720" w:rsidRDefault="007915EE" w:rsidP="007915EE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A7720">
              <w:rPr>
                <w:sz w:val="22"/>
                <w:szCs w:val="22"/>
              </w:rPr>
              <w:t>True or False questions</w:t>
            </w:r>
          </w:p>
          <w:p w14:paraId="371AB380" w14:textId="77777777" w:rsidR="007915EE" w:rsidRPr="007A7720" w:rsidRDefault="007915EE" w:rsidP="007915EE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A7720">
              <w:rPr>
                <w:sz w:val="22"/>
                <w:szCs w:val="22"/>
              </w:rPr>
              <w:t>Short answer questions</w:t>
            </w:r>
          </w:p>
          <w:p w14:paraId="3D86143A" w14:textId="77777777" w:rsidR="00E7507E" w:rsidRPr="00B30F8E" w:rsidRDefault="007915EE" w:rsidP="00E7507E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5BC2CC36" w14:textId="77777777" w:rsidR="00E7507E" w:rsidRDefault="007915EE" w:rsidP="00E7507E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5B2116F9" w14:textId="77777777" w:rsidR="00E7507E" w:rsidRPr="00210A7E" w:rsidRDefault="007915EE" w:rsidP="00E7507E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1F7B22C1" w14:textId="77777777" w:rsidR="00E7507E" w:rsidRDefault="007915EE" w:rsidP="00E7507E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51F106DA" w14:textId="77777777" w:rsidR="00E7507E" w:rsidRDefault="007915EE" w:rsidP="00E7507E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26A0B0A3" w14:textId="77777777" w:rsidR="00E7507E" w:rsidRPr="00B30F8E" w:rsidRDefault="007915EE" w:rsidP="00E7507E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9407C8" w14:paraId="60D83E58" w14:textId="77777777" w:rsidTr="009407C8">
        <w:tc>
          <w:tcPr>
            <w:tcW w:w="2405" w:type="dxa"/>
            <w:vAlign w:val="top"/>
          </w:tcPr>
          <w:p w14:paraId="46188770" w14:textId="77777777" w:rsidR="00E7507E" w:rsidRPr="00B30F8E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3610BC5D" w14:textId="77777777" w:rsidR="00E7507E" w:rsidRPr="00B30F8E" w:rsidRDefault="007915EE" w:rsidP="00E7507E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3B170C1C" w14:textId="77777777" w:rsidR="00E7507E" w:rsidRPr="00B30F8E" w:rsidRDefault="007915EE" w:rsidP="00E7507E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7E385D38" w14:textId="77777777" w:rsidR="00E7507E" w:rsidRPr="00B30F8E" w:rsidRDefault="007915EE" w:rsidP="00E7507E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535D1F62" w14:textId="77777777" w:rsidR="00E7507E" w:rsidRPr="00B30F8E" w:rsidRDefault="007915EE" w:rsidP="007915EE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3689DE20" w14:textId="77777777" w:rsidR="00E7507E" w:rsidRPr="00B30F8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621B3E33" w14:textId="77777777" w:rsidR="00E7507E" w:rsidRPr="00B30F8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4A2E1CCB" w14:textId="77777777" w:rsidR="00E7507E" w:rsidRPr="00B30F8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661371A8" w14:textId="77777777" w:rsidR="00E7507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12FC390A" w14:textId="77777777" w:rsidR="00E7507E" w:rsidRDefault="007915EE" w:rsidP="007915EE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7124E389" w14:textId="77777777" w:rsidR="00E7507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2F39F3BC" w14:textId="77777777" w:rsidR="00E7507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5D483B9A" w14:textId="77777777" w:rsidR="00E7507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372367A6" w14:textId="77777777" w:rsidR="00E7507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644C29F0" w14:textId="77777777" w:rsidR="00E7507E" w:rsidRDefault="007915EE" w:rsidP="007915EE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58F1C5D6" w14:textId="77777777" w:rsidR="00E7507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4E3F80ED" w14:textId="77777777" w:rsidR="00E7507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7541EA4C" w14:textId="77777777" w:rsidR="00E7507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7CC65C84" w14:textId="77777777" w:rsidR="00E7507E" w:rsidRPr="00B30F8E" w:rsidRDefault="007915EE" w:rsidP="007915EE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9407C8" w14:paraId="2EEE85DA" w14:textId="77777777" w:rsidTr="009407C8">
        <w:tc>
          <w:tcPr>
            <w:tcW w:w="2405" w:type="dxa"/>
            <w:vAlign w:val="top"/>
          </w:tcPr>
          <w:p w14:paraId="62DCA2B0" w14:textId="77777777" w:rsidR="00E7507E" w:rsidRPr="002E7A2C" w:rsidRDefault="007915EE" w:rsidP="00E7507E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455A2948" w14:textId="77777777" w:rsidR="00E7507E" w:rsidRPr="00B30F8E" w:rsidRDefault="007915EE" w:rsidP="00E7507E">
            <w:pPr>
              <w:rPr>
                <w:sz w:val="22"/>
                <w:szCs w:val="22"/>
                <w:lang w:eastAsia="en-AU"/>
              </w:rPr>
            </w:pPr>
            <w:r w:rsidRPr="007915EE">
              <w:rPr>
                <w:sz w:val="22"/>
                <w:szCs w:val="22"/>
              </w:rPr>
              <w:t>Calculator, pens</w:t>
            </w:r>
          </w:p>
        </w:tc>
      </w:tr>
      <w:tr w:rsidR="009407C8" w14:paraId="6F84F810" w14:textId="77777777" w:rsidTr="009407C8">
        <w:tc>
          <w:tcPr>
            <w:tcW w:w="2405" w:type="dxa"/>
            <w:vAlign w:val="top"/>
          </w:tcPr>
          <w:p w14:paraId="0F91B5BE" w14:textId="77777777" w:rsidR="00E7507E" w:rsidRPr="002E7A2C" w:rsidRDefault="007915EE" w:rsidP="00E7507E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63F600AE" w14:textId="77777777" w:rsidR="00E7507E" w:rsidRPr="007915EE" w:rsidRDefault="007915EE" w:rsidP="00E7507E">
            <w:pPr>
              <w:rPr>
                <w:sz w:val="22"/>
                <w:szCs w:val="22"/>
                <w:lang w:eastAsia="en-AU"/>
              </w:rPr>
            </w:pPr>
            <w:r w:rsidRPr="007915EE">
              <w:rPr>
                <w:sz w:val="22"/>
                <w:szCs w:val="22"/>
                <w:lang w:eastAsia="en-AU"/>
              </w:rPr>
              <w:t>Knowledge Assessment</w:t>
            </w:r>
          </w:p>
        </w:tc>
      </w:tr>
      <w:tr w:rsidR="009407C8" w14:paraId="3F83F288" w14:textId="77777777" w:rsidTr="009407C8">
        <w:tc>
          <w:tcPr>
            <w:tcW w:w="2405" w:type="dxa"/>
            <w:vAlign w:val="top"/>
          </w:tcPr>
          <w:p w14:paraId="5B2D6A62" w14:textId="04C4A593" w:rsidR="00E7507E" w:rsidRPr="0067653D" w:rsidRDefault="00E7507E" w:rsidP="00E7507E">
            <w:pPr>
              <w:pStyle w:val="Body"/>
              <w:rPr>
                <w:b/>
                <w:sz w:val="22"/>
                <w:szCs w:val="22"/>
              </w:rPr>
            </w:pPr>
            <w:r w:rsidRPr="00C14A60">
              <w:rPr>
                <w:b/>
                <w:sz w:val="22"/>
                <w:szCs w:val="22"/>
              </w:rPr>
              <w:t>Due date/time allowed</w:t>
            </w:r>
          </w:p>
        </w:tc>
        <w:tc>
          <w:tcPr>
            <w:tcW w:w="6655" w:type="dxa"/>
            <w:vAlign w:val="top"/>
          </w:tcPr>
          <w:p w14:paraId="78571315" w14:textId="4D6B4DFB" w:rsidR="00E7507E" w:rsidRPr="007915EE" w:rsidRDefault="00E7507E" w:rsidP="00E7507E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TBA / One hour</w:t>
            </w:r>
          </w:p>
        </w:tc>
      </w:tr>
    </w:tbl>
    <w:p w14:paraId="43FC2672" w14:textId="77777777" w:rsidR="00E7507E" w:rsidRDefault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3B5BB17D" w14:textId="77777777" w:rsidR="00E7507E" w:rsidRDefault="007915EE" w:rsidP="00E7507E">
      <w:pPr>
        <w:pStyle w:val="Heading2"/>
      </w:pPr>
      <w:r>
        <w:lastRenderedPageBreak/>
        <w:t>Part 1: Multiple choice</w:t>
      </w:r>
    </w:p>
    <w:p w14:paraId="47B4EC97" w14:textId="77777777" w:rsidR="007915EE" w:rsidRDefault="007915EE" w:rsidP="007915EE">
      <w:pPr>
        <w:pStyle w:val="Body"/>
        <w:rPr>
          <w:sz w:val="22"/>
          <w:szCs w:val="22"/>
        </w:rPr>
      </w:pPr>
      <w:r w:rsidRPr="0085459C">
        <w:rPr>
          <w:sz w:val="22"/>
          <w:szCs w:val="22"/>
        </w:rPr>
        <w:t>Read the question and answer each</w:t>
      </w:r>
      <w:r>
        <w:rPr>
          <w:sz w:val="22"/>
          <w:szCs w:val="22"/>
        </w:rPr>
        <w:t xml:space="preserve"> question</w:t>
      </w:r>
      <w:r w:rsidRPr="0085459C">
        <w:rPr>
          <w:sz w:val="22"/>
          <w:szCs w:val="22"/>
        </w:rPr>
        <w:t xml:space="preserve"> carefully. Put an X in the table next to your chosen answer.</w:t>
      </w:r>
    </w:p>
    <w:p w14:paraId="02E53114" w14:textId="77777777" w:rsidR="007915EE" w:rsidRPr="007915EE" w:rsidRDefault="007915EE" w:rsidP="007915EE">
      <w:pPr>
        <w:rPr>
          <w:lang w:eastAsia="en-AU"/>
        </w:rPr>
      </w:pPr>
    </w:p>
    <w:p w14:paraId="2D988609" w14:textId="77777777" w:rsidR="007915EE" w:rsidRPr="0085459C" w:rsidRDefault="007915EE" w:rsidP="007915EE">
      <w:pPr>
        <w:pStyle w:val="Body"/>
        <w:numPr>
          <w:ilvl w:val="0"/>
          <w:numId w:val="15"/>
        </w:numPr>
        <w:rPr>
          <w:sz w:val="22"/>
          <w:szCs w:val="22"/>
        </w:rPr>
      </w:pPr>
      <w:r w:rsidRPr="0085459C">
        <w:rPr>
          <w:sz w:val="22"/>
          <w:szCs w:val="22"/>
        </w:rPr>
        <w:t>A micrometer is best protected from damage by:</w:t>
      </w:r>
    </w:p>
    <w:p w14:paraId="4F5AE2D5" w14:textId="77777777" w:rsidR="007915EE" w:rsidRDefault="007915EE" w:rsidP="007915EE">
      <w:pPr>
        <w:pStyle w:val="Caption"/>
        <w:keepNext/>
      </w:pPr>
      <w:r>
        <w:t xml:space="preserve">Table </w:t>
      </w:r>
      <w:r>
        <w:rPr>
          <w:noProof/>
        </w:rPr>
        <w:t>1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915EE" w14:paraId="4731B252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CBCF4DF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80AF3A4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Put X next to your answer</w:t>
            </w:r>
          </w:p>
        </w:tc>
      </w:tr>
      <w:tr w:rsidR="007915EE" w14:paraId="6AF19403" w14:textId="77777777" w:rsidTr="00E7507E">
        <w:tc>
          <w:tcPr>
            <w:tcW w:w="7650" w:type="dxa"/>
          </w:tcPr>
          <w:p w14:paraId="5892C22A" w14:textId="77777777" w:rsidR="007915EE" w:rsidRPr="0085459C" w:rsidRDefault="007915EE" w:rsidP="007915E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Storing in a box immediately after use</w:t>
            </w:r>
          </w:p>
        </w:tc>
        <w:tc>
          <w:tcPr>
            <w:tcW w:w="1410" w:type="dxa"/>
          </w:tcPr>
          <w:p w14:paraId="112F9EF3" w14:textId="77777777" w:rsidR="007915EE" w:rsidRDefault="007915EE" w:rsidP="00E7507E">
            <w:pPr>
              <w:pStyle w:val="Body"/>
              <w:jc w:val="center"/>
            </w:pPr>
            <w:r w:rsidRPr="000C410A">
              <w:rPr>
                <w:color w:val="FF0000"/>
              </w:rPr>
              <w:t>X</w:t>
            </w:r>
          </w:p>
        </w:tc>
      </w:tr>
      <w:tr w:rsidR="007915EE" w14:paraId="0B99723F" w14:textId="77777777" w:rsidTr="00E7507E">
        <w:tc>
          <w:tcPr>
            <w:tcW w:w="7650" w:type="dxa"/>
          </w:tcPr>
          <w:p w14:paraId="50C818B9" w14:textId="77777777" w:rsidR="007915EE" w:rsidRPr="0085459C" w:rsidRDefault="007915EE" w:rsidP="007915E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Storing on top of the machine immediately after use</w:t>
            </w:r>
          </w:p>
        </w:tc>
        <w:tc>
          <w:tcPr>
            <w:tcW w:w="1410" w:type="dxa"/>
          </w:tcPr>
          <w:p w14:paraId="27693EC2" w14:textId="77777777" w:rsidR="007915EE" w:rsidRDefault="007915EE" w:rsidP="00E7507E">
            <w:pPr>
              <w:pStyle w:val="Body"/>
              <w:jc w:val="center"/>
            </w:pPr>
          </w:p>
        </w:tc>
      </w:tr>
      <w:tr w:rsidR="007915EE" w14:paraId="72F26EFA" w14:textId="77777777" w:rsidTr="00E7507E">
        <w:tc>
          <w:tcPr>
            <w:tcW w:w="7650" w:type="dxa"/>
          </w:tcPr>
          <w:p w14:paraId="18C07F3B" w14:textId="77777777" w:rsidR="007915EE" w:rsidRPr="0085459C" w:rsidRDefault="007915EE" w:rsidP="007915E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Leaving on the bench with other tools</w:t>
            </w:r>
          </w:p>
        </w:tc>
        <w:tc>
          <w:tcPr>
            <w:tcW w:w="1410" w:type="dxa"/>
          </w:tcPr>
          <w:p w14:paraId="2BDDB195" w14:textId="77777777" w:rsidR="007915EE" w:rsidRDefault="007915EE" w:rsidP="00E7507E">
            <w:pPr>
              <w:pStyle w:val="Body"/>
              <w:jc w:val="center"/>
            </w:pPr>
          </w:p>
        </w:tc>
      </w:tr>
      <w:tr w:rsidR="007915EE" w14:paraId="6FB701BD" w14:textId="77777777" w:rsidTr="00E7507E">
        <w:tc>
          <w:tcPr>
            <w:tcW w:w="7650" w:type="dxa"/>
          </w:tcPr>
          <w:p w14:paraId="59986275" w14:textId="77777777" w:rsidR="007915EE" w:rsidRPr="0085459C" w:rsidRDefault="007915EE" w:rsidP="007915EE">
            <w:pPr>
              <w:pStyle w:val="Body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Hanging on a rack</w:t>
            </w:r>
          </w:p>
        </w:tc>
        <w:tc>
          <w:tcPr>
            <w:tcW w:w="1410" w:type="dxa"/>
          </w:tcPr>
          <w:p w14:paraId="4606033C" w14:textId="77777777" w:rsidR="007915EE" w:rsidRDefault="007915EE" w:rsidP="00E7507E">
            <w:pPr>
              <w:pStyle w:val="Body"/>
              <w:jc w:val="center"/>
            </w:pPr>
          </w:p>
        </w:tc>
      </w:tr>
    </w:tbl>
    <w:p w14:paraId="5ACAB3E8" w14:textId="77777777" w:rsidR="007915EE" w:rsidRDefault="007915EE" w:rsidP="007915EE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2D64BC0D" w14:textId="77777777" w:rsidR="007915EE" w:rsidRPr="0085459C" w:rsidRDefault="007915EE" w:rsidP="007915EE">
      <w:pPr>
        <w:pStyle w:val="Body"/>
        <w:numPr>
          <w:ilvl w:val="0"/>
          <w:numId w:val="15"/>
        </w:numPr>
        <w:rPr>
          <w:sz w:val="22"/>
          <w:szCs w:val="22"/>
        </w:rPr>
      </w:pPr>
      <w:r w:rsidRPr="0085459C">
        <w:rPr>
          <w:sz w:val="22"/>
          <w:szCs w:val="22"/>
        </w:rPr>
        <w:t>When you finish with a precision measuring instrument, the instrument must be:</w:t>
      </w:r>
    </w:p>
    <w:p w14:paraId="0C8F005D" w14:textId="77777777" w:rsidR="007915EE" w:rsidRPr="0085459C" w:rsidRDefault="007915EE" w:rsidP="007915EE">
      <w:pPr>
        <w:pStyle w:val="Caption"/>
        <w:keepNext/>
      </w:pPr>
      <w:r w:rsidRPr="0085459C">
        <w:t xml:space="preserve">Table </w:t>
      </w:r>
      <w:r w:rsidRPr="0085459C">
        <w:rPr>
          <w:noProof/>
        </w:rPr>
        <w:t>2</w:t>
      </w:r>
      <w:r w:rsidRPr="0085459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915EE" w:rsidRPr="0085459C" w14:paraId="359004EC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50DA7C1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7E98B40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Put X next to your answer</w:t>
            </w:r>
          </w:p>
        </w:tc>
      </w:tr>
      <w:tr w:rsidR="007915EE" w:rsidRPr="0085459C" w14:paraId="6162FC7E" w14:textId="77777777" w:rsidTr="00E7507E">
        <w:tc>
          <w:tcPr>
            <w:tcW w:w="7650" w:type="dxa"/>
          </w:tcPr>
          <w:p w14:paraId="71199012" w14:textId="77777777" w:rsidR="007915EE" w:rsidRPr="0085459C" w:rsidRDefault="007915EE" w:rsidP="007915EE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Left on the workbench for the next person to use</w:t>
            </w:r>
          </w:p>
        </w:tc>
        <w:tc>
          <w:tcPr>
            <w:tcW w:w="1410" w:type="dxa"/>
          </w:tcPr>
          <w:p w14:paraId="7CB90789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7915EE" w:rsidRPr="0085459C" w14:paraId="04028F87" w14:textId="77777777" w:rsidTr="00E7507E">
        <w:tc>
          <w:tcPr>
            <w:tcW w:w="7650" w:type="dxa"/>
          </w:tcPr>
          <w:p w14:paraId="2D7D5301" w14:textId="77777777" w:rsidR="007915EE" w:rsidRPr="0085459C" w:rsidRDefault="007915EE" w:rsidP="007915EE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 Placed in your toolbox</w:t>
            </w:r>
          </w:p>
        </w:tc>
        <w:tc>
          <w:tcPr>
            <w:tcW w:w="1410" w:type="dxa"/>
          </w:tcPr>
          <w:p w14:paraId="3BE6100D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7915EE" w:rsidRPr="0085459C" w14:paraId="015C4736" w14:textId="77777777" w:rsidTr="00E7507E">
        <w:tc>
          <w:tcPr>
            <w:tcW w:w="7650" w:type="dxa"/>
          </w:tcPr>
          <w:p w14:paraId="7148E87C" w14:textId="77777777" w:rsidR="007915EE" w:rsidRPr="0085459C" w:rsidRDefault="007915EE" w:rsidP="007915EE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Left where it is so it can be used later, if required</w:t>
            </w:r>
          </w:p>
        </w:tc>
        <w:tc>
          <w:tcPr>
            <w:tcW w:w="1410" w:type="dxa"/>
          </w:tcPr>
          <w:p w14:paraId="150BD0F7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7915EE" w:rsidRPr="0085459C" w14:paraId="214B131A" w14:textId="77777777" w:rsidTr="00E7507E">
        <w:tc>
          <w:tcPr>
            <w:tcW w:w="7650" w:type="dxa"/>
          </w:tcPr>
          <w:p w14:paraId="4C248DED" w14:textId="77777777" w:rsidR="007915EE" w:rsidRPr="0085459C" w:rsidRDefault="007915EE" w:rsidP="007915EE">
            <w:pPr>
              <w:pStyle w:val="Body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Cleaned, placed in its storage box and stored in a clean dry place</w:t>
            </w:r>
          </w:p>
        </w:tc>
        <w:tc>
          <w:tcPr>
            <w:tcW w:w="1410" w:type="dxa"/>
          </w:tcPr>
          <w:p w14:paraId="3165967D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X</w:t>
            </w:r>
          </w:p>
        </w:tc>
      </w:tr>
    </w:tbl>
    <w:p w14:paraId="5828902E" w14:textId="77777777" w:rsidR="007915EE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27301658" w14:textId="77777777" w:rsidR="007915EE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7AD5FB71" w14:textId="77777777" w:rsidR="007915EE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7E1C1735" w14:textId="77777777" w:rsidR="007915EE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16B34185" w14:textId="77777777" w:rsidR="007915EE" w:rsidRPr="0085459C" w:rsidRDefault="007915EE" w:rsidP="007915EE">
      <w:pPr>
        <w:pStyle w:val="Body"/>
        <w:numPr>
          <w:ilvl w:val="0"/>
          <w:numId w:val="15"/>
        </w:numPr>
        <w:rPr>
          <w:sz w:val="22"/>
          <w:szCs w:val="22"/>
        </w:rPr>
      </w:pPr>
      <w:r w:rsidRPr="0085459C">
        <w:rPr>
          <w:sz w:val="22"/>
          <w:szCs w:val="22"/>
        </w:rPr>
        <w:lastRenderedPageBreak/>
        <w:t>Steel rules are used to measure lengths. Approximately what degree of accuracy will they give you:</w:t>
      </w:r>
    </w:p>
    <w:p w14:paraId="75E54921" w14:textId="77777777" w:rsidR="007915EE" w:rsidRPr="0085459C" w:rsidRDefault="007915EE" w:rsidP="007915EE">
      <w:pPr>
        <w:pStyle w:val="Caption"/>
        <w:keepNext/>
      </w:pPr>
      <w:r w:rsidRPr="0085459C">
        <w:t xml:space="preserve">Table </w:t>
      </w:r>
      <w:r w:rsidRPr="0085459C">
        <w:rPr>
          <w:noProof/>
        </w:rPr>
        <w:t>3</w:t>
      </w:r>
      <w:r w:rsidRPr="0085459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915EE" w:rsidRPr="0085459C" w14:paraId="492A499F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8337191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898CE2B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Put X next to your answer</w:t>
            </w:r>
          </w:p>
        </w:tc>
      </w:tr>
      <w:tr w:rsidR="007915EE" w:rsidRPr="0085459C" w14:paraId="322DFFAA" w14:textId="77777777" w:rsidTr="00E7507E">
        <w:tc>
          <w:tcPr>
            <w:tcW w:w="7650" w:type="dxa"/>
          </w:tcPr>
          <w:p w14:paraId="76573838" w14:textId="77777777" w:rsidR="007915EE" w:rsidRPr="0085459C" w:rsidRDefault="007915EE" w:rsidP="007915EE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0.025mm</w:t>
            </w:r>
          </w:p>
        </w:tc>
        <w:tc>
          <w:tcPr>
            <w:tcW w:w="1410" w:type="dxa"/>
          </w:tcPr>
          <w:p w14:paraId="0B14A5EC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7915EE" w:rsidRPr="0085459C" w14:paraId="2D2CCFC3" w14:textId="77777777" w:rsidTr="00E7507E">
        <w:tc>
          <w:tcPr>
            <w:tcW w:w="7650" w:type="dxa"/>
          </w:tcPr>
          <w:p w14:paraId="29B5E7B0" w14:textId="77777777" w:rsidR="007915EE" w:rsidRPr="0085459C" w:rsidRDefault="007915EE" w:rsidP="007915EE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0.25mm</w:t>
            </w:r>
          </w:p>
        </w:tc>
        <w:tc>
          <w:tcPr>
            <w:tcW w:w="1410" w:type="dxa"/>
          </w:tcPr>
          <w:p w14:paraId="428616FD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 </w:t>
            </w:r>
          </w:p>
        </w:tc>
      </w:tr>
      <w:tr w:rsidR="007915EE" w:rsidRPr="0085459C" w14:paraId="49699A44" w14:textId="77777777" w:rsidTr="00E7507E">
        <w:tc>
          <w:tcPr>
            <w:tcW w:w="7650" w:type="dxa"/>
          </w:tcPr>
          <w:p w14:paraId="2B2B3C3D" w14:textId="77777777" w:rsidR="007915EE" w:rsidRPr="0085459C" w:rsidRDefault="007915EE" w:rsidP="007915EE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0.5mm</w:t>
            </w:r>
          </w:p>
        </w:tc>
        <w:tc>
          <w:tcPr>
            <w:tcW w:w="1410" w:type="dxa"/>
          </w:tcPr>
          <w:p w14:paraId="34B2C62E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X</w:t>
            </w:r>
          </w:p>
        </w:tc>
      </w:tr>
      <w:tr w:rsidR="007915EE" w:rsidRPr="0085459C" w14:paraId="038650F5" w14:textId="77777777" w:rsidTr="00E7507E">
        <w:tc>
          <w:tcPr>
            <w:tcW w:w="7650" w:type="dxa"/>
          </w:tcPr>
          <w:p w14:paraId="73500E72" w14:textId="77777777" w:rsidR="007915EE" w:rsidRPr="0085459C" w:rsidRDefault="007915EE" w:rsidP="007915EE">
            <w:pPr>
              <w:pStyle w:val="Body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0.05mm</w:t>
            </w:r>
          </w:p>
        </w:tc>
        <w:tc>
          <w:tcPr>
            <w:tcW w:w="1410" w:type="dxa"/>
          </w:tcPr>
          <w:p w14:paraId="61473342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 </w:t>
            </w:r>
          </w:p>
        </w:tc>
      </w:tr>
    </w:tbl>
    <w:p w14:paraId="52DC82A5" w14:textId="77777777" w:rsidR="007915EE" w:rsidRPr="0085459C" w:rsidRDefault="007915EE" w:rsidP="007915EE">
      <w:pPr>
        <w:rPr>
          <w:rFonts w:eastAsia="Times New Roman"/>
          <w:noProof/>
          <w:kern w:val="22"/>
          <w:sz w:val="22"/>
          <w:szCs w:val="22"/>
          <w:lang w:eastAsia="en-AU"/>
        </w:rPr>
      </w:pPr>
    </w:p>
    <w:p w14:paraId="708CE442" w14:textId="77777777" w:rsidR="007915EE" w:rsidRPr="00B225F3" w:rsidRDefault="007915EE" w:rsidP="007915EE">
      <w:pPr>
        <w:pStyle w:val="Body"/>
        <w:numPr>
          <w:ilvl w:val="0"/>
          <w:numId w:val="15"/>
        </w:numPr>
        <w:rPr>
          <w:sz w:val="22"/>
          <w:szCs w:val="22"/>
        </w:rPr>
      </w:pPr>
      <w:r w:rsidRPr="00974EA1">
        <w:rPr>
          <w:sz w:val="22"/>
          <w:szCs w:val="22"/>
        </w:rPr>
        <w:t>Name the two (2) measuring systems commonly used in Australia</w:t>
      </w:r>
    </w:p>
    <w:p w14:paraId="681D9C87" w14:textId="77777777" w:rsidR="007915EE" w:rsidRPr="0085459C" w:rsidRDefault="007915EE" w:rsidP="007915EE">
      <w:pPr>
        <w:pStyle w:val="Caption"/>
        <w:keepNext/>
      </w:pPr>
      <w:r w:rsidRPr="0085459C">
        <w:t xml:space="preserve">Table </w:t>
      </w:r>
      <w:r w:rsidRPr="0085459C">
        <w:rPr>
          <w:noProof/>
        </w:rPr>
        <w:t>4</w:t>
      </w:r>
      <w:r w:rsidRPr="0085459C"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915EE" w:rsidRPr="0085459C" w14:paraId="281CFD76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30ADE41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2FD3D13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Put X next to your answer</w:t>
            </w:r>
          </w:p>
        </w:tc>
      </w:tr>
      <w:tr w:rsidR="007915EE" w:rsidRPr="0085459C" w14:paraId="7C28F1A1" w14:textId="77777777" w:rsidTr="00E7507E">
        <w:tc>
          <w:tcPr>
            <w:tcW w:w="7650" w:type="dxa"/>
          </w:tcPr>
          <w:p w14:paraId="7B345F7F" w14:textId="77777777" w:rsidR="007915EE" w:rsidRPr="0085459C" w:rsidRDefault="007915EE" w:rsidP="007915EE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Metric and Imperial </w:t>
            </w:r>
          </w:p>
        </w:tc>
        <w:tc>
          <w:tcPr>
            <w:tcW w:w="1410" w:type="dxa"/>
          </w:tcPr>
          <w:p w14:paraId="23407DDB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X</w:t>
            </w:r>
          </w:p>
        </w:tc>
      </w:tr>
      <w:tr w:rsidR="007915EE" w:rsidRPr="0085459C" w14:paraId="78B0B33F" w14:textId="77777777" w:rsidTr="00E7507E">
        <w:tc>
          <w:tcPr>
            <w:tcW w:w="7650" w:type="dxa"/>
          </w:tcPr>
          <w:p w14:paraId="49CA9ABC" w14:textId="77777777" w:rsidR="007915EE" w:rsidRPr="0085459C" w:rsidRDefault="007915EE" w:rsidP="007915EE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Metric and BSW</w:t>
            </w:r>
            <w:r w:rsidRPr="008545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0" w:type="dxa"/>
          </w:tcPr>
          <w:p w14:paraId="7C9EF1D7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7915EE" w:rsidRPr="0085459C" w14:paraId="619C00ED" w14:textId="77777777" w:rsidTr="00E7507E">
        <w:tc>
          <w:tcPr>
            <w:tcW w:w="7650" w:type="dxa"/>
          </w:tcPr>
          <w:p w14:paraId="2DD978B1" w14:textId="77777777" w:rsidR="007915EE" w:rsidRPr="0085459C" w:rsidRDefault="007915EE" w:rsidP="007915EE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BSW and Imperial</w:t>
            </w:r>
          </w:p>
        </w:tc>
        <w:tc>
          <w:tcPr>
            <w:tcW w:w="1410" w:type="dxa"/>
          </w:tcPr>
          <w:p w14:paraId="0AF7DB12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 </w:t>
            </w:r>
          </w:p>
        </w:tc>
      </w:tr>
      <w:tr w:rsidR="007915EE" w:rsidRPr="0085459C" w14:paraId="4455F4EB" w14:textId="77777777" w:rsidTr="00E7507E">
        <w:tc>
          <w:tcPr>
            <w:tcW w:w="7650" w:type="dxa"/>
          </w:tcPr>
          <w:p w14:paraId="38DC7790" w14:textId="77777777" w:rsidR="007915EE" w:rsidRPr="0085459C" w:rsidRDefault="007915EE" w:rsidP="007915EE">
            <w:pPr>
              <w:pStyle w:val="Body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UNC and Metric</w:t>
            </w:r>
          </w:p>
        </w:tc>
        <w:tc>
          <w:tcPr>
            <w:tcW w:w="1410" w:type="dxa"/>
          </w:tcPr>
          <w:p w14:paraId="7CE3A5A0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 </w:t>
            </w:r>
          </w:p>
        </w:tc>
      </w:tr>
    </w:tbl>
    <w:p w14:paraId="30A1B6B6" w14:textId="77777777" w:rsidR="007915EE" w:rsidRPr="0085459C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46EB27B4" w14:textId="77777777" w:rsidR="007915EE" w:rsidRPr="0085459C" w:rsidRDefault="007915EE" w:rsidP="007915EE">
      <w:pPr>
        <w:pStyle w:val="Body"/>
        <w:numPr>
          <w:ilvl w:val="0"/>
          <w:numId w:val="15"/>
        </w:numPr>
        <w:rPr>
          <w:sz w:val="22"/>
          <w:szCs w:val="22"/>
        </w:rPr>
      </w:pPr>
      <w:r w:rsidRPr="0085459C">
        <w:rPr>
          <w:sz w:val="22"/>
          <w:szCs w:val="22"/>
        </w:rPr>
        <w:t xml:space="preserve">Retracting the blade on a measuring tape when it is oily and dirty will: </w:t>
      </w:r>
    </w:p>
    <w:p w14:paraId="465EF816" w14:textId="77777777" w:rsidR="007915EE" w:rsidRPr="0085459C" w:rsidRDefault="007915EE" w:rsidP="007915EE">
      <w:pPr>
        <w:pStyle w:val="Caption"/>
        <w:keepNext/>
        <w:rPr>
          <w:color w:val="808080" w:themeColor="background1" w:themeShade="80"/>
        </w:rPr>
      </w:pPr>
      <w:r w:rsidRPr="0085459C">
        <w:rPr>
          <w:color w:val="808080" w:themeColor="background1" w:themeShade="80"/>
        </w:rPr>
        <w:t xml:space="preserve">Table </w:t>
      </w:r>
      <w:r w:rsidRPr="0085459C">
        <w:rPr>
          <w:noProof/>
          <w:color w:val="808080" w:themeColor="background1" w:themeShade="80"/>
        </w:rPr>
        <w:t>5</w:t>
      </w:r>
      <w:r w:rsidRPr="0085459C">
        <w:rPr>
          <w:color w:val="808080" w:themeColor="background1" w:themeShade="80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915EE" w:rsidRPr="0085459C" w14:paraId="2CD59A21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46039B6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A92CD2A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Put X next to your answer</w:t>
            </w:r>
          </w:p>
        </w:tc>
      </w:tr>
      <w:tr w:rsidR="007915EE" w:rsidRPr="0085459C" w14:paraId="65AB3F57" w14:textId="77777777" w:rsidTr="00E7507E">
        <w:tc>
          <w:tcPr>
            <w:tcW w:w="7650" w:type="dxa"/>
          </w:tcPr>
          <w:p w14:paraId="19869D9C" w14:textId="77777777" w:rsidR="007915EE" w:rsidRPr="0085459C" w:rsidRDefault="007915EE" w:rsidP="007915EE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Obliterate or damage the markings on the tape</w:t>
            </w:r>
          </w:p>
        </w:tc>
        <w:tc>
          <w:tcPr>
            <w:tcW w:w="1410" w:type="dxa"/>
          </w:tcPr>
          <w:p w14:paraId="5C59374C" w14:textId="77777777" w:rsidR="007915EE" w:rsidRPr="0085459C" w:rsidRDefault="007915EE" w:rsidP="00E7507E">
            <w:pPr>
              <w:pStyle w:val="Body"/>
              <w:jc w:val="center"/>
              <w:rPr>
                <w:color w:val="808080" w:themeColor="background1" w:themeShade="8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X</w:t>
            </w:r>
          </w:p>
        </w:tc>
      </w:tr>
      <w:tr w:rsidR="007915EE" w:rsidRPr="0085459C" w14:paraId="30D50094" w14:textId="77777777" w:rsidTr="00E7507E">
        <w:tc>
          <w:tcPr>
            <w:tcW w:w="7650" w:type="dxa"/>
          </w:tcPr>
          <w:p w14:paraId="75A9D98C" w14:textId="77777777" w:rsidR="007915EE" w:rsidRPr="0085459C" w:rsidRDefault="007915EE" w:rsidP="007915EE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Lead to inaccurate readings</w:t>
            </w:r>
          </w:p>
        </w:tc>
        <w:tc>
          <w:tcPr>
            <w:tcW w:w="1410" w:type="dxa"/>
          </w:tcPr>
          <w:p w14:paraId="100BD41C" w14:textId="77777777" w:rsidR="007915EE" w:rsidRPr="0085459C" w:rsidRDefault="007915EE" w:rsidP="00E7507E">
            <w:pPr>
              <w:pStyle w:val="Body"/>
              <w:jc w:val="center"/>
              <w:rPr>
                <w:color w:val="808080" w:themeColor="background1" w:themeShade="80"/>
                <w:sz w:val="22"/>
                <w:szCs w:val="22"/>
              </w:rPr>
            </w:pPr>
          </w:p>
        </w:tc>
      </w:tr>
      <w:tr w:rsidR="007915EE" w:rsidRPr="0085459C" w14:paraId="6DE959F6" w14:textId="77777777" w:rsidTr="00E7507E">
        <w:tc>
          <w:tcPr>
            <w:tcW w:w="7650" w:type="dxa"/>
          </w:tcPr>
          <w:p w14:paraId="7683EF66" w14:textId="77777777" w:rsidR="007915EE" w:rsidRPr="0085459C" w:rsidRDefault="007915EE" w:rsidP="007915EE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Not affect the tape as they are made of corrosion resistant material </w:t>
            </w:r>
          </w:p>
        </w:tc>
        <w:tc>
          <w:tcPr>
            <w:tcW w:w="1410" w:type="dxa"/>
          </w:tcPr>
          <w:p w14:paraId="3E8420C1" w14:textId="77777777" w:rsidR="007915EE" w:rsidRPr="0085459C" w:rsidRDefault="007915EE" w:rsidP="00E7507E">
            <w:pPr>
              <w:pStyle w:val="Body"/>
              <w:jc w:val="center"/>
              <w:rPr>
                <w:color w:val="808080" w:themeColor="background1" w:themeShade="80"/>
                <w:sz w:val="22"/>
                <w:szCs w:val="22"/>
              </w:rPr>
            </w:pPr>
            <w:r w:rsidRPr="0085459C">
              <w:rPr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007915EE" w:rsidRPr="0085459C" w14:paraId="3BD278AA" w14:textId="77777777" w:rsidTr="00E7507E">
        <w:tc>
          <w:tcPr>
            <w:tcW w:w="7650" w:type="dxa"/>
          </w:tcPr>
          <w:p w14:paraId="2C2D2802" w14:textId="77777777" w:rsidR="007915EE" w:rsidRPr="0085459C" w:rsidRDefault="007915EE" w:rsidP="007915EE">
            <w:pPr>
              <w:pStyle w:val="Body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Help to lubricate the tape measure </w:t>
            </w:r>
          </w:p>
        </w:tc>
        <w:tc>
          <w:tcPr>
            <w:tcW w:w="1410" w:type="dxa"/>
          </w:tcPr>
          <w:p w14:paraId="5B648F18" w14:textId="77777777" w:rsidR="007915EE" w:rsidRPr="0085459C" w:rsidRDefault="007915EE" w:rsidP="00E7507E">
            <w:pPr>
              <w:pStyle w:val="Body"/>
              <w:jc w:val="center"/>
              <w:rPr>
                <w:color w:val="808080" w:themeColor="background1" w:themeShade="80"/>
                <w:sz w:val="22"/>
                <w:szCs w:val="22"/>
              </w:rPr>
            </w:pPr>
            <w:r w:rsidRPr="0085459C">
              <w:rPr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</w:tbl>
    <w:p w14:paraId="146BEFA5" w14:textId="77777777" w:rsidR="007915EE" w:rsidRPr="0085459C" w:rsidRDefault="007915EE" w:rsidP="007915EE">
      <w:pPr>
        <w:pStyle w:val="Body"/>
        <w:numPr>
          <w:ilvl w:val="0"/>
          <w:numId w:val="15"/>
        </w:numPr>
        <w:rPr>
          <w:sz w:val="22"/>
          <w:szCs w:val="22"/>
        </w:rPr>
      </w:pPr>
      <w:r w:rsidRPr="0085459C">
        <w:rPr>
          <w:sz w:val="22"/>
          <w:szCs w:val="22"/>
        </w:rPr>
        <w:lastRenderedPageBreak/>
        <w:t>A nonverbal method of communicating technical information that can be used at all levels of engineering to manufacture parts is by</w:t>
      </w:r>
    </w:p>
    <w:p w14:paraId="0BD55746" w14:textId="77777777" w:rsidR="007915EE" w:rsidRPr="0085459C" w:rsidRDefault="007915EE" w:rsidP="007915EE">
      <w:pPr>
        <w:pStyle w:val="Caption"/>
        <w:keepNext/>
        <w:rPr>
          <w:color w:val="808080" w:themeColor="background1" w:themeShade="80"/>
        </w:rPr>
      </w:pPr>
      <w:r w:rsidRPr="0085459C">
        <w:rPr>
          <w:color w:val="808080" w:themeColor="background1" w:themeShade="80"/>
        </w:rPr>
        <w:t xml:space="preserve">Table </w:t>
      </w:r>
      <w:r w:rsidRPr="0085459C">
        <w:rPr>
          <w:noProof/>
          <w:color w:val="808080" w:themeColor="background1" w:themeShade="80"/>
        </w:rPr>
        <w:t>6</w:t>
      </w:r>
      <w:r w:rsidRPr="0085459C">
        <w:rPr>
          <w:color w:val="808080" w:themeColor="background1" w:themeShade="80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915EE" w:rsidRPr="0085459C" w14:paraId="35C7A389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281D31A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98C488A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Put X next to your answer</w:t>
            </w:r>
          </w:p>
        </w:tc>
      </w:tr>
      <w:tr w:rsidR="007915EE" w:rsidRPr="0085459C" w14:paraId="774D31CD" w14:textId="77777777" w:rsidTr="00E7507E">
        <w:tc>
          <w:tcPr>
            <w:tcW w:w="7650" w:type="dxa"/>
          </w:tcPr>
          <w:p w14:paraId="46D98A99" w14:textId="77777777" w:rsidR="007915EE" w:rsidRPr="0085459C" w:rsidRDefault="007915EE" w:rsidP="007915EE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SMS</w:t>
            </w:r>
          </w:p>
        </w:tc>
        <w:tc>
          <w:tcPr>
            <w:tcW w:w="1410" w:type="dxa"/>
          </w:tcPr>
          <w:p w14:paraId="22A6E288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7915EE" w:rsidRPr="0085459C" w14:paraId="3438CDCB" w14:textId="77777777" w:rsidTr="00E7507E">
        <w:tc>
          <w:tcPr>
            <w:tcW w:w="7650" w:type="dxa"/>
          </w:tcPr>
          <w:p w14:paraId="677C80BA" w14:textId="77777777" w:rsidR="007915EE" w:rsidRPr="0085459C" w:rsidRDefault="007915EE" w:rsidP="007915EE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Phone call </w:t>
            </w:r>
          </w:p>
        </w:tc>
        <w:tc>
          <w:tcPr>
            <w:tcW w:w="1410" w:type="dxa"/>
          </w:tcPr>
          <w:p w14:paraId="2E635822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 </w:t>
            </w:r>
          </w:p>
        </w:tc>
      </w:tr>
      <w:tr w:rsidR="007915EE" w:rsidRPr="0085459C" w14:paraId="42A859B6" w14:textId="77777777" w:rsidTr="00E7507E">
        <w:tc>
          <w:tcPr>
            <w:tcW w:w="7650" w:type="dxa"/>
          </w:tcPr>
          <w:p w14:paraId="023BBC7E" w14:textId="77777777" w:rsidR="007915EE" w:rsidRPr="0085459C" w:rsidRDefault="007915EE" w:rsidP="007915EE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Freehand sketch </w:t>
            </w:r>
          </w:p>
        </w:tc>
        <w:tc>
          <w:tcPr>
            <w:tcW w:w="1410" w:type="dxa"/>
          </w:tcPr>
          <w:p w14:paraId="48BAD5C9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X</w:t>
            </w:r>
          </w:p>
        </w:tc>
      </w:tr>
      <w:tr w:rsidR="007915EE" w:rsidRPr="0085459C" w14:paraId="41D738ED" w14:textId="77777777" w:rsidTr="00E7507E">
        <w:tc>
          <w:tcPr>
            <w:tcW w:w="7650" w:type="dxa"/>
          </w:tcPr>
          <w:p w14:paraId="4F8675DB" w14:textId="77777777" w:rsidR="007915EE" w:rsidRPr="0085459C" w:rsidRDefault="007915EE" w:rsidP="007915EE">
            <w:pPr>
              <w:pStyle w:val="Body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</w:t>
            </w:r>
          </w:p>
        </w:tc>
        <w:tc>
          <w:tcPr>
            <w:tcW w:w="1410" w:type="dxa"/>
          </w:tcPr>
          <w:p w14:paraId="74642B1F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 </w:t>
            </w:r>
          </w:p>
        </w:tc>
      </w:tr>
    </w:tbl>
    <w:p w14:paraId="78AFAEE4" w14:textId="77777777" w:rsidR="007915EE" w:rsidRPr="0085459C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06D55605" w14:textId="77777777" w:rsidR="007915EE" w:rsidRPr="0085459C" w:rsidRDefault="007915EE" w:rsidP="007915EE">
      <w:pPr>
        <w:pStyle w:val="Body"/>
        <w:numPr>
          <w:ilvl w:val="0"/>
          <w:numId w:val="15"/>
        </w:numPr>
        <w:rPr>
          <w:sz w:val="22"/>
          <w:szCs w:val="22"/>
        </w:rPr>
      </w:pPr>
      <w:r w:rsidRPr="0085459C">
        <w:rPr>
          <w:sz w:val="22"/>
          <w:szCs w:val="22"/>
        </w:rPr>
        <w:t>Which would be best to measure a length of 95.5mm to within 0.5mm?</w:t>
      </w:r>
    </w:p>
    <w:p w14:paraId="4151B497" w14:textId="77777777" w:rsidR="007915EE" w:rsidRPr="0085459C" w:rsidRDefault="007915EE" w:rsidP="007915EE">
      <w:pPr>
        <w:pStyle w:val="Caption"/>
        <w:keepNext/>
        <w:rPr>
          <w:color w:val="808080" w:themeColor="background1" w:themeShade="80"/>
        </w:rPr>
      </w:pPr>
      <w:r w:rsidRPr="0085459C">
        <w:rPr>
          <w:color w:val="808080" w:themeColor="background1" w:themeShade="80"/>
        </w:rPr>
        <w:t xml:space="preserve">Table </w:t>
      </w:r>
      <w:r w:rsidRPr="0085459C">
        <w:rPr>
          <w:noProof/>
          <w:color w:val="808080" w:themeColor="background1" w:themeShade="80"/>
        </w:rPr>
        <w:t>7</w:t>
      </w:r>
      <w:r w:rsidRPr="0085459C">
        <w:rPr>
          <w:color w:val="808080" w:themeColor="background1" w:themeShade="80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915EE" w:rsidRPr="0085459C" w14:paraId="25371310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689D639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0EC52F4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Put X next to your answer</w:t>
            </w:r>
          </w:p>
        </w:tc>
      </w:tr>
      <w:tr w:rsidR="007915EE" w:rsidRPr="0085459C" w14:paraId="77AE9F91" w14:textId="77777777" w:rsidTr="00E7507E">
        <w:tc>
          <w:tcPr>
            <w:tcW w:w="7650" w:type="dxa"/>
          </w:tcPr>
          <w:p w14:paraId="4CE31E09" w14:textId="77777777" w:rsidR="007915EE" w:rsidRPr="0085459C" w:rsidRDefault="007915EE" w:rsidP="007915EE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150mm rule</w:t>
            </w:r>
          </w:p>
        </w:tc>
        <w:tc>
          <w:tcPr>
            <w:tcW w:w="1410" w:type="dxa"/>
          </w:tcPr>
          <w:p w14:paraId="40041536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X</w:t>
            </w:r>
          </w:p>
        </w:tc>
      </w:tr>
      <w:tr w:rsidR="007915EE" w:rsidRPr="0085459C" w14:paraId="029E333F" w14:textId="77777777" w:rsidTr="00E7507E">
        <w:tc>
          <w:tcPr>
            <w:tcW w:w="7650" w:type="dxa"/>
          </w:tcPr>
          <w:p w14:paraId="012C6D8C" w14:textId="77777777" w:rsidR="007915EE" w:rsidRPr="0085459C" w:rsidRDefault="007915EE" w:rsidP="007915EE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Micrometer  </w:t>
            </w:r>
          </w:p>
        </w:tc>
        <w:tc>
          <w:tcPr>
            <w:tcW w:w="1410" w:type="dxa"/>
          </w:tcPr>
          <w:p w14:paraId="20734EAE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7915EE" w:rsidRPr="0085459C" w14:paraId="4EB02D48" w14:textId="77777777" w:rsidTr="00E7507E">
        <w:tc>
          <w:tcPr>
            <w:tcW w:w="7650" w:type="dxa"/>
          </w:tcPr>
          <w:p w14:paraId="0A20A230" w14:textId="77777777" w:rsidR="007915EE" w:rsidRPr="0085459C" w:rsidRDefault="007915EE" w:rsidP="007915EE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Tape measure</w:t>
            </w:r>
          </w:p>
        </w:tc>
        <w:tc>
          <w:tcPr>
            <w:tcW w:w="1410" w:type="dxa"/>
          </w:tcPr>
          <w:p w14:paraId="20FAC04E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7915EE" w:rsidRPr="0085459C" w14:paraId="5E9D5386" w14:textId="77777777" w:rsidTr="00E7507E">
        <w:tc>
          <w:tcPr>
            <w:tcW w:w="7650" w:type="dxa"/>
          </w:tcPr>
          <w:p w14:paraId="57C5F7E6" w14:textId="77777777" w:rsidR="007915EE" w:rsidRPr="0085459C" w:rsidRDefault="007915EE" w:rsidP="007915EE">
            <w:pPr>
              <w:pStyle w:val="Body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Protractor</w:t>
            </w:r>
          </w:p>
        </w:tc>
        <w:tc>
          <w:tcPr>
            <w:tcW w:w="1410" w:type="dxa"/>
          </w:tcPr>
          <w:p w14:paraId="60C41D1A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549A16CB" w14:textId="77777777" w:rsidR="007915EE" w:rsidRPr="0085459C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36693ECA" w14:textId="77777777" w:rsidR="007915EE" w:rsidRPr="0085459C" w:rsidRDefault="007915EE" w:rsidP="007915EE">
      <w:pPr>
        <w:pStyle w:val="Body"/>
        <w:numPr>
          <w:ilvl w:val="0"/>
          <w:numId w:val="15"/>
        </w:numPr>
        <w:rPr>
          <w:sz w:val="22"/>
          <w:szCs w:val="22"/>
        </w:rPr>
      </w:pPr>
      <w:r w:rsidRPr="0085459C">
        <w:rPr>
          <w:sz w:val="22"/>
          <w:szCs w:val="22"/>
        </w:rPr>
        <w:t>Which would be best to measure a diameter to within 0.01mm?</w:t>
      </w:r>
    </w:p>
    <w:p w14:paraId="7E9AAB70" w14:textId="77777777" w:rsidR="007915EE" w:rsidRPr="007064DB" w:rsidRDefault="007915EE" w:rsidP="007915EE">
      <w:pPr>
        <w:pStyle w:val="Caption"/>
        <w:keepNext/>
        <w:rPr>
          <w:color w:val="auto"/>
        </w:rPr>
      </w:pPr>
      <w:r w:rsidRPr="007064DB">
        <w:rPr>
          <w:color w:val="auto"/>
        </w:rPr>
        <w:t xml:space="preserve">Table </w:t>
      </w:r>
      <w:r w:rsidRPr="007064DB">
        <w:rPr>
          <w:noProof/>
          <w:color w:val="auto"/>
        </w:rPr>
        <w:t>8</w:t>
      </w:r>
      <w:r w:rsidRPr="007064DB">
        <w:rPr>
          <w:color w:val="auto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7915EE" w:rsidRPr="0085459C" w14:paraId="0C02DE6B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EAFE2A6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0C96B0A2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Put X next to your answer</w:t>
            </w:r>
          </w:p>
        </w:tc>
      </w:tr>
      <w:tr w:rsidR="007915EE" w:rsidRPr="0085459C" w14:paraId="60239F00" w14:textId="77777777" w:rsidTr="00E7507E">
        <w:tc>
          <w:tcPr>
            <w:tcW w:w="7650" w:type="dxa"/>
          </w:tcPr>
          <w:p w14:paraId="651B5EC0" w14:textId="77777777" w:rsidR="007915EE" w:rsidRPr="0085459C" w:rsidRDefault="007915EE" w:rsidP="007915EE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150mm rule</w:t>
            </w:r>
          </w:p>
        </w:tc>
        <w:tc>
          <w:tcPr>
            <w:tcW w:w="1410" w:type="dxa"/>
          </w:tcPr>
          <w:p w14:paraId="660EC836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7915EE" w:rsidRPr="0085459C" w14:paraId="7240D1E3" w14:textId="77777777" w:rsidTr="00E7507E">
        <w:tc>
          <w:tcPr>
            <w:tcW w:w="7650" w:type="dxa"/>
          </w:tcPr>
          <w:p w14:paraId="5197A59B" w14:textId="77777777" w:rsidR="007915EE" w:rsidRPr="0085459C" w:rsidRDefault="007915EE" w:rsidP="007915EE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Micrometer  </w:t>
            </w:r>
          </w:p>
        </w:tc>
        <w:tc>
          <w:tcPr>
            <w:tcW w:w="1410" w:type="dxa"/>
          </w:tcPr>
          <w:p w14:paraId="41B906A5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X</w:t>
            </w:r>
          </w:p>
        </w:tc>
      </w:tr>
      <w:tr w:rsidR="007915EE" w:rsidRPr="0085459C" w14:paraId="05C77FFA" w14:textId="77777777" w:rsidTr="00E7507E">
        <w:tc>
          <w:tcPr>
            <w:tcW w:w="7650" w:type="dxa"/>
          </w:tcPr>
          <w:p w14:paraId="3BC0EB86" w14:textId="77777777" w:rsidR="007915EE" w:rsidRPr="0085459C" w:rsidRDefault="007915EE" w:rsidP="007915EE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 xml:space="preserve">Vernier </w:t>
            </w:r>
          </w:p>
        </w:tc>
        <w:tc>
          <w:tcPr>
            <w:tcW w:w="1410" w:type="dxa"/>
          </w:tcPr>
          <w:p w14:paraId="73184978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7915EE" w:rsidRPr="0085459C" w14:paraId="638EAD5A" w14:textId="77777777" w:rsidTr="00E7507E">
        <w:tc>
          <w:tcPr>
            <w:tcW w:w="7650" w:type="dxa"/>
          </w:tcPr>
          <w:p w14:paraId="51854534" w14:textId="77777777" w:rsidR="007915EE" w:rsidRPr="0085459C" w:rsidRDefault="007915EE" w:rsidP="007915EE">
            <w:pPr>
              <w:pStyle w:val="Body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Protractor</w:t>
            </w:r>
          </w:p>
        </w:tc>
        <w:tc>
          <w:tcPr>
            <w:tcW w:w="1410" w:type="dxa"/>
          </w:tcPr>
          <w:p w14:paraId="00BCBC41" w14:textId="77777777" w:rsidR="007915EE" w:rsidRPr="0085459C" w:rsidRDefault="007915EE" w:rsidP="00E7507E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</w:tbl>
    <w:p w14:paraId="739D482F" w14:textId="77777777" w:rsidR="007915EE" w:rsidRPr="0085459C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p w14:paraId="73E72D5B" w14:textId="77777777" w:rsidR="007915EE" w:rsidRPr="000412B1" w:rsidRDefault="007915EE" w:rsidP="007915EE">
      <w:pPr>
        <w:pStyle w:val="Heading2"/>
      </w:pPr>
      <w:r w:rsidRPr="000412B1">
        <w:lastRenderedPageBreak/>
        <w:t>Part 2: True or false</w:t>
      </w:r>
    </w:p>
    <w:p w14:paraId="06C3E6AF" w14:textId="77777777" w:rsidR="007915EE" w:rsidRDefault="007915EE" w:rsidP="007915EE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the question and then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24758D56" w14:textId="77777777" w:rsidR="007915EE" w:rsidRPr="0063453E" w:rsidRDefault="007915EE" w:rsidP="007915EE">
      <w:pPr>
        <w:rPr>
          <w:sz w:val="22"/>
          <w:szCs w:val="22"/>
          <w:lang w:eastAsia="en-AU"/>
        </w:rPr>
      </w:pP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True or false"/>
        <w:tblDescription w:val="True or false"/>
      </w:tblPr>
      <w:tblGrid>
        <w:gridCol w:w="7366"/>
        <w:gridCol w:w="1694"/>
      </w:tblGrid>
      <w:tr w:rsidR="007915EE" w14:paraId="010E3C55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CBBD3D7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Question</w:t>
            </w:r>
          </w:p>
        </w:tc>
        <w:tc>
          <w:tcPr>
            <w:tcW w:w="1694" w:type="dxa"/>
          </w:tcPr>
          <w:p w14:paraId="5CBAB067" w14:textId="77777777" w:rsidR="007915EE" w:rsidRDefault="007915EE" w:rsidP="00E7507E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7915EE" w14:paraId="48CECDB4" w14:textId="77777777" w:rsidTr="00E7507E">
        <w:tc>
          <w:tcPr>
            <w:tcW w:w="7366" w:type="dxa"/>
          </w:tcPr>
          <w:p w14:paraId="1A2D4559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1. A pressure gauge which gives a negative pressure is known as a vacuum gauge</w:t>
            </w:r>
          </w:p>
        </w:tc>
        <w:tc>
          <w:tcPr>
            <w:tcW w:w="1694" w:type="dxa"/>
          </w:tcPr>
          <w:p w14:paraId="55CA3136" w14:textId="77777777" w:rsidR="007915EE" w:rsidRPr="000C410A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True</w:t>
            </w:r>
          </w:p>
        </w:tc>
      </w:tr>
      <w:tr w:rsidR="007915EE" w14:paraId="53BE5218" w14:textId="77777777" w:rsidTr="00E7507E">
        <w:tc>
          <w:tcPr>
            <w:tcW w:w="7366" w:type="dxa"/>
          </w:tcPr>
          <w:p w14:paraId="40B655E5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85459C">
              <w:rPr>
                <w:sz w:val="22"/>
                <w:szCs w:val="22"/>
              </w:rPr>
              <w:t xml:space="preserve">. Dirty measuring instruments won’t affect the accuracy of measurements taken  </w:t>
            </w:r>
          </w:p>
        </w:tc>
        <w:tc>
          <w:tcPr>
            <w:tcW w:w="1694" w:type="dxa"/>
          </w:tcPr>
          <w:p w14:paraId="2E0A146C" w14:textId="77777777" w:rsidR="007915EE" w:rsidRPr="000C410A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False</w:t>
            </w:r>
          </w:p>
        </w:tc>
      </w:tr>
      <w:tr w:rsidR="007915EE" w14:paraId="6CBD928E" w14:textId="77777777" w:rsidTr="00E7507E">
        <w:tc>
          <w:tcPr>
            <w:tcW w:w="7366" w:type="dxa"/>
          </w:tcPr>
          <w:p w14:paraId="47603AE9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5459C">
              <w:rPr>
                <w:sz w:val="22"/>
                <w:szCs w:val="22"/>
              </w:rPr>
              <w:t xml:space="preserve">. The hook end of an 8m tape measure should not move </w:t>
            </w:r>
          </w:p>
        </w:tc>
        <w:tc>
          <w:tcPr>
            <w:tcW w:w="1694" w:type="dxa"/>
          </w:tcPr>
          <w:p w14:paraId="51C0CE77" w14:textId="77777777" w:rsidR="007915EE" w:rsidRPr="000C410A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False</w:t>
            </w:r>
          </w:p>
        </w:tc>
      </w:tr>
      <w:tr w:rsidR="007915EE" w14:paraId="5D5B0931" w14:textId="77777777" w:rsidTr="00E7507E">
        <w:tc>
          <w:tcPr>
            <w:tcW w:w="7366" w:type="dxa"/>
          </w:tcPr>
          <w:p w14:paraId="3FAC3DEF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5459C">
              <w:rPr>
                <w:sz w:val="22"/>
                <w:szCs w:val="22"/>
              </w:rPr>
              <w:t>. Measuring tools are designed to withstand exposure to wet weather</w:t>
            </w:r>
          </w:p>
        </w:tc>
        <w:tc>
          <w:tcPr>
            <w:tcW w:w="1694" w:type="dxa"/>
          </w:tcPr>
          <w:p w14:paraId="4DD0C67A" w14:textId="77777777" w:rsidR="007915EE" w:rsidRPr="000C410A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False</w:t>
            </w:r>
          </w:p>
        </w:tc>
      </w:tr>
      <w:tr w:rsidR="007915EE" w14:paraId="58A6718B" w14:textId="77777777" w:rsidTr="00E7507E">
        <w:tc>
          <w:tcPr>
            <w:tcW w:w="7366" w:type="dxa"/>
          </w:tcPr>
          <w:p w14:paraId="087C7299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85459C">
              <w:rPr>
                <w:sz w:val="22"/>
                <w:szCs w:val="22"/>
              </w:rPr>
              <w:t>. When welding it is ok to leave measuring tools near the heat source</w:t>
            </w:r>
          </w:p>
        </w:tc>
        <w:tc>
          <w:tcPr>
            <w:tcW w:w="1694" w:type="dxa"/>
          </w:tcPr>
          <w:p w14:paraId="29450A3C" w14:textId="77777777" w:rsidR="007915EE" w:rsidRPr="000C410A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False</w:t>
            </w:r>
          </w:p>
        </w:tc>
      </w:tr>
      <w:tr w:rsidR="007915EE" w14:paraId="219C1DE3" w14:textId="77777777" w:rsidTr="00E7507E">
        <w:tc>
          <w:tcPr>
            <w:tcW w:w="7366" w:type="dxa"/>
          </w:tcPr>
          <w:p w14:paraId="045EC1DC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85459C">
              <w:rPr>
                <w:sz w:val="22"/>
                <w:szCs w:val="22"/>
              </w:rPr>
              <w:t xml:space="preserve">. You should always use the measuring tool for the job it is designed for </w:t>
            </w:r>
          </w:p>
        </w:tc>
        <w:tc>
          <w:tcPr>
            <w:tcW w:w="1694" w:type="dxa"/>
          </w:tcPr>
          <w:p w14:paraId="423FB8AA" w14:textId="77777777" w:rsidR="007915EE" w:rsidRPr="000C410A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True</w:t>
            </w:r>
          </w:p>
        </w:tc>
      </w:tr>
      <w:tr w:rsidR="007915EE" w14:paraId="3FD748A2" w14:textId="77777777" w:rsidTr="00E7507E">
        <w:tc>
          <w:tcPr>
            <w:tcW w:w="7366" w:type="dxa"/>
          </w:tcPr>
          <w:p w14:paraId="7D3355EB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85459C">
              <w:rPr>
                <w:sz w:val="22"/>
                <w:szCs w:val="22"/>
              </w:rPr>
              <w:t>.  When not in use, measuring tools should be stored in a dry location where other tools will not damage them</w:t>
            </w:r>
          </w:p>
        </w:tc>
        <w:tc>
          <w:tcPr>
            <w:tcW w:w="1694" w:type="dxa"/>
          </w:tcPr>
          <w:p w14:paraId="35740B03" w14:textId="77777777" w:rsidR="007915EE" w:rsidRPr="000C410A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True</w:t>
            </w:r>
          </w:p>
        </w:tc>
      </w:tr>
      <w:tr w:rsidR="007915EE" w14:paraId="74BFDE53" w14:textId="77777777" w:rsidTr="00E7507E">
        <w:tc>
          <w:tcPr>
            <w:tcW w:w="7366" w:type="dxa"/>
          </w:tcPr>
          <w:p w14:paraId="410A40D3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85459C">
              <w:rPr>
                <w:sz w:val="22"/>
                <w:szCs w:val="22"/>
              </w:rPr>
              <w:t>. Freehand sketching can be used to provide a means of producing a simple pictorial representation of a component.</w:t>
            </w:r>
          </w:p>
        </w:tc>
        <w:tc>
          <w:tcPr>
            <w:tcW w:w="1694" w:type="dxa"/>
          </w:tcPr>
          <w:p w14:paraId="4165AD8D" w14:textId="77777777" w:rsidR="007915EE" w:rsidRPr="000C410A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True</w:t>
            </w:r>
          </w:p>
        </w:tc>
      </w:tr>
      <w:tr w:rsidR="007915EE" w14:paraId="48A2ABA3" w14:textId="77777777" w:rsidTr="00E7507E">
        <w:tc>
          <w:tcPr>
            <w:tcW w:w="7366" w:type="dxa"/>
          </w:tcPr>
          <w:p w14:paraId="7FC109C3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85459C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Freehand sketching is</w:t>
            </w:r>
            <w:r w:rsidRPr="0085459C">
              <w:rPr>
                <w:sz w:val="22"/>
                <w:szCs w:val="22"/>
              </w:rPr>
              <w:t xml:space="preserve"> a way of communicating information from the field to the factory</w:t>
            </w:r>
          </w:p>
        </w:tc>
        <w:tc>
          <w:tcPr>
            <w:tcW w:w="1694" w:type="dxa"/>
          </w:tcPr>
          <w:p w14:paraId="2BA08889" w14:textId="77777777" w:rsidR="007915EE" w:rsidRPr="000C410A" w:rsidRDefault="007915EE" w:rsidP="00E7507E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</w:tr>
      <w:tr w:rsidR="007915EE" w14:paraId="4333BA8A" w14:textId="77777777" w:rsidTr="00E7507E">
        <w:tc>
          <w:tcPr>
            <w:tcW w:w="7366" w:type="dxa"/>
          </w:tcPr>
          <w:p w14:paraId="239F6B13" w14:textId="77777777" w:rsidR="007915EE" w:rsidRPr="0085459C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Store instruments in its own case or in a box to protect it from damage</w:t>
            </w:r>
          </w:p>
        </w:tc>
        <w:tc>
          <w:tcPr>
            <w:tcW w:w="1694" w:type="dxa"/>
          </w:tcPr>
          <w:p w14:paraId="35DB9018" w14:textId="77777777" w:rsidR="007915EE" w:rsidRPr="000C410A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True</w:t>
            </w:r>
          </w:p>
        </w:tc>
      </w:tr>
      <w:tr w:rsidR="007915EE" w14:paraId="45273AB2" w14:textId="77777777" w:rsidTr="00E7507E">
        <w:tc>
          <w:tcPr>
            <w:tcW w:w="7366" w:type="dxa"/>
          </w:tcPr>
          <w:p w14:paraId="32882776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1F0AE2">
              <w:rPr>
                <w:sz w:val="22"/>
                <w:szCs w:val="22"/>
              </w:rPr>
              <w:t>Lightly oil or wrap the instrument in oiled paper</w:t>
            </w:r>
          </w:p>
        </w:tc>
        <w:tc>
          <w:tcPr>
            <w:tcW w:w="1694" w:type="dxa"/>
          </w:tcPr>
          <w:p w14:paraId="2C5E9FDA" w14:textId="77777777" w:rsidR="007915EE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False</w:t>
            </w:r>
          </w:p>
        </w:tc>
      </w:tr>
      <w:tr w:rsidR="007915EE" w14:paraId="6093E7AF" w14:textId="77777777" w:rsidTr="00E7507E">
        <w:tc>
          <w:tcPr>
            <w:tcW w:w="7366" w:type="dxa"/>
          </w:tcPr>
          <w:p w14:paraId="0D03A9F7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Always avoid touching measuring surfaces with your bare fingers as they can leave an oily film (fingerprints) which attract dirt and can cause corrosion of some metals.</w:t>
            </w:r>
          </w:p>
        </w:tc>
        <w:tc>
          <w:tcPr>
            <w:tcW w:w="1694" w:type="dxa"/>
          </w:tcPr>
          <w:p w14:paraId="609C2067" w14:textId="77777777" w:rsidR="007915EE" w:rsidRDefault="007915EE" w:rsidP="00E7507E">
            <w:pPr>
              <w:pStyle w:val="Body"/>
              <w:jc w:val="center"/>
              <w:rPr>
                <w:color w:val="FF0000"/>
              </w:rPr>
            </w:pPr>
            <w:r w:rsidRPr="000C410A">
              <w:rPr>
                <w:color w:val="FF0000"/>
              </w:rPr>
              <w:t>True</w:t>
            </w:r>
          </w:p>
        </w:tc>
      </w:tr>
    </w:tbl>
    <w:p w14:paraId="252BFD5E" w14:textId="77777777" w:rsidR="007915EE" w:rsidRDefault="007915EE" w:rsidP="007915EE">
      <w:pPr>
        <w:pStyle w:val="Heading2"/>
      </w:pPr>
    </w:p>
    <w:p w14:paraId="23A3BBFE" w14:textId="77777777" w:rsidR="007915EE" w:rsidRDefault="007915EE" w:rsidP="007915EE">
      <w:pPr>
        <w:rPr>
          <w:lang w:eastAsia="en-AU"/>
        </w:rPr>
      </w:pPr>
    </w:p>
    <w:p w14:paraId="5B6FC5A1" w14:textId="77777777" w:rsidR="007915EE" w:rsidRPr="00E52A47" w:rsidRDefault="007915EE" w:rsidP="007915EE">
      <w:pPr>
        <w:rPr>
          <w:lang w:eastAsia="en-AU"/>
        </w:rPr>
      </w:pPr>
    </w:p>
    <w:p w14:paraId="69FDA0D4" w14:textId="77777777" w:rsidR="007915EE" w:rsidRDefault="007915EE" w:rsidP="007915EE">
      <w:pPr>
        <w:pStyle w:val="Heading2"/>
      </w:pPr>
      <w:r w:rsidRPr="000412B1">
        <w:lastRenderedPageBreak/>
        <w:t>Part 3: Short answer</w:t>
      </w:r>
    </w:p>
    <w:p w14:paraId="420FE212" w14:textId="77777777" w:rsidR="007915EE" w:rsidRPr="00E52A47" w:rsidRDefault="007915EE" w:rsidP="007915EE">
      <w:pPr>
        <w:rPr>
          <w:lang w:eastAsia="en-AU"/>
        </w:rPr>
      </w:pPr>
    </w:p>
    <w:p w14:paraId="7660AC72" w14:textId="75F9DDB3" w:rsidR="007915EE" w:rsidRDefault="007915EE" w:rsidP="007915EE">
      <w:pPr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carefully. Your answer should be a minimum of </w:t>
      </w:r>
      <w:r>
        <w:rPr>
          <w:sz w:val="22"/>
          <w:szCs w:val="22"/>
        </w:rPr>
        <w:t>1 word</w:t>
      </w:r>
      <w:r w:rsidRPr="0063453E">
        <w:rPr>
          <w:sz w:val="22"/>
          <w:szCs w:val="22"/>
        </w:rPr>
        <w:t xml:space="preserve"> but no longer than </w:t>
      </w:r>
      <w:r w:rsidR="00B264BB">
        <w:rPr>
          <w:rStyle w:val="GuidetextChar"/>
          <w:color w:val="auto"/>
          <w:sz w:val="22"/>
          <w:szCs w:val="22"/>
        </w:rPr>
        <w:t>30</w:t>
      </w:r>
      <w:r w:rsidRPr="0063453E">
        <w:rPr>
          <w:rStyle w:val="GuidetextChar"/>
          <w:sz w:val="22"/>
          <w:szCs w:val="22"/>
        </w:rPr>
        <w:t xml:space="preserve"> </w:t>
      </w:r>
      <w:r w:rsidRPr="0063453E">
        <w:rPr>
          <w:sz w:val="22"/>
          <w:szCs w:val="22"/>
        </w:rPr>
        <w:t xml:space="preserve">words. </w:t>
      </w:r>
    </w:p>
    <w:p w14:paraId="75C47E6F" w14:textId="77777777" w:rsidR="007915EE" w:rsidRPr="0063453E" w:rsidRDefault="007915EE" w:rsidP="007915EE">
      <w:pPr>
        <w:rPr>
          <w:sz w:val="22"/>
          <w:szCs w:val="22"/>
        </w:rPr>
      </w:pPr>
    </w:p>
    <w:p w14:paraId="0E334D42" w14:textId="19B33318" w:rsidR="007915EE" w:rsidRDefault="001B357A" w:rsidP="007915EE">
      <w:pPr>
        <w:pStyle w:val="Body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In the table below, name the tool shown with the corresponding letter. e.g. A = Tape measure</w:t>
      </w:r>
    </w:p>
    <w:p w14:paraId="612783DD" w14:textId="77777777" w:rsidR="007915EE" w:rsidRDefault="007915EE" w:rsidP="007915EE">
      <w:pPr>
        <w:pStyle w:val="Body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4199B634" wp14:editId="40EFC760">
            <wp:extent cx="5759450" cy="29457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oup pics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A998A" w14:textId="77777777" w:rsidR="007915EE" w:rsidRDefault="007915EE" w:rsidP="007915EE">
      <w:pPr>
        <w:pStyle w:val="Body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915EE" w14:paraId="2BB29369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0" w:type="dxa"/>
          </w:tcPr>
          <w:p w14:paraId="7FE11E51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Picture </w:t>
            </w:r>
          </w:p>
        </w:tc>
        <w:tc>
          <w:tcPr>
            <w:tcW w:w="4530" w:type="dxa"/>
          </w:tcPr>
          <w:p w14:paraId="7A550BCC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 </w:t>
            </w:r>
          </w:p>
        </w:tc>
      </w:tr>
      <w:tr w:rsidR="007915EE" w14:paraId="01BFC1E2" w14:textId="77777777" w:rsidTr="00E7507E">
        <w:tc>
          <w:tcPr>
            <w:tcW w:w="4530" w:type="dxa"/>
          </w:tcPr>
          <w:p w14:paraId="7CCDF82F" w14:textId="77777777" w:rsidR="007915EE" w:rsidRPr="009770D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9770D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4530" w:type="dxa"/>
          </w:tcPr>
          <w:p w14:paraId="04B72980" w14:textId="77777777" w:rsidR="007915EE" w:rsidRPr="000C410A" w:rsidRDefault="007915EE" w:rsidP="00E7507E">
            <w:pPr>
              <w:pStyle w:val="Body"/>
              <w:rPr>
                <w:b/>
                <w:color w:val="FF0000"/>
                <w:sz w:val="22"/>
                <w:szCs w:val="22"/>
              </w:rPr>
            </w:pPr>
            <w:r w:rsidRPr="000C410A">
              <w:rPr>
                <w:b/>
                <w:color w:val="FF0000"/>
                <w:sz w:val="22"/>
                <w:szCs w:val="22"/>
              </w:rPr>
              <w:t xml:space="preserve">Tape measure </w:t>
            </w:r>
          </w:p>
        </w:tc>
      </w:tr>
      <w:tr w:rsidR="007915EE" w14:paraId="0A2837B4" w14:textId="77777777" w:rsidTr="00E7507E">
        <w:tc>
          <w:tcPr>
            <w:tcW w:w="4530" w:type="dxa"/>
          </w:tcPr>
          <w:p w14:paraId="347DBF4A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4530" w:type="dxa"/>
          </w:tcPr>
          <w:p w14:paraId="57203899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Outside micrometer</w:t>
            </w:r>
          </w:p>
        </w:tc>
      </w:tr>
      <w:tr w:rsidR="007915EE" w14:paraId="041BBA69" w14:textId="77777777" w:rsidTr="00E7507E">
        <w:tc>
          <w:tcPr>
            <w:tcW w:w="4530" w:type="dxa"/>
          </w:tcPr>
          <w:p w14:paraId="43ED9A01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4530" w:type="dxa"/>
          </w:tcPr>
          <w:p w14:paraId="0D39F940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Vernier calipers</w:t>
            </w:r>
          </w:p>
        </w:tc>
      </w:tr>
      <w:tr w:rsidR="007915EE" w14:paraId="6CA50BD6" w14:textId="77777777" w:rsidTr="00E7507E">
        <w:tc>
          <w:tcPr>
            <w:tcW w:w="4530" w:type="dxa"/>
          </w:tcPr>
          <w:p w14:paraId="36CAFD6D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4530" w:type="dxa"/>
          </w:tcPr>
          <w:p w14:paraId="246909AE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Steel rule</w:t>
            </w:r>
          </w:p>
        </w:tc>
      </w:tr>
      <w:tr w:rsidR="007915EE" w14:paraId="4F309671" w14:textId="77777777" w:rsidTr="00E7507E">
        <w:tc>
          <w:tcPr>
            <w:tcW w:w="4530" w:type="dxa"/>
          </w:tcPr>
          <w:p w14:paraId="12C3F05B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4530" w:type="dxa"/>
          </w:tcPr>
          <w:p w14:paraId="01E87DD9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Engineers square</w:t>
            </w:r>
          </w:p>
        </w:tc>
      </w:tr>
      <w:tr w:rsidR="007915EE" w14:paraId="2D7C250A" w14:textId="77777777" w:rsidTr="00E7507E">
        <w:trPr>
          <w:trHeight w:val="315"/>
        </w:trPr>
        <w:tc>
          <w:tcPr>
            <w:tcW w:w="4530" w:type="dxa"/>
          </w:tcPr>
          <w:p w14:paraId="16085821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4530" w:type="dxa"/>
          </w:tcPr>
          <w:p w14:paraId="5929A3C2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Outside calipers</w:t>
            </w:r>
          </w:p>
        </w:tc>
      </w:tr>
    </w:tbl>
    <w:p w14:paraId="0EA5C920" w14:textId="77777777" w:rsidR="007915EE" w:rsidRDefault="007915EE" w:rsidP="007915EE">
      <w:pPr>
        <w:pStyle w:val="Body"/>
        <w:tabs>
          <w:tab w:val="decimal" w:leader="underscore" w:pos="9070"/>
        </w:tabs>
        <w:spacing w:line="360" w:lineRule="auto"/>
      </w:pPr>
    </w:p>
    <w:p w14:paraId="092197F6" w14:textId="77777777" w:rsidR="007915EE" w:rsidRDefault="007915EE" w:rsidP="007915EE">
      <w:pPr>
        <w:pStyle w:val="Body"/>
        <w:tabs>
          <w:tab w:val="decimal" w:leader="underscore" w:pos="9070"/>
        </w:tabs>
        <w:spacing w:line="360" w:lineRule="auto"/>
      </w:pPr>
    </w:p>
    <w:p w14:paraId="7344E71E" w14:textId="77777777" w:rsidR="001B357A" w:rsidRDefault="007915EE" w:rsidP="001B357A">
      <w:pPr>
        <w:pStyle w:val="Body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 xml:space="preserve">Using </w:t>
      </w:r>
      <w:r w:rsidR="001B357A">
        <w:rPr>
          <w:sz w:val="22"/>
          <w:szCs w:val="22"/>
        </w:rPr>
        <w:t>In the table below, name the tool sown with the corresponding letter.</w:t>
      </w:r>
    </w:p>
    <w:p w14:paraId="2B48B55B" w14:textId="216C43A3" w:rsidR="001B357A" w:rsidRDefault="001B357A" w:rsidP="001B357A">
      <w:pPr>
        <w:pStyle w:val="Body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In the table below, name the tool shown with the corresponding letter.</w:t>
      </w:r>
    </w:p>
    <w:p w14:paraId="68CF68D8" w14:textId="5AFE9271" w:rsidR="007915EE" w:rsidRDefault="007915EE" w:rsidP="001B357A">
      <w:pPr>
        <w:pStyle w:val="Body"/>
        <w:ind w:left="283"/>
        <w:rPr>
          <w:sz w:val="22"/>
          <w:szCs w:val="22"/>
        </w:rPr>
      </w:pPr>
    </w:p>
    <w:p w14:paraId="77F6144F" w14:textId="77777777" w:rsidR="007915EE" w:rsidRDefault="007915EE" w:rsidP="007915EE">
      <w:pPr>
        <w:pStyle w:val="Body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49C08996" wp14:editId="7A6B25EA">
            <wp:extent cx="5759450" cy="29610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oup Pics 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96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625D8" w14:textId="77777777" w:rsidR="007915EE" w:rsidRDefault="007915EE" w:rsidP="007915EE">
      <w:pPr>
        <w:pStyle w:val="Body"/>
        <w:rPr>
          <w:sz w:val="22"/>
          <w:szCs w:val="22"/>
        </w:rPr>
      </w:pPr>
    </w:p>
    <w:p w14:paraId="6D968EC8" w14:textId="77777777" w:rsidR="007915EE" w:rsidRDefault="007915EE" w:rsidP="007915EE">
      <w:pPr>
        <w:pStyle w:val="Body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915EE" w14:paraId="5EFA5A5D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0" w:type="dxa"/>
          </w:tcPr>
          <w:p w14:paraId="43F07B27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Picture </w:t>
            </w:r>
          </w:p>
        </w:tc>
        <w:tc>
          <w:tcPr>
            <w:tcW w:w="4530" w:type="dxa"/>
          </w:tcPr>
          <w:p w14:paraId="7BB1619A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 </w:t>
            </w:r>
          </w:p>
        </w:tc>
      </w:tr>
      <w:tr w:rsidR="007915EE" w14:paraId="5CFFDE10" w14:textId="77777777" w:rsidTr="00E7507E">
        <w:tc>
          <w:tcPr>
            <w:tcW w:w="4530" w:type="dxa"/>
          </w:tcPr>
          <w:p w14:paraId="456980B8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4530" w:type="dxa"/>
          </w:tcPr>
          <w:p w14:paraId="7B7BF200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Inside micrometer</w:t>
            </w:r>
          </w:p>
        </w:tc>
      </w:tr>
      <w:tr w:rsidR="007915EE" w14:paraId="66FD17A8" w14:textId="77777777" w:rsidTr="00E7507E">
        <w:tc>
          <w:tcPr>
            <w:tcW w:w="4530" w:type="dxa"/>
          </w:tcPr>
          <w:p w14:paraId="5EF6F396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4530" w:type="dxa"/>
          </w:tcPr>
          <w:p w14:paraId="42EBB149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Feeler gauges</w:t>
            </w:r>
          </w:p>
        </w:tc>
      </w:tr>
      <w:tr w:rsidR="007915EE" w14:paraId="3163D136" w14:textId="77777777" w:rsidTr="00E7507E">
        <w:tc>
          <w:tcPr>
            <w:tcW w:w="4530" w:type="dxa"/>
          </w:tcPr>
          <w:p w14:paraId="16817594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4530" w:type="dxa"/>
          </w:tcPr>
          <w:p w14:paraId="7F8877AB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Inside calipers</w:t>
            </w:r>
          </w:p>
        </w:tc>
      </w:tr>
      <w:tr w:rsidR="007915EE" w14:paraId="3CA410D9" w14:textId="77777777" w:rsidTr="00E7507E">
        <w:tc>
          <w:tcPr>
            <w:tcW w:w="4530" w:type="dxa"/>
          </w:tcPr>
          <w:p w14:paraId="5D5DC248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4530" w:type="dxa"/>
          </w:tcPr>
          <w:p w14:paraId="70F330CD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Depth micrometer</w:t>
            </w:r>
          </w:p>
        </w:tc>
      </w:tr>
      <w:tr w:rsidR="007915EE" w14:paraId="3D3AF864" w14:textId="77777777" w:rsidTr="00E7507E">
        <w:tc>
          <w:tcPr>
            <w:tcW w:w="4530" w:type="dxa"/>
          </w:tcPr>
          <w:p w14:paraId="7D272FB7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4530" w:type="dxa"/>
          </w:tcPr>
          <w:p w14:paraId="635E8C58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 xml:space="preserve">Vernier height gauge </w:t>
            </w:r>
          </w:p>
        </w:tc>
      </w:tr>
      <w:tr w:rsidR="007915EE" w14:paraId="5B6822EE" w14:textId="77777777" w:rsidTr="00E7507E">
        <w:tc>
          <w:tcPr>
            <w:tcW w:w="4530" w:type="dxa"/>
          </w:tcPr>
          <w:p w14:paraId="1A57E7CD" w14:textId="77777777" w:rsidR="007915EE" w:rsidRPr="00B6729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B6729A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4530" w:type="dxa"/>
          </w:tcPr>
          <w:p w14:paraId="39646449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 xml:space="preserve">Combination </w:t>
            </w:r>
            <w:r>
              <w:rPr>
                <w:color w:val="FF0000"/>
                <w:sz w:val="22"/>
                <w:szCs w:val="22"/>
              </w:rPr>
              <w:t>set</w:t>
            </w:r>
          </w:p>
        </w:tc>
      </w:tr>
    </w:tbl>
    <w:p w14:paraId="4510D934" w14:textId="77777777" w:rsidR="007915EE" w:rsidRDefault="007915EE" w:rsidP="007915EE">
      <w:pPr>
        <w:tabs>
          <w:tab w:val="clear" w:pos="284"/>
          <w:tab w:val="left" w:pos="975"/>
        </w:tabs>
      </w:pPr>
    </w:p>
    <w:p w14:paraId="32698A71" w14:textId="77777777" w:rsidR="007915EE" w:rsidRDefault="007915EE" w:rsidP="007915EE">
      <w:pPr>
        <w:tabs>
          <w:tab w:val="clear" w:pos="284"/>
          <w:tab w:val="left" w:pos="975"/>
        </w:tabs>
      </w:pPr>
    </w:p>
    <w:p w14:paraId="15F0CFC5" w14:textId="77777777" w:rsidR="007915EE" w:rsidRDefault="007915EE" w:rsidP="007915EE">
      <w:pPr>
        <w:tabs>
          <w:tab w:val="clear" w:pos="284"/>
          <w:tab w:val="left" w:pos="975"/>
        </w:tabs>
      </w:pPr>
    </w:p>
    <w:p w14:paraId="525F6D51" w14:textId="77777777" w:rsidR="007915EE" w:rsidRDefault="007915EE" w:rsidP="007915EE">
      <w:pPr>
        <w:tabs>
          <w:tab w:val="clear" w:pos="284"/>
          <w:tab w:val="left" w:pos="975"/>
        </w:tabs>
      </w:pPr>
    </w:p>
    <w:p w14:paraId="31F19178" w14:textId="77777777" w:rsidR="007915EE" w:rsidRDefault="007915EE" w:rsidP="007915EE">
      <w:pPr>
        <w:tabs>
          <w:tab w:val="clear" w:pos="284"/>
          <w:tab w:val="left" w:pos="975"/>
        </w:tabs>
        <w:sectPr w:rsidR="007915EE" w:rsidSect="00E7507E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1B6688A8" w14:textId="39D1DC35" w:rsidR="007915EE" w:rsidRDefault="007915EE" w:rsidP="001B357A">
      <w:pPr>
        <w:pStyle w:val="Body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Using the sketches of measuring tools</w:t>
      </w:r>
      <w:r w:rsidR="001B357A">
        <w:rPr>
          <w:sz w:val="22"/>
          <w:szCs w:val="22"/>
        </w:rPr>
        <w:t>, c</w:t>
      </w:r>
      <w:r>
        <w:rPr>
          <w:sz w:val="22"/>
          <w:szCs w:val="22"/>
        </w:rPr>
        <w:t xml:space="preserve">omplete the table below by indicating  the correct name </w:t>
      </w:r>
      <w:r w:rsidR="001B357A">
        <w:rPr>
          <w:sz w:val="22"/>
          <w:szCs w:val="22"/>
        </w:rPr>
        <w:t xml:space="preserve">next </w:t>
      </w:r>
      <w:r>
        <w:rPr>
          <w:sz w:val="22"/>
          <w:szCs w:val="22"/>
        </w:rPr>
        <w:t xml:space="preserve">to their most suited application e.g. picture </w:t>
      </w:r>
      <w:r w:rsidRPr="0083334A">
        <w:rPr>
          <w:b/>
          <w:sz w:val="22"/>
          <w:szCs w:val="22"/>
        </w:rPr>
        <w:t>A</w:t>
      </w:r>
      <w:r>
        <w:rPr>
          <w:sz w:val="22"/>
          <w:szCs w:val="22"/>
        </w:rPr>
        <w:t xml:space="preserve"> – Measurements over a long distance </w:t>
      </w:r>
    </w:p>
    <w:p w14:paraId="47954343" w14:textId="77777777" w:rsidR="007915EE" w:rsidRDefault="007915EE" w:rsidP="007915EE">
      <w:pPr>
        <w:pStyle w:val="Body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7B9A8DD2" wp14:editId="733FAF64">
            <wp:extent cx="5759450" cy="294576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oup pics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23DF4" w14:textId="77777777" w:rsidR="007915EE" w:rsidRDefault="007915EE" w:rsidP="007915EE">
      <w:pPr>
        <w:pStyle w:val="Body"/>
        <w:rPr>
          <w:sz w:val="22"/>
          <w:szCs w:val="22"/>
        </w:rPr>
      </w:pPr>
    </w:p>
    <w:p w14:paraId="3C4F8099" w14:textId="77777777" w:rsidR="007915EE" w:rsidRDefault="007915EE" w:rsidP="007915EE">
      <w:pPr>
        <w:pStyle w:val="Body"/>
        <w:rPr>
          <w:sz w:val="22"/>
          <w:szCs w:val="22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366"/>
        <w:gridCol w:w="2127"/>
      </w:tblGrid>
      <w:tr w:rsidR="007915EE" w14:paraId="423541E8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366" w:type="dxa"/>
          </w:tcPr>
          <w:p w14:paraId="510547F2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Picture  of Measurement tool </w:t>
            </w:r>
          </w:p>
        </w:tc>
        <w:tc>
          <w:tcPr>
            <w:tcW w:w="2127" w:type="dxa"/>
          </w:tcPr>
          <w:p w14:paraId="52A5EB00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 letter selection from pictures </w:t>
            </w:r>
          </w:p>
        </w:tc>
      </w:tr>
      <w:tr w:rsidR="007915EE" w14:paraId="31E63856" w14:textId="77777777" w:rsidTr="00E7507E">
        <w:tc>
          <w:tcPr>
            <w:tcW w:w="7366" w:type="dxa"/>
          </w:tcPr>
          <w:p w14:paraId="102E3222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Accurate measurements, to within 0.5mm, over the length of the device</w:t>
            </w:r>
          </w:p>
        </w:tc>
        <w:tc>
          <w:tcPr>
            <w:tcW w:w="2127" w:type="dxa"/>
          </w:tcPr>
          <w:p w14:paraId="5745F574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D</w:t>
            </w:r>
          </w:p>
        </w:tc>
      </w:tr>
      <w:tr w:rsidR="007915EE" w:rsidRPr="00835AB0" w14:paraId="69B617EE" w14:textId="77777777" w:rsidTr="00E7507E">
        <w:tc>
          <w:tcPr>
            <w:tcW w:w="7366" w:type="dxa"/>
          </w:tcPr>
          <w:p w14:paraId="680C02DF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Measuring outside diameters to 0.01mm</w:t>
            </w:r>
          </w:p>
        </w:tc>
        <w:tc>
          <w:tcPr>
            <w:tcW w:w="2127" w:type="dxa"/>
          </w:tcPr>
          <w:p w14:paraId="2FD717BA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B</w:t>
            </w:r>
          </w:p>
        </w:tc>
      </w:tr>
      <w:tr w:rsidR="007915EE" w:rsidRPr="00835AB0" w14:paraId="003B632F" w14:textId="77777777" w:rsidTr="00E7507E">
        <w:tc>
          <w:tcPr>
            <w:tcW w:w="7366" w:type="dxa"/>
          </w:tcPr>
          <w:p w14:paraId="09C0EBBE" w14:textId="77777777" w:rsidR="007915EE" w:rsidRPr="009770DA" w:rsidRDefault="007915EE" w:rsidP="00E7507E">
            <w:pPr>
              <w:pStyle w:val="Body"/>
              <w:rPr>
                <w:b/>
                <w:sz w:val="22"/>
                <w:szCs w:val="22"/>
              </w:rPr>
            </w:pPr>
            <w:r w:rsidRPr="009770DA">
              <w:rPr>
                <w:b/>
                <w:sz w:val="22"/>
                <w:szCs w:val="22"/>
              </w:rPr>
              <w:t>Taking measurements over long distances</w:t>
            </w:r>
          </w:p>
        </w:tc>
        <w:tc>
          <w:tcPr>
            <w:tcW w:w="2127" w:type="dxa"/>
          </w:tcPr>
          <w:p w14:paraId="4920892D" w14:textId="77777777" w:rsidR="007915EE" w:rsidRPr="000C410A" w:rsidRDefault="007915EE" w:rsidP="00E7507E">
            <w:pPr>
              <w:pStyle w:val="Body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0C410A">
              <w:rPr>
                <w:b/>
                <w:color w:val="FF0000"/>
                <w:sz w:val="22"/>
                <w:szCs w:val="22"/>
              </w:rPr>
              <w:t>A</w:t>
            </w:r>
          </w:p>
        </w:tc>
      </w:tr>
      <w:tr w:rsidR="007915EE" w:rsidRPr="00835AB0" w14:paraId="4E8CAC22" w14:textId="77777777" w:rsidTr="00E7507E">
        <w:tc>
          <w:tcPr>
            <w:tcW w:w="7366" w:type="dxa"/>
          </w:tcPr>
          <w:p w14:paraId="0158C1C4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Checking surfaces are at 90 degrees to each other</w:t>
            </w:r>
          </w:p>
        </w:tc>
        <w:tc>
          <w:tcPr>
            <w:tcW w:w="2127" w:type="dxa"/>
          </w:tcPr>
          <w:p w14:paraId="450E3ED1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E</w:t>
            </w:r>
          </w:p>
        </w:tc>
      </w:tr>
      <w:tr w:rsidR="007915EE" w:rsidRPr="00835AB0" w14:paraId="66B41DC8" w14:textId="77777777" w:rsidTr="00E7507E">
        <w:tc>
          <w:tcPr>
            <w:tcW w:w="7366" w:type="dxa"/>
          </w:tcPr>
          <w:p w14:paraId="05B46919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Accurately make external, internal and depth measurements to 0.02mm</w:t>
            </w:r>
          </w:p>
        </w:tc>
        <w:tc>
          <w:tcPr>
            <w:tcW w:w="2127" w:type="dxa"/>
          </w:tcPr>
          <w:p w14:paraId="7530A844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C</w:t>
            </w:r>
          </w:p>
        </w:tc>
      </w:tr>
      <w:tr w:rsidR="007915EE" w:rsidRPr="00835AB0" w14:paraId="2FBC989F" w14:textId="77777777" w:rsidTr="00E7507E">
        <w:tc>
          <w:tcPr>
            <w:tcW w:w="7366" w:type="dxa"/>
          </w:tcPr>
          <w:p w14:paraId="26E75CD9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Accurate transfer of outside measurements</w:t>
            </w:r>
          </w:p>
        </w:tc>
        <w:tc>
          <w:tcPr>
            <w:tcW w:w="2127" w:type="dxa"/>
          </w:tcPr>
          <w:p w14:paraId="14E1A67C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F</w:t>
            </w:r>
          </w:p>
        </w:tc>
      </w:tr>
    </w:tbl>
    <w:p w14:paraId="7137E0BA" w14:textId="77777777" w:rsidR="007915EE" w:rsidRDefault="007915EE" w:rsidP="007915EE">
      <w:pPr>
        <w:tabs>
          <w:tab w:val="clear" w:pos="284"/>
          <w:tab w:val="left" w:pos="975"/>
        </w:tabs>
      </w:pPr>
    </w:p>
    <w:p w14:paraId="07B53F07" w14:textId="77777777" w:rsidR="007915EE" w:rsidRDefault="007915EE" w:rsidP="007915EE">
      <w:pPr>
        <w:tabs>
          <w:tab w:val="clear" w:pos="284"/>
          <w:tab w:val="left" w:pos="975"/>
        </w:tabs>
        <w:sectPr w:rsidR="007915EE" w:rsidSect="00E7507E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  <w:r>
        <w:tab/>
      </w:r>
    </w:p>
    <w:p w14:paraId="4F3FA1F8" w14:textId="5D5A6084" w:rsidR="007915EE" w:rsidRDefault="007915EE" w:rsidP="001B357A">
      <w:pPr>
        <w:pStyle w:val="Body"/>
        <w:numPr>
          <w:ilvl w:val="0"/>
          <w:numId w:val="23"/>
        </w:numPr>
        <w:rPr>
          <w:sz w:val="22"/>
          <w:szCs w:val="22"/>
        </w:rPr>
      </w:pPr>
      <w:r w:rsidRPr="00343C10">
        <w:rPr>
          <w:sz w:val="22"/>
          <w:szCs w:val="22"/>
        </w:rPr>
        <w:lastRenderedPageBreak/>
        <w:t xml:space="preserve">Using </w:t>
      </w:r>
      <w:r w:rsidR="001B357A">
        <w:rPr>
          <w:sz w:val="22"/>
          <w:szCs w:val="22"/>
        </w:rPr>
        <w:t>the sketches of measuring tools,</w:t>
      </w:r>
      <w:r w:rsidRPr="00343C10">
        <w:rPr>
          <w:sz w:val="22"/>
          <w:szCs w:val="22"/>
        </w:rPr>
        <w:t xml:space="preserve"> </w:t>
      </w:r>
      <w:r w:rsidR="001B357A">
        <w:rPr>
          <w:sz w:val="22"/>
          <w:szCs w:val="22"/>
        </w:rPr>
        <w:t>c</w:t>
      </w:r>
      <w:r w:rsidRPr="00343C10">
        <w:rPr>
          <w:sz w:val="22"/>
          <w:szCs w:val="22"/>
        </w:rPr>
        <w:t xml:space="preserve">omplete the table below by indicating  the correct name </w:t>
      </w:r>
      <w:r w:rsidR="001B357A">
        <w:rPr>
          <w:sz w:val="22"/>
          <w:szCs w:val="22"/>
        </w:rPr>
        <w:t xml:space="preserve">next </w:t>
      </w:r>
      <w:r w:rsidRPr="00343C10">
        <w:rPr>
          <w:sz w:val="22"/>
          <w:szCs w:val="22"/>
        </w:rPr>
        <w:t xml:space="preserve">to their most suited application </w:t>
      </w:r>
    </w:p>
    <w:p w14:paraId="57358A4C" w14:textId="77777777" w:rsidR="007915EE" w:rsidRPr="00343C10" w:rsidRDefault="007915EE" w:rsidP="007915EE">
      <w:pPr>
        <w:pStyle w:val="Body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6D388424" wp14:editId="2C3239D0">
            <wp:extent cx="5759450" cy="296100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oup Pics 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96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77255" w14:textId="77777777" w:rsidR="007915EE" w:rsidRDefault="007915EE" w:rsidP="007915EE">
      <w:pPr>
        <w:pStyle w:val="Body"/>
        <w:rPr>
          <w:sz w:val="22"/>
          <w:szCs w:val="22"/>
        </w:rPr>
      </w:pPr>
    </w:p>
    <w:p w14:paraId="04B9EFDD" w14:textId="77777777" w:rsidR="007915EE" w:rsidRDefault="007915EE" w:rsidP="007915EE">
      <w:pPr>
        <w:pStyle w:val="Body"/>
        <w:rPr>
          <w:sz w:val="22"/>
          <w:szCs w:val="22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366"/>
        <w:gridCol w:w="2127"/>
      </w:tblGrid>
      <w:tr w:rsidR="007915EE" w14:paraId="0FF48193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366" w:type="dxa"/>
          </w:tcPr>
          <w:p w14:paraId="6C33A19D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Picture  of Measurement tool </w:t>
            </w:r>
          </w:p>
        </w:tc>
        <w:tc>
          <w:tcPr>
            <w:tcW w:w="2127" w:type="dxa"/>
          </w:tcPr>
          <w:p w14:paraId="13CBE3F2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 letter selection from pictures </w:t>
            </w:r>
          </w:p>
        </w:tc>
      </w:tr>
      <w:tr w:rsidR="007915EE" w14:paraId="14EDB777" w14:textId="77777777" w:rsidTr="00E7507E">
        <w:tc>
          <w:tcPr>
            <w:tcW w:w="7366" w:type="dxa"/>
          </w:tcPr>
          <w:p w14:paraId="321BA2E5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Marking lines at any angle and to locate the centre of circular objects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127" w:type="dxa"/>
          </w:tcPr>
          <w:p w14:paraId="6944F166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F</w:t>
            </w:r>
          </w:p>
        </w:tc>
      </w:tr>
      <w:tr w:rsidR="007915EE" w:rsidRPr="00835AB0" w14:paraId="731737B3" w14:textId="77777777" w:rsidTr="00E7507E">
        <w:tc>
          <w:tcPr>
            <w:tcW w:w="7366" w:type="dxa"/>
            <w:vAlign w:val="top"/>
          </w:tcPr>
          <w:p w14:paraId="7EA408CC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Accurate transfer of inside measurements</w:t>
            </w:r>
          </w:p>
        </w:tc>
        <w:tc>
          <w:tcPr>
            <w:tcW w:w="2127" w:type="dxa"/>
            <w:vAlign w:val="top"/>
          </w:tcPr>
          <w:p w14:paraId="75F27FA1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C</w:t>
            </w:r>
          </w:p>
        </w:tc>
      </w:tr>
      <w:tr w:rsidR="007915EE" w:rsidRPr="00835AB0" w14:paraId="37FDFF60" w14:textId="77777777" w:rsidTr="00E7507E">
        <w:tc>
          <w:tcPr>
            <w:tcW w:w="7366" w:type="dxa"/>
          </w:tcPr>
          <w:p w14:paraId="5CC0C3BD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Measuring steps and depths to 0.01mm</w:t>
            </w:r>
          </w:p>
        </w:tc>
        <w:tc>
          <w:tcPr>
            <w:tcW w:w="2127" w:type="dxa"/>
          </w:tcPr>
          <w:p w14:paraId="6A221149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D</w:t>
            </w:r>
          </w:p>
        </w:tc>
      </w:tr>
      <w:tr w:rsidR="007915EE" w:rsidRPr="00835AB0" w14:paraId="691C7617" w14:textId="77777777" w:rsidTr="00E7507E">
        <w:tc>
          <w:tcPr>
            <w:tcW w:w="7366" w:type="dxa"/>
          </w:tcPr>
          <w:p w14:paraId="263AE842" w14:textId="77777777" w:rsidR="007915EE" w:rsidRPr="0067246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Accurate Vernier measurement of heights</w:t>
            </w:r>
          </w:p>
        </w:tc>
        <w:tc>
          <w:tcPr>
            <w:tcW w:w="2127" w:type="dxa"/>
          </w:tcPr>
          <w:p w14:paraId="3CECF269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E</w:t>
            </w:r>
          </w:p>
        </w:tc>
      </w:tr>
      <w:tr w:rsidR="007915EE" w:rsidRPr="00835AB0" w14:paraId="411340C2" w14:textId="77777777" w:rsidTr="00E7507E">
        <w:tc>
          <w:tcPr>
            <w:tcW w:w="7366" w:type="dxa"/>
          </w:tcPr>
          <w:p w14:paraId="03EB494B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Measuring inside diameters to 0.01mm</w:t>
            </w:r>
          </w:p>
        </w:tc>
        <w:tc>
          <w:tcPr>
            <w:tcW w:w="2127" w:type="dxa"/>
          </w:tcPr>
          <w:p w14:paraId="74677C2A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A</w:t>
            </w:r>
          </w:p>
        </w:tc>
      </w:tr>
      <w:tr w:rsidR="007915EE" w:rsidRPr="00835AB0" w14:paraId="6ED13377" w14:textId="77777777" w:rsidTr="00E7507E">
        <w:tc>
          <w:tcPr>
            <w:tcW w:w="7366" w:type="dxa"/>
          </w:tcPr>
          <w:p w14:paraId="1AA822BA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Checking small gaps and clearances between components</w:t>
            </w:r>
          </w:p>
        </w:tc>
        <w:tc>
          <w:tcPr>
            <w:tcW w:w="2127" w:type="dxa"/>
          </w:tcPr>
          <w:p w14:paraId="3F4901A7" w14:textId="77777777" w:rsidR="007915EE" w:rsidRPr="000C410A" w:rsidRDefault="007915EE" w:rsidP="00E7507E">
            <w:pPr>
              <w:pStyle w:val="Body"/>
              <w:jc w:val="center"/>
              <w:rPr>
                <w:i/>
                <w:color w:val="FF0000"/>
                <w:sz w:val="22"/>
                <w:szCs w:val="22"/>
              </w:rPr>
            </w:pPr>
            <w:r w:rsidRPr="000C410A">
              <w:rPr>
                <w:i/>
                <w:color w:val="FF0000"/>
                <w:sz w:val="22"/>
                <w:szCs w:val="22"/>
              </w:rPr>
              <w:t>B</w:t>
            </w:r>
          </w:p>
        </w:tc>
      </w:tr>
    </w:tbl>
    <w:p w14:paraId="6AB0473A" w14:textId="77777777" w:rsidR="007915EE" w:rsidRDefault="007915EE" w:rsidP="007915EE">
      <w:pPr>
        <w:tabs>
          <w:tab w:val="clear" w:pos="284"/>
          <w:tab w:val="left" w:pos="975"/>
        </w:tabs>
      </w:pPr>
    </w:p>
    <w:p w14:paraId="07A96499" w14:textId="77777777" w:rsidR="007915EE" w:rsidRDefault="007915EE" w:rsidP="007915EE">
      <w:pPr>
        <w:tabs>
          <w:tab w:val="clear" w:pos="284"/>
          <w:tab w:val="left" w:pos="990"/>
        </w:tabs>
        <w:sectPr w:rsidR="007915EE" w:rsidSect="00E7507E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088503F9" w14:textId="3A227DA1" w:rsidR="007915EE" w:rsidRDefault="007915EE" w:rsidP="001B357A">
      <w:pPr>
        <w:pStyle w:val="Body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Complete the table below by writing the correct answer </w:t>
      </w:r>
      <w:r w:rsidR="001B357A">
        <w:rPr>
          <w:sz w:val="22"/>
          <w:szCs w:val="22"/>
        </w:rPr>
        <w:t xml:space="preserve">next </w:t>
      </w:r>
      <w:r>
        <w:rPr>
          <w:sz w:val="22"/>
          <w:szCs w:val="22"/>
        </w:rPr>
        <w:t>to the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16"/>
        <w:gridCol w:w="2544"/>
      </w:tblGrid>
      <w:tr w:rsidR="007915EE" w14:paraId="1FE9153F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516" w:type="dxa"/>
          </w:tcPr>
          <w:p w14:paraId="71F61862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Question </w:t>
            </w:r>
          </w:p>
        </w:tc>
        <w:tc>
          <w:tcPr>
            <w:tcW w:w="2544" w:type="dxa"/>
          </w:tcPr>
          <w:p w14:paraId="091258E6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Answer </w:t>
            </w:r>
          </w:p>
        </w:tc>
      </w:tr>
      <w:tr w:rsidR="007915EE" w14:paraId="79D78572" w14:textId="77777777" w:rsidTr="00E7507E">
        <w:tc>
          <w:tcPr>
            <w:tcW w:w="6516" w:type="dxa"/>
          </w:tcPr>
          <w:p w14:paraId="4BE0D360" w14:textId="77777777" w:rsidR="007915EE" w:rsidRDefault="007915EE" w:rsidP="007915EE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measurement of length through the centre of a circle from one side of a circle to the other side is known as the</w:t>
            </w:r>
          </w:p>
        </w:tc>
        <w:tc>
          <w:tcPr>
            <w:tcW w:w="2544" w:type="dxa"/>
          </w:tcPr>
          <w:p w14:paraId="0B19DA47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Diameter</w:t>
            </w:r>
          </w:p>
        </w:tc>
      </w:tr>
      <w:tr w:rsidR="007915EE" w14:paraId="524EB77A" w14:textId="77777777" w:rsidTr="00E7507E">
        <w:tc>
          <w:tcPr>
            <w:tcW w:w="6516" w:type="dxa"/>
          </w:tcPr>
          <w:p w14:paraId="5C275455" w14:textId="77777777" w:rsidR="007915EE" w:rsidRDefault="007915EE" w:rsidP="007915EE">
            <w:pPr>
              <w:pStyle w:val="Body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t>A measurement taken in a straight line is known as</w:t>
            </w:r>
          </w:p>
        </w:tc>
        <w:tc>
          <w:tcPr>
            <w:tcW w:w="2544" w:type="dxa"/>
          </w:tcPr>
          <w:p w14:paraId="6BDB2CB3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Length</w:t>
            </w:r>
          </w:p>
        </w:tc>
      </w:tr>
      <w:tr w:rsidR="007915EE" w14:paraId="5C4BE341" w14:textId="77777777" w:rsidTr="00E7507E">
        <w:tc>
          <w:tcPr>
            <w:tcW w:w="6516" w:type="dxa"/>
          </w:tcPr>
          <w:p w14:paraId="30E1A541" w14:textId="77777777" w:rsidR="007915EE" w:rsidRDefault="007915EE" w:rsidP="007915EE">
            <w:pPr>
              <w:pStyle w:val="Body"/>
              <w:numPr>
                <w:ilvl w:val="0"/>
                <w:numId w:val="16"/>
              </w:numPr>
            </w:pPr>
            <w:r>
              <w:t>How many millimetres (mm) are there in 1 meter?</w:t>
            </w:r>
          </w:p>
        </w:tc>
        <w:tc>
          <w:tcPr>
            <w:tcW w:w="2544" w:type="dxa"/>
          </w:tcPr>
          <w:p w14:paraId="5B8D7199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1000mm</w:t>
            </w:r>
          </w:p>
        </w:tc>
      </w:tr>
      <w:tr w:rsidR="007915EE" w14:paraId="13A6C9DC" w14:textId="77777777" w:rsidTr="00E7507E">
        <w:tc>
          <w:tcPr>
            <w:tcW w:w="6516" w:type="dxa"/>
          </w:tcPr>
          <w:p w14:paraId="665A2B4C" w14:textId="77777777" w:rsidR="007915EE" w:rsidRDefault="007915EE" w:rsidP="007915EE">
            <w:pPr>
              <w:pStyle w:val="Body"/>
              <w:numPr>
                <w:ilvl w:val="0"/>
                <w:numId w:val="16"/>
              </w:numPr>
            </w:pPr>
            <w:r>
              <w:t>How many meters are there in 1 Kilometre?</w:t>
            </w:r>
          </w:p>
        </w:tc>
        <w:tc>
          <w:tcPr>
            <w:tcW w:w="2544" w:type="dxa"/>
          </w:tcPr>
          <w:p w14:paraId="2C3BF806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1000m</w:t>
            </w:r>
          </w:p>
        </w:tc>
      </w:tr>
      <w:tr w:rsidR="007915EE" w14:paraId="69FB2560" w14:textId="77777777" w:rsidTr="00E7507E">
        <w:tc>
          <w:tcPr>
            <w:tcW w:w="6516" w:type="dxa"/>
          </w:tcPr>
          <w:p w14:paraId="009AC1EF" w14:textId="77777777" w:rsidR="007915EE" w:rsidRPr="0037329E" w:rsidRDefault="007915EE" w:rsidP="007915EE">
            <w:pPr>
              <w:pStyle w:val="Body"/>
              <w:numPr>
                <w:ilvl w:val="0"/>
                <w:numId w:val="16"/>
              </w:numPr>
            </w:pPr>
            <w:r w:rsidRPr="0037329E">
              <w:t>How many millimetres (mm) are there in one inch (1”)?</w:t>
            </w:r>
          </w:p>
        </w:tc>
        <w:tc>
          <w:tcPr>
            <w:tcW w:w="2544" w:type="dxa"/>
          </w:tcPr>
          <w:p w14:paraId="4C0EAC77" w14:textId="77777777" w:rsidR="007915EE" w:rsidRPr="000C410A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0C410A">
              <w:rPr>
                <w:color w:val="FF0000"/>
                <w:sz w:val="22"/>
                <w:szCs w:val="22"/>
              </w:rPr>
              <w:t>25.4mm</w:t>
            </w:r>
          </w:p>
        </w:tc>
      </w:tr>
    </w:tbl>
    <w:p w14:paraId="62D5B880" w14:textId="77777777" w:rsidR="007915EE" w:rsidRDefault="007915EE" w:rsidP="007915EE">
      <w:pPr>
        <w:tabs>
          <w:tab w:val="clear" w:pos="284"/>
          <w:tab w:val="left" w:pos="990"/>
        </w:tabs>
      </w:pPr>
    </w:p>
    <w:p w14:paraId="3C140488" w14:textId="77777777" w:rsidR="007915EE" w:rsidRDefault="007915EE" w:rsidP="007915EE">
      <w:pPr>
        <w:tabs>
          <w:tab w:val="clear" w:pos="284"/>
          <w:tab w:val="left" w:pos="990"/>
        </w:tabs>
      </w:pPr>
    </w:p>
    <w:p w14:paraId="66FE9CD0" w14:textId="77777777" w:rsidR="007915EE" w:rsidRDefault="007915EE" w:rsidP="007915EE">
      <w:pPr>
        <w:tabs>
          <w:tab w:val="clear" w:pos="284"/>
          <w:tab w:val="left" w:pos="990"/>
        </w:tabs>
      </w:pPr>
    </w:p>
    <w:p w14:paraId="50D2B55F" w14:textId="77777777" w:rsidR="007915EE" w:rsidRDefault="007915EE" w:rsidP="007915EE">
      <w:pPr>
        <w:tabs>
          <w:tab w:val="clear" w:pos="284"/>
          <w:tab w:val="left" w:pos="990"/>
        </w:tabs>
      </w:pPr>
    </w:p>
    <w:p w14:paraId="3E84E73C" w14:textId="77777777" w:rsidR="007915EE" w:rsidRPr="0085459C" w:rsidRDefault="007915EE" w:rsidP="007915EE">
      <w:pPr>
        <w:pStyle w:val="Body"/>
        <w:numPr>
          <w:ilvl w:val="0"/>
          <w:numId w:val="16"/>
        </w:numPr>
        <w:rPr>
          <w:color w:val="FF0000"/>
          <w:sz w:val="22"/>
          <w:szCs w:val="22"/>
        </w:rPr>
      </w:pPr>
      <w:r w:rsidRPr="0085459C">
        <w:rPr>
          <w:sz w:val="22"/>
          <w:szCs w:val="22"/>
        </w:rPr>
        <w:t xml:space="preserve">The reading on the Micrometre scale as shown in the diagram below is </w:t>
      </w:r>
    </w:p>
    <w:p w14:paraId="0BA7CDF4" w14:textId="77777777" w:rsidR="007915EE" w:rsidRPr="003F152D" w:rsidRDefault="007915EE" w:rsidP="007915EE">
      <w:pPr>
        <w:pStyle w:val="Body"/>
        <w:ind w:left="360"/>
        <w:rPr>
          <w:color w:val="FF0000"/>
          <w:sz w:val="22"/>
          <w:szCs w:val="22"/>
        </w:rPr>
      </w:pPr>
    </w:p>
    <w:p w14:paraId="3F94C55C" w14:textId="77777777" w:rsidR="007915EE" w:rsidRDefault="007915EE" w:rsidP="007915EE">
      <w:pPr>
        <w:pStyle w:val="Body"/>
        <w:ind w:left="360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anchor distT="0" distB="0" distL="114300" distR="114300" simplePos="0" relativeHeight="251669504" behindDoc="0" locked="0" layoutInCell="1" allowOverlap="1" wp14:anchorId="1DE0A739" wp14:editId="4E7BF432">
            <wp:simplePos x="0" y="0"/>
            <wp:positionH relativeFrom="column">
              <wp:posOffset>231684</wp:posOffset>
            </wp:positionH>
            <wp:positionV relativeFrom="paragraph">
              <wp:posOffset>-363</wp:posOffset>
            </wp:positionV>
            <wp:extent cx="5759450" cy="1679575"/>
            <wp:effectExtent l="0" t="0" r="0" b="0"/>
            <wp:wrapTopAndBottom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icrometer reading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7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642B58" w14:textId="77777777" w:rsidR="007915EE" w:rsidRPr="00B30F8E" w:rsidRDefault="007915EE" w:rsidP="007915EE">
      <w:pPr>
        <w:pStyle w:val="Body"/>
        <w:ind w:left="360"/>
        <w:rPr>
          <w:sz w:val="22"/>
          <w:szCs w:val="22"/>
        </w:rPr>
      </w:pPr>
    </w:p>
    <w:p w14:paraId="22DFAF67" w14:textId="77777777" w:rsidR="007915EE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 xml:space="preserve"> </w:t>
      </w:r>
    </w:p>
    <w:p w14:paraId="7A58D37D" w14:textId="77777777" w:rsidR="007915EE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Answer: </w:t>
      </w:r>
      <w:r w:rsidRPr="000C410A">
        <w:rPr>
          <w:color w:val="FF0000"/>
        </w:rPr>
        <w:t>8.75mm</w:t>
      </w:r>
      <w:r>
        <w:t>______________________________________________________</w:t>
      </w:r>
      <w:r>
        <w:rPr>
          <w:i/>
          <w:color w:val="808080" w:themeColor="background1" w:themeShade="80"/>
          <w:u w:val="single"/>
        </w:rPr>
        <w:t xml:space="preserve"> </w:t>
      </w:r>
    </w:p>
    <w:p w14:paraId="3CB650C8" w14:textId="77777777" w:rsidR="007915EE" w:rsidRPr="00AC09FA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945D190" w14:textId="77777777" w:rsidR="007915EE" w:rsidRDefault="007915EE" w:rsidP="007915EE">
      <w:pPr>
        <w:pStyle w:val="Body"/>
        <w:tabs>
          <w:tab w:val="decimal" w:leader="underscore" w:pos="9070"/>
        </w:tabs>
        <w:spacing w:line="360" w:lineRule="auto"/>
      </w:pPr>
    </w:p>
    <w:p w14:paraId="46855109" w14:textId="77777777" w:rsidR="007915EE" w:rsidRDefault="007915EE" w:rsidP="007915EE">
      <w:pPr>
        <w:pStyle w:val="Body"/>
        <w:tabs>
          <w:tab w:val="decimal" w:leader="underscore" w:pos="9070"/>
        </w:tabs>
        <w:spacing w:line="360" w:lineRule="auto"/>
      </w:pPr>
    </w:p>
    <w:p w14:paraId="0382AA4E" w14:textId="77777777" w:rsidR="007915EE" w:rsidRPr="0085459C" w:rsidRDefault="007915EE" w:rsidP="007915EE">
      <w:pPr>
        <w:pStyle w:val="Body"/>
        <w:numPr>
          <w:ilvl w:val="0"/>
          <w:numId w:val="16"/>
        </w:numPr>
        <w:rPr>
          <w:szCs w:val="24"/>
        </w:rPr>
      </w:pPr>
      <w:r w:rsidRPr="0085459C">
        <w:rPr>
          <w:szCs w:val="24"/>
        </w:rPr>
        <w:lastRenderedPageBreak/>
        <w:t xml:space="preserve">The </w:t>
      </w:r>
      <w:r>
        <w:rPr>
          <w:szCs w:val="24"/>
        </w:rPr>
        <w:t>reading on the Vernier calliper</w:t>
      </w:r>
      <w:r w:rsidRPr="0085459C">
        <w:rPr>
          <w:szCs w:val="24"/>
        </w:rPr>
        <w:t xml:space="preserve"> scale</w:t>
      </w:r>
      <w:r>
        <w:rPr>
          <w:szCs w:val="24"/>
        </w:rPr>
        <w:t>,</w:t>
      </w:r>
      <w:r w:rsidRPr="0085459C">
        <w:rPr>
          <w:szCs w:val="24"/>
        </w:rPr>
        <w:t xml:space="preserve"> as </w:t>
      </w:r>
      <w:r>
        <w:rPr>
          <w:szCs w:val="24"/>
        </w:rPr>
        <w:t>indicated</w:t>
      </w:r>
      <w:r w:rsidRPr="0085459C">
        <w:rPr>
          <w:szCs w:val="24"/>
        </w:rPr>
        <w:t xml:space="preserve"> </w:t>
      </w:r>
      <w:r>
        <w:rPr>
          <w:szCs w:val="24"/>
        </w:rPr>
        <w:t xml:space="preserve">by the asterisks, </w:t>
      </w:r>
      <w:r w:rsidRPr="0085459C">
        <w:rPr>
          <w:szCs w:val="24"/>
        </w:rPr>
        <w:t>in the diagram below is</w:t>
      </w:r>
    </w:p>
    <w:p w14:paraId="46CC1241" w14:textId="77777777" w:rsidR="007915EE" w:rsidRPr="00932938" w:rsidRDefault="007915EE" w:rsidP="007915EE">
      <w:pPr>
        <w:pStyle w:val="Body"/>
        <w:ind w:left="360"/>
        <w:rPr>
          <w:sz w:val="22"/>
          <w:szCs w:val="22"/>
        </w:rPr>
      </w:pPr>
      <w:r>
        <w:rPr>
          <w:noProof/>
          <w:lang w:eastAsia="en-AU"/>
        </w:rPr>
        <w:drawing>
          <wp:anchor distT="0" distB="0" distL="114300" distR="114300" simplePos="0" relativeHeight="251670528" behindDoc="0" locked="0" layoutInCell="1" allowOverlap="1" wp14:anchorId="04540EBD" wp14:editId="27C623B5">
            <wp:simplePos x="0" y="0"/>
            <wp:positionH relativeFrom="column">
              <wp:posOffset>231140</wp:posOffset>
            </wp:positionH>
            <wp:positionV relativeFrom="paragraph">
              <wp:posOffset>294640</wp:posOffset>
            </wp:positionV>
            <wp:extent cx="5594985" cy="1929130"/>
            <wp:effectExtent l="0" t="0" r="5715" b="0"/>
            <wp:wrapTopAndBottom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Vernier reading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985" cy="1929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DE52FFE" w14:textId="77777777" w:rsidR="007915EE" w:rsidRPr="00B30F8E" w:rsidRDefault="007915EE" w:rsidP="007915EE">
      <w:pPr>
        <w:pStyle w:val="Body"/>
        <w:ind w:left="360"/>
        <w:rPr>
          <w:sz w:val="22"/>
          <w:szCs w:val="22"/>
        </w:rPr>
      </w:pPr>
    </w:p>
    <w:p w14:paraId="7C6ED7B8" w14:textId="77777777" w:rsidR="007915EE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 xml:space="preserve"> </w:t>
      </w:r>
    </w:p>
    <w:p w14:paraId="4356B3BE" w14:textId="77777777" w:rsidR="007915EE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 w:rsidRPr="0085459C">
        <w:rPr>
          <w:sz w:val="22"/>
          <w:szCs w:val="22"/>
        </w:rPr>
        <w:t>Answer</w:t>
      </w:r>
      <w:r>
        <w:rPr>
          <w:sz w:val="22"/>
          <w:szCs w:val="22"/>
        </w:rPr>
        <w:t xml:space="preserve">: </w:t>
      </w:r>
      <w:r w:rsidRPr="000C410A">
        <w:rPr>
          <w:color w:val="FF0000"/>
          <w:sz w:val="22"/>
          <w:szCs w:val="22"/>
        </w:rPr>
        <w:t>46.48mm</w:t>
      </w:r>
      <w:r>
        <w:t>_______________________________________________________</w:t>
      </w:r>
      <w:r>
        <w:rPr>
          <w:i/>
          <w:color w:val="808080" w:themeColor="background1" w:themeShade="80"/>
          <w:u w:val="single"/>
        </w:rPr>
        <w:t xml:space="preserve"> </w:t>
      </w:r>
    </w:p>
    <w:p w14:paraId="703A4A46" w14:textId="77777777" w:rsidR="007915EE" w:rsidRPr="00AC09FA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07405FDC" w14:textId="77777777" w:rsidR="007915EE" w:rsidRDefault="007915EE" w:rsidP="007915EE">
      <w:pPr>
        <w:tabs>
          <w:tab w:val="clear" w:pos="284"/>
          <w:tab w:val="left" w:pos="1365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  <w:tab/>
      </w:r>
    </w:p>
    <w:p w14:paraId="4BAA3B49" w14:textId="211584F6" w:rsidR="007915EE" w:rsidRDefault="007915EE" w:rsidP="007915EE">
      <w:pPr>
        <w:pStyle w:val="Body"/>
        <w:numPr>
          <w:ilvl w:val="0"/>
          <w:numId w:val="19"/>
        </w:numPr>
        <w:tabs>
          <w:tab w:val="clear" w:pos="284"/>
          <w:tab w:val="left" w:pos="109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Complete the table below by writing the correct answer </w:t>
      </w:r>
      <w:r w:rsidR="001B357A">
        <w:rPr>
          <w:sz w:val="22"/>
          <w:szCs w:val="22"/>
        </w:rPr>
        <w:t xml:space="preserve">next </w:t>
      </w:r>
      <w:r>
        <w:rPr>
          <w:sz w:val="22"/>
          <w:szCs w:val="22"/>
        </w:rPr>
        <w:t>to the questi</w:t>
      </w:r>
      <w:r w:rsidR="001B357A">
        <w:rPr>
          <w:sz w:val="22"/>
          <w:szCs w:val="22"/>
        </w:rPr>
        <w:t>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16"/>
        <w:gridCol w:w="2544"/>
      </w:tblGrid>
      <w:tr w:rsidR="007915EE" w14:paraId="0217B679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516" w:type="dxa"/>
          </w:tcPr>
          <w:p w14:paraId="5CB13A7B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Question </w:t>
            </w:r>
          </w:p>
        </w:tc>
        <w:tc>
          <w:tcPr>
            <w:tcW w:w="2544" w:type="dxa"/>
          </w:tcPr>
          <w:p w14:paraId="161D6E28" w14:textId="77777777" w:rsidR="007915EE" w:rsidRDefault="007915EE" w:rsidP="00E7507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Answer </w:t>
            </w:r>
          </w:p>
        </w:tc>
      </w:tr>
      <w:tr w:rsidR="007915EE" w14:paraId="6A13A1C6" w14:textId="77777777" w:rsidTr="00E7507E">
        <w:tc>
          <w:tcPr>
            <w:tcW w:w="6516" w:type="dxa"/>
          </w:tcPr>
          <w:p w14:paraId="62BFED70" w14:textId="77777777" w:rsidR="007915EE" w:rsidRDefault="007915EE" w:rsidP="007915E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many millimetres (mm) are there in 10” inches</w:t>
            </w:r>
          </w:p>
        </w:tc>
        <w:tc>
          <w:tcPr>
            <w:tcW w:w="2544" w:type="dxa"/>
          </w:tcPr>
          <w:p w14:paraId="7804C557" w14:textId="77777777" w:rsidR="007915EE" w:rsidRPr="003075ED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3075ED">
              <w:rPr>
                <w:color w:val="FF0000"/>
                <w:sz w:val="22"/>
                <w:szCs w:val="22"/>
              </w:rPr>
              <w:t>254mm</w:t>
            </w:r>
          </w:p>
        </w:tc>
      </w:tr>
      <w:tr w:rsidR="007915EE" w14:paraId="38D71C80" w14:textId="77777777" w:rsidTr="00E7507E">
        <w:tc>
          <w:tcPr>
            <w:tcW w:w="6516" w:type="dxa"/>
          </w:tcPr>
          <w:p w14:paraId="0E321CD9" w14:textId="77777777" w:rsidR="007915EE" w:rsidRDefault="007915EE" w:rsidP="007915E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Convert 3 ¼ “ inches to millimetres (mm)</w:t>
            </w:r>
          </w:p>
        </w:tc>
        <w:tc>
          <w:tcPr>
            <w:tcW w:w="2544" w:type="dxa"/>
          </w:tcPr>
          <w:p w14:paraId="3389643C" w14:textId="77777777" w:rsidR="007915EE" w:rsidRPr="003075ED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3075ED">
              <w:rPr>
                <w:color w:val="FF0000"/>
                <w:sz w:val="22"/>
                <w:szCs w:val="22"/>
              </w:rPr>
              <w:t>82.55mm</w:t>
            </w:r>
          </w:p>
        </w:tc>
      </w:tr>
      <w:tr w:rsidR="007915EE" w14:paraId="0D9A24D4" w14:textId="77777777" w:rsidTr="00E7507E">
        <w:tc>
          <w:tcPr>
            <w:tcW w:w="6516" w:type="dxa"/>
          </w:tcPr>
          <w:p w14:paraId="2F6D3803" w14:textId="77777777" w:rsidR="007915EE" w:rsidRDefault="007915EE" w:rsidP="007915E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Convert 19.75mm to inches ( round off to 2 decimal points)</w:t>
            </w:r>
          </w:p>
        </w:tc>
        <w:tc>
          <w:tcPr>
            <w:tcW w:w="2544" w:type="dxa"/>
          </w:tcPr>
          <w:p w14:paraId="0C0A98F2" w14:textId="77777777" w:rsidR="007915EE" w:rsidRPr="003075ED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3075ED">
              <w:rPr>
                <w:color w:val="FF0000"/>
                <w:sz w:val="22"/>
                <w:szCs w:val="22"/>
              </w:rPr>
              <w:t>0.78”</w:t>
            </w:r>
          </w:p>
        </w:tc>
      </w:tr>
      <w:tr w:rsidR="007915EE" w14:paraId="7D9A1BF6" w14:textId="77777777" w:rsidTr="00E7507E">
        <w:tc>
          <w:tcPr>
            <w:tcW w:w="6516" w:type="dxa"/>
          </w:tcPr>
          <w:p w14:paraId="6D83933C" w14:textId="77777777" w:rsidR="007915EE" w:rsidRDefault="007915EE" w:rsidP="007915E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1,239 + 4,367 + 5,874 = </w:t>
            </w:r>
          </w:p>
        </w:tc>
        <w:tc>
          <w:tcPr>
            <w:tcW w:w="2544" w:type="dxa"/>
          </w:tcPr>
          <w:p w14:paraId="6BB443CE" w14:textId="77777777" w:rsidR="007915EE" w:rsidRPr="003075ED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3075ED">
              <w:rPr>
                <w:color w:val="FF0000"/>
                <w:sz w:val="22"/>
                <w:szCs w:val="22"/>
              </w:rPr>
              <w:t>11480</w:t>
            </w:r>
          </w:p>
        </w:tc>
      </w:tr>
      <w:tr w:rsidR="007915EE" w14:paraId="39325CFF" w14:textId="77777777" w:rsidTr="00E7507E">
        <w:tc>
          <w:tcPr>
            <w:tcW w:w="6516" w:type="dxa"/>
          </w:tcPr>
          <w:p w14:paraId="1C2F9C63" w14:textId="77777777" w:rsidR="007915EE" w:rsidRDefault="007915EE" w:rsidP="007915E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8,329 – 4,367 =</w:t>
            </w:r>
          </w:p>
        </w:tc>
        <w:tc>
          <w:tcPr>
            <w:tcW w:w="2544" w:type="dxa"/>
          </w:tcPr>
          <w:p w14:paraId="698F4AB8" w14:textId="77777777" w:rsidR="007915EE" w:rsidRPr="003075ED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3075ED">
              <w:rPr>
                <w:color w:val="FF0000"/>
                <w:sz w:val="22"/>
                <w:szCs w:val="22"/>
              </w:rPr>
              <w:t>3692</w:t>
            </w:r>
          </w:p>
        </w:tc>
      </w:tr>
      <w:tr w:rsidR="007915EE" w14:paraId="45CE53BF" w14:textId="77777777" w:rsidTr="00E7507E">
        <w:tc>
          <w:tcPr>
            <w:tcW w:w="6516" w:type="dxa"/>
          </w:tcPr>
          <w:p w14:paraId="5C26688B" w14:textId="77777777" w:rsidR="007915EE" w:rsidRDefault="007915EE" w:rsidP="007915E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x 96 =</w:t>
            </w:r>
          </w:p>
        </w:tc>
        <w:tc>
          <w:tcPr>
            <w:tcW w:w="2544" w:type="dxa"/>
          </w:tcPr>
          <w:p w14:paraId="48858865" w14:textId="77777777" w:rsidR="007915EE" w:rsidRPr="003075ED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3075ED">
              <w:rPr>
                <w:color w:val="FF0000"/>
                <w:sz w:val="22"/>
                <w:szCs w:val="22"/>
              </w:rPr>
              <w:t>12192</w:t>
            </w:r>
          </w:p>
        </w:tc>
      </w:tr>
      <w:tr w:rsidR="007915EE" w14:paraId="4B1144D6" w14:textId="77777777" w:rsidTr="00E7507E">
        <w:tc>
          <w:tcPr>
            <w:tcW w:w="6516" w:type="dxa"/>
          </w:tcPr>
          <w:p w14:paraId="176FA40D" w14:textId="77777777" w:rsidR="007915EE" w:rsidRDefault="007915EE" w:rsidP="007915E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11,176 </w:t>
            </w:r>
            <w:r w:rsidRPr="004F28AF">
              <w:rPr>
                <w:sz w:val="22"/>
                <w:szCs w:val="22"/>
              </w:rPr>
              <w:t>÷</w:t>
            </w:r>
            <w:r>
              <w:rPr>
                <w:sz w:val="22"/>
                <w:szCs w:val="22"/>
              </w:rPr>
              <w:t xml:space="preserve"> 88 =</w:t>
            </w:r>
          </w:p>
        </w:tc>
        <w:tc>
          <w:tcPr>
            <w:tcW w:w="2544" w:type="dxa"/>
          </w:tcPr>
          <w:p w14:paraId="30F53C26" w14:textId="77777777" w:rsidR="007915EE" w:rsidRPr="003075ED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3075ED">
              <w:rPr>
                <w:color w:val="FF0000"/>
                <w:sz w:val="22"/>
                <w:szCs w:val="22"/>
              </w:rPr>
              <w:t>127</w:t>
            </w:r>
          </w:p>
        </w:tc>
      </w:tr>
      <w:tr w:rsidR="007915EE" w14:paraId="17293715" w14:textId="77777777" w:rsidTr="00E7507E">
        <w:tc>
          <w:tcPr>
            <w:tcW w:w="6516" w:type="dxa"/>
          </w:tcPr>
          <w:p w14:paraId="708AA712" w14:textId="77777777" w:rsidR="007915EE" w:rsidRDefault="007915EE" w:rsidP="007915EE">
            <w:pPr>
              <w:pStyle w:val="Body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Convert 5/8 to a decimal ( round off to 3 decimal places)</w:t>
            </w:r>
          </w:p>
        </w:tc>
        <w:tc>
          <w:tcPr>
            <w:tcW w:w="2544" w:type="dxa"/>
          </w:tcPr>
          <w:p w14:paraId="12385BDF" w14:textId="77777777" w:rsidR="007915EE" w:rsidRPr="003075ED" w:rsidRDefault="007915EE" w:rsidP="00E7507E">
            <w:pPr>
              <w:pStyle w:val="Body"/>
              <w:rPr>
                <w:color w:val="FF0000"/>
                <w:sz w:val="22"/>
                <w:szCs w:val="22"/>
              </w:rPr>
            </w:pPr>
            <w:r w:rsidRPr="003075ED">
              <w:rPr>
                <w:color w:val="FF0000"/>
                <w:sz w:val="22"/>
                <w:szCs w:val="22"/>
              </w:rPr>
              <w:t>0.625</w:t>
            </w:r>
          </w:p>
        </w:tc>
      </w:tr>
    </w:tbl>
    <w:p w14:paraId="2332D588" w14:textId="77777777" w:rsidR="007915EE" w:rsidRDefault="007915EE" w:rsidP="007915EE">
      <w:pPr>
        <w:pStyle w:val="Body"/>
        <w:tabs>
          <w:tab w:val="decimal" w:leader="underscore" w:pos="9070"/>
        </w:tabs>
        <w:spacing w:line="360" w:lineRule="auto"/>
      </w:pPr>
    </w:p>
    <w:p w14:paraId="70367F05" w14:textId="7E7EE7B3" w:rsidR="007915EE" w:rsidRPr="001B357A" w:rsidRDefault="001B357A" w:rsidP="001B357A">
      <w:pPr>
        <w:pStyle w:val="Body"/>
        <w:numPr>
          <w:ilvl w:val="0"/>
          <w:numId w:val="20"/>
        </w:numPr>
        <w:spacing w:line="360" w:lineRule="auto"/>
        <w:rPr>
          <w:rFonts w:cs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lastRenderedPageBreak/>
        <w:t>Drawing A and Drawing B below are showing the same joining plate. Use the dimensions given in Drawing A, calculate and record the dimensions for Drawing B in the space provided.</w:t>
      </w:r>
      <w:r w:rsidRPr="0085459C">
        <w:rPr>
          <w:sz w:val="22"/>
          <w:szCs w:val="22"/>
        </w:rPr>
        <w:t xml:space="preserve"> </w:t>
      </w:r>
    </w:p>
    <w:tbl>
      <w:tblPr>
        <w:tblStyle w:val="TableGrid"/>
        <w:tblpPr w:leftFromText="180" w:rightFromText="180" w:vertAnchor="text" w:horzAnchor="page" w:tblpX="8435" w:tblpY="1064"/>
        <w:tblW w:w="0" w:type="auto"/>
        <w:tblLook w:val="04A0" w:firstRow="1" w:lastRow="0" w:firstColumn="1" w:lastColumn="0" w:noHBand="0" w:noVBand="1"/>
      </w:tblPr>
      <w:tblGrid>
        <w:gridCol w:w="1284"/>
        <w:gridCol w:w="1499"/>
      </w:tblGrid>
      <w:tr w:rsidR="007915EE" w14:paraId="66FA51D3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84" w:type="dxa"/>
            <w:tcBorders>
              <w:bottom w:val="single" w:sz="4" w:space="0" w:color="auto"/>
            </w:tcBorders>
          </w:tcPr>
          <w:p w14:paraId="75B3E0FE" w14:textId="77777777" w:rsidR="007915EE" w:rsidRPr="0085459C" w:rsidRDefault="007915EE" w:rsidP="00E7507E">
            <w:pPr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Dimension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10CB6BFC" w14:textId="77777777" w:rsidR="007915EE" w:rsidRPr="0085459C" w:rsidRDefault="007915EE" w:rsidP="00E7507E">
            <w:pPr>
              <w:jc w:val="center"/>
              <w:rPr>
                <w:sz w:val="22"/>
                <w:szCs w:val="22"/>
              </w:rPr>
            </w:pPr>
            <w:r w:rsidRPr="0085459C">
              <w:rPr>
                <w:sz w:val="22"/>
                <w:szCs w:val="22"/>
              </w:rPr>
              <w:t>Record missing dimension</w:t>
            </w:r>
          </w:p>
        </w:tc>
      </w:tr>
      <w:tr w:rsidR="007915EE" w14:paraId="62860E5C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FD18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5BB6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40</w:t>
            </w:r>
          </w:p>
        </w:tc>
      </w:tr>
      <w:tr w:rsidR="007915EE" w14:paraId="2CBE462F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D6EF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5DCD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122</w:t>
            </w:r>
          </w:p>
        </w:tc>
      </w:tr>
      <w:tr w:rsidR="007915EE" w14:paraId="4E1B2AFB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4235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A985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9</w:t>
            </w:r>
          </w:p>
        </w:tc>
      </w:tr>
      <w:tr w:rsidR="007915EE" w14:paraId="504F4781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CCF5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8A74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23</w:t>
            </w:r>
          </w:p>
        </w:tc>
      </w:tr>
      <w:tr w:rsidR="007915EE" w14:paraId="040A291C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F5A9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070C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</w:t>
            </w:r>
          </w:p>
        </w:tc>
      </w:tr>
      <w:tr w:rsidR="007915EE" w14:paraId="6DA733B2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D12B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28BA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10</w:t>
            </w:r>
          </w:p>
        </w:tc>
      </w:tr>
      <w:tr w:rsidR="007915EE" w14:paraId="1F8C156B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227C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BB65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18</w:t>
            </w:r>
          </w:p>
        </w:tc>
      </w:tr>
      <w:tr w:rsidR="007915EE" w14:paraId="55330A62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69EF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DB48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30</w:t>
            </w:r>
          </w:p>
        </w:tc>
      </w:tr>
      <w:tr w:rsidR="007915EE" w14:paraId="009FA4AF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3868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J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A95A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56</w:t>
            </w:r>
          </w:p>
        </w:tc>
      </w:tr>
      <w:tr w:rsidR="007915EE" w14:paraId="33CE6AEF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8FE4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K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C7C9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99</w:t>
            </w:r>
          </w:p>
        </w:tc>
      </w:tr>
      <w:tr w:rsidR="007915EE" w14:paraId="59EB6F79" w14:textId="77777777" w:rsidTr="00E7507E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2D44" w14:textId="77777777" w:rsidR="007915EE" w:rsidRPr="0085459C" w:rsidRDefault="007915EE" w:rsidP="00E7507E">
            <w:pPr>
              <w:jc w:val="center"/>
              <w:rPr>
                <w:b/>
                <w:sz w:val="22"/>
                <w:szCs w:val="22"/>
              </w:rPr>
            </w:pPr>
            <w:r w:rsidRPr="0085459C">
              <w:rPr>
                <w:b/>
                <w:sz w:val="22"/>
                <w:szCs w:val="22"/>
              </w:rPr>
              <w:t>L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4665" w14:textId="77777777" w:rsidR="007915EE" w:rsidRPr="000C410A" w:rsidRDefault="007915EE" w:rsidP="00E750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116</w:t>
            </w:r>
          </w:p>
        </w:tc>
      </w:tr>
    </w:tbl>
    <w:p w14:paraId="38206C8B" w14:textId="77777777" w:rsidR="007915EE" w:rsidRPr="0085459C" w:rsidRDefault="007915EE" w:rsidP="007915EE">
      <w:pPr>
        <w:spacing w:line="360" w:lineRule="auto"/>
        <w:ind w:left="360"/>
        <w:rPr>
          <w:sz w:val="22"/>
          <w:szCs w:val="22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77548F52" wp14:editId="020B4251">
            <wp:simplePos x="0" y="0"/>
            <wp:positionH relativeFrom="margin">
              <wp:align>left</wp:align>
            </wp:positionH>
            <wp:positionV relativeFrom="paragraph">
              <wp:posOffset>433705</wp:posOffset>
            </wp:positionV>
            <wp:extent cx="3302635" cy="2115185"/>
            <wp:effectExtent l="0" t="0" r="0" b="0"/>
            <wp:wrapTopAndBottom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led plate 1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635" cy="2115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5994">
        <w:t xml:space="preserve"> </w:t>
      </w:r>
      <w:r w:rsidRPr="0085459C">
        <w:rPr>
          <w:rFonts w:cs="Arial"/>
          <w:b/>
          <w:i/>
          <w:color w:val="000000"/>
          <w:sz w:val="22"/>
          <w:szCs w:val="22"/>
        </w:rPr>
        <w:t xml:space="preserve">Drawing A </w:t>
      </w:r>
    </w:p>
    <w:p w14:paraId="0AC53DA4" w14:textId="77777777" w:rsidR="007915EE" w:rsidRPr="00B30F8E" w:rsidRDefault="007915EE" w:rsidP="007915EE">
      <w:pPr>
        <w:pStyle w:val="Body"/>
        <w:ind w:left="360"/>
        <w:rPr>
          <w:sz w:val="22"/>
          <w:szCs w:val="22"/>
        </w:rPr>
      </w:pPr>
      <w:r>
        <w:rPr>
          <w:rFonts w:cs="Arial"/>
          <w:b/>
          <w:i/>
          <w:noProof/>
          <w:color w:val="000000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FBC4EB" wp14:editId="49BE1449">
                <wp:simplePos x="0" y="0"/>
                <wp:positionH relativeFrom="margin">
                  <wp:align>left</wp:align>
                </wp:positionH>
                <wp:positionV relativeFrom="page">
                  <wp:posOffset>8462427</wp:posOffset>
                </wp:positionV>
                <wp:extent cx="282575" cy="368844"/>
                <wp:effectExtent l="0" t="0" r="317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3688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796E8D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BC4EB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0;margin-top:666.35pt;width:22.25pt;height:29.0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" fillcolor="white [3201]" stroked="f" strokeweight=".5pt">
                <v:textbox>
                  <w:txbxContent>
                    <w:p w14:paraId="65796E8D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BDA8615" w14:textId="3004FB45" w:rsidR="007915EE" w:rsidRPr="0085459C" w:rsidRDefault="001B357A" w:rsidP="007915EE">
      <w:pPr>
        <w:tabs>
          <w:tab w:val="left" w:pos="7080"/>
        </w:tabs>
        <w:rPr>
          <w:rFonts w:ascii="Arial" w:eastAsia="Times New Roman" w:hAnsi="Arial" w:cs="Times New Roman"/>
          <w:sz w:val="22"/>
          <w:szCs w:val="22"/>
          <w:lang w:val="en-US"/>
        </w:rPr>
      </w:pPr>
      <w:r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744EC5C" wp14:editId="27432A28">
                <wp:simplePos x="0" y="0"/>
                <wp:positionH relativeFrom="column">
                  <wp:posOffset>1616710</wp:posOffset>
                </wp:positionH>
                <wp:positionV relativeFrom="page">
                  <wp:posOffset>4666615</wp:posOffset>
                </wp:positionV>
                <wp:extent cx="282575" cy="368300"/>
                <wp:effectExtent l="0" t="0" r="3175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F26117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 w:rsidRPr="00775994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4EC5C" id="Text Box 39" o:spid="_x0000_s1027" type="#_x0000_t202" style="position:absolute;margin-left:127.3pt;margin-top:367.45pt;width:22.25pt;height:2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" fillcolor="white [3201]" stroked="f" strokeweight=".5pt">
                <v:textbox>
                  <w:txbxContent>
                    <w:p w14:paraId="7EF26117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 w:rsidRPr="00775994">
                        <w:rPr>
                          <w:b/>
                        </w:rPr>
                        <w:t>B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915EE"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1D05BC" wp14:editId="2071C3F5">
                <wp:simplePos x="0" y="0"/>
                <wp:positionH relativeFrom="column">
                  <wp:posOffset>4203833</wp:posOffset>
                </wp:positionH>
                <wp:positionV relativeFrom="page">
                  <wp:posOffset>6823881</wp:posOffset>
                </wp:positionV>
                <wp:extent cx="188879" cy="368300"/>
                <wp:effectExtent l="0" t="0" r="1905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879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A0C8AD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  <w:r w:rsidRPr="006F6840">
                              <w:rPr>
                                <w:b/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39C458F3" wp14:editId="3C953586">
                                  <wp:extent cx="93345" cy="122018"/>
                                  <wp:effectExtent l="0" t="0" r="1905" b="0"/>
                                  <wp:docPr id="60" name="Pictur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" cy="1220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D05BC" id="Text Box 48" o:spid="_x0000_s1028" type="#_x0000_t202" style="position:absolute;margin-left:331pt;margin-top:537.3pt;width:14.85pt;height:2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" fillcolor="white [3201]" stroked="f" strokeweight=".5pt">
                <v:textbox>
                  <w:txbxContent>
                    <w:p w14:paraId="68A0C8AD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  <w:r w:rsidRPr="006F6840">
                        <w:rPr>
                          <w:b/>
                          <w:noProof/>
                          <w:lang w:eastAsia="en-AU"/>
                        </w:rPr>
                        <w:drawing>
                          <wp:inline distT="0" distB="0" distL="0" distR="0" wp14:anchorId="39C458F3" wp14:editId="3C953586">
                            <wp:extent cx="93345" cy="122018"/>
                            <wp:effectExtent l="0" t="0" r="1905" b="0"/>
                            <wp:docPr id="60" name="Pictur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45" cy="1220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915EE"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7774C7E" wp14:editId="46BE6A58">
                <wp:simplePos x="0" y="0"/>
                <wp:positionH relativeFrom="margin">
                  <wp:posOffset>13970</wp:posOffset>
                </wp:positionH>
                <wp:positionV relativeFrom="page">
                  <wp:posOffset>7124065</wp:posOffset>
                </wp:positionV>
                <wp:extent cx="323215" cy="357505"/>
                <wp:effectExtent l="0" t="0" r="635" b="44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23215" cy="357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AAAC61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74C7E" id="Text Box 10" o:spid="_x0000_s1029" type="#_x0000_t202" style="position:absolute;margin-left:1.1pt;margin-top:560.95pt;width:25.45pt;height:28.15pt;flip:x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" fillcolor="white [3201]" stroked="f" strokeweight=".5pt">
                <v:textbox>
                  <w:txbxContent>
                    <w:p w14:paraId="50AAAC61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915EE"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029361" wp14:editId="5DFA0657">
                <wp:simplePos x="0" y="0"/>
                <wp:positionH relativeFrom="margin">
                  <wp:posOffset>27077</wp:posOffset>
                </wp:positionH>
                <wp:positionV relativeFrom="page">
                  <wp:posOffset>6887655</wp:posOffset>
                </wp:positionV>
                <wp:extent cx="282575" cy="357667"/>
                <wp:effectExtent l="0" t="0" r="3175" b="444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82575" cy="3576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7B61E8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29361" id="Text Box 42" o:spid="_x0000_s1030" type="#_x0000_t202" style="position:absolute;margin-left:2.15pt;margin-top:542.35pt;width:22.25pt;height:28.1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" fillcolor="white [3201]" stroked="f" strokeweight=".5pt">
                <v:textbox>
                  <w:txbxContent>
                    <w:p w14:paraId="2E7B61E8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915EE"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DB3F6" wp14:editId="0E6DCD32">
                <wp:simplePos x="0" y="0"/>
                <wp:positionH relativeFrom="leftMargin">
                  <wp:align>right</wp:align>
                </wp:positionH>
                <wp:positionV relativeFrom="page">
                  <wp:posOffset>5912703</wp:posOffset>
                </wp:positionV>
                <wp:extent cx="282575" cy="368844"/>
                <wp:effectExtent l="0" t="0" r="3175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3688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57F0B3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DB3F6" id="Text Box 41" o:spid="_x0000_s1031" type="#_x0000_t202" style="position:absolute;margin-left:-28.95pt;margin-top:465.55pt;width:22.25pt;height:29.05pt;z-index:25166233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" fillcolor="white [3201]" stroked="f" strokeweight=".5pt">
                <v:textbox>
                  <w:txbxContent>
                    <w:p w14:paraId="5B57F0B3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915EE" w:rsidRPr="0085459C">
        <w:rPr>
          <w:noProof/>
          <w:sz w:val="22"/>
          <w:szCs w:val="22"/>
          <w:lang w:eastAsia="en-AU"/>
        </w:rPr>
        <w:drawing>
          <wp:anchor distT="0" distB="0" distL="114300" distR="114300" simplePos="0" relativeHeight="251660288" behindDoc="0" locked="0" layoutInCell="1" allowOverlap="1" wp14:anchorId="2565AF10" wp14:editId="48F9BF9F">
            <wp:simplePos x="0" y="0"/>
            <wp:positionH relativeFrom="margin">
              <wp:align>left</wp:align>
            </wp:positionH>
            <wp:positionV relativeFrom="paragraph">
              <wp:posOffset>415726</wp:posOffset>
            </wp:positionV>
            <wp:extent cx="4421505" cy="3660140"/>
            <wp:effectExtent l="0" t="0" r="0" b="0"/>
            <wp:wrapTopAndBottom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led plate 2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1505" cy="366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15EE"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390331" wp14:editId="163C2CC5">
                <wp:simplePos x="0" y="0"/>
                <wp:positionH relativeFrom="margin">
                  <wp:posOffset>3932395</wp:posOffset>
                </wp:positionH>
                <wp:positionV relativeFrom="page">
                  <wp:posOffset>6829425</wp:posOffset>
                </wp:positionV>
                <wp:extent cx="282575" cy="368844"/>
                <wp:effectExtent l="0" t="0" r="3175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3688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E21C3F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  <w:r w:rsidRPr="006F6840">
                              <w:rPr>
                                <w:b/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433327F3" wp14:editId="1C90800D">
                                  <wp:extent cx="93345" cy="122018"/>
                                  <wp:effectExtent l="0" t="0" r="1905" b="0"/>
                                  <wp:docPr id="61" name="Picture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" cy="1220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90331" id="Text Box 50" o:spid="_x0000_s1032" type="#_x0000_t202" style="position:absolute;margin-left:309.65pt;margin-top:537.75pt;width:22.25pt;height:29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" fillcolor="white [3201]" stroked="f" strokeweight=".5pt">
                <v:textbox>
                  <w:txbxContent>
                    <w:p w14:paraId="10E21C3F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  <w:r w:rsidRPr="006F6840">
                        <w:rPr>
                          <w:b/>
                          <w:noProof/>
                          <w:lang w:eastAsia="en-AU"/>
                        </w:rPr>
                        <w:drawing>
                          <wp:inline distT="0" distB="0" distL="0" distR="0" wp14:anchorId="433327F3" wp14:editId="1C90800D">
                            <wp:extent cx="93345" cy="122018"/>
                            <wp:effectExtent l="0" t="0" r="1905" b="0"/>
                            <wp:docPr id="61" name="Picture 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45" cy="1220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915EE"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8E3D5D" wp14:editId="74D4CA4F">
                <wp:simplePos x="0" y="0"/>
                <wp:positionH relativeFrom="margin">
                  <wp:align>left</wp:align>
                </wp:positionH>
                <wp:positionV relativeFrom="page">
                  <wp:posOffset>7401967</wp:posOffset>
                </wp:positionV>
                <wp:extent cx="282575" cy="368844"/>
                <wp:effectExtent l="0" t="0" r="317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3688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58B577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E3D5D" id="Text Box 44" o:spid="_x0000_s1033" type="#_x0000_t202" style="position:absolute;margin-left:0;margin-top:582.85pt;width:22.25pt;height:29.0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" fillcolor="white [3201]" stroked="f" strokeweight=".5pt">
                <v:textbox>
                  <w:txbxContent>
                    <w:p w14:paraId="4F58B577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915EE"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623B60" wp14:editId="2D8CA353">
                <wp:simplePos x="0" y="0"/>
                <wp:positionH relativeFrom="margin">
                  <wp:align>left</wp:align>
                </wp:positionH>
                <wp:positionV relativeFrom="page">
                  <wp:posOffset>7766268</wp:posOffset>
                </wp:positionV>
                <wp:extent cx="282575" cy="368844"/>
                <wp:effectExtent l="0" t="0" r="3175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3688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4ABF21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23B60" id="Text Box 45" o:spid="_x0000_s1034" type="#_x0000_t202" style="position:absolute;margin-left:0;margin-top:611.5pt;width:22.25pt;height:29.0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" fillcolor="white [3201]" stroked="f" strokeweight=".5pt">
                <v:textbox>
                  <w:txbxContent>
                    <w:p w14:paraId="5A4ABF21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915EE"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626BA4" wp14:editId="65C826CD">
                <wp:simplePos x="0" y="0"/>
                <wp:positionH relativeFrom="margin">
                  <wp:align>left</wp:align>
                </wp:positionH>
                <wp:positionV relativeFrom="page">
                  <wp:posOffset>8132236</wp:posOffset>
                </wp:positionV>
                <wp:extent cx="282575" cy="368844"/>
                <wp:effectExtent l="0" t="0" r="3175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3688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388D01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26BA4" id="Text Box 46" o:spid="_x0000_s1035" type="#_x0000_t202" style="position:absolute;margin-left:0;margin-top:640.35pt;width:22.25pt;height:29.0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" fillcolor="white [3201]" stroked="f" strokeweight=".5pt">
                <v:textbox>
                  <w:txbxContent>
                    <w:p w14:paraId="2C388D01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915EE"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857777" wp14:editId="7D44E6C5">
                <wp:simplePos x="0" y="0"/>
                <wp:positionH relativeFrom="column">
                  <wp:posOffset>3605019</wp:posOffset>
                </wp:positionH>
                <wp:positionV relativeFrom="page">
                  <wp:posOffset>6835510</wp:posOffset>
                </wp:positionV>
                <wp:extent cx="282575" cy="368844"/>
                <wp:effectExtent l="0" t="0" r="3175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3688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6792ED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Pr="006F6840">
                              <w:rPr>
                                <w:b/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E8D4657" wp14:editId="3CD06CB8">
                                  <wp:extent cx="93345" cy="122018"/>
                                  <wp:effectExtent l="0" t="0" r="1905" b="0"/>
                                  <wp:docPr id="59" name="Picture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" cy="1220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57777" id="Text Box 52" o:spid="_x0000_s1036" type="#_x0000_t202" style="position:absolute;margin-left:283.85pt;margin-top:538.25pt;width:22.25pt;height:29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" fillcolor="white [3201]" stroked="f" strokeweight=".5pt">
                <v:textbox>
                  <w:txbxContent>
                    <w:p w14:paraId="066792ED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Pr="006F6840">
                        <w:rPr>
                          <w:b/>
                          <w:noProof/>
                          <w:lang w:eastAsia="en-AU"/>
                        </w:rPr>
                        <w:drawing>
                          <wp:inline distT="0" distB="0" distL="0" distR="0" wp14:anchorId="6E8D4657" wp14:editId="3CD06CB8">
                            <wp:extent cx="93345" cy="122018"/>
                            <wp:effectExtent l="0" t="0" r="1905" b="0"/>
                            <wp:docPr id="59" name="Picture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45" cy="1220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915EE" w:rsidRPr="0085459C">
        <w:rPr>
          <w:rFonts w:cs="Arial"/>
          <w:b/>
          <w:i/>
          <w:noProof/>
          <w:color w:val="000000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7560BE6" wp14:editId="1B136BF8">
                <wp:simplePos x="0" y="0"/>
                <wp:positionH relativeFrom="margin">
                  <wp:align>left</wp:align>
                </wp:positionH>
                <wp:positionV relativeFrom="paragraph">
                  <wp:posOffset>2085843</wp:posOffset>
                </wp:positionV>
                <wp:extent cx="238760" cy="346075"/>
                <wp:effectExtent l="0" t="0" r="889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" cy="34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308592" w14:textId="77777777" w:rsidR="00B50D1E" w:rsidRPr="00775994" w:rsidRDefault="00B50D1E" w:rsidP="007915E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60BE6" id="Text Box 43" o:spid="_x0000_s1037" type="#_x0000_t202" style="position:absolute;margin-left:0;margin-top:164.25pt;width:18.8pt;height:27.25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" fillcolor="white [3201]" stroked="f" strokeweight=".5pt">
                <v:textbox>
                  <w:txbxContent>
                    <w:p w14:paraId="0D308592" w14:textId="77777777" w:rsidR="00B50D1E" w:rsidRPr="00775994" w:rsidRDefault="00B50D1E" w:rsidP="007915E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15EE" w:rsidRPr="0085459C">
        <w:rPr>
          <w:rFonts w:cs="Arial"/>
          <w:b/>
          <w:i/>
          <w:color w:val="000000"/>
          <w:sz w:val="22"/>
          <w:szCs w:val="22"/>
        </w:rPr>
        <w:t xml:space="preserve">Drawing B </w:t>
      </w:r>
      <w:r w:rsidR="007915EE" w:rsidRPr="0085459C">
        <w:rPr>
          <w:rFonts w:ascii="Arial" w:eastAsia="Times New Roman" w:hAnsi="Arial" w:cs="Times New Roman"/>
          <w:sz w:val="22"/>
          <w:szCs w:val="22"/>
          <w:lang w:val="en-US"/>
        </w:rPr>
        <w:t xml:space="preserve"> </w:t>
      </w:r>
      <w:r w:rsidR="007915EE" w:rsidRPr="0085459C">
        <w:rPr>
          <w:rFonts w:ascii="Arial" w:eastAsia="Times New Roman" w:hAnsi="Arial" w:cs="Times New Roman"/>
          <w:sz w:val="22"/>
          <w:szCs w:val="22"/>
          <w:lang w:val="en-US"/>
        </w:rPr>
        <w:tab/>
        <w:t xml:space="preserve"> </w:t>
      </w:r>
    </w:p>
    <w:p w14:paraId="1956B4BD" w14:textId="77777777" w:rsidR="007915EE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2E6079B9" w14:textId="77777777" w:rsidR="007915EE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462A777D" w14:textId="44971C03" w:rsidR="007915EE" w:rsidRPr="0085459C" w:rsidRDefault="007915EE" w:rsidP="007915EE">
      <w:pPr>
        <w:pStyle w:val="Body"/>
        <w:numPr>
          <w:ilvl w:val="0"/>
          <w:numId w:val="20"/>
        </w:numPr>
        <w:rPr>
          <w:sz w:val="22"/>
          <w:szCs w:val="22"/>
        </w:rPr>
      </w:pPr>
      <w:r w:rsidRPr="0085459C">
        <w:rPr>
          <w:sz w:val="22"/>
          <w:szCs w:val="22"/>
        </w:rPr>
        <w:lastRenderedPageBreak/>
        <w:t>Using the drawing of the joining plate in question 9,  calculate the length required to mark out 40 off joining plates from a 6 met</w:t>
      </w:r>
      <w:r w:rsidR="001B357A">
        <w:rPr>
          <w:sz w:val="22"/>
          <w:szCs w:val="22"/>
        </w:rPr>
        <w:t>re</w:t>
      </w:r>
      <w:r w:rsidRPr="0085459C">
        <w:rPr>
          <w:sz w:val="22"/>
          <w:szCs w:val="22"/>
        </w:rPr>
        <w:t xml:space="preserve"> length of flat bar</w:t>
      </w:r>
    </w:p>
    <w:p w14:paraId="6636C29C" w14:textId="77777777" w:rsidR="007915EE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</w:p>
    <w:p w14:paraId="5DD4D075" w14:textId="778F158E" w:rsidR="007915EE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 w:rsidRPr="0085459C">
        <w:rPr>
          <w:sz w:val="22"/>
          <w:szCs w:val="22"/>
        </w:rPr>
        <w:t>Answer</w:t>
      </w:r>
      <w:r>
        <w:rPr>
          <w:sz w:val="22"/>
          <w:szCs w:val="22"/>
        </w:rPr>
        <w:t xml:space="preserve">: </w:t>
      </w:r>
      <w:r w:rsidRPr="000C410A">
        <w:rPr>
          <w:color w:val="FF0000"/>
          <w:sz w:val="22"/>
          <w:szCs w:val="22"/>
        </w:rPr>
        <w:t>40 x 122 = 4880mm</w:t>
      </w:r>
    </w:p>
    <w:p w14:paraId="484E0706" w14:textId="77777777" w:rsidR="007915EE" w:rsidRDefault="007915EE" w:rsidP="007915EE">
      <w:pPr>
        <w:pStyle w:val="Body"/>
        <w:tabs>
          <w:tab w:val="decimal" w:leader="underscore" w:pos="9070"/>
        </w:tabs>
        <w:spacing w:line="360" w:lineRule="auto"/>
      </w:pPr>
    </w:p>
    <w:p w14:paraId="747047F2" w14:textId="65AA569D" w:rsidR="007915EE" w:rsidRPr="003D6AA7" w:rsidRDefault="007915EE" w:rsidP="007915EE">
      <w:pPr>
        <w:pStyle w:val="Body"/>
        <w:numPr>
          <w:ilvl w:val="0"/>
          <w:numId w:val="20"/>
        </w:numPr>
        <w:rPr>
          <w:sz w:val="22"/>
          <w:szCs w:val="22"/>
        </w:rPr>
      </w:pPr>
      <w:r w:rsidRPr="003D6AA7">
        <w:rPr>
          <w:sz w:val="22"/>
          <w:szCs w:val="22"/>
        </w:rPr>
        <w:t>Using the answer from question 10 what would be the length of offcut left from the 6 met</w:t>
      </w:r>
      <w:r w:rsidR="001B357A">
        <w:rPr>
          <w:sz w:val="22"/>
          <w:szCs w:val="22"/>
        </w:rPr>
        <w:t>re</w:t>
      </w:r>
      <w:r w:rsidRPr="003D6AA7">
        <w:rPr>
          <w:sz w:val="22"/>
          <w:szCs w:val="22"/>
        </w:rPr>
        <w:t xml:space="preserve"> length of flat bar</w:t>
      </w:r>
    </w:p>
    <w:p w14:paraId="1284F5CB" w14:textId="77777777" w:rsidR="007915EE" w:rsidRPr="003D6AA7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1D62F5C" w14:textId="1CBAA50D" w:rsidR="007915EE" w:rsidRPr="003D6AA7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 w:rsidRPr="003D6AA7">
        <w:rPr>
          <w:sz w:val="22"/>
          <w:szCs w:val="22"/>
        </w:rPr>
        <w:t>Answer</w:t>
      </w:r>
      <w:r>
        <w:rPr>
          <w:sz w:val="22"/>
          <w:szCs w:val="22"/>
        </w:rPr>
        <w:t xml:space="preserve">: </w:t>
      </w:r>
      <w:r w:rsidR="00E7507E">
        <w:rPr>
          <w:color w:val="FF0000"/>
          <w:sz w:val="22"/>
          <w:szCs w:val="22"/>
        </w:rPr>
        <w:t>6000 – 4880 = 1120mm</w:t>
      </w:r>
    </w:p>
    <w:p w14:paraId="60E3A241" w14:textId="77777777" w:rsidR="007915EE" w:rsidRPr="003D6AA7" w:rsidRDefault="007915EE" w:rsidP="007915EE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7D47C8B" w14:textId="77777777" w:rsidR="007915EE" w:rsidRPr="003D6AA7" w:rsidRDefault="007915EE" w:rsidP="007915EE">
      <w:pPr>
        <w:pStyle w:val="Body"/>
        <w:tabs>
          <w:tab w:val="decimal" w:leader="underscore" w:pos="9070"/>
        </w:tabs>
        <w:spacing w:line="360" w:lineRule="auto"/>
        <w:rPr>
          <w:sz w:val="22"/>
          <w:szCs w:val="22"/>
        </w:rPr>
      </w:pPr>
    </w:p>
    <w:p w14:paraId="4DBAADAC" w14:textId="77777777" w:rsidR="007915EE" w:rsidRDefault="007915EE" w:rsidP="007915EE">
      <w:pPr>
        <w:pStyle w:val="Body"/>
        <w:tabs>
          <w:tab w:val="decimal" w:leader="underscore" w:pos="9070"/>
        </w:tabs>
        <w:spacing w:line="360" w:lineRule="auto"/>
      </w:pPr>
    </w:p>
    <w:p w14:paraId="0DA57CC6" w14:textId="2F4663DC" w:rsidR="007915EE" w:rsidRPr="003D6AA7" w:rsidRDefault="009F65A9" w:rsidP="007915EE">
      <w:pPr>
        <w:pStyle w:val="Body"/>
        <w:numPr>
          <w:ilvl w:val="0"/>
          <w:numId w:val="20"/>
        </w:num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  <w:r>
        <w:rPr>
          <w:color w:val="000000" w:themeColor="text1"/>
          <w:sz w:val="22"/>
          <w:szCs w:val="22"/>
        </w:rPr>
        <w:t>In the table below number in the correct order the zero adjusting procedures for the use of a digital calipers.</w:t>
      </w:r>
    </w:p>
    <w:p w14:paraId="20B070E1" w14:textId="77777777" w:rsidR="007915EE" w:rsidRPr="003D6AA7" w:rsidRDefault="007915EE" w:rsidP="007915EE">
      <w:pPr>
        <w:pStyle w:val="Body"/>
        <w:tabs>
          <w:tab w:val="clear" w:pos="284"/>
        </w:tabs>
        <w:spacing w:before="0" w:after="200" w:line="276" w:lineRule="auto"/>
        <w:ind w:left="425"/>
        <w:rPr>
          <w:rFonts w:eastAsia="Times New Roman"/>
          <w:b/>
          <w:noProof/>
          <w:color w:val="464748"/>
          <w:kern w:val="22"/>
          <w:sz w:val="22"/>
          <w:szCs w:val="22"/>
          <w:lang w:eastAsia="en-AU"/>
        </w:rPr>
      </w:pPr>
    </w:p>
    <w:tbl>
      <w:tblPr>
        <w:tblStyle w:val="TableGrid10"/>
        <w:tblW w:w="0" w:type="auto"/>
        <w:tblLook w:val="04A0" w:firstRow="1" w:lastRow="0" w:firstColumn="1" w:lastColumn="0" w:noHBand="0" w:noVBand="1"/>
      </w:tblPr>
      <w:tblGrid>
        <w:gridCol w:w="7225"/>
        <w:gridCol w:w="1835"/>
      </w:tblGrid>
      <w:tr w:rsidR="009F65A9" w:rsidRPr="00B820A4" w14:paraId="7B14F73E" w14:textId="77777777" w:rsidTr="00F169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225" w:type="dxa"/>
          </w:tcPr>
          <w:p w14:paraId="17E0C6D3" w14:textId="6D03561B" w:rsidR="009F65A9" w:rsidRPr="00B50D1E" w:rsidRDefault="009F65A9" w:rsidP="009F6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Zero Adjustment </w:t>
            </w:r>
            <w:r>
              <w:rPr>
                <w:sz w:val="22"/>
                <w:szCs w:val="22"/>
              </w:rPr>
              <w:t>Description</w:t>
            </w:r>
          </w:p>
        </w:tc>
        <w:tc>
          <w:tcPr>
            <w:tcW w:w="1835" w:type="dxa"/>
          </w:tcPr>
          <w:p w14:paraId="25384753" w14:textId="77777777" w:rsidR="009F65A9" w:rsidRPr="00B820A4" w:rsidRDefault="009F65A9" w:rsidP="00F169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Order of step (No)</w:t>
            </w:r>
          </w:p>
        </w:tc>
      </w:tr>
      <w:tr w:rsidR="009F65A9" w:rsidRPr="00B820A4" w14:paraId="4E019402" w14:textId="77777777" w:rsidTr="00F169F1">
        <w:tc>
          <w:tcPr>
            <w:tcW w:w="7225" w:type="dxa"/>
          </w:tcPr>
          <w:p w14:paraId="6E5DF949" w14:textId="7502475C" w:rsidR="009F65A9" w:rsidRPr="00B50D1E" w:rsidRDefault="009F65A9" w:rsidP="009F65A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Wipe faces and slide faces  with a clean cloth</w:t>
            </w:r>
          </w:p>
        </w:tc>
        <w:tc>
          <w:tcPr>
            <w:tcW w:w="1835" w:type="dxa"/>
          </w:tcPr>
          <w:p w14:paraId="263157C9" w14:textId="76B5DE30" w:rsidR="009F65A9" w:rsidRPr="00B820A4" w:rsidRDefault="009F65A9" w:rsidP="00F169F1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2</w:t>
            </w:r>
          </w:p>
        </w:tc>
      </w:tr>
      <w:tr w:rsidR="009F65A9" w:rsidRPr="00B820A4" w14:paraId="4CA59F4D" w14:textId="77777777" w:rsidTr="00F169F1">
        <w:tc>
          <w:tcPr>
            <w:tcW w:w="7225" w:type="dxa"/>
          </w:tcPr>
          <w:p w14:paraId="2D97F056" w14:textId="2638C5A5" w:rsidR="009F65A9" w:rsidRPr="00B50D1E" w:rsidRDefault="009F65A9" w:rsidP="00F169F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Slide open caliper jaws</w:t>
            </w:r>
          </w:p>
        </w:tc>
        <w:tc>
          <w:tcPr>
            <w:tcW w:w="1835" w:type="dxa"/>
          </w:tcPr>
          <w:p w14:paraId="38EBE464" w14:textId="5D3CAB78" w:rsidR="009F65A9" w:rsidRPr="00B820A4" w:rsidRDefault="009F65A9" w:rsidP="00F169F1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1</w:t>
            </w:r>
          </w:p>
        </w:tc>
      </w:tr>
      <w:tr w:rsidR="009F65A9" w:rsidRPr="00B820A4" w14:paraId="2992B90A" w14:textId="77777777" w:rsidTr="00F169F1">
        <w:tc>
          <w:tcPr>
            <w:tcW w:w="7225" w:type="dxa"/>
          </w:tcPr>
          <w:p w14:paraId="08DD380D" w14:textId="36A2C77F" w:rsidR="009F65A9" w:rsidRPr="00681A95" w:rsidRDefault="009F65A9" w:rsidP="00F169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Slide  jaws to open/close and check reading</w:t>
            </w:r>
          </w:p>
        </w:tc>
        <w:tc>
          <w:tcPr>
            <w:tcW w:w="1835" w:type="dxa"/>
          </w:tcPr>
          <w:p w14:paraId="29BBED7E" w14:textId="77777777" w:rsidR="009F65A9" w:rsidRPr="00B820A4" w:rsidRDefault="009F65A9" w:rsidP="00F169F1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5</w:t>
            </w:r>
          </w:p>
        </w:tc>
      </w:tr>
      <w:tr w:rsidR="009F65A9" w:rsidRPr="00B820A4" w14:paraId="37D9C020" w14:textId="77777777" w:rsidTr="00F169F1">
        <w:tc>
          <w:tcPr>
            <w:tcW w:w="7225" w:type="dxa"/>
          </w:tcPr>
          <w:p w14:paraId="7CD18C4C" w14:textId="212A2A5A" w:rsidR="009F65A9" w:rsidRPr="00B50D1E" w:rsidRDefault="009F65A9" w:rsidP="00F169F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Press reset button to calibrate a zero reading</w:t>
            </w:r>
          </w:p>
        </w:tc>
        <w:tc>
          <w:tcPr>
            <w:tcW w:w="1835" w:type="dxa"/>
          </w:tcPr>
          <w:p w14:paraId="0E002D62" w14:textId="29E1FC70" w:rsidR="009F65A9" w:rsidRPr="00B820A4" w:rsidRDefault="009F65A9" w:rsidP="00F169F1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4</w:t>
            </w:r>
          </w:p>
        </w:tc>
      </w:tr>
      <w:tr w:rsidR="009F65A9" w:rsidRPr="00B820A4" w14:paraId="2EF272F1" w14:textId="77777777" w:rsidTr="00F169F1">
        <w:tc>
          <w:tcPr>
            <w:tcW w:w="7225" w:type="dxa"/>
          </w:tcPr>
          <w:p w14:paraId="37AC55F4" w14:textId="3DD4EC1D" w:rsidR="009F65A9" w:rsidRPr="00B50D1E" w:rsidRDefault="009F65A9" w:rsidP="00F169F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Slide closed the caliper jaws with slight pressure</w:t>
            </w:r>
          </w:p>
        </w:tc>
        <w:tc>
          <w:tcPr>
            <w:tcW w:w="1835" w:type="dxa"/>
          </w:tcPr>
          <w:p w14:paraId="696A52AC" w14:textId="77777777" w:rsidR="009F65A9" w:rsidRPr="00B820A4" w:rsidRDefault="009F65A9" w:rsidP="00F169F1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3</w:t>
            </w:r>
          </w:p>
        </w:tc>
      </w:tr>
    </w:tbl>
    <w:p w14:paraId="1A3C2E25" w14:textId="305734F5" w:rsidR="007915EE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1C9763E9" w14:textId="5330A41A" w:rsidR="00D56E77" w:rsidRDefault="00D56E77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0C145F20" w14:textId="77777777" w:rsidR="00D56E77" w:rsidRDefault="00D56E77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11C2EFFA" w14:textId="18290E63" w:rsidR="007915EE" w:rsidRPr="00B50D1E" w:rsidRDefault="007915EE" w:rsidP="00B50D1E">
      <w:pPr>
        <w:pStyle w:val="ListParagraph"/>
        <w:tabs>
          <w:tab w:val="clear" w:pos="284"/>
        </w:tabs>
        <w:spacing w:before="0" w:after="200" w:line="276" w:lineRule="auto"/>
        <w:ind w:left="785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03D259EC" w14:textId="6BDA14DC" w:rsidR="00B50D1E" w:rsidRDefault="00B50D1E" w:rsidP="00B50D1E">
      <w:pPr>
        <w:pStyle w:val="Body"/>
        <w:numPr>
          <w:ilvl w:val="0"/>
          <w:numId w:val="20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 micrometer must always be checked for accuracy prior to its use. In the table below, number the </w:t>
      </w:r>
      <w:r w:rsidR="00681A95">
        <w:rPr>
          <w:sz w:val="22"/>
          <w:szCs w:val="22"/>
        </w:rPr>
        <w:t>correct sequence in</w:t>
      </w:r>
      <w:r>
        <w:rPr>
          <w:sz w:val="22"/>
          <w:szCs w:val="22"/>
        </w:rPr>
        <w:t xml:space="preserve"> order </w:t>
      </w:r>
      <w:r w:rsidR="00B820A4">
        <w:rPr>
          <w:sz w:val="22"/>
          <w:szCs w:val="22"/>
        </w:rPr>
        <w:t xml:space="preserve">for a </w:t>
      </w:r>
      <w:r>
        <w:rPr>
          <w:sz w:val="22"/>
          <w:szCs w:val="22"/>
        </w:rPr>
        <w:t xml:space="preserve">zero adjustment of a </w:t>
      </w:r>
      <w:r w:rsidR="00B820A4">
        <w:rPr>
          <w:sz w:val="22"/>
          <w:szCs w:val="22"/>
        </w:rPr>
        <w:t xml:space="preserve">0mm - 25mm </w:t>
      </w:r>
      <w:r>
        <w:rPr>
          <w:sz w:val="22"/>
          <w:szCs w:val="22"/>
        </w:rPr>
        <w:t>outside micrometer.</w:t>
      </w:r>
    </w:p>
    <w:tbl>
      <w:tblPr>
        <w:tblStyle w:val="TableGrid10"/>
        <w:tblW w:w="0" w:type="auto"/>
        <w:tblLook w:val="04A0" w:firstRow="1" w:lastRow="0" w:firstColumn="1" w:lastColumn="0" w:noHBand="0" w:noVBand="1"/>
      </w:tblPr>
      <w:tblGrid>
        <w:gridCol w:w="7225"/>
        <w:gridCol w:w="1835"/>
      </w:tblGrid>
      <w:tr w:rsidR="00B820A4" w:rsidRPr="00B50D1E" w14:paraId="1E062070" w14:textId="77777777" w:rsidTr="00B820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225" w:type="dxa"/>
          </w:tcPr>
          <w:p w14:paraId="52976A88" w14:textId="278B6684" w:rsidR="00B820A4" w:rsidRPr="00B50D1E" w:rsidRDefault="00B820A4" w:rsidP="009F6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Zero Adjustment </w:t>
            </w:r>
            <w:r w:rsidR="009F65A9">
              <w:rPr>
                <w:sz w:val="22"/>
                <w:szCs w:val="22"/>
              </w:rPr>
              <w:t>Description</w:t>
            </w:r>
          </w:p>
        </w:tc>
        <w:tc>
          <w:tcPr>
            <w:tcW w:w="1835" w:type="dxa"/>
          </w:tcPr>
          <w:p w14:paraId="15DEC3B1" w14:textId="2CE13DD7" w:rsidR="00B820A4" w:rsidRPr="00B820A4" w:rsidRDefault="00B820A4" w:rsidP="00B8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Order of step (No)</w:t>
            </w:r>
          </w:p>
        </w:tc>
      </w:tr>
      <w:tr w:rsidR="00B820A4" w:rsidRPr="00B50D1E" w14:paraId="02B98205" w14:textId="77777777" w:rsidTr="00B820A4">
        <w:tc>
          <w:tcPr>
            <w:tcW w:w="7225" w:type="dxa"/>
          </w:tcPr>
          <w:p w14:paraId="6C1738EF" w14:textId="0AB5F44A" w:rsidR="00B820A4" w:rsidRPr="00B50D1E" w:rsidRDefault="00B820A4" w:rsidP="00B820A4">
            <w:pPr>
              <w:rPr>
                <w:b/>
                <w:sz w:val="22"/>
                <w:szCs w:val="22"/>
              </w:rPr>
            </w:pPr>
            <w:r w:rsidRPr="00B50D1E">
              <w:rPr>
                <w:sz w:val="22"/>
                <w:szCs w:val="22"/>
                <w:shd w:val="clear" w:color="auto" w:fill="FFFFFF"/>
              </w:rPr>
              <w:t>Close </w:t>
            </w:r>
            <w:r w:rsidRPr="00B50D1E">
              <w:rPr>
                <w:bCs/>
                <w:sz w:val="22"/>
                <w:szCs w:val="22"/>
                <w:shd w:val="clear" w:color="auto" w:fill="FFFFFF"/>
              </w:rPr>
              <w:t>micrometer</w:t>
            </w:r>
            <w:r w:rsidRPr="00B50D1E">
              <w:rPr>
                <w:sz w:val="22"/>
                <w:szCs w:val="22"/>
                <w:shd w:val="clear" w:color="auto" w:fill="FFFFFF"/>
              </w:rPr>
              <w:t xml:space="preserve"> using </w:t>
            </w:r>
            <w:r>
              <w:rPr>
                <w:sz w:val="22"/>
                <w:szCs w:val="22"/>
                <w:shd w:val="clear" w:color="auto" w:fill="FFFFFF"/>
              </w:rPr>
              <w:t>ratchet</w:t>
            </w:r>
            <w:r w:rsidRPr="00B50D1E">
              <w:rPr>
                <w:sz w:val="22"/>
                <w:szCs w:val="22"/>
                <w:shd w:val="clear" w:color="auto" w:fill="FFFFFF"/>
              </w:rPr>
              <w:t xml:space="preserve"> stop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835" w:type="dxa"/>
          </w:tcPr>
          <w:p w14:paraId="51F01745" w14:textId="599F3E56" w:rsidR="00B820A4" w:rsidRPr="00B820A4" w:rsidRDefault="00B820A4" w:rsidP="00B820A4">
            <w:pPr>
              <w:jc w:val="center"/>
              <w:rPr>
                <w:color w:val="C00000"/>
                <w:sz w:val="22"/>
                <w:szCs w:val="22"/>
              </w:rPr>
            </w:pPr>
            <w:r w:rsidRPr="00B820A4">
              <w:rPr>
                <w:color w:val="C00000"/>
                <w:sz w:val="22"/>
                <w:szCs w:val="22"/>
              </w:rPr>
              <w:t>1</w:t>
            </w:r>
          </w:p>
        </w:tc>
      </w:tr>
      <w:tr w:rsidR="00B820A4" w:rsidRPr="00B50D1E" w14:paraId="55F8F35E" w14:textId="77777777" w:rsidTr="00B820A4">
        <w:tc>
          <w:tcPr>
            <w:tcW w:w="7225" w:type="dxa"/>
          </w:tcPr>
          <w:p w14:paraId="21BDA607" w14:textId="7701420F" w:rsidR="00B820A4" w:rsidRPr="00B50D1E" w:rsidRDefault="00681A95" w:rsidP="00B820A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820A4">
              <w:rPr>
                <w:sz w:val="22"/>
                <w:szCs w:val="22"/>
                <w:shd w:val="clear" w:color="auto" w:fill="FFFFFF"/>
              </w:rPr>
              <w:t xml:space="preserve">open </w:t>
            </w:r>
            <w:r>
              <w:rPr>
                <w:sz w:val="22"/>
                <w:szCs w:val="22"/>
                <w:shd w:val="clear" w:color="auto" w:fill="FFFFFF"/>
              </w:rPr>
              <w:t xml:space="preserve">measuring face by winding spindle out one revolution </w:t>
            </w:r>
          </w:p>
        </w:tc>
        <w:tc>
          <w:tcPr>
            <w:tcW w:w="1835" w:type="dxa"/>
          </w:tcPr>
          <w:p w14:paraId="03971478" w14:textId="578D47FC" w:rsidR="00B820A4" w:rsidRPr="00B820A4" w:rsidRDefault="00681A95" w:rsidP="00B820A4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4</w:t>
            </w:r>
          </w:p>
        </w:tc>
      </w:tr>
      <w:tr w:rsidR="00B820A4" w:rsidRPr="00B50D1E" w14:paraId="3EF74BC3" w14:textId="77777777" w:rsidTr="00B820A4">
        <w:tc>
          <w:tcPr>
            <w:tcW w:w="7225" w:type="dxa"/>
          </w:tcPr>
          <w:p w14:paraId="4A9D4AB1" w14:textId="538077E7" w:rsidR="00B820A4" w:rsidRPr="00681A95" w:rsidRDefault="00681A95" w:rsidP="00B820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ratchet stop close measuring faces for  final check adjustment</w:t>
            </w:r>
          </w:p>
        </w:tc>
        <w:tc>
          <w:tcPr>
            <w:tcW w:w="1835" w:type="dxa"/>
          </w:tcPr>
          <w:p w14:paraId="0F475793" w14:textId="135BCE6F" w:rsidR="00B820A4" w:rsidRPr="00B820A4" w:rsidRDefault="00681A95" w:rsidP="00B820A4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5</w:t>
            </w:r>
          </w:p>
        </w:tc>
      </w:tr>
      <w:tr w:rsidR="00B820A4" w:rsidRPr="00B50D1E" w14:paraId="634E659F" w14:textId="77777777" w:rsidTr="00B820A4">
        <w:tc>
          <w:tcPr>
            <w:tcW w:w="7225" w:type="dxa"/>
          </w:tcPr>
          <w:p w14:paraId="30225BDF" w14:textId="0418404E" w:rsidR="00B820A4" w:rsidRPr="00B50D1E" w:rsidRDefault="00B820A4" w:rsidP="00B820A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Insert l</w:t>
            </w:r>
            <w:r>
              <w:rPr>
                <w:sz w:val="22"/>
                <w:szCs w:val="22"/>
                <w:shd w:val="clear" w:color="auto" w:fill="FFFFFF"/>
              </w:rPr>
              <w:t>arge</w:t>
            </w:r>
            <w:r w:rsidR="00681A95">
              <w:rPr>
                <w:sz w:val="22"/>
                <w:szCs w:val="22"/>
                <w:shd w:val="clear" w:color="auto" w:fill="FFFFFF"/>
              </w:rPr>
              <w:t xml:space="preserve"> end of spanner</w:t>
            </w:r>
            <w:r w:rsidRPr="00B50D1E">
              <w:rPr>
                <w:sz w:val="22"/>
                <w:szCs w:val="22"/>
                <w:shd w:val="clear" w:color="auto" w:fill="FFFFFF"/>
              </w:rPr>
              <w:t xml:space="preserve"> in hole on </w:t>
            </w:r>
            <w:r w:rsidRPr="00B50D1E">
              <w:rPr>
                <w:bCs/>
                <w:sz w:val="22"/>
                <w:szCs w:val="22"/>
                <w:shd w:val="clear" w:color="auto" w:fill="FFFFFF"/>
              </w:rPr>
              <w:t>external</w:t>
            </w:r>
            <w:r w:rsidRPr="00B50D1E">
              <w:rPr>
                <w:sz w:val="22"/>
                <w:szCs w:val="22"/>
                <w:shd w:val="clear" w:color="auto" w:fill="FFFFFF"/>
              </w:rPr>
              <w:t> cylinder.</w:t>
            </w:r>
          </w:p>
        </w:tc>
        <w:tc>
          <w:tcPr>
            <w:tcW w:w="1835" w:type="dxa"/>
          </w:tcPr>
          <w:p w14:paraId="312B404C" w14:textId="24F5D789" w:rsidR="00B820A4" w:rsidRPr="00B820A4" w:rsidRDefault="00B820A4" w:rsidP="00B820A4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2</w:t>
            </w:r>
          </w:p>
        </w:tc>
      </w:tr>
      <w:tr w:rsidR="00B820A4" w:rsidRPr="00B50D1E" w14:paraId="49B4E65E" w14:textId="77777777" w:rsidTr="00B820A4">
        <w:tc>
          <w:tcPr>
            <w:tcW w:w="7225" w:type="dxa"/>
          </w:tcPr>
          <w:p w14:paraId="519D5F93" w14:textId="172B7611" w:rsidR="00B820A4" w:rsidRPr="00B50D1E" w:rsidRDefault="00B820A4" w:rsidP="00681A95">
            <w:pPr>
              <w:rPr>
                <w:b/>
                <w:sz w:val="22"/>
                <w:szCs w:val="22"/>
              </w:rPr>
            </w:pPr>
            <w:r w:rsidRPr="00B50D1E">
              <w:rPr>
                <w:sz w:val="22"/>
                <w:szCs w:val="22"/>
              </w:rPr>
              <w:t>Use wrench to rotate cylinder until Zero</w:t>
            </w:r>
            <w:r w:rsidR="00681A95">
              <w:rPr>
                <w:sz w:val="22"/>
                <w:szCs w:val="22"/>
              </w:rPr>
              <w:t xml:space="preserve"> graduations are</w:t>
            </w:r>
            <w:r w:rsidRPr="00B50D1E">
              <w:rPr>
                <w:sz w:val="22"/>
                <w:szCs w:val="22"/>
              </w:rPr>
              <w:t xml:space="preserve"> aligned</w:t>
            </w:r>
          </w:p>
        </w:tc>
        <w:tc>
          <w:tcPr>
            <w:tcW w:w="1835" w:type="dxa"/>
          </w:tcPr>
          <w:p w14:paraId="1D6869F0" w14:textId="605AD314" w:rsidR="00B820A4" w:rsidRPr="00B820A4" w:rsidRDefault="00B820A4" w:rsidP="00B820A4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3</w:t>
            </w:r>
          </w:p>
        </w:tc>
      </w:tr>
    </w:tbl>
    <w:p w14:paraId="5994929F" w14:textId="77777777" w:rsidR="00B50D1E" w:rsidRDefault="00B50D1E" w:rsidP="00B50D1E">
      <w:pPr>
        <w:pStyle w:val="Body"/>
        <w:rPr>
          <w:sz w:val="22"/>
          <w:szCs w:val="22"/>
        </w:rPr>
      </w:pPr>
    </w:p>
    <w:p w14:paraId="7E7CF593" w14:textId="4C8E229A" w:rsidR="007915EE" w:rsidRDefault="007915EE" w:rsidP="007915EE">
      <w:pPr>
        <w:pStyle w:val="Body"/>
        <w:numPr>
          <w:ilvl w:val="0"/>
          <w:numId w:val="20"/>
        </w:numPr>
        <w:rPr>
          <w:sz w:val="22"/>
          <w:szCs w:val="22"/>
        </w:rPr>
      </w:pPr>
      <w:r w:rsidRPr="003D6AA7">
        <w:rPr>
          <w:sz w:val="22"/>
          <w:szCs w:val="22"/>
        </w:rPr>
        <w:t xml:space="preserve">List 4 </w:t>
      </w:r>
      <w:r w:rsidRPr="00D50569">
        <w:rPr>
          <w:b/>
          <w:sz w:val="22"/>
          <w:szCs w:val="22"/>
          <w:u w:val="single"/>
        </w:rPr>
        <w:t>safe</w:t>
      </w:r>
      <w:r w:rsidRPr="003D6AA7">
        <w:rPr>
          <w:sz w:val="22"/>
          <w:szCs w:val="22"/>
        </w:rPr>
        <w:t xml:space="preserve"> practices you must follow when using measuring tools.  </w:t>
      </w:r>
    </w:p>
    <w:p w14:paraId="1AE60B9B" w14:textId="77777777" w:rsidR="007915EE" w:rsidRPr="003D6AA7" w:rsidRDefault="007915EE" w:rsidP="007915EE">
      <w:pPr>
        <w:pStyle w:val="Body"/>
        <w:ind w:left="785"/>
        <w:rPr>
          <w:sz w:val="22"/>
          <w:szCs w:val="22"/>
        </w:rPr>
      </w:pPr>
    </w:p>
    <w:tbl>
      <w:tblPr>
        <w:tblStyle w:val="TableGridLight1"/>
        <w:tblW w:w="8622" w:type="dxa"/>
        <w:tblLook w:val="04A0" w:firstRow="1" w:lastRow="0" w:firstColumn="1" w:lastColumn="0" w:noHBand="0" w:noVBand="1"/>
      </w:tblPr>
      <w:tblGrid>
        <w:gridCol w:w="8622"/>
      </w:tblGrid>
      <w:tr w:rsidR="007915EE" w14:paraId="76742911" w14:textId="77777777" w:rsidTr="00E7507E">
        <w:trPr>
          <w:trHeight w:val="586"/>
        </w:trPr>
        <w:tc>
          <w:tcPr>
            <w:tcW w:w="8622" w:type="dxa"/>
            <w:vAlign w:val="center"/>
          </w:tcPr>
          <w:p w14:paraId="0657EEE3" w14:textId="77777777" w:rsidR="007915EE" w:rsidRPr="004141B3" w:rsidRDefault="007915EE" w:rsidP="007915EE">
            <w:pPr>
              <w:pStyle w:val="ListParagraph"/>
              <w:numPr>
                <w:ilvl w:val="0"/>
                <w:numId w:val="18"/>
              </w:numPr>
              <w:tabs>
                <w:tab w:val="clear" w:pos="284"/>
              </w:tabs>
              <w:spacing w:before="0" w:after="200" w:line="276" w:lineRule="auto"/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</w:pPr>
            <w:r w:rsidRPr="004141B3"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  <w:t>Wear appropriate PPE in the workplace</w:t>
            </w:r>
          </w:p>
        </w:tc>
      </w:tr>
      <w:tr w:rsidR="007915EE" w14:paraId="18E5A948" w14:textId="77777777" w:rsidTr="00E7507E">
        <w:trPr>
          <w:trHeight w:val="529"/>
        </w:trPr>
        <w:tc>
          <w:tcPr>
            <w:tcW w:w="8622" w:type="dxa"/>
            <w:vAlign w:val="center"/>
          </w:tcPr>
          <w:p w14:paraId="615870A1" w14:textId="77777777" w:rsidR="007915EE" w:rsidRPr="004141B3" w:rsidRDefault="007915EE" w:rsidP="007915EE">
            <w:pPr>
              <w:pStyle w:val="ListParagraph"/>
              <w:numPr>
                <w:ilvl w:val="0"/>
                <w:numId w:val="18"/>
              </w:numPr>
              <w:tabs>
                <w:tab w:val="clear" w:pos="284"/>
              </w:tabs>
              <w:spacing w:before="0" w:after="200" w:line="276" w:lineRule="auto"/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</w:pPr>
            <w:r w:rsidRPr="004141B3"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  <w:t>Deburr all work before measuring</w:t>
            </w:r>
          </w:p>
        </w:tc>
      </w:tr>
      <w:tr w:rsidR="007915EE" w14:paraId="21B9825C" w14:textId="77777777" w:rsidTr="00E7507E">
        <w:trPr>
          <w:trHeight w:val="580"/>
        </w:trPr>
        <w:tc>
          <w:tcPr>
            <w:tcW w:w="8622" w:type="dxa"/>
            <w:vAlign w:val="center"/>
          </w:tcPr>
          <w:p w14:paraId="3D9BEC00" w14:textId="34A89715" w:rsidR="007915EE" w:rsidRPr="004141B3" w:rsidRDefault="007915EE" w:rsidP="007915EE">
            <w:pPr>
              <w:pStyle w:val="ListParagraph"/>
              <w:numPr>
                <w:ilvl w:val="0"/>
                <w:numId w:val="18"/>
              </w:numPr>
              <w:tabs>
                <w:tab w:val="clear" w:pos="284"/>
              </w:tabs>
              <w:spacing w:before="0" w:after="200" w:line="276" w:lineRule="auto"/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</w:pPr>
            <w:r w:rsidRPr="004141B3"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  <w:t>Make sure work is sta</w:t>
            </w:r>
            <w:r w:rsidR="00CB23EE"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  <w:t>t</w:t>
            </w:r>
            <w:r w:rsidRPr="004141B3"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  <w:t>ionary before taking any measurments</w:t>
            </w:r>
          </w:p>
        </w:tc>
      </w:tr>
      <w:tr w:rsidR="007915EE" w14:paraId="5310621C" w14:textId="77777777" w:rsidTr="00E7507E">
        <w:trPr>
          <w:trHeight w:val="736"/>
        </w:trPr>
        <w:tc>
          <w:tcPr>
            <w:tcW w:w="8622" w:type="dxa"/>
            <w:vAlign w:val="center"/>
          </w:tcPr>
          <w:p w14:paraId="64CACC66" w14:textId="77777777" w:rsidR="007915EE" w:rsidRPr="004141B3" w:rsidRDefault="007915EE" w:rsidP="007915EE">
            <w:pPr>
              <w:pStyle w:val="ListParagraph"/>
              <w:numPr>
                <w:ilvl w:val="0"/>
                <w:numId w:val="18"/>
              </w:numPr>
              <w:tabs>
                <w:tab w:val="clear" w:pos="284"/>
              </w:tabs>
              <w:spacing w:before="0" w:after="200" w:line="276" w:lineRule="auto"/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</w:pPr>
            <w:r w:rsidRPr="004141B3"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  <w:t>Be aware of all sharp instruments</w:t>
            </w:r>
          </w:p>
        </w:tc>
      </w:tr>
      <w:tr w:rsidR="007915EE" w14:paraId="67266849" w14:textId="77777777" w:rsidTr="00E7507E">
        <w:trPr>
          <w:trHeight w:val="736"/>
        </w:trPr>
        <w:tc>
          <w:tcPr>
            <w:tcW w:w="8622" w:type="dxa"/>
            <w:vAlign w:val="center"/>
          </w:tcPr>
          <w:p w14:paraId="3690AC15" w14:textId="77777777" w:rsidR="007915EE" w:rsidRPr="004141B3" w:rsidRDefault="007915EE" w:rsidP="007915EE">
            <w:pPr>
              <w:pStyle w:val="ListParagraph"/>
              <w:numPr>
                <w:ilvl w:val="0"/>
                <w:numId w:val="18"/>
              </w:numPr>
              <w:tabs>
                <w:tab w:val="clear" w:pos="284"/>
              </w:tabs>
              <w:spacing w:before="0" w:after="200" w:line="276" w:lineRule="auto"/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</w:pPr>
            <w:r w:rsidRPr="004141B3"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  <w:t>Don’t skylark in the workplace</w:t>
            </w:r>
          </w:p>
        </w:tc>
      </w:tr>
      <w:tr w:rsidR="007915EE" w14:paraId="6C513215" w14:textId="77777777" w:rsidTr="00E7507E">
        <w:trPr>
          <w:trHeight w:val="736"/>
        </w:trPr>
        <w:tc>
          <w:tcPr>
            <w:tcW w:w="8622" w:type="dxa"/>
            <w:vAlign w:val="center"/>
          </w:tcPr>
          <w:p w14:paraId="477B9D5F" w14:textId="77777777" w:rsidR="007915EE" w:rsidRPr="004141B3" w:rsidRDefault="007915EE" w:rsidP="007915EE">
            <w:pPr>
              <w:pStyle w:val="ListParagraph"/>
              <w:numPr>
                <w:ilvl w:val="0"/>
                <w:numId w:val="18"/>
              </w:numPr>
              <w:tabs>
                <w:tab w:val="clear" w:pos="284"/>
              </w:tabs>
              <w:spacing w:before="0" w:after="200" w:line="276" w:lineRule="auto"/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</w:pPr>
            <w:r w:rsidRPr="004141B3">
              <w:rPr>
                <w:rFonts w:eastAsia="Times New Roman"/>
                <w:b/>
                <w:noProof/>
                <w:color w:val="FF0000"/>
                <w:kern w:val="22"/>
                <w:sz w:val="22"/>
                <w:szCs w:val="22"/>
                <w:lang w:eastAsia="en-AU"/>
              </w:rPr>
              <w:t>Don’t throw measuring instruments onto work benches</w:t>
            </w:r>
          </w:p>
        </w:tc>
      </w:tr>
    </w:tbl>
    <w:p w14:paraId="01FB310A" w14:textId="51055951" w:rsidR="007915EE" w:rsidRDefault="007915E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554047C7" w14:textId="4D69D90C" w:rsidR="00681A95" w:rsidRDefault="00681A95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70B87487" w14:textId="14535D36" w:rsidR="00681A95" w:rsidRDefault="00681A95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5D2B95D1" w14:textId="119268AB" w:rsidR="00681A95" w:rsidRDefault="00681A95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38C62F3B" w14:textId="77777777" w:rsidR="00681A95" w:rsidRDefault="00681A95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1C950535" w14:textId="69D0E0DC" w:rsidR="007915EE" w:rsidRDefault="001B357A" w:rsidP="00681A95">
      <w:pPr>
        <w:pStyle w:val="Body"/>
        <w:numPr>
          <w:ilvl w:val="0"/>
          <w:numId w:val="20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Using the planning and sequencing job steps below, place a number from 1 to 5 in each box on the left to reflect the correct order measurement operations are carried out.</w:t>
      </w:r>
    </w:p>
    <w:p w14:paraId="1BF57B0E" w14:textId="77777777" w:rsidR="007915EE" w:rsidRPr="0087164E" w:rsidRDefault="007915EE" w:rsidP="007915EE">
      <w:pPr>
        <w:pStyle w:val="Body"/>
        <w:ind w:left="360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7"/>
        <w:gridCol w:w="7944"/>
      </w:tblGrid>
      <w:tr w:rsidR="007915EE" w14:paraId="17F7E23C" w14:textId="77777777" w:rsidTr="00E7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"/>
        </w:trPr>
        <w:tc>
          <w:tcPr>
            <w:tcW w:w="8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7E866D" w14:textId="77777777" w:rsidR="007915EE" w:rsidRPr="003D6AA7" w:rsidRDefault="007915EE" w:rsidP="00E7507E">
            <w:pPr>
              <w:rPr>
                <w:rFonts w:cs="Arial"/>
                <w:sz w:val="22"/>
                <w:szCs w:val="22"/>
              </w:rPr>
            </w:pPr>
            <w:r w:rsidRPr="003D6AA7">
              <w:rPr>
                <w:rFonts w:cs="Arial"/>
                <w:color w:val="auto"/>
                <w:sz w:val="22"/>
                <w:szCs w:val="22"/>
              </w:rPr>
              <w:t>Planning and sequencing</w:t>
            </w:r>
          </w:p>
        </w:tc>
      </w:tr>
      <w:tr w:rsidR="007915EE" w14:paraId="09681BC5" w14:textId="77777777" w:rsidTr="00E7507E">
        <w:trPr>
          <w:trHeight w:val="105"/>
        </w:trPr>
        <w:tc>
          <w:tcPr>
            <w:tcW w:w="967" w:type="dxa"/>
            <w:tcBorders>
              <w:bottom w:val="nil"/>
            </w:tcBorders>
          </w:tcPr>
          <w:p w14:paraId="1BAEDB16" w14:textId="77777777" w:rsidR="007915EE" w:rsidRPr="004141B3" w:rsidRDefault="007915EE" w:rsidP="00E7507E">
            <w:pPr>
              <w:pStyle w:val="ListBullet"/>
              <w:tabs>
                <w:tab w:val="left" w:pos="720"/>
              </w:tabs>
              <w:spacing w:after="60" w:line="276" w:lineRule="auto"/>
              <w:jc w:val="center"/>
              <w:rPr>
                <w:rFonts w:ascii="Arial" w:hAnsi="Arial" w:cs="Arial"/>
                <w:i/>
                <w:color w:val="FF0000"/>
                <w:sz w:val="22"/>
              </w:rPr>
            </w:pPr>
            <w:r w:rsidRPr="004141B3">
              <w:rPr>
                <w:rFonts w:ascii="Arial" w:hAnsi="Arial" w:cs="Arial"/>
                <w:i/>
                <w:color w:val="FF0000"/>
                <w:sz w:val="22"/>
              </w:rPr>
              <w:t>4</w:t>
            </w:r>
          </w:p>
        </w:tc>
        <w:tc>
          <w:tcPr>
            <w:tcW w:w="7944" w:type="dxa"/>
          </w:tcPr>
          <w:p w14:paraId="1E1792D1" w14:textId="77777777" w:rsidR="007915EE" w:rsidRPr="003D6AA7" w:rsidRDefault="007915EE" w:rsidP="00E7507E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D6AA7">
              <w:rPr>
                <w:rFonts w:cs="Arial"/>
                <w:sz w:val="22"/>
                <w:szCs w:val="22"/>
              </w:rPr>
              <w:t>Check measurements are taken twice for accuracy.</w:t>
            </w:r>
          </w:p>
        </w:tc>
      </w:tr>
      <w:tr w:rsidR="007915EE" w14:paraId="7752B237" w14:textId="77777777" w:rsidTr="00E7507E">
        <w:trPr>
          <w:trHeight w:val="105"/>
        </w:trPr>
        <w:tc>
          <w:tcPr>
            <w:tcW w:w="967" w:type="dxa"/>
            <w:tcBorders>
              <w:bottom w:val="nil"/>
            </w:tcBorders>
          </w:tcPr>
          <w:p w14:paraId="79FDFEBF" w14:textId="77777777" w:rsidR="007915EE" w:rsidRPr="004141B3" w:rsidRDefault="007915EE" w:rsidP="00E7507E">
            <w:pPr>
              <w:pStyle w:val="ListBullet"/>
              <w:tabs>
                <w:tab w:val="left" w:pos="720"/>
              </w:tabs>
              <w:spacing w:after="60" w:line="276" w:lineRule="auto"/>
              <w:jc w:val="center"/>
              <w:rPr>
                <w:rFonts w:ascii="Arial" w:hAnsi="Arial" w:cs="Arial"/>
                <w:i/>
                <w:color w:val="FF0000"/>
                <w:sz w:val="22"/>
              </w:rPr>
            </w:pPr>
            <w:r>
              <w:rPr>
                <w:rFonts w:ascii="Arial" w:hAnsi="Arial" w:cs="Arial"/>
                <w:i/>
                <w:color w:val="FF0000"/>
                <w:sz w:val="22"/>
              </w:rPr>
              <w:t>5</w:t>
            </w:r>
          </w:p>
        </w:tc>
        <w:tc>
          <w:tcPr>
            <w:tcW w:w="7944" w:type="dxa"/>
          </w:tcPr>
          <w:p w14:paraId="2022EFB5" w14:textId="77777777" w:rsidR="007915EE" w:rsidRPr="003D6AA7" w:rsidRDefault="007915EE" w:rsidP="00E7507E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D6AA7">
              <w:rPr>
                <w:rFonts w:cs="Arial"/>
                <w:sz w:val="22"/>
                <w:szCs w:val="22"/>
              </w:rPr>
              <w:t>Store measuring devices in accordance with manufacturers' specifications or standard operating procedures.</w:t>
            </w:r>
          </w:p>
        </w:tc>
      </w:tr>
      <w:tr w:rsidR="007915EE" w14:paraId="130172F1" w14:textId="77777777" w:rsidTr="00E7507E">
        <w:trPr>
          <w:trHeight w:val="105"/>
        </w:trPr>
        <w:tc>
          <w:tcPr>
            <w:tcW w:w="967" w:type="dxa"/>
            <w:tcBorders>
              <w:bottom w:val="nil"/>
            </w:tcBorders>
          </w:tcPr>
          <w:p w14:paraId="3A8BE26A" w14:textId="77777777" w:rsidR="007915EE" w:rsidRPr="004141B3" w:rsidRDefault="007915EE" w:rsidP="00E7507E">
            <w:pPr>
              <w:pStyle w:val="ListBullet"/>
              <w:tabs>
                <w:tab w:val="left" w:pos="720"/>
              </w:tabs>
              <w:spacing w:after="60" w:line="276" w:lineRule="auto"/>
              <w:jc w:val="center"/>
              <w:rPr>
                <w:rFonts w:ascii="Arial" w:hAnsi="Arial" w:cs="Arial"/>
                <w:i/>
                <w:color w:val="FF0000"/>
                <w:sz w:val="22"/>
              </w:rPr>
            </w:pPr>
            <w:r>
              <w:rPr>
                <w:rFonts w:ascii="Arial" w:hAnsi="Arial" w:cs="Arial"/>
                <w:i/>
                <w:color w:val="FF0000"/>
                <w:sz w:val="22"/>
              </w:rPr>
              <w:t>2</w:t>
            </w:r>
          </w:p>
        </w:tc>
        <w:tc>
          <w:tcPr>
            <w:tcW w:w="7944" w:type="dxa"/>
          </w:tcPr>
          <w:p w14:paraId="2379CEDB" w14:textId="77777777" w:rsidR="007915EE" w:rsidRDefault="007915EE" w:rsidP="00E7507E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D6AA7">
              <w:rPr>
                <w:rFonts w:cs="Arial"/>
                <w:sz w:val="22"/>
                <w:szCs w:val="22"/>
              </w:rPr>
              <w:t>Selecting the appropriate measuring device for the given measuring task.</w:t>
            </w:r>
          </w:p>
        </w:tc>
      </w:tr>
      <w:tr w:rsidR="007915EE" w14:paraId="54D5FB75" w14:textId="77777777" w:rsidTr="00E7507E">
        <w:trPr>
          <w:trHeight w:val="105"/>
        </w:trPr>
        <w:tc>
          <w:tcPr>
            <w:tcW w:w="967" w:type="dxa"/>
            <w:tcBorders>
              <w:bottom w:val="single" w:sz="4" w:space="0" w:color="7F7F7F" w:themeColor="text1" w:themeTint="80"/>
            </w:tcBorders>
          </w:tcPr>
          <w:p w14:paraId="39A330B0" w14:textId="77777777" w:rsidR="007915EE" w:rsidRPr="004141B3" w:rsidRDefault="007915EE" w:rsidP="00E7507E">
            <w:pPr>
              <w:pStyle w:val="ListBullet"/>
              <w:tabs>
                <w:tab w:val="left" w:pos="720"/>
              </w:tabs>
              <w:spacing w:after="60" w:line="276" w:lineRule="auto"/>
              <w:jc w:val="center"/>
              <w:rPr>
                <w:rFonts w:ascii="Arial" w:hAnsi="Arial" w:cs="Arial"/>
                <w:i/>
                <w:color w:val="FF0000"/>
                <w:sz w:val="22"/>
              </w:rPr>
            </w:pPr>
            <w:r>
              <w:rPr>
                <w:rFonts w:ascii="Arial" w:hAnsi="Arial" w:cs="Arial"/>
                <w:i/>
                <w:color w:val="FF0000"/>
                <w:sz w:val="22"/>
              </w:rPr>
              <w:t>1</w:t>
            </w:r>
          </w:p>
        </w:tc>
        <w:tc>
          <w:tcPr>
            <w:tcW w:w="7944" w:type="dxa"/>
          </w:tcPr>
          <w:p w14:paraId="448F9F10" w14:textId="77777777" w:rsidR="007915EE" w:rsidRDefault="007915EE" w:rsidP="00E7507E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D6AA7">
              <w:rPr>
                <w:rFonts w:cs="Arial"/>
                <w:sz w:val="22"/>
                <w:szCs w:val="22"/>
              </w:rPr>
              <w:t>Fill out TAFE risk identification tool, ensure correct PPE is worn for the environment and safe work practices and procedures are adhered to.</w:t>
            </w:r>
          </w:p>
        </w:tc>
      </w:tr>
      <w:tr w:rsidR="007915EE" w14:paraId="7774AD65" w14:textId="77777777" w:rsidTr="00E7507E">
        <w:trPr>
          <w:trHeight w:val="105"/>
        </w:trPr>
        <w:tc>
          <w:tcPr>
            <w:tcW w:w="967" w:type="dxa"/>
            <w:tcBorders>
              <w:bottom w:val="single" w:sz="4" w:space="0" w:color="auto"/>
            </w:tcBorders>
          </w:tcPr>
          <w:p w14:paraId="301C9EC2" w14:textId="77777777" w:rsidR="007915EE" w:rsidRPr="004141B3" w:rsidRDefault="007915EE" w:rsidP="00E7507E">
            <w:pPr>
              <w:pStyle w:val="ListBullet"/>
              <w:tabs>
                <w:tab w:val="left" w:pos="720"/>
              </w:tabs>
              <w:spacing w:after="60" w:line="276" w:lineRule="auto"/>
              <w:jc w:val="center"/>
              <w:rPr>
                <w:rFonts w:ascii="Arial" w:hAnsi="Arial" w:cs="Arial"/>
                <w:i/>
                <w:color w:val="FF0000"/>
                <w:sz w:val="22"/>
              </w:rPr>
            </w:pPr>
            <w:r>
              <w:rPr>
                <w:rFonts w:ascii="Arial" w:hAnsi="Arial" w:cs="Arial"/>
                <w:i/>
                <w:color w:val="FF0000"/>
                <w:sz w:val="22"/>
              </w:rPr>
              <w:t>3</w:t>
            </w:r>
          </w:p>
        </w:tc>
        <w:tc>
          <w:tcPr>
            <w:tcW w:w="7944" w:type="dxa"/>
          </w:tcPr>
          <w:p w14:paraId="5503377E" w14:textId="77777777" w:rsidR="007915EE" w:rsidRDefault="007915EE" w:rsidP="00E7507E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D6AA7">
              <w:rPr>
                <w:rFonts w:cs="Arial"/>
                <w:sz w:val="22"/>
                <w:szCs w:val="22"/>
              </w:rPr>
              <w:t xml:space="preserve">Take measurements with the selected device </w:t>
            </w:r>
            <w:r>
              <w:rPr>
                <w:rFonts w:cs="Arial"/>
                <w:sz w:val="22"/>
                <w:szCs w:val="22"/>
              </w:rPr>
              <w:t>using the appropriate technique</w:t>
            </w:r>
            <w:r w:rsidRPr="003D6AA7">
              <w:rPr>
                <w:rFonts w:cs="Arial"/>
                <w:sz w:val="22"/>
                <w:szCs w:val="22"/>
              </w:rPr>
              <w:t>.</w:t>
            </w:r>
          </w:p>
        </w:tc>
      </w:tr>
    </w:tbl>
    <w:p w14:paraId="522CE69D" w14:textId="030398C2" w:rsidR="00E7507E" w:rsidRDefault="00E7507E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3C0809F1" w14:textId="78DDA6F6" w:rsidR="001B357A" w:rsidRDefault="001B357A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p w14:paraId="19A81457" w14:textId="6C4EA766" w:rsidR="001B357A" w:rsidRPr="00241926" w:rsidRDefault="001B357A" w:rsidP="00681A95">
      <w:pPr>
        <w:pStyle w:val="paragraph"/>
        <w:numPr>
          <w:ilvl w:val="0"/>
          <w:numId w:val="20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241926">
        <w:rPr>
          <w:rFonts w:ascii="Calibri" w:hAnsi="Calibri" w:cs="Calibri"/>
          <w:sz w:val="22"/>
          <w:szCs w:val="22"/>
        </w:rPr>
        <w:t>The Vernier calliper shown below has three (3) parts labelled. In the space provided, give an example of an item that can be measured with each.  </w:t>
      </w:r>
    </w:p>
    <w:p w14:paraId="602118AF" w14:textId="77777777" w:rsidR="001B357A" w:rsidRPr="00693C14" w:rsidRDefault="001B357A" w:rsidP="001B357A">
      <w:pPr>
        <w:tabs>
          <w:tab w:val="clear" w:pos="284"/>
        </w:tabs>
        <w:spacing w:before="0" w:after="0" w:line="240" w:lineRule="auto"/>
        <w:ind w:left="426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AU"/>
        </w:rPr>
      </w:pPr>
      <w:r w:rsidRPr="00693C14"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  <w:drawing>
          <wp:inline distT="0" distB="0" distL="0" distR="0" wp14:anchorId="00320058" wp14:editId="1943D489">
            <wp:extent cx="5312331" cy="2040255"/>
            <wp:effectExtent l="0" t="0" r="0" b="0"/>
            <wp:docPr id="5" name="Picture 5" descr="C:\Users\mmoran14.000\AppData\Local\Microsoft\Windows\INetCache\Content.MSO\2A64FC8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moran14.000\AppData\Local\Microsoft\Windows\INetCache\Content.MSO\2A64FC8F.tmp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78" cy="2061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3C14">
        <w:rPr>
          <w:rFonts w:ascii="Calibri" w:eastAsia="Times New Roman" w:hAnsi="Calibri" w:cs="Calibri"/>
          <w:sz w:val="22"/>
          <w:szCs w:val="22"/>
          <w:lang w:eastAsia="en-AU"/>
        </w:rPr>
        <w:t> </w:t>
      </w:r>
    </w:p>
    <w:tbl>
      <w:tblPr>
        <w:tblW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"/>
        <w:gridCol w:w="8107"/>
      </w:tblGrid>
      <w:tr w:rsidR="001B357A" w:rsidRPr="00693C14" w14:paraId="081EE176" w14:textId="77777777" w:rsidTr="00E7507E">
        <w:trPr>
          <w:trHeight w:val="428"/>
        </w:trPr>
        <w:tc>
          <w:tcPr>
            <w:tcW w:w="99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2D739F"/>
            <w:vAlign w:val="center"/>
            <w:hideMark/>
          </w:tcPr>
          <w:p w14:paraId="70BCD9EE" w14:textId="77777777" w:rsidR="001B357A" w:rsidRPr="00693C14" w:rsidRDefault="001B357A" w:rsidP="00E7507E">
            <w:pPr>
              <w:tabs>
                <w:tab w:val="clear" w:pos="284"/>
              </w:tabs>
              <w:spacing w:before="0"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  <w:lang w:eastAsia="en-AU"/>
              </w:rPr>
            </w:pPr>
            <w:r w:rsidRPr="00241926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en-AU"/>
              </w:rPr>
              <w:t>Part  </w:t>
            </w:r>
          </w:p>
        </w:tc>
        <w:tc>
          <w:tcPr>
            <w:tcW w:w="8505" w:type="dxa"/>
            <w:tcBorders>
              <w:top w:val="single" w:sz="6" w:space="0" w:color="7F7F7F"/>
              <w:left w:val="nil"/>
              <w:bottom w:val="single" w:sz="6" w:space="0" w:color="7F7F7F"/>
              <w:right w:val="single" w:sz="6" w:space="0" w:color="7F7F7F"/>
            </w:tcBorders>
            <w:shd w:val="clear" w:color="auto" w:fill="2D739F"/>
            <w:vAlign w:val="center"/>
            <w:hideMark/>
          </w:tcPr>
          <w:p w14:paraId="18016225" w14:textId="77777777" w:rsidR="001B357A" w:rsidRPr="00693C14" w:rsidRDefault="001B357A" w:rsidP="00E7507E">
            <w:pPr>
              <w:tabs>
                <w:tab w:val="clear" w:pos="284"/>
              </w:tabs>
              <w:spacing w:before="0"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  <w:lang w:eastAsia="en-AU"/>
              </w:rPr>
            </w:pPr>
            <w:r w:rsidRPr="00241926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en-AU"/>
              </w:rPr>
              <w:t>Example of an item that measured </w:t>
            </w:r>
          </w:p>
        </w:tc>
      </w:tr>
      <w:tr w:rsidR="001B357A" w:rsidRPr="00693C14" w14:paraId="5DEBC74E" w14:textId="77777777" w:rsidTr="00E7507E">
        <w:trPr>
          <w:trHeight w:val="548"/>
        </w:trPr>
        <w:tc>
          <w:tcPr>
            <w:tcW w:w="990" w:type="dxa"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23BC324D" w14:textId="67285188" w:rsidR="001B357A" w:rsidRPr="00693C14" w:rsidRDefault="001B357A" w:rsidP="00CB23EE">
            <w:pPr>
              <w:tabs>
                <w:tab w:val="clear" w:pos="284"/>
              </w:tabs>
              <w:spacing w:before="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en-AU"/>
              </w:rPr>
            </w:pPr>
            <w:r w:rsidRPr="001B357A"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en-AU"/>
              </w:rPr>
              <w:t>A</w:t>
            </w:r>
            <w:bookmarkStart w:id="3" w:name="_GoBack"/>
            <w:bookmarkEnd w:id="3"/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05E283ED" w14:textId="77777777" w:rsidR="001B357A" w:rsidRPr="00693C14" w:rsidRDefault="001B357A" w:rsidP="00E7507E">
            <w:pPr>
              <w:tabs>
                <w:tab w:val="clear" w:pos="284"/>
              </w:tabs>
              <w:spacing w:before="0"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en-AU"/>
              </w:rPr>
            </w:pPr>
            <w:r w:rsidRPr="001B357A"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en-AU"/>
              </w:rPr>
              <w:t>Internal gaps/diameters of objects. E.g. diameter of a drilled hole </w:t>
            </w:r>
          </w:p>
        </w:tc>
      </w:tr>
      <w:tr w:rsidR="001B357A" w:rsidRPr="00693C14" w14:paraId="4C69B8CD" w14:textId="77777777" w:rsidTr="00E7507E">
        <w:trPr>
          <w:trHeight w:val="556"/>
        </w:trPr>
        <w:tc>
          <w:tcPr>
            <w:tcW w:w="990" w:type="dxa"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3949DB9F" w14:textId="10CCC5FF" w:rsidR="001B357A" w:rsidRPr="00693C14" w:rsidRDefault="001B357A" w:rsidP="00CB23EE">
            <w:pPr>
              <w:tabs>
                <w:tab w:val="clear" w:pos="284"/>
              </w:tabs>
              <w:spacing w:before="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en-AU"/>
              </w:rPr>
            </w:pPr>
            <w:r w:rsidRPr="001B357A"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en-AU"/>
              </w:rPr>
              <w:t>B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617B25E5" w14:textId="77777777" w:rsidR="001B357A" w:rsidRPr="00693C14" w:rsidRDefault="001B357A" w:rsidP="00E7507E">
            <w:pPr>
              <w:tabs>
                <w:tab w:val="clear" w:pos="284"/>
              </w:tabs>
              <w:spacing w:before="0"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en-AU"/>
              </w:rPr>
            </w:pPr>
            <w:r w:rsidRPr="001B357A"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en-AU"/>
              </w:rPr>
              <w:t>External widths or diameters of objects. E.g. Drill bit </w:t>
            </w:r>
          </w:p>
        </w:tc>
      </w:tr>
      <w:tr w:rsidR="001B357A" w:rsidRPr="00693C14" w14:paraId="4333D59E" w14:textId="77777777" w:rsidTr="00E7507E">
        <w:trPr>
          <w:trHeight w:val="563"/>
        </w:trPr>
        <w:tc>
          <w:tcPr>
            <w:tcW w:w="990" w:type="dxa"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0EE37EEC" w14:textId="1AD47738" w:rsidR="001B357A" w:rsidRPr="00693C14" w:rsidRDefault="001B357A" w:rsidP="00CB23EE">
            <w:pPr>
              <w:tabs>
                <w:tab w:val="clear" w:pos="284"/>
              </w:tabs>
              <w:spacing w:before="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en-AU"/>
              </w:rPr>
            </w:pPr>
            <w:r w:rsidRPr="001B357A"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en-AU"/>
              </w:rPr>
              <w:t>C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4888CD2B" w14:textId="77777777" w:rsidR="001B357A" w:rsidRPr="00693C14" w:rsidRDefault="001B357A" w:rsidP="00E7507E">
            <w:pPr>
              <w:tabs>
                <w:tab w:val="clear" w:pos="284"/>
              </w:tabs>
              <w:spacing w:before="0"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en-AU"/>
              </w:rPr>
            </w:pPr>
            <w:r w:rsidRPr="001B357A"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en-AU"/>
              </w:rPr>
              <w:t>Depths of recess or blind hole. E.g. Blind hole depth  </w:t>
            </w:r>
          </w:p>
        </w:tc>
      </w:tr>
    </w:tbl>
    <w:p w14:paraId="6A5B20A1" w14:textId="3F6713E3" w:rsidR="001B357A" w:rsidRPr="007915EE" w:rsidRDefault="001B357A" w:rsidP="007915EE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</w:p>
    <w:sectPr w:rsidR="001B357A" w:rsidRPr="007915EE" w:rsidSect="00E7507E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3CDEE" w14:textId="77777777" w:rsidR="00B50D1E" w:rsidRDefault="00B50D1E">
      <w:pPr>
        <w:spacing w:before="0" w:after="0" w:line="240" w:lineRule="auto"/>
      </w:pPr>
      <w:r>
        <w:separator/>
      </w:r>
    </w:p>
  </w:endnote>
  <w:endnote w:type="continuationSeparator" w:id="0">
    <w:p w14:paraId="08AD4CED" w14:textId="77777777" w:rsidR="00B50D1E" w:rsidRDefault="00B50D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D96CB" w14:textId="77777777" w:rsidR="00B50D1E" w:rsidRPr="004820C4" w:rsidRDefault="00B50D1E" w:rsidP="00E7507E">
    <w:pPr>
      <w:pStyle w:val="Footer-DocumentTitleLeft"/>
    </w:pPr>
  </w:p>
  <w:p w14:paraId="5D5E9CD9" w14:textId="77777777" w:rsidR="00B50D1E" w:rsidRDefault="00B50D1E" w:rsidP="00E7507E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11B40607" w14:textId="77777777" w:rsidR="00B50D1E" w:rsidRPr="0006452B" w:rsidRDefault="00B50D1E" w:rsidP="00E7507E"/>
  <w:p w14:paraId="4258022D" w14:textId="77777777" w:rsidR="00B50D1E" w:rsidRDefault="00B50D1E" w:rsidP="00E750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6816F" w14:textId="3CA7AA1A" w:rsidR="00B50D1E" w:rsidRDefault="00B50D1E" w:rsidP="00E7507E">
    <w:pPr>
      <w:pStyle w:val="Bodyfooter"/>
      <w:rPr>
        <w:noProof/>
      </w:rPr>
    </w:pPr>
    <w:r w:rsidRPr="008D467A">
      <w:t>Document title</w:t>
    </w:r>
    <w:r>
      <w:t>: MEM12023A_MG_Kn_1of2</w:t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CB23EE">
      <w:rPr>
        <w:noProof/>
      </w:rPr>
      <w:t>18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CB23EE">
      <w:rPr>
        <w:noProof/>
      </w:rPr>
      <w:t>18</w:t>
    </w:r>
    <w:r>
      <w:rPr>
        <w:noProof/>
      </w:rPr>
      <w:fldChar w:fldCharType="end"/>
    </w:r>
  </w:p>
  <w:p w14:paraId="66506463" w14:textId="4045A141" w:rsidR="00B50D1E" w:rsidRPr="00E7507E" w:rsidRDefault="00B50D1E" w:rsidP="00E7507E">
    <w:pPr>
      <w:pStyle w:val="Bodyfooter"/>
    </w:pPr>
    <w:r>
      <w:t xml:space="preserve">Resource ID: MRS_18_02_ MEM12023A_MG_Kn_1of2           20190916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2F348" w14:textId="77777777" w:rsidR="00B50D1E" w:rsidRPr="008D467A" w:rsidRDefault="00B50D1E" w:rsidP="00E7507E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C8BE4ED" w14:textId="77777777" w:rsidR="00B50D1E" w:rsidRPr="008948B1" w:rsidRDefault="00B50D1E" w:rsidP="00E7507E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DDA34C9" w14:textId="77777777" w:rsidR="00B50D1E" w:rsidRPr="00AA3155" w:rsidRDefault="00B50D1E" w:rsidP="00E7507E">
    <w:pPr>
      <w:pStyle w:val="Footer"/>
    </w:pPr>
  </w:p>
  <w:p w14:paraId="2727D0F2" w14:textId="77777777" w:rsidR="00B50D1E" w:rsidRDefault="00B50D1E" w:rsidP="00E750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74DFB" w14:textId="77777777" w:rsidR="00B50D1E" w:rsidRDefault="00B50D1E">
      <w:pPr>
        <w:spacing w:before="0" w:after="0" w:line="240" w:lineRule="auto"/>
      </w:pPr>
      <w:r>
        <w:separator/>
      </w:r>
    </w:p>
  </w:footnote>
  <w:footnote w:type="continuationSeparator" w:id="0">
    <w:p w14:paraId="12DDF0A6" w14:textId="77777777" w:rsidR="00B50D1E" w:rsidRDefault="00B50D1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44921" w14:textId="77777777" w:rsidR="00B50D1E" w:rsidRDefault="00B50D1E" w:rsidP="00E7507E"/>
  <w:p w14:paraId="28E63DF2" w14:textId="77777777" w:rsidR="00B50D1E" w:rsidRDefault="00B50D1E" w:rsidP="00E750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24AE1" w14:textId="77777777" w:rsidR="00B50D1E" w:rsidRDefault="00B50D1E" w:rsidP="00E7507E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2F184FC5" wp14:editId="52B9031F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3F20A" w14:textId="77777777" w:rsidR="00B50D1E" w:rsidRDefault="00B50D1E" w:rsidP="00E7507E">
    <w:pPr>
      <w:pStyle w:val="Header"/>
    </w:pPr>
  </w:p>
  <w:p w14:paraId="7B694976" w14:textId="77777777" w:rsidR="00B50D1E" w:rsidRDefault="00B50D1E" w:rsidP="00E750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0649A"/>
    <w:multiLevelType w:val="hybridMultilevel"/>
    <w:tmpl w:val="6B0C15A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509D"/>
    <w:multiLevelType w:val="hybridMultilevel"/>
    <w:tmpl w:val="C7D6E560"/>
    <w:lvl w:ilvl="0" w:tplc="49CA268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08D7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046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A08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8C7F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2A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A07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8C4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3AD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505E8"/>
    <w:multiLevelType w:val="hybridMultilevel"/>
    <w:tmpl w:val="6B0C15A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12298"/>
    <w:multiLevelType w:val="hybridMultilevel"/>
    <w:tmpl w:val="6B0C15A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81208"/>
    <w:multiLevelType w:val="hybridMultilevel"/>
    <w:tmpl w:val="C5E8E58E"/>
    <w:lvl w:ilvl="0" w:tplc="2D78A8C6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A049C"/>
    <w:multiLevelType w:val="hybridMultilevel"/>
    <w:tmpl w:val="B9B262D6"/>
    <w:lvl w:ilvl="0" w:tplc="34D41FDA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615FA"/>
    <w:multiLevelType w:val="hybridMultilevel"/>
    <w:tmpl w:val="F2DA347E"/>
    <w:lvl w:ilvl="0" w:tplc="9E72EBB4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03E8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B483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E421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29B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A2BB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048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E6A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66F4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5787E"/>
    <w:multiLevelType w:val="hybridMultilevel"/>
    <w:tmpl w:val="FB20B190"/>
    <w:lvl w:ilvl="0" w:tplc="7CB240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9" w15:restartNumberingAfterBreak="0">
    <w:nsid w:val="31264159"/>
    <w:multiLevelType w:val="hybridMultilevel"/>
    <w:tmpl w:val="667C43EC"/>
    <w:lvl w:ilvl="0" w:tplc="9C945A14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2B7E0B52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C49E9E96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B963B36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EBADF8E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D967660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B0842E80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A6FCD4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E08E62F6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3AD3DEC"/>
    <w:multiLevelType w:val="hybridMultilevel"/>
    <w:tmpl w:val="37A0660C"/>
    <w:lvl w:ilvl="0" w:tplc="AA72448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9D5EB1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84D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810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B02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9C24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E28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29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FCAA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240EF"/>
    <w:multiLevelType w:val="hybridMultilevel"/>
    <w:tmpl w:val="B9B262D6"/>
    <w:lvl w:ilvl="0" w:tplc="34D41FDA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F78F1"/>
    <w:multiLevelType w:val="hybridMultilevel"/>
    <w:tmpl w:val="6B0C15A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F6275"/>
    <w:multiLevelType w:val="hybridMultilevel"/>
    <w:tmpl w:val="BAB8B9E6"/>
    <w:lvl w:ilvl="0" w:tplc="83D28D98">
      <w:start w:val="1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062A9"/>
    <w:multiLevelType w:val="hybridMultilevel"/>
    <w:tmpl w:val="48901600"/>
    <w:lvl w:ilvl="0" w:tplc="97B8E0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40D27"/>
    <w:multiLevelType w:val="multilevel"/>
    <w:tmpl w:val="AF90D66E"/>
    <w:lvl w:ilvl="0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6" w15:restartNumberingAfterBreak="0">
    <w:nsid w:val="54FD438E"/>
    <w:multiLevelType w:val="hybridMultilevel"/>
    <w:tmpl w:val="77928AD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B3FAE"/>
    <w:multiLevelType w:val="hybridMultilevel"/>
    <w:tmpl w:val="1AE4F956"/>
    <w:lvl w:ilvl="0" w:tplc="FBFEC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9EB98E" w:tentative="1">
      <w:start w:val="1"/>
      <w:numFmt w:val="lowerLetter"/>
      <w:lvlText w:val="%2."/>
      <w:lvlJc w:val="left"/>
      <w:pPr>
        <w:ind w:left="1440" w:hanging="360"/>
      </w:pPr>
    </w:lvl>
    <w:lvl w:ilvl="2" w:tplc="02A86978" w:tentative="1">
      <w:start w:val="1"/>
      <w:numFmt w:val="lowerRoman"/>
      <w:lvlText w:val="%3."/>
      <w:lvlJc w:val="right"/>
      <w:pPr>
        <w:ind w:left="2160" w:hanging="180"/>
      </w:pPr>
    </w:lvl>
    <w:lvl w:ilvl="3" w:tplc="987A1AC0" w:tentative="1">
      <w:start w:val="1"/>
      <w:numFmt w:val="decimal"/>
      <w:lvlText w:val="%4."/>
      <w:lvlJc w:val="left"/>
      <w:pPr>
        <w:ind w:left="2880" w:hanging="360"/>
      </w:pPr>
    </w:lvl>
    <w:lvl w:ilvl="4" w:tplc="95C2D68E" w:tentative="1">
      <w:start w:val="1"/>
      <w:numFmt w:val="lowerLetter"/>
      <w:lvlText w:val="%5."/>
      <w:lvlJc w:val="left"/>
      <w:pPr>
        <w:ind w:left="3600" w:hanging="360"/>
      </w:pPr>
    </w:lvl>
    <w:lvl w:ilvl="5" w:tplc="941456A2" w:tentative="1">
      <w:start w:val="1"/>
      <w:numFmt w:val="lowerRoman"/>
      <w:lvlText w:val="%6."/>
      <w:lvlJc w:val="right"/>
      <w:pPr>
        <w:ind w:left="4320" w:hanging="180"/>
      </w:pPr>
    </w:lvl>
    <w:lvl w:ilvl="6" w:tplc="F2E604C2" w:tentative="1">
      <w:start w:val="1"/>
      <w:numFmt w:val="decimal"/>
      <w:lvlText w:val="%7."/>
      <w:lvlJc w:val="left"/>
      <w:pPr>
        <w:ind w:left="5040" w:hanging="360"/>
      </w:pPr>
    </w:lvl>
    <w:lvl w:ilvl="7" w:tplc="0402089A" w:tentative="1">
      <w:start w:val="1"/>
      <w:numFmt w:val="lowerLetter"/>
      <w:lvlText w:val="%8."/>
      <w:lvlJc w:val="left"/>
      <w:pPr>
        <w:ind w:left="5760" w:hanging="360"/>
      </w:pPr>
    </w:lvl>
    <w:lvl w:ilvl="8" w:tplc="66D0A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E1587"/>
    <w:multiLevelType w:val="hybridMultilevel"/>
    <w:tmpl w:val="3BDAA10A"/>
    <w:lvl w:ilvl="0" w:tplc="2982DD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74975"/>
    <w:multiLevelType w:val="hybridMultilevel"/>
    <w:tmpl w:val="6B0C15A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6770C"/>
    <w:multiLevelType w:val="hybridMultilevel"/>
    <w:tmpl w:val="C95EB6BC"/>
    <w:lvl w:ilvl="0" w:tplc="4A109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52C720" w:tentative="1">
      <w:start w:val="1"/>
      <w:numFmt w:val="lowerLetter"/>
      <w:lvlText w:val="%2."/>
      <w:lvlJc w:val="left"/>
      <w:pPr>
        <w:ind w:left="1440" w:hanging="360"/>
      </w:pPr>
    </w:lvl>
    <w:lvl w:ilvl="2" w:tplc="9C32BE26" w:tentative="1">
      <w:start w:val="1"/>
      <w:numFmt w:val="lowerRoman"/>
      <w:lvlText w:val="%3."/>
      <w:lvlJc w:val="right"/>
      <w:pPr>
        <w:ind w:left="2160" w:hanging="180"/>
      </w:pPr>
    </w:lvl>
    <w:lvl w:ilvl="3" w:tplc="3E92EAD0" w:tentative="1">
      <w:start w:val="1"/>
      <w:numFmt w:val="decimal"/>
      <w:lvlText w:val="%4."/>
      <w:lvlJc w:val="left"/>
      <w:pPr>
        <w:ind w:left="2880" w:hanging="360"/>
      </w:pPr>
    </w:lvl>
    <w:lvl w:ilvl="4" w:tplc="B7328696" w:tentative="1">
      <w:start w:val="1"/>
      <w:numFmt w:val="lowerLetter"/>
      <w:lvlText w:val="%5."/>
      <w:lvlJc w:val="left"/>
      <w:pPr>
        <w:ind w:left="3600" w:hanging="360"/>
      </w:pPr>
    </w:lvl>
    <w:lvl w:ilvl="5" w:tplc="B93CBF22" w:tentative="1">
      <w:start w:val="1"/>
      <w:numFmt w:val="lowerRoman"/>
      <w:lvlText w:val="%6."/>
      <w:lvlJc w:val="right"/>
      <w:pPr>
        <w:ind w:left="4320" w:hanging="180"/>
      </w:pPr>
    </w:lvl>
    <w:lvl w:ilvl="6" w:tplc="1534CEAE" w:tentative="1">
      <w:start w:val="1"/>
      <w:numFmt w:val="decimal"/>
      <w:lvlText w:val="%7."/>
      <w:lvlJc w:val="left"/>
      <w:pPr>
        <w:ind w:left="5040" w:hanging="360"/>
      </w:pPr>
    </w:lvl>
    <w:lvl w:ilvl="7" w:tplc="906AABC2" w:tentative="1">
      <w:start w:val="1"/>
      <w:numFmt w:val="lowerLetter"/>
      <w:lvlText w:val="%8."/>
      <w:lvlJc w:val="left"/>
      <w:pPr>
        <w:ind w:left="5760" w:hanging="360"/>
      </w:pPr>
    </w:lvl>
    <w:lvl w:ilvl="8" w:tplc="B3C2AD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821B1"/>
    <w:multiLevelType w:val="hybridMultilevel"/>
    <w:tmpl w:val="77928AD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856C4"/>
    <w:multiLevelType w:val="hybridMultilevel"/>
    <w:tmpl w:val="98BE42E0"/>
    <w:lvl w:ilvl="0" w:tplc="E9B46454">
      <w:start w:val="9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505" w:hanging="360"/>
      </w:pPr>
    </w:lvl>
    <w:lvl w:ilvl="2" w:tplc="0C09001B" w:tentative="1">
      <w:start w:val="1"/>
      <w:numFmt w:val="lowerRoman"/>
      <w:lvlText w:val="%3."/>
      <w:lvlJc w:val="right"/>
      <w:pPr>
        <w:ind w:left="2225" w:hanging="180"/>
      </w:pPr>
    </w:lvl>
    <w:lvl w:ilvl="3" w:tplc="0C09000F" w:tentative="1">
      <w:start w:val="1"/>
      <w:numFmt w:val="decimal"/>
      <w:lvlText w:val="%4."/>
      <w:lvlJc w:val="left"/>
      <w:pPr>
        <w:ind w:left="2945" w:hanging="360"/>
      </w:pPr>
    </w:lvl>
    <w:lvl w:ilvl="4" w:tplc="0C090019" w:tentative="1">
      <w:start w:val="1"/>
      <w:numFmt w:val="lowerLetter"/>
      <w:lvlText w:val="%5."/>
      <w:lvlJc w:val="left"/>
      <w:pPr>
        <w:ind w:left="3665" w:hanging="360"/>
      </w:pPr>
    </w:lvl>
    <w:lvl w:ilvl="5" w:tplc="0C09001B" w:tentative="1">
      <w:start w:val="1"/>
      <w:numFmt w:val="lowerRoman"/>
      <w:lvlText w:val="%6."/>
      <w:lvlJc w:val="right"/>
      <w:pPr>
        <w:ind w:left="4385" w:hanging="180"/>
      </w:pPr>
    </w:lvl>
    <w:lvl w:ilvl="6" w:tplc="0C09000F" w:tentative="1">
      <w:start w:val="1"/>
      <w:numFmt w:val="decimal"/>
      <w:lvlText w:val="%7."/>
      <w:lvlJc w:val="left"/>
      <w:pPr>
        <w:ind w:left="5105" w:hanging="360"/>
      </w:pPr>
    </w:lvl>
    <w:lvl w:ilvl="7" w:tplc="0C090019" w:tentative="1">
      <w:start w:val="1"/>
      <w:numFmt w:val="lowerLetter"/>
      <w:lvlText w:val="%8."/>
      <w:lvlJc w:val="left"/>
      <w:pPr>
        <w:ind w:left="5825" w:hanging="360"/>
      </w:pPr>
    </w:lvl>
    <w:lvl w:ilvl="8" w:tplc="0C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7EC17816"/>
    <w:multiLevelType w:val="hybridMultilevel"/>
    <w:tmpl w:val="6B0C15A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0"/>
  </w:num>
  <w:num w:numId="5">
    <w:abstractNumId w:val="17"/>
  </w:num>
  <w:num w:numId="6">
    <w:abstractNumId w:val="9"/>
  </w:num>
  <w:num w:numId="7">
    <w:abstractNumId w:val="23"/>
  </w:num>
  <w:num w:numId="8">
    <w:abstractNumId w:val="12"/>
  </w:num>
  <w:num w:numId="9">
    <w:abstractNumId w:val="3"/>
  </w:num>
  <w:num w:numId="10">
    <w:abstractNumId w:val="19"/>
  </w:num>
  <w:num w:numId="11">
    <w:abstractNumId w:val="0"/>
  </w:num>
  <w:num w:numId="12">
    <w:abstractNumId w:val="2"/>
  </w:num>
  <w:num w:numId="13">
    <w:abstractNumId w:val="16"/>
  </w:num>
  <w:num w:numId="14">
    <w:abstractNumId w:val="5"/>
  </w:num>
  <w:num w:numId="15">
    <w:abstractNumId w:val="20"/>
  </w:num>
  <w:num w:numId="16">
    <w:abstractNumId w:val="7"/>
  </w:num>
  <w:num w:numId="17">
    <w:abstractNumId w:val="18"/>
  </w:num>
  <w:num w:numId="18">
    <w:abstractNumId w:val="14"/>
  </w:num>
  <w:num w:numId="19">
    <w:abstractNumId w:val="4"/>
  </w:num>
  <w:num w:numId="20">
    <w:abstractNumId w:val="22"/>
  </w:num>
  <w:num w:numId="21">
    <w:abstractNumId w:val="21"/>
  </w:num>
  <w:num w:numId="22">
    <w:abstractNumId w:val="13"/>
  </w:num>
  <w:num w:numId="23">
    <w:abstractNumId w:val="1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C8"/>
    <w:rsid w:val="001B357A"/>
    <w:rsid w:val="00495535"/>
    <w:rsid w:val="004A6B3E"/>
    <w:rsid w:val="00681A95"/>
    <w:rsid w:val="007915EE"/>
    <w:rsid w:val="009407C8"/>
    <w:rsid w:val="009F65A9"/>
    <w:rsid w:val="00B264BB"/>
    <w:rsid w:val="00B50D1E"/>
    <w:rsid w:val="00B820A4"/>
    <w:rsid w:val="00CB23EE"/>
    <w:rsid w:val="00D56E77"/>
    <w:rsid w:val="00E7507E"/>
    <w:rsid w:val="00F23A78"/>
    <w:rsid w:val="00F5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7A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65A9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5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paragraph" w:styleId="ListBullet">
    <w:name w:val="List Bullet"/>
    <w:basedOn w:val="List"/>
    <w:rsid w:val="007915EE"/>
    <w:pPr>
      <w:keepNext/>
      <w:keepLines/>
      <w:tabs>
        <w:tab w:val="clear" w:pos="284"/>
      </w:tabs>
      <w:spacing w:before="40" w:after="40" w:line="240" w:lineRule="auto"/>
      <w:ind w:left="0" w:firstLine="0"/>
    </w:pPr>
    <w:rPr>
      <w:rFonts w:ascii="Times New Roman" w:eastAsia="Times New Roman" w:hAnsi="Times New Roman" w:cs="Times New Roman"/>
      <w:szCs w:val="22"/>
    </w:rPr>
  </w:style>
  <w:style w:type="character" w:customStyle="1" w:styleId="normaltextrun">
    <w:name w:val="normaltextrun"/>
    <w:basedOn w:val="DefaultParagraphFont"/>
    <w:rsid w:val="007915EE"/>
  </w:style>
  <w:style w:type="character" w:customStyle="1" w:styleId="eop">
    <w:name w:val="eop"/>
    <w:basedOn w:val="DefaultParagraphFont"/>
    <w:rsid w:val="007915EE"/>
  </w:style>
  <w:style w:type="paragraph" w:styleId="List">
    <w:name w:val="List"/>
    <w:basedOn w:val="Normal"/>
    <w:uiPriority w:val="99"/>
    <w:semiHidden/>
    <w:unhideWhenUsed/>
    <w:rsid w:val="007915EE"/>
    <w:pPr>
      <w:ind w:left="283" w:hanging="283"/>
      <w:contextualSpacing/>
    </w:pPr>
  </w:style>
  <w:style w:type="paragraph" w:customStyle="1" w:styleId="paragraph">
    <w:name w:val="paragraph"/>
    <w:basedOn w:val="Normal"/>
    <w:rsid w:val="001B357A"/>
    <w:pPr>
      <w:tabs>
        <w:tab w:val="clear" w:pos="28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table" w:customStyle="1" w:styleId="TableGrid10">
    <w:name w:val="Table Grid1"/>
    <w:basedOn w:val="TableNormal"/>
    <w:next w:val="TableGrid"/>
    <w:uiPriority w:val="59"/>
    <w:rsid w:val="00B50D1E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5.jp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8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7.emf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png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006E2-54E0-4606-AF49-D9C8DB13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2FD67B-EE66-40B0-9236-6EF363A78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18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MEM12023A_MG_Kn_1of2_20190912</vt:lpstr>
    </vt:vector>
  </TitlesOfParts>
  <Company/>
  <LinksUpToDate>false</LinksUpToDate>
  <CharactersWithSpaces>13014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MEM12023A_MG_Kn_1of2_20190912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2019-09-11T04:17:00Z</dcterms:created>
  <dcterms:modified xsi:type="dcterms:W3CDTF">2019-09-24T00:57:00Z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