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29900" w14:textId="77777777" w:rsidR="00FC48B2" w:rsidRDefault="00CE3EDB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1FDF52F2" w14:textId="77777777" w:rsidR="00CC3D37" w:rsidRPr="00A56627" w:rsidRDefault="00CE3EDB" w:rsidP="00CC3D37">
      <w:pPr>
        <w:pStyle w:val="Heading2"/>
      </w:pPr>
      <w:r w:rsidRPr="00A56627">
        <w:t>Criteria</w:t>
      </w:r>
    </w:p>
    <w:p w14:paraId="62D0B9F7" w14:textId="77777777" w:rsidR="00CC3D37" w:rsidRDefault="00CE3EDB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4D03330" w14:textId="77777777" w:rsidR="00CC3D37" w:rsidRPr="00D83795" w:rsidRDefault="00CE3ED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MEM30205 - Certificate III in Engineering - Mechanical Trade (3)</w:t>
      </w:r>
      <w:bookmarkEnd w:id="0"/>
    </w:p>
    <w:p w14:paraId="672A6659" w14:textId="77777777" w:rsidR="00CC3D37" w:rsidRPr="00D83795" w:rsidRDefault="0001560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E6AEDC" w14:textId="77777777" w:rsidR="00CC3D37" w:rsidRDefault="00CE3EDB" w:rsidP="00CC3D37">
      <w:pPr>
        <w:pStyle w:val="Heading3"/>
      </w:pPr>
      <w:r w:rsidRPr="007A6B4A">
        <w:t>Unit code, name and release number</w:t>
      </w:r>
    </w:p>
    <w:p w14:paraId="760880AE" w14:textId="77777777" w:rsidR="00CC3D37" w:rsidRPr="00D83795" w:rsidRDefault="00CE3ED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MEM12023A - Perform engineering measurements (1)</w:t>
      </w:r>
      <w:bookmarkEnd w:id="1"/>
    </w:p>
    <w:p w14:paraId="0A37501D" w14:textId="77777777" w:rsidR="00CC3D37" w:rsidRPr="00D83795" w:rsidRDefault="0001560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186A3AB" w14:textId="77777777" w:rsidR="00F611A6" w:rsidRDefault="00F611A6" w:rsidP="00BC4442">
      <w:pPr>
        <w:rPr>
          <w:sz w:val="22"/>
          <w:szCs w:val="22"/>
          <w:lang w:eastAsia="en-AU"/>
        </w:rPr>
      </w:pPr>
    </w:p>
    <w:p w14:paraId="7E844CE2" w14:textId="2B2BFC9C" w:rsidR="00BC4442" w:rsidRPr="004A551B" w:rsidRDefault="00CE3EDB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0B239001" w14:textId="77777777" w:rsidR="0040694E" w:rsidRPr="004A551B" w:rsidRDefault="00CE3EDB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DDCD4F6" w14:textId="77777777" w:rsidR="0040694E" w:rsidRPr="004A551B" w:rsidRDefault="00CE3ED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065D810C" w14:textId="77777777" w:rsidR="0040694E" w:rsidRPr="004A551B" w:rsidRDefault="00CE3ED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527B2613" w14:textId="77777777" w:rsidR="0040694E" w:rsidRPr="004A551B" w:rsidRDefault="00CE3ED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491CCA04" w14:textId="77777777" w:rsidR="0040694E" w:rsidRPr="004A551B" w:rsidRDefault="00CE3EDB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64245693" w14:textId="1DA43AE2" w:rsidR="003F73CB" w:rsidRDefault="00CE3EDB" w:rsidP="006B026A">
      <w:pPr>
        <w:pStyle w:val="ListParagraph"/>
        <w:keepNext/>
        <w:numPr>
          <w:ilvl w:val="0"/>
          <w:numId w:val="31"/>
        </w:numPr>
      </w:pPr>
      <w:r w:rsidRPr="0001560B">
        <w:rPr>
          <w:sz w:val="22"/>
          <w:szCs w:val="22"/>
          <w:lang w:eastAsia="en-AU"/>
        </w:rPr>
        <w:t>I have been provided access to all required lea</w:t>
      </w:r>
      <w:r w:rsidR="006B3262" w:rsidRPr="0001560B">
        <w:rPr>
          <w:sz w:val="22"/>
          <w:szCs w:val="22"/>
          <w:lang w:eastAsia="en-AU"/>
        </w:rPr>
        <w:t>rning materials and/or resources</w:t>
      </w:r>
      <w:bookmarkStart w:id="2" w:name="_GoBack"/>
      <w:bookmarkEnd w:id="2"/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C24D1F" w14:paraId="0DE8FB5A" w14:textId="77777777" w:rsidTr="00C24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5804BD3" w14:textId="77777777" w:rsidR="007E10A9" w:rsidRPr="00F611A6" w:rsidRDefault="00CE3EDB" w:rsidP="007E10A9">
            <w:pPr>
              <w:rPr>
                <w:sz w:val="22"/>
                <w:szCs w:val="22"/>
                <w:lang w:eastAsia="en-AU"/>
              </w:rPr>
            </w:pPr>
            <w:r w:rsidRPr="00F611A6">
              <w:rPr>
                <w:sz w:val="22"/>
                <w:szCs w:val="22"/>
                <w:lang w:eastAsia="en-AU"/>
              </w:rPr>
              <w:t>No</w:t>
            </w:r>
          </w:p>
        </w:tc>
        <w:tc>
          <w:tcPr>
            <w:tcW w:w="2658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37074D77" w14:textId="77777777" w:rsidR="007E10A9" w:rsidRPr="00F611A6" w:rsidRDefault="00CE3EDB" w:rsidP="007E10A9">
            <w:pPr>
              <w:rPr>
                <w:sz w:val="22"/>
                <w:szCs w:val="22"/>
                <w:lang w:eastAsia="en-AU"/>
              </w:rPr>
            </w:pPr>
            <w:r w:rsidRPr="00F611A6">
              <w:rPr>
                <w:sz w:val="22"/>
                <w:szCs w:val="22"/>
                <w:lang w:eastAsia="en-AU"/>
              </w:rPr>
              <w:t>Student name (please print name)</w:t>
            </w:r>
          </w:p>
        </w:tc>
        <w:tc>
          <w:tcPr>
            <w:tcW w:w="660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91072FA" w14:textId="77777777" w:rsidR="007E10A9" w:rsidRPr="00F611A6" w:rsidRDefault="00CE3EDB" w:rsidP="007E10A9">
            <w:pPr>
              <w:rPr>
                <w:sz w:val="22"/>
                <w:szCs w:val="22"/>
                <w:lang w:eastAsia="en-AU"/>
              </w:rPr>
            </w:pPr>
            <w:r w:rsidRPr="00F611A6">
              <w:rPr>
                <w:sz w:val="22"/>
                <w:szCs w:val="22"/>
                <w:lang w:eastAsia="en-AU"/>
              </w:rPr>
              <w:t>Date</w:t>
            </w:r>
          </w:p>
        </w:tc>
        <w:tc>
          <w:tcPr>
            <w:tcW w:w="1372" w:type="pct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  <w:vAlign w:val="top"/>
          </w:tcPr>
          <w:p w14:paraId="4CCB031D" w14:textId="77777777" w:rsidR="007E10A9" w:rsidRPr="00F611A6" w:rsidRDefault="00CE3EDB" w:rsidP="007E10A9">
            <w:pPr>
              <w:rPr>
                <w:sz w:val="22"/>
                <w:szCs w:val="22"/>
                <w:lang w:eastAsia="en-AU"/>
              </w:rPr>
            </w:pPr>
            <w:r w:rsidRPr="00F611A6">
              <w:rPr>
                <w:sz w:val="22"/>
                <w:szCs w:val="22"/>
                <w:lang w:eastAsia="en-AU"/>
              </w:rPr>
              <w:t>Signature</w:t>
            </w:r>
          </w:p>
        </w:tc>
      </w:tr>
      <w:tr w:rsidR="00C24D1F" w14:paraId="649841BE" w14:textId="77777777" w:rsidTr="00C24D1F">
        <w:tc>
          <w:tcPr>
            <w:tcW w:w="310" w:type="pct"/>
            <w:shd w:val="clear" w:color="auto" w:fill="2D739F"/>
            <w:vAlign w:val="top"/>
          </w:tcPr>
          <w:p w14:paraId="56B20A0C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5DAB6C7B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2EB378F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A05A809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18F999B5" w14:textId="77777777" w:rsidTr="00C24D1F">
        <w:tc>
          <w:tcPr>
            <w:tcW w:w="310" w:type="pct"/>
            <w:shd w:val="clear" w:color="auto" w:fill="2D739F"/>
            <w:vAlign w:val="top"/>
          </w:tcPr>
          <w:p w14:paraId="7144751B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A39BBE3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1C8F396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A3D3EC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5FCD5EC4" w14:textId="77777777" w:rsidTr="00C24D1F">
        <w:tc>
          <w:tcPr>
            <w:tcW w:w="310" w:type="pct"/>
            <w:shd w:val="clear" w:color="auto" w:fill="2D739F"/>
            <w:vAlign w:val="top"/>
          </w:tcPr>
          <w:p w14:paraId="0B778152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0D0B940D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E27B00A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0061E4C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2598DEE6" w14:textId="77777777" w:rsidTr="00C24D1F">
        <w:tc>
          <w:tcPr>
            <w:tcW w:w="310" w:type="pct"/>
            <w:shd w:val="clear" w:color="auto" w:fill="2D739F"/>
            <w:vAlign w:val="top"/>
          </w:tcPr>
          <w:p w14:paraId="279935FF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44EAFD9C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B94D5A5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DEEC669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78941E47" w14:textId="77777777" w:rsidTr="00C24D1F">
        <w:tc>
          <w:tcPr>
            <w:tcW w:w="310" w:type="pct"/>
            <w:shd w:val="clear" w:color="auto" w:fill="2D739F"/>
            <w:vAlign w:val="top"/>
          </w:tcPr>
          <w:p w14:paraId="44240AAE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3656B9AB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5FB0818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49F31CB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29B4EA11" w14:textId="77777777" w:rsidTr="00C24D1F">
        <w:tc>
          <w:tcPr>
            <w:tcW w:w="310" w:type="pct"/>
            <w:shd w:val="clear" w:color="auto" w:fill="2D739F"/>
            <w:vAlign w:val="top"/>
          </w:tcPr>
          <w:p w14:paraId="1B87E3DE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53128261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2486C05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101652C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75697EEC" w14:textId="77777777" w:rsidTr="00C24D1F">
        <w:tc>
          <w:tcPr>
            <w:tcW w:w="310" w:type="pct"/>
            <w:shd w:val="clear" w:color="auto" w:fill="2D739F"/>
            <w:vAlign w:val="top"/>
          </w:tcPr>
          <w:p w14:paraId="109B8484" w14:textId="77777777" w:rsidR="007E10A9" w:rsidRPr="00F611A6" w:rsidRDefault="00CE3EDB" w:rsidP="003F73CB">
            <w:pPr>
              <w:jc w:val="center"/>
              <w:rPr>
                <w:b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color w:val="FFFFFF" w:themeColor="background1"/>
                <w:sz w:val="22"/>
                <w:szCs w:val="22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4B99056E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299C43A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DDBEF00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75B5C545" w14:textId="77777777" w:rsidTr="35E85E5E">
        <w:tc>
          <w:tcPr>
            <w:tcW w:w="562" w:type="dxa"/>
            <w:shd w:val="clear" w:color="auto" w:fill="2D739F"/>
            <w:vAlign w:val="top"/>
          </w:tcPr>
          <w:p w14:paraId="2C765F9D" w14:textId="72FACADB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8</w:t>
            </w:r>
          </w:p>
        </w:tc>
        <w:tc>
          <w:tcPr>
            <w:tcW w:w="4816" w:type="dxa"/>
            <w:vAlign w:val="top"/>
          </w:tcPr>
          <w:p w14:paraId="2207694A" w14:textId="1C374383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0D2FDDF3" w14:textId="478B4746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7E086499" w14:textId="3FD9376A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00C24D1F" w14:paraId="44B0A208" w14:textId="77777777" w:rsidTr="00C24D1F">
        <w:tc>
          <w:tcPr>
            <w:tcW w:w="310" w:type="pct"/>
            <w:shd w:val="clear" w:color="auto" w:fill="2D739F"/>
            <w:vAlign w:val="top"/>
          </w:tcPr>
          <w:p w14:paraId="03853697" w14:textId="69226DD0" w:rsidR="007E10A9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3461D779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CF2D8B6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FB78278" w14:textId="77777777" w:rsidR="007E10A9" w:rsidRPr="00F611A6" w:rsidRDefault="0001560B" w:rsidP="007E10A9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6C1FA4C2" w14:textId="77777777" w:rsidTr="35E85E5E">
        <w:tc>
          <w:tcPr>
            <w:tcW w:w="562" w:type="dxa"/>
            <w:shd w:val="clear" w:color="auto" w:fill="2D739F"/>
            <w:vAlign w:val="top"/>
          </w:tcPr>
          <w:p w14:paraId="3A4E45E1" w14:textId="0603687D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10</w:t>
            </w:r>
          </w:p>
        </w:tc>
        <w:tc>
          <w:tcPr>
            <w:tcW w:w="4816" w:type="dxa"/>
            <w:vAlign w:val="top"/>
          </w:tcPr>
          <w:p w14:paraId="2E25BEF6" w14:textId="5EFDCEE5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0077858F" w14:textId="2A2C2E67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46D443F3" w14:textId="51A85D04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517948E3" w14:textId="77777777" w:rsidTr="35E85E5E">
        <w:tc>
          <w:tcPr>
            <w:tcW w:w="562" w:type="dxa"/>
            <w:shd w:val="clear" w:color="auto" w:fill="2D739F"/>
            <w:vAlign w:val="top"/>
          </w:tcPr>
          <w:p w14:paraId="05D9DB3B" w14:textId="0F197555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11</w:t>
            </w:r>
          </w:p>
        </w:tc>
        <w:tc>
          <w:tcPr>
            <w:tcW w:w="4816" w:type="dxa"/>
            <w:vAlign w:val="top"/>
          </w:tcPr>
          <w:p w14:paraId="6FA47236" w14:textId="4EDF0219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6B382DE4" w14:textId="195DAB4C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2A05FD3D" w14:textId="7897AB00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19D4485D" w14:textId="77777777" w:rsidTr="35E85E5E">
        <w:tc>
          <w:tcPr>
            <w:tcW w:w="562" w:type="dxa"/>
            <w:shd w:val="clear" w:color="auto" w:fill="2D739F"/>
            <w:vAlign w:val="top"/>
          </w:tcPr>
          <w:p w14:paraId="45B7F2DA" w14:textId="6EF07BCF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12</w:t>
            </w:r>
          </w:p>
        </w:tc>
        <w:tc>
          <w:tcPr>
            <w:tcW w:w="4816" w:type="dxa"/>
            <w:vAlign w:val="top"/>
          </w:tcPr>
          <w:p w14:paraId="294FB74C" w14:textId="324F8BC0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27F00944" w14:textId="04EAE42F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0DB29D47" w14:textId="2DFFFE15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0FB88570" w14:textId="77777777" w:rsidTr="35E85E5E">
        <w:tc>
          <w:tcPr>
            <w:tcW w:w="562" w:type="dxa"/>
            <w:shd w:val="clear" w:color="auto" w:fill="2D739F"/>
            <w:vAlign w:val="top"/>
          </w:tcPr>
          <w:p w14:paraId="6288A1E9" w14:textId="36A59679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13</w:t>
            </w:r>
          </w:p>
        </w:tc>
        <w:tc>
          <w:tcPr>
            <w:tcW w:w="4816" w:type="dxa"/>
            <w:vAlign w:val="top"/>
          </w:tcPr>
          <w:p w14:paraId="6DC51B63" w14:textId="502A7773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1AD886EB" w14:textId="41714EC9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58926822" w14:textId="04330FA8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77FF263A" w14:textId="77777777" w:rsidTr="35E85E5E">
        <w:tc>
          <w:tcPr>
            <w:tcW w:w="562" w:type="dxa"/>
            <w:shd w:val="clear" w:color="auto" w:fill="2D739F"/>
            <w:vAlign w:val="top"/>
          </w:tcPr>
          <w:p w14:paraId="704502D7" w14:textId="3842591F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14</w:t>
            </w:r>
          </w:p>
        </w:tc>
        <w:tc>
          <w:tcPr>
            <w:tcW w:w="4816" w:type="dxa"/>
            <w:vAlign w:val="top"/>
          </w:tcPr>
          <w:p w14:paraId="60A23A84" w14:textId="518E84B1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49065544" w14:textId="7E72341C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044AA982" w14:textId="5A32CFC9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47B959C9" w14:textId="77777777" w:rsidTr="35E85E5E">
        <w:tc>
          <w:tcPr>
            <w:tcW w:w="562" w:type="dxa"/>
            <w:shd w:val="clear" w:color="auto" w:fill="2D739F"/>
            <w:vAlign w:val="top"/>
          </w:tcPr>
          <w:p w14:paraId="2F5296B2" w14:textId="1B15E449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15</w:t>
            </w:r>
          </w:p>
        </w:tc>
        <w:tc>
          <w:tcPr>
            <w:tcW w:w="4816" w:type="dxa"/>
            <w:vAlign w:val="top"/>
          </w:tcPr>
          <w:p w14:paraId="2B5EBA46" w14:textId="69C733BB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414436A6" w14:textId="4049C0F7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7A73B3D3" w14:textId="5BF965E4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2AB416BF" w14:textId="77777777" w:rsidTr="35E85E5E">
        <w:tc>
          <w:tcPr>
            <w:tcW w:w="562" w:type="dxa"/>
            <w:shd w:val="clear" w:color="auto" w:fill="2D739F"/>
            <w:vAlign w:val="top"/>
          </w:tcPr>
          <w:p w14:paraId="4E0A9D71" w14:textId="30298B01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16</w:t>
            </w:r>
          </w:p>
        </w:tc>
        <w:tc>
          <w:tcPr>
            <w:tcW w:w="4816" w:type="dxa"/>
            <w:vAlign w:val="top"/>
          </w:tcPr>
          <w:p w14:paraId="07F95140" w14:textId="1F050F55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15A19D1E" w14:textId="174BA40D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12E140F5" w14:textId="190F09E9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3B4A5473" w14:textId="77777777" w:rsidTr="35E85E5E">
        <w:tc>
          <w:tcPr>
            <w:tcW w:w="562" w:type="dxa"/>
            <w:shd w:val="clear" w:color="auto" w:fill="2D739F"/>
            <w:vAlign w:val="top"/>
          </w:tcPr>
          <w:p w14:paraId="17DA99BD" w14:textId="4E9FB0CC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17</w:t>
            </w:r>
          </w:p>
        </w:tc>
        <w:tc>
          <w:tcPr>
            <w:tcW w:w="4816" w:type="dxa"/>
            <w:vAlign w:val="top"/>
          </w:tcPr>
          <w:p w14:paraId="38411E61" w14:textId="5E89361D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4755882C" w14:textId="4BA01F07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31914334" w14:textId="0161B5A2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7F60EEF9" w14:textId="77777777" w:rsidTr="35E85E5E">
        <w:tc>
          <w:tcPr>
            <w:tcW w:w="562" w:type="dxa"/>
            <w:shd w:val="clear" w:color="auto" w:fill="2D739F"/>
            <w:vAlign w:val="top"/>
          </w:tcPr>
          <w:p w14:paraId="304AB0EE" w14:textId="662DCF0A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18</w:t>
            </w:r>
          </w:p>
        </w:tc>
        <w:tc>
          <w:tcPr>
            <w:tcW w:w="4816" w:type="dxa"/>
            <w:vAlign w:val="top"/>
          </w:tcPr>
          <w:p w14:paraId="79648961" w14:textId="481D19C8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1E053A98" w14:textId="70BA9EE7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5CC2EDEC" w14:textId="3350576C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0D2A6989" w14:textId="77777777" w:rsidTr="35E85E5E">
        <w:tc>
          <w:tcPr>
            <w:tcW w:w="562" w:type="dxa"/>
            <w:shd w:val="clear" w:color="auto" w:fill="2D739F"/>
            <w:vAlign w:val="top"/>
          </w:tcPr>
          <w:p w14:paraId="31BBE2CA" w14:textId="75B9F24B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19</w:t>
            </w:r>
          </w:p>
        </w:tc>
        <w:tc>
          <w:tcPr>
            <w:tcW w:w="4816" w:type="dxa"/>
            <w:vAlign w:val="top"/>
          </w:tcPr>
          <w:p w14:paraId="4455DA91" w14:textId="2CC71E9C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1630CB4E" w14:textId="0F5F630B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3BB5B2EC" w14:textId="046227FB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  <w:tr w:rsidR="35E85E5E" w14:paraId="69EDE91D" w14:textId="77777777" w:rsidTr="35E85E5E">
        <w:tc>
          <w:tcPr>
            <w:tcW w:w="562" w:type="dxa"/>
            <w:shd w:val="clear" w:color="auto" w:fill="2D739F"/>
            <w:vAlign w:val="top"/>
          </w:tcPr>
          <w:p w14:paraId="246295C3" w14:textId="617D1940" w:rsidR="35E85E5E" w:rsidRPr="00F611A6" w:rsidRDefault="35E85E5E" w:rsidP="35E85E5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</w:pPr>
            <w:r w:rsidRPr="00F611A6">
              <w:rPr>
                <w:b/>
                <w:bCs/>
                <w:color w:val="FFFFFF" w:themeColor="background1"/>
                <w:sz w:val="22"/>
                <w:szCs w:val="22"/>
                <w:lang w:eastAsia="en-AU"/>
              </w:rPr>
              <w:t>20</w:t>
            </w:r>
          </w:p>
        </w:tc>
        <w:tc>
          <w:tcPr>
            <w:tcW w:w="4816" w:type="dxa"/>
            <w:vAlign w:val="top"/>
          </w:tcPr>
          <w:p w14:paraId="0AF2C6F1" w14:textId="5C5A4C84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1196" w:type="dxa"/>
            <w:vAlign w:val="top"/>
          </w:tcPr>
          <w:p w14:paraId="1F4FBDDE" w14:textId="636DA5A3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2486" w:type="dxa"/>
            <w:vAlign w:val="top"/>
          </w:tcPr>
          <w:p w14:paraId="52BE1411" w14:textId="31ED1AB6" w:rsidR="35E85E5E" w:rsidRPr="00F611A6" w:rsidRDefault="35E85E5E" w:rsidP="35E85E5E">
            <w:pPr>
              <w:rPr>
                <w:sz w:val="22"/>
                <w:szCs w:val="22"/>
                <w:lang w:eastAsia="en-AU"/>
              </w:rPr>
            </w:pPr>
          </w:p>
        </w:tc>
      </w:tr>
    </w:tbl>
    <w:p w14:paraId="1FC39945" w14:textId="77777777" w:rsidR="00BC4442" w:rsidRDefault="0001560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6B32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1201D" w14:textId="77777777" w:rsidR="004E6ADC" w:rsidRDefault="004E6ADC">
      <w:pPr>
        <w:spacing w:before="0" w:after="0" w:line="240" w:lineRule="auto"/>
      </w:pPr>
      <w:r>
        <w:separator/>
      </w:r>
    </w:p>
  </w:endnote>
  <w:endnote w:type="continuationSeparator" w:id="0">
    <w:p w14:paraId="5DDE297B" w14:textId="77777777" w:rsidR="004E6ADC" w:rsidRDefault="004E6A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CB0E" w14:textId="77777777" w:rsidR="00CC4677" w:rsidRPr="004820C4" w:rsidRDefault="0001560B" w:rsidP="0002323C">
    <w:pPr>
      <w:pStyle w:val="Footer-DocumentTitleLeft"/>
    </w:pPr>
  </w:p>
  <w:p w14:paraId="15F6B249" w14:textId="77777777" w:rsidR="00CC4677" w:rsidRDefault="00CE3EDB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4CE0A41" w14:textId="77777777" w:rsidR="00CC4677" w:rsidRPr="0006452B" w:rsidRDefault="0001560B" w:rsidP="00EE3A11"/>
  <w:p w14:paraId="62EBF3C5" w14:textId="77777777" w:rsidR="00BA0812" w:rsidRDefault="0001560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665D411" w14:textId="5DD8B0E7" w:rsidR="006B3262" w:rsidRDefault="00CE3EDB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6B3262">
              <w:t>MEM12023A</w:t>
            </w:r>
            <w:r>
              <w:t>_StDec_1of1_201</w:t>
            </w:r>
            <w:r w:rsidR="00CC1F9A">
              <w:t>90</w:t>
            </w:r>
            <w:r w:rsidR="006B3262">
              <w:t>919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01560B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01560B">
          <w:rPr>
            <w:noProof/>
          </w:rPr>
          <w:t>2</w:t>
        </w:r>
        <w:r>
          <w:rPr>
            <w:noProof/>
          </w:rPr>
          <w:fldChar w:fldCharType="end"/>
        </w:r>
      </w:p>
      <w:p w14:paraId="627DD897" w14:textId="120D4F96" w:rsidR="00BA0812" w:rsidRDefault="006B3262" w:rsidP="00CC3D37">
        <w:pPr>
          <w:pStyle w:val="Bodyfooter"/>
          <w:rPr>
            <w:noProof/>
          </w:rPr>
        </w:pPr>
        <w:r>
          <w:rPr>
            <w:noProof/>
          </w:rPr>
          <w:t>Resource ID: MRS_18_02_MEM12023A_StDec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7777777" w:rsidR="00AA3155" w:rsidRPr="008D467A" w:rsidRDefault="00CE3EDB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0C29DDE" w14:textId="77777777" w:rsidR="00AA3155" w:rsidRPr="008948B1" w:rsidRDefault="00CE3EDB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5997CC1D" w14:textId="77777777" w:rsidR="00CC4677" w:rsidRPr="00AA3155" w:rsidRDefault="0001560B" w:rsidP="00EE3A11">
    <w:pPr>
      <w:pStyle w:val="Footer"/>
    </w:pPr>
  </w:p>
  <w:p w14:paraId="110FFD37" w14:textId="77777777" w:rsidR="00BA0812" w:rsidRDefault="0001560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A2B7A" w14:textId="77777777" w:rsidR="004E6ADC" w:rsidRDefault="004E6ADC">
      <w:pPr>
        <w:spacing w:before="0" w:after="0" w:line="240" w:lineRule="auto"/>
      </w:pPr>
      <w:r>
        <w:separator/>
      </w:r>
    </w:p>
  </w:footnote>
  <w:footnote w:type="continuationSeparator" w:id="0">
    <w:p w14:paraId="367B0515" w14:textId="77777777" w:rsidR="004E6ADC" w:rsidRDefault="004E6A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99379" w14:textId="77777777" w:rsidR="00CC4677" w:rsidRDefault="0001560B" w:rsidP="00EE3A11"/>
  <w:p w14:paraId="3FE9F23F" w14:textId="77777777" w:rsidR="00BA0812" w:rsidRDefault="0001560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BA0812" w:rsidRDefault="00CE3EDB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45AD8E8F" wp14:editId="0777777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A12B" w14:textId="77777777" w:rsidR="004238CB" w:rsidRDefault="0001560B" w:rsidP="00EE3A11">
    <w:pPr>
      <w:pStyle w:val="Header"/>
    </w:pPr>
  </w:p>
  <w:p w14:paraId="2946DB82" w14:textId="77777777" w:rsidR="00BA0812" w:rsidRDefault="0001560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52A2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5874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A88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07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A48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3CC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A05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27C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20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F0D83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A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2C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85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B84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E84F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AD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A7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8A8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14DCA16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C2E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443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05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721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82E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7E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A648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0E9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6EECE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CE38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C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05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A10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297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9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60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E0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56C09F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CEC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064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261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C1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60C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E823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6C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00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F3467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7B43A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AB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8A49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43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6BE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85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B0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385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827E9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EC8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8AD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24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4497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4E5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00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83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40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64A6AD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80F4B25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284658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75E91A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B8C3A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9054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CE6063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C3007F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556AE6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2A4E586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DC706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04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C9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2E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B830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A416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03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CA3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A9E66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32F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E7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D8D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E6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6C70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28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EEE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E0E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87A43C7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2ED1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621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C9D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A5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47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36A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16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E7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6DF4C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88B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EEF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C27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80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0D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4A8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8DE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D81F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0C1E3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A68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229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00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6E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F2D4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443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021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AA70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1C7C1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2A5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7C8D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8A8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0C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B20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2C4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62F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261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5726A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F284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87D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297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42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407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FC6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85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69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B63E1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4827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9E9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A4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092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F03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2F0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414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3EA6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D9E0E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0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10B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41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1A5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26F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A0F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EE9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ED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99EA1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663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7CF8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AC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0E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C458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CB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24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410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1B82A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B8A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882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A9F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A5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E43B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2F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1EF2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E03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3E00D54E">
      <w:start w:val="1"/>
      <w:numFmt w:val="decimal"/>
      <w:lvlText w:val="%1."/>
      <w:lvlJc w:val="left"/>
      <w:pPr>
        <w:ind w:left="720" w:hanging="360"/>
      </w:pPr>
    </w:lvl>
    <w:lvl w:ilvl="1" w:tplc="B6EC31E0">
      <w:start w:val="1"/>
      <w:numFmt w:val="lowerLetter"/>
      <w:lvlText w:val="%2."/>
      <w:lvlJc w:val="left"/>
      <w:pPr>
        <w:ind w:left="1440" w:hanging="360"/>
      </w:pPr>
    </w:lvl>
    <w:lvl w:ilvl="2" w:tplc="BD1463A2">
      <w:start w:val="1"/>
      <w:numFmt w:val="lowerRoman"/>
      <w:lvlText w:val="%3."/>
      <w:lvlJc w:val="right"/>
      <w:pPr>
        <w:ind w:left="2160" w:hanging="180"/>
      </w:pPr>
    </w:lvl>
    <w:lvl w:ilvl="3" w:tplc="C9A8F0D0">
      <w:start w:val="1"/>
      <w:numFmt w:val="decimal"/>
      <w:lvlText w:val="%4."/>
      <w:lvlJc w:val="left"/>
      <w:pPr>
        <w:ind w:left="2880" w:hanging="360"/>
      </w:pPr>
    </w:lvl>
    <w:lvl w:ilvl="4" w:tplc="0DE8D270">
      <w:start w:val="1"/>
      <w:numFmt w:val="lowerLetter"/>
      <w:lvlText w:val="%5."/>
      <w:lvlJc w:val="left"/>
      <w:pPr>
        <w:ind w:left="3600" w:hanging="360"/>
      </w:pPr>
    </w:lvl>
    <w:lvl w:ilvl="5" w:tplc="B5086AF2">
      <w:start w:val="1"/>
      <w:numFmt w:val="lowerRoman"/>
      <w:lvlText w:val="%6."/>
      <w:lvlJc w:val="right"/>
      <w:pPr>
        <w:ind w:left="4320" w:hanging="180"/>
      </w:pPr>
    </w:lvl>
    <w:lvl w:ilvl="6" w:tplc="2AF66F10">
      <w:start w:val="1"/>
      <w:numFmt w:val="decimal"/>
      <w:lvlText w:val="%7."/>
      <w:lvlJc w:val="left"/>
      <w:pPr>
        <w:ind w:left="5040" w:hanging="360"/>
      </w:pPr>
    </w:lvl>
    <w:lvl w:ilvl="7" w:tplc="5ACA6CCE">
      <w:start w:val="1"/>
      <w:numFmt w:val="lowerLetter"/>
      <w:lvlText w:val="%8."/>
      <w:lvlJc w:val="left"/>
      <w:pPr>
        <w:ind w:left="5760" w:hanging="360"/>
      </w:pPr>
    </w:lvl>
    <w:lvl w:ilvl="8" w:tplc="B25E41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A78AD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E4D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8E1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4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08C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ED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D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C6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21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4C9ED0EC">
      <w:start w:val="1"/>
      <w:numFmt w:val="decimal"/>
      <w:lvlText w:val="%1."/>
      <w:lvlJc w:val="left"/>
      <w:pPr>
        <w:ind w:left="720" w:hanging="360"/>
      </w:pPr>
    </w:lvl>
    <w:lvl w:ilvl="1" w:tplc="9C944574">
      <w:start w:val="1"/>
      <w:numFmt w:val="lowerLetter"/>
      <w:lvlText w:val="%2."/>
      <w:lvlJc w:val="left"/>
      <w:pPr>
        <w:ind w:left="1440" w:hanging="360"/>
      </w:pPr>
    </w:lvl>
    <w:lvl w:ilvl="2" w:tplc="C7E8A124">
      <w:start w:val="1"/>
      <w:numFmt w:val="lowerRoman"/>
      <w:lvlText w:val="%3."/>
      <w:lvlJc w:val="right"/>
      <w:pPr>
        <w:ind w:left="2160" w:hanging="180"/>
      </w:pPr>
    </w:lvl>
    <w:lvl w:ilvl="3" w:tplc="66344236" w:tentative="1">
      <w:start w:val="1"/>
      <w:numFmt w:val="decimal"/>
      <w:lvlText w:val="%4."/>
      <w:lvlJc w:val="left"/>
      <w:pPr>
        <w:ind w:left="2880" w:hanging="360"/>
      </w:pPr>
    </w:lvl>
    <w:lvl w:ilvl="4" w:tplc="7D105E18" w:tentative="1">
      <w:start w:val="1"/>
      <w:numFmt w:val="lowerLetter"/>
      <w:lvlText w:val="%5."/>
      <w:lvlJc w:val="left"/>
      <w:pPr>
        <w:ind w:left="3600" w:hanging="360"/>
      </w:pPr>
    </w:lvl>
    <w:lvl w:ilvl="5" w:tplc="425AE6E0" w:tentative="1">
      <w:start w:val="1"/>
      <w:numFmt w:val="lowerRoman"/>
      <w:lvlText w:val="%6."/>
      <w:lvlJc w:val="right"/>
      <w:pPr>
        <w:ind w:left="4320" w:hanging="180"/>
      </w:pPr>
    </w:lvl>
    <w:lvl w:ilvl="6" w:tplc="DDEE9296" w:tentative="1">
      <w:start w:val="1"/>
      <w:numFmt w:val="decimal"/>
      <w:lvlText w:val="%7."/>
      <w:lvlJc w:val="left"/>
      <w:pPr>
        <w:ind w:left="5040" w:hanging="360"/>
      </w:pPr>
    </w:lvl>
    <w:lvl w:ilvl="7" w:tplc="0890F018" w:tentative="1">
      <w:start w:val="1"/>
      <w:numFmt w:val="lowerLetter"/>
      <w:lvlText w:val="%8."/>
      <w:lvlJc w:val="left"/>
      <w:pPr>
        <w:ind w:left="5760" w:hanging="360"/>
      </w:pPr>
    </w:lvl>
    <w:lvl w:ilvl="8" w:tplc="884A21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0B4E3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CDF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0B5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E1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00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C6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FC97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28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C83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AA60D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6684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34C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AF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368F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0AF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C29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D4A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7E63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2BD29A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87801D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9695F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A08204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1224F0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02490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6D2277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16443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25E9F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B4886F6E">
      <w:start w:val="1"/>
      <w:numFmt w:val="decimal"/>
      <w:lvlText w:val="%1."/>
      <w:lvlJc w:val="left"/>
      <w:pPr>
        <w:ind w:left="720" w:hanging="360"/>
      </w:pPr>
    </w:lvl>
    <w:lvl w:ilvl="1" w:tplc="40BE1B60" w:tentative="1">
      <w:start w:val="1"/>
      <w:numFmt w:val="lowerLetter"/>
      <w:lvlText w:val="%2."/>
      <w:lvlJc w:val="left"/>
      <w:pPr>
        <w:ind w:left="1440" w:hanging="360"/>
      </w:pPr>
    </w:lvl>
    <w:lvl w:ilvl="2" w:tplc="8D80F276" w:tentative="1">
      <w:start w:val="1"/>
      <w:numFmt w:val="lowerRoman"/>
      <w:lvlText w:val="%3."/>
      <w:lvlJc w:val="right"/>
      <w:pPr>
        <w:ind w:left="2160" w:hanging="180"/>
      </w:pPr>
    </w:lvl>
    <w:lvl w:ilvl="3" w:tplc="2EBC577C" w:tentative="1">
      <w:start w:val="1"/>
      <w:numFmt w:val="decimal"/>
      <w:lvlText w:val="%4."/>
      <w:lvlJc w:val="left"/>
      <w:pPr>
        <w:ind w:left="2880" w:hanging="360"/>
      </w:pPr>
    </w:lvl>
    <w:lvl w:ilvl="4" w:tplc="C1B24422" w:tentative="1">
      <w:start w:val="1"/>
      <w:numFmt w:val="lowerLetter"/>
      <w:lvlText w:val="%5."/>
      <w:lvlJc w:val="left"/>
      <w:pPr>
        <w:ind w:left="3600" w:hanging="360"/>
      </w:pPr>
    </w:lvl>
    <w:lvl w:ilvl="5" w:tplc="6154467E" w:tentative="1">
      <w:start w:val="1"/>
      <w:numFmt w:val="lowerRoman"/>
      <w:lvlText w:val="%6."/>
      <w:lvlJc w:val="right"/>
      <w:pPr>
        <w:ind w:left="4320" w:hanging="180"/>
      </w:pPr>
    </w:lvl>
    <w:lvl w:ilvl="6" w:tplc="C97AEDCA" w:tentative="1">
      <w:start w:val="1"/>
      <w:numFmt w:val="decimal"/>
      <w:lvlText w:val="%7."/>
      <w:lvlJc w:val="left"/>
      <w:pPr>
        <w:ind w:left="5040" w:hanging="360"/>
      </w:pPr>
    </w:lvl>
    <w:lvl w:ilvl="7" w:tplc="E59C303A" w:tentative="1">
      <w:start w:val="1"/>
      <w:numFmt w:val="lowerLetter"/>
      <w:lvlText w:val="%8."/>
      <w:lvlJc w:val="left"/>
      <w:pPr>
        <w:ind w:left="5760" w:hanging="360"/>
      </w:pPr>
    </w:lvl>
    <w:lvl w:ilvl="8" w:tplc="AFA4D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68B45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4875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60D6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E2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88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2D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D84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E8FE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64A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3AE25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65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22D8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B69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87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4C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84CA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84E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78F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3B4A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4AC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AC2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47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1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987B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22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0B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AC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E85E5E"/>
    <w:rsid w:val="0001560B"/>
    <w:rsid w:val="004E6ADC"/>
    <w:rsid w:val="006B3262"/>
    <w:rsid w:val="00C24D1F"/>
    <w:rsid w:val="00CC1F9A"/>
    <w:rsid w:val="00CE3EDB"/>
    <w:rsid w:val="00F611A6"/>
    <w:rsid w:val="35E8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3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436317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17"/>
    <w:rsid w:val="00436317"/>
    <w:rsid w:val="00E9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dcmitype/"/>
    <ds:schemaRef ds:uri="1502bd91-4821-4a00-aa5e-8d420a883b7a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23CEB32-B30F-45F4-BC41-39BE4AEC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228AAE-2B5A-4C68-B306-533E8F41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MEM12023A_StDec_1of1_20190919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2019-06-05T23:53:00Z</dcterms:created>
  <dcterms:modified xsi:type="dcterms:W3CDTF">2019-09-19T03:15:00Z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