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379F7" w14:textId="77777777" w:rsidR="00FC48B2" w:rsidRDefault="003F5F9D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44CAC4EF" w14:textId="77777777" w:rsidR="00CC3D37" w:rsidRPr="00A56627" w:rsidRDefault="003F5F9D" w:rsidP="00CC3D37">
      <w:pPr>
        <w:pStyle w:val="Heading2"/>
      </w:pPr>
      <w:r w:rsidRPr="00A56627">
        <w:t>Criteria</w:t>
      </w:r>
    </w:p>
    <w:p w14:paraId="31F1D440" w14:textId="77777777" w:rsidR="00CC3D37" w:rsidRDefault="003F5F9D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5686368" w14:textId="77777777" w:rsidR="00CC3D37" w:rsidRPr="00D83795" w:rsidRDefault="003F5F9D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MEM30305 - Certificate III in Engineering - Fabrication Trade (4)</w:t>
      </w:r>
      <w:bookmarkEnd w:id="0"/>
    </w:p>
    <w:p w14:paraId="34703BBF" w14:textId="2FDA0880" w:rsidR="00C43CA2" w:rsidRDefault="00C43CA2" w:rsidP="00C43CA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MEM30205 – Certificate III in Engineering – Mechanical Trade (</w:t>
      </w:r>
      <w:r w:rsidR="008143C5">
        <w:rPr>
          <w:sz w:val="22"/>
          <w:szCs w:val="22"/>
          <w:lang w:eastAsia="en-AU"/>
        </w:rPr>
        <w:t>3</w:t>
      </w:r>
      <w:r>
        <w:rPr>
          <w:sz w:val="22"/>
          <w:szCs w:val="22"/>
          <w:lang w:eastAsia="en-AU"/>
        </w:rPr>
        <w:t>)</w:t>
      </w:r>
    </w:p>
    <w:p w14:paraId="30BA638D" w14:textId="44B376CB" w:rsidR="00CC3D37" w:rsidRPr="00C43CA2" w:rsidRDefault="00C43CA2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</w:t>
      </w:r>
      <w:r w:rsidRPr="00B52B1D">
        <w:rPr>
          <w:color w:val="FF0000"/>
          <w:sz w:val="22"/>
          <w:szCs w:val="22"/>
          <w:lang w:eastAsia="en-AU"/>
        </w:rPr>
        <w:t>Amend the qualification box before distributing to the student. The information here should only contain the qualificat</w:t>
      </w:r>
      <w:r>
        <w:rPr>
          <w:color w:val="FF0000"/>
          <w:sz w:val="22"/>
          <w:szCs w:val="22"/>
          <w:lang w:eastAsia="en-AU"/>
        </w:rPr>
        <w:t>ion the student is enrolled in **</w:t>
      </w:r>
    </w:p>
    <w:p w14:paraId="7989D8BC" w14:textId="77777777" w:rsidR="00CC3D37" w:rsidRDefault="003F5F9D" w:rsidP="00CC3D37">
      <w:pPr>
        <w:pStyle w:val="Heading3"/>
      </w:pPr>
      <w:r w:rsidRPr="007A6B4A">
        <w:t>Unit code, name and release number</w:t>
      </w:r>
    </w:p>
    <w:p w14:paraId="384C8D33" w14:textId="49295A59" w:rsidR="00AF3B27" w:rsidRDefault="00AF3B27" w:rsidP="00AF3B2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D83795">
        <w:rPr>
          <w:sz w:val="22"/>
          <w:szCs w:val="22"/>
          <w:lang w:eastAsia="en-AU"/>
        </w:rPr>
        <w:t>MEM</w:t>
      </w:r>
      <w:r w:rsidR="00C43CA2">
        <w:rPr>
          <w:sz w:val="22"/>
          <w:szCs w:val="22"/>
          <w:lang w:eastAsia="en-AU"/>
        </w:rPr>
        <w:t>13014A</w:t>
      </w:r>
      <w:r w:rsidRPr="00D83795">
        <w:rPr>
          <w:sz w:val="22"/>
          <w:szCs w:val="22"/>
          <w:lang w:eastAsia="en-AU"/>
        </w:rPr>
        <w:t xml:space="preserve"> </w:t>
      </w:r>
      <w:r w:rsidR="00C43CA2">
        <w:rPr>
          <w:sz w:val="22"/>
          <w:szCs w:val="22"/>
          <w:lang w:eastAsia="en-AU"/>
        </w:rPr>
        <w:t>–</w:t>
      </w:r>
      <w:r w:rsidRPr="00D83795">
        <w:rPr>
          <w:sz w:val="22"/>
          <w:szCs w:val="22"/>
          <w:lang w:eastAsia="en-AU"/>
        </w:rPr>
        <w:t xml:space="preserve"> </w:t>
      </w:r>
      <w:r w:rsidR="00C43CA2">
        <w:rPr>
          <w:sz w:val="22"/>
          <w:szCs w:val="22"/>
          <w:lang w:eastAsia="en-AU"/>
        </w:rPr>
        <w:t>Apply principles of occupational health and safety in the work environment (1)</w:t>
      </w:r>
    </w:p>
    <w:p w14:paraId="1216190D" w14:textId="77777777" w:rsidR="00C43CA2" w:rsidRDefault="00C43CA2" w:rsidP="00BC4442">
      <w:pPr>
        <w:rPr>
          <w:sz w:val="22"/>
          <w:szCs w:val="22"/>
          <w:lang w:eastAsia="en-AU"/>
        </w:rPr>
      </w:pPr>
    </w:p>
    <w:p w14:paraId="63FB0330" w14:textId="65B5FF75" w:rsidR="00BC4442" w:rsidRPr="004A551B" w:rsidRDefault="003F5F9D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2FB6372F" w14:textId="77777777" w:rsidR="0040694E" w:rsidRPr="004A551B" w:rsidRDefault="003F5F9D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7C6FCB61" w14:textId="77777777" w:rsidR="0040694E" w:rsidRPr="004A551B" w:rsidRDefault="003F5F9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67DA491D" w14:textId="77777777" w:rsidR="0040694E" w:rsidRPr="004A551B" w:rsidRDefault="003F5F9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3C33C78F" w14:textId="77777777" w:rsidR="0040694E" w:rsidRPr="004A551B" w:rsidRDefault="003F5F9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297B939D" w14:textId="77777777" w:rsidR="0040694E" w:rsidRPr="004A551B" w:rsidRDefault="003F5F9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04DABFA3" w14:textId="77777777" w:rsidR="0040694E" w:rsidRPr="004A551B" w:rsidRDefault="003F5F9D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have been provided access to all </w:t>
      </w:r>
      <w:bookmarkStart w:id="1" w:name="_GoBack"/>
      <w:bookmarkEnd w:id="1"/>
      <w:r w:rsidRPr="004A551B">
        <w:rPr>
          <w:sz w:val="22"/>
          <w:szCs w:val="22"/>
          <w:lang w:eastAsia="en-AU"/>
        </w:rPr>
        <w:t>required learning materials and/or resources</w:t>
      </w:r>
    </w:p>
    <w:p w14:paraId="56F67C46" w14:textId="77777777" w:rsidR="003F73CB" w:rsidRDefault="003F5F9D" w:rsidP="003F73CB">
      <w:pPr>
        <w:pStyle w:val="Caption"/>
        <w:keepNext/>
      </w:pPr>
      <w:r>
        <w:lastRenderedPageBreak/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752497" w14:paraId="5C0BFC21" w14:textId="77777777" w:rsidTr="007524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490A5BC7" w14:textId="77777777" w:rsidR="007E10A9" w:rsidRDefault="003F5F9D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2D6FACAC" w14:textId="77777777" w:rsidR="007E10A9" w:rsidRDefault="003F5F9D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304011FC" w14:textId="77777777" w:rsidR="007E10A9" w:rsidRDefault="003F5F9D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24FEBFAC" w14:textId="77777777" w:rsidR="007E10A9" w:rsidRDefault="003F5F9D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752497" w14:paraId="15FCE5D4" w14:textId="77777777" w:rsidTr="00752497">
        <w:tc>
          <w:tcPr>
            <w:tcW w:w="310" w:type="pct"/>
            <w:shd w:val="clear" w:color="auto" w:fill="2D739F"/>
            <w:vAlign w:val="top"/>
          </w:tcPr>
          <w:p w14:paraId="52D4653D" w14:textId="77777777" w:rsidR="007E10A9" w:rsidRPr="007E10A9" w:rsidRDefault="003F5F9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16E87A4D" w14:textId="5F5748A7" w:rsidR="00EF4585" w:rsidRDefault="00EF4585" w:rsidP="000C6B00">
            <w:pPr>
              <w:rPr>
                <w:lang w:eastAsia="en-AU"/>
              </w:rPr>
            </w:pPr>
          </w:p>
          <w:p w14:paraId="0AFFF990" w14:textId="77777777" w:rsidR="00EF4585" w:rsidRPr="00EF4585" w:rsidRDefault="00EF4585" w:rsidP="00EF4585">
            <w:pPr>
              <w:rPr>
                <w:lang w:eastAsia="en-AU"/>
              </w:rPr>
            </w:pPr>
          </w:p>
          <w:p w14:paraId="73685280" w14:textId="77777777" w:rsidR="00EF4585" w:rsidRPr="00EF4585" w:rsidRDefault="00EF4585" w:rsidP="00EF4585">
            <w:pPr>
              <w:rPr>
                <w:lang w:eastAsia="en-AU"/>
              </w:rPr>
            </w:pPr>
          </w:p>
          <w:p w14:paraId="07BDD594" w14:textId="77777777" w:rsidR="00EF4585" w:rsidRPr="00EF4585" w:rsidRDefault="00EF4585" w:rsidP="00EF4585">
            <w:pPr>
              <w:rPr>
                <w:lang w:eastAsia="en-AU"/>
              </w:rPr>
            </w:pPr>
          </w:p>
          <w:p w14:paraId="49D3F1ED" w14:textId="77777777" w:rsidR="00EF4585" w:rsidRPr="00EF4585" w:rsidRDefault="00EF4585" w:rsidP="00EF4585">
            <w:pPr>
              <w:rPr>
                <w:lang w:eastAsia="en-AU"/>
              </w:rPr>
            </w:pPr>
          </w:p>
          <w:p w14:paraId="6B724D80" w14:textId="77777777" w:rsidR="00EF4585" w:rsidRPr="00EF4585" w:rsidRDefault="00EF4585" w:rsidP="00EF4585">
            <w:pPr>
              <w:rPr>
                <w:lang w:eastAsia="en-AU"/>
              </w:rPr>
            </w:pPr>
          </w:p>
          <w:p w14:paraId="328B146C" w14:textId="62F4FBF2" w:rsidR="007E10A9" w:rsidRPr="00EF4585" w:rsidRDefault="00EF4585" w:rsidP="00EF4585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9CD10C1" w14:textId="77777777" w:rsidR="007E10A9" w:rsidRDefault="00EF458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B08A708" w14:textId="77777777" w:rsidR="007E10A9" w:rsidRDefault="00EF4585" w:rsidP="007E10A9">
            <w:pPr>
              <w:rPr>
                <w:lang w:eastAsia="en-AU"/>
              </w:rPr>
            </w:pPr>
          </w:p>
        </w:tc>
      </w:tr>
      <w:tr w:rsidR="00752497" w14:paraId="2D00BF08" w14:textId="77777777" w:rsidTr="00752497">
        <w:tc>
          <w:tcPr>
            <w:tcW w:w="310" w:type="pct"/>
            <w:shd w:val="clear" w:color="auto" w:fill="2D739F"/>
            <w:vAlign w:val="top"/>
          </w:tcPr>
          <w:p w14:paraId="2209BCAD" w14:textId="77777777" w:rsidR="007E10A9" w:rsidRPr="007E10A9" w:rsidRDefault="003F5F9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4D84B282" w14:textId="6D18CB39" w:rsidR="00EF4585" w:rsidRDefault="00EF4585" w:rsidP="000C6B00">
            <w:pPr>
              <w:rPr>
                <w:lang w:eastAsia="en-AU"/>
              </w:rPr>
            </w:pPr>
          </w:p>
          <w:p w14:paraId="485BEB1D" w14:textId="77777777" w:rsidR="00EF4585" w:rsidRPr="00EF4585" w:rsidRDefault="00EF4585" w:rsidP="00EF4585">
            <w:pPr>
              <w:rPr>
                <w:lang w:eastAsia="en-AU"/>
              </w:rPr>
            </w:pPr>
          </w:p>
          <w:p w14:paraId="7D5D1978" w14:textId="77777777" w:rsidR="00EF4585" w:rsidRPr="00EF4585" w:rsidRDefault="00EF4585" w:rsidP="00EF4585">
            <w:pPr>
              <w:rPr>
                <w:lang w:eastAsia="en-AU"/>
              </w:rPr>
            </w:pPr>
          </w:p>
          <w:p w14:paraId="5E701CF6" w14:textId="77777777" w:rsidR="00EF4585" w:rsidRPr="00EF4585" w:rsidRDefault="00EF4585" w:rsidP="00EF4585">
            <w:pPr>
              <w:rPr>
                <w:lang w:eastAsia="en-AU"/>
              </w:rPr>
            </w:pPr>
          </w:p>
          <w:p w14:paraId="2F8C910F" w14:textId="77777777" w:rsidR="00EF4585" w:rsidRPr="00EF4585" w:rsidRDefault="00EF4585" w:rsidP="00EF4585">
            <w:pPr>
              <w:rPr>
                <w:lang w:eastAsia="en-AU"/>
              </w:rPr>
            </w:pPr>
          </w:p>
          <w:p w14:paraId="6B39420A" w14:textId="0E13FAE3" w:rsidR="007E10A9" w:rsidRPr="00EF4585" w:rsidRDefault="00EF4585" w:rsidP="00EF4585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2F88AD0" w14:textId="77777777" w:rsidR="007E10A9" w:rsidRDefault="00EF458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3F22EF7" w14:textId="77777777" w:rsidR="007E10A9" w:rsidRDefault="00EF4585" w:rsidP="007E10A9">
            <w:pPr>
              <w:rPr>
                <w:lang w:eastAsia="en-AU"/>
              </w:rPr>
            </w:pPr>
          </w:p>
        </w:tc>
      </w:tr>
      <w:tr w:rsidR="00752497" w14:paraId="60D03846" w14:textId="77777777" w:rsidTr="00752497">
        <w:tc>
          <w:tcPr>
            <w:tcW w:w="310" w:type="pct"/>
            <w:shd w:val="clear" w:color="auto" w:fill="2D739F"/>
            <w:vAlign w:val="top"/>
          </w:tcPr>
          <w:p w14:paraId="10AD4EC8" w14:textId="77777777" w:rsidR="007E10A9" w:rsidRPr="007E10A9" w:rsidRDefault="003F5F9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73E998C1" w14:textId="51C20167" w:rsidR="00EF4585" w:rsidRDefault="00EF4585" w:rsidP="000C6B00">
            <w:pPr>
              <w:rPr>
                <w:lang w:eastAsia="en-AU"/>
              </w:rPr>
            </w:pPr>
          </w:p>
          <w:p w14:paraId="1F0A8F83" w14:textId="77777777" w:rsidR="00EF4585" w:rsidRPr="00EF4585" w:rsidRDefault="00EF4585" w:rsidP="00EF4585">
            <w:pPr>
              <w:rPr>
                <w:lang w:eastAsia="en-AU"/>
              </w:rPr>
            </w:pPr>
          </w:p>
          <w:p w14:paraId="21434394" w14:textId="77777777" w:rsidR="00EF4585" w:rsidRPr="00EF4585" w:rsidRDefault="00EF4585" w:rsidP="00EF4585">
            <w:pPr>
              <w:rPr>
                <w:lang w:eastAsia="en-AU"/>
              </w:rPr>
            </w:pPr>
          </w:p>
          <w:p w14:paraId="6A70D189" w14:textId="77777777" w:rsidR="00EF4585" w:rsidRPr="00EF4585" w:rsidRDefault="00EF4585" w:rsidP="00EF4585">
            <w:pPr>
              <w:rPr>
                <w:lang w:eastAsia="en-AU"/>
              </w:rPr>
            </w:pPr>
          </w:p>
          <w:p w14:paraId="1ABCAC8E" w14:textId="2C844C53" w:rsidR="007E10A9" w:rsidRPr="00EF4585" w:rsidRDefault="00EF4585" w:rsidP="00EF4585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AFC4CF3" w14:textId="77777777" w:rsidR="007E10A9" w:rsidRDefault="00EF458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C20C91E" w14:textId="77777777" w:rsidR="007E10A9" w:rsidRDefault="00EF4585" w:rsidP="007E10A9">
            <w:pPr>
              <w:rPr>
                <w:lang w:eastAsia="en-AU"/>
              </w:rPr>
            </w:pPr>
          </w:p>
        </w:tc>
      </w:tr>
      <w:tr w:rsidR="00752497" w14:paraId="4ED4DBC2" w14:textId="77777777" w:rsidTr="00752497">
        <w:tc>
          <w:tcPr>
            <w:tcW w:w="310" w:type="pct"/>
            <w:shd w:val="clear" w:color="auto" w:fill="2D739F"/>
            <w:vAlign w:val="top"/>
          </w:tcPr>
          <w:p w14:paraId="2F0BADFF" w14:textId="77777777" w:rsidR="007E10A9" w:rsidRPr="007E10A9" w:rsidRDefault="003F5F9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4DC22A96" w14:textId="06FA39C3" w:rsidR="00EF4585" w:rsidRDefault="00EF4585" w:rsidP="000C6B00">
            <w:pPr>
              <w:rPr>
                <w:lang w:eastAsia="en-AU"/>
              </w:rPr>
            </w:pPr>
          </w:p>
          <w:p w14:paraId="09CDDF9F" w14:textId="77777777" w:rsidR="00EF4585" w:rsidRPr="00EF4585" w:rsidRDefault="00EF4585" w:rsidP="00EF4585">
            <w:pPr>
              <w:rPr>
                <w:lang w:eastAsia="en-AU"/>
              </w:rPr>
            </w:pPr>
          </w:p>
          <w:p w14:paraId="7746F9D3" w14:textId="77777777" w:rsidR="00EF4585" w:rsidRPr="00EF4585" w:rsidRDefault="00EF4585" w:rsidP="00EF4585">
            <w:pPr>
              <w:rPr>
                <w:lang w:eastAsia="en-AU"/>
              </w:rPr>
            </w:pPr>
          </w:p>
          <w:p w14:paraId="48869015" w14:textId="3A089B9F" w:rsidR="007E10A9" w:rsidRPr="00EF4585" w:rsidRDefault="00EF4585" w:rsidP="00EF4585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13512E9" w14:textId="77777777" w:rsidR="007E10A9" w:rsidRDefault="00EF458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C233C80" w14:textId="77777777" w:rsidR="007E10A9" w:rsidRDefault="00EF4585" w:rsidP="007E10A9">
            <w:pPr>
              <w:rPr>
                <w:lang w:eastAsia="en-AU"/>
              </w:rPr>
            </w:pPr>
          </w:p>
        </w:tc>
      </w:tr>
      <w:tr w:rsidR="00752497" w14:paraId="0E024D4A" w14:textId="77777777" w:rsidTr="00752497">
        <w:tc>
          <w:tcPr>
            <w:tcW w:w="310" w:type="pct"/>
            <w:shd w:val="clear" w:color="auto" w:fill="2D739F"/>
            <w:vAlign w:val="top"/>
          </w:tcPr>
          <w:p w14:paraId="56FF7279" w14:textId="77777777" w:rsidR="007E10A9" w:rsidRPr="007E10A9" w:rsidRDefault="003F5F9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20D7735C" w14:textId="77777777" w:rsidR="007E10A9" w:rsidRDefault="00EF458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4715D61" w14:textId="77777777" w:rsidR="007E10A9" w:rsidRDefault="00EF458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C17F442" w14:textId="77777777" w:rsidR="007E10A9" w:rsidRDefault="00EF4585" w:rsidP="007E10A9">
            <w:pPr>
              <w:rPr>
                <w:lang w:eastAsia="en-AU"/>
              </w:rPr>
            </w:pPr>
          </w:p>
        </w:tc>
      </w:tr>
      <w:tr w:rsidR="00752497" w14:paraId="25006321" w14:textId="77777777" w:rsidTr="00752497">
        <w:tc>
          <w:tcPr>
            <w:tcW w:w="310" w:type="pct"/>
            <w:shd w:val="clear" w:color="auto" w:fill="2D739F"/>
            <w:vAlign w:val="top"/>
          </w:tcPr>
          <w:p w14:paraId="095BC409" w14:textId="77777777" w:rsidR="007E10A9" w:rsidRPr="007E10A9" w:rsidRDefault="003F5F9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207C50EF" w14:textId="77777777" w:rsidR="007E10A9" w:rsidRDefault="00EF458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39951F" w14:textId="77777777" w:rsidR="007E10A9" w:rsidRDefault="00EF458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81ABE39" w14:textId="77777777" w:rsidR="007E10A9" w:rsidRDefault="00EF4585" w:rsidP="007E10A9">
            <w:pPr>
              <w:rPr>
                <w:lang w:eastAsia="en-AU"/>
              </w:rPr>
            </w:pPr>
          </w:p>
        </w:tc>
      </w:tr>
      <w:tr w:rsidR="00752497" w14:paraId="649988E0" w14:textId="77777777" w:rsidTr="00752497">
        <w:tc>
          <w:tcPr>
            <w:tcW w:w="310" w:type="pct"/>
            <w:shd w:val="clear" w:color="auto" w:fill="2D739F"/>
            <w:vAlign w:val="top"/>
          </w:tcPr>
          <w:p w14:paraId="1AE7BB56" w14:textId="77777777" w:rsidR="007E10A9" w:rsidRPr="007E10A9" w:rsidRDefault="003F5F9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470A9D9F" w14:textId="77777777" w:rsidR="007E10A9" w:rsidRDefault="00EF458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D4DAC42" w14:textId="77777777" w:rsidR="007E10A9" w:rsidRDefault="00EF458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7D65577" w14:textId="77777777" w:rsidR="007E10A9" w:rsidRDefault="00EF4585" w:rsidP="007E10A9">
            <w:pPr>
              <w:rPr>
                <w:lang w:eastAsia="en-AU"/>
              </w:rPr>
            </w:pPr>
          </w:p>
        </w:tc>
      </w:tr>
      <w:tr w:rsidR="00752497" w14:paraId="0B7CE08B" w14:textId="77777777" w:rsidTr="00752497">
        <w:tc>
          <w:tcPr>
            <w:tcW w:w="310" w:type="pct"/>
            <w:shd w:val="clear" w:color="auto" w:fill="2D739F"/>
            <w:vAlign w:val="top"/>
          </w:tcPr>
          <w:p w14:paraId="7124E0A0" w14:textId="77777777" w:rsidR="007E10A9" w:rsidRPr="007E10A9" w:rsidRDefault="003F5F9D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2ECA3F81" w14:textId="77777777" w:rsidR="007E10A9" w:rsidRDefault="00EF4585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FF30890" w14:textId="77777777" w:rsidR="007E10A9" w:rsidRDefault="00EF4585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99C47D7" w14:textId="77777777" w:rsidR="007E10A9" w:rsidRDefault="00EF4585" w:rsidP="007E10A9">
            <w:pPr>
              <w:rPr>
                <w:lang w:eastAsia="en-AU"/>
              </w:rPr>
            </w:pPr>
          </w:p>
        </w:tc>
      </w:tr>
      <w:tr w:rsidR="00AF3B27" w14:paraId="63DEC48D" w14:textId="77777777" w:rsidTr="00752497">
        <w:tc>
          <w:tcPr>
            <w:tcW w:w="310" w:type="pct"/>
            <w:shd w:val="clear" w:color="auto" w:fill="2D739F"/>
            <w:vAlign w:val="top"/>
          </w:tcPr>
          <w:p w14:paraId="50BEFB61" w14:textId="77777777" w:rsidR="00AF3B27" w:rsidRPr="007E10A9" w:rsidRDefault="00AF3B2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49BE8BA2" w14:textId="77777777" w:rsidR="00AF3B27" w:rsidRDefault="00AF3B2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DFFA610" w14:textId="77777777" w:rsidR="00AF3B27" w:rsidRDefault="00AF3B2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3926FFB" w14:textId="77777777" w:rsidR="00AF3B27" w:rsidRDefault="00AF3B27" w:rsidP="007E10A9">
            <w:pPr>
              <w:rPr>
                <w:lang w:eastAsia="en-AU"/>
              </w:rPr>
            </w:pPr>
          </w:p>
        </w:tc>
      </w:tr>
      <w:tr w:rsidR="00AF3B27" w14:paraId="1FE45064" w14:textId="77777777" w:rsidTr="00752497">
        <w:tc>
          <w:tcPr>
            <w:tcW w:w="310" w:type="pct"/>
            <w:shd w:val="clear" w:color="auto" w:fill="2D739F"/>
            <w:vAlign w:val="top"/>
          </w:tcPr>
          <w:p w14:paraId="7427434A" w14:textId="77777777" w:rsidR="00AF3B27" w:rsidRPr="007E10A9" w:rsidRDefault="00AF3B2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214D6792" w14:textId="77777777" w:rsidR="00AF3B27" w:rsidRDefault="00AF3B2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18AFEEB" w14:textId="77777777" w:rsidR="00AF3B27" w:rsidRDefault="00AF3B2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C623DA9" w14:textId="77777777" w:rsidR="00AF3B27" w:rsidRDefault="00AF3B27" w:rsidP="007E10A9">
            <w:pPr>
              <w:rPr>
                <w:lang w:eastAsia="en-AU"/>
              </w:rPr>
            </w:pPr>
          </w:p>
        </w:tc>
      </w:tr>
      <w:tr w:rsidR="00AF3B27" w14:paraId="5CB377D9" w14:textId="77777777" w:rsidTr="00752497">
        <w:tc>
          <w:tcPr>
            <w:tcW w:w="310" w:type="pct"/>
            <w:shd w:val="clear" w:color="auto" w:fill="2D739F"/>
            <w:vAlign w:val="top"/>
          </w:tcPr>
          <w:p w14:paraId="14ECD78F" w14:textId="77777777" w:rsidR="00AF3B27" w:rsidRPr="007E10A9" w:rsidRDefault="00AF3B2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5D164A83" w14:textId="77777777" w:rsidR="00AF3B27" w:rsidRDefault="00AF3B2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B355AF5" w14:textId="77777777" w:rsidR="00AF3B27" w:rsidRDefault="00AF3B2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8EF3AE7" w14:textId="77777777" w:rsidR="00AF3B27" w:rsidRDefault="00AF3B27" w:rsidP="007E10A9">
            <w:pPr>
              <w:rPr>
                <w:lang w:eastAsia="en-AU"/>
              </w:rPr>
            </w:pPr>
          </w:p>
        </w:tc>
      </w:tr>
      <w:tr w:rsidR="00AF3B27" w14:paraId="31AD52E6" w14:textId="77777777" w:rsidTr="00752497">
        <w:tc>
          <w:tcPr>
            <w:tcW w:w="310" w:type="pct"/>
            <w:shd w:val="clear" w:color="auto" w:fill="2D739F"/>
            <w:vAlign w:val="top"/>
          </w:tcPr>
          <w:p w14:paraId="6C09A80E" w14:textId="77777777" w:rsidR="00AF3B27" w:rsidRPr="007E10A9" w:rsidRDefault="00AF3B2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49811453" w14:textId="77777777" w:rsidR="00AF3B27" w:rsidRDefault="00AF3B2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7F59C13" w14:textId="77777777" w:rsidR="00AF3B27" w:rsidRDefault="00AF3B2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47182A2" w14:textId="77777777" w:rsidR="00AF3B27" w:rsidRDefault="00AF3B27" w:rsidP="007E10A9">
            <w:pPr>
              <w:rPr>
                <w:lang w:eastAsia="en-AU"/>
              </w:rPr>
            </w:pPr>
          </w:p>
        </w:tc>
      </w:tr>
      <w:tr w:rsidR="00AF3B27" w14:paraId="5535B8AC" w14:textId="77777777" w:rsidTr="00752497">
        <w:tc>
          <w:tcPr>
            <w:tcW w:w="310" w:type="pct"/>
            <w:shd w:val="clear" w:color="auto" w:fill="2D739F"/>
            <w:vAlign w:val="top"/>
          </w:tcPr>
          <w:p w14:paraId="6152176C" w14:textId="77777777" w:rsidR="00AF3B27" w:rsidRPr="007E10A9" w:rsidRDefault="00AF3B2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25596A38" w14:textId="77777777" w:rsidR="00AF3B27" w:rsidRDefault="00AF3B2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24CB3F7" w14:textId="77777777" w:rsidR="00AF3B27" w:rsidRDefault="00AF3B2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3A111D5" w14:textId="77777777" w:rsidR="00AF3B27" w:rsidRDefault="00AF3B27" w:rsidP="007E10A9">
            <w:pPr>
              <w:rPr>
                <w:lang w:eastAsia="en-AU"/>
              </w:rPr>
            </w:pPr>
          </w:p>
        </w:tc>
      </w:tr>
      <w:tr w:rsidR="00AF3B27" w14:paraId="05759AB5" w14:textId="77777777" w:rsidTr="00752497">
        <w:tc>
          <w:tcPr>
            <w:tcW w:w="310" w:type="pct"/>
            <w:shd w:val="clear" w:color="auto" w:fill="2D739F"/>
            <w:vAlign w:val="top"/>
          </w:tcPr>
          <w:p w14:paraId="08FA8357" w14:textId="77777777" w:rsidR="00AF3B27" w:rsidRPr="007E10A9" w:rsidRDefault="00AF3B2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0D8D66D1" w14:textId="77777777" w:rsidR="00AF3B27" w:rsidRDefault="00AF3B2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4AE1AF9" w14:textId="77777777" w:rsidR="00AF3B27" w:rsidRDefault="00AF3B2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64D7B08" w14:textId="77777777" w:rsidR="00AF3B27" w:rsidRDefault="00AF3B27" w:rsidP="007E10A9">
            <w:pPr>
              <w:rPr>
                <w:lang w:eastAsia="en-AU"/>
              </w:rPr>
            </w:pPr>
          </w:p>
        </w:tc>
      </w:tr>
      <w:tr w:rsidR="00AF3B27" w14:paraId="43E3C73D" w14:textId="77777777" w:rsidTr="00752497">
        <w:tc>
          <w:tcPr>
            <w:tcW w:w="310" w:type="pct"/>
            <w:shd w:val="clear" w:color="auto" w:fill="2D739F"/>
            <w:vAlign w:val="top"/>
          </w:tcPr>
          <w:p w14:paraId="0BBCB918" w14:textId="77777777" w:rsidR="00AF3B27" w:rsidRPr="007E10A9" w:rsidRDefault="00AF3B2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62158F0E" w14:textId="77777777" w:rsidR="00AF3B27" w:rsidRDefault="00AF3B2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01DF4E8" w14:textId="77777777" w:rsidR="00AF3B27" w:rsidRDefault="00AF3B2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8496CE7" w14:textId="77777777" w:rsidR="00AF3B27" w:rsidRDefault="00AF3B27" w:rsidP="007E10A9">
            <w:pPr>
              <w:rPr>
                <w:lang w:eastAsia="en-AU"/>
              </w:rPr>
            </w:pPr>
          </w:p>
        </w:tc>
      </w:tr>
    </w:tbl>
    <w:p w14:paraId="145F4987" w14:textId="77777777" w:rsidR="00BC4442" w:rsidRDefault="00EF4585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0ECF1" w14:textId="77777777" w:rsidR="001A42D3" w:rsidRDefault="003F5F9D">
      <w:pPr>
        <w:spacing w:before="0" w:after="0" w:line="240" w:lineRule="auto"/>
      </w:pPr>
      <w:r>
        <w:separator/>
      </w:r>
    </w:p>
  </w:endnote>
  <w:endnote w:type="continuationSeparator" w:id="0">
    <w:p w14:paraId="6AE944F6" w14:textId="77777777" w:rsidR="001A42D3" w:rsidRDefault="003F5F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F8828" w14:textId="77777777" w:rsidR="00CC4677" w:rsidRPr="004820C4" w:rsidRDefault="00EF4585" w:rsidP="0002323C">
    <w:pPr>
      <w:pStyle w:val="Footer-DocumentTitleLeft"/>
    </w:pPr>
  </w:p>
  <w:p w14:paraId="7827179B" w14:textId="77777777" w:rsidR="00CC4677" w:rsidRDefault="003F5F9D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0EC1948A" w14:textId="77777777" w:rsidR="00CC4677" w:rsidRPr="0006452B" w:rsidRDefault="00EF4585" w:rsidP="00EE3A11"/>
  <w:p w14:paraId="336C3618" w14:textId="77777777" w:rsidR="00BA0812" w:rsidRDefault="00EF4585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6D69404D" w14:textId="00810CFC" w:rsidR="00BA0812" w:rsidRDefault="003F5F9D" w:rsidP="00096F1A">
        <w:pPr>
          <w:pStyle w:val="Bodyfooter"/>
          <w:tabs>
            <w:tab w:val="left" w:pos="4768"/>
          </w:tabs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EF4585">
              <w:t>MEM13014A_StDec_1of1</w:t>
            </w:r>
          </w:sdtContent>
        </w:sdt>
        <w:r>
          <w:rPr>
            <w:noProof/>
          </w:rPr>
          <w:tab/>
        </w:r>
        <w:r>
          <w:t>RTO Code: 90003</w:t>
        </w:r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EF4585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EF458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C4C0C" w14:textId="77777777" w:rsidR="00AA3155" w:rsidRPr="008D467A" w:rsidRDefault="003F5F9D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D6E4126" w14:textId="77777777" w:rsidR="00AA3155" w:rsidRPr="008948B1" w:rsidRDefault="003F5F9D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9C63202" w14:textId="77777777" w:rsidR="00CC4677" w:rsidRPr="00AA3155" w:rsidRDefault="00EF4585" w:rsidP="00EE3A11">
    <w:pPr>
      <w:pStyle w:val="Footer"/>
    </w:pPr>
  </w:p>
  <w:p w14:paraId="73796372" w14:textId="77777777" w:rsidR="00BA0812" w:rsidRDefault="00EF4585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2685E" w14:textId="77777777" w:rsidR="001A42D3" w:rsidRDefault="003F5F9D">
      <w:pPr>
        <w:spacing w:before="0" w:after="0" w:line="240" w:lineRule="auto"/>
      </w:pPr>
      <w:r>
        <w:separator/>
      </w:r>
    </w:p>
  </w:footnote>
  <w:footnote w:type="continuationSeparator" w:id="0">
    <w:p w14:paraId="6AC23FE4" w14:textId="77777777" w:rsidR="001A42D3" w:rsidRDefault="003F5F9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FB5C5" w14:textId="77777777" w:rsidR="00CC4677" w:rsidRDefault="00EF4585" w:rsidP="00EE3A11"/>
  <w:p w14:paraId="4F6D30F7" w14:textId="77777777" w:rsidR="00BA0812" w:rsidRDefault="00EF4585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1305E" w14:textId="77777777" w:rsidR="00BA0812" w:rsidRDefault="003F5F9D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5124C945" wp14:editId="0B4A40D9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9DC3C" w14:textId="77777777" w:rsidR="004238CB" w:rsidRDefault="00EF4585" w:rsidP="00EE3A11">
    <w:pPr>
      <w:pStyle w:val="Header"/>
    </w:pPr>
  </w:p>
  <w:p w14:paraId="4802D5EB" w14:textId="77777777" w:rsidR="00BA0812" w:rsidRDefault="00EF4585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2FA42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427B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0EA8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43C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80E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68F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B4EE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A23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A8DB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F5F8E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4458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521F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FAEF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CE2F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AAD2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1ECB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695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14A7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3FDC606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5020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67E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58C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98B6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8E0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4D1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8C0E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14BC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25769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9CC7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EB9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ED9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80D9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BCE5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502E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A42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F8A5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D6F89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74F1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14DC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8E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C22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0A46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0FA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D643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18ED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46E2E1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B7AFB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28B0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FC64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6A0A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F068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3E8B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129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581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1A186D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4C71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8846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7A07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4828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76F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0AF5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0C0A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4025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32B4AA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9D5AF28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D90E5E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D5EF08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8DCD74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65419F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01CC5F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AB65FE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FB2D8D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AECC4EA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9AA8B2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3C7E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0A5D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CE65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F2F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6E23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EA7C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1813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BE22C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344F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2806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98A6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CC04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38E8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FE01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9856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A206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BEF8C40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A59CC9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40B8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B4B9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4E83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E254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52B3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CA6F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FC70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76EA8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7CA9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A2E7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8FE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EE4B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2A28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A241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E474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D0CC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2116AF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8465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A673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9ECC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2435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2498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0AA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80F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524B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EB06D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EA9A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3C1D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A2F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6A1C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9E9A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9493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47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5A99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F8C2C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06200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0D4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140E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A65A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904C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7A59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0A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B854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CBA4DC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643C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88A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045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C50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84CE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82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3E72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D07D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7B32BB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C26D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C87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5669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5E0A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1276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0DB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FE88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A64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1A8EF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FA33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DC0E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4C2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84A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8EE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CA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E0D8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0217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07409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092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D475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CEE9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2E2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9C9E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28D9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C043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4F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15F81FF0">
      <w:start w:val="1"/>
      <w:numFmt w:val="decimal"/>
      <w:lvlText w:val="%1."/>
      <w:lvlJc w:val="left"/>
      <w:pPr>
        <w:ind w:left="720" w:hanging="360"/>
      </w:pPr>
    </w:lvl>
    <w:lvl w:ilvl="1" w:tplc="7E2AA7F2">
      <w:start w:val="1"/>
      <w:numFmt w:val="lowerLetter"/>
      <w:lvlText w:val="%2."/>
      <w:lvlJc w:val="left"/>
      <w:pPr>
        <w:ind w:left="1440" w:hanging="360"/>
      </w:pPr>
    </w:lvl>
    <w:lvl w:ilvl="2" w:tplc="940C1D88">
      <w:start w:val="1"/>
      <w:numFmt w:val="lowerRoman"/>
      <w:lvlText w:val="%3."/>
      <w:lvlJc w:val="right"/>
      <w:pPr>
        <w:ind w:left="2160" w:hanging="180"/>
      </w:pPr>
    </w:lvl>
    <w:lvl w:ilvl="3" w:tplc="682265C2">
      <w:start w:val="1"/>
      <w:numFmt w:val="decimal"/>
      <w:lvlText w:val="%4."/>
      <w:lvlJc w:val="left"/>
      <w:pPr>
        <w:ind w:left="2880" w:hanging="360"/>
      </w:pPr>
    </w:lvl>
    <w:lvl w:ilvl="4" w:tplc="3552F5DA">
      <w:start w:val="1"/>
      <w:numFmt w:val="lowerLetter"/>
      <w:lvlText w:val="%5."/>
      <w:lvlJc w:val="left"/>
      <w:pPr>
        <w:ind w:left="3600" w:hanging="360"/>
      </w:pPr>
    </w:lvl>
    <w:lvl w:ilvl="5" w:tplc="4AA61E3C">
      <w:start w:val="1"/>
      <w:numFmt w:val="lowerRoman"/>
      <w:lvlText w:val="%6."/>
      <w:lvlJc w:val="right"/>
      <w:pPr>
        <w:ind w:left="4320" w:hanging="180"/>
      </w:pPr>
    </w:lvl>
    <w:lvl w:ilvl="6" w:tplc="67F23876">
      <w:start w:val="1"/>
      <w:numFmt w:val="decimal"/>
      <w:lvlText w:val="%7."/>
      <w:lvlJc w:val="left"/>
      <w:pPr>
        <w:ind w:left="5040" w:hanging="360"/>
      </w:pPr>
    </w:lvl>
    <w:lvl w:ilvl="7" w:tplc="96863B42">
      <w:start w:val="1"/>
      <w:numFmt w:val="lowerLetter"/>
      <w:lvlText w:val="%8."/>
      <w:lvlJc w:val="left"/>
      <w:pPr>
        <w:ind w:left="5760" w:hanging="360"/>
      </w:pPr>
    </w:lvl>
    <w:lvl w:ilvl="8" w:tplc="C89EE59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6DCCA9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180F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1AF2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6086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9E4B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FC4D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12E9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02EF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3089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EB8E64A6">
      <w:start w:val="1"/>
      <w:numFmt w:val="decimal"/>
      <w:lvlText w:val="%1."/>
      <w:lvlJc w:val="left"/>
      <w:pPr>
        <w:ind w:left="720" w:hanging="360"/>
      </w:pPr>
    </w:lvl>
    <w:lvl w:ilvl="1" w:tplc="C0B8D978">
      <w:start w:val="1"/>
      <w:numFmt w:val="lowerLetter"/>
      <w:lvlText w:val="%2."/>
      <w:lvlJc w:val="left"/>
      <w:pPr>
        <w:ind w:left="1440" w:hanging="360"/>
      </w:pPr>
    </w:lvl>
    <w:lvl w:ilvl="2" w:tplc="53CE6F4C">
      <w:start w:val="1"/>
      <w:numFmt w:val="lowerRoman"/>
      <w:lvlText w:val="%3."/>
      <w:lvlJc w:val="right"/>
      <w:pPr>
        <w:ind w:left="2160" w:hanging="180"/>
      </w:pPr>
    </w:lvl>
    <w:lvl w:ilvl="3" w:tplc="1D584196" w:tentative="1">
      <w:start w:val="1"/>
      <w:numFmt w:val="decimal"/>
      <w:lvlText w:val="%4."/>
      <w:lvlJc w:val="left"/>
      <w:pPr>
        <w:ind w:left="2880" w:hanging="360"/>
      </w:pPr>
    </w:lvl>
    <w:lvl w:ilvl="4" w:tplc="656EB886" w:tentative="1">
      <w:start w:val="1"/>
      <w:numFmt w:val="lowerLetter"/>
      <w:lvlText w:val="%5."/>
      <w:lvlJc w:val="left"/>
      <w:pPr>
        <w:ind w:left="3600" w:hanging="360"/>
      </w:pPr>
    </w:lvl>
    <w:lvl w:ilvl="5" w:tplc="86C84C08" w:tentative="1">
      <w:start w:val="1"/>
      <w:numFmt w:val="lowerRoman"/>
      <w:lvlText w:val="%6."/>
      <w:lvlJc w:val="right"/>
      <w:pPr>
        <w:ind w:left="4320" w:hanging="180"/>
      </w:pPr>
    </w:lvl>
    <w:lvl w:ilvl="6" w:tplc="3E22F900" w:tentative="1">
      <w:start w:val="1"/>
      <w:numFmt w:val="decimal"/>
      <w:lvlText w:val="%7."/>
      <w:lvlJc w:val="left"/>
      <w:pPr>
        <w:ind w:left="5040" w:hanging="360"/>
      </w:pPr>
    </w:lvl>
    <w:lvl w:ilvl="7" w:tplc="196A3B0C" w:tentative="1">
      <w:start w:val="1"/>
      <w:numFmt w:val="lowerLetter"/>
      <w:lvlText w:val="%8."/>
      <w:lvlJc w:val="left"/>
      <w:pPr>
        <w:ind w:left="5760" w:hanging="360"/>
      </w:pPr>
    </w:lvl>
    <w:lvl w:ilvl="8" w:tplc="C846A4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9E62B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24F3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B6FF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ACC7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F040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FED5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3434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56B8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04C9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A1F84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329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BCDC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4E3C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9088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66A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86BB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2E1F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8AA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F288F0A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17EAFE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D06D3E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B440B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E2AE0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934641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B2CBB4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38E56D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EA07F1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2326D04C">
      <w:start w:val="1"/>
      <w:numFmt w:val="decimal"/>
      <w:lvlText w:val="%1."/>
      <w:lvlJc w:val="left"/>
      <w:pPr>
        <w:ind w:left="720" w:hanging="360"/>
      </w:pPr>
    </w:lvl>
    <w:lvl w:ilvl="1" w:tplc="87CE635A" w:tentative="1">
      <w:start w:val="1"/>
      <w:numFmt w:val="lowerLetter"/>
      <w:lvlText w:val="%2."/>
      <w:lvlJc w:val="left"/>
      <w:pPr>
        <w:ind w:left="1440" w:hanging="360"/>
      </w:pPr>
    </w:lvl>
    <w:lvl w:ilvl="2" w:tplc="CCFC68B4" w:tentative="1">
      <w:start w:val="1"/>
      <w:numFmt w:val="lowerRoman"/>
      <w:lvlText w:val="%3."/>
      <w:lvlJc w:val="right"/>
      <w:pPr>
        <w:ind w:left="2160" w:hanging="180"/>
      </w:pPr>
    </w:lvl>
    <w:lvl w:ilvl="3" w:tplc="39969AE4" w:tentative="1">
      <w:start w:val="1"/>
      <w:numFmt w:val="decimal"/>
      <w:lvlText w:val="%4."/>
      <w:lvlJc w:val="left"/>
      <w:pPr>
        <w:ind w:left="2880" w:hanging="360"/>
      </w:pPr>
    </w:lvl>
    <w:lvl w:ilvl="4" w:tplc="B2527E6C" w:tentative="1">
      <w:start w:val="1"/>
      <w:numFmt w:val="lowerLetter"/>
      <w:lvlText w:val="%5."/>
      <w:lvlJc w:val="left"/>
      <w:pPr>
        <w:ind w:left="3600" w:hanging="360"/>
      </w:pPr>
    </w:lvl>
    <w:lvl w:ilvl="5" w:tplc="695A2A24" w:tentative="1">
      <w:start w:val="1"/>
      <w:numFmt w:val="lowerRoman"/>
      <w:lvlText w:val="%6."/>
      <w:lvlJc w:val="right"/>
      <w:pPr>
        <w:ind w:left="4320" w:hanging="180"/>
      </w:pPr>
    </w:lvl>
    <w:lvl w:ilvl="6" w:tplc="2E781AFC" w:tentative="1">
      <w:start w:val="1"/>
      <w:numFmt w:val="decimal"/>
      <w:lvlText w:val="%7."/>
      <w:lvlJc w:val="left"/>
      <w:pPr>
        <w:ind w:left="5040" w:hanging="360"/>
      </w:pPr>
    </w:lvl>
    <w:lvl w:ilvl="7" w:tplc="904C49EC" w:tentative="1">
      <w:start w:val="1"/>
      <w:numFmt w:val="lowerLetter"/>
      <w:lvlText w:val="%8."/>
      <w:lvlJc w:val="left"/>
      <w:pPr>
        <w:ind w:left="5760" w:hanging="360"/>
      </w:pPr>
    </w:lvl>
    <w:lvl w:ilvl="8" w:tplc="43600E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59FC6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B020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1E65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7245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3040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4AB7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2E80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2C25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0CC8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87204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5A9D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4249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C6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4605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549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65D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2446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18CE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D22A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1E45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08E7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0815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B2D1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5EB9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FEA4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0297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4838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97"/>
    <w:rsid w:val="000C6B00"/>
    <w:rsid w:val="001A42D3"/>
    <w:rsid w:val="003F5F9D"/>
    <w:rsid w:val="00744ECC"/>
    <w:rsid w:val="00752497"/>
    <w:rsid w:val="008143C5"/>
    <w:rsid w:val="00AF3B27"/>
    <w:rsid w:val="00C43CA2"/>
    <w:rsid w:val="00EF4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58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00000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9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1502bd91-4821-4a00-aa5e-8d420a883b7a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AAED623-8BA3-483C-BD3B-A0FC2A633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A94DD8-A905-4800-80C9-1B30AA987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MEM13014A_StDec_1of1_2.10.19</vt:lpstr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MEM13014A_StDec_1of1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2019-10-22T03:27:00Z</dcterms:created>
  <dcterms:modified xsi:type="dcterms:W3CDTF">2019-10-27T04:59:00Z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