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3CD61" w14:textId="622BA81C" w:rsidR="00071B8C" w:rsidRDefault="00A64EA1" w:rsidP="00071B8C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</w:p>
    <w:p w14:paraId="3784F5E9" w14:textId="457A24D0" w:rsidR="00210A53" w:rsidRDefault="00210A53" w:rsidP="00210A53">
      <w:pPr>
        <w:pStyle w:val="Heading2"/>
        <w:rPr>
          <w:sz w:val="28"/>
          <w:szCs w:val="28"/>
        </w:rPr>
      </w:pPr>
      <w:r w:rsidRPr="0066306E">
        <w:rPr>
          <w:sz w:val="28"/>
          <w:szCs w:val="28"/>
        </w:rPr>
        <w:t xml:space="preserve">Event 1 of </w:t>
      </w:r>
      <w:r w:rsidR="00980127">
        <w:rPr>
          <w:sz w:val="28"/>
          <w:szCs w:val="28"/>
        </w:rPr>
        <w:t>2</w:t>
      </w:r>
    </w:p>
    <w:p w14:paraId="02DACE67" w14:textId="77777777" w:rsidR="00210A53" w:rsidRDefault="00210A53" w:rsidP="00210A53">
      <w:pPr>
        <w:rPr>
          <w:sz w:val="28"/>
          <w:szCs w:val="28"/>
        </w:rPr>
      </w:pPr>
    </w:p>
    <w:p w14:paraId="4BAABC3B" w14:textId="77777777" w:rsidR="00071B8C" w:rsidRPr="00EF52B6" w:rsidRDefault="00A64EA1" w:rsidP="00071B8C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700413E6" w14:textId="77777777" w:rsidR="00071B8C" w:rsidRPr="00A56627" w:rsidRDefault="00A64EA1" w:rsidP="00071B8C">
      <w:pPr>
        <w:pStyle w:val="Heading2"/>
      </w:pPr>
      <w:r w:rsidRPr="00A56627">
        <w:t>Criteria</w:t>
      </w:r>
    </w:p>
    <w:p w14:paraId="677C510B" w14:textId="77777777" w:rsidR="00071B8C" w:rsidRDefault="00A64EA1" w:rsidP="00071B8C">
      <w:pPr>
        <w:pStyle w:val="Heading3"/>
      </w:pPr>
      <w:r w:rsidRPr="007A6B4A">
        <w:t>Unit code, name and release number</w:t>
      </w:r>
    </w:p>
    <w:p w14:paraId="273E01D1" w14:textId="77777777" w:rsidR="00071B8C" w:rsidRPr="00D83795" w:rsidRDefault="00A64EA1" w:rsidP="00071B8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MEM14004A - Plan to undertake a routine task (1)</w:t>
      </w:r>
      <w:bookmarkEnd w:id="1"/>
    </w:p>
    <w:p w14:paraId="10D87B35" w14:textId="77777777" w:rsidR="00071B8C" w:rsidRPr="00D83795" w:rsidRDefault="00071B8C" w:rsidP="00071B8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FB5048" w14:textId="77777777" w:rsidR="00071B8C" w:rsidRDefault="00A64EA1" w:rsidP="00071B8C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F3E5516" w14:textId="77777777" w:rsidR="00210A53" w:rsidRDefault="00210A53" w:rsidP="00210A53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 w:rsidRPr="00D83BEB">
        <w:rPr>
          <w:sz w:val="22"/>
          <w:szCs w:val="22"/>
          <w:lang w:eastAsia="en-AU"/>
        </w:rPr>
        <w:t>MEM30205 - Certificate III in Engineering - Mechanical Trade (3)</w:t>
      </w:r>
    </w:p>
    <w:p w14:paraId="69D852BA" w14:textId="77777777" w:rsidR="00071B8C" w:rsidRPr="00D83795" w:rsidRDefault="00071B8C" w:rsidP="00071B8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AEA8CED" w14:textId="77777777" w:rsidR="00071B8C" w:rsidRDefault="00071B8C" w:rsidP="00071B8C">
      <w:pPr>
        <w:rPr>
          <w:lang w:val="en-US" w:bidi="en-US"/>
        </w:rPr>
        <w:sectPr w:rsidR="00071B8C" w:rsidSect="00071B8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032D3465" w14:textId="77777777" w:rsidR="00071B8C" w:rsidRPr="00C14A60" w:rsidRDefault="00A64EA1" w:rsidP="00071B8C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210A53">
        <w:t>1.0</w:t>
      </w:r>
    </w:p>
    <w:p w14:paraId="783FC76D" w14:textId="24DED76B" w:rsidR="00071B8C" w:rsidRPr="00867E80" w:rsidRDefault="00A64EA1" w:rsidP="00071B8C">
      <w:pPr>
        <w:pStyle w:val="SmallerText-Black"/>
        <w:tabs>
          <w:tab w:val="left" w:pos="2127"/>
        </w:tabs>
      </w:pPr>
      <w:r>
        <w:t>Date created:</w:t>
      </w:r>
      <w:r w:rsidR="00210A53">
        <w:tab/>
        <w:t>23/09/2019</w:t>
      </w:r>
    </w:p>
    <w:p w14:paraId="41D29E68" w14:textId="325FFC11" w:rsidR="00071B8C" w:rsidRPr="00867E80" w:rsidRDefault="00A64EA1" w:rsidP="00071B8C">
      <w:pPr>
        <w:pStyle w:val="SmallerText-Black"/>
        <w:tabs>
          <w:tab w:val="left" w:pos="2127"/>
        </w:tabs>
      </w:pPr>
      <w:r>
        <w:t>Date modified:</w:t>
      </w:r>
      <w:r w:rsidR="00210A53">
        <w:tab/>
      </w:r>
      <w:r w:rsidR="008E47F2">
        <w:t>30</w:t>
      </w:r>
      <w:r w:rsidR="00210A53">
        <w:t>/</w:t>
      </w:r>
      <w:r w:rsidR="008E47F2">
        <w:t>10</w:t>
      </w:r>
      <w:r w:rsidR="00210A53">
        <w:t>/2019</w:t>
      </w:r>
    </w:p>
    <w:p w14:paraId="4813C549" w14:textId="77777777" w:rsidR="00071B8C" w:rsidRPr="00867E80" w:rsidRDefault="00071B8C" w:rsidP="00071B8C">
      <w:pPr>
        <w:pStyle w:val="SmallerText-Black"/>
      </w:pPr>
    </w:p>
    <w:bookmarkEnd w:id="0"/>
    <w:p w14:paraId="398462A1" w14:textId="77777777" w:rsidR="00071B8C" w:rsidRDefault="00A64EA1" w:rsidP="00071B8C">
      <w:r>
        <w:t>For queries, please contact:</w:t>
      </w:r>
    </w:p>
    <w:p w14:paraId="673285AC" w14:textId="77777777" w:rsidR="00210A53" w:rsidRPr="00952844" w:rsidRDefault="00210A53" w:rsidP="00210A53">
      <w:pPr>
        <w:pStyle w:val="SmallerText-Black"/>
        <w:rPr>
          <w:i/>
        </w:rPr>
      </w:pPr>
      <w:r w:rsidRPr="00952844">
        <w:rPr>
          <w:i/>
        </w:rPr>
        <w:t>IMRS SkillsPoint</w:t>
      </w:r>
    </w:p>
    <w:p w14:paraId="183F0987" w14:textId="77777777" w:rsidR="00210A53" w:rsidRPr="00952844" w:rsidRDefault="00210A53" w:rsidP="00210A53">
      <w:pPr>
        <w:pStyle w:val="SmallerText-Black"/>
        <w:rPr>
          <w:i/>
        </w:rPr>
      </w:pPr>
      <w:r w:rsidRPr="00952844">
        <w:rPr>
          <w:i/>
        </w:rPr>
        <w:t>Block B Level 1</w:t>
      </w:r>
    </w:p>
    <w:p w14:paraId="455D450D" w14:textId="77777777" w:rsidR="00210A53" w:rsidRPr="00952844" w:rsidRDefault="00210A53" w:rsidP="00210A53">
      <w:pPr>
        <w:pStyle w:val="SmallerText-Black"/>
        <w:rPr>
          <w:i/>
        </w:rPr>
      </w:pPr>
      <w:r w:rsidRPr="00952844">
        <w:rPr>
          <w:i/>
        </w:rPr>
        <w:t>Hamilton Campus Newcastle</w:t>
      </w:r>
    </w:p>
    <w:p w14:paraId="39E14811" w14:textId="262EE8BA" w:rsidR="00071B8C" w:rsidRPr="000301F0" w:rsidRDefault="00210A53" w:rsidP="00210A53">
      <w:pPr>
        <w:pStyle w:val="SmallerText-Black"/>
        <w:spacing w:before="1440"/>
      </w:pPr>
      <w:r>
        <w:t xml:space="preserve"> </w:t>
      </w:r>
      <w:r w:rsidR="00A64EA1">
        <w:t>© 2019</w:t>
      </w:r>
      <w:r w:rsidR="00A64EA1" w:rsidRPr="000301F0">
        <w:t xml:space="preserve"> TAFE NSW, Sydney</w:t>
      </w:r>
      <w:r w:rsidR="00A64EA1" w:rsidRPr="000301F0">
        <w:rPr>
          <w:noProof/>
          <w:lang w:eastAsia="en-AU"/>
        </w:rPr>
        <w:br/>
      </w:r>
      <w:r w:rsidR="00A64EA1" w:rsidRPr="000301F0">
        <w:t>RTO Provider Number 90003 | CRICOS Provider Code: 00591E</w:t>
      </w:r>
    </w:p>
    <w:p w14:paraId="129683AE" w14:textId="77777777" w:rsidR="00071B8C" w:rsidRPr="00D23A6C" w:rsidRDefault="00A64EA1" w:rsidP="00071B8C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334652F9" w14:textId="7374D538" w:rsidR="00071B8C" w:rsidRPr="000301F0" w:rsidRDefault="00A64EA1" w:rsidP="00071B8C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F12BA1">
        <w:rPr>
          <w:noProof/>
        </w:rPr>
        <w:t>7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2BE9ED1B" w14:textId="77777777" w:rsidR="00071B8C" w:rsidRDefault="00071B8C" w:rsidP="00071B8C">
      <w:pPr>
        <w:sectPr w:rsidR="00071B8C" w:rsidSect="00071B8C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4839E5B2" w14:textId="77777777" w:rsidR="00071B8C" w:rsidRDefault="00A64EA1" w:rsidP="00071B8C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702DC30A" w14:textId="77777777" w:rsidR="00071B8C" w:rsidRDefault="00A64EA1" w:rsidP="00071B8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3F67C3" w14:paraId="05A9D859" w14:textId="77777777" w:rsidTr="2F00F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26A04D9F" w14:textId="77777777" w:rsidR="00071B8C" w:rsidRDefault="00A64EA1" w:rsidP="00071B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ECE9152" w14:textId="77777777" w:rsidR="00071B8C" w:rsidRDefault="00A64EA1" w:rsidP="00071B8C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3F67C3" w14:paraId="3667F5E5" w14:textId="77777777" w:rsidTr="2F00F335">
        <w:tc>
          <w:tcPr>
            <w:tcW w:w="2405" w:type="dxa"/>
            <w:vAlign w:val="top"/>
          </w:tcPr>
          <w:p w14:paraId="5FDD94FD" w14:textId="77777777" w:rsidR="00071B8C" w:rsidRPr="00B30F8E" w:rsidRDefault="00A64EA1" w:rsidP="00071B8C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2A992C3" w14:textId="7C2F1698" w:rsidR="00071B8C" w:rsidRPr="00B30F8E" w:rsidRDefault="00A64EA1" w:rsidP="00071B8C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written assessment and will be assessing the student </w:t>
            </w:r>
            <w:r w:rsidR="00F90B58">
              <w:rPr>
                <w:sz w:val="22"/>
                <w:szCs w:val="22"/>
                <w:lang w:eastAsia="en-AU"/>
              </w:rPr>
              <w:t>on their knowledge of the planning to undertake a routine task</w:t>
            </w:r>
          </w:p>
          <w:p w14:paraId="4E702F69" w14:textId="4B94B4A4" w:rsidR="00071B8C" w:rsidRPr="00B30F8E" w:rsidRDefault="0019161A" w:rsidP="2F00F33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2</w:t>
            </w:r>
            <w:r w:rsidR="2F00F335" w:rsidRPr="2F00F335">
              <w:rPr>
                <w:sz w:val="22"/>
                <w:szCs w:val="22"/>
              </w:rPr>
              <w:t xml:space="preserve"> parts:</w:t>
            </w:r>
          </w:p>
          <w:p w14:paraId="129D70EF" w14:textId="77AB6FEC" w:rsidR="0019161A" w:rsidRPr="005B59C1" w:rsidRDefault="00A64EA1" w:rsidP="005B59C1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10A53">
              <w:rPr>
                <w:sz w:val="22"/>
                <w:szCs w:val="22"/>
              </w:rPr>
              <w:t>Multiple choice questions</w:t>
            </w:r>
          </w:p>
          <w:p w14:paraId="318C04E8" w14:textId="36E762D8" w:rsidR="0019161A" w:rsidRPr="00210A53" w:rsidRDefault="0019161A" w:rsidP="00B10713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feedback</w:t>
            </w:r>
          </w:p>
          <w:p w14:paraId="2CBFBBCD" w14:textId="77777777" w:rsidR="00071B8C" w:rsidRPr="00B30F8E" w:rsidRDefault="00A64EA1" w:rsidP="00071B8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52946237" w14:textId="77777777" w:rsidR="00071B8C" w:rsidRDefault="00A64EA1" w:rsidP="00071B8C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2188C168" w14:textId="77777777" w:rsidR="00071B8C" w:rsidRPr="00210A7E" w:rsidRDefault="00A64EA1" w:rsidP="00071B8C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16707C10" w14:textId="77777777" w:rsidR="00071B8C" w:rsidRDefault="00A64EA1" w:rsidP="00071B8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74543E03" w14:textId="77777777" w:rsidR="00071B8C" w:rsidRDefault="00A64EA1" w:rsidP="00071B8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5EDBEEE0" w14:textId="77777777" w:rsidR="00071B8C" w:rsidRPr="00B30F8E" w:rsidRDefault="00A64EA1" w:rsidP="00071B8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3F67C3" w14:paraId="0F1C85F0" w14:textId="77777777" w:rsidTr="2F00F335">
        <w:tc>
          <w:tcPr>
            <w:tcW w:w="2405" w:type="dxa"/>
            <w:vAlign w:val="top"/>
          </w:tcPr>
          <w:p w14:paraId="4D5128F5" w14:textId="77777777" w:rsidR="00071B8C" w:rsidRPr="00B30F8E" w:rsidRDefault="00A64EA1" w:rsidP="00071B8C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3D9D25E2" w14:textId="77777777" w:rsidR="00071B8C" w:rsidRPr="00B30F8E" w:rsidRDefault="00A64EA1" w:rsidP="00071B8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50C311A3" w14:textId="77777777" w:rsidR="00071B8C" w:rsidRPr="00B30F8E" w:rsidRDefault="00A64EA1" w:rsidP="00071B8C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66887F71" w14:textId="77777777" w:rsidR="00071B8C" w:rsidRPr="00B30F8E" w:rsidRDefault="00A64EA1" w:rsidP="00071B8C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1D8DFB1A" w14:textId="77777777" w:rsidR="00071B8C" w:rsidRPr="00B30F8E" w:rsidRDefault="00A64EA1" w:rsidP="00B1071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6AE6E13F" w14:textId="77777777" w:rsidR="00071B8C" w:rsidRPr="00B30F8E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365C0EB2" w14:textId="77777777" w:rsidR="00071B8C" w:rsidRPr="00B30F8E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04AC9038" w14:textId="77777777" w:rsidR="00071B8C" w:rsidRPr="00B30F8E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6B2567BE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1509D518" w14:textId="77777777" w:rsidR="00071B8C" w:rsidRDefault="00A64EA1" w:rsidP="00B1071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3540B0F1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0DD0E25F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218921AB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24DD57B8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5A7AE2F7" w14:textId="77777777" w:rsidR="00071B8C" w:rsidRDefault="00A64EA1" w:rsidP="00B10713">
            <w:pPr>
              <w:numPr>
                <w:ilvl w:val="0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3762159E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48E419DA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71C096A9" w14:textId="77777777" w:rsidR="00071B8C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0460C2C4" w14:textId="77777777" w:rsidR="00071B8C" w:rsidRPr="00B30F8E" w:rsidRDefault="00A64EA1" w:rsidP="00B10713">
            <w:pPr>
              <w:numPr>
                <w:ilvl w:val="1"/>
                <w:numId w:val="9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3F67C3" w14:paraId="5B71738B" w14:textId="77777777" w:rsidTr="2F00F335">
        <w:tc>
          <w:tcPr>
            <w:tcW w:w="2405" w:type="dxa"/>
            <w:vAlign w:val="top"/>
          </w:tcPr>
          <w:p w14:paraId="544B0C85" w14:textId="77777777" w:rsidR="00071B8C" w:rsidRPr="002E7A2C" w:rsidRDefault="00A64EA1" w:rsidP="00071B8C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6239B8BF" w14:textId="41E64346" w:rsidR="00071B8C" w:rsidRPr="00B30F8E" w:rsidRDefault="00210A53" w:rsidP="00071B8C">
            <w:pPr>
              <w:rPr>
                <w:sz w:val="22"/>
                <w:szCs w:val="22"/>
                <w:lang w:eastAsia="en-AU"/>
              </w:rPr>
            </w:pPr>
            <w:r w:rsidRPr="00210A53">
              <w:rPr>
                <w:sz w:val="22"/>
                <w:szCs w:val="22"/>
              </w:rPr>
              <w:t>P</w:t>
            </w:r>
            <w:r w:rsidR="00A64EA1" w:rsidRPr="00210A53">
              <w:rPr>
                <w:sz w:val="22"/>
                <w:szCs w:val="22"/>
              </w:rPr>
              <w:t>ens</w:t>
            </w:r>
          </w:p>
        </w:tc>
      </w:tr>
      <w:tr w:rsidR="003F67C3" w14:paraId="6F87440C" w14:textId="77777777" w:rsidTr="2F00F335">
        <w:tc>
          <w:tcPr>
            <w:tcW w:w="2405" w:type="dxa"/>
            <w:vAlign w:val="top"/>
          </w:tcPr>
          <w:p w14:paraId="2A6A7483" w14:textId="77777777" w:rsidR="00071B8C" w:rsidRPr="002E7A2C" w:rsidRDefault="00A64EA1" w:rsidP="00071B8C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382E9E9A" w14:textId="0933D9DE" w:rsidR="00071B8C" w:rsidRPr="00210A53" w:rsidRDefault="00210A53" w:rsidP="00210A53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210A53">
              <w:rPr>
                <w:sz w:val="22"/>
                <w:szCs w:val="22"/>
                <w:lang w:eastAsia="en-AU"/>
              </w:rPr>
              <w:t>Knowledge Assessment</w:t>
            </w:r>
          </w:p>
        </w:tc>
      </w:tr>
      <w:tr w:rsidR="003F67C3" w14:paraId="03581BF3" w14:textId="77777777" w:rsidTr="2F00F335">
        <w:tc>
          <w:tcPr>
            <w:tcW w:w="2405" w:type="dxa"/>
            <w:vAlign w:val="top"/>
          </w:tcPr>
          <w:p w14:paraId="334A72DA" w14:textId="77777777" w:rsidR="00071B8C" w:rsidRPr="0067653D" w:rsidRDefault="00A64EA1" w:rsidP="00071B8C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4A24DDA7" w14:textId="053D7BD5" w:rsidR="00071B8C" w:rsidRPr="00210A53" w:rsidRDefault="002F1D5D" w:rsidP="00071B8C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30 minutes</w:t>
            </w:r>
          </w:p>
        </w:tc>
      </w:tr>
    </w:tbl>
    <w:p w14:paraId="16E73FBD" w14:textId="77777777" w:rsidR="00071B8C" w:rsidRDefault="00A64EA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5EB8A373" w14:textId="77777777" w:rsidR="00210A53" w:rsidRPr="003E5787" w:rsidRDefault="00210A53" w:rsidP="00210A53">
      <w:pPr>
        <w:pStyle w:val="Heading2"/>
      </w:pPr>
      <w:r w:rsidRPr="003E5787">
        <w:lastRenderedPageBreak/>
        <w:t>Part 1: Multiple choice</w:t>
      </w:r>
    </w:p>
    <w:p w14:paraId="661249BC" w14:textId="68897977" w:rsidR="001C1276" w:rsidRDefault="00210A53" w:rsidP="001C1276">
      <w:pPr>
        <w:pStyle w:val="Body"/>
        <w:rPr>
          <w:sz w:val="22"/>
          <w:szCs w:val="22"/>
        </w:rPr>
      </w:pPr>
      <w:r w:rsidRPr="001D097E">
        <w:rPr>
          <w:sz w:val="22"/>
          <w:szCs w:val="22"/>
        </w:rPr>
        <w:t>Read the question and each answer carefully. Put an X in the table next to your chosen answer.</w:t>
      </w:r>
    </w:p>
    <w:p w14:paraId="7D05C6E8" w14:textId="0DC43431" w:rsidR="00F52512" w:rsidRDefault="00F52512" w:rsidP="001C1276">
      <w:pPr>
        <w:pStyle w:val="Body"/>
        <w:rPr>
          <w:sz w:val="22"/>
          <w:szCs w:val="22"/>
        </w:rPr>
      </w:pPr>
    </w:p>
    <w:p w14:paraId="3B12EA8F" w14:textId="77777777" w:rsidR="00F52512" w:rsidRDefault="00F52512" w:rsidP="001C1276">
      <w:pPr>
        <w:pStyle w:val="Body"/>
        <w:rPr>
          <w:sz w:val="22"/>
          <w:szCs w:val="22"/>
        </w:rPr>
      </w:pPr>
    </w:p>
    <w:p w14:paraId="2FB25AA0" w14:textId="6073DF25" w:rsidR="001C1276" w:rsidRDefault="0019161A" w:rsidP="00F52512">
      <w:pPr>
        <w:pStyle w:val="Caption"/>
        <w:keepNext/>
        <w:numPr>
          <w:ilvl w:val="0"/>
          <w:numId w:val="5"/>
        </w:numPr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(PC 1.1, 1.2, </w:t>
      </w:r>
      <w:r w:rsidR="001F33AB">
        <w:rPr>
          <w:color w:val="auto"/>
          <w:sz w:val="22"/>
          <w:szCs w:val="22"/>
        </w:rPr>
        <w:t>RK1</w:t>
      </w:r>
      <w:r w:rsidR="00FC5ECD">
        <w:rPr>
          <w:color w:val="auto"/>
          <w:sz w:val="22"/>
          <w:szCs w:val="22"/>
        </w:rPr>
        <w:t>)</w:t>
      </w:r>
      <w:r w:rsidR="00071B8C">
        <w:rPr>
          <w:color w:val="auto"/>
          <w:sz w:val="22"/>
          <w:szCs w:val="22"/>
        </w:rPr>
        <w:t xml:space="preserve"> </w:t>
      </w:r>
      <w:r w:rsidR="001F33AB">
        <w:rPr>
          <w:color w:val="auto"/>
          <w:sz w:val="22"/>
          <w:szCs w:val="22"/>
        </w:rPr>
        <w:t xml:space="preserve">  Relevant specifications</w:t>
      </w:r>
      <w:r w:rsidR="0034490D">
        <w:rPr>
          <w:color w:val="auto"/>
          <w:sz w:val="22"/>
          <w:szCs w:val="22"/>
        </w:rPr>
        <w:t>, i</w:t>
      </w:r>
      <w:r w:rsidR="001F33AB">
        <w:rPr>
          <w:color w:val="auto"/>
          <w:sz w:val="22"/>
          <w:szCs w:val="22"/>
        </w:rPr>
        <w:t xml:space="preserve">nstructions and procedures </w:t>
      </w:r>
      <w:r w:rsidR="0034490D">
        <w:rPr>
          <w:color w:val="auto"/>
          <w:sz w:val="22"/>
          <w:szCs w:val="22"/>
        </w:rPr>
        <w:t xml:space="preserve">for workplace equipment and tasks </w:t>
      </w:r>
      <w:r w:rsidR="008C1150">
        <w:rPr>
          <w:color w:val="auto"/>
          <w:sz w:val="22"/>
          <w:szCs w:val="22"/>
        </w:rPr>
        <w:t>can be</w:t>
      </w:r>
      <w:r w:rsidR="001F33AB">
        <w:rPr>
          <w:color w:val="auto"/>
          <w:sz w:val="22"/>
          <w:szCs w:val="22"/>
        </w:rPr>
        <w:t xml:space="preserve"> obtained from:</w:t>
      </w:r>
    </w:p>
    <w:p w14:paraId="76AAB940" w14:textId="77777777" w:rsidR="00F52512" w:rsidRPr="00F52512" w:rsidRDefault="00F52512" w:rsidP="00F52512"/>
    <w:p w14:paraId="684B65BE" w14:textId="77777777" w:rsidR="001C1276" w:rsidRPr="00FA64C5" w:rsidRDefault="001C1276" w:rsidP="001C1276">
      <w:pPr>
        <w:pStyle w:val="Caption"/>
        <w:keepNext/>
        <w:spacing w:before="0" w:line="240" w:lineRule="auto"/>
      </w:pPr>
      <w:r w:rsidRPr="00FA64C5">
        <w:t xml:space="preserve">Table </w:t>
      </w:r>
      <w:r>
        <w:rPr>
          <w:noProof/>
        </w:rPr>
        <w:t>2</w:t>
      </w:r>
      <w:r w:rsidRPr="00FA64C5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C1276" w:rsidRPr="00FA64C5" w14:paraId="54B61A3C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F8B1E04" w14:textId="77777777" w:rsidR="001C1276" w:rsidRPr="00FA64C5" w:rsidRDefault="001C1276" w:rsidP="00071B8C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070B39D3" w14:textId="77777777" w:rsidR="001C1276" w:rsidRPr="00FA64C5" w:rsidRDefault="001C1276" w:rsidP="00071B8C">
            <w:pPr>
              <w:pStyle w:val="Body"/>
              <w:spacing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1C1276" w:rsidRPr="00FA64C5" w14:paraId="68840AF3" w14:textId="77777777" w:rsidTr="00071B8C">
        <w:trPr>
          <w:trHeight w:val="510"/>
        </w:trPr>
        <w:tc>
          <w:tcPr>
            <w:tcW w:w="7650" w:type="dxa"/>
          </w:tcPr>
          <w:p w14:paraId="69194DAE" w14:textId="77777777" w:rsidR="001C1276" w:rsidRPr="00FA64C5" w:rsidRDefault="001C1276" w:rsidP="00B10713">
            <w:pPr>
              <w:pStyle w:val="Body"/>
              <w:numPr>
                <w:ilvl w:val="0"/>
                <w:numId w:val="17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Technical manuals/specifications</w:t>
            </w:r>
          </w:p>
        </w:tc>
        <w:tc>
          <w:tcPr>
            <w:tcW w:w="1410" w:type="dxa"/>
          </w:tcPr>
          <w:p w14:paraId="0AC5FCE8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7134F1DA" w14:textId="77777777" w:rsidTr="00071B8C">
        <w:trPr>
          <w:trHeight w:val="510"/>
        </w:trPr>
        <w:tc>
          <w:tcPr>
            <w:tcW w:w="7650" w:type="dxa"/>
          </w:tcPr>
          <w:p w14:paraId="2CA4EEBC" w14:textId="77777777" w:rsidR="001C1276" w:rsidRPr="00FA64C5" w:rsidRDefault="001C1276" w:rsidP="00B10713">
            <w:pPr>
              <w:pStyle w:val="Body"/>
              <w:numPr>
                <w:ilvl w:val="0"/>
                <w:numId w:val="17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Service log books and maintenance manuals</w:t>
            </w:r>
          </w:p>
        </w:tc>
        <w:tc>
          <w:tcPr>
            <w:tcW w:w="1410" w:type="dxa"/>
          </w:tcPr>
          <w:p w14:paraId="4E676FB2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5759F4E3" w14:textId="77777777" w:rsidTr="00071B8C">
        <w:trPr>
          <w:trHeight w:val="510"/>
        </w:trPr>
        <w:tc>
          <w:tcPr>
            <w:tcW w:w="7650" w:type="dxa"/>
          </w:tcPr>
          <w:p w14:paraId="172F3182" w14:textId="77777777" w:rsidR="001C1276" w:rsidRPr="00FA64C5" w:rsidRDefault="001C1276" w:rsidP="00B10713">
            <w:pPr>
              <w:pStyle w:val="Body"/>
              <w:numPr>
                <w:ilvl w:val="0"/>
                <w:numId w:val="17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Safe operating procedures (SOP)</w:t>
            </w:r>
          </w:p>
        </w:tc>
        <w:tc>
          <w:tcPr>
            <w:tcW w:w="1410" w:type="dxa"/>
          </w:tcPr>
          <w:p w14:paraId="088AFEB4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3EB2DF69" w14:textId="77777777" w:rsidTr="00071B8C">
        <w:trPr>
          <w:trHeight w:val="510"/>
        </w:trPr>
        <w:tc>
          <w:tcPr>
            <w:tcW w:w="7650" w:type="dxa"/>
          </w:tcPr>
          <w:p w14:paraId="31149CD4" w14:textId="77777777" w:rsidR="001C1276" w:rsidRPr="00FA64C5" w:rsidRDefault="001C1276" w:rsidP="00B10713">
            <w:pPr>
              <w:pStyle w:val="Body"/>
              <w:numPr>
                <w:ilvl w:val="0"/>
                <w:numId w:val="17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Drawings and exploded views</w:t>
            </w:r>
          </w:p>
        </w:tc>
        <w:tc>
          <w:tcPr>
            <w:tcW w:w="1410" w:type="dxa"/>
          </w:tcPr>
          <w:p w14:paraId="7ED14E39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47BCCE23" w14:textId="77777777" w:rsidTr="00071B8C">
        <w:trPr>
          <w:trHeight w:val="510"/>
        </w:trPr>
        <w:tc>
          <w:tcPr>
            <w:tcW w:w="7650" w:type="dxa"/>
          </w:tcPr>
          <w:p w14:paraId="6F319EFA" w14:textId="77777777" w:rsidR="001C1276" w:rsidRPr="00FA64C5" w:rsidRDefault="001C1276" w:rsidP="00B10713">
            <w:pPr>
              <w:pStyle w:val="Body"/>
              <w:numPr>
                <w:ilvl w:val="0"/>
                <w:numId w:val="17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5DACC2DF" w14:textId="102AC1BD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1BAADC64" w14:textId="294AA6BD" w:rsidR="001C1276" w:rsidRDefault="001C1276" w:rsidP="001C1276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2FEB739B" w14:textId="35CCACC9" w:rsidR="00F52512" w:rsidRDefault="00F52512" w:rsidP="001C1276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080D68E0" w14:textId="77777777" w:rsidR="00F52512" w:rsidRPr="00FA64C5" w:rsidRDefault="00F52512" w:rsidP="001C1276">
      <w:pPr>
        <w:tabs>
          <w:tab w:val="clear" w:pos="284"/>
        </w:tabs>
        <w:spacing w:before="0" w:after="200" w:line="276" w:lineRule="auto"/>
        <w:rPr>
          <w:sz w:val="22"/>
          <w:szCs w:val="22"/>
        </w:rPr>
      </w:pPr>
    </w:p>
    <w:p w14:paraId="7D8F320A" w14:textId="67E630C6" w:rsidR="00F52512" w:rsidRPr="000B444C" w:rsidRDefault="001649B8" w:rsidP="00F52512">
      <w:pPr>
        <w:pStyle w:val="Caption"/>
        <w:keepNext/>
        <w:numPr>
          <w:ilvl w:val="0"/>
          <w:numId w:val="5"/>
        </w:numPr>
        <w:spacing w:before="0" w:after="240" w:line="240" w:lineRule="auto"/>
        <w:ind w:left="64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(PC 1.1, 1.2) (RK1,</w:t>
      </w:r>
      <w:r w:rsidR="00071B8C">
        <w:rPr>
          <w:color w:val="auto"/>
          <w:sz w:val="22"/>
          <w:szCs w:val="22"/>
        </w:rPr>
        <w:t xml:space="preserve"> </w:t>
      </w:r>
      <w:r w:rsidR="000B444C">
        <w:rPr>
          <w:color w:val="auto"/>
          <w:sz w:val="22"/>
          <w:szCs w:val="22"/>
        </w:rPr>
        <w:t>RK</w:t>
      </w:r>
      <w:r>
        <w:rPr>
          <w:color w:val="auto"/>
          <w:sz w:val="22"/>
          <w:szCs w:val="22"/>
        </w:rPr>
        <w:t>2)</w:t>
      </w:r>
      <w:r w:rsidR="00071B8C">
        <w:rPr>
          <w:color w:val="auto"/>
          <w:sz w:val="22"/>
          <w:szCs w:val="22"/>
        </w:rPr>
        <w:t xml:space="preserve"> </w:t>
      </w:r>
      <w:r w:rsidR="001C1276" w:rsidRPr="00FA64C5">
        <w:rPr>
          <w:color w:val="auto"/>
          <w:sz w:val="22"/>
          <w:szCs w:val="22"/>
        </w:rPr>
        <w:t xml:space="preserve">Where would you find a machine Standard Operating Procedure </w:t>
      </w:r>
      <w:r w:rsidR="0034490D">
        <w:rPr>
          <w:color w:val="auto"/>
          <w:sz w:val="22"/>
          <w:szCs w:val="22"/>
        </w:rPr>
        <w:t>(</w:t>
      </w:r>
      <w:r w:rsidR="000B444C">
        <w:rPr>
          <w:color w:val="auto"/>
          <w:sz w:val="22"/>
          <w:szCs w:val="22"/>
        </w:rPr>
        <w:t>SOP</w:t>
      </w:r>
      <w:r w:rsidR="0034490D">
        <w:rPr>
          <w:color w:val="auto"/>
          <w:sz w:val="22"/>
          <w:szCs w:val="22"/>
        </w:rPr>
        <w:t>)</w:t>
      </w:r>
      <w:r w:rsidR="001C1276" w:rsidRPr="00FA64C5">
        <w:rPr>
          <w:color w:val="auto"/>
          <w:sz w:val="22"/>
          <w:szCs w:val="22"/>
        </w:rPr>
        <w:t>?</w:t>
      </w:r>
    </w:p>
    <w:p w14:paraId="22A173F4" w14:textId="77777777" w:rsidR="001C1276" w:rsidRPr="00FA64C5" w:rsidRDefault="001C1276" w:rsidP="001C1276">
      <w:pPr>
        <w:pStyle w:val="Caption"/>
        <w:keepNext/>
        <w:spacing w:before="0" w:line="240" w:lineRule="auto"/>
      </w:pPr>
      <w:r w:rsidRPr="00FA64C5">
        <w:t xml:space="preserve">Table </w:t>
      </w:r>
      <w:r>
        <w:rPr>
          <w:noProof/>
        </w:rPr>
        <w:t>3</w:t>
      </w:r>
      <w:r w:rsidRPr="00FA64C5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C1276" w:rsidRPr="00FA64C5" w14:paraId="22CEE79B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6EA0DBE" w14:textId="77777777" w:rsidR="001C1276" w:rsidRPr="00FA64C5" w:rsidRDefault="001C1276" w:rsidP="00071B8C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7C1DEB0A" w14:textId="77777777" w:rsidR="001C1276" w:rsidRPr="00FA64C5" w:rsidRDefault="001C1276" w:rsidP="00071B8C">
            <w:pPr>
              <w:pStyle w:val="Body"/>
              <w:spacing w:after="24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Put X next to your answer</w:t>
            </w:r>
          </w:p>
        </w:tc>
      </w:tr>
      <w:tr w:rsidR="001C1276" w:rsidRPr="00FA64C5" w14:paraId="56916DA7" w14:textId="77777777" w:rsidTr="00071B8C">
        <w:trPr>
          <w:trHeight w:val="510"/>
        </w:trPr>
        <w:tc>
          <w:tcPr>
            <w:tcW w:w="7650" w:type="dxa"/>
          </w:tcPr>
          <w:p w14:paraId="7697DA48" w14:textId="77777777" w:rsidR="001C1276" w:rsidRPr="00FA64C5" w:rsidRDefault="001C1276" w:rsidP="00B10713">
            <w:pPr>
              <w:pStyle w:val="Body"/>
              <w:numPr>
                <w:ilvl w:val="0"/>
                <w:numId w:val="16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On or next to a machine</w:t>
            </w:r>
          </w:p>
        </w:tc>
        <w:tc>
          <w:tcPr>
            <w:tcW w:w="1410" w:type="dxa"/>
          </w:tcPr>
          <w:p w14:paraId="3A9DE61B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3B571D9F" w14:textId="77777777" w:rsidTr="00071B8C">
        <w:trPr>
          <w:trHeight w:val="510"/>
        </w:trPr>
        <w:tc>
          <w:tcPr>
            <w:tcW w:w="7650" w:type="dxa"/>
          </w:tcPr>
          <w:p w14:paraId="24288353" w14:textId="77777777" w:rsidR="001C1276" w:rsidRPr="00FA64C5" w:rsidRDefault="001C1276" w:rsidP="00B10713">
            <w:pPr>
              <w:pStyle w:val="Body"/>
              <w:numPr>
                <w:ilvl w:val="0"/>
                <w:numId w:val="16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Manufactures handbook</w:t>
            </w:r>
          </w:p>
        </w:tc>
        <w:tc>
          <w:tcPr>
            <w:tcW w:w="1410" w:type="dxa"/>
          </w:tcPr>
          <w:p w14:paraId="4142D0F5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34C0271A" w14:textId="77777777" w:rsidTr="00071B8C">
        <w:trPr>
          <w:trHeight w:val="510"/>
        </w:trPr>
        <w:tc>
          <w:tcPr>
            <w:tcW w:w="7650" w:type="dxa"/>
          </w:tcPr>
          <w:p w14:paraId="181835B4" w14:textId="77777777" w:rsidR="001C1276" w:rsidRPr="00FA64C5" w:rsidRDefault="001C1276" w:rsidP="00B10713">
            <w:pPr>
              <w:pStyle w:val="Body"/>
              <w:numPr>
                <w:ilvl w:val="0"/>
                <w:numId w:val="16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Supervisor/managers office</w:t>
            </w:r>
          </w:p>
        </w:tc>
        <w:tc>
          <w:tcPr>
            <w:tcW w:w="1410" w:type="dxa"/>
          </w:tcPr>
          <w:p w14:paraId="73D1052B" w14:textId="77777777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FA64C5" w14:paraId="3406E097" w14:textId="77777777" w:rsidTr="00071B8C">
        <w:trPr>
          <w:trHeight w:val="510"/>
        </w:trPr>
        <w:tc>
          <w:tcPr>
            <w:tcW w:w="7650" w:type="dxa"/>
          </w:tcPr>
          <w:p w14:paraId="4AA8DA40" w14:textId="77777777" w:rsidR="001C1276" w:rsidRPr="00FA64C5" w:rsidRDefault="001C1276" w:rsidP="00B10713">
            <w:pPr>
              <w:pStyle w:val="Body"/>
              <w:numPr>
                <w:ilvl w:val="0"/>
                <w:numId w:val="16"/>
              </w:numPr>
              <w:spacing w:before="0" w:after="0" w:line="240" w:lineRule="auto"/>
              <w:rPr>
                <w:sz w:val="22"/>
                <w:szCs w:val="22"/>
              </w:rPr>
            </w:pPr>
            <w:r w:rsidRPr="00FA64C5"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4AC99FDE" w14:textId="5CE827C2" w:rsidR="001C1276" w:rsidRPr="00FA64C5" w:rsidRDefault="001C1276" w:rsidP="00071B8C">
            <w:pPr>
              <w:pStyle w:val="Body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307D5EDA" w14:textId="047C60D9" w:rsidR="001C1276" w:rsidRDefault="001C1276" w:rsidP="00F52512">
      <w:pPr>
        <w:pStyle w:val="Body"/>
        <w:rPr>
          <w:sz w:val="22"/>
          <w:szCs w:val="22"/>
        </w:rPr>
      </w:pPr>
    </w:p>
    <w:p w14:paraId="329C1C0E" w14:textId="77777777" w:rsidR="000B444C" w:rsidRDefault="000B444C" w:rsidP="00F52512">
      <w:pPr>
        <w:pStyle w:val="Body"/>
        <w:rPr>
          <w:sz w:val="22"/>
          <w:szCs w:val="22"/>
        </w:rPr>
      </w:pPr>
    </w:p>
    <w:p w14:paraId="6EBE47DC" w14:textId="60C13E3D" w:rsidR="00F52512" w:rsidRDefault="00F52512" w:rsidP="00F52512">
      <w:pPr>
        <w:pStyle w:val="Body"/>
        <w:rPr>
          <w:sz w:val="22"/>
          <w:szCs w:val="22"/>
        </w:rPr>
      </w:pPr>
    </w:p>
    <w:p w14:paraId="707D8233" w14:textId="11875C94" w:rsidR="002A485B" w:rsidRDefault="002A485B" w:rsidP="00F52512">
      <w:pPr>
        <w:pStyle w:val="Body"/>
        <w:rPr>
          <w:sz w:val="22"/>
          <w:szCs w:val="22"/>
        </w:rPr>
      </w:pPr>
    </w:p>
    <w:p w14:paraId="10F75C74" w14:textId="77777777" w:rsidR="002A485B" w:rsidRDefault="002A485B" w:rsidP="00F52512">
      <w:pPr>
        <w:pStyle w:val="Body"/>
        <w:rPr>
          <w:sz w:val="22"/>
          <w:szCs w:val="22"/>
        </w:rPr>
      </w:pPr>
    </w:p>
    <w:p w14:paraId="54AC9B99" w14:textId="30A05072" w:rsidR="001C1276" w:rsidRPr="00E45A38" w:rsidRDefault="001649B8" w:rsidP="00B10713">
      <w:pPr>
        <w:pStyle w:val="Body"/>
        <w:numPr>
          <w:ilvl w:val="0"/>
          <w:numId w:val="5"/>
        </w:numPr>
        <w:rPr>
          <w:sz w:val="22"/>
          <w:szCs w:val="22"/>
        </w:rPr>
      </w:pPr>
      <w:r w:rsidRPr="00E45A38">
        <w:rPr>
          <w:sz w:val="22"/>
          <w:szCs w:val="22"/>
        </w:rPr>
        <w:t>(</w:t>
      </w:r>
      <w:r w:rsidR="0019161A">
        <w:rPr>
          <w:sz w:val="22"/>
          <w:szCs w:val="22"/>
        </w:rPr>
        <w:t>PC 1.1, RK</w:t>
      </w:r>
      <w:r w:rsidRPr="00E45A38">
        <w:rPr>
          <w:sz w:val="22"/>
          <w:szCs w:val="22"/>
        </w:rPr>
        <w:t>2</w:t>
      </w:r>
      <w:r w:rsidR="0019161A">
        <w:rPr>
          <w:sz w:val="22"/>
          <w:szCs w:val="22"/>
        </w:rPr>
        <w:t>, RK</w:t>
      </w:r>
      <w:r w:rsidR="00071B8C">
        <w:rPr>
          <w:sz w:val="22"/>
          <w:szCs w:val="22"/>
        </w:rPr>
        <w:t>5</w:t>
      </w:r>
      <w:r w:rsidRPr="00E45A38">
        <w:rPr>
          <w:sz w:val="22"/>
          <w:szCs w:val="22"/>
        </w:rPr>
        <w:t>)</w:t>
      </w:r>
      <w:r w:rsidR="00071B8C">
        <w:rPr>
          <w:sz w:val="22"/>
          <w:szCs w:val="22"/>
        </w:rPr>
        <w:t xml:space="preserve"> </w:t>
      </w:r>
      <w:r w:rsidR="0019161A">
        <w:rPr>
          <w:sz w:val="22"/>
          <w:szCs w:val="22"/>
        </w:rPr>
        <w:t>When</w:t>
      </w:r>
      <w:r w:rsidR="001C1276" w:rsidRPr="00E45A38">
        <w:rPr>
          <w:sz w:val="22"/>
          <w:szCs w:val="22"/>
        </w:rPr>
        <w:t xml:space="preserve"> going onto a new worksite, whom should you talk to first about site WHS procedures?</w:t>
      </w:r>
    </w:p>
    <w:p w14:paraId="7CDA2494" w14:textId="77777777" w:rsidR="001C1276" w:rsidRPr="00E45A38" w:rsidRDefault="001C1276" w:rsidP="001C1276">
      <w:pPr>
        <w:pStyle w:val="Caption"/>
        <w:keepNext/>
      </w:pPr>
      <w:r w:rsidRPr="00E45A38">
        <w:t xml:space="preserve">Table </w:t>
      </w:r>
      <w:r w:rsidRPr="00E45A38">
        <w:rPr>
          <w:noProof/>
        </w:rPr>
        <w:t xml:space="preserve">4 </w:t>
      </w:r>
      <w:r w:rsidRPr="00E45A38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C1276" w:rsidRPr="00E45A38" w14:paraId="225221E8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57BA4676" w14:textId="77777777" w:rsidR="001C1276" w:rsidRPr="00E45A38" w:rsidRDefault="001C1276" w:rsidP="00071B8C">
            <w:pPr>
              <w:pStyle w:val="Body"/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202E1115" w14:textId="77777777" w:rsidR="001C1276" w:rsidRPr="00E45A38" w:rsidRDefault="001C1276" w:rsidP="00071B8C">
            <w:pPr>
              <w:pStyle w:val="Body"/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Put X next to your answer</w:t>
            </w:r>
          </w:p>
        </w:tc>
      </w:tr>
      <w:tr w:rsidR="001C1276" w:rsidRPr="00E45A38" w14:paraId="2A65AD5B" w14:textId="77777777" w:rsidTr="00071B8C">
        <w:tc>
          <w:tcPr>
            <w:tcW w:w="7650" w:type="dxa"/>
          </w:tcPr>
          <w:p w14:paraId="43EB7B80" w14:textId="77777777" w:rsidR="001C1276" w:rsidRPr="00E45A38" w:rsidRDefault="001C1276" w:rsidP="00B10713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Your manager</w:t>
            </w:r>
          </w:p>
        </w:tc>
        <w:tc>
          <w:tcPr>
            <w:tcW w:w="1410" w:type="dxa"/>
          </w:tcPr>
          <w:p w14:paraId="3BEDBC82" w14:textId="77777777" w:rsidR="001C1276" w:rsidRPr="00E45A38" w:rsidRDefault="001C1276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C1276" w:rsidRPr="00E45A38" w14:paraId="39E50A30" w14:textId="77777777" w:rsidTr="00071B8C">
        <w:tc>
          <w:tcPr>
            <w:tcW w:w="7650" w:type="dxa"/>
          </w:tcPr>
          <w:p w14:paraId="19B845A4" w14:textId="77777777" w:rsidR="001C1276" w:rsidRPr="00E45A38" w:rsidRDefault="001C1276" w:rsidP="00B10713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Site manager</w:t>
            </w:r>
          </w:p>
        </w:tc>
        <w:tc>
          <w:tcPr>
            <w:tcW w:w="1410" w:type="dxa"/>
          </w:tcPr>
          <w:p w14:paraId="4D54664A" w14:textId="21A70BD5" w:rsidR="001C1276" w:rsidRPr="00E45A38" w:rsidRDefault="001C1276" w:rsidP="00071B8C">
            <w:pPr>
              <w:pStyle w:val="Body"/>
              <w:jc w:val="center"/>
              <w:rPr>
                <w:sz w:val="22"/>
                <w:szCs w:val="22"/>
              </w:rPr>
            </w:pPr>
            <w:r w:rsidRPr="00E45A38">
              <w:rPr>
                <w:b/>
                <w:color w:val="FF0000"/>
              </w:rPr>
              <w:t>X</w:t>
            </w:r>
          </w:p>
        </w:tc>
      </w:tr>
      <w:tr w:rsidR="001C1276" w:rsidRPr="00E45A38" w14:paraId="75BDAC3C" w14:textId="77777777" w:rsidTr="00071B8C">
        <w:tc>
          <w:tcPr>
            <w:tcW w:w="7650" w:type="dxa"/>
          </w:tcPr>
          <w:p w14:paraId="22C49D18" w14:textId="77777777" w:rsidR="001C1276" w:rsidRPr="00E45A38" w:rsidRDefault="001C1276" w:rsidP="00B10713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SafeWork NSW</w:t>
            </w:r>
          </w:p>
        </w:tc>
        <w:tc>
          <w:tcPr>
            <w:tcW w:w="1410" w:type="dxa"/>
          </w:tcPr>
          <w:p w14:paraId="6BCB6A66" w14:textId="77777777" w:rsidR="001C1276" w:rsidRPr="00E45A38" w:rsidRDefault="001C1276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C1276" w:rsidRPr="008E7A7C" w14:paraId="21F359B5" w14:textId="77777777" w:rsidTr="00071B8C">
        <w:tc>
          <w:tcPr>
            <w:tcW w:w="7650" w:type="dxa"/>
          </w:tcPr>
          <w:p w14:paraId="08856A45" w14:textId="77777777" w:rsidR="001C1276" w:rsidRPr="00E45A38" w:rsidRDefault="001C1276" w:rsidP="00B10713">
            <w:pPr>
              <w:pStyle w:val="Body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45A38">
              <w:rPr>
                <w:sz w:val="22"/>
                <w:szCs w:val="22"/>
              </w:rPr>
              <w:t>Store person</w:t>
            </w:r>
          </w:p>
        </w:tc>
        <w:tc>
          <w:tcPr>
            <w:tcW w:w="1410" w:type="dxa"/>
          </w:tcPr>
          <w:p w14:paraId="014A7EE9" w14:textId="77777777" w:rsidR="001C1276" w:rsidRPr="00E45A38" w:rsidRDefault="001C1276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0FC53CEA" w14:textId="382FF535" w:rsidR="001C1276" w:rsidRDefault="001C1276" w:rsidP="001C1276">
      <w:pPr>
        <w:rPr>
          <w:sz w:val="22"/>
          <w:szCs w:val="22"/>
          <w:highlight w:val="yellow"/>
        </w:rPr>
      </w:pPr>
    </w:p>
    <w:p w14:paraId="22DEB1DF" w14:textId="77777777" w:rsidR="002A485B" w:rsidRPr="008E7A7C" w:rsidRDefault="002A485B" w:rsidP="001C1276">
      <w:pPr>
        <w:rPr>
          <w:sz w:val="22"/>
          <w:szCs w:val="22"/>
          <w:highlight w:val="yellow"/>
        </w:rPr>
      </w:pPr>
    </w:p>
    <w:p w14:paraId="1CBE98EA" w14:textId="1644F1C0" w:rsidR="001C1276" w:rsidRPr="00071B8C" w:rsidRDefault="001649B8" w:rsidP="002A485B">
      <w:pPr>
        <w:pStyle w:val="Caption"/>
        <w:keepNext/>
        <w:numPr>
          <w:ilvl w:val="0"/>
          <w:numId w:val="5"/>
        </w:numPr>
        <w:spacing w:before="0" w:after="240" w:line="360" w:lineRule="auto"/>
        <w:ind w:left="644"/>
        <w:rPr>
          <w:color w:val="auto"/>
          <w:sz w:val="22"/>
          <w:szCs w:val="22"/>
        </w:rPr>
      </w:pPr>
      <w:r w:rsidRPr="00071B8C">
        <w:rPr>
          <w:color w:val="auto"/>
          <w:sz w:val="22"/>
          <w:szCs w:val="22"/>
        </w:rPr>
        <w:t>(RK</w:t>
      </w:r>
      <w:r w:rsidR="00071B8C">
        <w:rPr>
          <w:color w:val="auto"/>
          <w:sz w:val="22"/>
          <w:szCs w:val="22"/>
        </w:rPr>
        <w:t xml:space="preserve">4, </w:t>
      </w:r>
      <w:r w:rsidR="0019161A">
        <w:rPr>
          <w:color w:val="auto"/>
          <w:sz w:val="22"/>
          <w:szCs w:val="22"/>
        </w:rPr>
        <w:t>RK</w:t>
      </w:r>
      <w:r w:rsidR="00071B8C">
        <w:rPr>
          <w:color w:val="auto"/>
          <w:sz w:val="22"/>
          <w:szCs w:val="22"/>
        </w:rPr>
        <w:t>5</w:t>
      </w:r>
      <w:r w:rsidRPr="00071B8C">
        <w:rPr>
          <w:color w:val="auto"/>
          <w:sz w:val="22"/>
          <w:szCs w:val="22"/>
        </w:rPr>
        <w:t>)</w:t>
      </w:r>
      <w:r w:rsidR="00071B8C">
        <w:rPr>
          <w:color w:val="auto"/>
          <w:sz w:val="22"/>
          <w:szCs w:val="22"/>
        </w:rPr>
        <w:t xml:space="preserve"> </w:t>
      </w:r>
      <w:r w:rsidR="00DE523C">
        <w:rPr>
          <w:color w:val="auto"/>
          <w:sz w:val="22"/>
          <w:szCs w:val="22"/>
        </w:rPr>
        <w:t>Hazards are found in the work environment. Select Three (3) of the minimum control measures that should be used when in the workplace.</w:t>
      </w:r>
    </w:p>
    <w:p w14:paraId="56FD182B" w14:textId="77777777" w:rsidR="001C1276" w:rsidRPr="00071B8C" w:rsidRDefault="001C1276" w:rsidP="002A485B">
      <w:pPr>
        <w:pStyle w:val="Caption"/>
        <w:keepNext/>
        <w:spacing w:before="0" w:line="360" w:lineRule="auto"/>
      </w:pPr>
      <w:r w:rsidRPr="00071B8C">
        <w:t xml:space="preserve">Table </w:t>
      </w:r>
      <w:r w:rsidRPr="00071B8C">
        <w:rPr>
          <w:noProof/>
        </w:rPr>
        <w:t>5</w:t>
      </w:r>
      <w:r w:rsidRPr="00071B8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C1276" w:rsidRPr="00071B8C" w14:paraId="1B375D03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69512EF" w14:textId="77777777" w:rsidR="001C1276" w:rsidRPr="00071B8C" w:rsidRDefault="001C1276" w:rsidP="002A485B">
            <w:pPr>
              <w:pStyle w:val="Body"/>
              <w:spacing w:after="240" w:line="360" w:lineRule="auto"/>
              <w:rPr>
                <w:sz w:val="22"/>
                <w:szCs w:val="22"/>
              </w:rPr>
            </w:pPr>
            <w:r w:rsidRPr="00071B8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0042CCB" w14:textId="77777777" w:rsidR="001C1276" w:rsidRPr="00071B8C" w:rsidRDefault="001C1276" w:rsidP="002A485B">
            <w:pPr>
              <w:pStyle w:val="Body"/>
              <w:spacing w:after="240" w:line="360" w:lineRule="auto"/>
              <w:rPr>
                <w:sz w:val="22"/>
                <w:szCs w:val="22"/>
              </w:rPr>
            </w:pPr>
            <w:r w:rsidRPr="00071B8C">
              <w:rPr>
                <w:sz w:val="22"/>
                <w:szCs w:val="22"/>
              </w:rPr>
              <w:t>Put X next to your answer</w:t>
            </w:r>
          </w:p>
        </w:tc>
      </w:tr>
      <w:tr w:rsidR="001C1276" w:rsidRPr="00071B8C" w14:paraId="573B5DBE" w14:textId="77777777" w:rsidTr="00071B8C">
        <w:trPr>
          <w:trHeight w:val="510"/>
        </w:trPr>
        <w:tc>
          <w:tcPr>
            <w:tcW w:w="7650" w:type="dxa"/>
          </w:tcPr>
          <w:p w14:paraId="35F7F9D5" w14:textId="77777777" w:rsidR="001C1276" w:rsidRPr="00071B8C" w:rsidRDefault="001C1276" w:rsidP="002A485B">
            <w:pPr>
              <w:pStyle w:val="Body"/>
              <w:numPr>
                <w:ilvl w:val="0"/>
                <w:numId w:val="18"/>
              </w:numPr>
              <w:spacing w:after="0" w:line="480" w:lineRule="auto"/>
              <w:ind w:left="731"/>
              <w:rPr>
                <w:sz w:val="22"/>
                <w:szCs w:val="22"/>
              </w:rPr>
            </w:pPr>
            <w:r w:rsidRPr="00071B8C">
              <w:rPr>
                <w:sz w:val="22"/>
                <w:szCs w:val="22"/>
              </w:rPr>
              <w:t>Safety Glasses</w:t>
            </w:r>
          </w:p>
        </w:tc>
        <w:tc>
          <w:tcPr>
            <w:tcW w:w="1410" w:type="dxa"/>
          </w:tcPr>
          <w:p w14:paraId="05382DA2" w14:textId="0CBC8594" w:rsidR="001C1276" w:rsidRPr="00071B8C" w:rsidRDefault="001C1276" w:rsidP="002A485B">
            <w:pPr>
              <w:pStyle w:val="Body"/>
              <w:spacing w:after="0" w:line="480" w:lineRule="auto"/>
              <w:jc w:val="center"/>
              <w:rPr>
                <w:sz w:val="22"/>
                <w:szCs w:val="22"/>
              </w:rPr>
            </w:pPr>
            <w:r w:rsidRPr="00071B8C">
              <w:rPr>
                <w:b/>
                <w:color w:val="FF0000"/>
              </w:rPr>
              <w:t>X</w:t>
            </w:r>
          </w:p>
        </w:tc>
      </w:tr>
      <w:tr w:rsidR="001C1276" w:rsidRPr="00071B8C" w14:paraId="4C1B086D" w14:textId="77777777" w:rsidTr="00071B8C">
        <w:trPr>
          <w:trHeight w:val="454"/>
        </w:trPr>
        <w:tc>
          <w:tcPr>
            <w:tcW w:w="7650" w:type="dxa"/>
          </w:tcPr>
          <w:p w14:paraId="1B881D37" w14:textId="30178308" w:rsidR="001C1276" w:rsidRPr="00071B8C" w:rsidRDefault="00AB3FE1" w:rsidP="002A485B">
            <w:pPr>
              <w:pStyle w:val="Body"/>
              <w:numPr>
                <w:ilvl w:val="0"/>
                <w:numId w:val="18"/>
              </w:numPr>
              <w:spacing w:after="0" w:line="480" w:lineRule="auto"/>
              <w:ind w:left="7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Sunglasses</w:t>
            </w:r>
          </w:p>
        </w:tc>
        <w:tc>
          <w:tcPr>
            <w:tcW w:w="1410" w:type="dxa"/>
          </w:tcPr>
          <w:p w14:paraId="4FD57CA1" w14:textId="77777777" w:rsidR="001C1276" w:rsidRPr="00071B8C" w:rsidRDefault="001C1276" w:rsidP="002A485B">
            <w:pPr>
              <w:pStyle w:val="Body"/>
              <w:spacing w:after="0" w:line="480" w:lineRule="auto"/>
              <w:jc w:val="center"/>
              <w:rPr>
                <w:sz w:val="22"/>
                <w:szCs w:val="22"/>
              </w:rPr>
            </w:pPr>
          </w:p>
        </w:tc>
      </w:tr>
      <w:tr w:rsidR="001C1276" w:rsidRPr="00071B8C" w14:paraId="733AC0EA" w14:textId="77777777" w:rsidTr="00071B8C">
        <w:trPr>
          <w:trHeight w:val="454"/>
        </w:trPr>
        <w:tc>
          <w:tcPr>
            <w:tcW w:w="7650" w:type="dxa"/>
          </w:tcPr>
          <w:p w14:paraId="441F1291" w14:textId="77777777" w:rsidR="001C1276" w:rsidRPr="00071B8C" w:rsidRDefault="001C1276" w:rsidP="002A485B">
            <w:pPr>
              <w:pStyle w:val="Body"/>
              <w:numPr>
                <w:ilvl w:val="0"/>
                <w:numId w:val="18"/>
              </w:numPr>
              <w:spacing w:after="0" w:line="480" w:lineRule="auto"/>
              <w:ind w:left="731"/>
              <w:rPr>
                <w:sz w:val="22"/>
                <w:szCs w:val="22"/>
              </w:rPr>
            </w:pPr>
            <w:r w:rsidRPr="00071B8C">
              <w:rPr>
                <w:sz w:val="22"/>
                <w:szCs w:val="22"/>
              </w:rPr>
              <w:t>Steel capped boots</w:t>
            </w:r>
          </w:p>
        </w:tc>
        <w:tc>
          <w:tcPr>
            <w:tcW w:w="1410" w:type="dxa"/>
          </w:tcPr>
          <w:p w14:paraId="77181DC3" w14:textId="062CD144" w:rsidR="001C1276" w:rsidRPr="00071B8C" w:rsidRDefault="001C1276" w:rsidP="002A485B">
            <w:pPr>
              <w:pStyle w:val="Body"/>
              <w:spacing w:after="0" w:line="480" w:lineRule="auto"/>
              <w:jc w:val="center"/>
              <w:rPr>
                <w:sz w:val="22"/>
                <w:szCs w:val="22"/>
              </w:rPr>
            </w:pPr>
            <w:r w:rsidRPr="00071B8C">
              <w:rPr>
                <w:b/>
                <w:color w:val="FF0000"/>
              </w:rPr>
              <w:t>X</w:t>
            </w:r>
          </w:p>
        </w:tc>
      </w:tr>
      <w:tr w:rsidR="001C1276" w:rsidRPr="00FA64C5" w14:paraId="3F86CAA5" w14:textId="77777777" w:rsidTr="00071B8C">
        <w:trPr>
          <w:trHeight w:val="454"/>
        </w:trPr>
        <w:tc>
          <w:tcPr>
            <w:tcW w:w="7650" w:type="dxa"/>
          </w:tcPr>
          <w:p w14:paraId="3007D39C" w14:textId="77777777" w:rsidR="001C1276" w:rsidRPr="00071B8C" w:rsidRDefault="001C1276" w:rsidP="002A485B">
            <w:pPr>
              <w:pStyle w:val="Body"/>
              <w:numPr>
                <w:ilvl w:val="0"/>
                <w:numId w:val="18"/>
              </w:numPr>
              <w:spacing w:after="0" w:line="480" w:lineRule="auto"/>
              <w:ind w:left="731"/>
              <w:rPr>
                <w:sz w:val="22"/>
                <w:szCs w:val="22"/>
              </w:rPr>
            </w:pPr>
            <w:r w:rsidRPr="00071B8C">
              <w:rPr>
                <w:sz w:val="22"/>
                <w:szCs w:val="22"/>
              </w:rPr>
              <w:t>Cotton drill shirt and Pants/Overalls</w:t>
            </w:r>
          </w:p>
        </w:tc>
        <w:tc>
          <w:tcPr>
            <w:tcW w:w="1410" w:type="dxa"/>
          </w:tcPr>
          <w:p w14:paraId="374DD23A" w14:textId="74D8D02F" w:rsidR="001C1276" w:rsidRPr="00FA64C5" w:rsidRDefault="001C1276" w:rsidP="002A485B">
            <w:pPr>
              <w:pStyle w:val="Body"/>
              <w:spacing w:after="0" w:line="480" w:lineRule="auto"/>
              <w:jc w:val="center"/>
              <w:rPr>
                <w:sz w:val="22"/>
                <w:szCs w:val="22"/>
              </w:rPr>
            </w:pPr>
            <w:r w:rsidRPr="00071B8C">
              <w:rPr>
                <w:b/>
                <w:color w:val="FF0000"/>
              </w:rPr>
              <w:t>X</w:t>
            </w:r>
          </w:p>
        </w:tc>
      </w:tr>
    </w:tbl>
    <w:p w14:paraId="3118F209" w14:textId="688D9DC9" w:rsidR="001C1276" w:rsidRDefault="001C1276" w:rsidP="001C1276">
      <w:pPr>
        <w:pStyle w:val="Body"/>
        <w:ind w:left="360"/>
        <w:rPr>
          <w:sz w:val="22"/>
          <w:szCs w:val="22"/>
        </w:rPr>
      </w:pPr>
    </w:p>
    <w:p w14:paraId="1BEB1C9C" w14:textId="3D4301AA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4EA3A1D6" w14:textId="274389A1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6503B822" w14:textId="5E4B8EB1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13ADFD09" w14:textId="3B5579CA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592E1917" w14:textId="5693C114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7D630310" w14:textId="33644328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28711B84" w14:textId="77777777" w:rsidR="002A485B" w:rsidRDefault="002A485B" w:rsidP="001C1276">
      <w:pPr>
        <w:pStyle w:val="Body"/>
        <w:ind w:left="360"/>
        <w:rPr>
          <w:sz w:val="22"/>
          <w:szCs w:val="22"/>
        </w:rPr>
      </w:pPr>
    </w:p>
    <w:p w14:paraId="1F2731CE" w14:textId="6EC3D46B" w:rsidR="00210A53" w:rsidRPr="001D097E" w:rsidRDefault="00DE523C" w:rsidP="00B10713">
      <w:pPr>
        <w:pStyle w:val="Body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(RK3</w:t>
      </w:r>
      <w:r w:rsidR="001649B8">
        <w:rPr>
          <w:sz w:val="22"/>
          <w:szCs w:val="22"/>
        </w:rPr>
        <w:t xml:space="preserve">) </w:t>
      </w:r>
      <w:r>
        <w:rPr>
          <w:sz w:val="22"/>
          <w:szCs w:val="22"/>
        </w:rPr>
        <w:t>When creating a job plan it</w:t>
      </w:r>
      <w:r w:rsidR="0055252A">
        <w:rPr>
          <w:sz w:val="22"/>
          <w:szCs w:val="22"/>
        </w:rPr>
        <w:t xml:space="preserve"> is good work</w:t>
      </w:r>
      <w:r>
        <w:rPr>
          <w:sz w:val="22"/>
          <w:szCs w:val="22"/>
        </w:rPr>
        <w:t xml:space="preserve"> </w:t>
      </w:r>
      <w:r w:rsidR="0055252A">
        <w:rPr>
          <w:sz w:val="22"/>
          <w:szCs w:val="22"/>
        </w:rPr>
        <w:t>practice to add job specifications</w:t>
      </w:r>
      <w:r>
        <w:rPr>
          <w:sz w:val="22"/>
          <w:szCs w:val="22"/>
        </w:rPr>
        <w:t>. This will assist you to:</w:t>
      </w:r>
    </w:p>
    <w:p w14:paraId="3DAE635C" w14:textId="27E9D493" w:rsidR="00210A53" w:rsidRDefault="00210A53" w:rsidP="00210A53">
      <w:pPr>
        <w:pStyle w:val="Caption"/>
        <w:keepNext/>
      </w:pPr>
      <w:r>
        <w:t xml:space="preserve">Table </w:t>
      </w:r>
      <w:r w:rsidR="00367DD8">
        <w:t>6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0A53" w14:paraId="4614831D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6268AC0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6FA5C8C8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210A53" w14:paraId="76C8B32D" w14:textId="77777777" w:rsidTr="00071B8C">
        <w:tc>
          <w:tcPr>
            <w:tcW w:w="7650" w:type="dxa"/>
          </w:tcPr>
          <w:p w14:paraId="1BF6BD17" w14:textId="43732082" w:rsidR="00210A53" w:rsidRPr="001D097E" w:rsidRDefault="00DE523C" w:rsidP="00B1071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210A53" w:rsidRPr="001D097E">
              <w:rPr>
                <w:sz w:val="22"/>
                <w:szCs w:val="22"/>
              </w:rPr>
              <w:t>inish the job quickly</w:t>
            </w:r>
          </w:p>
        </w:tc>
        <w:tc>
          <w:tcPr>
            <w:tcW w:w="1410" w:type="dxa"/>
          </w:tcPr>
          <w:p w14:paraId="63C0CEC1" w14:textId="77777777" w:rsidR="00210A53" w:rsidRDefault="00210A53" w:rsidP="00071B8C">
            <w:pPr>
              <w:pStyle w:val="Body"/>
              <w:jc w:val="center"/>
            </w:pPr>
          </w:p>
        </w:tc>
      </w:tr>
      <w:tr w:rsidR="00210A53" w14:paraId="5A740639" w14:textId="77777777" w:rsidTr="00071B8C">
        <w:tc>
          <w:tcPr>
            <w:tcW w:w="7650" w:type="dxa"/>
          </w:tcPr>
          <w:p w14:paraId="0C8EC93A" w14:textId="438B2BAF" w:rsidR="00210A53" w:rsidRPr="001D097E" w:rsidRDefault="00DE523C" w:rsidP="00B1071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52512">
              <w:rPr>
                <w:sz w:val="22"/>
                <w:szCs w:val="22"/>
              </w:rPr>
              <w:t>omplete a task safely</w:t>
            </w:r>
            <w:r>
              <w:rPr>
                <w:sz w:val="22"/>
                <w:szCs w:val="22"/>
              </w:rPr>
              <w:t>, efficient and to a meet the required outcome</w:t>
            </w:r>
            <w:r w:rsidR="00F5251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0" w:type="dxa"/>
          </w:tcPr>
          <w:p w14:paraId="5CCA5D8E" w14:textId="7389D489" w:rsidR="00210A53" w:rsidRPr="00210A53" w:rsidRDefault="00210A53" w:rsidP="00071B8C">
            <w:pPr>
              <w:pStyle w:val="Body"/>
              <w:jc w:val="center"/>
              <w:rPr>
                <w:b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  <w:tr w:rsidR="00210A53" w14:paraId="450532F5" w14:textId="77777777" w:rsidTr="00071B8C">
        <w:tc>
          <w:tcPr>
            <w:tcW w:w="7650" w:type="dxa"/>
          </w:tcPr>
          <w:p w14:paraId="301F994A" w14:textId="77777777" w:rsidR="00210A53" w:rsidRPr="001D097E" w:rsidRDefault="00210A53" w:rsidP="00B1071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To save material</w:t>
            </w:r>
          </w:p>
        </w:tc>
        <w:tc>
          <w:tcPr>
            <w:tcW w:w="1410" w:type="dxa"/>
          </w:tcPr>
          <w:p w14:paraId="47488AE4" w14:textId="77777777" w:rsidR="00210A53" w:rsidRDefault="00210A53" w:rsidP="00071B8C">
            <w:pPr>
              <w:pStyle w:val="Body"/>
              <w:jc w:val="center"/>
            </w:pPr>
          </w:p>
        </w:tc>
      </w:tr>
      <w:tr w:rsidR="00210A53" w14:paraId="3550F645" w14:textId="77777777" w:rsidTr="00071B8C">
        <w:tc>
          <w:tcPr>
            <w:tcW w:w="7650" w:type="dxa"/>
          </w:tcPr>
          <w:p w14:paraId="7380AA95" w14:textId="77777777" w:rsidR="00210A53" w:rsidRPr="001D097E" w:rsidRDefault="00210A53" w:rsidP="00B10713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So you can get someone else to do the job</w:t>
            </w:r>
          </w:p>
        </w:tc>
        <w:tc>
          <w:tcPr>
            <w:tcW w:w="1410" w:type="dxa"/>
          </w:tcPr>
          <w:p w14:paraId="2A1CFE35" w14:textId="77777777" w:rsidR="00210A53" w:rsidRDefault="00210A53" w:rsidP="00071B8C">
            <w:pPr>
              <w:pStyle w:val="Body"/>
              <w:jc w:val="center"/>
            </w:pPr>
          </w:p>
        </w:tc>
      </w:tr>
    </w:tbl>
    <w:p w14:paraId="25B189F2" w14:textId="32BB0819" w:rsidR="00D7555B" w:rsidRDefault="00D7555B" w:rsidP="00D7555B">
      <w:pPr>
        <w:pStyle w:val="Body"/>
        <w:ind w:left="720"/>
        <w:rPr>
          <w:sz w:val="22"/>
          <w:szCs w:val="22"/>
        </w:rPr>
      </w:pPr>
    </w:p>
    <w:p w14:paraId="4C326C9D" w14:textId="77777777" w:rsidR="00D7555B" w:rsidRDefault="00D7555B" w:rsidP="00D7555B">
      <w:pPr>
        <w:pStyle w:val="Body"/>
        <w:ind w:left="720"/>
        <w:rPr>
          <w:sz w:val="22"/>
          <w:szCs w:val="22"/>
        </w:rPr>
      </w:pPr>
    </w:p>
    <w:p w14:paraId="6F799D0F" w14:textId="71DB76AF" w:rsidR="00210A53" w:rsidRPr="0063453E" w:rsidRDefault="0019161A" w:rsidP="00B10713">
      <w:pPr>
        <w:pStyle w:val="Body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(PC </w:t>
      </w:r>
      <w:r w:rsidR="00E45A38">
        <w:rPr>
          <w:sz w:val="22"/>
          <w:szCs w:val="22"/>
        </w:rPr>
        <w:t>3.2</w:t>
      </w:r>
      <w:r w:rsidR="001649B8">
        <w:rPr>
          <w:sz w:val="22"/>
          <w:szCs w:val="22"/>
        </w:rPr>
        <w:t xml:space="preserve">) </w:t>
      </w:r>
      <w:r>
        <w:rPr>
          <w:sz w:val="22"/>
          <w:szCs w:val="22"/>
        </w:rPr>
        <w:t>Planning a task requires a planning process. From the list bel</w:t>
      </w:r>
      <w:r w:rsidR="0034490D">
        <w:rPr>
          <w:sz w:val="22"/>
          <w:szCs w:val="22"/>
        </w:rPr>
        <w:t>ow select the correct process</w:t>
      </w:r>
    </w:p>
    <w:p w14:paraId="278B419C" w14:textId="599EB9E7" w:rsidR="00210A53" w:rsidRDefault="00210A53" w:rsidP="00210A53">
      <w:pPr>
        <w:pStyle w:val="Caption"/>
        <w:keepNext/>
      </w:pPr>
      <w:r>
        <w:t xml:space="preserve">Table </w:t>
      </w:r>
      <w:r w:rsidR="00367DD8">
        <w:t>7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0A53" w14:paraId="5A8E15B1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460CC93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094E125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210A53" w14:paraId="1CFF84F2" w14:textId="77777777" w:rsidTr="00071B8C">
        <w:tc>
          <w:tcPr>
            <w:tcW w:w="7650" w:type="dxa"/>
          </w:tcPr>
          <w:p w14:paraId="17E30B8F" w14:textId="04F0C3EA" w:rsidR="00210A53" w:rsidRPr="001D097E" w:rsidRDefault="00210A53" w:rsidP="00B10713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 xml:space="preserve">Review, Plan, Trial, Modify </w:t>
            </w:r>
          </w:p>
        </w:tc>
        <w:tc>
          <w:tcPr>
            <w:tcW w:w="1410" w:type="dxa"/>
          </w:tcPr>
          <w:p w14:paraId="7C3F21C5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6958C753" w14:textId="77777777" w:rsidTr="00071B8C">
        <w:tc>
          <w:tcPr>
            <w:tcW w:w="7650" w:type="dxa"/>
          </w:tcPr>
          <w:p w14:paraId="119BED7E" w14:textId="63B394D5" w:rsidR="00210A53" w:rsidRPr="001D097E" w:rsidRDefault="00210A53" w:rsidP="00D70512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Plan, Trial, Review</w:t>
            </w:r>
            <w:r w:rsidR="00D70512">
              <w:rPr>
                <w:sz w:val="22"/>
                <w:szCs w:val="22"/>
              </w:rPr>
              <w:t>,</w:t>
            </w:r>
            <w:r w:rsidR="00D70512" w:rsidRPr="001D097E">
              <w:rPr>
                <w:sz w:val="22"/>
                <w:szCs w:val="22"/>
              </w:rPr>
              <w:t xml:space="preserve"> Modify</w:t>
            </w:r>
          </w:p>
        </w:tc>
        <w:tc>
          <w:tcPr>
            <w:tcW w:w="1410" w:type="dxa"/>
          </w:tcPr>
          <w:p w14:paraId="25F2A961" w14:textId="055D9DBA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  <w:tr w:rsidR="00210A53" w14:paraId="78B9A1F6" w14:textId="77777777" w:rsidTr="00071B8C">
        <w:tc>
          <w:tcPr>
            <w:tcW w:w="7650" w:type="dxa"/>
          </w:tcPr>
          <w:p w14:paraId="0DE3BA3C" w14:textId="64037B1C" w:rsidR="00210A53" w:rsidRPr="001D097E" w:rsidRDefault="00210A53" w:rsidP="00B10713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 xml:space="preserve">Plan, Review, Trial, Modify </w:t>
            </w:r>
          </w:p>
        </w:tc>
        <w:tc>
          <w:tcPr>
            <w:tcW w:w="1410" w:type="dxa"/>
          </w:tcPr>
          <w:p w14:paraId="746C45AB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0833044F" w14:textId="77777777" w:rsidTr="00071B8C">
        <w:tc>
          <w:tcPr>
            <w:tcW w:w="7650" w:type="dxa"/>
          </w:tcPr>
          <w:p w14:paraId="0487497D" w14:textId="535A7B5A" w:rsidR="00210A53" w:rsidRPr="001D097E" w:rsidRDefault="00210A53" w:rsidP="00B10713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Trial, Modify, Plan, Review</w:t>
            </w:r>
          </w:p>
        </w:tc>
        <w:tc>
          <w:tcPr>
            <w:tcW w:w="1410" w:type="dxa"/>
          </w:tcPr>
          <w:p w14:paraId="551B0245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6C665B01" w14:textId="59D7AB7C" w:rsidR="00DA4D9F" w:rsidRDefault="00DA4D9F" w:rsidP="00DA4D9F">
      <w:pPr>
        <w:pStyle w:val="Body"/>
        <w:ind w:left="360"/>
        <w:rPr>
          <w:sz w:val="22"/>
          <w:szCs w:val="22"/>
        </w:rPr>
      </w:pPr>
    </w:p>
    <w:p w14:paraId="41DA8D49" w14:textId="5962C9E0" w:rsidR="00D7555B" w:rsidRDefault="00D7555B" w:rsidP="00DA4D9F">
      <w:pPr>
        <w:pStyle w:val="Body"/>
        <w:ind w:left="360"/>
        <w:rPr>
          <w:sz w:val="22"/>
          <w:szCs w:val="22"/>
        </w:rPr>
      </w:pPr>
    </w:p>
    <w:p w14:paraId="3DE78352" w14:textId="0A19B92C" w:rsidR="002A485B" w:rsidRDefault="002A485B" w:rsidP="00DA4D9F">
      <w:pPr>
        <w:pStyle w:val="Body"/>
        <w:ind w:left="360"/>
        <w:rPr>
          <w:sz w:val="22"/>
          <w:szCs w:val="22"/>
        </w:rPr>
      </w:pPr>
    </w:p>
    <w:p w14:paraId="17E180B0" w14:textId="125A467F" w:rsidR="002A485B" w:rsidRDefault="002A485B" w:rsidP="00DA4D9F">
      <w:pPr>
        <w:pStyle w:val="Body"/>
        <w:ind w:left="360"/>
        <w:rPr>
          <w:sz w:val="22"/>
          <w:szCs w:val="22"/>
        </w:rPr>
      </w:pPr>
    </w:p>
    <w:p w14:paraId="2C4F3D3F" w14:textId="77777777" w:rsidR="002A485B" w:rsidRDefault="002A485B" w:rsidP="00DA4D9F">
      <w:pPr>
        <w:pStyle w:val="Body"/>
        <w:ind w:left="360"/>
        <w:rPr>
          <w:sz w:val="22"/>
          <w:szCs w:val="22"/>
        </w:rPr>
      </w:pPr>
    </w:p>
    <w:p w14:paraId="6A33251A" w14:textId="77777777" w:rsidR="00D7555B" w:rsidRDefault="00D7555B" w:rsidP="00DA4D9F">
      <w:pPr>
        <w:pStyle w:val="Body"/>
        <w:ind w:left="360"/>
        <w:rPr>
          <w:sz w:val="22"/>
          <w:szCs w:val="22"/>
        </w:rPr>
      </w:pPr>
    </w:p>
    <w:p w14:paraId="2666A032" w14:textId="35D3ED23" w:rsidR="00210A53" w:rsidRPr="0063453E" w:rsidRDefault="001649B8" w:rsidP="00B10713">
      <w:pPr>
        <w:pStyle w:val="Body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(PC 1.1, 1.2</w:t>
      </w:r>
      <w:r w:rsidR="00E45A38">
        <w:rPr>
          <w:sz w:val="22"/>
          <w:szCs w:val="22"/>
        </w:rPr>
        <w:t>, 2.1</w:t>
      </w:r>
      <w:r w:rsidR="00C53146">
        <w:rPr>
          <w:sz w:val="22"/>
          <w:szCs w:val="22"/>
        </w:rPr>
        <w:t xml:space="preserve">, </w:t>
      </w:r>
      <w:r>
        <w:rPr>
          <w:sz w:val="22"/>
          <w:szCs w:val="22"/>
        </w:rPr>
        <w:t>RK1,</w:t>
      </w:r>
      <w:r w:rsidR="00071B8C">
        <w:rPr>
          <w:sz w:val="22"/>
          <w:szCs w:val="22"/>
        </w:rPr>
        <w:t xml:space="preserve"> </w:t>
      </w:r>
      <w:r w:rsidR="0019161A">
        <w:rPr>
          <w:sz w:val="22"/>
          <w:szCs w:val="22"/>
        </w:rPr>
        <w:t>RK</w:t>
      </w:r>
      <w:r>
        <w:rPr>
          <w:sz w:val="22"/>
          <w:szCs w:val="22"/>
        </w:rPr>
        <w:t>2</w:t>
      </w:r>
      <w:r w:rsidR="0019161A">
        <w:rPr>
          <w:sz w:val="22"/>
          <w:szCs w:val="22"/>
        </w:rPr>
        <w:t>, RS2</w:t>
      </w:r>
      <w:r>
        <w:rPr>
          <w:sz w:val="22"/>
          <w:szCs w:val="22"/>
        </w:rPr>
        <w:t>)</w:t>
      </w:r>
      <w:r w:rsidR="00071B8C">
        <w:rPr>
          <w:sz w:val="22"/>
          <w:szCs w:val="22"/>
        </w:rPr>
        <w:t xml:space="preserve"> </w:t>
      </w:r>
      <w:r w:rsidR="00C53146">
        <w:rPr>
          <w:sz w:val="22"/>
          <w:szCs w:val="22"/>
        </w:rPr>
        <w:t>When a required task needs to be understood</w:t>
      </w:r>
      <w:r w:rsidR="0034490D">
        <w:rPr>
          <w:sz w:val="22"/>
          <w:szCs w:val="22"/>
        </w:rPr>
        <w:t>,</w:t>
      </w:r>
      <w:r w:rsidR="00C53146">
        <w:rPr>
          <w:sz w:val="22"/>
          <w:szCs w:val="22"/>
        </w:rPr>
        <w:t xml:space="preserve"> </w:t>
      </w:r>
      <w:r w:rsidR="0034490D">
        <w:rPr>
          <w:sz w:val="22"/>
          <w:szCs w:val="22"/>
        </w:rPr>
        <w:t>t</w:t>
      </w:r>
      <w:r w:rsidR="00C53146">
        <w:rPr>
          <w:sz w:val="22"/>
          <w:szCs w:val="22"/>
        </w:rPr>
        <w:t>he best method to meet the required outcome would be to:</w:t>
      </w:r>
    </w:p>
    <w:p w14:paraId="4A1C6712" w14:textId="2088DB81" w:rsidR="00210A53" w:rsidRDefault="00210A53" w:rsidP="00210A53">
      <w:pPr>
        <w:pStyle w:val="Caption"/>
        <w:keepNext/>
      </w:pPr>
      <w:r>
        <w:t xml:space="preserve">Table </w:t>
      </w:r>
      <w:r w:rsidR="00367DD8">
        <w:rPr>
          <w:noProof/>
        </w:rPr>
        <w:t>8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0A53" w14:paraId="11F08DCC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EAAED43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E5D075F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210A53" w14:paraId="064EED71" w14:textId="77777777" w:rsidTr="00071B8C">
        <w:tc>
          <w:tcPr>
            <w:tcW w:w="7650" w:type="dxa"/>
          </w:tcPr>
          <w:p w14:paraId="547C8D1F" w14:textId="77777777" w:rsidR="00210A53" w:rsidRPr="001D097E" w:rsidRDefault="00210A53" w:rsidP="00B10713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Ask more questions</w:t>
            </w:r>
          </w:p>
        </w:tc>
        <w:tc>
          <w:tcPr>
            <w:tcW w:w="1410" w:type="dxa"/>
          </w:tcPr>
          <w:p w14:paraId="493EB913" w14:textId="6F2B1AE5" w:rsidR="00210A53" w:rsidRDefault="00210A53" w:rsidP="00071B8C">
            <w:pPr>
              <w:pStyle w:val="Body"/>
              <w:jc w:val="center"/>
            </w:pPr>
          </w:p>
        </w:tc>
      </w:tr>
      <w:tr w:rsidR="00210A53" w14:paraId="7F0601B8" w14:textId="77777777" w:rsidTr="00071B8C">
        <w:tc>
          <w:tcPr>
            <w:tcW w:w="7650" w:type="dxa"/>
          </w:tcPr>
          <w:p w14:paraId="1CF7ABDE" w14:textId="2341DE65" w:rsidR="00210A53" w:rsidRPr="001D097E" w:rsidRDefault="000B444C" w:rsidP="00B10713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Talk to your supervisor</w:t>
            </w:r>
          </w:p>
        </w:tc>
        <w:tc>
          <w:tcPr>
            <w:tcW w:w="1410" w:type="dxa"/>
          </w:tcPr>
          <w:p w14:paraId="648936BE" w14:textId="77777777" w:rsidR="00210A53" w:rsidRDefault="00210A53" w:rsidP="00071B8C">
            <w:pPr>
              <w:pStyle w:val="Body"/>
              <w:jc w:val="center"/>
            </w:pPr>
          </w:p>
        </w:tc>
      </w:tr>
      <w:tr w:rsidR="00210A53" w14:paraId="3DB3F569" w14:textId="77777777" w:rsidTr="00071B8C">
        <w:tc>
          <w:tcPr>
            <w:tcW w:w="7650" w:type="dxa"/>
          </w:tcPr>
          <w:p w14:paraId="247CE2DC" w14:textId="78887FA8" w:rsidR="00210A53" w:rsidRPr="001D097E" w:rsidRDefault="00C53146" w:rsidP="00B10713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job sheets</w:t>
            </w:r>
          </w:p>
        </w:tc>
        <w:tc>
          <w:tcPr>
            <w:tcW w:w="1410" w:type="dxa"/>
          </w:tcPr>
          <w:p w14:paraId="6617E4DE" w14:textId="27EDACF6" w:rsidR="00210A53" w:rsidRDefault="00210A53" w:rsidP="00071B8C">
            <w:pPr>
              <w:pStyle w:val="Body"/>
              <w:jc w:val="center"/>
            </w:pPr>
          </w:p>
        </w:tc>
      </w:tr>
      <w:tr w:rsidR="00C53146" w14:paraId="5CFA5EA3" w14:textId="77777777" w:rsidTr="00071B8C">
        <w:tc>
          <w:tcPr>
            <w:tcW w:w="7650" w:type="dxa"/>
          </w:tcPr>
          <w:p w14:paraId="181AEB12" w14:textId="184DF214" w:rsidR="00C53146" w:rsidRDefault="00C53146" w:rsidP="00B10713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 a job plan</w:t>
            </w:r>
          </w:p>
        </w:tc>
        <w:tc>
          <w:tcPr>
            <w:tcW w:w="1410" w:type="dxa"/>
          </w:tcPr>
          <w:p w14:paraId="5BB8D619" w14:textId="77777777" w:rsidR="00C53146" w:rsidRDefault="00C53146" w:rsidP="00071B8C">
            <w:pPr>
              <w:pStyle w:val="Body"/>
              <w:jc w:val="center"/>
            </w:pPr>
          </w:p>
        </w:tc>
      </w:tr>
      <w:tr w:rsidR="00210A53" w14:paraId="59C9D7F3" w14:textId="77777777" w:rsidTr="00071B8C">
        <w:tc>
          <w:tcPr>
            <w:tcW w:w="7650" w:type="dxa"/>
          </w:tcPr>
          <w:p w14:paraId="3BDA920A" w14:textId="20DFC76A" w:rsidR="00210A53" w:rsidRPr="001D097E" w:rsidRDefault="00DA4D9F" w:rsidP="00B10713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4B215BC1" w14:textId="780EF537" w:rsidR="00210A53" w:rsidRDefault="00DA4D9F" w:rsidP="00071B8C">
            <w:pPr>
              <w:pStyle w:val="Body"/>
              <w:jc w:val="center"/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2F6E6124" w14:textId="08CDACBC" w:rsidR="00210A53" w:rsidRDefault="00210A53" w:rsidP="00210A53">
      <w:pPr>
        <w:pStyle w:val="Body"/>
        <w:rPr>
          <w:sz w:val="22"/>
          <w:szCs w:val="22"/>
        </w:rPr>
      </w:pPr>
    </w:p>
    <w:p w14:paraId="556866F0" w14:textId="0D881036" w:rsidR="00D7555B" w:rsidRDefault="00D7555B" w:rsidP="00210A53">
      <w:pPr>
        <w:pStyle w:val="Body"/>
        <w:rPr>
          <w:sz w:val="22"/>
          <w:szCs w:val="22"/>
        </w:rPr>
      </w:pPr>
    </w:p>
    <w:p w14:paraId="37E293E7" w14:textId="727776A1" w:rsidR="00D7555B" w:rsidRDefault="00D7555B" w:rsidP="00210A53">
      <w:pPr>
        <w:pStyle w:val="Body"/>
        <w:rPr>
          <w:sz w:val="22"/>
          <w:szCs w:val="22"/>
        </w:rPr>
      </w:pPr>
    </w:p>
    <w:p w14:paraId="6C0F038F" w14:textId="49ADC242" w:rsidR="00D7555B" w:rsidRDefault="00D7555B" w:rsidP="00210A53">
      <w:pPr>
        <w:pStyle w:val="Body"/>
        <w:rPr>
          <w:sz w:val="22"/>
          <w:szCs w:val="22"/>
        </w:rPr>
      </w:pPr>
    </w:p>
    <w:p w14:paraId="40AB5BB0" w14:textId="732DE9EF" w:rsidR="00D7555B" w:rsidRDefault="00D7555B" w:rsidP="00210A53">
      <w:pPr>
        <w:pStyle w:val="Body"/>
        <w:rPr>
          <w:sz w:val="22"/>
          <w:szCs w:val="22"/>
        </w:rPr>
      </w:pPr>
    </w:p>
    <w:p w14:paraId="38917014" w14:textId="0A158CE0" w:rsidR="00210A53" w:rsidRPr="0063453E" w:rsidRDefault="001649B8" w:rsidP="00B10713">
      <w:pPr>
        <w:pStyle w:val="Body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(PC</w:t>
      </w:r>
      <w:r w:rsidR="00E45A38">
        <w:rPr>
          <w:sz w:val="22"/>
          <w:szCs w:val="22"/>
        </w:rPr>
        <w:t xml:space="preserve"> </w:t>
      </w:r>
      <w:r w:rsidR="002D4639">
        <w:rPr>
          <w:sz w:val="22"/>
          <w:szCs w:val="22"/>
        </w:rPr>
        <w:t xml:space="preserve">1.1, </w:t>
      </w:r>
      <w:r w:rsidR="00E45A38">
        <w:rPr>
          <w:sz w:val="22"/>
          <w:szCs w:val="22"/>
        </w:rPr>
        <w:t>1.3</w:t>
      </w:r>
      <w:r w:rsidR="002D4639">
        <w:rPr>
          <w:sz w:val="22"/>
          <w:szCs w:val="22"/>
        </w:rPr>
        <w:t>, RS4,RS5</w:t>
      </w:r>
      <w:r w:rsidR="00E45A3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D7555B">
        <w:rPr>
          <w:sz w:val="22"/>
          <w:szCs w:val="22"/>
        </w:rPr>
        <w:t>By following a procedure and j</w:t>
      </w:r>
      <w:r w:rsidR="00F52512">
        <w:rPr>
          <w:sz w:val="22"/>
          <w:szCs w:val="22"/>
        </w:rPr>
        <w:t>ob planning</w:t>
      </w:r>
      <w:r w:rsidR="00E67CB9">
        <w:rPr>
          <w:sz w:val="22"/>
          <w:szCs w:val="22"/>
        </w:rPr>
        <w:t xml:space="preserve"> </w:t>
      </w:r>
      <w:r w:rsidR="00D7555B">
        <w:rPr>
          <w:sz w:val="22"/>
          <w:szCs w:val="22"/>
        </w:rPr>
        <w:t>the required task</w:t>
      </w:r>
      <w:r w:rsidR="0034490D">
        <w:rPr>
          <w:sz w:val="22"/>
          <w:szCs w:val="22"/>
        </w:rPr>
        <w:t>,</w:t>
      </w:r>
      <w:r w:rsidR="00D7555B">
        <w:rPr>
          <w:sz w:val="22"/>
          <w:szCs w:val="22"/>
        </w:rPr>
        <w:t xml:space="preserve"> outcomes will be achieved because:</w:t>
      </w:r>
    </w:p>
    <w:p w14:paraId="3E858C7A" w14:textId="21F38687" w:rsidR="00210A53" w:rsidRDefault="00210A53" w:rsidP="00210A53">
      <w:pPr>
        <w:pStyle w:val="Caption"/>
        <w:keepNext/>
      </w:pPr>
      <w:r>
        <w:t xml:space="preserve">Table </w:t>
      </w:r>
      <w:r w:rsidR="00367DD8">
        <w:rPr>
          <w:noProof/>
        </w:rPr>
        <w:t>9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0A53" w14:paraId="3B911A41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46AFCAA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76BBF27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210A53" w14:paraId="27F022D6" w14:textId="77777777" w:rsidTr="00071B8C">
        <w:tc>
          <w:tcPr>
            <w:tcW w:w="7650" w:type="dxa"/>
          </w:tcPr>
          <w:p w14:paraId="48A8F658" w14:textId="17B50E3A" w:rsidR="00210A53" w:rsidRPr="001D097E" w:rsidRDefault="00D7555B" w:rsidP="00B10713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Tasks are planned</w:t>
            </w:r>
          </w:p>
        </w:tc>
        <w:tc>
          <w:tcPr>
            <w:tcW w:w="1410" w:type="dxa"/>
          </w:tcPr>
          <w:p w14:paraId="14FF79CB" w14:textId="684F9C72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07C64042" w14:textId="77777777" w:rsidTr="00071B8C">
        <w:tc>
          <w:tcPr>
            <w:tcW w:w="7650" w:type="dxa"/>
          </w:tcPr>
          <w:p w14:paraId="42752729" w14:textId="1C5B5008" w:rsidR="00210A53" w:rsidRPr="001D097E" w:rsidRDefault="00D7555B" w:rsidP="00B10713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 time</w:t>
            </w:r>
            <w:r w:rsidR="00C53146">
              <w:rPr>
                <w:sz w:val="22"/>
                <w:szCs w:val="22"/>
              </w:rPr>
              <w:t xml:space="preserve"> taken to produce the required outcome</w:t>
            </w:r>
          </w:p>
        </w:tc>
        <w:tc>
          <w:tcPr>
            <w:tcW w:w="1410" w:type="dxa"/>
          </w:tcPr>
          <w:p w14:paraId="236C2B4F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511EAFEE" w14:textId="77777777" w:rsidTr="00071B8C">
        <w:tc>
          <w:tcPr>
            <w:tcW w:w="7650" w:type="dxa"/>
          </w:tcPr>
          <w:p w14:paraId="5B9BCD30" w14:textId="0F549BA7" w:rsidR="00210A53" w:rsidRPr="001D097E" w:rsidRDefault="00C53146" w:rsidP="00D7555B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Checks in place to </w:t>
            </w:r>
            <w:r w:rsidR="00D7555B">
              <w:rPr>
                <w:sz w:val="22"/>
                <w:szCs w:val="22"/>
              </w:rPr>
              <w:t>Minimis</w:t>
            </w:r>
            <w:r>
              <w:rPr>
                <w:sz w:val="22"/>
                <w:szCs w:val="22"/>
              </w:rPr>
              <w:t>e</w:t>
            </w:r>
            <w:r w:rsidR="00D7555B">
              <w:rPr>
                <w:sz w:val="22"/>
                <w:szCs w:val="22"/>
              </w:rPr>
              <w:t xml:space="preserve"> mistakes</w:t>
            </w:r>
          </w:p>
        </w:tc>
        <w:tc>
          <w:tcPr>
            <w:tcW w:w="1410" w:type="dxa"/>
          </w:tcPr>
          <w:p w14:paraId="031B8089" w14:textId="50307A39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486C4582" w14:textId="77777777" w:rsidTr="00071B8C">
        <w:tc>
          <w:tcPr>
            <w:tcW w:w="7650" w:type="dxa"/>
          </w:tcPr>
          <w:p w14:paraId="21502517" w14:textId="3D78E597" w:rsidR="00210A53" w:rsidRPr="001D097E" w:rsidRDefault="002D4639" w:rsidP="002D4639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</w:p>
        </w:tc>
        <w:tc>
          <w:tcPr>
            <w:tcW w:w="1410" w:type="dxa"/>
          </w:tcPr>
          <w:p w14:paraId="1AABB5DB" w14:textId="35D2EB4C" w:rsidR="00210A53" w:rsidRPr="001D097E" w:rsidRDefault="002D4639" w:rsidP="00071B8C">
            <w:pPr>
              <w:pStyle w:val="Body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669AD9D3" w14:textId="3B0CF137" w:rsidR="002D4639" w:rsidRDefault="002D4639" w:rsidP="002D4639">
      <w:pPr>
        <w:pStyle w:val="Body"/>
        <w:ind w:left="720"/>
        <w:rPr>
          <w:sz w:val="22"/>
          <w:szCs w:val="22"/>
        </w:rPr>
      </w:pPr>
    </w:p>
    <w:p w14:paraId="7A8EABB6" w14:textId="529455F6" w:rsidR="002D4639" w:rsidRDefault="002D4639" w:rsidP="002D4639">
      <w:pPr>
        <w:pStyle w:val="Body"/>
        <w:ind w:left="720"/>
        <w:rPr>
          <w:sz w:val="22"/>
          <w:szCs w:val="22"/>
        </w:rPr>
      </w:pPr>
    </w:p>
    <w:p w14:paraId="1FB29BBB" w14:textId="3C6A7234" w:rsidR="002A485B" w:rsidRDefault="002A485B" w:rsidP="002D4639">
      <w:pPr>
        <w:pStyle w:val="Body"/>
        <w:ind w:left="720"/>
        <w:rPr>
          <w:sz w:val="22"/>
          <w:szCs w:val="22"/>
        </w:rPr>
      </w:pPr>
    </w:p>
    <w:p w14:paraId="5AAC09C8" w14:textId="3A3D5D0C" w:rsidR="002A485B" w:rsidRDefault="002A485B" w:rsidP="002D4639">
      <w:pPr>
        <w:pStyle w:val="Body"/>
        <w:ind w:left="720"/>
        <w:rPr>
          <w:sz w:val="22"/>
          <w:szCs w:val="22"/>
        </w:rPr>
      </w:pPr>
    </w:p>
    <w:p w14:paraId="5F27768A" w14:textId="77777777" w:rsidR="002A485B" w:rsidRDefault="002A485B" w:rsidP="002D4639">
      <w:pPr>
        <w:pStyle w:val="Body"/>
        <w:ind w:left="720"/>
        <w:rPr>
          <w:sz w:val="22"/>
          <w:szCs w:val="22"/>
        </w:rPr>
      </w:pPr>
    </w:p>
    <w:p w14:paraId="79D38446" w14:textId="77777777" w:rsidR="002A485B" w:rsidRDefault="002A485B" w:rsidP="002D4639">
      <w:pPr>
        <w:pStyle w:val="Body"/>
        <w:ind w:left="720"/>
        <w:rPr>
          <w:sz w:val="22"/>
          <w:szCs w:val="22"/>
        </w:rPr>
      </w:pPr>
    </w:p>
    <w:p w14:paraId="0C5649B6" w14:textId="4A66D53E" w:rsidR="00210A53" w:rsidRPr="0063453E" w:rsidRDefault="000B444C" w:rsidP="00B10713">
      <w:pPr>
        <w:pStyle w:val="Body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(RK3,RS5</w:t>
      </w:r>
      <w:r w:rsidR="001649B8">
        <w:rPr>
          <w:sz w:val="22"/>
          <w:szCs w:val="22"/>
        </w:rPr>
        <w:t>)</w:t>
      </w:r>
      <w:r w:rsidR="00071B8C">
        <w:rPr>
          <w:sz w:val="22"/>
          <w:szCs w:val="22"/>
        </w:rPr>
        <w:t xml:space="preserve"> </w:t>
      </w:r>
      <w:r w:rsidR="0034490D">
        <w:rPr>
          <w:sz w:val="22"/>
          <w:szCs w:val="22"/>
        </w:rPr>
        <w:t>A</w:t>
      </w:r>
      <w:r w:rsidR="00C53146">
        <w:rPr>
          <w:sz w:val="22"/>
          <w:szCs w:val="22"/>
        </w:rPr>
        <w:t>dding drawing</w:t>
      </w:r>
      <w:r w:rsidR="0034490D">
        <w:rPr>
          <w:sz w:val="22"/>
          <w:szCs w:val="22"/>
        </w:rPr>
        <w:t xml:space="preserve"> s</w:t>
      </w:r>
      <w:r w:rsidR="002D4639">
        <w:rPr>
          <w:sz w:val="22"/>
          <w:szCs w:val="22"/>
        </w:rPr>
        <w:t>pecifications</w:t>
      </w:r>
      <w:r w:rsidR="00C53146">
        <w:rPr>
          <w:sz w:val="22"/>
          <w:szCs w:val="22"/>
        </w:rPr>
        <w:t xml:space="preserve"> into the job plan process</w:t>
      </w:r>
      <w:r w:rsidR="002D4639">
        <w:rPr>
          <w:sz w:val="22"/>
          <w:szCs w:val="22"/>
        </w:rPr>
        <w:t xml:space="preserve"> will help you:</w:t>
      </w:r>
    </w:p>
    <w:p w14:paraId="65567081" w14:textId="2E1B53B3" w:rsidR="00210A53" w:rsidRDefault="00210A53" w:rsidP="00210A53">
      <w:pPr>
        <w:pStyle w:val="Caption"/>
        <w:keepNext/>
      </w:pPr>
      <w:r>
        <w:t xml:space="preserve">Table </w:t>
      </w:r>
      <w:r w:rsidR="001C1276">
        <w:rPr>
          <w:noProof/>
        </w:rPr>
        <w:t>1</w:t>
      </w:r>
      <w:r w:rsidR="00367DD8">
        <w:rPr>
          <w:noProof/>
        </w:rPr>
        <w:t>0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210A53" w14:paraId="6F018E72" w14:textId="77777777" w:rsidTr="00071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026F734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31E666C6" w14:textId="77777777" w:rsidR="00210A53" w:rsidRPr="001D097E" w:rsidRDefault="00210A53" w:rsidP="00071B8C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210A53" w14:paraId="59DEA7EC" w14:textId="77777777" w:rsidTr="00071B8C">
        <w:tc>
          <w:tcPr>
            <w:tcW w:w="7650" w:type="dxa"/>
          </w:tcPr>
          <w:p w14:paraId="29C2A76C" w14:textId="17D1752D" w:rsidR="00210A53" w:rsidRPr="001D097E" w:rsidRDefault="00FF0288" w:rsidP="00B10713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To see if you can get someone else to do the job</w:t>
            </w:r>
          </w:p>
        </w:tc>
        <w:tc>
          <w:tcPr>
            <w:tcW w:w="1410" w:type="dxa"/>
          </w:tcPr>
          <w:p w14:paraId="2B9DA564" w14:textId="78926983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704312E2" w14:textId="77777777" w:rsidTr="00071B8C">
        <w:tc>
          <w:tcPr>
            <w:tcW w:w="7650" w:type="dxa"/>
          </w:tcPr>
          <w:p w14:paraId="4DDCE439" w14:textId="1FA749F4" w:rsidR="00210A53" w:rsidRPr="001D097E" w:rsidRDefault="000B444C" w:rsidP="00B10713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make the job last longer</w:t>
            </w:r>
          </w:p>
        </w:tc>
        <w:tc>
          <w:tcPr>
            <w:tcW w:w="1410" w:type="dxa"/>
          </w:tcPr>
          <w:p w14:paraId="2E2C303B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34F72AC7" w14:textId="77777777" w:rsidTr="00071B8C">
        <w:tc>
          <w:tcPr>
            <w:tcW w:w="7650" w:type="dxa"/>
          </w:tcPr>
          <w:p w14:paraId="583864EE" w14:textId="77777777" w:rsidR="00210A53" w:rsidRPr="001D097E" w:rsidRDefault="00210A53" w:rsidP="00B10713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To see if you can get overtime</w:t>
            </w:r>
          </w:p>
        </w:tc>
        <w:tc>
          <w:tcPr>
            <w:tcW w:w="1410" w:type="dxa"/>
          </w:tcPr>
          <w:p w14:paraId="0684EFFB" w14:textId="77777777" w:rsidR="00210A53" w:rsidRPr="001D097E" w:rsidRDefault="00210A53" w:rsidP="00071B8C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210A53" w14:paraId="7C79B929" w14:textId="77777777" w:rsidTr="00071B8C">
        <w:tc>
          <w:tcPr>
            <w:tcW w:w="7650" w:type="dxa"/>
          </w:tcPr>
          <w:p w14:paraId="0930EFC9" w14:textId="07BDDED6" w:rsidR="00210A53" w:rsidRPr="001D097E" w:rsidRDefault="00C53146" w:rsidP="002D4639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meet</w:t>
            </w:r>
            <w:r w:rsidR="00FF0288" w:rsidRPr="001D097E">
              <w:rPr>
                <w:sz w:val="22"/>
                <w:szCs w:val="22"/>
              </w:rPr>
              <w:t xml:space="preserve"> the </w:t>
            </w:r>
            <w:r w:rsidR="002D4639">
              <w:rPr>
                <w:sz w:val="22"/>
                <w:szCs w:val="22"/>
              </w:rPr>
              <w:t>required outcome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356B9D2E" w14:textId="23E6C991" w:rsidR="00210A53" w:rsidRPr="001D097E" w:rsidRDefault="00FF0288" w:rsidP="00071B8C">
            <w:pPr>
              <w:pStyle w:val="Body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4F17DBDB" w14:textId="1F1BBFFC" w:rsidR="00DA4D9F" w:rsidRDefault="00DA4D9F" w:rsidP="00DA4D9F">
      <w:pPr>
        <w:pStyle w:val="Body"/>
        <w:ind w:left="360"/>
        <w:rPr>
          <w:sz w:val="22"/>
          <w:szCs w:val="22"/>
        </w:rPr>
      </w:pPr>
    </w:p>
    <w:p w14:paraId="06A0ECD5" w14:textId="147279CD" w:rsidR="00D7555B" w:rsidRDefault="00D7555B" w:rsidP="00DA4D9F">
      <w:pPr>
        <w:pStyle w:val="Body"/>
        <w:ind w:left="360"/>
        <w:rPr>
          <w:sz w:val="22"/>
          <w:szCs w:val="22"/>
        </w:rPr>
      </w:pPr>
    </w:p>
    <w:p w14:paraId="06B758A3" w14:textId="1496F477" w:rsidR="00D7555B" w:rsidRDefault="00D7555B" w:rsidP="00DA4D9F">
      <w:pPr>
        <w:pStyle w:val="Body"/>
        <w:ind w:left="360"/>
        <w:rPr>
          <w:sz w:val="22"/>
          <w:szCs w:val="22"/>
        </w:rPr>
      </w:pPr>
    </w:p>
    <w:p w14:paraId="7E2D2642" w14:textId="77777777" w:rsidR="002A485B" w:rsidRDefault="002A485B" w:rsidP="00DA4D9F">
      <w:pPr>
        <w:pStyle w:val="Body"/>
        <w:ind w:left="360"/>
        <w:rPr>
          <w:sz w:val="22"/>
          <w:szCs w:val="22"/>
        </w:rPr>
      </w:pPr>
    </w:p>
    <w:p w14:paraId="281DD7AE" w14:textId="01ADE856" w:rsidR="00F87AF0" w:rsidRDefault="00F87AF0" w:rsidP="002A485B">
      <w:pPr>
        <w:pStyle w:val="Body"/>
        <w:rPr>
          <w:sz w:val="22"/>
          <w:szCs w:val="22"/>
        </w:rPr>
      </w:pPr>
    </w:p>
    <w:p w14:paraId="7F3CA708" w14:textId="4D2C6959" w:rsidR="00DE523C" w:rsidRPr="0063453E" w:rsidRDefault="00DE523C" w:rsidP="002A485B">
      <w:pPr>
        <w:pStyle w:val="Body"/>
        <w:numPr>
          <w:ilvl w:val="0"/>
          <w:numId w:val="19"/>
        </w:numPr>
        <w:spacing w:line="240" w:lineRule="auto"/>
        <w:rPr>
          <w:sz w:val="22"/>
          <w:szCs w:val="22"/>
        </w:rPr>
      </w:pPr>
      <w:bookmarkStart w:id="3" w:name="_GoBack"/>
      <w:bookmarkEnd w:id="3"/>
      <w:r>
        <w:rPr>
          <w:sz w:val="22"/>
          <w:szCs w:val="22"/>
        </w:rPr>
        <w:t xml:space="preserve">(RK4) Housekeeping is an important part of reducing hazards in the workplace. From the list below select </w:t>
      </w:r>
      <w:r w:rsidR="002A485B">
        <w:rPr>
          <w:sz w:val="22"/>
          <w:szCs w:val="22"/>
        </w:rPr>
        <w:t>the most common housekeeping rule to apply:</w:t>
      </w:r>
    </w:p>
    <w:p w14:paraId="54E0D112" w14:textId="77777777" w:rsidR="00DE523C" w:rsidRDefault="00DE523C" w:rsidP="00DE523C">
      <w:pPr>
        <w:pStyle w:val="Caption"/>
        <w:keepNext/>
      </w:pPr>
      <w:r>
        <w:t xml:space="preserve">Table </w:t>
      </w:r>
      <w:r>
        <w:rPr>
          <w:noProof/>
        </w:rPr>
        <w:t>10</w:t>
      </w:r>
      <w:r>
        <w:t xml:space="preserve"> m</w:t>
      </w:r>
      <w:r w:rsidRPr="003754B8">
        <w:t>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DE523C" w14:paraId="3D9358C2" w14:textId="77777777" w:rsidTr="001A4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FC1806C" w14:textId="77777777" w:rsidR="00DE523C" w:rsidRPr="001D097E" w:rsidRDefault="00DE523C" w:rsidP="001A4A8B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</w:tcPr>
          <w:p w14:paraId="4D6883C1" w14:textId="77777777" w:rsidR="00DE523C" w:rsidRPr="001D097E" w:rsidRDefault="00DE523C" w:rsidP="001A4A8B">
            <w:pPr>
              <w:pStyle w:val="Body"/>
              <w:rPr>
                <w:sz w:val="22"/>
                <w:szCs w:val="22"/>
              </w:rPr>
            </w:pPr>
            <w:r w:rsidRPr="001D097E">
              <w:rPr>
                <w:sz w:val="22"/>
                <w:szCs w:val="22"/>
              </w:rPr>
              <w:t>Put X next to your answer</w:t>
            </w:r>
          </w:p>
        </w:tc>
      </w:tr>
      <w:tr w:rsidR="00DE523C" w14:paraId="7F172102" w14:textId="77777777" w:rsidTr="001A4A8B">
        <w:tc>
          <w:tcPr>
            <w:tcW w:w="7650" w:type="dxa"/>
          </w:tcPr>
          <w:p w14:paraId="58C0D58E" w14:textId="3776C9A3" w:rsidR="00DE523C" w:rsidRPr="001D097E" w:rsidRDefault="002A485B" w:rsidP="002A485B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 bench/area swept and cleaned</w:t>
            </w:r>
          </w:p>
        </w:tc>
        <w:tc>
          <w:tcPr>
            <w:tcW w:w="1410" w:type="dxa"/>
          </w:tcPr>
          <w:p w14:paraId="78CD8292" w14:textId="77777777" w:rsidR="00DE523C" w:rsidRPr="001D097E" w:rsidRDefault="00DE523C" w:rsidP="001A4A8B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DE523C" w14:paraId="38FA334C" w14:textId="77777777" w:rsidTr="001A4A8B">
        <w:tc>
          <w:tcPr>
            <w:tcW w:w="7650" w:type="dxa"/>
          </w:tcPr>
          <w:p w14:paraId="355A413D" w14:textId="3E9E148A" w:rsidR="00DE523C" w:rsidRPr="001D097E" w:rsidRDefault="002A485B" w:rsidP="002A485B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Remove trip hazards form electrical leads and equipment </w:t>
            </w:r>
          </w:p>
        </w:tc>
        <w:tc>
          <w:tcPr>
            <w:tcW w:w="1410" w:type="dxa"/>
          </w:tcPr>
          <w:p w14:paraId="62859035" w14:textId="77777777" w:rsidR="00DE523C" w:rsidRPr="001D097E" w:rsidRDefault="00DE523C" w:rsidP="001A4A8B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DE523C" w14:paraId="764BB48F" w14:textId="77777777" w:rsidTr="001A4A8B">
        <w:tc>
          <w:tcPr>
            <w:tcW w:w="7650" w:type="dxa"/>
          </w:tcPr>
          <w:p w14:paraId="718EAF9E" w14:textId="1EB4B885" w:rsidR="00DE523C" w:rsidRPr="001D097E" w:rsidRDefault="002A485B" w:rsidP="002A485B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returned to appropriate storage areas</w:t>
            </w:r>
          </w:p>
        </w:tc>
        <w:tc>
          <w:tcPr>
            <w:tcW w:w="1410" w:type="dxa"/>
          </w:tcPr>
          <w:p w14:paraId="09F42568" w14:textId="77777777" w:rsidR="00DE523C" w:rsidRPr="001D097E" w:rsidRDefault="00DE523C" w:rsidP="001A4A8B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DE523C" w14:paraId="70EF5F38" w14:textId="77777777" w:rsidTr="001A4A8B">
        <w:tc>
          <w:tcPr>
            <w:tcW w:w="7650" w:type="dxa"/>
          </w:tcPr>
          <w:p w14:paraId="515AD17A" w14:textId="3341D587" w:rsidR="00DE523C" w:rsidRPr="001D097E" w:rsidRDefault="002A485B" w:rsidP="002A485B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of the above</w:t>
            </w:r>
            <w:r w:rsidR="00DE52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24231528" w14:textId="77777777" w:rsidR="00DE523C" w:rsidRPr="001D097E" w:rsidRDefault="00DE523C" w:rsidP="001A4A8B">
            <w:pPr>
              <w:pStyle w:val="Body"/>
              <w:jc w:val="center"/>
              <w:rPr>
                <w:sz w:val="22"/>
                <w:szCs w:val="22"/>
              </w:rPr>
            </w:pPr>
            <w:r w:rsidRPr="00210A53">
              <w:rPr>
                <w:b/>
                <w:color w:val="FF0000"/>
              </w:rPr>
              <w:t>X</w:t>
            </w:r>
          </w:p>
        </w:tc>
      </w:tr>
    </w:tbl>
    <w:p w14:paraId="2678F809" w14:textId="5F12EF48" w:rsidR="00F87AF0" w:rsidRDefault="00F87AF0" w:rsidP="002A485B">
      <w:pPr>
        <w:pStyle w:val="Body"/>
        <w:rPr>
          <w:sz w:val="22"/>
          <w:szCs w:val="22"/>
        </w:rPr>
      </w:pPr>
    </w:p>
    <w:p w14:paraId="74728F30" w14:textId="4E8C202D" w:rsidR="002A485B" w:rsidRDefault="002A485B" w:rsidP="002A485B">
      <w:pPr>
        <w:pStyle w:val="Body"/>
        <w:rPr>
          <w:sz w:val="22"/>
          <w:szCs w:val="22"/>
        </w:rPr>
      </w:pPr>
    </w:p>
    <w:p w14:paraId="70BB442C" w14:textId="1FA87857" w:rsidR="002A485B" w:rsidRDefault="002A485B" w:rsidP="002A485B">
      <w:pPr>
        <w:pStyle w:val="Body"/>
        <w:rPr>
          <w:sz w:val="22"/>
          <w:szCs w:val="22"/>
        </w:rPr>
      </w:pPr>
    </w:p>
    <w:p w14:paraId="1D1D62CC" w14:textId="5B29F332" w:rsidR="002A485B" w:rsidRDefault="002A485B" w:rsidP="002A485B">
      <w:pPr>
        <w:pStyle w:val="Body"/>
        <w:rPr>
          <w:sz w:val="22"/>
          <w:szCs w:val="22"/>
        </w:rPr>
      </w:pPr>
    </w:p>
    <w:p w14:paraId="7363B51B" w14:textId="77777777" w:rsidR="002A485B" w:rsidRDefault="002A485B" w:rsidP="002A485B">
      <w:pPr>
        <w:pStyle w:val="Body"/>
        <w:rPr>
          <w:sz w:val="22"/>
          <w:szCs w:val="22"/>
        </w:rPr>
      </w:pPr>
    </w:p>
    <w:p w14:paraId="2959525E" w14:textId="5F1817C8" w:rsidR="002A485B" w:rsidRPr="002A485B" w:rsidRDefault="00F87AF0" w:rsidP="002A485B">
      <w:pPr>
        <w:pStyle w:val="Body"/>
        <w:numPr>
          <w:ilvl w:val="0"/>
          <w:numId w:val="19"/>
        </w:numPr>
        <w:tabs>
          <w:tab w:val="clear" w:pos="284"/>
          <w:tab w:val="left" w:pos="1425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(RK</w:t>
      </w:r>
      <w:r w:rsidR="00720817">
        <w:rPr>
          <w:sz w:val="22"/>
          <w:szCs w:val="22"/>
        </w:rPr>
        <w:t>5</w:t>
      </w:r>
      <w:r>
        <w:rPr>
          <w:sz w:val="22"/>
          <w:szCs w:val="22"/>
        </w:rPr>
        <w:t>) Safe work practices and p</w:t>
      </w:r>
      <w:r w:rsidR="00267655">
        <w:rPr>
          <w:sz w:val="22"/>
          <w:szCs w:val="22"/>
        </w:rPr>
        <w:t>rocedures are an important part of the workplace</w:t>
      </w:r>
      <w:r w:rsidR="00A07CFA">
        <w:rPr>
          <w:sz w:val="22"/>
          <w:szCs w:val="22"/>
        </w:rPr>
        <w:t xml:space="preserve"> when planning a task</w:t>
      </w:r>
      <w:r w:rsidR="0055252A">
        <w:rPr>
          <w:sz w:val="22"/>
          <w:szCs w:val="22"/>
        </w:rPr>
        <w:t>. This is best demonstrated</w:t>
      </w:r>
      <w:r w:rsidR="00267655">
        <w:rPr>
          <w:sz w:val="22"/>
          <w:szCs w:val="22"/>
        </w:rPr>
        <w:t xml:space="preserve"> by:  </w:t>
      </w:r>
    </w:p>
    <w:p w14:paraId="771880B3" w14:textId="1FA78627" w:rsidR="008C1150" w:rsidRPr="008C1150" w:rsidRDefault="008C1150" w:rsidP="008C1150">
      <w:pPr>
        <w:pStyle w:val="Body"/>
        <w:tabs>
          <w:tab w:val="clear" w:pos="284"/>
          <w:tab w:val="left" w:pos="1425"/>
        </w:tabs>
        <w:ind w:left="720"/>
        <w:rPr>
          <w:i/>
          <w:sz w:val="22"/>
          <w:szCs w:val="22"/>
        </w:rPr>
      </w:pPr>
      <w:r>
        <w:rPr>
          <w:sz w:val="22"/>
          <w:szCs w:val="22"/>
        </w:rPr>
        <w:t>(</w:t>
      </w:r>
      <w:r w:rsidRPr="00476F9B">
        <w:rPr>
          <w:i/>
          <w:sz w:val="22"/>
          <w:szCs w:val="22"/>
        </w:rPr>
        <w:t>More than on</w:t>
      </w:r>
      <w:r>
        <w:rPr>
          <w:i/>
          <w:sz w:val="22"/>
          <w:szCs w:val="22"/>
        </w:rPr>
        <w:t>e (1) answer may</w:t>
      </w:r>
      <w:r w:rsidRPr="00476F9B">
        <w:rPr>
          <w:i/>
          <w:sz w:val="22"/>
          <w:szCs w:val="22"/>
        </w:rPr>
        <w:t xml:space="preserve"> be selected</w:t>
      </w:r>
      <w:r>
        <w:rPr>
          <w:i/>
          <w:sz w:val="22"/>
          <w:szCs w:val="22"/>
        </w:rPr>
        <w:t>)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87AF0" w:rsidRPr="00267655" w14:paraId="3F0891E7" w14:textId="77777777" w:rsidTr="004979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3E1051B" w14:textId="416773B9" w:rsidR="00F87AF0" w:rsidRPr="00267655" w:rsidRDefault="00720817" w:rsidP="00720817">
            <w:pPr>
              <w:pStyle w:val="Body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Safe </w:t>
            </w:r>
            <w:r w:rsidR="00F87AF0" w:rsidRPr="00267655">
              <w:rPr>
                <w:szCs w:val="24"/>
              </w:rPr>
              <w:t>Work Practices &amp; procedures</w:t>
            </w:r>
          </w:p>
        </w:tc>
        <w:tc>
          <w:tcPr>
            <w:tcW w:w="1410" w:type="dxa"/>
          </w:tcPr>
          <w:p w14:paraId="4A8DDA9D" w14:textId="77777777" w:rsidR="00F87AF0" w:rsidRPr="00267655" w:rsidRDefault="00F87AF0" w:rsidP="00497907">
            <w:pPr>
              <w:pStyle w:val="Body"/>
              <w:spacing w:line="240" w:lineRule="auto"/>
              <w:rPr>
                <w:szCs w:val="24"/>
              </w:rPr>
            </w:pPr>
            <w:r w:rsidRPr="00267655">
              <w:rPr>
                <w:szCs w:val="24"/>
              </w:rPr>
              <w:t>Mark an X for correct answer</w:t>
            </w:r>
          </w:p>
        </w:tc>
      </w:tr>
      <w:tr w:rsidR="00F87AF0" w:rsidRPr="00267655" w14:paraId="27D70757" w14:textId="77777777" w:rsidTr="00497907">
        <w:tc>
          <w:tcPr>
            <w:tcW w:w="7650" w:type="dxa"/>
          </w:tcPr>
          <w:p w14:paraId="46D20EBA" w14:textId="31F4C0BD" w:rsidR="00F87AF0" w:rsidRPr="00267655" w:rsidRDefault="00267655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Planning &amp; </w:t>
            </w:r>
            <w:r w:rsidRPr="00267655">
              <w:rPr>
                <w:color w:val="000000"/>
                <w:szCs w:val="24"/>
              </w:rPr>
              <w:t>performing a task with minimum risk to people and  equipment</w:t>
            </w:r>
          </w:p>
        </w:tc>
        <w:tc>
          <w:tcPr>
            <w:tcW w:w="1410" w:type="dxa"/>
          </w:tcPr>
          <w:p w14:paraId="038BDE2D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2064983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☒</w:t>
                </w:r>
              </w:sdtContent>
            </w:sdt>
          </w:p>
        </w:tc>
      </w:tr>
      <w:tr w:rsidR="00F87AF0" w:rsidRPr="00267655" w14:paraId="59519E30" w14:textId="77777777" w:rsidTr="00497907">
        <w:tc>
          <w:tcPr>
            <w:tcW w:w="7650" w:type="dxa"/>
          </w:tcPr>
          <w:p w14:paraId="7F4167C6" w14:textId="6AF28AA7" w:rsidR="00F87AF0" w:rsidRPr="00267655" w:rsidRDefault="00267655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 w:rsidRPr="00267655">
              <w:rPr>
                <w:szCs w:val="24"/>
              </w:rPr>
              <w:t xml:space="preserve">Remove </w:t>
            </w:r>
            <w:r w:rsidR="00F87AF0" w:rsidRPr="00267655">
              <w:rPr>
                <w:szCs w:val="24"/>
              </w:rPr>
              <w:t xml:space="preserve"> guard</w:t>
            </w:r>
            <w:r w:rsidRPr="00267655">
              <w:rPr>
                <w:szCs w:val="24"/>
              </w:rPr>
              <w:t>s of equipment</w:t>
            </w:r>
            <w:r w:rsidR="00F87AF0" w:rsidRPr="00267655">
              <w:rPr>
                <w:szCs w:val="24"/>
              </w:rPr>
              <w:t xml:space="preserve"> if interfering with work procedure</w:t>
            </w:r>
          </w:p>
        </w:tc>
        <w:tc>
          <w:tcPr>
            <w:tcW w:w="1410" w:type="dxa"/>
          </w:tcPr>
          <w:p w14:paraId="0B370899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29674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☐</w:t>
                </w:r>
              </w:sdtContent>
            </w:sdt>
          </w:p>
        </w:tc>
      </w:tr>
      <w:tr w:rsidR="00F87AF0" w:rsidRPr="00267655" w14:paraId="1545FA13" w14:textId="77777777" w:rsidTr="00497907">
        <w:tc>
          <w:tcPr>
            <w:tcW w:w="7650" w:type="dxa"/>
          </w:tcPr>
          <w:p w14:paraId="2B2E71A7" w14:textId="6A06896E" w:rsidR="00F87AF0" w:rsidRPr="00267655" w:rsidRDefault="00720817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>
              <w:rPr>
                <w:color w:val="000000"/>
                <w:szCs w:val="24"/>
              </w:rPr>
              <w:t>C</w:t>
            </w:r>
            <w:r w:rsidR="00267655" w:rsidRPr="00267655">
              <w:rPr>
                <w:color w:val="000000"/>
                <w:szCs w:val="24"/>
              </w:rPr>
              <w:t>ompleting a Hazard Assessment of your task procedure</w:t>
            </w:r>
          </w:p>
        </w:tc>
        <w:tc>
          <w:tcPr>
            <w:tcW w:w="1410" w:type="dxa"/>
          </w:tcPr>
          <w:p w14:paraId="2FCAE1D2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3205772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☒</w:t>
                </w:r>
              </w:sdtContent>
            </w:sdt>
          </w:p>
        </w:tc>
      </w:tr>
      <w:tr w:rsidR="00F87AF0" w:rsidRPr="00267655" w14:paraId="61CC4644" w14:textId="77777777" w:rsidTr="00497907">
        <w:tc>
          <w:tcPr>
            <w:tcW w:w="7650" w:type="dxa"/>
          </w:tcPr>
          <w:p w14:paraId="38977B00" w14:textId="42D87145" w:rsidR="00F87AF0" w:rsidRPr="00267655" w:rsidRDefault="00720817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>
              <w:rPr>
                <w:szCs w:val="24"/>
              </w:rPr>
              <w:t>Machinery emergency buttons do not have to be used when planning work</w:t>
            </w:r>
          </w:p>
        </w:tc>
        <w:tc>
          <w:tcPr>
            <w:tcW w:w="1410" w:type="dxa"/>
          </w:tcPr>
          <w:p w14:paraId="26568F82" w14:textId="0B860E3F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78587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817">
                  <w:rPr>
                    <w:rFonts w:ascii="MS Gothic" w:eastAsia="MS Gothic" w:hAnsi="MS Gothic" w:hint="eastAsia"/>
                    <w:noProof/>
                    <w:color w:val="FF0000"/>
                    <w:szCs w:val="24"/>
                    <w:lang w:eastAsia="en-AU"/>
                  </w:rPr>
                  <w:t>☐</w:t>
                </w:r>
              </w:sdtContent>
            </w:sdt>
          </w:p>
        </w:tc>
      </w:tr>
      <w:tr w:rsidR="00F87AF0" w:rsidRPr="00267655" w14:paraId="3A536724" w14:textId="77777777" w:rsidTr="00497907">
        <w:tc>
          <w:tcPr>
            <w:tcW w:w="7650" w:type="dxa"/>
          </w:tcPr>
          <w:p w14:paraId="74B088F3" w14:textId="7B606101" w:rsidR="00F87AF0" w:rsidRPr="00267655" w:rsidRDefault="00267655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>
              <w:rPr>
                <w:szCs w:val="24"/>
              </w:rPr>
              <w:t>J</w:t>
            </w:r>
            <w:r w:rsidRPr="00267655">
              <w:rPr>
                <w:szCs w:val="24"/>
              </w:rPr>
              <w:t xml:space="preserve">ob procedures, which </w:t>
            </w:r>
            <w:r>
              <w:rPr>
                <w:szCs w:val="24"/>
              </w:rPr>
              <w:t xml:space="preserve">are </w:t>
            </w:r>
            <w:r w:rsidRPr="00267655">
              <w:rPr>
                <w:szCs w:val="24"/>
              </w:rPr>
              <w:t>cle</w:t>
            </w:r>
            <w:r>
              <w:rPr>
                <w:szCs w:val="24"/>
              </w:rPr>
              <w:t>arly set out in a sequenced</w:t>
            </w:r>
            <w:r w:rsidRPr="00267655">
              <w:rPr>
                <w:szCs w:val="24"/>
              </w:rPr>
              <w:t xml:space="preserve"> step</w:t>
            </w:r>
            <w:r>
              <w:rPr>
                <w:szCs w:val="24"/>
              </w:rPr>
              <w:t>s of</w:t>
            </w:r>
            <w:r w:rsidRPr="00267655">
              <w:rPr>
                <w:szCs w:val="24"/>
              </w:rPr>
              <w:t xml:space="preserve"> a process.</w:t>
            </w:r>
          </w:p>
        </w:tc>
        <w:tc>
          <w:tcPr>
            <w:tcW w:w="1410" w:type="dxa"/>
          </w:tcPr>
          <w:p w14:paraId="3382C1D9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8886434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☒</w:t>
                </w:r>
              </w:sdtContent>
            </w:sdt>
          </w:p>
        </w:tc>
      </w:tr>
      <w:tr w:rsidR="00F87AF0" w:rsidRPr="00267655" w14:paraId="29832E67" w14:textId="77777777" w:rsidTr="00497907">
        <w:tc>
          <w:tcPr>
            <w:tcW w:w="7650" w:type="dxa"/>
          </w:tcPr>
          <w:p w14:paraId="2CA8AA98" w14:textId="77777777" w:rsidR="00F87AF0" w:rsidRPr="00267655" w:rsidRDefault="00F87AF0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 w:rsidRPr="00267655">
              <w:rPr>
                <w:szCs w:val="24"/>
              </w:rPr>
              <w:t>Safety glasses must be worn when operating this equipment.</w:t>
            </w:r>
          </w:p>
        </w:tc>
        <w:tc>
          <w:tcPr>
            <w:tcW w:w="1410" w:type="dxa"/>
          </w:tcPr>
          <w:p w14:paraId="5DA54CE1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noProof/>
                <w:color w:val="FF0000"/>
                <w:szCs w:val="24"/>
                <w:lang w:eastAsia="en-AU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1467005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☒</w:t>
                </w:r>
              </w:sdtContent>
            </w:sdt>
          </w:p>
        </w:tc>
      </w:tr>
      <w:tr w:rsidR="00F87AF0" w:rsidRPr="00267655" w14:paraId="469C31B9" w14:textId="77777777" w:rsidTr="00497907">
        <w:tc>
          <w:tcPr>
            <w:tcW w:w="7650" w:type="dxa"/>
          </w:tcPr>
          <w:p w14:paraId="2897F704" w14:textId="2B212BC2" w:rsidR="00F87AF0" w:rsidRPr="00267655" w:rsidRDefault="00F87AF0" w:rsidP="00720817">
            <w:pPr>
              <w:pStyle w:val="Body"/>
              <w:spacing w:line="240" w:lineRule="auto"/>
              <w:ind w:left="720"/>
              <w:rPr>
                <w:szCs w:val="24"/>
              </w:rPr>
            </w:pPr>
            <w:r w:rsidRPr="00267655">
              <w:rPr>
                <w:szCs w:val="24"/>
              </w:rPr>
              <w:t xml:space="preserve">Long sleeve cotton drill clothing not required when </w:t>
            </w:r>
            <w:r w:rsidR="00720817">
              <w:rPr>
                <w:szCs w:val="24"/>
              </w:rPr>
              <w:t>only planning a task in the workplace</w:t>
            </w:r>
          </w:p>
        </w:tc>
        <w:tc>
          <w:tcPr>
            <w:tcW w:w="1410" w:type="dxa"/>
          </w:tcPr>
          <w:p w14:paraId="68EC26DF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69244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☐</w:t>
                </w:r>
              </w:sdtContent>
            </w:sdt>
          </w:p>
        </w:tc>
      </w:tr>
      <w:tr w:rsidR="00F87AF0" w:rsidRPr="00267655" w14:paraId="3672FD79" w14:textId="77777777" w:rsidTr="00497907">
        <w:tc>
          <w:tcPr>
            <w:tcW w:w="7650" w:type="dxa"/>
          </w:tcPr>
          <w:p w14:paraId="712C5195" w14:textId="3C003694" w:rsidR="00F87AF0" w:rsidRPr="00267655" w:rsidRDefault="00267655" w:rsidP="0055252A">
            <w:pPr>
              <w:pStyle w:val="Body"/>
              <w:spacing w:line="240" w:lineRule="auto"/>
              <w:ind w:left="720"/>
              <w:rPr>
                <w:szCs w:val="24"/>
              </w:rPr>
            </w:pPr>
            <w:r w:rsidRPr="00267655">
              <w:rPr>
                <w:szCs w:val="24"/>
              </w:rPr>
              <w:t xml:space="preserve">Safe job procedures </w:t>
            </w:r>
            <w:r w:rsidR="00720817">
              <w:rPr>
                <w:szCs w:val="24"/>
              </w:rPr>
              <w:t>being</w:t>
            </w:r>
            <w:r w:rsidRPr="00267655">
              <w:rPr>
                <w:szCs w:val="24"/>
              </w:rPr>
              <w:t xml:space="preserve"> developed by management and workers </w:t>
            </w:r>
          </w:p>
        </w:tc>
        <w:tc>
          <w:tcPr>
            <w:tcW w:w="1410" w:type="dxa"/>
          </w:tcPr>
          <w:p w14:paraId="4C42B6FE" w14:textId="77777777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9164748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AF0" w:rsidRPr="00267655">
                  <w:rPr>
                    <w:rFonts w:ascii="Segoe UI Symbol" w:eastAsia="MS Gothic" w:hAnsi="Segoe UI Symbol" w:cs="Segoe UI Symbol"/>
                    <w:noProof/>
                    <w:color w:val="FF0000"/>
                    <w:szCs w:val="24"/>
                    <w:lang w:eastAsia="en-AU"/>
                  </w:rPr>
                  <w:t>☒</w:t>
                </w:r>
              </w:sdtContent>
            </w:sdt>
          </w:p>
        </w:tc>
      </w:tr>
      <w:tr w:rsidR="00F87AF0" w:rsidRPr="00267655" w14:paraId="7C558F72" w14:textId="77777777" w:rsidTr="00497907">
        <w:tc>
          <w:tcPr>
            <w:tcW w:w="7650" w:type="dxa"/>
          </w:tcPr>
          <w:p w14:paraId="7472E492" w14:textId="72F8B216" w:rsidR="00F87AF0" w:rsidRPr="00267655" w:rsidRDefault="00720817" w:rsidP="00497907">
            <w:pPr>
              <w:pStyle w:val="Body"/>
              <w:spacing w:line="240" w:lineRule="auto"/>
              <w:ind w:left="720"/>
              <w:rPr>
                <w:szCs w:val="24"/>
              </w:rPr>
            </w:pPr>
            <w:r>
              <w:rPr>
                <w:szCs w:val="24"/>
              </w:rPr>
              <w:t>Safe work practices do not apply when planning a task/job</w:t>
            </w:r>
          </w:p>
        </w:tc>
        <w:tc>
          <w:tcPr>
            <w:tcW w:w="1410" w:type="dxa"/>
          </w:tcPr>
          <w:p w14:paraId="76B7982B" w14:textId="13C1BD50" w:rsidR="00F87AF0" w:rsidRPr="00267655" w:rsidRDefault="00F12BA1" w:rsidP="00497907">
            <w:pPr>
              <w:pStyle w:val="Body"/>
              <w:spacing w:line="240" w:lineRule="auto"/>
              <w:jc w:val="center"/>
              <w:rPr>
                <w:szCs w:val="24"/>
              </w:rPr>
            </w:pPr>
            <w:sdt>
              <w:sdtPr>
                <w:rPr>
                  <w:noProof/>
                  <w:color w:val="FF0000"/>
                  <w:szCs w:val="24"/>
                  <w:lang w:eastAsia="en-AU"/>
                </w:rPr>
                <w:id w:val="-155323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817">
                  <w:rPr>
                    <w:rFonts w:ascii="MS Gothic" w:eastAsia="MS Gothic" w:hAnsi="MS Gothic" w:hint="eastAsia"/>
                    <w:noProof/>
                    <w:color w:val="FF0000"/>
                    <w:szCs w:val="24"/>
                    <w:lang w:eastAsia="en-AU"/>
                  </w:rPr>
                  <w:t>☐</w:t>
                </w:r>
              </w:sdtContent>
            </w:sdt>
          </w:p>
        </w:tc>
      </w:tr>
    </w:tbl>
    <w:p w14:paraId="2E98AF2A" w14:textId="77A14AC8" w:rsidR="00210A53" w:rsidRPr="000B444C" w:rsidRDefault="00210A53" w:rsidP="002A485B">
      <w:pPr>
        <w:pStyle w:val="Body"/>
        <w:rPr>
          <w:sz w:val="22"/>
          <w:szCs w:val="22"/>
        </w:rPr>
      </w:pPr>
    </w:p>
    <w:sectPr w:rsidR="00210A53" w:rsidRPr="000B444C" w:rsidSect="00071B8C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D78BC" w14:textId="77777777" w:rsidR="00071B8C" w:rsidRDefault="00071B8C">
      <w:pPr>
        <w:spacing w:before="0" w:after="0" w:line="240" w:lineRule="auto"/>
      </w:pPr>
      <w:r>
        <w:separator/>
      </w:r>
    </w:p>
  </w:endnote>
  <w:endnote w:type="continuationSeparator" w:id="0">
    <w:p w14:paraId="6A379455" w14:textId="77777777" w:rsidR="00071B8C" w:rsidRDefault="00071B8C">
      <w:pPr>
        <w:spacing w:before="0" w:after="0" w:line="240" w:lineRule="auto"/>
      </w:pPr>
      <w:r>
        <w:continuationSeparator/>
      </w:r>
    </w:p>
  </w:endnote>
  <w:endnote w:type="continuationNotice" w:id="1">
    <w:p w14:paraId="56268B41" w14:textId="77777777" w:rsidR="009E35AE" w:rsidRDefault="009E35A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FE7F1" w14:textId="77777777" w:rsidR="00071B8C" w:rsidRPr="004820C4" w:rsidRDefault="00071B8C" w:rsidP="00071B8C">
    <w:pPr>
      <w:pStyle w:val="Footer-DocumentTitleLeft"/>
    </w:pPr>
  </w:p>
  <w:p w14:paraId="63D1EFA6" w14:textId="77777777" w:rsidR="00071B8C" w:rsidRDefault="00071B8C" w:rsidP="00071B8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7E3B11D" w14:textId="77777777" w:rsidR="00071B8C" w:rsidRPr="0006452B" w:rsidRDefault="00071B8C" w:rsidP="00071B8C"/>
  <w:p w14:paraId="450E5809" w14:textId="77777777" w:rsidR="00071B8C" w:rsidRDefault="00071B8C" w:rsidP="00071B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946A8" w14:textId="579B5DA2" w:rsidR="00071B8C" w:rsidRDefault="00071B8C" w:rsidP="00071B8C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MEM14004A_MG_Kn_1of2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12BA1">
      <w:rPr>
        <w:noProof/>
      </w:rPr>
      <w:t>10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12BA1">
      <w:rPr>
        <w:noProof/>
      </w:rPr>
      <w:t>10</w:t>
    </w:r>
    <w:r>
      <w:rPr>
        <w:noProof/>
      </w:rPr>
      <w:fldChar w:fldCharType="end"/>
    </w:r>
  </w:p>
  <w:p w14:paraId="746B75D2" w14:textId="653C94B8" w:rsidR="00071B8C" w:rsidRDefault="00071B8C" w:rsidP="00071B8C">
    <w:pPr>
      <w:pStyle w:val="Bodyfooter"/>
      <w:rPr>
        <w:noProof/>
      </w:rPr>
    </w:pPr>
    <w:r>
      <w:t xml:space="preserve">Resource ID: MRS_18_02_MEM14004A_MG_Kn_1of2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99FA7" w14:textId="77777777" w:rsidR="00071B8C" w:rsidRPr="008D467A" w:rsidRDefault="00071B8C" w:rsidP="00071B8C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97E9C05" w14:textId="77777777" w:rsidR="00071B8C" w:rsidRPr="008948B1" w:rsidRDefault="00071B8C" w:rsidP="00071B8C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93410D4" w14:textId="77777777" w:rsidR="00071B8C" w:rsidRPr="00AA3155" w:rsidRDefault="00071B8C" w:rsidP="00071B8C">
    <w:pPr>
      <w:pStyle w:val="Footer"/>
    </w:pPr>
  </w:p>
  <w:p w14:paraId="3D768AE1" w14:textId="77777777" w:rsidR="00071B8C" w:rsidRDefault="00071B8C" w:rsidP="00071B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3FD1A" w14:textId="77777777" w:rsidR="00071B8C" w:rsidRDefault="00071B8C">
      <w:pPr>
        <w:spacing w:before="0" w:after="0" w:line="240" w:lineRule="auto"/>
      </w:pPr>
      <w:r>
        <w:separator/>
      </w:r>
    </w:p>
  </w:footnote>
  <w:footnote w:type="continuationSeparator" w:id="0">
    <w:p w14:paraId="1F3F4158" w14:textId="77777777" w:rsidR="00071B8C" w:rsidRDefault="00071B8C">
      <w:pPr>
        <w:spacing w:before="0" w:after="0" w:line="240" w:lineRule="auto"/>
      </w:pPr>
      <w:r>
        <w:continuationSeparator/>
      </w:r>
    </w:p>
  </w:footnote>
  <w:footnote w:type="continuationNotice" w:id="1">
    <w:p w14:paraId="3A29B76F" w14:textId="77777777" w:rsidR="009E35AE" w:rsidRDefault="009E35A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41856" w14:textId="77777777" w:rsidR="00071B8C" w:rsidRDefault="00071B8C" w:rsidP="00071B8C"/>
  <w:p w14:paraId="64A64B45" w14:textId="77777777" w:rsidR="00071B8C" w:rsidRDefault="00071B8C" w:rsidP="00071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72C60" w14:textId="77777777" w:rsidR="00071B8C" w:rsidRDefault="00071B8C" w:rsidP="00071B8C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C16C6D2" wp14:editId="40D6502A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03F59" w14:textId="77777777" w:rsidR="00071B8C" w:rsidRDefault="00071B8C" w:rsidP="00071B8C">
    <w:pPr>
      <w:pStyle w:val="Header"/>
    </w:pPr>
  </w:p>
  <w:p w14:paraId="6ADB2AFF" w14:textId="77777777" w:rsidR="00071B8C" w:rsidRDefault="00071B8C" w:rsidP="00071B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9CA"/>
    <w:multiLevelType w:val="hybridMultilevel"/>
    <w:tmpl w:val="6B0C15AA"/>
    <w:lvl w:ilvl="0" w:tplc="B4DC0F4E">
      <w:start w:val="1"/>
      <w:numFmt w:val="lowerLetter"/>
      <w:lvlText w:val="%1)"/>
      <w:lvlJc w:val="left"/>
      <w:pPr>
        <w:ind w:left="720" w:hanging="360"/>
      </w:pPr>
    </w:lvl>
    <w:lvl w:ilvl="1" w:tplc="A5E83E5E" w:tentative="1">
      <w:start w:val="1"/>
      <w:numFmt w:val="lowerLetter"/>
      <w:lvlText w:val="%2."/>
      <w:lvlJc w:val="left"/>
      <w:pPr>
        <w:ind w:left="1440" w:hanging="360"/>
      </w:pPr>
    </w:lvl>
    <w:lvl w:ilvl="2" w:tplc="FEA8FCDE" w:tentative="1">
      <w:start w:val="1"/>
      <w:numFmt w:val="lowerRoman"/>
      <w:lvlText w:val="%3."/>
      <w:lvlJc w:val="right"/>
      <w:pPr>
        <w:ind w:left="2160" w:hanging="180"/>
      </w:pPr>
    </w:lvl>
    <w:lvl w:ilvl="3" w:tplc="909650BC" w:tentative="1">
      <w:start w:val="1"/>
      <w:numFmt w:val="decimal"/>
      <w:lvlText w:val="%4."/>
      <w:lvlJc w:val="left"/>
      <w:pPr>
        <w:ind w:left="2880" w:hanging="360"/>
      </w:pPr>
    </w:lvl>
    <w:lvl w:ilvl="4" w:tplc="8B527532" w:tentative="1">
      <w:start w:val="1"/>
      <w:numFmt w:val="lowerLetter"/>
      <w:lvlText w:val="%5."/>
      <w:lvlJc w:val="left"/>
      <w:pPr>
        <w:ind w:left="3600" w:hanging="360"/>
      </w:pPr>
    </w:lvl>
    <w:lvl w:ilvl="5" w:tplc="A0C64AB4" w:tentative="1">
      <w:start w:val="1"/>
      <w:numFmt w:val="lowerRoman"/>
      <w:lvlText w:val="%6."/>
      <w:lvlJc w:val="right"/>
      <w:pPr>
        <w:ind w:left="4320" w:hanging="180"/>
      </w:pPr>
    </w:lvl>
    <w:lvl w:ilvl="6" w:tplc="45C617BA" w:tentative="1">
      <w:start w:val="1"/>
      <w:numFmt w:val="decimal"/>
      <w:lvlText w:val="%7."/>
      <w:lvlJc w:val="left"/>
      <w:pPr>
        <w:ind w:left="5040" w:hanging="360"/>
      </w:pPr>
    </w:lvl>
    <w:lvl w:ilvl="7" w:tplc="87D0C074" w:tentative="1">
      <w:start w:val="1"/>
      <w:numFmt w:val="lowerLetter"/>
      <w:lvlText w:val="%8."/>
      <w:lvlJc w:val="left"/>
      <w:pPr>
        <w:ind w:left="5760" w:hanging="360"/>
      </w:pPr>
    </w:lvl>
    <w:lvl w:ilvl="8" w:tplc="A17C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C636A5D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22D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C5E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C99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6B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ED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27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A6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AD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540D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64B10"/>
    <w:multiLevelType w:val="hybridMultilevel"/>
    <w:tmpl w:val="6B0C15AA"/>
    <w:lvl w:ilvl="0" w:tplc="B4DC0F4E">
      <w:start w:val="1"/>
      <w:numFmt w:val="lowerLetter"/>
      <w:lvlText w:val="%1)"/>
      <w:lvlJc w:val="left"/>
      <w:pPr>
        <w:ind w:left="720" w:hanging="360"/>
      </w:pPr>
    </w:lvl>
    <w:lvl w:ilvl="1" w:tplc="A5E83E5E" w:tentative="1">
      <w:start w:val="1"/>
      <w:numFmt w:val="lowerLetter"/>
      <w:lvlText w:val="%2."/>
      <w:lvlJc w:val="left"/>
      <w:pPr>
        <w:ind w:left="1440" w:hanging="360"/>
      </w:pPr>
    </w:lvl>
    <w:lvl w:ilvl="2" w:tplc="FEA8FCDE" w:tentative="1">
      <w:start w:val="1"/>
      <w:numFmt w:val="lowerRoman"/>
      <w:lvlText w:val="%3."/>
      <w:lvlJc w:val="right"/>
      <w:pPr>
        <w:ind w:left="2160" w:hanging="180"/>
      </w:pPr>
    </w:lvl>
    <w:lvl w:ilvl="3" w:tplc="909650BC" w:tentative="1">
      <w:start w:val="1"/>
      <w:numFmt w:val="decimal"/>
      <w:lvlText w:val="%4."/>
      <w:lvlJc w:val="left"/>
      <w:pPr>
        <w:ind w:left="2880" w:hanging="360"/>
      </w:pPr>
    </w:lvl>
    <w:lvl w:ilvl="4" w:tplc="8B527532" w:tentative="1">
      <w:start w:val="1"/>
      <w:numFmt w:val="lowerLetter"/>
      <w:lvlText w:val="%5."/>
      <w:lvlJc w:val="left"/>
      <w:pPr>
        <w:ind w:left="3600" w:hanging="360"/>
      </w:pPr>
    </w:lvl>
    <w:lvl w:ilvl="5" w:tplc="A0C64AB4" w:tentative="1">
      <w:start w:val="1"/>
      <w:numFmt w:val="lowerRoman"/>
      <w:lvlText w:val="%6."/>
      <w:lvlJc w:val="right"/>
      <w:pPr>
        <w:ind w:left="4320" w:hanging="180"/>
      </w:pPr>
    </w:lvl>
    <w:lvl w:ilvl="6" w:tplc="45C617BA" w:tentative="1">
      <w:start w:val="1"/>
      <w:numFmt w:val="decimal"/>
      <w:lvlText w:val="%7."/>
      <w:lvlJc w:val="left"/>
      <w:pPr>
        <w:ind w:left="5040" w:hanging="360"/>
      </w:pPr>
    </w:lvl>
    <w:lvl w:ilvl="7" w:tplc="87D0C074" w:tentative="1">
      <w:start w:val="1"/>
      <w:numFmt w:val="lowerLetter"/>
      <w:lvlText w:val="%8."/>
      <w:lvlJc w:val="left"/>
      <w:pPr>
        <w:ind w:left="5760" w:hanging="360"/>
      </w:pPr>
    </w:lvl>
    <w:lvl w:ilvl="8" w:tplc="A17C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5FA"/>
    <w:multiLevelType w:val="hybridMultilevel"/>
    <w:tmpl w:val="F2DA347E"/>
    <w:lvl w:ilvl="0" w:tplc="240A002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55C6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413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A6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CD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369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E6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CF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980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6" w15:restartNumberingAfterBreak="0">
    <w:nsid w:val="31264159"/>
    <w:multiLevelType w:val="hybridMultilevel"/>
    <w:tmpl w:val="667C43EC"/>
    <w:lvl w:ilvl="0" w:tplc="DFBA934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CBEBF68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6A5E1070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37E29D6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2B663F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A98DB22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55D66DBC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138939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59CEB6A2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3AD3DEC"/>
    <w:multiLevelType w:val="hybridMultilevel"/>
    <w:tmpl w:val="37A0660C"/>
    <w:lvl w:ilvl="0" w:tplc="E402DA5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01C08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85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6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86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62B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0F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E8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C48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91CCF"/>
    <w:multiLevelType w:val="hybridMultilevel"/>
    <w:tmpl w:val="6B0C15AA"/>
    <w:lvl w:ilvl="0" w:tplc="B4DC0F4E">
      <w:start w:val="1"/>
      <w:numFmt w:val="lowerLetter"/>
      <w:lvlText w:val="%1)"/>
      <w:lvlJc w:val="left"/>
      <w:pPr>
        <w:ind w:left="720" w:hanging="360"/>
      </w:pPr>
    </w:lvl>
    <w:lvl w:ilvl="1" w:tplc="A5E83E5E" w:tentative="1">
      <w:start w:val="1"/>
      <w:numFmt w:val="lowerLetter"/>
      <w:lvlText w:val="%2."/>
      <w:lvlJc w:val="left"/>
      <w:pPr>
        <w:ind w:left="1440" w:hanging="360"/>
      </w:pPr>
    </w:lvl>
    <w:lvl w:ilvl="2" w:tplc="FEA8FCDE" w:tentative="1">
      <w:start w:val="1"/>
      <w:numFmt w:val="lowerRoman"/>
      <w:lvlText w:val="%3."/>
      <w:lvlJc w:val="right"/>
      <w:pPr>
        <w:ind w:left="2160" w:hanging="180"/>
      </w:pPr>
    </w:lvl>
    <w:lvl w:ilvl="3" w:tplc="909650BC" w:tentative="1">
      <w:start w:val="1"/>
      <w:numFmt w:val="decimal"/>
      <w:lvlText w:val="%4."/>
      <w:lvlJc w:val="left"/>
      <w:pPr>
        <w:ind w:left="2880" w:hanging="360"/>
      </w:pPr>
    </w:lvl>
    <w:lvl w:ilvl="4" w:tplc="8B527532" w:tentative="1">
      <w:start w:val="1"/>
      <w:numFmt w:val="lowerLetter"/>
      <w:lvlText w:val="%5."/>
      <w:lvlJc w:val="left"/>
      <w:pPr>
        <w:ind w:left="3600" w:hanging="360"/>
      </w:pPr>
    </w:lvl>
    <w:lvl w:ilvl="5" w:tplc="A0C64AB4" w:tentative="1">
      <w:start w:val="1"/>
      <w:numFmt w:val="lowerRoman"/>
      <w:lvlText w:val="%6."/>
      <w:lvlJc w:val="right"/>
      <w:pPr>
        <w:ind w:left="4320" w:hanging="180"/>
      </w:pPr>
    </w:lvl>
    <w:lvl w:ilvl="6" w:tplc="45C617BA" w:tentative="1">
      <w:start w:val="1"/>
      <w:numFmt w:val="decimal"/>
      <w:lvlText w:val="%7."/>
      <w:lvlJc w:val="left"/>
      <w:pPr>
        <w:ind w:left="5040" w:hanging="360"/>
      </w:pPr>
    </w:lvl>
    <w:lvl w:ilvl="7" w:tplc="87D0C074" w:tentative="1">
      <w:start w:val="1"/>
      <w:numFmt w:val="lowerLetter"/>
      <w:lvlText w:val="%8."/>
      <w:lvlJc w:val="left"/>
      <w:pPr>
        <w:ind w:left="5760" w:hanging="360"/>
      </w:pPr>
    </w:lvl>
    <w:lvl w:ilvl="8" w:tplc="A17C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F50E9"/>
    <w:multiLevelType w:val="hybridMultilevel"/>
    <w:tmpl w:val="6B0C15AA"/>
    <w:lvl w:ilvl="0" w:tplc="B4DC0F4E">
      <w:start w:val="1"/>
      <w:numFmt w:val="lowerLetter"/>
      <w:lvlText w:val="%1)"/>
      <w:lvlJc w:val="left"/>
      <w:pPr>
        <w:ind w:left="720" w:hanging="360"/>
      </w:pPr>
    </w:lvl>
    <w:lvl w:ilvl="1" w:tplc="A5E83E5E" w:tentative="1">
      <w:start w:val="1"/>
      <w:numFmt w:val="lowerLetter"/>
      <w:lvlText w:val="%2."/>
      <w:lvlJc w:val="left"/>
      <w:pPr>
        <w:ind w:left="1440" w:hanging="360"/>
      </w:pPr>
    </w:lvl>
    <w:lvl w:ilvl="2" w:tplc="FEA8FCDE" w:tentative="1">
      <w:start w:val="1"/>
      <w:numFmt w:val="lowerRoman"/>
      <w:lvlText w:val="%3."/>
      <w:lvlJc w:val="right"/>
      <w:pPr>
        <w:ind w:left="2160" w:hanging="180"/>
      </w:pPr>
    </w:lvl>
    <w:lvl w:ilvl="3" w:tplc="909650BC" w:tentative="1">
      <w:start w:val="1"/>
      <w:numFmt w:val="decimal"/>
      <w:lvlText w:val="%4."/>
      <w:lvlJc w:val="left"/>
      <w:pPr>
        <w:ind w:left="2880" w:hanging="360"/>
      </w:pPr>
    </w:lvl>
    <w:lvl w:ilvl="4" w:tplc="8B527532" w:tentative="1">
      <w:start w:val="1"/>
      <w:numFmt w:val="lowerLetter"/>
      <w:lvlText w:val="%5."/>
      <w:lvlJc w:val="left"/>
      <w:pPr>
        <w:ind w:left="3600" w:hanging="360"/>
      </w:pPr>
    </w:lvl>
    <w:lvl w:ilvl="5" w:tplc="A0C64AB4" w:tentative="1">
      <w:start w:val="1"/>
      <w:numFmt w:val="lowerRoman"/>
      <w:lvlText w:val="%6."/>
      <w:lvlJc w:val="right"/>
      <w:pPr>
        <w:ind w:left="4320" w:hanging="180"/>
      </w:pPr>
    </w:lvl>
    <w:lvl w:ilvl="6" w:tplc="45C617BA" w:tentative="1">
      <w:start w:val="1"/>
      <w:numFmt w:val="decimal"/>
      <w:lvlText w:val="%7."/>
      <w:lvlJc w:val="left"/>
      <w:pPr>
        <w:ind w:left="5040" w:hanging="360"/>
      </w:pPr>
    </w:lvl>
    <w:lvl w:ilvl="7" w:tplc="87D0C074" w:tentative="1">
      <w:start w:val="1"/>
      <w:numFmt w:val="lowerLetter"/>
      <w:lvlText w:val="%8."/>
      <w:lvlJc w:val="left"/>
      <w:pPr>
        <w:ind w:left="5760" w:hanging="360"/>
      </w:pPr>
    </w:lvl>
    <w:lvl w:ilvl="8" w:tplc="A17C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40714"/>
    <w:multiLevelType w:val="hybridMultilevel"/>
    <w:tmpl w:val="6B0C15AA"/>
    <w:lvl w:ilvl="0" w:tplc="013E0598">
      <w:start w:val="1"/>
      <w:numFmt w:val="lowerLetter"/>
      <w:lvlText w:val="%1)"/>
      <w:lvlJc w:val="left"/>
      <w:pPr>
        <w:ind w:left="720" w:hanging="360"/>
      </w:pPr>
    </w:lvl>
    <w:lvl w:ilvl="1" w:tplc="107A9F8C" w:tentative="1">
      <w:start w:val="1"/>
      <w:numFmt w:val="lowerLetter"/>
      <w:lvlText w:val="%2."/>
      <w:lvlJc w:val="left"/>
      <w:pPr>
        <w:ind w:left="1440" w:hanging="360"/>
      </w:pPr>
    </w:lvl>
    <w:lvl w:ilvl="2" w:tplc="5BDEBAAA" w:tentative="1">
      <w:start w:val="1"/>
      <w:numFmt w:val="lowerRoman"/>
      <w:lvlText w:val="%3."/>
      <w:lvlJc w:val="right"/>
      <w:pPr>
        <w:ind w:left="2160" w:hanging="180"/>
      </w:pPr>
    </w:lvl>
    <w:lvl w:ilvl="3" w:tplc="BA6C362A" w:tentative="1">
      <w:start w:val="1"/>
      <w:numFmt w:val="decimal"/>
      <w:lvlText w:val="%4."/>
      <w:lvlJc w:val="left"/>
      <w:pPr>
        <w:ind w:left="2880" w:hanging="360"/>
      </w:pPr>
    </w:lvl>
    <w:lvl w:ilvl="4" w:tplc="76CABE7E" w:tentative="1">
      <w:start w:val="1"/>
      <w:numFmt w:val="lowerLetter"/>
      <w:lvlText w:val="%5."/>
      <w:lvlJc w:val="left"/>
      <w:pPr>
        <w:ind w:left="3600" w:hanging="360"/>
      </w:pPr>
    </w:lvl>
    <w:lvl w:ilvl="5" w:tplc="68D2E26E" w:tentative="1">
      <w:start w:val="1"/>
      <w:numFmt w:val="lowerRoman"/>
      <w:lvlText w:val="%6."/>
      <w:lvlJc w:val="right"/>
      <w:pPr>
        <w:ind w:left="4320" w:hanging="180"/>
      </w:pPr>
    </w:lvl>
    <w:lvl w:ilvl="6" w:tplc="4F328D86" w:tentative="1">
      <w:start w:val="1"/>
      <w:numFmt w:val="decimal"/>
      <w:lvlText w:val="%7."/>
      <w:lvlJc w:val="left"/>
      <w:pPr>
        <w:ind w:left="5040" w:hanging="360"/>
      </w:pPr>
    </w:lvl>
    <w:lvl w:ilvl="7" w:tplc="B7420898" w:tentative="1">
      <w:start w:val="1"/>
      <w:numFmt w:val="lowerLetter"/>
      <w:lvlText w:val="%8."/>
      <w:lvlJc w:val="left"/>
      <w:pPr>
        <w:ind w:left="5760" w:hanging="360"/>
      </w:pPr>
    </w:lvl>
    <w:lvl w:ilvl="8" w:tplc="FCCCC8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30B33"/>
    <w:multiLevelType w:val="hybridMultilevel"/>
    <w:tmpl w:val="9E34C710"/>
    <w:lvl w:ilvl="0" w:tplc="374E2B5A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9562DC"/>
    <w:multiLevelType w:val="hybridMultilevel"/>
    <w:tmpl w:val="6B0C15AA"/>
    <w:lvl w:ilvl="0" w:tplc="EDC079F4">
      <w:start w:val="1"/>
      <w:numFmt w:val="lowerLetter"/>
      <w:lvlText w:val="%1)"/>
      <w:lvlJc w:val="left"/>
      <w:pPr>
        <w:ind w:left="720" w:hanging="360"/>
      </w:pPr>
    </w:lvl>
    <w:lvl w:ilvl="1" w:tplc="06543A48" w:tentative="1">
      <w:start w:val="1"/>
      <w:numFmt w:val="lowerLetter"/>
      <w:lvlText w:val="%2."/>
      <w:lvlJc w:val="left"/>
      <w:pPr>
        <w:ind w:left="1440" w:hanging="360"/>
      </w:pPr>
    </w:lvl>
    <w:lvl w:ilvl="2" w:tplc="408C9BF8" w:tentative="1">
      <w:start w:val="1"/>
      <w:numFmt w:val="lowerRoman"/>
      <w:lvlText w:val="%3."/>
      <w:lvlJc w:val="right"/>
      <w:pPr>
        <w:ind w:left="2160" w:hanging="180"/>
      </w:pPr>
    </w:lvl>
    <w:lvl w:ilvl="3" w:tplc="1F6CF3D2" w:tentative="1">
      <w:start w:val="1"/>
      <w:numFmt w:val="decimal"/>
      <w:lvlText w:val="%4."/>
      <w:lvlJc w:val="left"/>
      <w:pPr>
        <w:ind w:left="2880" w:hanging="360"/>
      </w:pPr>
    </w:lvl>
    <w:lvl w:ilvl="4" w:tplc="4B16DD58" w:tentative="1">
      <w:start w:val="1"/>
      <w:numFmt w:val="lowerLetter"/>
      <w:lvlText w:val="%5."/>
      <w:lvlJc w:val="left"/>
      <w:pPr>
        <w:ind w:left="3600" w:hanging="360"/>
      </w:pPr>
    </w:lvl>
    <w:lvl w:ilvl="5" w:tplc="1B3667FA" w:tentative="1">
      <w:start w:val="1"/>
      <w:numFmt w:val="lowerRoman"/>
      <w:lvlText w:val="%6."/>
      <w:lvlJc w:val="right"/>
      <w:pPr>
        <w:ind w:left="4320" w:hanging="180"/>
      </w:pPr>
    </w:lvl>
    <w:lvl w:ilvl="6" w:tplc="7D0CD11C" w:tentative="1">
      <w:start w:val="1"/>
      <w:numFmt w:val="decimal"/>
      <w:lvlText w:val="%7."/>
      <w:lvlJc w:val="left"/>
      <w:pPr>
        <w:ind w:left="5040" w:hanging="360"/>
      </w:pPr>
    </w:lvl>
    <w:lvl w:ilvl="7" w:tplc="AEDCAACA" w:tentative="1">
      <w:start w:val="1"/>
      <w:numFmt w:val="lowerLetter"/>
      <w:lvlText w:val="%8."/>
      <w:lvlJc w:val="left"/>
      <w:pPr>
        <w:ind w:left="5760" w:hanging="360"/>
      </w:pPr>
    </w:lvl>
    <w:lvl w:ilvl="8" w:tplc="831C4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A1CA5"/>
    <w:multiLevelType w:val="hybridMultilevel"/>
    <w:tmpl w:val="21FE92B0"/>
    <w:lvl w:ilvl="0" w:tplc="BF1875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B3FAE"/>
    <w:multiLevelType w:val="hybridMultilevel"/>
    <w:tmpl w:val="A89618B0"/>
    <w:lvl w:ilvl="0" w:tplc="B68A51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1A8426" w:tentative="1">
      <w:start w:val="1"/>
      <w:numFmt w:val="lowerLetter"/>
      <w:lvlText w:val="%2."/>
      <w:lvlJc w:val="left"/>
      <w:pPr>
        <w:ind w:left="1440" w:hanging="360"/>
      </w:pPr>
    </w:lvl>
    <w:lvl w:ilvl="2" w:tplc="42C60CD8" w:tentative="1">
      <w:start w:val="1"/>
      <w:numFmt w:val="lowerRoman"/>
      <w:lvlText w:val="%3."/>
      <w:lvlJc w:val="right"/>
      <w:pPr>
        <w:ind w:left="2160" w:hanging="180"/>
      </w:pPr>
    </w:lvl>
    <w:lvl w:ilvl="3" w:tplc="30963600" w:tentative="1">
      <w:start w:val="1"/>
      <w:numFmt w:val="decimal"/>
      <w:lvlText w:val="%4."/>
      <w:lvlJc w:val="left"/>
      <w:pPr>
        <w:ind w:left="2880" w:hanging="360"/>
      </w:pPr>
    </w:lvl>
    <w:lvl w:ilvl="4" w:tplc="00447B4C" w:tentative="1">
      <w:start w:val="1"/>
      <w:numFmt w:val="lowerLetter"/>
      <w:lvlText w:val="%5."/>
      <w:lvlJc w:val="left"/>
      <w:pPr>
        <w:ind w:left="3600" w:hanging="360"/>
      </w:pPr>
    </w:lvl>
    <w:lvl w:ilvl="5" w:tplc="9D1E0ECE" w:tentative="1">
      <w:start w:val="1"/>
      <w:numFmt w:val="lowerRoman"/>
      <w:lvlText w:val="%6."/>
      <w:lvlJc w:val="right"/>
      <w:pPr>
        <w:ind w:left="4320" w:hanging="180"/>
      </w:pPr>
    </w:lvl>
    <w:lvl w:ilvl="6" w:tplc="73A64778" w:tentative="1">
      <w:start w:val="1"/>
      <w:numFmt w:val="decimal"/>
      <w:lvlText w:val="%7."/>
      <w:lvlJc w:val="left"/>
      <w:pPr>
        <w:ind w:left="5040" w:hanging="360"/>
      </w:pPr>
    </w:lvl>
    <w:lvl w:ilvl="7" w:tplc="40DA7514" w:tentative="1">
      <w:start w:val="1"/>
      <w:numFmt w:val="lowerLetter"/>
      <w:lvlText w:val="%8."/>
      <w:lvlJc w:val="left"/>
      <w:pPr>
        <w:ind w:left="5760" w:hanging="360"/>
      </w:pPr>
    </w:lvl>
    <w:lvl w:ilvl="8" w:tplc="21620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3258E"/>
    <w:multiLevelType w:val="hybridMultilevel"/>
    <w:tmpl w:val="2C6A2438"/>
    <w:lvl w:ilvl="0" w:tplc="FD041CCC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2E14B6"/>
    <w:multiLevelType w:val="hybridMultilevel"/>
    <w:tmpl w:val="74C0744E"/>
    <w:lvl w:ilvl="0" w:tplc="BD90E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BED5B0" w:tentative="1">
      <w:start w:val="1"/>
      <w:numFmt w:val="lowerLetter"/>
      <w:lvlText w:val="%2."/>
      <w:lvlJc w:val="left"/>
      <w:pPr>
        <w:ind w:left="1440" w:hanging="360"/>
      </w:pPr>
    </w:lvl>
    <w:lvl w:ilvl="2" w:tplc="593E37B2" w:tentative="1">
      <w:start w:val="1"/>
      <w:numFmt w:val="lowerRoman"/>
      <w:lvlText w:val="%3."/>
      <w:lvlJc w:val="right"/>
      <w:pPr>
        <w:ind w:left="2160" w:hanging="180"/>
      </w:pPr>
    </w:lvl>
    <w:lvl w:ilvl="3" w:tplc="18EC8E06" w:tentative="1">
      <w:start w:val="1"/>
      <w:numFmt w:val="decimal"/>
      <w:lvlText w:val="%4."/>
      <w:lvlJc w:val="left"/>
      <w:pPr>
        <w:ind w:left="2880" w:hanging="360"/>
      </w:pPr>
    </w:lvl>
    <w:lvl w:ilvl="4" w:tplc="264CBDAE" w:tentative="1">
      <w:start w:val="1"/>
      <w:numFmt w:val="lowerLetter"/>
      <w:lvlText w:val="%5."/>
      <w:lvlJc w:val="left"/>
      <w:pPr>
        <w:ind w:left="3600" w:hanging="360"/>
      </w:pPr>
    </w:lvl>
    <w:lvl w:ilvl="5" w:tplc="40D46106" w:tentative="1">
      <w:start w:val="1"/>
      <w:numFmt w:val="lowerRoman"/>
      <w:lvlText w:val="%6."/>
      <w:lvlJc w:val="right"/>
      <w:pPr>
        <w:ind w:left="4320" w:hanging="180"/>
      </w:pPr>
    </w:lvl>
    <w:lvl w:ilvl="6" w:tplc="89C6065E" w:tentative="1">
      <w:start w:val="1"/>
      <w:numFmt w:val="decimal"/>
      <w:lvlText w:val="%7."/>
      <w:lvlJc w:val="left"/>
      <w:pPr>
        <w:ind w:left="5040" w:hanging="360"/>
      </w:pPr>
    </w:lvl>
    <w:lvl w:ilvl="7" w:tplc="812C0242" w:tentative="1">
      <w:start w:val="1"/>
      <w:numFmt w:val="lowerLetter"/>
      <w:lvlText w:val="%8."/>
      <w:lvlJc w:val="left"/>
      <w:pPr>
        <w:ind w:left="5760" w:hanging="360"/>
      </w:pPr>
    </w:lvl>
    <w:lvl w:ilvl="8" w:tplc="D786E9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37583"/>
    <w:multiLevelType w:val="hybridMultilevel"/>
    <w:tmpl w:val="58B4658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95CE8"/>
    <w:multiLevelType w:val="hybridMultilevel"/>
    <w:tmpl w:val="6B0C15AA"/>
    <w:lvl w:ilvl="0" w:tplc="B4DC0F4E">
      <w:start w:val="1"/>
      <w:numFmt w:val="lowerLetter"/>
      <w:lvlText w:val="%1)"/>
      <w:lvlJc w:val="left"/>
      <w:pPr>
        <w:ind w:left="720" w:hanging="360"/>
      </w:pPr>
    </w:lvl>
    <w:lvl w:ilvl="1" w:tplc="A5E83E5E" w:tentative="1">
      <w:start w:val="1"/>
      <w:numFmt w:val="lowerLetter"/>
      <w:lvlText w:val="%2."/>
      <w:lvlJc w:val="left"/>
      <w:pPr>
        <w:ind w:left="1440" w:hanging="360"/>
      </w:pPr>
    </w:lvl>
    <w:lvl w:ilvl="2" w:tplc="FEA8FCDE" w:tentative="1">
      <w:start w:val="1"/>
      <w:numFmt w:val="lowerRoman"/>
      <w:lvlText w:val="%3."/>
      <w:lvlJc w:val="right"/>
      <w:pPr>
        <w:ind w:left="2160" w:hanging="180"/>
      </w:pPr>
    </w:lvl>
    <w:lvl w:ilvl="3" w:tplc="909650BC" w:tentative="1">
      <w:start w:val="1"/>
      <w:numFmt w:val="decimal"/>
      <w:lvlText w:val="%4."/>
      <w:lvlJc w:val="left"/>
      <w:pPr>
        <w:ind w:left="2880" w:hanging="360"/>
      </w:pPr>
    </w:lvl>
    <w:lvl w:ilvl="4" w:tplc="8B527532" w:tentative="1">
      <w:start w:val="1"/>
      <w:numFmt w:val="lowerLetter"/>
      <w:lvlText w:val="%5."/>
      <w:lvlJc w:val="left"/>
      <w:pPr>
        <w:ind w:left="3600" w:hanging="360"/>
      </w:pPr>
    </w:lvl>
    <w:lvl w:ilvl="5" w:tplc="A0C64AB4" w:tentative="1">
      <w:start w:val="1"/>
      <w:numFmt w:val="lowerRoman"/>
      <w:lvlText w:val="%6."/>
      <w:lvlJc w:val="right"/>
      <w:pPr>
        <w:ind w:left="4320" w:hanging="180"/>
      </w:pPr>
    </w:lvl>
    <w:lvl w:ilvl="6" w:tplc="45C617BA" w:tentative="1">
      <w:start w:val="1"/>
      <w:numFmt w:val="decimal"/>
      <w:lvlText w:val="%7."/>
      <w:lvlJc w:val="left"/>
      <w:pPr>
        <w:ind w:left="5040" w:hanging="360"/>
      </w:pPr>
    </w:lvl>
    <w:lvl w:ilvl="7" w:tplc="87D0C074" w:tentative="1">
      <w:start w:val="1"/>
      <w:numFmt w:val="lowerLetter"/>
      <w:lvlText w:val="%8."/>
      <w:lvlJc w:val="left"/>
      <w:pPr>
        <w:ind w:left="5760" w:hanging="360"/>
      </w:pPr>
    </w:lvl>
    <w:lvl w:ilvl="8" w:tplc="A17C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A3CEE"/>
    <w:multiLevelType w:val="hybridMultilevel"/>
    <w:tmpl w:val="79EA62F2"/>
    <w:lvl w:ilvl="0" w:tplc="BB369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015E0"/>
    <w:multiLevelType w:val="hybridMultilevel"/>
    <w:tmpl w:val="DDEAD6C0"/>
    <w:lvl w:ilvl="0" w:tplc="608EA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603626" w:tentative="1">
      <w:start w:val="1"/>
      <w:numFmt w:val="lowerLetter"/>
      <w:lvlText w:val="%2."/>
      <w:lvlJc w:val="left"/>
      <w:pPr>
        <w:ind w:left="1440" w:hanging="360"/>
      </w:pPr>
    </w:lvl>
    <w:lvl w:ilvl="2" w:tplc="A9F6E4E2" w:tentative="1">
      <w:start w:val="1"/>
      <w:numFmt w:val="lowerRoman"/>
      <w:lvlText w:val="%3."/>
      <w:lvlJc w:val="right"/>
      <w:pPr>
        <w:ind w:left="2160" w:hanging="180"/>
      </w:pPr>
    </w:lvl>
    <w:lvl w:ilvl="3" w:tplc="44B09850" w:tentative="1">
      <w:start w:val="1"/>
      <w:numFmt w:val="decimal"/>
      <w:lvlText w:val="%4."/>
      <w:lvlJc w:val="left"/>
      <w:pPr>
        <w:ind w:left="2880" w:hanging="360"/>
      </w:pPr>
    </w:lvl>
    <w:lvl w:ilvl="4" w:tplc="A636FE7A" w:tentative="1">
      <w:start w:val="1"/>
      <w:numFmt w:val="lowerLetter"/>
      <w:lvlText w:val="%5."/>
      <w:lvlJc w:val="left"/>
      <w:pPr>
        <w:ind w:left="3600" w:hanging="360"/>
      </w:pPr>
    </w:lvl>
    <w:lvl w:ilvl="5" w:tplc="465817D6" w:tentative="1">
      <w:start w:val="1"/>
      <w:numFmt w:val="lowerRoman"/>
      <w:lvlText w:val="%6."/>
      <w:lvlJc w:val="right"/>
      <w:pPr>
        <w:ind w:left="4320" w:hanging="180"/>
      </w:pPr>
    </w:lvl>
    <w:lvl w:ilvl="6" w:tplc="E8CA4A32" w:tentative="1">
      <w:start w:val="1"/>
      <w:numFmt w:val="decimal"/>
      <w:lvlText w:val="%7."/>
      <w:lvlJc w:val="left"/>
      <w:pPr>
        <w:ind w:left="5040" w:hanging="360"/>
      </w:pPr>
    </w:lvl>
    <w:lvl w:ilvl="7" w:tplc="B2C0101C" w:tentative="1">
      <w:start w:val="1"/>
      <w:numFmt w:val="lowerLetter"/>
      <w:lvlText w:val="%8."/>
      <w:lvlJc w:val="left"/>
      <w:pPr>
        <w:ind w:left="5760" w:hanging="360"/>
      </w:pPr>
    </w:lvl>
    <w:lvl w:ilvl="8" w:tplc="5E24DD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16"/>
  </w:num>
  <w:num w:numId="6">
    <w:abstractNumId w:val="20"/>
  </w:num>
  <w:num w:numId="7">
    <w:abstractNumId w:val="10"/>
  </w:num>
  <w:num w:numId="8">
    <w:abstractNumId w:val="14"/>
  </w:num>
  <w:num w:numId="9">
    <w:abstractNumId w:val="6"/>
  </w:num>
  <w:num w:numId="10">
    <w:abstractNumId w:val="0"/>
  </w:num>
  <w:num w:numId="11">
    <w:abstractNumId w:val="3"/>
  </w:num>
  <w:num w:numId="12">
    <w:abstractNumId w:val="18"/>
  </w:num>
  <w:num w:numId="13">
    <w:abstractNumId w:val="8"/>
  </w:num>
  <w:num w:numId="14">
    <w:abstractNumId w:val="9"/>
  </w:num>
  <w:num w:numId="15">
    <w:abstractNumId w:val="19"/>
  </w:num>
  <w:num w:numId="16">
    <w:abstractNumId w:val="2"/>
  </w:num>
  <w:num w:numId="17">
    <w:abstractNumId w:val="12"/>
  </w:num>
  <w:num w:numId="18">
    <w:abstractNumId w:val="11"/>
  </w:num>
  <w:num w:numId="19">
    <w:abstractNumId w:val="13"/>
  </w:num>
  <w:num w:numId="20">
    <w:abstractNumId w:val="15"/>
  </w:num>
  <w:num w:numId="2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C3"/>
    <w:rsid w:val="00071B8C"/>
    <w:rsid w:val="000B444C"/>
    <w:rsid w:val="001649B8"/>
    <w:rsid w:val="0019161A"/>
    <w:rsid w:val="001C1276"/>
    <w:rsid w:val="001C50DA"/>
    <w:rsid w:val="001F33AB"/>
    <w:rsid w:val="00210A53"/>
    <w:rsid w:val="00267655"/>
    <w:rsid w:val="002A485B"/>
    <w:rsid w:val="002A65EA"/>
    <w:rsid w:val="002D4639"/>
    <w:rsid w:val="002F1D5D"/>
    <w:rsid w:val="0034490D"/>
    <w:rsid w:val="00367DD8"/>
    <w:rsid w:val="003F67C3"/>
    <w:rsid w:val="004045F0"/>
    <w:rsid w:val="004621FF"/>
    <w:rsid w:val="004A4261"/>
    <w:rsid w:val="004B5552"/>
    <w:rsid w:val="0055252A"/>
    <w:rsid w:val="005B44A8"/>
    <w:rsid w:val="005B59C1"/>
    <w:rsid w:val="00625B72"/>
    <w:rsid w:val="00720817"/>
    <w:rsid w:val="008C1150"/>
    <w:rsid w:val="008D2689"/>
    <w:rsid w:val="008E47F2"/>
    <w:rsid w:val="008E6003"/>
    <w:rsid w:val="008E7A7C"/>
    <w:rsid w:val="00980127"/>
    <w:rsid w:val="009C4F29"/>
    <w:rsid w:val="009E35AE"/>
    <w:rsid w:val="00A07CFA"/>
    <w:rsid w:val="00A64EA1"/>
    <w:rsid w:val="00AB3FE1"/>
    <w:rsid w:val="00AF30E8"/>
    <w:rsid w:val="00B10713"/>
    <w:rsid w:val="00C438CA"/>
    <w:rsid w:val="00C53146"/>
    <w:rsid w:val="00D70512"/>
    <w:rsid w:val="00D7555B"/>
    <w:rsid w:val="00DA4D9F"/>
    <w:rsid w:val="00DE523C"/>
    <w:rsid w:val="00E45A38"/>
    <w:rsid w:val="00E67CB9"/>
    <w:rsid w:val="00F12BA1"/>
    <w:rsid w:val="00F52512"/>
    <w:rsid w:val="00F87AF0"/>
    <w:rsid w:val="00F90B58"/>
    <w:rsid w:val="00FC5ECD"/>
    <w:rsid w:val="00FF0288"/>
    <w:rsid w:val="2F00F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2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C55D7-4D58-433C-8B1B-75D159D47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34B384-E97D-4685-A7F2-79D63A1B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10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MEM14004A_MG_Kn_1of2</vt:lpstr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MEM14004A_MG_Kn_1of2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2019-10-31T22:53:00Z</dcterms:created>
  <dcterms:modified xsi:type="dcterms:W3CDTF">2019-11-07T02:27:00Z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