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A1795" w14:textId="77777777" w:rsidR="00FC48B2" w:rsidRDefault="00B054A4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73F78106" w14:textId="77777777" w:rsidR="00CC3D37" w:rsidRPr="00A56627" w:rsidRDefault="00B054A4" w:rsidP="00CC3D37">
      <w:pPr>
        <w:pStyle w:val="Heading2"/>
      </w:pPr>
      <w:r w:rsidRPr="00A56627">
        <w:t>Criteria</w:t>
      </w:r>
    </w:p>
    <w:p w14:paraId="791DB179" w14:textId="77777777" w:rsidR="00CC3D37" w:rsidRDefault="00B054A4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5F5DADD" w14:textId="77777777" w:rsidR="00047CAC" w:rsidRPr="00D83795" w:rsidRDefault="00047CAC" w:rsidP="00047CA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D83795">
        <w:rPr>
          <w:sz w:val="22"/>
          <w:szCs w:val="22"/>
          <w:lang w:eastAsia="en-AU"/>
        </w:rPr>
        <w:t>MEM14005A - Plan a complete activity (1)</w:t>
      </w:r>
    </w:p>
    <w:p w14:paraId="63DA045C" w14:textId="77777777" w:rsidR="00047CAC" w:rsidRPr="00A1309E" w:rsidRDefault="00047CAC" w:rsidP="00047CA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440C7D">
        <w:rPr>
          <w:color w:val="FF0000"/>
          <w:sz w:val="22"/>
          <w:szCs w:val="22"/>
          <w:lang w:eastAsia="en-AU"/>
        </w:rPr>
        <w:t>***This unit sits in the qualifications below – This assessment is not to be amended**</w:t>
      </w:r>
    </w:p>
    <w:p w14:paraId="23D37307" w14:textId="77777777" w:rsidR="00CC3D37" w:rsidRPr="00D83795" w:rsidRDefault="00047CA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1F09BEE" w14:textId="77777777" w:rsidR="00CC3D37" w:rsidRDefault="00B054A4" w:rsidP="00CC3D37">
      <w:pPr>
        <w:pStyle w:val="Heading3"/>
      </w:pPr>
      <w:r w:rsidRPr="007A6B4A">
        <w:t>Unit code, name and release number</w:t>
      </w:r>
    </w:p>
    <w:p w14:paraId="04049F07" w14:textId="77777777" w:rsidR="00047CAC" w:rsidRDefault="00047CAC" w:rsidP="00047CA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Engineering – Mechanical Trade (3)</w:t>
      </w:r>
    </w:p>
    <w:p w14:paraId="405585DE" w14:textId="77777777" w:rsidR="00047CAC" w:rsidRDefault="00047CAC" w:rsidP="00047CA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MEM30305 – Certificate III in Engineering – Fabrication trade (4)</w:t>
      </w:r>
    </w:p>
    <w:p w14:paraId="2BFD6393" w14:textId="77777777" w:rsidR="00047CAC" w:rsidRPr="00A1309E" w:rsidRDefault="00047CAC" w:rsidP="00047CA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00056">
        <w:rPr>
          <w:color w:val="FF0000"/>
          <w:sz w:val="22"/>
          <w:szCs w:val="22"/>
          <w:lang w:eastAsia="en-AU"/>
        </w:rPr>
        <w:t>*** Amend the qualification box before distributing to the student. The information here should only contain the qualification the student is enrolled in**</w:t>
      </w:r>
    </w:p>
    <w:p w14:paraId="77482097" w14:textId="77777777" w:rsidR="00CC3D37" w:rsidRPr="00D83795" w:rsidRDefault="00047CA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51742B3" w14:textId="77777777" w:rsidR="00BC4442" w:rsidRPr="004A551B" w:rsidRDefault="00B054A4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08668F58" w14:textId="77777777" w:rsidR="0040694E" w:rsidRPr="004A551B" w:rsidRDefault="00B054A4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6195CCED" w14:textId="77777777" w:rsidR="0040694E" w:rsidRPr="004A551B" w:rsidRDefault="00B054A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4AE39583" w14:textId="77777777" w:rsidR="0040694E" w:rsidRPr="004A551B" w:rsidRDefault="00B054A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17EB8E45" w14:textId="77777777" w:rsidR="0040694E" w:rsidRPr="004A551B" w:rsidRDefault="00B054A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2BDB213" w14:textId="77777777" w:rsidR="0040694E" w:rsidRPr="004A551B" w:rsidRDefault="00B054A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26567E9" w14:textId="77777777" w:rsidR="0040694E" w:rsidRPr="004A551B" w:rsidRDefault="00B054A4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9A3172F" w14:textId="77777777" w:rsidR="00971CB6" w:rsidRDefault="00971CB6">
      <w:pPr>
        <w:tabs>
          <w:tab w:val="clear" w:pos="284"/>
        </w:tabs>
        <w:spacing w:before="0" w:after="200" w:line="276" w:lineRule="auto"/>
        <w:rPr>
          <w:color w:val="747679"/>
          <w:sz w:val="16"/>
          <w:szCs w:val="16"/>
        </w:rPr>
      </w:pPr>
      <w:r>
        <w:br w:type="page"/>
      </w:r>
      <w:bookmarkStart w:id="0" w:name="_GoBack"/>
      <w:bookmarkEnd w:id="0"/>
    </w:p>
    <w:p w14:paraId="0750036E" w14:textId="22F2DA08" w:rsidR="003F73CB" w:rsidRDefault="00B054A4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8143D5" w14:paraId="2EBF4F58" w14:textId="77777777" w:rsidTr="008143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23A045C4" w14:textId="77777777" w:rsidR="007E10A9" w:rsidRDefault="00B054A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6A14084" w14:textId="77777777" w:rsidR="007E10A9" w:rsidRDefault="00B054A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0334EE1F" w14:textId="77777777" w:rsidR="007E10A9" w:rsidRDefault="00B054A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09FD51C" w14:textId="77777777" w:rsidR="007E10A9" w:rsidRDefault="00B054A4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8143D5" w14:paraId="085EDC44" w14:textId="77777777" w:rsidTr="008143D5">
        <w:tc>
          <w:tcPr>
            <w:tcW w:w="310" w:type="pct"/>
            <w:shd w:val="clear" w:color="auto" w:fill="2D739F"/>
            <w:vAlign w:val="top"/>
          </w:tcPr>
          <w:p w14:paraId="7C53A7F9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306006D3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EF2A0CB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D0F8B46" w14:textId="77777777" w:rsidR="007E10A9" w:rsidRDefault="00047CAC" w:rsidP="007E10A9">
            <w:pPr>
              <w:rPr>
                <w:lang w:eastAsia="en-AU"/>
              </w:rPr>
            </w:pPr>
          </w:p>
        </w:tc>
      </w:tr>
      <w:tr w:rsidR="008143D5" w14:paraId="10FEBEC5" w14:textId="77777777" w:rsidTr="008143D5">
        <w:tc>
          <w:tcPr>
            <w:tcW w:w="310" w:type="pct"/>
            <w:shd w:val="clear" w:color="auto" w:fill="2D739F"/>
            <w:vAlign w:val="top"/>
          </w:tcPr>
          <w:p w14:paraId="3A34DC78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18FAB12D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46BCD0F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6A69DC1" w14:textId="77777777" w:rsidR="007E10A9" w:rsidRDefault="00047CAC" w:rsidP="007E10A9">
            <w:pPr>
              <w:rPr>
                <w:lang w:eastAsia="en-AU"/>
              </w:rPr>
            </w:pPr>
          </w:p>
        </w:tc>
      </w:tr>
      <w:tr w:rsidR="008143D5" w14:paraId="40CC492E" w14:textId="77777777" w:rsidTr="008143D5">
        <w:tc>
          <w:tcPr>
            <w:tcW w:w="310" w:type="pct"/>
            <w:shd w:val="clear" w:color="auto" w:fill="2D739F"/>
            <w:vAlign w:val="top"/>
          </w:tcPr>
          <w:p w14:paraId="17E95440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6D51D611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78E3A91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669B833" w14:textId="77777777" w:rsidR="007E10A9" w:rsidRDefault="00047CAC" w:rsidP="007E10A9">
            <w:pPr>
              <w:rPr>
                <w:lang w:eastAsia="en-AU"/>
              </w:rPr>
            </w:pPr>
          </w:p>
        </w:tc>
      </w:tr>
      <w:tr w:rsidR="008143D5" w14:paraId="23D15C63" w14:textId="77777777" w:rsidTr="008143D5">
        <w:tc>
          <w:tcPr>
            <w:tcW w:w="310" w:type="pct"/>
            <w:shd w:val="clear" w:color="auto" w:fill="2D739F"/>
            <w:vAlign w:val="top"/>
          </w:tcPr>
          <w:p w14:paraId="78203C94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07C0F5ED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0A737D4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A15725D" w14:textId="77777777" w:rsidR="007E10A9" w:rsidRDefault="00047CAC" w:rsidP="007E10A9">
            <w:pPr>
              <w:rPr>
                <w:lang w:eastAsia="en-AU"/>
              </w:rPr>
            </w:pPr>
          </w:p>
        </w:tc>
      </w:tr>
      <w:tr w:rsidR="008143D5" w14:paraId="3EA1449A" w14:textId="77777777" w:rsidTr="008143D5">
        <w:tc>
          <w:tcPr>
            <w:tcW w:w="310" w:type="pct"/>
            <w:shd w:val="clear" w:color="auto" w:fill="2D739F"/>
            <w:vAlign w:val="top"/>
          </w:tcPr>
          <w:p w14:paraId="31D20C85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623719E3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6E915EB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6FACD42" w14:textId="77777777" w:rsidR="007E10A9" w:rsidRDefault="00047CAC" w:rsidP="007E10A9">
            <w:pPr>
              <w:rPr>
                <w:lang w:eastAsia="en-AU"/>
              </w:rPr>
            </w:pPr>
          </w:p>
        </w:tc>
      </w:tr>
      <w:tr w:rsidR="008143D5" w14:paraId="196B4748" w14:textId="77777777" w:rsidTr="008143D5">
        <w:tc>
          <w:tcPr>
            <w:tcW w:w="310" w:type="pct"/>
            <w:shd w:val="clear" w:color="auto" w:fill="2D739F"/>
            <w:vAlign w:val="top"/>
          </w:tcPr>
          <w:p w14:paraId="4BD1A9CD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456BFFDA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433AFD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D3AF239" w14:textId="77777777" w:rsidR="007E10A9" w:rsidRDefault="00047CAC" w:rsidP="007E10A9">
            <w:pPr>
              <w:rPr>
                <w:lang w:eastAsia="en-AU"/>
              </w:rPr>
            </w:pPr>
          </w:p>
        </w:tc>
      </w:tr>
      <w:tr w:rsidR="008143D5" w14:paraId="33CB22B1" w14:textId="77777777" w:rsidTr="008143D5">
        <w:tc>
          <w:tcPr>
            <w:tcW w:w="310" w:type="pct"/>
            <w:shd w:val="clear" w:color="auto" w:fill="2D739F"/>
            <w:vAlign w:val="top"/>
          </w:tcPr>
          <w:p w14:paraId="439A4F13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11D87568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1CC0AB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182834" w14:textId="77777777" w:rsidR="007E10A9" w:rsidRDefault="00047CAC" w:rsidP="007E10A9">
            <w:pPr>
              <w:rPr>
                <w:lang w:eastAsia="en-AU"/>
              </w:rPr>
            </w:pPr>
          </w:p>
        </w:tc>
      </w:tr>
      <w:tr w:rsidR="008143D5" w14:paraId="01E0ACBE" w14:textId="77777777" w:rsidTr="008143D5">
        <w:tc>
          <w:tcPr>
            <w:tcW w:w="310" w:type="pct"/>
            <w:shd w:val="clear" w:color="auto" w:fill="2D739F"/>
            <w:vAlign w:val="top"/>
          </w:tcPr>
          <w:p w14:paraId="12FEA4F0" w14:textId="77777777" w:rsidR="007E10A9" w:rsidRPr="007E10A9" w:rsidRDefault="00B054A4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4E0A4D59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C463814" w14:textId="77777777" w:rsidR="007E10A9" w:rsidRDefault="00047CA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CE254EC" w14:textId="77777777" w:rsidR="007E10A9" w:rsidRDefault="00047CAC" w:rsidP="007E10A9">
            <w:pPr>
              <w:rPr>
                <w:lang w:eastAsia="en-AU"/>
              </w:rPr>
            </w:pPr>
          </w:p>
        </w:tc>
      </w:tr>
    </w:tbl>
    <w:p w14:paraId="234FA1AF" w14:textId="77777777" w:rsidR="00BC4442" w:rsidRDefault="00047CAC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754D8" w14:textId="77777777" w:rsidR="00316324" w:rsidRDefault="00B054A4">
      <w:pPr>
        <w:spacing w:before="0" w:after="0" w:line="240" w:lineRule="auto"/>
      </w:pPr>
      <w:r>
        <w:separator/>
      </w:r>
    </w:p>
  </w:endnote>
  <w:endnote w:type="continuationSeparator" w:id="0">
    <w:p w14:paraId="61F8CCF1" w14:textId="77777777" w:rsidR="00316324" w:rsidRDefault="00B054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92C64" w14:textId="77777777" w:rsidR="00CC4677" w:rsidRPr="004820C4" w:rsidRDefault="00047CAC" w:rsidP="0002323C">
    <w:pPr>
      <w:pStyle w:val="Footer-DocumentTitleLeft"/>
    </w:pPr>
  </w:p>
  <w:p w14:paraId="1BA8D6F7" w14:textId="77777777" w:rsidR="00CC4677" w:rsidRDefault="00B054A4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74B8504" w14:textId="77777777" w:rsidR="00CC4677" w:rsidRPr="0006452B" w:rsidRDefault="00047CAC" w:rsidP="00EE3A11"/>
  <w:p w14:paraId="673AC8A3" w14:textId="77777777" w:rsidR="00BA0812" w:rsidRDefault="00047CAC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A068630" w14:textId="3B581791" w:rsidR="006269D9" w:rsidRDefault="00B054A4" w:rsidP="006269D9">
        <w:pPr>
          <w:pStyle w:val="Bodyfooter"/>
          <w:tabs>
            <w:tab w:val="left" w:pos="2149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6269D9">
              <w:t>MEM14005A</w:t>
            </w:r>
            <w:r w:rsidR="00971CB6">
              <w:t>_</w:t>
            </w:r>
            <w:r>
              <w:t>StDec</w:t>
            </w:r>
            <w:r w:rsidR="00047CAC">
              <w:t>_1of1</w:t>
            </w:r>
          </w:sdtContent>
        </w:sdt>
        <w:r>
          <w:rPr>
            <w:noProof/>
          </w:rPr>
          <w:tab/>
        </w:r>
      </w:p>
      <w:p w14:paraId="2CCD086C" w14:textId="63706709" w:rsidR="00BA0812" w:rsidRDefault="006269D9" w:rsidP="006269D9">
        <w:pPr>
          <w:pStyle w:val="Bodyfooter"/>
          <w:tabs>
            <w:tab w:val="left" w:pos="2149"/>
          </w:tabs>
          <w:rPr>
            <w:noProof/>
          </w:rPr>
        </w:pPr>
        <w:r>
          <w:rPr>
            <w:noProof/>
          </w:rPr>
          <w:t xml:space="preserve">Resource ID: </w:t>
        </w:r>
        <w:r w:rsidR="001E332E">
          <w:rPr>
            <w:noProof/>
          </w:rPr>
          <w:t>MRS_18_04_</w:t>
        </w:r>
        <w:r w:rsidR="00971CB6" w:rsidRPr="00971CB6">
          <w:t xml:space="preserve"> </w:t>
        </w:r>
        <w:sdt>
          <w:sdtPr>
            <w:alias w:val="Title"/>
            <w:id w:val="-503057548"/>
            <w:placeholder>
              <w:docPart w:val="167E6F07F8AB44A284133DF1BD4B4BE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047CAC">
              <w:t>MEM14005A_StDec_1of1</w:t>
            </w:r>
          </w:sdtContent>
        </w:sdt>
        <w:r>
          <w:rPr>
            <w:noProof/>
          </w:rPr>
          <w:tab/>
        </w:r>
        <w:r w:rsidR="00B054A4" w:rsidRPr="008D467A">
          <w:t xml:space="preserve">Page </w:t>
        </w:r>
        <w:r w:rsidR="00B054A4" w:rsidRPr="008D467A">
          <w:fldChar w:fldCharType="begin"/>
        </w:r>
        <w:r w:rsidR="00B054A4" w:rsidRPr="008D467A">
          <w:instrText xml:space="preserve"> PAGE  \* Arabic  \* MERGEFORMAT </w:instrText>
        </w:r>
        <w:r w:rsidR="00B054A4" w:rsidRPr="008D467A">
          <w:fldChar w:fldCharType="separate"/>
        </w:r>
        <w:r w:rsidR="00047CAC">
          <w:rPr>
            <w:noProof/>
          </w:rPr>
          <w:t>1</w:t>
        </w:r>
        <w:r w:rsidR="00B054A4" w:rsidRPr="008D467A">
          <w:fldChar w:fldCharType="end"/>
        </w:r>
        <w:r w:rsidR="00B054A4" w:rsidRPr="008D467A">
          <w:t xml:space="preserve"> of </w:t>
        </w:r>
        <w:r w:rsidR="00B054A4">
          <w:rPr>
            <w:noProof/>
          </w:rPr>
          <w:fldChar w:fldCharType="begin"/>
        </w:r>
        <w:r w:rsidR="00B054A4">
          <w:rPr>
            <w:noProof/>
          </w:rPr>
          <w:instrText xml:space="preserve"> NUMPAGES  \* Arabic  \* MERGEFORMAT </w:instrText>
        </w:r>
        <w:r w:rsidR="00B054A4">
          <w:rPr>
            <w:noProof/>
          </w:rPr>
          <w:fldChar w:fldCharType="separate"/>
        </w:r>
        <w:r w:rsidR="00047CAC">
          <w:rPr>
            <w:noProof/>
          </w:rPr>
          <w:t>2</w:t>
        </w:r>
        <w:r w:rsidR="00B054A4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29A2D" w14:textId="77777777" w:rsidR="00AA3155" w:rsidRPr="008D467A" w:rsidRDefault="00B054A4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7C16FBD" w14:textId="77777777" w:rsidR="00AA3155" w:rsidRPr="008948B1" w:rsidRDefault="00B054A4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2E872C2" w14:textId="77777777" w:rsidR="00CC4677" w:rsidRPr="00AA3155" w:rsidRDefault="00047CAC" w:rsidP="00EE3A11">
    <w:pPr>
      <w:pStyle w:val="Footer"/>
    </w:pPr>
  </w:p>
  <w:p w14:paraId="0A877929" w14:textId="77777777" w:rsidR="00BA0812" w:rsidRDefault="00047CAC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ECC53" w14:textId="77777777" w:rsidR="00316324" w:rsidRDefault="00B054A4">
      <w:pPr>
        <w:spacing w:before="0" w:after="0" w:line="240" w:lineRule="auto"/>
      </w:pPr>
      <w:r>
        <w:separator/>
      </w:r>
    </w:p>
  </w:footnote>
  <w:footnote w:type="continuationSeparator" w:id="0">
    <w:p w14:paraId="346CCD0E" w14:textId="77777777" w:rsidR="00316324" w:rsidRDefault="00B054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E1A9F" w14:textId="77777777" w:rsidR="00CC4677" w:rsidRDefault="00047CAC" w:rsidP="00EE3A11"/>
  <w:p w14:paraId="2ADFFC16" w14:textId="77777777" w:rsidR="00BA0812" w:rsidRDefault="00047CAC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7FE9D" w14:textId="77777777" w:rsidR="00BA0812" w:rsidRDefault="00B054A4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4A1E178" wp14:editId="4153906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98855" w14:textId="77777777" w:rsidR="004238CB" w:rsidRDefault="00047CAC" w:rsidP="00EE3A11">
    <w:pPr>
      <w:pStyle w:val="Header"/>
    </w:pPr>
  </w:p>
  <w:p w14:paraId="740FEB02" w14:textId="77777777" w:rsidR="00BA0812" w:rsidRDefault="00047CAC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2D06A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7285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873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0F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41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416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2C7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8ED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A1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55066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8460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6AB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0D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AE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0D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5CF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42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7EB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7687FD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6CB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C47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69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86A9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0C52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D6D6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486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223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C22CB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40B7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D47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D2D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20A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82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980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4F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099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B8BA3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CB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5AC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A20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44D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92D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A2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3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30E7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1928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DE49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4661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4D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E17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B4BF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EF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A2B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E05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AD3C8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0F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6C2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23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CE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617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0D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BEFC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CAD1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44FCC5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ACA32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070E0B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A3A40B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A26F4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5A219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5EEB58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487FE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654818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B7CB15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83822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04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50BD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A058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834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63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5A71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66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94B466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046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6C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AB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6D0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830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FEB2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442D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F8E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A10E433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66C79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3E1B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64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B4CC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426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C66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244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D6A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7ABAA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47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2F8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142A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4C52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3A5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49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08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A4B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4DE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0AD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05B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28C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E259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A1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C1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54C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7F96F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085F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927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B435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25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41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20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C4CF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E95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52FCE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9E02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9CA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6A6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702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CF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CB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92D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805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164E0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82D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0EBB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62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2F4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8A5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46C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A13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749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2A209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4A09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26D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1E6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207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FA8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A7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6A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CE18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E59AD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D686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A16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CA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65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81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2E2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83C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DC0F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AD924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E0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A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C86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AE0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A6C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A59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8F0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7AFA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74901C76">
      <w:start w:val="1"/>
      <w:numFmt w:val="decimal"/>
      <w:lvlText w:val="%1."/>
      <w:lvlJc w:val="left"/>
      <w:pPr>
        <w:ind w:left="720" w:hanging="360"/>
      </w:pPr>
    </w:lvl>
    <w:lvl w:ilvl="1" w:tplc="432EBBFC">
      <w:start w:val="1"/>
      <w:numFmt w:val="lowerLetter"/>
      <w:lvlText w:val="%2."/>
      <w:lvlJc w:val="left"/>
      <w:pPr>
        <w:ind w:left="1440" w:hanging="360"/>
      </w:pPr>
    </w:lvl>
    <w:lvl w:ilvl="2" w:tplc="3CD63030">
      <w:start w:val="1"/>
      <w:numFmt w:val="lowerRoman"/>
      <w:lvlText w:val="%3."/>
      <w:lvlJc w:val="right"/>
      <w:pPr>
        <w:ind w:left="2160" w:hanging="180"/>
      </w:pPr>
    </w:lvl>
    <w:lvl w:ilvl="3" w:tplc="FFC85B94">
      <w:start w:val="1"/>
      <w:numFmt w:val="decimal"/>
      <w:lvlText w:val="%4."/>
      <w:lvlJc w:val="left"/>
      <w:pPr>
        <w:ind w:left="2880" w:hanging="360"/>
      </w:pPr>
    </w:lvl>
    <w:lvl w:ilvl="4" w:tplc="9BF46E62">
      <w:start w:val="1"/>
      <w:numFmt w:val="lowerLetter"/>
      <w:lvlText w:val="%5."/>
      <w:lvlJc w:val="left"/>
      <w:pPr>
        <w:ind w:left="3600" w:hanging="360"/>
      </w:pPr>
    </w:lvl>
    <w:lvl w:ilvl="5" w:tplc="1DA24812">
      <w:start w:val="1"/>
      <w:numFmt w:val="lowerRoman"/>
      <w:lvlText w:val="%6."/>
      <w:lvlJc w:val="right"/>
      <w:pPr>
        <w:ind w:left="4320" w:hanging="180"/>
      </w:pPr>
    </w:lvl>
    <w:lvl w:ilvl="6" w:tplc="333E2354">
      <w:start w:val="1"/>
      <w:numFmt w:val="decimal"/>
      <w:lvlText w:val="%7."/>
      <w:lvlJc w:val="left"/>
      <w:pPr>
        <w:ind w:left="5040" w:hanging="360"/>
      </w:pPr>
    </w:lvl>
    <w:lvl w:ilvl="7" w:tplc="9B1E56D6">
      <w:start w:val="1"/>
      <w:numFmt w:val="lowerLetter"/>
      <w:lvlText w:val="%8."/>
      <w:lvlJc w:val="left"/>
      <w:pPr>
        <w:ind w:left="5760" w:hanging="360"/>
      </w:pPr>
    </w:lvl>
    <w:lvl w:ilvl="8" w:tplc="A8C8949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8A323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29A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CF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F67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EE2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DA5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6D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CA3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F663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6C8EF602">
      <w:start w:val="1"/>
      <w:numFmt w:val="decimal"/>
      <w:lvlText w:val="%1."/>
      <w:lvlJc w:val="left"/>
      <w:pPr>
        <w:ind w:left="720" w:hanging="360"/>
      </w:pPr>
    </w:lvl>
    <w:lvl w:ilvl="1" w:tplc="68726BE8">
      <w:start w:val="1"/>
      <w:numFmt w:val="lowerLetter"/>
      <w:lvlText w:val="%2."/>
      <w:lvlJc w:val="left"/>
      <w:pPr>
        <w:ind w:left="1440" w:hanging="360"/>
      </w:pPr>
    </w:lvl>
    <w:lvl w:ilvl="2" w:tplc="0EE02A12">
      <w:start w:val="1"/>
      <w:numFmt w:val="lowerRoman"/>
      <w:lvlText w:val="%3."/>
      <w:lvlJc w:val="right"/>
      <w:pPr>
        <w:ind w:left="2160" w:hanging="180"/>
      </w:pPr>
    </w:lvl>
    <w:lvl w:ilvl="3" w:tplc="80EEC17E" w:tentative="1">
      <w:start w:val="1"/>
      <w:numFmt w:val="decimal"/>
      <w:lvlText w:val="%4."/>
      <w:lvlJc w:val="left"/>
      <w:pPr>
        <w:ind w:left="2880" w:hanging="360"/>
      </w:pPr>
    </w:lvl>
    <w:lvl w:ilvl="4" w:tplc="B672CB42" w:tentative="1">
      <w:start w:val="1"/>
      <w:numFmt w:val="lowerLetter"/>
      <w:lvlText w:val="%5."/>
      <w:lvlJc w:val="left"/>
      <w:pPr>
        <w:ind w:left="3600" w:hanging="360"/>
      </w:pPr>
    </w:lvl>
    <w:lvl w:ilvl="5" w:tplc="44FE47B0" w:tentative="1">
      <w:start w:val="1"/>
      <w:numFmt w:val="lowerRoman"/>
      <w:lvlText w:val="%6."/>
      <w:lvlJc w:val="right"/>
      <w:pPr>
        <w:ind w:left="4320" w:hanging="180"/>
      </w:pPr>
    </w:lvl>
    <w:lvl w:ilvl="6" w:tplc="B388DC72" w:tentative="1">
      <w:start w:val="1"/>
      <w:numFmt w:val="decimal"/>
      <w:lvlText w:val="%7."/>
      <w:lvlJc w:val="left"/>
      <w:pPr>
        <w:ind w:left="5040" w:hanging="360"/>
      </w:pPr>
    </w:lvl>
    <w:lvl w:ilvl="7" w:tplc="AF2E1F5A" w:tentative="1">
      <w:start w:val="1"/>
      <w:numFmt w:val="lowerLetter"/>
      <w:lvlText w:val="%8."/>
      <w:lvlJc w:val="left"/>
      <w:pPr>
        <w:ind w:left="5760" w:hanging="360"/>
      </w:pPr>
    </w:lvl>
    <w:lvl w:ilvl="8" w:tplc="380A1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389299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E8DB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054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82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86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EE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CD0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A6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707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D7F8B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81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1CD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90A4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AE7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0C36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9CB0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4B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2AB3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3FF02B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0808DF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2223A8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67AA2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78BFF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31E47A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7EED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C2ADA3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4D8A6B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0C6606A0">
      <w:start w:val="1"/>
      <w:numFmt w:val="decimal"/>
      <w:lvlText w:val="%1."/>
      <w:lvlJc w:val="left"/>
      <w:pPr>
        <w:ind w:left="720" w:hanging="360"/>
      </w:pPr>
    </w:lvl>
    <w:lvl w:ilvl="1" w:tplc="9E62B3C6" w:tentative="1">
      <w:start w:val="1"/>
      <w:numFmt w:val="lowerLetter"/>
      <w:lvlText w:val="%2."/>
      <w:lvlJc w:val="left"/>
      <w:pPr>
        <w:ind w:left="1440" w:hanging="360"/>
      </w:pPr>
    </w:lvl>
    <w:lvl w:ilvl="2" w:tplc="411C5AA2" w:tentative="1">
      <w:start w:val="1"/>
      <w:numFmt w:val="lowerRoman"/>
      <w:lvlText w:val="%3."/>
      <w:lvlJc w:val="right"/>
      <w:pPr>
        <w:ind w:left="2160" w:hanging="180"/>
      </w:pPr>
    </w:lvl>
    <w:lvl w:ilvl="3" w:tplc="778E05C6" w:tentative="1">
      <w:start w:val="1"/>
      <w:numFmt w:val="decimal"/>
      <w:lvlText w:val="%4."/>
      <w:lvlJc w:val="left"/>
      <w:pPr>
        <w:ind w:left="2880" w:hanging="360"/>
      </w:pPr>
    </w:lvl>
    <w:lvl w:ilvl="4" w:tplc="B91CF024" w:tentative="1">
      <w:start w:val="1"/>
      <w:numFmt w:val="lowerLetter"/>
      <w:lvlText w:val="%5."/>
      <w:lvlJc w:val="left"/>
      <w:pPr>
        <w:ind w:left="3600" w:hanging="360"/>
      </w:pPr>
    </w:lvl>
    <w:lvl w:ilvl="5" w:tplc="4208BAFA" w:tentative="1">
      <w:start w:val="1"/>
      <w:numFmt w:val="lowerRoman"/>
      <w:lvlText w:val="%6."/>
      <w:lvlJc w:val="right"/>
      <w:pPr>
        <w:ind w:left="4320" w:hanging="180"/>
      </w:pPr>
    </w:lvl>
    <w:lvl w:ilvl="6" w:tplc="90CEDCE2" w:tentative="1">
      <w:start w:val="1"/>
      <w:numFmt w:val="decimal"/>
      <w:lvlText w:val="%7."/>
      <w:lvlJc w:val="left"/>
      <w:pPr>
        <w:ind w:left="5040" w:hanging="360"/>
      </w:pPr>
    </w:lvl>
    <w:lvl w:ilvl="7" w:tplc="43EAF510" w:tentative="1">
      <w:start w:val="1"/>
      <w:numFmt w:val="lowerLetter"/>
      <w:lvlText w:val="%8."/>
      <w:lvlJc w:val="left"/>
      <w:pPr>
        <w:ind w:left="5760" w:hanging="360"/>
      </w:pPr>
    </w:lvl>
    <w:lvl w:ilvl="8" w:tplc="02F86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D2CEC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B2B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3A40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8C1F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56B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46B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6D5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B00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40D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CF2A2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E4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BC4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21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83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C74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486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9E24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67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EC9C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C39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A0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C8DE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843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70F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026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6B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61B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D5"/>
    <w:rsid w:val="00047CAC"/>
    <w:rsid w:val="001E332E"/>
    <w:rsid w:val="00316324"/>
    <w:rsid w:val="006269D9"/>
    <w:rsid w:val="008143D5"/>
    <w:rsid w:val="00971CB6"/>
    <w:rsid w:val="00B0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F24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8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E012E1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167E6F07F8AB44A284133DF1BD4B4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D8CCC4-7DDB-46E2-BF1E-340D4B0B557B}"/>
      </w:docPartPr>
      <w:docPartBody>
        <w:p w:rsidR="00CE2854" w:rsidRDefault="00E012E1" w:rsidP="00E012E1">
          <w:pPr>
            <w:pStyle w:val="167E6F07F8AB44A284133DF1BD4B4BE3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2E1"/>
    <w:rsid w:val="00CE2854"/>
    <w:rsid w:val="00E0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2E1"/>
    <w:rPr>
      <w:color w:val="808080"/>
    </w:rPr>
  </w:style>
  <w:style w:type="paragraph" w:customStyle="1" w:styleId="167E6F07F8AB44A284133DF1BD4B4BE3">
    <w:name w:val="167E6F07F8AB44A284133DF1BD4B4BE3"/>
    <w:rsid w:val="00E012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E75CB8C-FC7C-49F2-90B4-D1C770F3E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53032A-5D35-45F8-AC6B-A1AE8299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MEM14005A_StDec_1of1</dc:title>
  <dc:creator/>
  <dc:description>The content in this document is copyright © TAFE NSW 2018.
Generated by the Document Automation for Training and Assessment system (developed by Marc Fearby).</dc:description>
  <cp:lastModifiedBy/>
  <cp:revision>1</cp:revision>
  <dcterms:created xsi:type="dcterms:W3CDTF">2018-12-09T21:11:00Z</dcterms:created>
  <dcterms:modified xsi:type="dcterms:W3CDTF">2019-10-01T05:40:00Z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