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73E44" w14:textId="3B67A4FE" w:rsidR="007C263B" w:rsidRDefault="00555950" w:rsidP="00953E2C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>Knowledge Assessment</w:t>
      </w:r>
      <w:r w:rsidR="00BA4959">
        <w:rPr>
          <w:rFonts w:eastAsia="MS Mincho"/>
        </w:rPr>
        <w:t xml:space="preserve"> </w:t>
      </w:r>
    </w:p>
    <w:p w14:paraId="4B63990B" w14:textId="77777777" w:rsidR="00953E2C" w:rsidRPr="007C263B" w:rsidRDefault="007C263B" w:rsidP="00953E2C">
      <w:pPr>
        <w:pStyle w:val="Heading1"/>
        <w:rPr>
          <w:rFonts w:eastAsia="MS Mincho"/>
          <w:b/>
          <w:color w:val="auto"/>
          <w:sz w:val="28"/>
          <w:szCs w:val="28"/>
        </w:rPr>
      </w:pPr>
      <w:r w:rsidRPr="007C263B">
        <w:rPr>
          <w:rFonts w:eastAsia="MS Mincho"/>
          <w:b/>
          <w:color w:val="auto"/>
          <w:sz w:val="28"/>
          <w:szCs w:val="28"/>
        </w:rPr>
        <w:t>Event 1 of 2</w:t>
      </w:r>
      <w:r w:rsidR="00555950" w:rsidRPr="007C263B">
        <w:rPr>
          <w:rFonts w:eastAsia="MS Mincho"/>
          <w:b/>
          <w:color w:val="auto"/>
          <w:sz w:val="28"/>
          <w:szCs w:val="28"/>
        </w:rPr>
        <w:t xml:space="preserve"> </w:t>
      </w:r>
    </w:p>
    <w:p w14:paraId="741F2775" w14:textId="36F97DE4" w:rsidR="00953E2C" w:rsidRPr="00EF52B6" w:rsidRDefault="66D779DB" w:rsidP="66D779DB">
      <w:pPr>
        <w:pStyle w:val="Heading1"/>
        <w:rPr>
          <w:rFonts w:eastAsia="MS Mincho"/>
        </w:rPr>
      </w:pPr>
      <w:r w:rsidRPr="66D779DB">
        <w:rPr>
          <w:rFonts w:eastAsia="MS Mincho"/>
        </w:rPr>
        <w:t>Trainer &amp; Assessor Marking Guide</w:t>
      </w:r>
    </w:p>
    <w:p w14:paraId="388ECD37" w14:textId="36F97DE4" w:rsidR="00AB226E" w:rsidRDefault="66D779DB" w:rsidP="00AB226E">
      <w:pPr>
        <w:pStyle w:val="Heading2"/>
        <w:spacing w:before="0" w:after="0"/>
      </w:pPr>
      <w:r>
        <w:t>Criteria</w:t>
      </w:r>
    </w:p>
    <w:p w14:paraId="6B699EC7" w14:textId="36F97DE4" w:rsidR="00AB226E" w:rsidRPr="00AB226E" w:rsidRDefault="00AB226E" w:rsidP="66D779DB">
      <w:pPr>
        <w:rPr>
          <w:lang w:eastAsia="en-AU"/>
        </w:rPr>
      </w:pPr>
    </w:p>
    <w:p w14:paraId="59639191" w14:textId="36F97DE4" w:rsidR="00AB226E" w:rsidRDefault="66D779DB" w:rsidP="00AB226E">
      <w:pPr>
        <w:pStyle w:val="Heading3"/>
      </w:pPr>
      <w:r>
        <w:t>Unit code, name and release number</w:t>
      </w:r>
    </w:p>
    <w:p w14:paraId="5BD458AB" w14:textId="36F97DE4" w:rsidR="00AB226E" w:rsidRPr="00D83795" w:rsidRDefault="66D779DB" w:rsidP="66D779D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66D779DB">
        <w:rPr>
          <w:sz w:val="22"/>
          <w:szCs w:val="22"/>
          <w:lang w:eastAsia="en-AU"/>
        </w:rPr>
        <w:t>MEM15002A - Apply quality systems (1)</w:t>
      </w:r>
      <w:bookmarkEnd w:id="1"/>
    </w:p>
    <w:p w14:paraId="7C5A6EA9" w14:textId="36F97DE4" w:rsidR="00AB226E" w:rsidRPr="00A1309E" w:rsidRDefault="66D779DB" w:rsidP="66D779D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0B08AA9E" w14:textId="36F97DE4" w:rsidR="00AB226E" w:rsidRDefault="00AB226E" w:rsidP="00AB226E">
      <w:pPr>
        <w:pStyle w:val="Heading3"/>
        <w:spacing w:after="0"/>
      </w:pPr>
    </w:p>
    <w:p w14:paraId="345441BB" w14:textId="36F97DE4" w:rsidR="00AB226E" w:rsidRDefault="66D779DB" w:rsidP="00AB226E">
      <w:pPr>
        <w:pStyle w:val="Heading3"/>
        <w:spacing w:after="0"/>
      </w:pPr>
      <w:r>
        <w:t>Qualification/Course code, name and release number</w:t>
      </w:r>
    </w:p>
    <w:p w14:paraId="1F6A71FC" w14:textId="36F97DE4" w:rsidR="00AB226E" w:rsidRDefault="66D779DB" w:rsidP="66D779D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 w:rsidRPr="66D779DB">
        <w:rPr>
          <w:sz w:val="22"/>
          <w:szCs w:val="22"/>
          <w:lang w:eastAsia="en-AU"/>
        </w:rPr>
        <w:t>MEM30205 – Certificate III in Engineering – Mechanical Trade (3)</w:t>
      </w:r>
    </w:p>
    <w:p w14:paraId="51A39C39" w14:textId="36F97DE4" w:rsidR="00AB226E" w:rsidRDefault="66D779DB" w:rsidP="66D779D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66D779DB">
        <w:rPr>
          <w:sz w:val="22"/>
          <w:szCs w:val="22"/>
          <w:lang w:eastAsia="en-AU"/>
        </w:rPr>
        <w:t>MEM30305 – Certificate III in Engineering – Fabrication trade (4)</w:t>
      </w:r>
    </w:p>
    <w:p w14:paraId="0CAD2215" w14:textId="36F97DE4" w:rsidR="00AB226E" w:rsidRPr="00A1309E" w:rsidRDefault="66D779DB" w:rsidP="66D779D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66D779DB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5DAB6C7B" w14:textId="77777777" w:rsidR="00953E2C" w:rsidRDefault="00953E2C" w:rsidP="00953E2C">
      <w:pPr>
        <w:rPr>
          <w:lang w:val="en-US" w:bidi="en-US"/>
        </w:rPr>
        <w:sectPr w:rsidR="00953E2C" w:rsidSect="00953E2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EA83D67" w14:textId="77777777" w:rsidR="00953E2C" w:rsidRPr="00C14A60" w:rsidRDefault="00555950" w:rsidP="00953E2C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6C0DCC12" w14:textId="77777777" w:rsidR="00953E2C" w:rsidRPr="00867E80" w:rsidRDefault="00555950" w:rsidP="00953E2C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5B66D5AE" w14:textId="55DCBDE4" w:rsidR="00953E2C" w:rsidRPr="00867E80" w:rsidRDefault="00555950" w:rsidP="00953E2C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803358" w:rsidRPr="00803358">
        <w:rPr>
          <w:i/>
          <w:noProof/>
          <w:color w:val="808080" w:themeColor="background1" w:themeShade="80"/>
        </w:rPr>
        <w:t>16/10/2019</w:t>
      </w:r>
      <w:r w:rsidRPr="00C14A60">
        <w:rPr>
          <w:i/>
          <w:color w:val="FF0000"/>
        </w:rPr>
        <w:fldChar w:fldCharType="end"/>
      </w:r>
    </w:p>
    <w:p w14:paraId="02EB378F" w14:textId="77777777" w:rsidR="00953E2C" w:rsidRPr="00867E80" w:rsidRDefault="00953E2C" w:rsidP="00953E2C">
      <w:pPr>
        <w:pStyle w:val="SmallerText-Black"/>
      </w:pPr>
    </w:p>
    <w:bookmarkEnd w:id="0"/>
    <w:p w14:paraId="6CE75143" w14:textId="77777777" w:rsidR="00953E2C" w:rsidRDefault="00555950" w:rsidP="00953E2C">
      <w:r>
        <w:t>For queries, please contact:</w:t>
      </w:r>
    </w:p>
    <w:p w14:paraId="2C3CD4E5" w14:textId="77777777" w:rsidR="00126D52" w:rsidRDefault="00126D52" w:rsidP="00126D52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IMRS SkillsPoint</w:t>
      </w:r>
    </w:p>
    <w:p w14:paraId="1AAE31B2" w14:textId="77777777" w:rsidR="00126D52" w:rsidRDefault="00126D52" w:rsidP="00126D52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Block B Level 1</w:t>
      </w:r>
    </w:p>
    <w:p w14:paraId="6ACDE5DA" w14:textId="77777777" w:rsidR="00126D52" w:rsidRPr="003D7461" w:rsidRDefault="00126D52" w:rsidP="00126D52">
      <w:pPr>
        <w:pStyle w:val="SmallerText-Black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Hamilton Campus Newcastle</w:t>
      </w:r>
    </w:p>
    <w:p w14:paraId="74E1E31C" w14:textId="77777777" w:rsidR="00953E2C" w:rsidRPr="000301F0" w:rsidRDefault="00555950" w:rsidP="00953E2C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02018DF0" w14:textId="77777777" w:rsidR="00953E2C" w:rsidRPr="00D23A6C" w:rsidRDefault="00555950" w:rsidP="00953E2C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20A15AFA" w14:textId="3D333713" w:rsidR="00953E2C" w:rsidRPr="000301F0" w:rsidRDefault="00555950" w:rsidP="00953E2C">
      <w:pPr>
        <w:pStyle w:val="SmallerText-Black"/>
      </w:pPr>
      <w:r w:rsidRPr="000301F0">
        <w:t>The contents in this docum</w:t>
      </w:r>
      <w:r>
        <w:t>ent is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803358">
        <w:rPr>
          <w:noProof/>
        </w:rPr>
        <w:t>16 October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6A05A809" w14:textId="77777777" w:rsidR="00953E2C" w:rsidRDefault="00953E2C" w:rsidP="00953E2C">
      <w:pPr>
        <w:sectPr w:rsidR="00953E2C" w:rsidSect="00953E2C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56CF4607" w14:textId="77777777" w:rsidR="00953E2C" w:rsidRDefault="00555950" w:rsidP="00953E2C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78B6B414" w14:textId="77777777" w:rsidR="00953E2C" w:rsidRDefault="00555950" w:rsidP="00953E2C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460496" w14:paraId="19407297" w14:textId="77777777" w:rsidTr="44178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1943B530" w14:textId="77777777" w:rsidR="00953E2C" w:rsidRDefault="00555950" w:rsidP="00953E2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5524BBF" w14:textId="77777777" w:rsidR="00953E2C" w:rsidRDefault="00555950" w:rsidP="00953E2C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460496" w14:paraId="7ADC91EC" w14:textId="77777777" w:rsidTr="44178802">
        <w:tc>
          <w:tcPr>
            <w:tcW w:w="2405" w:type="dxa"/>
            <w:vAlign w:val="top"/>
          </w:tcPr>
          <w:p w14:paraId="221DFD71" w14:textId="77777777" w:rsidR="00953E2C" w:rsidRPr="00B30F8E" w:rsidRDefault="00555950" w:rsidP="00953E2C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53C275EF" w14:textId="77777777" w:rsidR="00953E2C" w:rsidRPr="00126D52" w:rsidRDefault="00555950" w:rsidP="00CE693B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</w:t>
            </w:r>
            <w:r w:rsidR="00126D52">
              <w:rPr>
                <w:sz w:val="22"/>
                <w:szCs w:val="22"/>
                <w:lang w:eastAsia="en-AU"/>
              </w:rPr>
              <w:t xml:space="preserve"> on their knowledge of the unit </w:t>
            </w:r>
            <w:r w:rsidR="00CE693B">
              <w:rPr>
                <w:sz w:val="22"/>
                <w:szCs w:val="22"/>
                <w:lang w:eastAsia="en-AU"/>
              </w:rPr>
              <w:t>MEM15002A Apply quality systems</w:t>
            </w:r>
          </w:p>
          <w:p w14:paraId="7764E84B" w14:textId="2A87F338" w:rsidR="00126D52" w:rsidRPr="00C14A60" w:rsidRDefault="44178802" w:rsidP="44178802">
            <w:pPr>
              <w:pStyle w:val="Body"/>
              <w:rPr>
                <w:sz w:val="22"/>
                <w:szCs w:val="22"/>
              </w:rPr>
            </w:pPr>
            <w:r w:rsidRPr="44178802">
              <w:rPr>
                <w:sz w:val="22"/>
                <w:szCs w:val="22"/>
              </w:rPr>
              <w:t>This assessment is in 3 parts:</w:t>
            </w:r>
          </w:p>
          <w:p w14:paraId="10A1BB6E" w14:textId="77777777" w:rsidR="00126D52" w:rsidRPr="004F209A" w:rsidRDefault="00126D52" w:rsidP="006E1881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4F209A">
              <w:rPr>
                <w:sz w:val="22"/>
                <w:szCs w:val="22"/>
              </w:rPr>
              <w:t>Multiple choice questions</w:t>
            </w:r>
          </w:p>
          <w:p w14:paraId="37A9779F" w14:textId="77777777" w:rsidR="00126D52" w:rsidRPr="004F209A" w:rsidRDefault="00126D52" w:rsidP="006E1881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4F209A">
              <w:rPr>
                <w:sz w:val="22"/>
                <w:szCs w:val="22"/>
              </w:rPr>
              <w:t>True or False questions</w:t>
            </w:r>
          </w:p>
          <w:p w14:paraId="3F8E1B03" w14:textId="77777777" w:rsidR="00126D52" w:rsidRPr="004F209A" w:rsidRDefault="44178802" w:rsidP="006E1881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44178802">
              <w:rPr>
                <w:sz w:val="22"/>
                <w:szCs w:val="22"/>
              </w:rPr>
              <w:t>Short answer questions</w:t>
            </w:r>
          </w:p>
          <w:p w14:paraId="35FDE0DB" w14:textId="77777777" w:rsidR="00953E2C" w:rsidRPr="00B30F8E" w:rsidRDefault="00555950" w:rsidP="00953E2C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4210AA1C" w14:textId="77777777" w:rsidR="00953E2C" w:rsidRDefault="00555950" w:rsidP="00953E2C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7545A015" w14:textId="38BA92AB" w:rsidR="3CC11AFE" w:rsidRDefault="5D11677A" w:rsidP="3CC11AFE">
            <w:pPr>
              <w:pStyle w:val="Body"/>
              <w:rPr>
                <w:sz w:val="22"/>
                <w:szCs w:val="22"/>
                <w:lang w:eastAsia="en-AU"/>
              </w:rPr>
            </w:pPr>
            <w:r w:rsidRPr="5D11677A">
              <w:rPr>
                <w:sz w:val="22"/>
                <w:szCs w:val="22"/>
                <w:lang w:eastAsia="en-AU"/>
              </w:rPr>
              <w:t xml:space="preserve">The student’s response to each question must contain the information indicated in this marking guide in order for their response to be correct. However, if a student provides information other than indicated below, and in the professional opinion of the assessor it is appropriate and meets the intent of the question, it may be considered correct. </w:t>
            </w:r>
          </w:p>
          <w:p w14:paraId="74A32111" w14:textId="1D6BE708" w:rsidR="00953E2C" w:rsidRDefault="220C9EA8" w:rsidP="220C9EA8">
            <w:pPr>
              <w:pStyle w:val="Body"/>
              <w:rPr>
                <w:sz w:val="22"/>
                <w:szCs w:val="22"/>
                <w:lang w:eastAsia="en-AU"/>
              </w:rPr>
            </w:pPr>
            <w:r w:rsidRPr="220C9EA8"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40EA6A8F" w14:textId="24EDF1CF" w:rsidR="220C9EA8" w:rsidRDefault="220C9EA8" w:rsidP="220C9EA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220C9EA8">
              <w:rPr>
                <w:rFonts w:ascii="Calibri" w:eastAsia="Calibri" w:hAnsi="Calibri" w:cs="Calibri"/>
                <w:sz w:val="22"/>
                <w:szCs w:val="22"/>
              </w:rPr>
              <w:t>Complete the assessment feedback to the student and ensure you have taken a copy of the assessment prior to it being returned to the student.</w:t>
            </w:r>
          </w:p>
          <w:p w14:paraId="3CC69F6D" w14:textId="36156DE6" w:rsidR="00953E2C" w:rsidRPr="00B30F8E" w:rsidRDefault="220C9EA8" w:rsidP="220C9EA8">
            <w:pPr>
              <w:pStyle w:val="Body"/>
              <w:rPr>
                <w:sz w:val="22"/>
                <w:szCs w:val="22"/>
                <w:lang w:eastAsia="en-AU"/>
              </w:rPr>
            </w:pPr>
            <w:r w:rsidRPr="220C9EA8"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460496" w14:paraId="3E58F2BA" w14:textId="77777777" w:rsidTr="44178802">
        <w:tc>
          <w:tcPr>
            <w:tcW w:w="2405" w:type="dxa"/>
            <w:vAlign w:val="top"/>
          </w:tcPr>
          <w:p w14:paraId="6272A785" w14:textId="77777777" w:rsidR="00953E2C" w:rsidRPr="00B30F8E" w:rsidRDefault="00555950" w:rsidP="00953E2C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4EA7F6D0" w14:textId="77777777" w:rsidR="00953E2C" w:rsidRPr="00B30F8E" w:rsidRDefault="00555950" w:rsidP="00953E2C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B93E152" w14:textId="77777777" w:rsidR="00953E2C" w:rsidRPr="00B30F8E" w:rsidRDefault="00555950" w:rsidP="00953E2C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62C3202E" w14:textId="77777777" w:rsidR="00953E2C" w:rsidRPr="00B30F8E" w:rsidRDefault="00555950" w:rsidP="00953E2C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445BB434" w14:textId="77777777" w:rsidR="00953E2C" w:rsidRPr="00B30F8E" w:rsidRDefault="00555950" w:rsidP="006E1881">
            <w:pPr>
              <w:numPr>
                <w:ilvl w:val="0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7630F39F" w14:textId="77777777" w:rsidR="00953E2C" w:rsidRPr="00B30F8E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7B4ECD9F" w14:textId="77777777" w:rsidR="00953E2C" w:rsidRPr="00B30F8E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30A9862F" w14:textId="77777777" w:rsidR="00953E2C" w:rsidRPr="00B30F8E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09A39B12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0BB52E25" w14:textId="77777777" w:rsidR="00953E2C" w:rsidRDefault="00555950" w:rsidP="006E1881">
            <w:pPr>
              <w:numPr>
                <w:ilvl w:val="0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1C8368C3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1DB32CCD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7CBFF3B9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586565A1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1611DA3A" w14:textId="77777777" w:rsidR="00953E2C" w:rsidRDefault="00555950" w:rsidP="006E1881">
            <w:pPr>
              <w:numPr>
                <w:ilvl w:val="0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48C5D9F7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1D154C84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4F195360" w14:textId="77777777" w:rsidR="00953E2C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46168E0F" w14:textId="77777777" w:rsidR="00953E2C" w:rsidRPr="00B30F8E" w:rsidRDefault="00555950" w:rsidP="006E1881">
            <w:pPr>
              <w:numPr>
                <w:ilvl w:val="1"/>
                <w:numId w:val="11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460496" w14:paraId="4B163A85" w14:textId="77777777" w:rsidTr="44178802">
        <w:tc>
          <w:tcPr>
            <w:tcW w:w="2405" w:type="dxa"/>
            <w:vAlign w:val="top"/>
          </w:tcPr>
          <w:p w14:paraId="58170FDA" w14:textId="77777777" w:rsidR="00953E2C" w:rsidRPr="002E7A2C" w:rsidRDefault="00555950" w:rsidP="00953E2C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742BF39D" w14:textId="77777777" w:rsidR="00953E2C" w:rsidRPr="00B30F8E" w:rsidRDefault="00126D52" w:rsidP="00953E2C">
            <w:pPr>
              <w:rPr>
                <w:sz w:val="22"/>
                <w:szCs w:val="22"/>
                <w:lang w:eastAsia="en-AU"/>
              </w:rPr>
            </w:pPr>
            <w:r w:rsidRPr="00D161EB">
              <w:rPr>
                <w:sz w:val="22"/>
                <w:szCs w:val="22"/>
              </w:rPr>
              <w:t>Pens, pencils</w:t>
            </w:r>
            <w:r>
              <w:rPr>
                <w:sz w:val="22"/>
                <w:szCs w:val="22"/>
              </w:rPr>
              <w:t>, eraser, 150mm rule</w:t>
            </w:r>
          </w:p>
        </w:tc>
      </w:tr>
      <w:tr w:rsidR="00460496" w14:paraId="644FBABE" w14:textId="77777777" w:rsidTr="44178802">
        <w:tc>
          <w:tcPr>
            <w:tcW w:w="2405" w:type="dxa"/>
            <w:vAlign w:val="top"/>
          </w:tcPr>
          <w:p w14:paraId="50B7AF1F" w14:textId="77777777" w:rsidR="00953E2C" w:rsidRPr="002E7A2C" w:rsidRDefault="00555950" w:rsidP="00953E2C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78F684D7" w14:textId="2D02297E" w:rsidR="00953E2C" w:rsidRPr="0067653D" w:rsidRDefault="220C9EA8" w:rsidP="220C9EA8">
            <w:pPr>
              <w:rPr>
                <w:i/>
                <w:iCs/>
                <w:sz w:val="22"/>
                <w:szCs w:val="22"/>
                <w:lang w:eastAsia="en-AU"/>
              </w:rPr>
            </w:pPr>
            <w:r w:rsidRPr="220C9EA8">
              <w:rPr>
                <w:sz w:val="22"/>
                <w:szCs w:val="22"/>
                <w:lang w:eastAsia="en-AU"/>
              </w:rPr>
              <w:t>Classroom suitable for conducting written assessment test</w:t>
            </w:r>
          </w:p>
        </w:tc>
      </w:tr>
      <w:tr w:rsidR="00460496" w14:paraId="21B3C9D4" w14:textId="77777777" w:rsidTr="44178802">
        <w:tc>
          <w:tcPr>
            <w:tcW w:w="2405" w:type="dxa"/>
            <w:vAlign w:val="top"/>
          </w:tcPr>
          <w:p w14:paraId="1B28797C" w14:textId="77777777" w:rsidR="00953E2C" w:rsidRPr="0067653D" w:rsidRDefault="00555950" w:rsidP="00953E2C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12437699" w14:textId="77777777" w:rsidR="00953E2C" w:rsidRPr="00126D52" w:rsidRDefault="00126D52" w:rsidP="00953E2C">
            <w:pPr>
              <w:rPr>
                <w:sz w:val="22"/>
                <w:szCs w:val="22"/>
                <w:lang w:eastAsia="en-AU"/>
              </w:rPr>
            </w:pPr>
            <w:r w:rsidRPr="00126D52"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5A39BBE3" w14:textId="77777777" w:rsidR="00953E2C" w:rsidRDefault="00555950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4F0E38EA" w14:textId="77777777" w:rsidR="00126D52" w:rsidRPr="003E5787" w:rsidRDefault="00126D52" w:rsidP="00126D52">
      <w:pPr>
        <w:pStyle w:val="Heading2"/>
      </w:pPr>
      <w:r w:rsidRPr="003E5787">
        <w:lastRenderedPageBreak/>
        <w:t>Part 1: Multiple choice</w:t>
      </w:r>
    </w:p>
    <w:p w14:paraId="4D4F5163" w14:textId="77777777" w:rsidR="00126D52" w:rsidRPr="0063453E" w:rsidRDefault="00126D52" w:rsidP="00126D52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3817E032" w14:textId="2EE6176F" w:rsidR="00126D52" w:rsidRPr="0074641C" w:rsidRDefault="4F07227C" w:rsidP="4F07227C">
      <w:pPr>
        <w:pStyle w:val="Caption"/>
        <w:keepNext/>
        <w:numPr>
          <w:ilvl w:val="0"/>
          <w:numId w:val="7"/>
        </w:numPr>
        <w:ind w:left="644"/>
        <w:rPr>
          <w:color w:val="auto"/>
          <w:sz w:val="22"/>
          <w:szCs w:val="22"/>
        </w:rPr>
      </w:pPr>
      <w:r w:rsidRPr="4F07227C">
        <w:rPr>
          <w:color w:val="auto"/>
          <w:sz w:val="22"/>
          <w:szCs w:val="22"/>
        </w:rPr>
        <w:t>(RK5, RK6, RK18) (RS1) (PC2.3) Before commencing work on a piece of equipment, all relevant safety and technical information could be accessed in:</w:t>
      </w:r>
    </w:p>
    <w:p w14:paraId="14AB752A" w14:textId="77777777" w:rsidR="00126D52" w:rsidRPr="00FA64C5" w:rsidRDefault="00126D52" w:rsidP="00126D52">
      <w:pPr>
        <w:pStyle w:val="Caption"/>
        <w:keepNext/>
        <w:spacing w:before="0" w:line="240" w:lineRule="auto"/>
      </w:pPr>
      <w:r w:rsidRPr="00FA64C5">
        <w:t xml:space="preserve">Table </w:t>
      </w:r>
      <w:r>
        <w:rPr>
          <w:noProof/>
        </w:rPr>
        <w:t>1:</w:t>
      </w:r>
      <w:r>
        <w:t xml:space="preserve"> M</w:t>
      </w:r>
      <w:r w:rsidRPr="00FA64C5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:rsidRPr="00FA64C5" w14:paraId="2693317C" w14:textId="77777777" w:rsidTr="66D77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3206B2D" w14:textId="77777777" w:rsidR="00126D52" w:rsidRPr="00FA64C5" w:rsidRDefault="00126D52" w:rsidP="00953E2C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4E88AEC" w14:textId="77777777" w:rsidR="00126D52" w:rsidRPr="00FA64C5" w:rsidRDefault="00126D52" w:rsidP="00953E2C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126D52" w:rsidRPr="00FA64C5" w14:paraId="5AACD033" w14:textId="77777777" w:rsidTr="66D779DB">
        <w:trPr>
          <w:trHeight w:val="510"/>
        </w:trPr>
        <w:tc>
          <w:tcPr>
            <w:tcW w:w="7650" w:type="dxa"/>
          </w:tcPr>
          <w:p w14:paraId="14F16BA8" w14:textId="77777777" w:rsidR="00126D52" w:rsidRPr="00FA64C5" w:rsidRDefault="00126D52" w:rsidP="006E1881">
            <w:pPr>
              <w:pStyle w:val="Body"/>
              <w:numPr>
                <w:ilvl w:val="0"/>
                <w:numId w:val="15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Technical manuals/specifications</w:t>
            </w:r>
          </w:p>
        </w:tc>
        <w:tc>
          <w:tcPr>
            <w:tcW w:w="1410" w:type="dxa"/>
          </w:tcPr>
          <w:p w14:paraId="41C8F396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39E9BE49" w14:textId="77777777" w:rsidTr="66D779DB">
        <w:trPr>
          <w:trHeight w:val="510"/>
        </w:trPr>
        <w:tc>
          <w:tcPr>
            <w:tcW w:w="7650" w:type="dxa"/>
          </w:tcPr>
          <w:p w14:paraId="15CCE56E" w14:textId="11D620BA" w:rsidR="00126D52" w:rsidRPr="00FA64C5" w:rsidRDefault="66D779DB" w:rsidP="66D779DB">
            <w:pPr>
              <w:pStyle w:val="Body"/>
              <w:numPr>
                <w:ilvl w:val="0"/>
                <w:numId w:val="15"/>
              </w:numPr>
              <w:spacing w:before="0" w:after="0" w:line="240" w:lineRule="auto"/>
              <w:rPr>
                <w:sz w:val="22"/>
                <w:szCs w:val="22"/>
              </w:rPr>
            </w:pPr>
            <w:r w:rsidRPr="66D779DB">
              <w:rPr>
                <w:sz w:val="22"/>
                <w:szCs w:val="22"/>
              </w:rPr>
              <w:t>Service logbooks and maintenance manuals</w:t>
            </w:r>
          </w:p>
        </w:tc>
        <w:tc>
          <w:tcPr>
            <w:tcW w:w="1410" w:type="dxa"/>
          </w:tcPr>
          <w:p w14:paraId="72A3D3EC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13F0281F" w14:textId="77777777" w:rsidTr="66D779DB">
        <w:trPr>
          <w:trHeight w:val="510"/>
        </w:trPr>
        <w:tc>
          <w:tcPr>
            <w:tcW w:w="7650" w:type="dxa"/>
          </w:tcPr>
          <w:p w14:paraId="397EFB3C" w14:textId="77777777" w:rsidR="00126D52" w:rsidRPr="00FA64C5" w:rsidRDefault="00126D52" w:rsidP="006E1881">
            <w:pPr>
              <w:pStyle w:val="Body"/>
              <w:numPr>
                <w:ilvl w:val="0"/>
                <w:numId w:val="15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Safe operating procedures (SOP)</w:t>
            </w:r>
          </w:p>
        </w:tc>
        <w:tc>
          <w:tcPr>
            <w:tcW w:w="1410" w:type="dxa"/>
          </w:tcPr>
          <w:p w14:paraId="0D0B940D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723AAD3E" w14:textId="77777777" w:rsidTr="66D779DB">
        <w:trPr>
          <w:trHeight w:val="510"/>
        </w:trPr>
        <w:tc>
          <w:tcPr>
            <w:tcW w:w="7650" w:type="dxa"/>
          </w:tcPr>
          <w:p w14:paraId="4CEB9443" w14:textId="77777777" w:rsidR="00126D52" w:rsidRPr="00FA64C5" w:rsidRDefault="00126D52" w:rsidP="006E1881">
            <w:pPr>
              <w:pStyle w:val="Body"/>
              <w:numPr>
                <w:ilvl w:val="0"/>
                <w:numId w:val="15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Drawings and exploded views</w:t>
            </w:r>
          </w:p>
        </w:tc>
        <w:tc>
          <w:tcPr>
            <w:tcW w:w="1410" w:type="dxa"/>
          </w:tcPr>
          <w:p w14:paraId="0E27B00A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6BE24674" w14:textId="77777777" w:rsidTr="66D779DB">
        <w:trPr>
          <w:trHeight w:val="510"/>
        </w:trPr>
        <w:tc>
          <w:tcPr>
            <w:tcW w:w="7650" w:type="dxa"/>
          </w:tcPr>
          <w:p w14:paraId="3DB9E769" w14:textId="77777777" w:rsidR="00126D52" w:rsidRPr="00FA64C5" w:rsidRDefault="00126D52" w:rsidP="006E1881">
            <w:pPr>
              <w:pStyle w:val="Body"/>
              <w:numPr>
                <w:ilvl w:val="0"/>
                <w:numId w:val="15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33096EF0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60061E4C" w14:textId="77777777" w:rsidR="00126D52" w:rsidRPr="00FA64C5" w:rsidRDefault="00126D52" w:rsidP="00126D52">
      <w:pPr>
        <w:tabs>
          <w:tab w:val="clear" w:pos="284"/>
        </w:tabs>
        <w:spacing w:before="0" w:after="200" w:line="240" w:lineRule="auto"/>
        <w:rPr>
          <w:sz w:val="22"/>
          <w:szCs w:val="22"/>
        </w:rPr>
      </w:pPr>
    </w:p>
    <w:p w14:paraId="29FADB6D" w14:textId="5A9493DB" w:rsidR="00126D52" w:rsidRPr="0074641C" w:rsidRDefault="4BD909EC" w:rsidP="4BD909EC">
      <w:pPr>
        <w:pStyle w:val="Caption"/>
        <w:keepNext/>
        <w:numPr>
          <w:ilvl w:val="0"/>
          <w:numId w:val="7"/>
        </w:numPr>
        <w:spacing w:before="0" w:line="360" w:lineRule="auto"/>
        <w:ind w:left="644"/>
        <w:rPr>
          <w:color w:val="auto"/>
          <w:sz w:val="22"/>
          <w:szCs w:val="22"/>
        </w:rPr>
      </w:pPr>
      <w:r w:rsidRPr="4BD909EC">
        <w:rPr>
          <w:color w:val="auto"/>
          <w:sz w:val="22"/>
          <w:szCs w:val="22"/>
        </w:rPr>
        <w:t>(RK17) (RS1) Where would you find the Standard Operating Procedure for a machine?</w:t>
      </w:r>
    </w:p>
    <w:p w14:paraId="4A3475BE" w14:textId="77777777" w:rsidR="00126D52" w:rsidRPr="00FA64C5" w:rsidRDefault="00126D52" w:rsidP="00126D52">
      <w:pPr>
        <w:pStyle w:val="Caption"/>
        <w:keepNext/>
        <w:spacing w:before="0" w:line="360" w:lineRule="auto"/>
      </w:pPr>
      <w:r w:rsidRPr="00FA64C5">
        <w:t xml:space="preserve">Table </w:t>
      </w:r>
      <w:r>
        <w:rPr>
          <w:noProof/>
        </w:rPr>
        <w:t>2:</w:t>
      </w:r>
      <w:r>
        <w:t xml:space="preserve"> M</w:t>
      </w:r>
      <w:r w:rsidRPr="00FA64C5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:rsidRPr="00FA64C5" w14:paraId="4125A4A7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79715106" w14:textId="77777777" w:rsidR="00126D52" w:rsidRPr="00FA64C5" w:rsidRDefault="00126D52" w:rsidP="00953E2C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12F598D" w14:textId="77777777" w:rsidR="00126D52" w:rsidRPr="00FA64C5" w:rsidRDefault="00126D52" w:rsidP="00953E2C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126D52" w:rsidRPr="00FA64C5" w14:paraId="46D9F47B" w14:textId="77777777" w:rsidTr="00953E2C">
        <w:trPr>
          <w:trHeight w:val="510"/>
        </w:trPr>
        <w:tc>
          <w:tcPr>
            <w:tcW w:w="7650" w:type="dxa"/>
          </w:tcPr>
          <w:p w14:paraId="5C5FB80E" w14:textId="77777777" w:rsidR="00126D52" w:rsidRPr="00FA64C5" w:rsidRDefault="00126D52" w:rsidP="006E1881">
            <w:pPr>
              <w:pStyle w:val="Body"/>
              <w:numPr>
                <w:ilvl w:val="0"/>
                <w:numId w:val="14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On or next to a machine</w:t>
            </w:r>
          </w:p>
        </w:tc>
        <w:tc>
          <w:tcPr>
            <w:tcW w:w="1410" w:type="dxa"/>
          </w:tcPr>
          <w:p w14:paraId="44EAFD9C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381F42AE" w14:textId="77777777" w:rsidTr="00953E2C">
        <w:trPr>
          <w:trHeight w:val="510"/>
        </w:trPr>
        <w:tc>
          <w:tcPr>
            <w:tcW w:w="7650" w:type="dxa"/>
          </w:tcPr>
          <w:p w14:paraId="26BB2CEA" w14:textId="77777777" w:rsidR="00126D52" w:rsidRPr="00FA64C5" w:rsidRDefault="00126D52" w:rsidP="006E1881">
            <w:pPr>
              <w:pStyle w:val="Body"/>
              <w:numPr>
                <w:ilvl w:val="0"/>
                <w:numId w:val="14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Manufactures handbook</w:t>
            </w:r>
          </w:p>
        </w:tc>
        <w:tc>
          <w:tcPr>
            <w:tcW w:w="1410" w:type="dxa"/>
          </w:tcPr>
          <w:p w14:paraId="4B94D5A5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014B7363" w14:textId="77777777" w:rsidTr="00953E2C">
        <w:trPr>
          <w:trHeight w:val="510"/>
        </w:trPr>
        <w:tc>
          <w:tcPr>
            <w:tcW w:w="7650" w:type="dxa"/>
          </w:tcPr>
          <w:p w14:paraId="4F8FA45B" w14:textId="77777777" w:rsidR="00126D52" w:rsidRPr="00FA64C5" w:rsidRDefault="00126D52" w:rsidP="006E1881">
            <w:pPr>
              <w:pStyle w:val="Body"/>
              <w:numPr>
                <w:ilvl w:val="0"/>
                <w:numId w:val="14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Supervisor/managers office</w:t>
            </w:r>
          </w:p>
        </w:tc>
        <w:tc>
          <w:tcPr>
            <w:tcW w:w="1410" w:type="dxa"/>
          </w:tcPr>
          <w:p w14:paraId="3DEEC669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101A2D13" w14:textId="77777777" w:rsidTr="00953E2C">
        <w:trPr>
          <w:trHeight w:val="510"/>
        </w:trPr>
        <w:tc>
          <w:tcPr>
            <w:tcW w:w="7650" w:type="dxa"/>
          </w:tcPr>
          <w:p w14:paraId="2EE2E7DF" w14:textId="77777777" w:rsidR="00126D52" w:rsidRPr="00FA64C5" w:rsidRDefault="00126D52" w:rsidP="006E1881">
            <w:pPr>
              <w:pStyle w:val="Body"/>
              <w:numPr>
                <w:ilvl w:val="0"/>
                <w:numId w:val="14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7E0CB7FE" w14:textId="77777777" w:rsidR="00126D52" w:rsidRPr="00FA64C5" w:rsidRDefault="00126D52" w:rsidP="00953E2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3656B9AB" w14:textId="77777777" w:rsidR="00126D52" w:rsidRDefault="00126D52" w:rsidP="00126D52">
      <w:pPr>
        <w:pStyle w:val="Body"/>
        <w:spacing w:line="240" w:lineRule="auto"/>
        <w:rPr>
          <w:sz w:val="22"/>
          <w:szCs w:val="22"/>
        </w:rPr>
      </w:pPr>
    </w:p>
    <w:p w14:paraId="242F198D" w14:textId="77777777" w:rsidR="00126D52" w:rsidRDefault="00B2749C" w:rsidP="006E1881">
      <w:pPr>
        <w:pStyle w:val="Body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</w:t>
      </w:r>
      <w:r w:rsidR="009B5512">
        <w:rPr>
          <w:sz w:val="22"/>
          <w:szCs w:val="22"/>
        </w:rPr>
        <w:t>RK17</w:t>
      </w:r>
      <w:r>
        <w:rPr>
          <w:sz w:val="22"/>
          <w:szCs w:val="22"/>
        </w:rPr>
        <w:t>)</w:t>
      </w:r>
      <w:r w:rsidR="005400BF">
        <w:rPr>
          <w:sz w:val="22"/>
          <w:szCs w:val="22"/>
        </w:rPr>
        <w:t xml:space="preserve"> (RS1) </w:t>
      </w:r>
      <w:r w:rsidR="00126D52">
        <w:rPr>
          <w:sz w:val="22"/>
          <w:szCs w:val="22"/>
        </w:rPr>
        <w:t>Why do we use SOPs’</w:t>
      </w:r>
      <w:r w:rsidR="0060554E">
        <w:rPr>
          <w:sz w:val="22"/>
          <w:szCs w:val="22"/>
        </w:rPr>
        <w:t>?</w:t>
      </w:r>
    </w:p>
    <w:p w14:paraId="3CA6E214" w14:textId="77777777" w:rsidR="00126D52" w:rsidRPr="00C070B7" w:rsidRDefault="00126D52" w:rsidP="00126D52">
      <w:pPr>
        <w:pStyle w:val="Caption"/>
        <w:keepNext/>
        <w:spacing w:line="240" w:lineRule="auto"/>
      </w:pPr>
      <w:r w:rsidRPr="00C070B7">
        <w:t xml:space="preserve">Table </w:t>
      </w:r>
      <w:r>
        <w:rPr>
          <w:noProof/>
        </w:rPr>
        <w:t>2</w:t>
      </w:r>
      <w:r w:rsidRPr="00C070B7">
        <w:rPr>
          <w:noProof/>
        </w:rPr>
        <w:t>:</w:t>
      </w:r>
      <w:r w:rsidRPr="00C070B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:rsidRPr="00C070B7" w14:paraId="656D6116" w14:textId="77777777" w:rsidTr="4BD90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797B07C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09181D2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Put X next to your answer</w:t>
            </w:r>
          </w:p>
        </w:tc>
      </w:tr>
      <w:tr w:rsidR="00126D52" w:rsidRPr="00C070B7" w14:paraId="46C2EF3C" w14:textId="77777777" w:rsidTr="4BD909EC">
        <w:tc>
          <w:tcPr>
            <w:tcW w:w="7650" w:type="dxa"/>
          </w:tcPr>
          <w:p w14:paraId="55AE5AC9" w14:textId="77777777" w:rsidR="00126D52" w:rsidRPr="00C070B7" w:rsidRDefault="00126D52" w:rsidP="006E1881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show you how well a machine runs</w:t>
            </w:r>
          </w:p>
        </w:tc>
        <w:tc>
          <w:tcPr>
            <w:tcW w:w="1410" w:type="dxa"/>
          </w:tcPr>
          <w:p w14:paraId="45FB0818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C070B7" w14:paraId="674A5A31" w14:textId="77777777" w:rsidTr="4BD909EC">
        <w:tc>
          <w:tcPr>
            <w:tcW w:w="7650" w:type="dxa"/>
          </w:tcPr>
          <w:p w14:paraId="40F2A8BA" w14:textId="0F7B6A1D" w:rsidR="00126D52" w:rsidRPr="00C070B7" w:rsidRDefault="4BD909EC" w:rsidP="4BD909EC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 w:rsidRPr="4BD909EC">
              <w:rPr>
                <w:sz w:val="22"/>
                <w:szCs w:val="22"/>
              </w:rPr>
              <w:t>To follow a set of instructions to complete a task</w:t>
            </w:r>
          </w:p>
        </w:tc>
        <w:tc>
          <w:tcPr>
            <w:tcW w:w="1410" w:type="dxa"/>
          </w:tcPr>
          <w:p w14:paraId="41E61A33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:rsidRPr="00C070B7" w14:paraId="4D78BC98" w14:textId="77777777" w:rsidTr="4BD909EC">
        <w:tc>
          <w:tcPr>
            <w:tcW w:w="7650" w:type="dxa"/>
          </w:tcPr>
          <w:p w14:paraId="75E26276" w14:textId="77777777" w:rsidR="00126D52" w:rsidRPr="00C070B7" w:rsidRDefault="00126D52" w:rsidP="006E1881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 emergency evacuation routes</w:t>
            </w:r>
          </w:p>
        </w:tc>
        <w:tc>
          <w:tcPr>
            <w:tcW w:w="1410" w:type="dxa"/>
          </w:tcPr>
          <w:p w14:paraId="049F31CB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C070B7" w14:paraId="6DEA841C" w14:textId="77777777" w:rsidTr="4BD909EC">
        <w:tc>
          <w:tcPr>
            <w:tcW w:w="7650" w:type="dxa"/>
          </w:tcPr>
          <w:p w14:paraId="7171CA4F" w14:textId="77777777" w:rsidR="00126D52" w:rsidRPr="00C070B7" w:rsidRDefault="00126D52" w:rsidP="006E1881">
            <w:pPr>
              <w:pStyle w:val="Body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avoid producing products of minimal quality</w:t>
            </w:r>
          </w:p>
        </w:tc>
        <w:tc>
          <w:tcPr>
            <w:tcW w:w="1410" w:type="dxa"/>
          </w:tcPr>
          <w:p w14:paraId="53128261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62486C05" w14:textId="77777777" w:rsidR="00126D52" w:rsidRDefault="00126D52" w:rsidP="00126D52">
      <w:pPr>
        <w:pStyle w:val="Body"/>
        <w:spacing w:line="276" w:lineRule="auto"/>
        <w:rPr>
          <w:sz w:val="22"/>
          <w:szCs w:val="22"/>
        </w:rPr>
      </w:pPr>
    </w:p>
    <w:p w14:paraId="3231B820" w14:textId="77777777" w:rsidR="00126D52" w:rsidRPr="00FA64C5" w:rsidRDefault="00B2749C" w:rsidP="006E1881">
      <w:pPr>
        <w:pStyle w:val="Body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</w:t>
      </w:r>
      <w:r w:rsidR="004A3184">
        <w:rPr>
          <w:sz w:val="22"/>
          <w:szCs w:val="22"/>
        </w:rPr>
        <w:t>RK17,</w:t>
      </w:r>
      <w:r w:rsidR="009B5512">
        <w:rPr>
          <w:sz w:val="22"/>
          <w:szCs w:val="22"/>
        </w:rPr>
        <w:t xml:space="preserve"> RK18</w:t>
      </w:r>
      <w:r>
        <w:rPr>
          <w:sz w:val="22"/>
          <w:szCs w:val="22"/>
        </w:rPr>
        <w:t>)</w:t>
      </w:r>
      <w:r w:rsidR="00614A63">
        <w:rPr>
          <w:sz w:val="22"/>
          <w:szCs w:val="22"/>
        </w:rPr>
        <w:t xml:space="preserve"> </w:t>
      </w:r>
      <w:r w:rsidR="00126D52" w:rsidRPr="00FA64C5">
        <w:rPr>
          <w:sz w:val="22"/>
          <w:szCs w:val="22"/>
        </w:rPr>
        <w:t>If you are going onto a new worksite, whom should you talk to first about site WHS procedures?</w:t>
      </w:r>
    </w:p>
    <w:p w14:paraId="3F8C046E" w14:textId="77777777" w:rsidR="00126D52" w:rsidRPr="00FA64C5" w:rsidRDefault="00126D52" w:rsidP="00126D52">
      <w:pPr>
        <w:pStyle w:val="Caption"/>
        <w:keepNext/>
        <w:spacing w:line="276" w:lineRule="auto"/>
      </w:pPr>
      <w:r w:rsidRPr="00FA64C5">
        <w:t xml:space="preserve">Table </w:t>
      </w:r>
      <w:r>
        <w:rPr>
          <w:noProof/>
        </w:rPr>
        <w:t>4:</w:t>
      </w:r>
      <w:r w:rsidRPr="00FA64C5">
        <w:rPr>
          <w:noProof/>
        </w:rPr>
        <w:t xml:space="preserve"> </w:t>
      </w:r>
      <w:r>
        <w:t>M</w:t>
      </w:r>
      <w:r w:rsidRPr="00FA64C5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:rsidRPr="00FA64C5" w14:paraId="003339A4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81FF702" w14:textId="77777777" w:rsidR="00126D52" w:rsidRPr="00FA64C5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5656B6B" w14:textId="77777777" w:rsidR="00126D52" w:rsidRPr="00FA64C5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126D52" w:rsidRPr="00FA64C5" w14:paraId="7B781E8A" w14:textId="77777777" w:rsidTr="00953E2C">
        <w:tc>
          <w:tcPr>
            <w:tcW w:w="7650" w:type="dxa"/>
          </w:tcPr>
          <w:p w14:paraId="47E62F26" w14:textId="77777777" w:rsidR="00126D52" w:rsidRPr="00FA64C5" w:rsidRDefault="00126D52" w:rsidP="006E1881">
            <w:pPr>
              <w:pStyle w:val="Body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Your manager</w:t>
            </w:r>
          </w:p>
        </w:tc>
        <w:tc>
          <w:tcPr>
            <w:tcW w:w="1410" w:type="dxa"/>
          </w:tcPr>
          <w:p w14:paraId="4101652C" w14:textId="77777777" w:rsidR="00126D52" w:rsidRPr="00FA64C5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15F1F0F2" w14:textId="77777777" w:rsidTr="00953E2C">
        <w:tc>
          <w:tcPr>
            <w:tcW w:w="7650" w:type="dxa"/>
          </w:tcPr>
          <w:p w14:paraId="3702799A" w14:textId="77777777" w:rsidR="00126D52" w:rsidRPr="00FA64C5" w:rsidRDefault="00126D52" w:rsidP="006E1881">
            <w:pPr>
              <w:pStyle w:val="Body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Site manager</w:t>
            </w:r>
          </w:p>
        </w:tc>
        <w:tc>
          <w:tcPr>
            <w:tcW w:w="1410" w:type="dxa"/>
          </w:tcPr>
          <w:p w14:paraId="2A5697B1" w14:textId="77777777" w:rsidR="00126D52" w:rsidRPr="00FA64C5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:rsidRPr="00FA64C5" w14:paraId="078A75DA" w14:textId="77777777" w:rsidTr="00953E2C">
        <w:tc>
          <w:tcPr>
            <w:tcW w:w="7650" w:type="dxa"/>
          </w:tcPr>
          <w:p w14:paraId="313A3B4B" w14:textId="77777777" w:rsidR="00126D52" w:rsidRPr="00FA64C5" w:rsidRDefault="00126D52" w:rsidP="006E1881">
            <w:pPr>
              <w:pStyle w:val="Body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Safe Work NSW</w:t>
            </w:r>
          </w:p>
        </w:tc>
        <w:tc>
          <w:tcPr>
            <w:tcW w:w="1410" w:type="dxa"/>
          </w:tcPr>
          <w:p w14:paraId="4B99056E" w14:textId="77777777" w:rsidR="00126D52" w:rsidRPr="00FA64C5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FA64C5" w14:paraId="04EA5E65" w14:textId="77777777" w:rsidTr="00953E2C">
        <w:tc>
          <w:tcPr>
            <w:tcW w:w="7650" w:type="dxa"/>
          </w:tcPr>
          <w:p w14:paraId="54DFC37B" w14:textId="77777777" w:rsidR="00126D52" w:rsidRPr="00FA64C5" w:rsidRDefault="00126D52" w:rsidP="006E1881">
            <w:pPr>
              <w:pStyle w:val="Body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Store person</w:t>
            </w:r>
          </w:p>
        </w:tc>
        <w:tc>
          <w:tcPr>
            <w:tcW w:w="1410" w:type="dxa"/>
          </w:tcPr>
          <w:p w14:paraId="1299C43A" w14:textId="77777777" w:rsidR="00126D52" w:rsidRPr="00FA64C5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4DDBEF00" w14:textId="77777777" w:rsidR="00126D52" w:rsidRDefault="00126D52" w:rsidP="00126D52">
      <w:pPr>
        <w:pStyle w:val="Caption"/>
        <w:keepNext/>
        <w:spacing w:before="0"/>
        <w:rPr>
          <w:color w:val="auto"/>
          <w:sz w:val="22"/>
          <w:szCs w:val="22"/>
        </w:rPr>
      </w:pPr>
    </w:p>
    <w:p w14:paraId="2595906F" w14:textId="79360C1F" w:rsidR="00126D52" w:rsidRDefault="5FA71F8E" w:rsidP="5FA71F8E">
      <w:pPr>
        <w:pStyle w:val="Caption"/>
        <w:keepNext/>
        <w:numPr>
          <w:ilvl w:val="0"/>
          <w:numId w:val="7"/>
        </w:numPr>
        <w:spacing w:before="0"/>
        <w:rPr>
          <w:color w:val="auto"/>
          <w:sz w:val="22"/>
          <w:szCs w:val="22"/>
        </w:rPr>
      </w:pPr>
      <w:r w:rsidRPr="5FA71F8E">
        <w:rPr>
          <w:color w:val="auto"/>
          <w:sz w:val="22"/>
          <w:szCs w:val="22"/>
        </w:rPr>
        <w:t>(RK1, RK4) In the manufacturing environment, what is the term for continuous improvement that ensures quality is maintained throughout all stages of the process.</w:t>
      </w:r>
    </w:p>
    <w:p w14:paraId="39BF8E68" w14:textId="04AF8738" w:rsidR="00126D52" w:rsidRDefault="66D779DB" w:rsidP="00126D52">
      <w:pPr>
        <w:pStyle w:val="Caption"/>
        <w:keepNext/>
      </w:pPr>
      <w:r>
        <w:t xml:space="preserve">Table </w:t>
      </w:r>
      <w:r w:rsidRPr="66D779DB">
        <w:rPr>
          <w:noProof/>
        </w:rPr>
        <w:t>5:</w:t>
      </w:r>
      <w: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:rsidRPr="00C070B7" w14:paraId="3B6ED6FF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F9E9AA5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B037D77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Put X next to your answer</w:t>
            </w:r>
          </w:p>
        </w:tc>
      </w:tr>
      <w:tr w:rsidR="00126D52" w:rsidRPr="00C070B7" w14:paraId="6831466D" w14:textId="77777777" w:rsidTr="00953E2C">
        <w:tc>
          <w:tcPr>
            <w:tcW w:w="7650" w:type="dxa"/>
          </w:tcPr>
          <w:p w14:paraId="729EFB85" w14:textId="77777777" w:rsidR="00126D52" w:rsidRPr="00C070B7" w:rsidRDefault="00126D52" w:rsidP="006E1881">
            <w:pPr>
              <w:pStyle w:val="Body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Quality link</w:t>
            </w:r>
          </w:p>
        </w:tc>
        <w:tc>
          <w:tcPr>
            <w:tcW w:w="1410" w:type="dxa"/>
          </w:tcPr>
          <w:p w14:paraId="3461D779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C070B7" w14:paraId="20D75DDD" w14:textId="77777777" w:rsidTr="00953E2C">
        <w:tc>
          <w:tcPr>
            <w:tcW w:w="7650" w:type="dxa"/>
          </w:tcPr>
          <w:p w14:paraId="043A25DE" w14:textId="77777777" w:rsidR="00126D52" w:rsidRPr="00C070B7" w:rsidRDefault="00126D52" w:rsidP="006E1881">
            <w:pPr>
              <w:pStyle w:val="Body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Quality chain</w:t>
            </w:r>
          </w:p>
        </w:tc>
        <w:tc>
          <w:tcPr>
            <w:tcW w:w="1410" w:type="dxa"/>
          </w:tcPr>
          <w:p w14:paraId="2AA7E729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:rsidRPr="00C070B7" w14:paraId="1F545189" w14:textId="77777777" w:rsidTr="00953E2C">
        <w:tc>
          <w:tcPr>
            <w:tcW w:w="7650" w:type="dxa"/>
          </w:tcPr>
          <w:p w14:paraId="6C5E8E87" w14:textId="77777777" w:rsidR="00126D52" w:rsidRPr="00C070B7" w:rsidRDefault="00126D52" w:rsidP="006E1881">
            <w:pPr>
              <w:pStyle w:val="Body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Quality series</w:t>
            </w:r>
          </w:p>
        </w:tc>
        <w:tc>
          <w:tcPr>
            <w:tcW w:w="1410" w:type="dxa"/>
          </w:tcPr>
          <w:p w14:paraId="3CF2D8B6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:rsidRPr="00C070B7" w14:paraId="3BF11FE4" w14:textId="77777777" w:rsidTr="00953E2C">
        <w:tc>
          <w:tcPr>
            <w:tcW w:w="7650" w:type="dxa"/>
          </w:tcPr>
          <w:p w14:paraId="0BD244AA" w14:textId="77777777" w:rsidR="00126D52" w:rsidRPr="00C070B7" w:rsidRDefault="00126D52" w:rsidP="006E1881">
            <w:pPr>
              <w:pStyle w:val="Body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Quality value</w:t>
            </w:r>
          </w:p>
        </w:tc>
        <w:tc>
          <w:tcPr>
            <w:tcW w:w="1410" w:type="dxa"/>
          </w:tcPr>
          <w:p w14:paraId="0FB78278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1FC39945" w14:textId="77777777" w:rsidR="00126D52" w:rsidRDefault="00126D52" w:rsidP="00126D52">
      <w:pPr>
        <w:pStyle w:val="Body"/>
        <w:spacing w:line="240" w:lineRule="auto"/>
        <w:ind w:left="720"/>
        <w:rPr>
          <w:sz w:val="22"/>
          <w:szCs w:val="22"/>
        </w:rPr>
      </w:pPr>
    </w:p>
    <w:p w14:paraId="05F28327" w14:textId="097E544C" w:rsidR="00126D52" w:rsidRPr="000B5C09" w:rsidRDefault="3B3FB2BD" w:rsidP="3B3FB2BD">
      <w:pPr>
        <w:pStyle w:val="Body"/>
        <w:numPr>
          <w:ilvl w:val="0"/>
          <w:numId w:val="7"/>
        </w:numPr>
        <w:spacing w:line="240" w:lineRule="auto"/>
        <w:rPr>
          <w:sz w:val="22"/>
          <w:szCs w:val="22"/>
        </w:rPr>
      </w:pPr>
      <w:r w:rsidRPr="3B3FB2BD">
        <w:rPr>
          <w:sz w:val="22"/>
          <w:szCs w:val="22"/>
        </w:rPr>
        <w:t xml:space="preserve"> (RS5) Which of the following people are the most important in the successful function of a quality control system?</w:t>
      </w:r>
    </w:p>
    <w:p w14:paraId="7C232E7F" w14:textId="77777777" w:rsidR="00126D52" w:rsidRPr="00C070B7" w:rsidRDefault="00126D52" w:rsidP="00126D52">
      <w:pPr>
        <w:pStyle w:val="Caption"/>
        <w:keepNext/>
        <w:spacing w:line="240" w:lineRule="auto"/>
      </w:pPr>
      <w:r w:rsidRPr="00C070B7">
        <w:t xml:space="preserve">Table </w:t>
      </w:r>
      <w:r>
        <w:rPr>
          <w:noProof/>
        </w:rPr>
        <w:t>6</w:t>
      </w:r>
      <w:r w:rsidRPr="00C070B7">
        <w:rPr>
          <w:noProof/>
        </w:rPr>
        <w:t>:</w:t>
      </w:r>
      <w:r w:rsidRPr="00C070B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:rsidRPr="00C070B7" w14:paraId="768142A2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6755DF6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B09427E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Put X next to your answer</w:t>
            </w:r>
          </w:p>
        </w:tc>
      </w:tr>
      <w:tr w:rsidR="00126D52" w:rsidRPr="00C070B7" w14:paraId="563B632F" w14:textId="77777777" w:rsidTr="00953E2C">
        <w:tc>
          <w:tcPr>
            <w:tcW w:w="7650" w:type="dxa"/>
          </w:tcPr>
          <w:p w14:paraId="2F7DB4F2" w14:textId="77777777" w:rsidR="00126D52" w:rsidRPr="000B5C09" w:rsidRDefault="00126D52" w:rsidP="006E1881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0B5C09">
              <w:rPr>
                <w:sz w:val="22"/>
                <w:szCs w:val="22"/>
              </w:rPr>
              <w:t>The Manager</w:t>
            </w:r>
          </w:p>
        </w:tc>
        <w:tc>
          <w:tcPr>
            <w:tcW w:w="1410" w:type="dxa"/>
          </w:tcPr>
          <w:p w14:paraId="0562CB0E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</w:tr>
      <w:tr w:rsidR="00126D52" w:rsidRPr="00C070B7" w14:paraId="458425B4" w14:textId="77777777" w:rsidTr="00953E2C">
        <w:tc>
          <w:tcPr>
            <w:tcW w:w="7650" w:type="dxa"/>
          </w:tcPr>
          <w:p w14:paraId="16FD8EE8" w14:textId="77777777" w:rsidR="00126D52" w:rsidRPr="000B5C09" w:rsidRDefault="00126D52" w:rsidP="006E1881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0B5C09">
              <w:rPr>
                <w:sz w:val="22"/>
                <w:szCs w:val="22"/>
              </w:rPr>
              <w:t>The Supervisor</w:t>
            </w:r>
          </w:p>
        </w:tc>
        <w:tc>
          <w:tcPr>
            <w:tcW w:w="1410" w:type="dxa"/>
          </w:tcPr>
          <w:p w14:paraId="34CE0A41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</w:tr>
      <w:tr w:rsidR="00126D52" w:rsidRPr="00C070B7" w14:paraId="45F8BAA9" w14:textId="77777777" w:rsidTr="00953E2C">
        <w:tc>
          <w:tcPr>
            <w:tcW w:w="7650" w:type="dxa"/>
          </w:tcPr>
          <w:p w14:paraId="3375B873" w14:textId="77777777" w:rsidR="00126D52" w:rsidRPr="000B5C09" w:rsidRDefault="00126D52" w:rsidP="006E1881">
            <w:pPr>
              <w:pStyle w:val="ListParagraph"/>
              <w:numPr>
                <w:ilvl w:val="0"/>
                <w:numId w:val="17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0B5C09">
              <w:rPr>
                <w:sz w:val="22"/>
                <w:szCs w:val="22"/>
              </w:rPr>
              <w:t>The Tradesmen</w:t>
            </w:r>
          </w:p>
        </w:tc>
        <w:tc>
          <w:tcPr>
            <w:tcW w:w="1410" w:type="dxa"/>
          </w:tcPr>
          <w:p w14:paraId="62EBF3C5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</w:p>
        </w:tc>
      </w:tr>
      <w:tr w:rsidR="00126D52" w:rsidRPr="00C070B7" w14:paraId="25C87641" w14:textId="77777777" w:rsidTr="00953E2C">
        <w:tc>
          <w:tcPr>
            <w:tcW w:w="7650" w:type="dxa"/>
          </w:tcPr>
          <w:p w14:paraId="493F5E09" w14:textId="77777777" w:rsidR="00126D52" w:rsidRPr="000B5C09" w:rsidRDefault="00126D52" w:rsidP="006E1881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0B5C09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6AE3BE76" w14:textId="77777777" w:rsidR="00126D52" w:rsidRPr="00C070B7" w:rsidRDefault="00126D52" w:rsidP="00953E2C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6D98A12B" w14:textId="77777777" w:rsidR="00126D52" w:rsidRDefault="00126D52" w:rsidP="00126D52">
      <w:pPr>
        <w:pStyle w:val="Body"/>
        <w:spacing w:line="240" w:lineRule="auto"/>
        <w:ind w:left="720"/>
        <w:rPr>
          <w:sz w:val="22"/>
          <w:szCs w:val="22"/>
        </w:rPr>
        <w:sectPr w:rsidR="00126D52" w:rsidSect="00953E2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5717F2D2" w14:textId="62B86B90" w:rsidR="00126D52" w:rsidRPr="000B5C09" w:rsidRDefault="220C9EA8" w:rsidP="220C9EA8">
      <w:pPr>
        <w:pStyle w:val="ListParagraph"/>
        <w:numPr>
          <w:ilvl w:val="0"/>
          <w:numId w:val="7"/>
        </w:numPr>
        <w:tabs>
          <w:tab w:val="clear" w:pos="284"/>
        </w:tabs>
        <w:autoSpaceDE w:val="0"/>
        <w:autoSpaceDN w:val="0"/>
        <w:adjustRightInd w:val="0"/>
        <w:spacing w:before="0" w:after="0" w:line="240" w:lineRule="auto"/>
        <w:rPr>
          <w:sz w:val="22"/>
          <w:szCs w:val="22"/>
        </w:rPr>
      </w:pPr>
      <w:r w:rsidRPr="220C9EA8">
        <w:rPr>
          <w:sz w:val="22"/>
          <w:szCs w:val="22"/>
        </w:rPr>
        <w:lastRenderedPageBreak/>
        <w:t>(RK6) (RS5) Who is responsible for the quality of products being produced by a machine?</w:t>
      </w:r>
    </w:p>
    <w:p w14:paraId="5F689A55" w14:textId="77777777" w:rsidR="00126D52" w:rsidRPr="00C070B7" w:rsidRDefault="00126D52" w:rsidP="00126D52">
      <w:pPr>
        <w:pStyle w:val="Caption"/>
        <w:keepNext/>
        <w:spacing w:line="240" w:lineRule="auto"/>
      </w:pPr>
      <w:r w:rsidRPr="00C070B7">
        <w:t xml:space="preserve">Table </w:t>
      </w:r>
      <w:r>
        <w:rPr>
          <w:noProof/>
        </w:rPr>
        <w:t>7</w:t>
      </w:r>
      <w:r w:rsidRPr="00C070B7">
        <w:rPr>
          <w:noProof/>
        </w:rPr>
        <w:t>:</w:t>
      </w:r>
      <w:r w:rsidRPr="00C070B7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:rsidRPr="00C070B7" w14:paraId="698B1D1E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21A8694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DC09E9D" w14:textId="77777777" w:rsidR="00126D52" w:rsidRPr="00C070B7" w:rsidRDefault="00126D52" w:rsidP="00953E2C">
            <w:pPr>
              <w:pStyle w:val="Body"/>
              <w:spacing w:line="240" w:lineRule="auto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Put X next to your answer</w:t>
            </w:r>
          </w:p>
        </w:tc>
      </w:tr>
      <w:tr w:rsidR="00126D52" w14:paraId="75D4C0AE" w14:textId="77777777" w:rsidTr="00953E2C">
        <w:tc>
          <w:tcPr>
            <w:tcW w:w="7650" w:type="dxa"/>
            <w:vAlign w:val="top"/>
          </w:tcPr>
          <w:p w14:paraId="5687EAC1" w14:textId="77777777" w:rsidR="00126D52" w:rsidRPr="000B5C09" w:rsidRDefault="00126D52" w:rsidP="006E1881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0B5C09">
              <w:rPr>
                <w:sz w:val="22"/>
                <w:szCs w:val="22"/>
              </w:rPr>
              <w:t>The leading hand</w:t>
            </w:r>
          </w:p>
        </w:tc>
        <w:tc>
          <w:tcPr>
            <w:tcW w:w="1410" w:type="dxa"/>
          </w:tcPr>
          <w:p w14:paraId="5997CC1D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40723A87" w14:textId="77777777" w:rsidTr="00953E2C">
        <w:tc>
          <w:tcPr>
            <w:tcW w:w="7650" w:type="dxa"/>
            <w:vAlign w:val="top"/>
          </w:tcPr>
          <w:p w14:paraId="194461CA" w14:textId="77777777" w:rsidR="00126D52" w:rsidRPr="000B5C09" w:rsidRDefault="00126D52" w:rsidP="006E1881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0B5C09">
              <w:rPr>
                <w:sz w:val="22"/>
                <w:szCs w:val="22"/>
              </w:rPr>
              <w:t>The customer</w:t>
            </w:r>
          </w:p>
        </w:tc>
        <w:tc>
          <w:tcPr>
            <w:tcW w:w="1410" w:type="dxa"/>
          </w:tcPr>
          <w:p w14:paraId="110FFD37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1DD419F2" w14:textId="77777777" w:rsidTr="00953E2C">
        <w:tc>
          <w:tcPr>
            <w:tcW w:w="7650" w:type="dxa"/>
            <w:vAlign w:val="top"/>
          </w:tcPr>
          <w:p w14:paraId="7EC84AC2" w14:textId="77777777" w:rsidR="00126D52" w:rsidRPr="000B5C09" w:rsidRDefault="00126D52" w:rsidP="006E1881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0B5C09">
              <w:rPr>
                <w:sz w:val="22"/>
                <w:szCs w:val="22"/>
              </w:rPr>
              <w:t>Quality control inspector</w:t>
            </w:r>
          </w:p>
        </w:tc>
        <w:tc>
          <w:tcPr>
            <w:tcW w:w="1410" w:type="dxa"/>
          </w:tcPr>
          <w:p w14:paraId="6B699379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339A94B7" w14:textId="77777777" w:rsidTr="00953E2C">
        <w:tc>
          <w:tcPr>
            <w:tcW w:w="7650" w:type="dxa"/>
            <w:vAlign w:val="top"/>
          </w:tcPr>
          <w:p w14:paraId="767D9ABB" w14:textId="77777777" w:rsidR="00126D52" w:rsidRPr="000B5C09" w:rsidRDefault="00126D52" w:rsidP="006E1881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machine operator  </w:t>
            </w:r>
          </w:p>
        </w:tc>
        <w:tc>
          <w:tcPr>
            <w:tcW w:w="1410" w:type="dxa"/>
          </w:tcPr>
          <w:p w14:paraId="18F67DA1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3FE9F23F" w14:textId="77777777" w:rsidR="00126D52" w:rsidRDefault="00126D52" w:rsidP="220C9EA8">
      <w:pPr>
        <w:pStyle w:val="Body"/>
        <w:spacing w:after="0"/>
        <w:rPr>
          <w:sz w:val="22"/>
          <w:szCs w:val="22"/>
        </w:rPr>
      </w:pPr>
    </w:p>
    <w:p w14:paraId="4BD3E57C" w14:textId="77777777" w:rsidR="00126D52" w:rsidRPr="000B5C09" w:rsidRDefault="220C9EA8" w:rsidP="006E1881">
      <w:pPr>
        <w:pStyle w:val="Body"/>
        <w:numPr>
          <w:ilvl w:val="0"/>
          <w:numId w:val="7"/>
        </w:numPr>
        <w:rPr>
          <w:sz w:val="22"/>
          <w:szCs w:val="22"/>
        </w:rPr>
      </w:pPr>
      <w:r w:rsidRPr="220C9EA8">
        <w:rPr>
          <w:sz w:val="22"/>
          <w:szCs w:val="22"/>
        </w:rPr>
        <w:t>(RK3, RK7, RK9) Who is affected the most by a poor quality product?</w:t>
      </w:r>
    </w:p>
    <w:p w14:paraId="15087AE8" w14:textId="77777777" w:rsidR="00126D52" w:rsidRDefault="00126D52" w:rsidP="00126D52">
      <w:pPr>
        <w:pStyle w:val="Caption"/>
        <w:keepNext/>
      </w:pPr>
      <w:r>
        <w:t xml:space="preserve">Table </w:t>
      </w:r>
      <w:r>
        <w:rPr>
          <w:noProof/>
        </w:rPr>
        <w:t>8: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14:paraId="1D67F94B" w14:textId="77777777" w:rsidTr="220C9E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640815D" w14:textId="77777777" w:rsidR="00126D52" w:rsidRPr="00C070B7" w:rsidRDefault="00126D52" w:rsidP="00953E2C">
            <w:pPr>
              <w:pStyle w:val="Body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21F8E49" w14:textId="77777777" w:rsidR="00126D52" w:rsidRPr="00C070B7" w:rsidRDefault="00126D52" w:rsidP="00953E2C">
            <w:pPr>
              <w:pStyle w:val="Body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Put X next to your answer</w:t>
            </w:r>
          </w:p>
        </w:tc>
      </w:tr>
      <w:tr w:rsidR="00126D52" w14:paraId="3628E7BF" w14:textId="77777777" w:rsidTr="220C9EA8">
        <w:tc>
          <w:tcPr>
            <w:tcW w:w="7650" w:type="dxa"/>
            <w:vAlign w:val="top"/>
          </w:tcPr>
          <w:p w14:paraId="46A556B3" w14:textId="77777777" w:rsidR="00126D52" w:rsidRPr="000B5C09" w:rsidRDefault="220C9EA8" w:rsidP="220C9EA8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220C9EA8">
              <w:rPr>
                <w:sz w:val="22"/>
                <w:szCs w:val="22"/>
              </w:rPr>
              <w:t xml:space="preserve">The Company </w:t>
            </w:r>
          </w:p>
        </w:tc>
        <w:tc>
          <w:tcPr>
            <w:tcW w:w="1410" w:type="dxa"/>
          </w:tcPr>
          <w:p w14:paraId="1551937A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14:paraId="6399DFB6" w14:textId="77777777" w:rsidTr="220C9EA8">
        <w:tc>
          <w:tcPr>
            <w:tcW w:w="7650" w:type="dxa"/>
            <w:vAlign w:val="top"/>
          </w:tcPr>
          <w:p w14:paraId="5A9AE139" w14:textId="77777777" w:rsidR="00126D52" w:rsidRPr="000B5C09" w:rsidRDefault="220C9EA8" w:rsidP="220C9EA8">
            <w:pPr>
              <w:pStyle w:val="ListParagraph"/>
              <w:numPr>
                <w:ilvl w:val="0"/>
                <w:numId w:val="1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220C9EA8">
              <w:rPr>
                <w:sz w:val="22"/>
                <w:szCs w:val="22"/>
              </w:rPr>
              <w:t>The customer</w:t>
            </w:r>
          </w:p>
        </w:tc>
        <w:tc>
          <w:tcPr>
            <w:tcW w:w="1410" w:type="dxa"/>
          </w:tcPr>
          <w:p w14:paraId="1F72F646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51530477" w14:textId="77777777" w:rsidTr="220C9EA8">
        <w:tc>
          <w:tcPr>
            <w:tcW w:w="7650" w:type="dxa"/>
            <w:vAlign w:val="top"/>
          </w:tcPr>
          <w:p w14:paraId="759ADD57" w14:textId="77777777" w:rsidR="00126D52" w:rsidRPr="000B5C09" w:rsidRDefault="220C9EA8" w:rsidP="220C9EA8">
            <w:pPr>
              <w:numPr>
                <w:ilvl w:val="0"/>
                <w:numId w:val="1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220C9EA8">
              <w:rPr>
                <w:sz w:val="22"/>
                <w:szCs w:val="22"/>
              </w:rPr>
              <w:t>The machine operator</w:t>
            </w:r>
          </w:p>
        </w:tc>
        <w:tc>
          <w:tcPr>
            <w:tcW w:w="1410" w:type="dxa"/>
          </w:tcPr>
          <w:p w14:paraId="08CE6F91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14EF1FB6" w14:textId="77777777" w:rsidTr="220C9EA8">
        <w:tc>
          <w:tcPr>
            <w:tcW w:w="7650" w:type="dxa"/>
            <w:vAlign w:val="top"/>
          </w:tcPr>
          <w:p w14:paraId="14A4E680" w14:textId="1033B221" w:rsidR="00126D52" w:rsidRPr="000B5C09" w:rsidRDefault="220C9EA8" w:rsidP="220C9EA8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220C9EA8">
              <w:rPr>
                <w:sz w:val="22"/>
                <w:szCs w:val="22"/>
              </w:rPr>
              <w:t>The production supervisor</w:t>
            </w:r>
          </w:p>
        </w:tc>
        <w:tc>
          <w:tcPr>
            <w:tcW w:w="1410" w:type="dxa"/>
          </w:tcPr>
          <w:p w14:paraId="61CDCEAD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6BB9E253" w14:textId="77777777" w:rsidR="00126D52" w:rsidRDefault="00126D52" w:rsidP="00126D52">
      <w:pPr>
        <w:tabs>
          <w:tab w:val="clear" w:pos="284"/>
        </w:tabs>
        <w:autoSpaceDE w:val="0"/>
        <w:autoSpaceDN w:val="0"/>
        <w:adjustRightInd w:val="0"/>
        <w:spacing w:before="0" w:after="0" w:line="360" w:lineRule="auto"/>
        <w:ind w:left="720"/>
        <w:rPr>
          <w:sz w:val="22"/>
          <w:szCs w:val="22"/>
        </w:rPr>
      </w:pPr>
    </w:p>
    <w:p w14:paraId="177E4B40" w14:textId="24AE6CF5" w:rsidR="00126D52" w:rsidRPr="0041186B" w:rsidRDefault="220C9EA8" w:rsidP="4BD909EC">
      <w:pPr>
        <w:numPr>
          <w:ilvl w:val="0"/>
          <w:numId w:val="7"/>
        </w:numPr>
        <w:tabs>
          <w:tab w:val="clear" w:pos="284"/>
        </w:tabs>
        <w:autoSpaceDE w:val="0"/>
        <w:autoSpaceDN w:val="0"/>
        <w:adjustRightInd w:val="0"/>
        <w:spacing w:before="0" w:after="0" w:line="360" w:lineRule="auto"/>
        <w:rPr>
          <w:sz w:val="22"/>
          <w:szCs w:val="22"/>
        </w:rPr>
      </w:pPr>
      <w:r w:rsidRPr="220C9EA8">
        <w:rPr>
          <w:sz w:val="22"/>
          <w:szCs w:val="22"/>
        </w:rPr>
        <w:t>(RK6) (RS5) Who should be responsible for ensuring a shaft’s diameter meets drawing specifications?</w:t>
      </w:r>
    </w:p>
    <w:p w14:paraId="1F5C0487" w14:textId="77777777" w:rsidR="00126D52" w:rsidRDefault="00126D52" w:rsidP="00126D52">
      <w:pPr>
        <w:pStyle w:val="Caption"/>
        <w:keepNext/>
      </w:pPr>
      <w:r>
        <w:t xml:space="preserve">Table </w:t>
      </w:r>
      <w:r>
        <w:rPr>
          <w:noProof/>
        </w:rPr>
        <w:t>9: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14:paraId="016D96CB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B4DA913" w14:textId="77777777" w:rsidR="00126D52" w:rsidRPr="00C070B7" w:rsidRDefault="00126D52" w:rsidP="00953E2C">
            <w:pPr>
              <w:pStyle w:val="Body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5035E7D" w14:textId="77777777" w:rsidR="00126D52" w:rsidRPr="00C070B7" w:rsidRDefault="00126D52" w:rsidP="00953E2C">
            <w:pPr>
              <w:pStyle w:val="Body"/>
              <w:rPr>
                <w:sz w:val="22"/>
                <w:szCs w:val="22"/>
              </w:rPr>
            </w:pPr>
            <w:r w:rsidRPr="00C070B7">
              <w:rPr>
                <w:sz w:val="22"/>
                <w:szCs w:val="22"/>
              </w:rPr>
              <w:t>Put X next to your answer</w:t>
            </w:r>
          </w:p>
        </w:tc>
      </w:tr>
      <w:tr w:rsidR="00126D52" w14:paraId="14729227" w14:textId="77777777" w:rsidTr="00953E2C">
        <w:tc>
          <w:tcPr>
            <w:tcW w:w="7650" w:type="dxa"/>
            <w:vAlign w:val="top"/>
          </w:tcPr>
          <w:p w14:paraId="0198621E" w14:textId="77777777" w:rsidR="00126D52" w:rsidRPr="0041186B" w:rsidRDefault="00126D52" w:rsidP="006E1881">
            <w:pPr>
              <w:pStyle w:val="ListParagraph"/>
              <w:numPr>
                <w:ilvl w:val="0"/>
                <w:numId w:val="20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41186B">
              <w:rPr>
                <w:sz w:val="22"/>
                <w:szCs w:val="22"/>
              </w:rPr>
              <w:t>Supervisor</w:t>
            </w:r>
          </w:p>
        </w:tc>
        <w:tc>
          <w:tcPr>
            <w:tcW w:w="1410" w:type="dxa"/>
          </w:tcPr>
          <w:p w14:paraId="23DE523C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4AA838C4" w14:textId="77777777" w:rsidTr="00953E2C">
        <w:tc>
          <w:tcPr>
            <w:tcW w:w="7650" w:type="dxa"/>
            <w:vAlign w:val="top"/>
          </w:tcPr>
          <w:p w14:paraId="394790C9" w14:textId="77777777" w:rsidR="00126D52" w:rsidRPr="0041186B" w:rsidRDefault="00126D52" w:rsidP="006E1881">
            <w:pPr>
              <w:pStyle w:val="ListParagraph"/>
              <w:numPr>
                <w:ilvl w:val="0"/>
                <w:numId w:val="20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41186B">
              <w:rPr>
                <w:sz w:val="22"/>
                <w:szCs w:val="22"/>
              </w:rPr>
              <w:t>Customer</w:t>
            </w:r>
          </w:p>
        </w:tc>
        <w:tc>
          <w:tcPr>
            <w:tcW w:w="1410" w:type="dxa"/>
          </w:tcPr>
          <w:p w14:paraId="52E56223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63A469D6" w14:textId="77777777" w:rsidTr="00953E2C">
        <w:tc>
          <w:tcPr>
            <w:tcW w:w="7650" w:type="dxa"/>
            <w:vAlign w:val="top"/>
          </w:tcPr>
          <w:p w14:paraId="2243DD6C" w14:textId="77777777" w:rsidR="00126D52" w:rsidRPr="0041186B" w:rsidRDefault="00126D52" w:rsidP="006E1881">
            <w:pPr>
              <w:pStyle w:val="ListParagraph"/>
              <w:numPr>
                <w:ilvl w:val="0"/>
                <w:numId w:val="20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41186B">
              <w:rPr>
                <w:sz w:val="22"/>
                <w:szCs w:val="22"/>
              </w:rPr>
              <w:t>Quality control inspector</w:t>
            </w:r>
          </w:p>
        </w:tc>
        <w:tc>
          <w:tcPr>
            <w:tcW w:w="1410" w:type="dxa"/>
          </w:tcPr>
          <w:p w14:paraId="07547A01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26D52" w14:paraId="6E384531" w14:textId="77777777" w:rsidTr="00953E2C">
        <w:tc>
          <w:tcPr>
            <w:tcW w:w="7650" w:type="dxa"/>
            <w:vAlign w:val="top"/>
          </w:tcPr>
          <w:p w14:paraId="67E15B03" w14:textId="77777777" w:rsidR="00126D52" w:rsidRPr="0041186B" w:rsidRDefault="00126D52" w:rsidP="006E1881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41186B">
              <w:rPr>
                <w:sz w:val="22"/>
                <w:szCs w:val="22"/>
              </w:rPr>
              <w:t xml:space="preserve">Machinist  </w:t>
            </w:r>
          </w:p>
        </w:tc>
        <w:tc>
          <w:tcPr>
            <w:tcW w:w="1410" w:type="dxa"/>
          </w:tcPr>
          <w:p w14:paraId="540B4049" w14:textId="77777777" w:rsidR="00126D52" w:rsidRPr="00C070B7" w:rsidRDefault="00126D52" w:rsidP="00953E2C">
            <w:pPr>
              <w:pStyle w:val="Body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5043CB0F" w14:textId="77777777" w:rsidR="00126D52" w:rsidRPr="00C070B7" w:rsidRDefault="00126D52" w:rsidP="00126D52">
      <w:pPr>
        <w:pStyle w:val="Body"/>
        <w:ind w:left="720"/>
        <w:rPr>
          <w:sz w:val="22"/>
          <w:szCs w:val="22"/>
        </w:rPr>
      </w:pPr>
    </w:p>
    <w:p w14:paraId="21D760E5" w14:textId="5D570A4A" w:rsidR="00126D52" w:rsidRPr="006042C0" w:rsidRDefault="4F07227C" w:rsidP="4F07227C">
      <w:pPr>
        <w:pStyle w:val="Body"/>
        <w:numPr>
          <w:ilvl w:val="0"/>
          <w:numId w:val="7"/>
        </w:numPr>
        <w:rPr>
          <w:sz w:val="22"/>
          <w:szCs w:val="22"/>
        </w:rPr>
      </w:pPr>
      <w:r w:rsidRPr="4F07227C">
        <w:rPr>
          <w:sz w:val="22"/>
          <w:szCs w:val="22"/>
        </w:rPr>
        <w:t xml:space="preserve">(RK4, RK11) (PC2.2) </w:t>
      </w:r>
      <w:proofErr w:type="gramStart"/>
      <w:r w:rsidRPr="4F07227C">
        <w:rPr>
          <w:sz w:val="22"/>
          <w:szCs w:val="22"/>
        </w:rPr>
        <w:t>When</w:t>
      </w:r>
      <w:proofErr w:type="gramEnd"/>
      <w:r w:rsidRPr="4F07227C">
        <w:rPr>
          <w:sz w:val="22"/>
          <w:szCs w:val="22"/>
        </w:rPr>
        <w:t xml:space="preserve"> should a product be inspected?</w:t>
      </w:r>
    </w:p>
    <w:p w14:paraId="78675B5E" w14:textId="77777777" w:rsidR="00126D52" w:rsidRDefault="00126D52" w:rsidP="00126D52">
      <w:pPr>
        <w:pStyle w:val="Caption"/>
        <w:keepNext/>
      </w:pPr>
      <w:r>
        <w:t xml:space="preserve">Table </w:t>
      </w:r>
      <w:r>
        <w:rPr>
          <w:noProof/>
        </w:rPr>
        <w:t>10: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14:paraId="55338926" w14:textId="77777777" w:rsidTr="4BD90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3B53C10" w14:textId="77777777" w:rsidR="00126D52" w:rsidRPr="00752AB3" w:rsidRDefault="00126D52" w:rsidP="00953E2C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59897FE" w14:textId="77777777" w:rsidR="00126D52" w:rsidRPr="00752AB3" w:rsidRDefault="00126D52" w:rsidP="00953E2C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Put X next to your answer</w:t>
            </w:r>
          </w:p>
        </w:tc>
      </w:tr>
      <w:tr w:rsidR="00126D52" w14:paraId="66A2213B" w14:textId="77777777" w:rsidTr="4BD909EC">
        <w:tc>
          <w:tcPr>
            <w:tcW w:w="7650" w:type="dxa"/>
            <w:vAlign w:val="top"/>
          </w:tcPr>
          <w:p w14:paraId="4ED0AFA6" w14:textId="77777777" w:rsidR="00126D52" w:rsidRPr="006042C0" w:rsidRDefault="00126D52" w:rsidP="009B5512">
            <w:pPr>
              <w:pStyle w:val="ListParagraph"/>
              <w:numPr>
                <w:ilvl w:val="0"/>
                <w:numId w:val="21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042C0">
              <w:rPr>
                <w:rFonts w:ascii="Calibri" w:hAnsi="Calibri" w:cs="Calibri"/>
                <w:sz w:val="22"/>
                <w:szCs w:val="22"/>
              </w:rPr>
              <w:t>Just before shipping to the customer</w:t>
            </w:r>
          </w:p>
        </w:tc>
        <w:tc>
          <w:tcPr>
            <w:tcW w:w="1410" w:type="dxa"/>
          </w:tcPr>
          <w:p w14:paraId="07459315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14:paraId="31CDDE98" w14:textId="77777777" w:rsidTr="4BD909EC">
        <w:tc>
          <w:tcPr>
            <w:tcW w:w="7650" w:type="dxa"/>
            <w:vAlign w:val="top"/>
          </w:tcPr>
          <w:p w14:paraId="753BADB9" w14:textId="037E2691" w:rsidR="00126D52" w:rsidRPr="006042C0" w:rsidRDefault="4BD909EC" w:rsidP="4BD909EC">
            <w:pPr>
              <w:pStyle w:val="ListParagraph"/>
              <w:numPr>
                <w:ilvl w:val="0"/>
                <w:numId w:val="21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4BD909EC">
              <w:rPr>
                <w:rFonts w:ascii="Calibri" w:hAnsi="Calibri" w:cs="Calibri"/>
                <w:sz w:val="22"/>
                <w:szCs w:val="22"/>
              </w:rPr>
              <w:t xml:space="preserve">At each stage of the production </w:t>
            </w:r>
          </w:p>
        </w:tc>
        <w:tc>
          <w:tcPr>
            <w:tcW w:w="1410" w:type="dxa"/>
          </w:tcPr>
          <w:p w14:paraId="2FC106A0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14:paraId="49B5349A" w14:textId="77777777" w:rsidTr="4BD909EC">
        <w:tc>
          <w:tcPr>
            <w:tcW w:w="7650" w:type="dxa"/>
            <w:vAlign w:val="top"/>
          </w:tcPr>
          <w:p w14:paraId="360E77CF" w14:textId="77777777" w:rsidR="00126D52" w:rsidRPr="006042C0" w:rsidRDefault="00126D52" w:rsidP="009B5512">
            <w:pPr>
              <w:pStyle w:val="ListParagraph"/>
              <w:numPr>
                <w:ilvl w:val="0"/>
                <w:numId w:val="21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042C0">
              <w:rPr>
                <w:rFonts w:ascii="Calibri" w:hAnsi="Calibri" w:cs="Calibri"/>
                <w:sz w:val="22"/>
                <w:szCs w:val="22"/>
              </w:rPr>
              <w:t>In the quality control department</w:t>
            </w:r>
          </w:p>
        </w:tc>
        <w:tc>
          <w:tcPr>
            <w:tcW w:w="1410" w:type="dxa"/>
          </w:tcPr>
          <w:p w14:paraId="6537F28F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14:paraId="7DCFAFA4" w14:textId="77777777" w:rsidTr="4BD909EC">
        <w:tc>
          <w:tcPr>
            <w:tcW w:w="7650" w:type="dxa"/>
            <w:vAlign w:val="top"/>
          </w:tcPr>
          <w:p w14:paraId="0A02967A" w14:textId="77777777" w:rsidR="00126D52" w:rsidRPr="006042C0" w:rsidRDefault="00126D52" w:rsidP="009B5512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042C0">
              <w:rPr>
                <w:rFonts w:ascii="Calibri" w:hAnsi="Calibri" w:cs="Calibri"/>
                <w:sz w:val="22"/>
                <w:szCs w:val="22"/>
              </w:rPr>
              <w:t xml:space="preserve">In the warehouse </w:t>
            </w:r>
          </w:p>
        </w:tc>
        <w:tc>
          <w:tcPr>
            <w:tcW w:w="1410" w:type="dxa"/>
          </w:tcPr>
          <w:p w14:paraId="6DFB9E20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70DF9E56" w14:textId="77777777" w:rsidR="00126D52" w:rsidRPr="000760B8" w:rsidRDefault="00126D52" w:rsidP="00126D52">
      <w:pPr>
        <w:pStyle w:val="Caption"/>
        <w:keepNext/>
        <w:ind w:left="720"/>
      </w:pPr>
    </w:p>
    <w:p w14:paraId="7AD802CB" w14:textId="07EAA0BF" w:rsidR="00126D52" w:rsidRDefault="220C9EA8" w:rsidP="006E1881">
      <w:pPr>
        <w:pStyle w:val="Caption"/>
        <w:keepNext/>
        <w:numPr>
          <w:ilvl w:val="0"/>
          <w:numId w:val="7"/>
        </w:numPr>
      </w:pPr>
      <w:r w:rsidRPr="220C9EA8">
        <w:rPr>
          <w:color w:val="auto"/>
          <w:sz w:val="22"/>
          <w:szCs w:val="22"/>
        </w:rPr>
        <w:t>(RK8,8.1,8.2,8.3, RK15, RK16) What are the benefits of a good quality system in an engineering workshop?</w:t>
      </w:r>
    </w:p>
    <w:p w14:paraId="5BEDA979" w14:textId="77777777" w:rsidR="00126D52" w:rsidRDefault="00126D52" w:rsidP="00126D52">
      <w:pPr>
        <w:pStyle w:val="Caption"/>
        <w:keepNext/>
      </w:pPr>
      <w:r>
        <w:t xml:space="preserve">Table </w:t>
      </w:r>
      <w:r w:rsidR="00D001B8">
        <w:rPr>
          <w:noProof/>
        </w:rPr>
        <w:t>11</w:t>
      </w:r>
      <w:r>
        <w:rPr>
          <w:noProof/>
        </w:rPr>
        <w:t>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14:paraId="5124C15D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9CF6292" w14:textId="77777777" w:rsidR="00126D52" w:rsidRPr="00752AB3" w:rsidRDefault="00126D52" w:rsidP="00953E2C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AA7C55B" w14:textId="77777777" w:rsidR="00126D52" w:rsidRPr="00752AB3" w:rsidRDefault="00126D52" w:rsidP="00953E2C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Put X next to your answer</w:t>
            </w:r>
          </w:p>
        </w:tc>
      </w:tr>
      <w:tr w:rsidR="00126D52" w14:paraId="4395DDD9" w14:textId="77777777" w:rsidTr="00953E2C">
        <w:tc>
          <w:tcPr>
            <w:tcW w:w="7650" w:type="dxa"/>
            <w:vAlign w:val="top"/>
          </w:tcPr>
          <w:p w14:paraId="2CEB0F80" w14:textId="77777777" w:rsidR="00126D52" w:rsidRPr="006042C0" w:rsidRDefault="00126D52" w:rsidP="009B5512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Quality products</w:t>
            </w:r>
          </w:p>
        </w:tc>
        <w:tc>
          <w:tcPr>
            <w:tcW w:w="1410" w:type="dxa"/>
          </w:tcPr>
          <w:p w14:paraId="0BF38BBE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14:paraId="3D1B60DC" w14:textId="77777777" w:rsidTr="00953E2C">
        <w:tc>
          <w:tcPr>
            <w:tcW w:w="7650" w:type="dxa"/>
            <w:vAlign w:val="top"/>
          </w:tcPr>
          <w:p w14:paraId="0CBDB8CE" w14:textId="77777777" w:rsidR="00126D52" w:rsidRPr="006042C0" w:rsidRDefault="00126D52" w:rsidP="009B5512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Reduced costs</w:t>
            </w:r>
          </w:p>
        </w:tc>
        <w:tc>
          <w:tcPr>
            <w:tcW w:w="1410" w:type="dxa"/>
          </w:tcPr>
          <w:p w14:paraId="3726491C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14:paraId="2E621256" w14:textId="77777777" w:rsidTr="00953E2C">
        <w:tc>
          <w:tcPr>
            <w:tcW w:w="7650" w:type="dxa"/>
            <w:vAlign w:val="top"/>
          </w:tcPr>
          <w:p w14:paraId="1F744EFF" w14:textId="77777777" w:rsidR="00126D52" w:rsidRPr="006042C0" w:rsidRDefault="00126D52" w:rsidP="009B5512">
            <w:pPr>
              <w:pStyle w:val="ListParagraph"/>
              <w:numPr>
                <w:ilvl w:val="0"/>
                <w:numId w:val="22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Customer confidence, satisfaction and loyalty</w:t>
            </w:r>
          </w:p>
        </w:tc>
        <w:tc>
          <w:tcPr>
            <w:tcW w:w="1410" w:type="dxa"/>
          </w:tcPr>
          <w:p w14:paraId="6ABC5ABD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14:paraId="5F4AC99A" w14:textId="77777777" w:rsidTr="00953E2C">
        <w:tc>
          <w:tcPr>
            <w:tcW w:w="7650" w:type="dxa"/>
            <w:vAlign w:val="top"/>
          </w:tcPr>
          <w:p w14:paraId="7277E5A4" w14:textId="77777777" w:rsidR="00126D52" w:rsidRPr="006042C0" w:rsidRDefault="00126D52" w:rsidP="009B5512">
            <w:pPr>
              <w:pStyle w:val="ListParagraph"/>
              <w:numPr>
                <w:ilvl w:val="0"/>
                <w:numId w:val="22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Time spent on quality control can be reduced</w:t>
            </w:r>
            <w:r w:rsidRPr="006042C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</w:tcPr>
          <w:p w14:paraId="44E871BC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144A5D23" w14:textId="77777777" w:rsidR="00126D52" w:rsidRDefault="00126D52" w:rsidP="00126D52">
      <w:pPr>
        <w:pStyle w:val="Body"/>
        <w:spacing w:line="276" w:lineRule="auto"/>
        <w:ind w:left="720"/>
        <w:rPr>
          <w:sz w:val="22"/>
          <w:szCs w:val="22"/>
        </w:rPr>
      </w:pPr>
    </w:p>
    <w:p w14:paraId="3A7B4218" w14:textId="6B60EE57" w:rsidR="005C3C93" w:rsidRPr="005C3C93" w:rsidRDefault="220C9EA8" w:rsidP="005C3C93">
      <w:pPr>
        <w:pStyle w:val="Body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220C9EA8">
        <w:rPr>
          <w:sz w:val="22"/>
          <w:szCs w:val="22"/>
        </w:rPr>
        <w:t>(RK3, RK4, RK12) Quality improvement procedures address which two key areas:</w:t>
      </w:r>
    </w:p>
    <w:p w14:paraId="2E0B6CB6" w14:textId="77777777" w:rsidR="00126D52" w:rsidRDefault="00126D52" w:rsidP="00126D52">
      <w:pPr>
        <w:pStyle w:val="Caption"/>
        <w:keepNext/>
      </w:pPr>
      <w:r>
        <w:t xml:space="preserve">Table </w:t>
      </w:r>
      <w:r w:rsidR="00D001B8">
        <w:rPr>
          <w:noProof/>
        </w:rPr>
        <w:t>12</w:t>
      </w:r>
      <w:r>
        <w:rPr>
          <w:noProof/>
        </w:rPr>
        <w:t>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26D52" w14:paraId="111E946C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0AF0915" w14:textId="77777777" w:rsidR="00126D52" w:rsidRPr="00752AB3" w:rsidRDefault="00126D52" w:rsidP="00953E2C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12C4E64" w14:textId="77777777" w:rsidR="00126D52" w:rsidRPr="00752AB3" w:rsidRDefault="00126D52" w:rsidP="00953E2C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Put X next to your answer</w:t>
            </w:r>
          </w:p>
        </w:tc>
      </w:tr>
      <w:tr w:rsidR="00126D52" w14:paraId="24B349A7" w14:textId="77777777" w:rsidTr="00953E2C">
        <w:tc>
          <w:tcPr>
            <w:tcW w:w="7650" w:type="dxa"/>
            <w:vAlign w:val="top"/>
          </w:tcPr>
          <w:p w14:paraId="6E1F4672" w14:textId="77777777" w:rsidR="00126D52" w:rsidRPr="006042C0" w:rsidRDefault="00126D52" w:rsidP="009B5512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short cuts</w:t>
            </w:r>
          </w:p>
        </w:tc>
        <w:tc>
          <w:tcPr>
            <w:tcW w:w="1410" w:type="dxa"/>
          </w:tcPr>
          <w:p w14:paraId="738610EB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14:paraId="78998677" w14:textId="77777777" w:rsidTr="00953E2C">
        <w:tc>
          <w:tcPr>
            <w:tcW w:w="7650" w:type="dxa"/>
            <w:vAlign w:val="top"/>
          </w:tcPr>
          <w:p w14:paraId="696C86C3" w14:textId="77777777" w:rsidR="00126D52" w:rsidRPr="006042C0" w:rsidRDefault="00126D52" w:rsidP="009B5512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product</w:t>
            </w:r>
            <w:r w:rsidRPr="006042C0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410" w:type="dxa"/>
          </w:tcPr>
          <w:p w14:paraId="58B47519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126D52" w14:paraId="21968121" w14:textId="77777777" w:rsidTr="00953E2C">
        <w:tc>
          <w:tcPr>
            <w:tcW w:w="7650" w:type="dxa"/>
            <w:vAlign w:val="top"/>
          </w:tcPr>
          <w:p w14:paraId="66DE108C" w14:textId="77777777" w:rsidR="00126D52" w:rsidRPr="006042C0" w:rsidRDefault="00126D52" w:rsidP="009B5512">
            <w:pPr>
              <w:pStyle w:val="ListParagraph"/>
              <w:numPr>
                <w:ilvl w:val="0"/>
                <w:numId w:val="23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sales record</w:t>
            </w:r>
          </w:p>
        </w:tc>
        <w:tc>
          <w:tcPr>
            <w:tcW w:w="1410" w:type="dxa"/>
          </w:tcPr>
          <w:p w14:paraId="637805D2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6D52" w14:paraId="1D05812E" w14:textId="77777777" w:rsidTr="00953E2C">
        <w:tc>
          <w:tcPr>
            <w:tcW w:w="7650" w:type="dxa"/>
            <w:vAlign w:val="top"/>
          </w:tcPr>
          <w:p w14:paraId="1651A1EA" w14:textId="77777777" w:rsidR="00126D52" w:rsidRPr="006042C0" w:rsidRDefault="00126D52" w:rsidP="009B5512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process</w:t>
            </w:r>
          </w:p>
        </w:tc>
        <w:tc>
          <w:tcPr>
            <w:tcW w:w="1410" w:type="dxa"/>
          </w:tcPr>
          <w:p w14:paraId="43C354A8" w14:textId="77777777" w:rsidR="00126D52" w:rsidRPr="00C070B7" w:rsidRDefault="00126D52" w:rsidP="009B5512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5256CD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5A9D5299" w14:textId="77777777" w:rsidR="005C3C93" w:rsidRPr="005C3C93" w:rsidRDefault="005C3C93" w:rsidP="005C3C93">
      <w:pPr>
        <w:pStyle w:val="Body"/>
        <w:spacing w:line="276" w:lineRule="auto"/>
        <w:ind w:left="720"/>
        <w:rPr>
          <w:sz w:val="22"/>
          <w:szCs w:val="22"/>
        </w:rPr>
      </w:pPr>
    </w:p>
    <w:p w14:paraId="63798813" w14:textId="52A53036" w:rsidR="005C3C93" w:rsidRPr="005C3C93" w:rsidRDefault="00126D52" w:rsidP="005C3C93">
      <w:pPr>
        <w:pStyle w:val="Body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lastRenderedPageBreak/>
        <w:t xml:space="preserve"> </w:t>
      </w:r>
      <w:r w:rsidR="005C3C93">
        <w:rPr>
          <w:sz w:val="22"/>
          <w:szCs w:val="22"/>
        </w:rPr>
        <w:t>(RK8.4, RK8.6, RK8.7</w:t>
      </w:r>
      <w:r w:rsidR="005C3C93" w:rsidRPr="220C9EA8">
        <w:rPr>
          <w:sz w:val="22"/>
          <w:szCs w:val="22"/>
        </w:rPr>
        <w:t xml:space="preserve">) </w:t>
      </w:r>
      <w:r w:rsidR="005C3C93">
        <w:rPr>
          <w:sz w:val="22"/>
          <w:szCs w:val="22"/>
        </w:rPr>
        <w:t>What are the benefits of good quality? (please select All the correct responses)</w:t>
      </w:r>
    </w:p>
    <w:p w14:paraId="289D688F" w14:textId="33190FA2" w:rsidR="005C3C93" w:rsidRDefault="005C3C93" w:rsidP="005C3C93">
      <w:pPr>
        <w:pStyle w:val="Caption"/>
        <w:keepNext/>
      </w:pPr>
      <w:r>
        <w:t xml:space="preserve">Table </w:t>
      </w:r>
      <w:r>
        <w:rPr>
          <w:noProof/>
        </w:rPr>
        <w:t>12: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C3C93" w14:paraId="57920B37" w14:textId="77777777" w:rsidTr="001933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9C10034" w14:textId="77777777" w:rsidR="005C3C93" w:rsidRPr="00752AB3" w:rsidRDefault="005C3C93" w:rsidP="00193318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C31A4F4" w14:textId="77777777" w:rsidR="005C3C93" w:rsidRPr="00752AB3" w:rsidRDefault="005C3C93" w:rsidP="00193318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Put X next to your answer</w:t>
            </w:r>
          </w:p>
        </w:tc>
      </w:tr>
      <w:tr w:rsidR="005C3C93" w14:paraId="4EE58E79" w14:textId="77777777" w:rsidTr="00193318">
        <w:tc>
          <w:tcPr>
            <w:tcW w:w="7650" w:type="dxa"/>
            <w:vAlign w:val="top"/>
          </w:tcPr>
          <w:p w14:paraId="18C5305F" w14:textId="403F0437" w:rsidR="005C3C93" w:rsidRPr="006042C0" w:rsidRDefault="005C3C93" w:rsidP="005C3C93">
            <w:pPr>
              <w:pStyle w:val="ListParagraph"/>
              <w:numPr>
                <w:ilvl w:val="0"/>
                <w:numId w:val="38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Good reputation</w:t>
            </w:r>
          </w:p>
        </w:tc>
        <w:tc>
          <w:tcPr>
            <w:tcW w:w="1410" w:type="dxa"/>
          </w:tcPr>
          <w:p w14:paraId="5FDD7BDC" w14:textId="1160CBEF" w:rsidR="005C3C93" w:rsidRPr="00C070B7" w:rsidRDefault="005C3C93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5C3C93">
              <w:rPr>
                <w:color w:val="FF0000"/>
                <w:sz w:val="22"/>
                <w:szCs w:val="22"/>
              </w:rPr>
              <w:t>X</w:t>
            </w:r>
          </w:p>
        </w:tc>
      </w:tr>
      <w:tr w:rsidR="005C3C93" w14:paraId="4D876C84" w14:textId="77777777" w:rsidTr="00193318">
        <w:tc>
          <w:tcPr>
            <w:tcW w:w="7650" w:type="dxa"/>
            <w:vAlign w:val="top"/>
          </w:tcPr>
          <w:p w14:paraId="579792D8" w14:textId="71B8FDAE" w:rsidR="005C3C93" w:rsidRPr="006042C0" w:rsidRDefault="005C3C93" w:rsidP="005C3C93">
            <w:pPr>
              <w:pStyle w:val="ListParagraph"/>
              <w:numPr>
                <w:ilvl w:val="0"/>
                <w:numId w:val="38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Having a process to follow to solve problems</w:t>
            </w:r>
            <w:r w:rsidRPr="006042C0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410" w:type="dxa"/>
          </w:tcPr>
          <w:p w14:paraId="6CE94EF8" w14:textId="77777777" w:rsidR="005C3C93" w:rsidRPr="00C070B7" w:rsidRDefault="005C3C93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5C3C93" w14:paraId="0C45D173" w14:textId="77777777" w:rsidTr="00193318">
        <w:tc>
          <w:tcPr>
            <w:tcW w:w="7650" w:type="dxa"/>
            <w:vAlign w:val="top"/>
          </w:tcPr>
          <w:p w14:paraId="5F5AD77F" w14:textId="35A54174" w:rsidR="005C3C93" w:rsidRPr="006042C0" w:rsidRDefault="005C3C93" w:rsidP="005C3C93">
            <w:pPr>
              <w:pStyle w:val="ListParagraph"/>
              <w:numPr>
                <w:ilvl w:val="0"/>
                <w:numId w:val="38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Increased competiveness</w:t>
            </w:r>
          </w:p>
        </w:tc>
        <w:tc>
          <w:tcPr>
            <w:tcW w:w="1410" w:type="dxa"/>
          </w:tcPr>
          <w:p w14:paraId="3B0A1148" w14:textId="4BF0B61B" w:rsidR="005C3C93" w:rsidRPr="00C070B7" w:rsidRDefault="005C3C93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5256CD">
              <w:rPr>
                <w:color w:val="FF0000"/>
                <w:sz w:val="22"/>
                <w:szCs w:val="22"/>
              </w:rPr>
              <w:t>X</w:t>
            </w:r>
          </w:p>
        </w:tc>
      </w:tr>
      <w:tr w:rsidR="005C3C93" w14:paraId="68C869DF" w14:textId="77777777" w:rsidTr="00193318">
        <w:tc>
          <w:tcPr>
            <w:tcW w:w="7650" w:type="dxa"/>
            <w:vAlign w:val="top"/>
          </w:tcPr>
          <w:p w14:paraId="6D80D788" w14:textId="4FD2931D" w:rsidR="005C3C93" w:rsidRPr="006042C0" w:rsidRDefault="005C3C93" w:rsidP="005C3C93">
            <w:pPr>
              <w:pStyle w:val="ListParagraph"/>
              <w:numPr>
                <w:ilvl w:val="0"/>
                <w:numId w:val="38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Less accidents</w:t>
            </w:r>
          </w:p>
        </w:tc>
        <w:tc>
          <w:tcPr>
            <w:tcW w:w="1410" w:type="dxa"/>
          </w:tcPr>
          <w:p w14:paraId="02D96370" w14:textId="2EA0CF55" w:rsidR="005C3C93" w:rsidRPr="00C070B7" w:rsidRDefault="005C3C93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29D6B04F" w14:textId="7AB138D2" w:rsidR="00126D52" w:rsidRDefault="00126D52" w:rsidP="009B5512">
      <w:pPr>
        <w:pStyle w:val="Body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5FA31440" w14:textId="4A0D165D" w:rsidR="00B72336" w:rsidRPr="00B72336" w:rsidRDefault="00B72336" w:rsidP="00B72336">
      <w:pPr>
        <w:pStyle w:val="Body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(RK9.1,9.2,9.3) What are the</w:t>
      </w:r>
      <w:r w:rsidRPr="66D779DB">
        <w:rPr>
          <w:sz w:val="22"/>
          <w:szCs w:val="22"/>
        </w:rPr>
        <w:t xml:space="preserve"> costs or consequences of poor quality production within a company? </w:t>
      </w:r>
      <w:r w:rsidRPr="00B72336">
        <w:rPr>
          <w:sz w:val="22"/>
          <w:szCs w:val="22"/>
        </w:rPr>
        <w:t>(please select All the correct responses)</w:t>
      </w:r>
    </w:p>
    <w:p w14:paraId="0E4CCDBE" w14:textId="77777777" w:rsidR="00B72336" w:rsidRDefault="00B72336" w:rsidP="00B72336">
      <w:pPr>
        <w:pStyle w:val="Caption"/>
        <w:keepNext/>
      </w:pPr>
      <w:r>
        <w:t xml:space="preserve">Table </w:t>
      </w:r>
      <w:r>
        <w:rPr>
          <w:noProof/>
        </w:rPr>
        <w:t>12:</w:t>
      </w:r>
      <w:r>
        <w:t xml:space="preserve"> </w:t>
      </w:r>
      <w:r w:rsidRPr="003754B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72336" w14:paraId="1E2ECFC3" w14:textId="77777777" w:rsidTr="001933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37DBA7B" w14:textId="77777777" w:rsidR="00B72336" w:rsidRPr="00752AB3" w:rsidRDefault="00B72336" w:rsidP="00193318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967CCF5" w14:textId="77777777" w:rsidR="00B72336" w:rsidRPr="00752AB3" w:rsidRDefault="00B72336" w:rsidP="00193318">
            <w:pPr>
              <w:pStyle w:val="Body"/>
              <w:rPr>
                <w:sz w:val="22"/>
                <w:szCs w:val="22"/>
              </w:rPr>
            </w:pPr>
            <w:r w:rsidRPr="00752AB3">
              <w:rPr>
                <w:sz w:val="22"/>
                <w:szCs w:val="22"/>
              </w:rPr>
              <w:t>Put X next to your answer</w:t>
            </w:r>
          </w:p>
        </w:tc>
      </w:tr>
      <w:tr w:rsidR="00B72336" w14:paraId="6957C432" w14:textId="77777777" w:rsidTr="00193318">
        <w:tc>
          <w:tcPr>
            <w:tcW w:w="7650" w:type="dxa"/>
            <w:vAlign w:val="top"/>
          </w:tcPr>
          <w:p w14:paraId="04E52FF4" w14:textId="0CE1FE44" w:rsidR="00B72336" w:rsidRPr="006042C0" w:rsidRDefault="00B72336" w:rsidP="00B72336">
            <w:pPr>
              <w:pStyle w:val="ListParagraph"/>
              <w:numPr>
                <w:ilvl w:val="0"/>
                <w:numId w:val="3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Lost customers</w:t>
            </w:r>
          </w:p>
        </w:tc>
        <w:tc>
          <w:tcPr>
            <w:tcW w:w="1410" w:type="dxa"/>
          </w:tcPr>
          <w:p w14:paraId="676D5B63" w14:textId="77777777" w:rsidR="00B72336" w:rsidRPr="00C070B7" w:rsidRDefault="00B72336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5C3C93">
              <w:rPr>
                <w:color w:val="FF0000"/>
                <w:sz w:val="22"/>
                <w:szCs w:val="22"/>
              </w:rPr>
              <w:t>X</w:t>
            </w:r>
          </w:p>
        </w:tc>
      </w:tr>
      <w:tr w:rsidR="00B72336" w14:paraId="4B357439" w14:textId="77777777" w:rsidTr="00193318">
        <w:tc>
          <w:tcPr>
            <w:tcW w:w="7650" w:type="dxa"/>
            <w:vAlign w:val="top"/>
          </w:tcPr>
          <w:p w14:paraId="670EAD32" w14:textId="3263AF8F" w:rsidR="00B72336" w:rsidRPr="006042C0" w:rsidRDefault="00B72336" w:rsidP="00B72336">
            <w:pPr>
              <w:pStyle w:val="ListParagraph"/>
              <w:numPr>
                <w:ilvl w:val="0"/>
                <w:numId w:val="3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Accidents</w:t>
            </w:r>
            <w:r w:rsidRPr="006042C0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410" w:type="dxa"/>
          </w:tcPr>
          <w:p w14:paraId="39173ABF" w14:textId="77777777" w:rsidR="00B72336" w:rsidRPr="00C070B7" w:rsidRDefault="00B72336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424EDA">
              <w:rPr>
                <w:color w:val="FF0000"/>
                <w:sz w:val="22"/>
                <w:szCs w:val="22"/>
              </w:rPr>
              <w:t>X</w:t>
            </w:r>
          </w:p>
        </w:tc>
      </w:tr>
      <w:tr w:rsidR="00B72336" w14:paraId="2748157C" w14:textId="77777777" w:rsidTr="00193318">
        <w:tc>
          <w:tcPr>
            <w:tcW w:w="7650" w:type="dxa"/>
            <w:vAlign w:val="top"/>
          </w:tcPr>
          <w:p w14:paraId="5CB88972" w14:textId="77777777" w:rsidR="00B72336" w:rsidRPr="006042C0" w:rsidRDefault="00B72336" w:rsidP="00B72336">
            <w:pPr>
              <w:pStyle w:val="ListParagraph"/>
              <w:numPr>
                <w:ilvl w:val="0"/>
                <w:numId w:val="39"/>
              </w:numPr>
              <w:tabs>
                <w:tab w:val="clear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Increased competiveness</w:t>
            </w:r>
          </w:p>
        </w:tc>
        <w:tc>
          <w:tcPr>
            <w:tcW w:w="1410" w:type="dxa"/>
          </w:tcPr>
          <w:p w14:paraId="2E7DB2FB" w14:textId="77777777" w:rsidR="00B72336" w:rsidRPr="00C070B7" w:rsidRDefault="00B72336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  <w:r w:rsidRPr="005256CD">
              <w:rPr>
                <w:color w:val="FF0000"/>
                <w:sz w:val="22"/>
                <w:szCs w:val="22"/>
              </w:rPr>
              <w:t>X</w:t>
            </w:r>
          </w:p>
        </w:tc>
      </w:tr>
      <w:tr w:rsidR="00B72336" w14:paraId="786C517D" w14:textId="77777777" w:rsidTr="00193318">
        <w:tc>
          <w:tcPr>
            <w:tcW w:w="7650" w:type="dxa"/>
            <w:vAlign w:val="top"/>
          </w:tcPr>
          <w:p w14:paraId="136D08C5" w14:textId="6E7EC04F" w:rsidR="00B72336" w:rsidRPr="006042C0" w:rsidRDefault="00B72336" w:rsidP="00B72336">
            <w:pPr>
              <w:pStyle w:val="ListParagraph"/>
              <w:numPr>
                <w:ilvl w:val="0"/>
                <w:numId w:val="39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Reduced costs</w:t>
            </w:r>
          </w:p>
        </w:tc>
        <w:tc>
          <w:tcPr>
            <w:tcW w:w="1410" w:type="dxa"/>
          </w:tcPr>
          <w:p w14:paraId="58F6356C" w14:textId="77777777" w:rsidR="00B72336" w:rsidRPr="00C070B7" w:rsidRDefault="00B72336" w:rsidP="00193318">
            <w:pPr>
              <w:pStyle w:val="Body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5A0B609A" w14:textId="77777777" w:rsidR="00B72336" w:rsidRDefault="00B72336" w:rsidP="009B5512">
      <w:pPr>
        <w:pStyle w:val="Body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  <w:sectPr w:rsidR="00B72336" w:rsidSect="00953E2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7BDDD79B" w14:textId="0D7EF1B5" w:rsidR="00B72336" w:rsidRPr="005C3C93" w:rsidRDefault="00B72336" w:rsidP="009B5512">
      <w:pPr>
        <w:pStyle w:val="Body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085B362A" w14:textId="77777777" w:rsidR="00126D52" w:rsidRPr="000412B1" w:rsidRDefault="00126D52" w:rsidP="00126D52">
      <w:pPr>
        <w:pStyle w:val="Heading2"/>
      </w:pPr>
      <w:r w:rsidRPr="000412B1">
        <w:t>Part 2: True or false</w:t>
      </w:r>
    </w:p>
    <w:p w14:paraId="6974F080" w14:textId="77777777" w:rsidR="00126D52" w:rsidRPr="0063453E" w:rsidRDefault="00126D52" w:rsidP="00126D52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2F1695A8" w14:textId="77777777" w:rsidR="00126D52" w:rsidRDefault="00126D52" w:rsidP="00126D52">
      <w:pPr>
        <w:pStyle w:val="Caption"/>
        <w:keepNext/>
      </w:pPr>
      <w:r>
        <w:t xml:space="preserve">Table </w:t>
      </w:r>
      <w:r>
        <w:rPr>
          <w:noProof/>
        </w:rPr>
        <w:t>1:</w:t>
      </w:r>
      <w:r>
        <w:t xml:space="preserve"> </w:t>
      </w:r>
      <w:r w:rsidRPr="003E3D52">
        <w:t>True or false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rue or false"/>
      </w:tblPr>
      <w:tblGrid>
        <w:gridCol w:w="7366"/>
        <w:gridCol w:w="1694"/>
      </w:tblGrid>
      <w:tr w:rsidR="00126D52" w14:paraId="41A94F56" w14:textId="77777777" w:rsidTr="4F0722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198853A" w14:textId="77777777" w:rsidR="00126D52" w:rsidRDefault="00126D52" w:rsidP="00953E2C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03DA0CFB" w14:textId="77777777" w:rsidR="00126D52" w:rsidRDefault="00126D52" w:rsidP="00953E2C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126D52" w14:paraId="5AB32958" w14:textId="77777777" w:rsidTr="4F07227C">
        <w:tc>
          <w:tcPr>
            <w:tcW w:w="7366" w:type="dxa"/>
          </w:tcPr>
          <w:p w14:paraId="2A77A648" w14:textId="564DB2BE" w:rsidR="00126D52" w:rsidRPr="00B30F8E" w:rsidRDefault="4BD909EC" w:rsidP="4BD909EC">
            <w:pPr>
              <w:pStyle w:val="Body"/>
              <w:rPr>
                <w:sz w:val="22"/>
                <w:szCs w:val="22"/>
              </w:rPr>
            </w:pPr>
            <w:r w:rsidRPr="4BD909EC">
              <w:rPr>
                <w:sz w:val="22"/>
                <w:szCs w:val="22"/>
              </w:rPr>
              <w:t>1. (RK9) Improvement and maintenance of a quality system has a cost.</w:t>
            </w:r>
          </w:p>
        </w:tc>
        <w:tc>
          <w:tcPr>
            <w:tcW w:w="1694" w:type="dxa"/>
          </w:tcPr>
          <w:p w14:paraId="1086CAE5" w14:textId="77777777" w:rsidR="00126D52" w:rsidRPr="00BD23FF" w:rsidRDefault="00126D52" w:rsidP="00953E2C">
            <w:pPr>
              <w:pStyle w:val="Body"/>
              <w:jc w:val="center"/>
              <w:rPr>
                <w:color w:val="FF0000"/>
              </w:rPr>
            </w:pPr>
            <w:r w:rsidRPr="00BD23FF">
              <w:rPr>
                <w:color w:val="FF0000"/>
              </w:rPr>
              <w:t>T</w:t>
            </w:r>
          </w:p>
        </w:tc>
      </w:tr>
      <w:tr w:rsidR="00126D52" w14:paraId="2A57EBF8" w14:textId="77777777" w:rsidTr="4F07227C">
        <w:tc>
          <w:tcPr>
            <w:tcW w:w="7366" w:type="dxa"/>
          </w:tcPr>
          <w:p w14:paraId="4B48B098" w14:textId="77777777" w:rsidR="00126D52" w:rsidRPr="00B30F8E" w:rsidRDefault="00126D52" w:rsidP="00953E2C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2. </w:t>
            </w:r>
            <w:r w:rsidR="00B2749C">
              <w:rPr>
                <w:sz w:val="22"/>
                <w:szCs w:val="22"/>
              </w:rPr>
              <w:t>(</w:t>
            </w:r>
            <w:r w:rsidR="00E7051A">
              <w:rPr>
                <w:sz w:val="22"/>
                <w:szCs w:val="22"/>
              </w:rPr>
              <w:t>RK11</w:t>
            </w:r>
            <w:r w:rsidR="00B2749C">
              <w:rPr>
                <w:sz w:val="22"/>
                <w:szCs w:val="22"/>
              </w:rPr>
              <w:t xml:space="preserve">) </w:t>
            </w:r>
            <w:r w:rsidR="005400BF">
              <w:rPr>
                <w:sz w:val="22"/>
                <w:szCs w:val="22"/>
              </w:rPr>
              <w:t xml:space="preserve">(RS6) </w:t>
            </w:r>
            <w:r>
              <w:rPr>
                <w:sz w:val="22"/>
                <w:szCs w:val="22"/>
              </w:rPr>
              <w:t>Inspecting the finished product is the only way to eliminate the cause of the defects</w:t>
            </w:r>
            <w:r w:rsidR="00AF7C0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632692EA" w14:textId="77777777" w:rsidR="00126D52" w:rsidRPr="00BD23FF" w:rsidRDefault="00126D52" w:rsidP="00953E2C">
            <w:pPr>
              <w:pStyle w:val="Body"/>
              <w:jc w:val="center"/>
              <w:rPr>
                <w:color w:val="FF0000"/>
              </w:rPr>
            </w:pPr>
            <w:r w:rsidRPr="00BD23FF">
              <w:rPr>
                <w:color w:val="FF0000"/>
              </w:rPr>
              <w:t>F</w:t>
            </w:r>
          </w:p>
        </w:tc>
      </w:tr>
      <w:tr w:rsidR="00126D52" w14:paraId="760CFC52" w14:textId="77777777" w:rsidTr="4F07227C">
        <w:tc>
          <w:tcPr>
            <w:tcW w:w="7366" w:type="dxa"/>
          </w:tcPr>
          <w:p w14:paraId="08605CAD" w14:textId="7927E14D" w:rsidR="00126D52" w:rsidRPr="00B30F8E" w:rsidRDefault="4F07227C" w:rsidP="4F07227C">
            <w:pPr>
              <w:pStyle w:val="Body"/>
              <w:rPr>
                <w:sz w:val="22"/>
                <w:szCs w:val="22"/>
              </w:rPr>
            </w:pPr>
            <w:r w:rsidRPr="4F07227C">
              <w:rPr>
                <w:sz w:val="22"/>
                <w:szCs w:val="22"/>
              </w:rPr>
              <w:t>3. (RK12, RK13) (PC2.1) Plan, do, check and act is a quality cycle for the continuous improvement of people and processes.</w:t>
            </w:r>
          </w:p>
        </w:tc>
        <w:tc>
          <w:tcPr>
            <w:tcW w:w="1694" w:type="dxa"/>
          </w:tcPr>
          <w:p w14:paraId="168FC2B5" w14:textId="77777777" w:rsidR="00126D52" w:rsidRPr="00BD23FF" w:rsidRDefault="00126D52" w:rsidP="00953E2C">
            <w:pPr>
              <w:pStyle w:val="Body"/>
              <w:jc w:val="center"/>
              <w:rPr>
                <w:color w:val="FF0000"/>
              </w:rPr>
            </w:pPr>
            <w:r w:rsidRPr="00BD23FF">
              <w:rPr>
                <w:color w:val="FF0000"/>
              </w:rPr>
              <w:t>T</w:t>
            </w:r>
          </w:p>
        </w:tc>
      </w:tr>
      <w:tr w:rsidR="00126D52" w14:paraId="27D9FDF3" w14:textId="77777777" w:rsidTr="4F07227C">
        <w:tc>
          <w:tcPr>
            <w:tcW w:w="7366" w:type="dxa"/>
          </w:tcPr>
          <w:p w14:paraId="3F7201E1" w14:textId="11A730A6" w:rsidR="00126D52" w:rsidRPr="00B30F8E" w:rsidRDefault="4F07227C" w:rsidP="4F07227C">
            <w:pPr>
              <w:pStyle w:val="Body"/>
              <w:rPr>
                <w:sz w:val="22"/>
                <w:szCs w:val="22"/>
              </w:rPr>
            </w:pPr>
            <w:r w:rsidRPr="4F07227C">
              <w:rPr>
                <w:sz w:val="22"/>
                <w:szCs w:val="22"/>
              </w:rPr>
              <w:t>4. (RK1) (PC2.2</w:t>
            </w:r>
            <w:r w:rsidR="00CF3916" w:rsidRPr="4F07227C">
              <w:rPr>
                <w:sz w:val="22"/>
                <w:szCs w:val="22"/>
              </w:rPr>
              <w:t>, 2.3</w:t>
            </w:r>
            <w:r w:rsidRPr="4F07227C">
              <w:rPr>
                <w:sz w:val="22"/>
                <w:szCs w:val="22"/>
              </w:rPr>
              <w:t xml:space="preserve">) ISO 9001 is the recognised standard for the requirements of a quality management system. </w:t>
            </w:r>
          </w:p>
        </w:tc>
        <w:tc>
          <w:tcPr>
            <w:tcW w:w="1694" w:type="dxa"/>
          </w:tcPr>
          <w:p w14:paraId="32AF8DF5" w14:textId="77777777" w:rsidR="00126D52" w:rsidRPr="00BD23FF" w:rsidRDefault="00126D52" w:rsidP="00953E2C">
            <w:pPr>
              <w:pStyle w:val="Body"/>
              <w:jc w:val="center"/>
              <w:rPr>
                <w:color w:val="FF0000"/>
              </w:rPr>
            </w:pPr>
            <w:r w:rsidRPr="00BD23FF">
              <w:rPr>
                <w:color w:val="FF0000"/>
              </w:rPr>
              <w:t>T</w:t>
            </w:r>
          </w:p>
        </w:tc>
      </w:tr>
      <w:tr w:rsidR="00126D52" w14:paraId="4860C4CC" w14:textId="77777777" w:rsidTr="4F07227C">
        <w:tc>
          <w:tcPr>
            <w:tcW w:w="7366" w:type="dxa"/>
          </w:tcPr>
          <w:p w14:paraId="1AF9BB48" w14:textId="4DEADA04" w:rsidR="00126D52" w:rsidRDefault="4F07227C" w:rsidP="4F07227C">
            <w:pPr>
              <w:pStyle w:val="Body"/>
              <w:rPr>
                <w:sz w:val="22"/>
                <w:szCs w:val="22"/>
              </w:rPr>
            </w:pPr>
            <w:r w:rsidRPr="4F07227C">
              <w:rPr>
                <w:sz w:val="22"/>
                <w:szCs w:val="22"/>
              </w:rPr>
              <w:t xml:space="preserve">5. (RK9.1, RK15, </w:t>
            </w:r>
            <w:proofErr w:type="gramStart"/>
            <w:r w:rsidRPr="4F07227C">
              <w:rPr>
                <w:sz w:val="22"/>
                <w:szCs w:val="22"/>
              </w:rPr>
              <w:t>RK16</w:t>
            </w:r>
            <w:proofErr w:type="gramEnd"/>
            <w:r w:rsidRPr="4F07227C">
              <w:rPr>
                <w:sz w:val="22"/>
                <w:szCs w:val="22"/>
              </w:rPr>
              <w:t>) (RS6) (PC2.6) Good communication involving customers and suppliers can eliminate potential problems before they escalate.</w:t>
            </w:r>
          </w:p>
        </w:tc>
        <w:tc>
          <w:tcPr>
            <w:tcW w:w="1694" w:type="dxa"/>
          </w:tcPr>
          <w:p w14:paraId="440D15B4" w14:textId="77777777" w:rsidR="00126D52" w:rsidRPr="00BD23FF" w:rsidRDefault="00126D52" w:rsidP="00953E2C">
            <w:pPr>
              <w:pStyle w:val="Body"/>
              <w:jc w:val="center"/>
              <w:rPr>
                <w:color w:val="FF0000"/>
              </w:rPr>
            </w:pPr>
            <w:r w:rsidRPr="00BD23FF">
              <w:rPr>
                <w:color w:val="FF0000"/>
              </w:rPr>
              <w:t>T</w:t>
            </w:r>
          </w:p>
        </w:tc>
      </w:tr>
      <w:tr w:rsidR="00126D52" w14:paraId="5EEFC129" w14:textId="77777777" w:rsidTr="4F07227C">
        <w:tc>
          <w:tcPr>
            <w:tcW w:w="7366" w:type="dxa"/>
          </w:tcPr>
          <w:p w14:paraId="696BDEBD" w14:textId="6BA0F700" w:rsidR="00126D52" w:rsidRDefault="4BD909EC" w:rsidP="4BD909EC">
            <w:pPr>
              <w:pStyle w:val="Body"/>
              <w:rPr>
                <w:sz w:val="22"/>
                <w:szCs w:val="22"/>
              </w:rPr>
            </w:pPr>
            <w:r w:rsidRPr="4BD909EC">
              <w:rPr>
                <w:sz w:val="22"/>
                <w:szCs w:val="22"/>
              </w:rPr>
              <w:t>6. (RK8.4, RK9, 9.1) Dissatisfied customers can damage a company’s reputation.</w:t>
            </w:r>
          </w:p>
        </w:tc>
        <w:tc>
          <w:tcPr>
            <w:tcW w:w="1694" w:type="dxa"/>
          </w:tcPr>
          <w:p w14:paraId="09775037" w14:textId="77777777" w:rsidR="00126D52" w:rsidRPr="00BD23FF" w:rsidRDefault="00126D52" w:rsidP="00953E2C">
            <w:pPr>
              <w:pStyle w:val="Body"/>
              <w:jc w:val="center"/>
              <w:rPr>
                <w:color w:val="FF0000"/>
              </w:rPr>
            </w:pPr>
            <w:r w:rsidRPr="00BD23FF">
              <w:rPr>
                <w:color w:val="FF0000"/>
              </w:rPr>
              <w:t>T</w:t>
            </w:r>
          </w:p>
        </w:tc>
      </w:tr>
      <w:tr w:rsidR="00126D52" w14:paraId="0C34C29A" w14:textId="77777777" w:rsidTr="4F07227C">
        <w:tc>
          <w:tcPr>
            <w:tcW w:w="7366" w:type="dxa"/>
          </w:tcPr>
          <w:p w14:paraId="4D2D4694" w14:textId="77777777" w:rsidR="00126D52" w:rsidRDefault="00126D52" w:rsidP="00953E2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="00B2749C">
              <w:rPr>
                <w:sz w:val="22"/>
                <w:szCs w:val="22"/>
              </w:rPr>
              <w:t>(</w:t>
            </w:r>
            <w:r w:rsidR="00700FA7">
              <w:rPr>
                <w:sz w:val="22"/>
                <w:szCs w:val="22"/>
              </w:rPr>
              <w:t>RK9</w:t>
            </w:r>
            <w:r w:rsidR="00E7051A">
              <w:rPr>
                <w:sz w:val="22"/>
                <w:szCs w:val="22"/>
              </w:rPr>
              <w:t>, RK11</w:t>
            </w:r>
            <w:r w:rsidR="00B2749C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Defective design is a common cause of faulty products</w:t>
            </w:r>
            <w:r w:rsidR="00AF7C08">
              <w:rPr>
                <w:sz w:val="22"/>
                <w:szCs w:val="22"/>
              </w:rPr>
              <w:t>.</w:t>
            </w:r>
          </w:p>
        </w:tc>
        <w:tc>
          <w:tcPr>
            <w:tcW w:w="1694" w:type="dxa"/>
          </w:tcPr>
          <w:p w14:paraId="50BFBDE7" w14:textId="77777777" w:rsidR="00126D52" w:rsidRPr="00BD23FF" w:rsidRDefault="00126D52" w:rsidP="00953E2C">
            <w:pPr>
              <w:pStyle w:val="Body"/>
              <w:jc w:val="center"/>
              <w:rPr>
                <w:color w:val="FF0000"/>
              </w:rPr>
            </w:pPr>
            <w:r w:rsidRPr="00BD23FF">
              <w:rPr>
                <w:color w:val="FF0000"/>
              </w:rPr>
              <w:t>T</w:t>
            </w:r>
          </w:p>
        </w:tc>
      </w:tr>
      <w:tr w:rsidR="00126D52" w14:paraId="67E74EBE" w14:textId="77777777" w:rsidTr="4F07227C">
        <w:tc>
          <w:tcPr>
            <w:tcW w:w="7366" w:type="dxa"/>
          </w:tcPr>
          <w:p w14:paraId="0D3559B4" w14:textId="56AED4E3" w:rsidR="00126D52" w:rsidRDefault="4F07227C" w:rsidP="4F07227C">
            <w:pPr>
              <w:pStyle w:val="Body"/>
              <w:rPr>
                <w:sz w:val="22"/>
                <w:szCs w:val="22"/>
              </w:rPr>
            </w:pPr>
            <w:r w:rsidRPr="4F07227C">
              <w:rPr>
                <w:sz w:val="22"/>
                <w:szCs w:val="22"/>
              </w:rPr>
              <w:t>8. (RK3, RK4, RK12) (PC2.1) Quality circles are a common method of including production workers in the quality improvement process.</w:t>
            </w:r>
          </w:p>
        </w:tc>
        <w:tc>
          <w:tcPr>
            <w:tcW w:w="1694" w:type="dxa"/>
          </w:tcPr>
          <w:p w14:paraId="791184CC" w14:textId="77777777" w:rsidR="00126D52" w:rsidRDefault="00126D52" w:rsidP="00953E2C">
            <w:pPr>
              <w:pStyle w:val="Body"/>
              <w:jc w:val="center"/>
            </w:pPr>
            <w:r w:rsidRPr="003E0960">
              <w:rPr>
                <w:color w:val="FF0000"/>
              </w:rPr>
              <w:t>T</w:t>
            </w:r>
          </w:p>
        </w:tc>
      </w:tr>
      <w:tr w:rsidR="006137AB" w14:paraId="3A3F5472" w14:textId="77777777" w:rsidTr="4F07227C">
        <w:tc>
          <w:tcPr>
            <w:tcW w:w="7366" w:type="dxa"/>
          </w:tcPr>
          <w:p w14:paraId="74463A14" w14:textId="168568BE" w:rsidR="006137AB" w:rsidRPr="4F07227C" w:rsidRDefault="006137AB" w:rsidP="006137AB">
            <w:pPr>
              <w:pStyle w:val="Body"/>
              <w:rPr>
                <w:sz w:val="22"/>
                <w:szCs w:val="22"/>
              </w:rPr>
            </w:pPr>
            <w:r w:rsidRPr="00967B32">
              <w:rPr>
                <w:rFonts w:asciiTheme="majorHAnsi" w:hAnsiTheme="majorHAnsi"/>
                <w:sz w:val="22"/>
                <w:szCs w:val="22"/>
              </w:rPr>
              <w:t>9</w:t>
            </w:r>
            <w:r w:rsidRPr="006137AB">
              <w:rPr>
                <w:sz w:val="22"/>
                <w:szCs w:val="22"/>
              </w:rPr>
              <w:t>. (RK2)</w:t>
            </w:r>
            <w:r w:rsidR="00BE7DE3">
              <w:rPr>
                <w:sz w:val="22"/>
                <w:szCs w:val="22"/>
              </w:rPr>
              <w:t xml:space="preserve"> </w:t>
            </w:r>
            <w:r w:rsidRPr="00967B32">
              <w:rPr>
                <w:color w:val="222222"/>
                <w:sz w:val="22"/>
                <w:szCs w:val="22"/>
              </w:rPr>
              <w:t>A quality system is a collection of business processes focused on consistently meeting customer requirements and enhancing their satisfaction</w:t>
            </w:r>
          </w:p>
        </w:tc>
        <w:tc>
          <w:tcPr>
            <w:tcW w:w="1694" w:type="dxa"/>
          </w:tcPr>
          <w:p w14:paraId="452F14D7" w14:textId="710F43A5" w:rsidR="006137AB" w:rsidRPr="003E0960" w:rsidRDefault="006137AB" w:rsidP="006137AB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</w:tbl>
    <w:p w14:paraId="463F29E8" w14:textId="77777777" w:rsidR="00126D52" w:rsidRDefault="00126D52" w:rsidP="00126D52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94AFC7A" w14:textId="77777777" w:rsidR="00126D52" w:rsidRPr="000412B1" w:rsidRDefault="00126D52" w:rsidP="00126D52">
      <w:pPr>
        <w:pStyle w:val="Heading2"/>
      </w:pPr>
      <w:r w:rsidRPr="000412B1">
        <w:lastRenderedPageBreak/>
        <w:t>Part 3: Short answer</w:t>
      </w:r>
    </w:p>
    <w:p w14:paraId="3417FFC7" w14:textId="77777777" w:rsidR="00126D52" w:rsidRPr="0025552D" w:rsidRDefault="00126D52" w:rsidP="00126D52">
      <w:pPr>
        <w:rPr>
          <w:sz w:val="22"/>
          <w:szCs w:val="22"/>
        </w:rPr>
      </w:pPr>
      <w:r w:rsidRPr="0063453E">
        <w:rPr>
          <w:sz w:val="22"/>
          <w:szCs w:val="22"/>
        </w:rPr>
        <w:t>Read the question carefully. Your answer should be a minimum of</w:t>
      </w:r>
      <w:r>
        <w:rPr>
          <w:sz w:val="22"/>
          <w:szCs w:val="22"/>
        </w:rPr>
        <w:t xml:space="preserve"> 1 word</w:t>
      </w:r>
      <w:r w:rsidRPr="0063453E">
        <w:rPr>
          <w:sz w:val="22"/>
          <w:szCs w:val="22"/>
        </w:rPr>
        <w:t xml:space="preserve"> but no longer than </w:t>
      </w:r>
      <w:r w:rsidRPr="001836B0">
        <w:rPr>
          <w:rStyle w:val="GuidetextChar"/>
          <w:i w:val="0"/>
          <w:color w:val="auto"/>
          <w:sz w:val="22"/>
          <w:szCs w:val="22"/>
        </w:rPr>
        <w:t xml:space="preserve">50 </w:t>
      </w:r>
      <w:r w:rsidRPr="0063453E">
        <w:rPr>
          <w:sz w:val="22"/>
          <w:szCs w:val="22"/>
        </w:rPr>
        <w:t xml:space="preserve">words. </w:t>
      </w:r>
    </w:p>
    <w:p w14:paraId="3B7B4B86" w14:textId="77777777" w:rsidR="00126D52" w:rsidRDefault="00126D52" w:rsidP="00126D52">
      <w:pPr>
        <w:pStyle w:val="Body"/>
        <w:ind w:left="720"/>
        <w:rPr>
          <w:sz w:val="22"/>
          <w:szCs w:val="22"/>
        </w:rPr>
      </w:pPr>
    </w:p>
    <w:p w14:paraId="3D6C2166" w14:textId="52A3F6A5" w:rsidR="00126D52" w:rsidRPr="00E5054A" w:rsidRDefault="4BD909EC" w:rsidP="4BD909EC">
      <w:pPr>
        <w:pStyle w:val="Body"/>
        <w:numPr>
          <w:ilvl w:val="0"/>
          <w:numId w:val="8"/>
        </w:numPr>
        <w:rPr>
          <w:sz w:val="22"/>
          <w:szCs w:val="22"/>
        </w:rPr>
      </w:pPr>
      <w:r w:rsidRPr="4BD909EC">
        <w:rPr>
          <w:sz w:val="22"/>
          <w:szCs w:val="22"/>
        </w:rPr>
        <w:t>(RK2) What does the term quality mean?</w:t>
      </w:r>
    </w:p>
    <w:p w14:paraId="5E0F86E2" w14:textId="77777777" w:rsidR="00126D52" w:rsidRPr="00BD23FF" w:rsidRDefault="00126D52" w:rsidP="00126D5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BD23FF">
        <w:rPr>
          <w:color w:val="FF0000"/>
          <w:sz w:val="22"/>
          <w:szCs w:val="22"/>
        </w:rPr>
        <w:t>Fitness for purpose</w:t>
      </w:r>
    </w:p>
    <w:p w14:paraId="084C158A" w14:textId="77777777" w:rsidR="00126D52" w:rsidRPr="00BD23FF" w:rsidRDefault="00126D52" w:rsidP="00126D52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BD23FF">
        <w:rPr>
          <w:color w:val="FF0000"/>
          <w:sz w:val="22"/>
          <w:szCs w:val="22"/>
        </w:rPr>
        <w:t>A product that meets or exceeds customer expectations</w:t>
      </w:r>
    </w:p>
    <w:p w14:paraId="5630AD66" w14:textId="4B3610A6" w:rsidR="00126D52" w:rsidRPr="00E5054A" w:rsidRDefault="00126D52" w:rsidP="66D779DB">
      <w:pPr>
        <w:pStyle w:val="Body"/>
        <w:ind w:left="360"/>
        <w:rPr>
          <w:sz w:val="22"/>
          <w:szCs w:val="22"/>
        </w:rPr>
      </w:pPr>
    </w:p>
    <w:p w14:paraId="46E6AF04" w14:textId="5D8EFB6B" w:rsidR="00126D52" w:rsidRPr="00E5054A" w:rsidRDefault="220C9EA8" w:rsidP="220C9EA8">
      <w:pPr>
        <w:pStyle w:val="Body"/>
        <w:numPr>
          <w:ilvl w:val="0"/>
          <w:numId w:val="8"/>
        </w:numPr>
        <w:rPr>
          <w:sz w:val="22"/>
          <w:szCs w:val="22"/>
        </w:rPr>
      </w:pPr>
      <w:r w:rsidRPr="220C9EA8">
        <w:rPr>
          <w:color w:val="000000" w:themeColor="text1"/>
          <w:sz w:val="22"/>
          <w:szCs w:val="22"/>
          <w:lang w:val="en-US"/>
        </w:rPr>
        <w:t xml:space="preserve"> (RK1, RK4) Who is an internal customer?</w:t>
      </w:r>
    </w:p>
    <w:p w14:paraId="61829076" w14:textId="642AF79D" w:rsidR="00126D52" w:rsidRDefault="66D779DB" w:rsidP="66D779DB">
      <w:pPr>
        <w:pStyle w:val="Body"/>
        <w:ind w:left="360"/>
        <w:rPr>
          <w:sz w:val="22"/>
          <w:szCs w:val="22"/>
        </w:rPr>
      </w:pPr>
      <w:r w:rsidRPr="66D779DB">
        <w:rPr>
          <w:color w:val="FF0000"/>
          <w:sz w:val="22"/>
          <w:szCs w:val="22"/>
        </w:rPr>
        <w:t>Anyone within the same organization that are involved in the process of supplying goods or services. Example: an assembly line worker is a customer to the person supplying parts to an assembly</w:t>
      </w:r>
      <w:r w:rsidRPr="66D779DB">
        <w:rPr>
          <w:sz w:val="22"/>
          <w:szCs w:val="22"/>
        </w:rPr>
        <w:t>.</w:t>
      </w:r>
    </w:p>
    <w:p w14:paraId="2B689270" w14:textId="4075DD92" w:rsidR="00126D52" w:rsidRPr="00E5054A" w:rsidRDefault="66D779DB" w:rsidP="66D779DB">
      <w:pPr>
        <w:pStyle w:val="Body"/>
        <w:numPr>
          <w:ilvl w:val="0"/>
          <w:numId w:val="8"/>
        </w:numPr>
        <w:rPr>
          <w:sz w:val="22"/>
          <w:szCs w:val="22"/>
        </w:rPr>
      </w:pPr>
      <w:r w:rsidRPr="66D779DB">
        <w:rPr>
          <w:sz w:val="22"/>
          <w:szCs w:val="22"/>
        </w:rPr>
        <w:t>(RK1, RK4) Who is an external customer?</w:t>
      </w:r>
    </w:p>
    <w:p w14:paraId="0DE4B5B7" w14:textId="26F2BBED" w:rsidR="00126D52" w:rsidRDefault="66D779DB" w:rsidP="66D779DB">
      <w:pPr>
        <w:pStyle w:val="Body"/>
        <w:tabs>
          <w:tab w:val="clear" w:pos="284"/>
        </w:tabs>
        <w:spacing w:before="0" w:after="200" w:line="276" w:lineRule="auto"/>
        <w:ind w:left="360"/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Anyone outside the company who purchases or uses the product</w:t>
      </w:r>
    </w:p>
    <w:p w14:paraId="08447B6B" w14:textId="161F52AA" w:rsidR="00126D52" w:rsidRPr="00752AB3" w:rsidRDefault="00B2749C" w:rsidP="66D779DB">
      <w:pPr>
        <w:pStyle w:val="Body"/>
        <w:numPr>
          <w:ilvl w:val="0"/>
          <w:numId w:val="8"/>
        </w:numPr>
        <w:rPr>
          <w:sz w:val="22"/>
          <w:szCs w:val="22"/>
        </w:rPr>
      </w:pPr>
      <w:r>
        <w:rPr>
          <w:w w:val="105"/>
          <w:sz w:val="22"/>
          <w:szCs w:val="22"/>
        </w:rPr>
        <w:t>(</w:t>
      </w:r>
      <w:r w:rsidR="00004E41">
        <w:rPr>
          <w:w w:val="105"/>
          <w:sz w:val="22"/>
          <w:szCs w:val="22"/>
        </w:rPr>
        <w:t>RK</w:t>
      </w:r>
      <w:r w:rsidR="00BE7DE3">
        <w:rPr>
          <w:w w:val="105"/>
          <w:sz w:val="22"/>
          <w:szCs w:val="22"/>
        </w:rPr>
        <w:t>3 RK</w:t>
      </w:r>
      <w:r w:rsidR="00004E41">
        <w:rPr>
          <w:w w:val="105"/>
          <w:sz w:val="22"/>
          <w:szCs w:val="22"/>
        </w:rPr>
        <w:t>14</w:t>
      </w:r>
      <w:r>
        <w:rPr>
          <w:w w:val="105"/>
          <w:sz w:val="22"/>
          <w:szCs w:val="22"/>
        </w:rPr>
        <w:t>) Give four (4) reasons why quality procedures and systems are important.</w:t>
      </w:r>
    </w:p>
    <w:p w14:paraId="06C0ACBA" w14:textId="42C11A93" w:rsidR="00C206D9" w:rsidRPr="00C206D9" w:rsidRDefault="66D779DB" w:rsidP="00C206D9">
      <w:pPr>
        <w:pStyle w:val="Body"/>
        <w:ind w:left="360"/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Responses could be from any of these listed below</w:t>
      </w:r>
    </w:p>
    <w:p w14:paraId="3675A8BA" w14:textId="6A400A37" w:rsidR="00BE7DE3" w:rsidRDefault="00C206D9" w:rsidP="66D779DB">
      <w:pPr>
        <w:pStyle w:val="Body"/>
        <w:numPr>
          <w:ilvl w:val="0"/>
          <w:numId w:val="2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Stay competitive</w:t>
      </w:r>
    </w:p>
    <w:p w14:paraId="35D4D1A6" w14:textId="48141FD3" w:rsidR="00C206D9" w:rsidRDefault="00C206D9" w:rsidP="66D779DB">
      <w:pPr>
        <w:pStyle w:val="Body"/>
        <w:numPr>
          <w:ilvl w:val="0"/>
          <w:numId w:val="2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Eliminates waste</w:t>
      </w:r>
    </w:p>
    <w:p w14:paraId="0B84B3F6" w14:textId="75F4412F" w:rsidR="00126D52" w:rsidRDefault="66D779DB" w:rsidP="66D779DB">
      <w:pPr>
        <w:pStyle w:val="Body"/>
        <w:numPr>
          <w:ilvl w:val="0"/>
          <w:numId w:val="2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Eliminates rework</w:t>
      </w:r>
    </w:p>
    <w:p w14:paraId="339EE759" w14:textId="0452DC19" w:rsidR="00126D52" w:rsidRDefault="66D779DB" w:rsidP="66D779DB">
      <w:pPr>
        <w:pStyle w:val="Body"/>
        <w:numPr>
          <w:ilvl w:val="0"/>
          <w:numId w:val="2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Stay current with industry</w:t>
      </w:r>
    </w:p>
    <w:p w14:paraId="02DC8B6D" w14:textId="4C388E51" w:rsidR="00126D52" w:rsidRDefault="66D779DB" w:rsidP="66D779DB">
      <w:pPr>
        <w:pStyle w:val="Body"/>
        <w:numPr>
          <w:ilvl w:val="0"/>
          <w:numId w:val="2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High productivity</w:t>
      </w:r>
    </w:p>
    <w:p w14:paraId="66204FF1" w14:textId="3DD05C65" w:rsidR="00126D52" w:rsidRDefault="66D779DB" w:rsidP="66D779DB">
      <w:pPr>
        <w:pStyle w:val="Body"/>
        <w:numPr>
          <w:ilvl w:val="0"/>
          <w:numId w:val="2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Meet customers' needs</w:t>
      </w:r>
    </w:p>
    <w:p w14:paraId="000FEA2A" w14:textId="7A39EE47" w:rsidR="66D779DB" w:rsidRDefault="66D779DB" w:rsidP="66D779DB">
      <w:pPr>
        <w:pStyle w:val="Body"/>
        <w:numPr>
          <w:ilvl w:val="0"/>
          <w:numId w:val="8"/>
        </w:numPr>
        <w:rPr>
          <w:sz w:val="22"/>
          <w:szCs w:val="22"/>
        </w:rPr>
      </w:pPr>
      <w:r w:rsidRPr="66D779DB">
        <w:rPr>
          <w:sz w:val="22"/>
          <w:szCs w:val="22"/>
        </w:rPr>
        <w:t xml:space="preserve"> (RK8.5,9.4,9.5,9.6) Job satisfaction is a key benefit of good quality production. List three personal consequences of </w:t>
      </w:r>
      <w:r w:rsidRPr="66D779DB">
        <w:rPr>
          <w:b/>
          <w:bCs/>
          <w:sz w:val="22"/>
          <w:szCs w:val="22"/>
        </w:rPr>
        <w:t>low</w:t>
      </w:r>
      <w:r w:rsidRPr="66D779DB">
        <w:rPr>
          <w:sz w:val="22"/>
          <w:szCs w:val="22"/>
        </w:rPr>
        <w:t xml:space="preserve"> job satisfaction and poor quality systems?</w:t>
      </w:r>
    </w:p>
    <w:p w14:paraId="7920DE00" w14:textId="6A3367D1" w:rsidR="00126D52" w:rsidRPr="00C206D9" w:rsidRDefault="66D779DB" w:rsidP="00C206D9">
      <w:pPr>
        <w:pStyle w:val="Body"/>
        <w:ind w:left="360"/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Responses could be from any of these listed below</w:t>
      </w:r>
    </w:p>
    <w:p w14:paraId="5871B56C" w14:textId="291891EB" w:rsidR="00C206D9" w:rsidRDefault="00C206D9" w:rsidP="66D779DB">
      <w:pPr>
        <w:pStyle w:val="Body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Lost time/sickness</w:t>
      </w:r>
    </w:p>
    <w:p w14:paraId="358B4F9D" w14:textId="6D3D018F" w:rsidR="00C206D9" w:rsidRDefault="00C206D9" w:rsidP="66D779DB">
      <w:pPr>
        <w:pStyle w:val="Body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Conflict</w:t>
      </w:r>
    </w:p>
    <w:p w14:paraId="02ED9C3C" w14:textId="4FA6C40E" w:rsidR="00C206D9" w:rsidRDefault="00C206D9" w:rsidP="66D779DB">
      <w:pPr>
        <w:pStyle w:val="Body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Low morale</w:t>
      </w:r>
    </w:p>
    <w:p w14:paraId="70777E9B" w14:textId="7CA087EB" w:rsidR="66D779DB" w:rsidRDefault="66D779DB" w:rsidP="66D779DB">
      <w:pPr>
        <w:pStyle w:val="Body"/>
        <w:numPr>
          <w:ilvl w:val="0"/>
          <w:numId w:val="31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loss of confidence/errors</w:t>
      </w:r>
    </w:p>
    <w:p w14:paraId="0B93BB7C" w14:textId="465DF0C1" w:rsidR="66D779DB" w:rsidRDefault="66D779DB" w:rsidP="66D779DB">
      <w:pPr>
        <w:pStyle w:val="Body"/>
        <w:numPr>
          <w:ilvl w:val="0"/>
          <w:numId w:val="31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Accidents</w:t>
      </w:r>
    </w:p>
    <w:p w14:paraId="2DBF0D7D" w14:textId="77777777" w:rsidR="00126D52" w:rsidRDefault="00126D52" w:rsidP="00126D52">
      <w:pPr>
        <w:pStyle w:val="Body"/>
        <w:ind w:left="720"/>
        <w:rPr>
          <w:sz w:val="22"/>
          <w:szCs w:val="22"/>
        </w:rPr>
      </w:pPr>
    </w:p>
    <w:p w14:paraId="2205B9D4" w14:textId="4A88FD22" w:rsidR="00EE30E9" w:rsidRDefault="00EE30E9" w:rsidP="00EE30E9">
      <w:pPr>
        <w:tabs>
          <w:tab w:val="clear" w:pos="284"/>
        </w:tabs>
        <w:spacing w:before="0" w:after="200"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</w:p>
    <w:p w14:paraId="5CDFC84C" w14:textId="3F4C450E" w:rsidR="00126D52" w:rsidRPr="00EE30E9" w:rsidRDefault="00EE30E9" w:rsidP="006E1881">
      <w:pPr>
        <w:pStyle w:val="Body"/>
        <w:numPr>
          <w:ilvl w:val="0"/>
          <w:numId w:val="8"/>
        </w:numPr>
        <w:rPr>
          <w:sz w:val="22"/>
          <w:szCs w:val="22"/>
        </w:rPr>
      </w:pPr>
      <w:r>
        <w:rPr>
          <w:rFonts w:eastAsia="Times New Roman"/>
          <w:noProof/>
          <w:kern w:val="22"/>
          <w:sz w:val="22"/>
          <w:szCs w:val="22"/>
          <w:lang w:eastAsia="en-AU"/>
        </w:rPr>
        <w:t xml:space="preserve"> (RK7) State two (2) reasons why a job must conform to specification</w:t>
      </w:r>
      <w:r w:rsidR="00450E0C">
        <w:rPr>
          <w:rFonts w:eastAsia="Times New Roman"/>
          <w:noProof/>
          <w:kern w:val="22"/>
          <w:sz w:val="22"/>
          <w:szCs w:val="22"/>
          <w:lang w:eastAsia="en-AU"/>
        </w:rPr>
        <w:t>.</w:t>
      </w:r>
    </w:p>
    <w:p w14:paraId="5D5597FA" w14:textId="77777777" w:rsidR="00EE30E9" w:rsidRPr="00DE49AE" w:rsidRDefault="00EE30E9" w:rsidP="00EE30E9">
      <w:pPr>
        <w:pStyle w:val="Body"/>
        <w:ind w:left="360"/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Responses could be from any of these listed below</w:t>
      </w:r>
    </w:p>
    <w:p w14:paraId="37B42F68" w14:textId="77777777" w:rsidR="00EE30E9" w:rsidRPr="00EE30E9" w:rsidRDefault="00EE30E9" w:rsidP="00EE30E9">
      <w:pPr>
        <w:pStyle w:val="ListParagraph"/>
        <w:numPr>
          <w:ilvl w:val="0"/>
          <w:numId w:val="42"/>
        </w:numPr>
        <w:tabs>
          <w:tab w:val="clear" w:pos="284"/>
        </w:tabs>
        <w:spacing w:before="0" w:after="200" w:line="276" w:lineRule="auto"/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</w:pPr>
      <w:r w:rsidRPr="00EE30E9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So the limits of fit can be achieved over multiple jobs</w:t>
      </w:r>
    </w:p>
    <w:p w14:paraId="168B7D9A" w14:textId="77777777" w:rsidR="00EE30E9" w:rsidRDefault="00EE30E9" w:rsidP="00EE30E9">
      <w:pPr>
        <w:pStyle w:val="ListParagraph"/>
        <w:numPr>
          <w:ilvl w:val="0"/>
          <w:numId w:val="42"/>
        </w:numPr>
        <w:tabs>
          <w:tab w:val="clear" w:pos="284"/>
        </w:tabs>
        <w:spacing w:before="0" w:after="200" w:line="276" w:lineRule="auto"/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Comforming to specification allows the customer to work with several different suppliers</w:t>
      </w:r>
    </w:p>
    <w:p w14:paraId="005E481A" w14:textId="77777777" w:rsidR="00EE30E9" w:rsidRPr="00221D0D" w:rsidRDefault="00EE30E9" w:rsidP="00EE30E9">
      <w:pPr>
        <w:pStyle w:val="ListParagraph"/>
        <w:numPr>
          <w:ilvl w:val="0"/>
          <w:numId w:val="42"/>
        </w:numPr>
        <w:tabs>
          <w:tab w:val="clear" w:pos="284"/>
        </w:tabs>
        <w:spacing w:before="0" w:after="200" w:line="276" w:lineRule="auto"/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 xml:space="preserve">So a job meets safety standards  (size, strength, hardness, capacity)  </w:t>
      </w:r>
    </w:p>
    <w:p w14:paraId="44629566" w14:textId="3E3A088C" w:rsidR="66D779DB" w:rsidRDefault="66D779DB" w:rsidP="00EE30E9">
      <w:pPr>
        <w:pStyle w:val="Body"/>
        <w:rPr>
          <w:color w:val="FF0000"/>
          <w:sz w:val="22"/>
          <w:szCs w:val="22"/>
        </w:rPr>
      </w:pPr>
    </w:p>
    <w:p w14:paraId="28B1F55D" w14:textId="4FFB505D" w:rsidR="00126D52" w:rsidRPr="00544919" w:rsidRDefault="00C03D0F" w:rsidP="4F07227C">
      <w:pPr>
        <w:pStyle w:val="Body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(RK</w:t>
      </w:r>
      <w:r w:rsidR="4F07227C" w:rsidRPr="4F07227C">
        <w:rPr>
          <w:sz w:val="22"/>
          <w:szCs w:val="22"/>
        </w:rPr>
        <w:t>8.8, RK14, RK16) (</w:t>
      </w:r>
      <w:r>
        <w:rPr>
          <w:sz w:val="22"/>
          <w:szCs w:val="22"/>
        </w:rPr>
        <w:t xml:space="preserve">PC2.7) </w:t>
      </w:r>
      <w:proofErr w:type="gramStart"/>
      <w:r>
        <w:t>In</w:t>
      </w:r>
      <w:proofErr w:type="gramEnd"/>
      <w:r>
        <w:t xml:space="preserve"> applying the principles of good quality, why is it important for an Organisation to keep up-to-date with technology</w:t>
      </w:r>
      <w:r w:rsidR="4F07227C" w:rsidRPr="4F07227C">
        <w:rPr>
          <w:sz w:val="22"/>
          <w:szCs w:val="22"/>
        </w:rPr>
        <w:t>?</w:t>
      </w:r>
    </w:p>
    <w:p w14:paraId="51796024" w14:textId="7852F005" w:rsidR="00126D52" w:rsidRDefault="66D779DB" w:rsidP="66D779DB">
      <w:pPr>
        <w:pStyle w:val="Body"/>
        <w:ind w:left="360"/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Responses could be from any of these listed below</w:t>
      </w:r>
    </w:p>
    <w:p w14:paraId="47EE5D3C" w14:textId="77777777" w:rsidR="00C03D0F" w:rsidRPr="00C03D0F" w:rsidRDefault="00C03D0F" w:rsidP="00C03D0F">
      <w:pPr>
        <w:pStyle w:val="ListParagraph"/>
        <w:numPr>
          <w:ilvl w:val="0"/>
          <w:numId w:val="40"/>
        </w:numPr>
        <w:rPr>
          <w:rFonts w:cs="Calibri"/>
          <w:color w:val="FF0000"/>
          <w:sz w:val="22"/>
        </w:rPr>
      </w:pPr>
      <w:r w:rsidRPr="00C03D0F">
        <w:rPr>
          <w:color w:val="FF0000"/>
        </w:rPr>
        <w:t xml:space="preserve">To stay current in the marketplace </w:t>
      </w:r>
    </w:p>
    <w:p w14:paraId="1E7B9626" w14:textId="77777777" w:rsidR="00C03D0F" w:rsidRPr="00C03D0F" w:rsidRDefault="00C03D0F" w:rsidP="00C03D0F">
      <w:pPr>
        <w:pStyle w:val="ListParagraph"/>
        <w:numPr>
          <w:ilvl w:val="0"/>
          <w:numId w:val="40"/>
        </w:numPr>
        <w:rPr>
          <w:color w:val="FF0000"/>
        </w:rPr>
      </w:pPr>
      <w:r w:rsidRPr="00C03D0F">
        <w:rPr>
          <w:color w:val="FF0000"/>
        </w:rPr>
        <w:t>To help the organisation maintain a competitive edge (stay competitive)</w:t>
      </w:r>
    </w:p>
    <w:p w14:paraId="063BF0FF" w14:textId="77777777" w:rsidR="00C03D0F" w:rsidRPr="00C03D0F" w:rsidRDefault="00C03D0F" w:rsidP="00C03D0F">
      <w:pPr>
        <w:pStyle w:val="ListParagraph"/>
        <w:numPr>
          <w:ilvl w:val="0"/>
          <w:numId w:val="40"/>
        </w:numPr>
        <w:rPr>
          <w:color w:val="FF0000"/>
        </w:rPr>
      </w:pPr>
      <w:r w:rsidRPr="00C03D0F">
        <w:rPr>
          <w:color w:val="FF0000"/>
        </w:rPr>
        <w:t>Can compete at the same level as other companies</w:t>
      </w:r>
    </w:p>
    <w:p w14:paraId="44991B29" w14:textId="77777777" w:rsidR="00C03D0F" w:rsidRPr="00C03D0F" w:rsidRDefault="00C03D0F" w:rsidP="00C03D0F">
      <w:pPr>
        <w:pStyle w:val="ListParagraph"/>
        <w:numPr>
          <w:ilvl w:val="0"/>
          <w:numId w:val="40"/>
        </w:numPr>
        <w:rPr>
          <w:color w:val="FF0000"/>
        </w:rPr>
      </w:pPr>
      <w:r w:rsidRPr="00C03D0F">
        <w:rPr>
          <w:color w:val="FF0000"/>
        </w:rPr>
        <w:t>Reduce the costs of maintaining outdated technology</w:t>
      </w:r>
    </w:p>
    <w:p w14:paraId="40B3DA66" w14:textId="77777777" w:rsidR="00C03D0F" w:rsidRPr="00C03D0F" w:rsidRDefault="00C03D0F" w:rsidP="00C03D0F">
      <w:pPr>
        <w:pStyle w:val="ListParagraph"/>
        <w:numPr>
          <w:ilvl w:val="0"/>
          <w:numId w:val="40"/>
        </w:numPr>
        <w:rPr>
          <w:color w:val="FF0000"/>
        </w:rPr>
      </w:pPr>
      <w:r w:rsidRPr="00C03D0F">
        <w:rPr>
          <w:color w:val="FF0000"/>
        </w:rPr>
        <w:t>Helps organisations stay organised</w:t>
      </w:r>
    </w:p>
    <w:p w14:paraId="1B31E6EC" w14:textId="1927FA81" w:rsidR="66D779DB" w:rsidRDefault="66D779DB" w:rsidP="66D779DB">
      <w:pPr>
        <w:pStyle w:val="Body"/>
        <w:ind w:left="360"/>
        <w:rPr>
          <w:color w:val="FF0000"/>
          <w:sz w:val="22"/>
          <w:szCs w:val="22"/>
        </w:rPr>
      </w:pPr>
    </w:p>
    <w:p w14:paraId="3AC19F7A" w14:textId="7952E938" w:rsidR="00126D52" w:rsidRDefault="66D779DB" w:rsidP="66D779DB">
      <w:pPr>
        <w:pStyle w:val="Body"/>
        <w:numPr>
          <w:ilvl w:val="0"/>
          <w:numId w:val="8"/>
        </w:numPr>
        <w:rPr>
          <w:sz w:val="22"/>
          <w:szCs w:val="22"/>
        </w:rPr>
      </w:pPr>
      <w:r w:rsidRPr="66D779DB">
        <w:rPr>
          <w:sz w:val="22"/>
          <w:szCs w:val="22"/>
        </w:rPr>
        <w:t>(RK12) List two (2) methods where a process can be improved?</w:t>
      </w:r>
    </w:p>
    <w:p w14:paraId="3F057312" w14:textId="734CA57E" w:rsidR="00126D52" w:rsidRPr="00C206D9" w:rsidRDefault="66D779DB" w:rsidP="00C206D9">
      <w:pPr>
        <w:pStyle w:val="Body"/>
        <w:ind w:left="360"/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Responses could be from any of these listed below</w:t>
      </w:r>
    </w:p>
    <w:p w14:paraId="243D24E1" w14:textId="31506C44" w:rsidR="00C206D9" w:rsidRDefault="00C206D9" w:rsidP="66D779DB">
      <w:pPr>
        <w:pStyle w:val="Body"/>
        <w:numPr>
          <w:ilvl w:val="0"/>
          <w:numId w:val="26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Documentation and reporting</w:t>
      </w:r>
    </w:p>
    <w:p w14:paraId="15831CBE" w14:textId="18FFB12F" w:rsidR="00126D52" w:rsidRDefault="66D779DB" w:rsidP="66D779DB">
      <w:pPr>
        <w:pStyle w:val="Body"/>
        <w:numPr>
          <w:ilvl w:val="0"/>
          <w:numId w:val="26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Good manufacturing techniques</w:t>
      </w:r>
    </w:p>
    <w:p w14:paraId="3CB02C4D" w14:textId="5B0C718E" w:rsidR="00C206D9" w:rsidRDefault="00C206D9" w:rsidP="66D779DB">
      <w:pPr>
        <w:pStyle w:val="Body"/>
        <w:numPr>
          <w:ilvl w:val="0"/>
          <w:numId w:val="26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Continual review of product</w:t>
      </w:r>
    </w:p>
    <w:p w14:paraId="1A4C1467" w14:textId="335EB615" w:rsidR="00C206D9" w:rsidRPr="0051699D" w:rsidRDefault="00C206D9" w:rsidP="66D779DB">
      <w:pPr>
        <w:pStyle w:val="Body"/>
        <w:numPr>
          <w:ilvl w:val="0"/>
          <w:numId w:val="26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Quality machinery</w:t>
      </w:r>
    </w:p>
    <w:p w14:paraId="296FEF7D" w14:textId="36596E7B" w:rsidR="00126D52" w:rsidRPr="0051699D" w:rsidRDefault="66D779DB" w:rsidP="66D779DB">
      <w:pPr>
        <w:pStyle w:val="Body"/>
        <w:numPr>
          <w:ilvl w:val="0"/>
          <w:numId w:val="26"/>
        </w:numPr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 xml:space="preserve">Involving production employees in process improvement </w:t>
      </w:r>
    </w:p>
    <w:p w14:paraId="5190D685" w14:textId="021F29FE" w:rsidR="66D779DB" w:rsidRDefault="66D779DB" w:rsidP="66D779DB">
      <w:pPr>
        <w:pStyle w:val="Body"/>
        <w:ind w:left="360"/>
        <w:rPr>
          <w:color w:val="FF0000"/>
          <w:sz w:val="22"/>
          <w:szCs w:val="22"/>
        </w:rPr>
      </w:pPr>
    </w:p>
    <w:p w14:paraId="4590DE2A" w14:textId="37D382BF" w:rsidR="00126D52" w:rsidRPr="00B8729E" w:rsidRDefault="4F07227C" w:rsidP="4F07227C">
      <w:pPr>
        <w:pStyle w:val="Body"/>
        <w:numPr>
          <w:ilvl w:val="0"/>
          <w:numId w:val="27"/>
        </w:numPr>
        <w:rPr>
          <w:sz w:val="22"/>
          <w:szCs w:val="22"/>
        </w:rPr>
      </w:pPr>
      <w:r w:rsidRPr="4F07227C">
        <w:rPr>
          <w:color w:val="000000" w:themeColor="text1"/>
          <w:sz w:val="22"/>
          <w:szCs w:val="22"/>
          <w:lang w:val="en-US"/>
        </w:rPr>
        <w:t xml:space="preserve">(RK5, RK7) </w:t>
      </w:r>
      <w:r w:rsidRPr="4F07227C">
        <w:rPr>
          <w:sz w:val="22"/>
          <w:szCs w:val="22"/>
        </w:rPr>
        <w:t>(RS1, RS4) (PC1.2, 2.3)</w:t>
      </w:r>
      <w:r w:rsidRPr="4F07227C">
        <w:rPr>
          <w:color w:val="000000" w:themeColor="text1"/>
          <w:sz w:val="22"/>
          <w:szCs w:val="22"/>
          <w:lang w:val="en-US"/>
        </w:rPr>
        <w:t xml:space="preserve">Give </w:t>
      </w:r>
      <w:r w:rsidRPr="4F07227C">
        <w:rPr>
          <w:b/>
          <w:bCs/>
          <w:color w:val="000000" w:themeColor="text1"/>
          <w:sz w:val="22"/>
          <w:szCs w:val="22"/>
          <w:lang w:val="en-US"/>
        </w:rPr>
        <w:t>an</w:t>
      </w:r>
      <w:r w:rsidRPr="4F07227C">
        <w:rPr>
          <w:color w:val="000000" w:themeColor="text1"/>
          <w:sz w:val="22"/>
          <w:szCs w:val="22"/>
          <w:lang w:val="en-US"/>
        </w:rPr>
        <w:t xml:space="preserve"> example of the steps you would perform to check a part for conformance to specifications.</w:t>
      </w:r>
    </w:p>
    <w:p w14:paraId="299165EF" w14:textId="08B8B75A" w:rsidR="00C206D9" w:rsidRDefault="00126D52" w:rsidP="00C206D9">
      <w:pPr>
        <w:pStyle w:val="Body"/>
        <w:numPr>
          <w:ilvl w:val="0"/>
          <w:numId w:val="33"/>
        </w:numPr>
        <w:tabs>
          <w:tab w:val="clear" w:pos="284"/>
        </w:tabs>
        <w:spacing w:before="0" w:after="200" w:line="276" w:lineRule="auto"/>
        <w:rPr>
          <w:color w:val="FF0000"/>
          <w:sz w:val="22"/>
          <w:szCs w:val="22"/>
        </w:rPr>
      </w:pPr>
      <w:r w:rsidRPr="00D001B8">
        <w:rPr>
          <w:color w:val="FF0000"/>
          <w:sz w:val="22"/>
          <w:szCs w:val="22"/>
        </w:rPr>
        <w:t>Quality control inspector inspecting the part against its blueprints</w:t>
      </w:r>
      <w:r w:rsidR="005B50E4">
        <w:rPr>
          <w:color w:val="FF0000"/>
          <w:sz w:val="22"/>
          <w:szCs w:val="22"/>
        </w:rPr>
        <w:t>/drawings</w:t>
      </w:r>
      <w:r w:rsidR="00C206D9">
        <w:rPr>
          <w:color w:val="FF0000"/>
          <w:sz w:val="22"/>
          <w:szCs w:val="22"/>
        </w:rPr>
        <w:t xml:space="preserve"> </w:t>
      </w:r>
    </w:p>
    <w:p w14:paraId="0BEC2359" w14:textId="65F91DB0" w:rsidR="00C206D9" w:rsidRDefault="00C206D9" w:rsidP="00C206D9">
      <w:pPr>
        <w:pStyle w:val="Body"/>
        <w:numPr>
          <w:ilvl w:val="0"/>
          <w:numId w:val="33"/>
        </w:numPr>
        <w:tabs>
          <w:tab w:val="clear" w:pos="284"/>
        </w:tabs>
        <w:spacing w:before="0" w:after="200" w:line="276" w:lineRule="auto"/>
        <w:rPr>
          <w:color w:val="FF0000"/>
          <w:sz w:val="22"/>
          <w:szCs w:val="22"/>
        </w:rPr>
        <w:sectPr w:rsidR="00C206D9" w:rsidSect="00953E2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  <w:r w:rsidRPr="220C9EA8">
        <w:rPr>
          <w:color w:val="FF0000"/>
          <w:sz w:val="22"/>
          <w:szCs w:val="22"/>
        </w:rPr>
        <w:t>Benchmarking, checking the part manu</w:t>
      </w:r>
      <w:r>
        <w:rPr>
          <w:color w:val="FF0000"/>
          <w:sz w:val="22"/>
          <w:szCs w:val="22"/>
        </w:rPr>
        <w:t>factured against a known sample</w:t>
      </w:r>
    </w:p>
    <w:p w14:paraId="54CD245A" w14:textId="77777777" w:rsidR="00126D52" w:rsidRPr="00E5054A" w:rsidRDefault="00126D52" w:rsidP="00126D52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5E981CE8" w14:textId="0B275702" w:rsidR="00126D52" w:rsidRPr="00E5054A" w:rsidRDefault="4F07227C" w:rsidP="4F07227C">
      <w:pPr>
        <w:pStyle w:val="ListParagraph"/>
        <w:numPr>
          <w:ilvl w:val="0"/>
          <w:numId w:val="27"/>
        </w:numPr>
        <w:tabs>
          <w:tab w:val="clear" w:pos="284"/>
        </w:tabs>
        <w:spacing w:before="0" w:after="200" w:line="276" w:lineRule="auto"/>
        <w:rPr>
          <w:b/>
          <w:bCs/>
          <w:sz w:val="22"/>
          <w:szCs w:val="22"/>
        </w:rPr>
      </w:pPr>
      <w:r w:rsidRPr="4F07227C">
        <w:rPr>
          <w:sz w:val="22"/>
          <w:szCs w:val="22"/>
        </w:rPr>
        <w:t xml:space="preserve">(RK1.1,1.2,1.3,1.4, RK12) (PC2.7) The following is a list of quality system terminology. Complete the table provided below by matching the correct System Terminology with its Concept. </w:t>
      </w:r>
      <w:r w:rsidRPr="4F07227C">
        <w:rPr>
          <w:b/>
          <w:bCs/>
          <w:sz w:val="22"/>
          <w:szCs w:val="22"/>
        </w:rPr>
        <w:t>Example supplied.</w:t>
      </w:r>
    </w:p>
    <w:p w14:paraId="1231BE67" w14:textId="77777777" w:rsidR="00126D52" w:rsidRPr="00E5054A" w:rsidRDefault="00126D52" w:rsidP="00126D52">
      <w:pPr>
        <w:pStyle w:val="ListParagraph"/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427683AF" w14:textId="77777777" w:rsidR="00126D52" w:rsidRPr="00E5054A" w:rsidRDefault="00126D52" w:rsidP="006E1881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5054A">
        <w:rPr>
          <w:b/>
          <w:sz w:val="22"/>
          <w:szCs w:val="22"/>
        </w:rPr>
        <w:t>Quality Assurance</w:t>
      </w:r>
    </w:p>
    <w:p w14:paraId="7ACA64D1" w14:textId="77777777" w:rsidR="00126D52" w:rsidRPr="00E5054A" w:rsidRDefault="00126D52" w:rsidP="006E1881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5054A">
        <w:rPr>
          <w:b/>
          <w:sz w:val="22"/>
          <w:szCs w:val="22"/>
        </w:rPr>
        <w:t>Quality Control</w:t>
      </w:r>
    </w:p>
    <w:p w14:paraId="6054965D" w14:textId="77777777" w:rsidR="00126D52" w:rsidRPr="00E5054A" w:rsidRDefault="00126D52" w:rsidP="006E1881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5054A">
        <w:rPr>
          <w:b/>
          <w:sz w:val="22"/>
          <w:szCs w:val="22"/>
        </w:rPr>
        <w:t>Quality Inspection</w:t>
      </w:r>
    </w:p>
    <w:p w14:paraId="22E9B453" w14:textId="77777777" w:rsidR="00126D52" w:rsidRPr="00E5054A" w:rsidRDefault="00126D52" w:rsidP="006E1881">
      <w:pPr>
        <w:pStyle w:val="ListParagraph"/>
        <w:numPr>
          <w:ilvl w:val="0"/>
          <w:numId w:val="28"/>
        </w:numPr>
        <w:tabs>
          <w:tab w:val="clear" w:pos="284"/>
        </w:tabs>
        <w:spacing w:before="0" w:after="200" w:line="276" w:lineRule="auto"/>
        <w:rPr>
          <w:b/>
          <w:sz w:val="22"/>
          <w:szCs w:val="22"/>
        </w:rPr>
      </w:pPr>
      <w:r w:rsidRPr="00E5054A">
        <w:rPr>
          <w:b/>
          <w:sz w:val="22"/>
          <w:szCs w:val="22"/>
        </w:rPr>
        <w:t>Total Quality Control (TQC)</w:t>
      </w:r>
    </w:p>
    <w:p w14:paraId="36FEB5B0" w14:textId="77777777" w:rsidR="00126D52" w:rsidRDefault="00126D52" w:rsidP="00126D52">
      <w:pPr>
        <w:pStyle w:val="ListParagraph"/>
        <w:tabs>
          <w:tab w:val="clear" w:pos="284"/>
        </w:tabs>
        <w:spacing w:before="0" w:after="200" w:line="276" w:lineRule="auto"/>
      </w:pPr>
    </w:p>
    <w:p w14:paraId="30D7AA69" w14:textId="77777777" w:rsidR="00126D52" w:rsidRDefault="00126D52" w:rsidP="00126D52">
      <w:pPr>
        <w:pStyle w:val="ListParagraph"/>
        <w:tabs>
          <w:tab w:val="clear" w:pos="284"/>
        </w:tabs>
        <w:spacing w:before="0" w:after="200" w:line="276" w:lineRule="auto"/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954"/>
        <w:gridCol w:w="2969"/>
      </w:tblGrid>
      <w:tr w:rsidR="00126D52" w14:paraId="78D6CA13" w14:textId="77777777" w:rsidTr="23CF2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954" w:type="dxa"/>
          </w:tcPr>
          <w:p w14:paraId="7196D064" w14:textId="77777777" w:rsidR="00126D52" w:rsidRDefault="00126D52" w:rsidP="00953E2C">
            <w:pPr>
              <w:pStyle w:val="ListParagraph"/>
              <w:tabs>
                <w:tab w:val="clear" w:pos="284"/>
              </w:tabs>
              <w:spacing w:before="0" w:after="0" w:line="276" w:lineRule="auto"/>
              <w:ind w:left="0"/>
            </w:pPr>
          </w:p>
          <w:p w14:paraId="65AB93BE" w14:textId="77777777" w:rsidR="00126D52" w:rsidRDefault="00126D52" w:rsidP="00953E2C">
            <w:pPr>
              <w:pStyle w:val="ListParagraph"/>
              <w:tabs>
                <w:tab w:val="clear" w:pos="284"/>
              </w:tabs>
              <w:spacing w:before="0" w:after="0" w:line="276" w:lineRule="auto"/>
              <w:ind w:left="0"/>
            </w:pPr>
            <w:r>
              <w:t>Concept</w:t>
            </w:r>
          </w:p>
          <w:p w14:paraId="34FF1C98" w14:textId="77777777" w:rsidR="00126D52" w:rsidRDefault="00126D52" w:rsidP="00953E2C">
            <w:pPr>
              <w:pStyle w:val="ListParagraph"/>
              <w:tabs>
                <w:tab w:val="clear" w:pos="284"/>
              </w:tabs>
              <w:spacing w:before="0" w:after="0" w:line="276" w:lineRule="auto"/>
              <w:ind w:left="0"/>
            </w:pPr>
          </w:p>
        </w:tc>
        <w:tc>
          <w:tcPr>
            <w:tcW w:w="2969" w:type="dxa"/>
          </w:tcPr>
          <w:p w14:paraId="183A6344" w14:textId="77777777" w:rsidR="00126D52" w:rsidRDefault="00126D52" w:rsidP="00953E2C">
            <w:pPr>
              <w:pStyle w:val="ListParagraph"/>
              <w:tabs>
                <w:tab w:val="clear" w:pos="284"/>
              </w:tabs>
              <w:spacing w:before="0" w:after="0" w:line="276" w:lineRule="auto"/>
              <w:ind w:left="0"/>
            </w:pPr>
            <w:r>
              <w:t>System Terminology</w:t>
            </w:r>
          </w:p>
        </w:tc>
      </w:tr>
      <w:tr w:rsidR="00126D52" w14:paraId="2CBBB99A" w14:textId="77777777" w:rsidTr="23CF2031">
        <w:tc>
          <w:tcPr>
            <w:tcW w:w="5954" w:type="dxa"/>
          </w:tcPr>
          <w:p w14:paraId="5FD0D34C" w14:textId="77777777" w:rsidR="00126D52" w:rsidRPr="00CB59E1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0"/>
              <w:rPr>
                <w:sz w:val="22"/>
                <w:szCs w:val="22"/>
              </w:rPr>
            </w:pPr>
            <w:r w:rsidRPr="00CB59E1">
              <w:rPr>
                <w:sz w:val="22"/>
                <w:szCs w:val="22"/>
              </w:rPr>
              <w:t>Checking, measuring, or testing of one or more product characteristics and relate the results to confirm compliance</w:t>
            </w:r>
          </w:p>
        </w:tc>
        <w:tc>
          <w:tcPr>
            <w:tcW w:w="2969" w:type="dxa"/>
          </w:tcPr>
          <w:p w14:paraId="6D072C0D" w14:textId="77777777" w:rsidR="00126D52" w:rsidRPr="00BD23FF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1080"/>
              <w:rPr>
                <w:color w:val="FF0000"/>
                <w:sz w:val="22"/>
                <w:szCs w:val="22"/>
              </w:rPr>
            </w:pPr>
          </w:p>
          <w:p w14:paraId="075DB0DA" w14:textId="77777777" w:rsidR="00126D52" w:rsidRPr="00BD23FF" w:rsidRDefault="00126D52" w:rsidP="006E1881">
            <w:pPr>
              <w:pStyle w:val="ListParagraph"/>
              <w:numPr>
                <w:ilvl w:val="0"/>
                <w:numId w:val="30"/>
              </w:numPr>
              <w:tabs>
                <w:tab w:val="clear" w:pos="284"/>
              </w:tabs>
              <w:spacing w:after="200" w:line="276" w:lineRule="auto"/>
              <w:rPr>
                <w:color w:val="FF0000"/>
                <w:sz w:val="22"/>
                <w:szCs w:val="22"/>
              </w:rPr>
            </w:pPr>
            <w:r w:rsidRPr="00BD23FF">
              <w:rPr>
                <w:color w:val="FF0000"/>
                <w:sz w:val="22"/>
                <w:szCs w:val="22"/>
              </w:rPr>
              <w:t>Quality Inspection</w:t>
            </w:r>
          </w:p>
          <w:p w14:paraId="48A21919" w14:textId="77777777" w:rsidR="00126D52" w:rsidRPr="00BD23FF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0"/>
              <w:rPr>
                <w:color w:val="FF0000"/>
                <w:sz w:val="22"/>
                <w:szCs w:val="22"/>
              </w:rPr>
            </w:pPr>
          </w:p>
        </w:tc>
      </w:tr>
      <w:tr w:rsidR="00126D52" w14:paraId="388353AB" w14:textId="77777777" w:rsidTr="23CF2031">
        <w:tc>
          <w:tcPr>
            <w:tcW w:w="5954" w:type="dxa"/>
          </w:tcPr>
          <w:p w14:paraId="69814501" w14:textId="77777777" w:rsidR="00126D52" w:rsidRPr="00CB59E1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0"/>
              <w:rPr>
                <w:sz w:val="22"/>
                <w:szCs w:val="22"/>
              </w:rPr>
            </w:pPr>
            <w:r w:rsidRPr="00CB59E1">
              <w:rPr>
                <w:sz w:val="22"/>
                <w:szCs w:val="22"/>
              </w:rPr>
              <w:t>Maintaining a desired level of quality of a product at every stage of the manufacturing process to meet customers’ requirements</w:t>
            </w:r>
          </w:p>
          <w:p w14:paraId="6BD18F9B" w14:textId="77777777" w:rsidR="00126D52" w:rsidRPr="00CB59E1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969" w:type="dxa"/>
          </w:tcPr>
          <w:p w14:paraId="44868A23" w14:textId="77777777" w:rsidR="00126D52" w:rsidRPr="00BD23FF" w:rsidRDefault="23CF2031" w:rsidP="23CF2031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 w:rsidRPr="23CF2031">
              <w:rPr>
                <w:b/>
                <w:bCs/>
                <w:sz w:val="22"/>
                <w:szCs w:val="22"/>
              </w:rPr>
              <w:t>Quality Assuranc</w:t>
            </w:r>
            <w:r w:rsidRPr="23CF2031">
              <w:rPr>
                <w:sz w:val="22"/>
                <w:szCs w:val="22"/>
              </w:rPr>
              <w:t>e</w:t>
            </w:r>
          </w:p>
        </w:tc>
      </w:tr>
      <w:tr w:rsidR="00126D52" w14:paraId="5705016F" w14:textId="77777777" w:rsidTr="23CF2031">
        <w:tc>
          <w:tcPr>
            <w:tcW w:w="5954" w:type="dxa"/>
          </w:tcPr>
          <w:p w14:paraId="413FA52D" w14:textId="77777777" w:rsidR="00126D52" w:rsidRPr="00CB59E1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0"/>
              <w:rPr>
                <w:sz w:val="22"/>
                <w:szCs w:val="22"/>
              </w:rPr>
            </w:pPr>
            <w:r w:rsidRPr="00DD216B">
              <w:rPr>
                <w:bCs/>
                <w:sz w:val="22"/>
                <w:szCs w:val="22"/>
              </w:rPr>
              <w:t>P</w:t>
            </w:r>
            <w:r w:rsidRPr="00CB59E1">
              <w:rPr>
                <w:sz w:val="22"/>
                <w:szCs w:val="22"/>
              </w:rPr>
              <w:t>rocedure to ensure that a manufactured product or service meets the requirements of the client or customer</w:t>
            </w:r>
          </w:p>
        </w:tc>
        <w:tc>
          <w:tcPr>
            <w:tcW w:w="2969" w:type="dxa"/>
          </w:tcPr>
          <w:p w14:paraId="238601FE" w14:textId="77777777" w:rsidR="00126D52" w:rsidRPr="00BD23FF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1080"/>
              <w:rPr>
                <w:color w:val="FF0000"/>
                <w:sz w:val="22"/>
                <w:szCs w:val="22"/>
              </w:rPr>
            </w:pPr>
          </w:p>
          <w:p w14:paraId="7090D900" w14:textId="77777777" w:rsidR="00126D52" w:rsidRPr="00BD23FF" w:rsidRDefault="00126D52" w:rsidP="006E1881">
            <w:pPr>
              <w:pStyle w:val="ListParagraph"/>
              <w:numPr>
                <w:ilvl w:val="0"/>
                <w:numId w:val="29"/>
              </w:numPr>
              <w:tabs>
                <w:tab w:val="clear" w:pos="284"/>
              </w:tabs>
              <w:spacing w:after="200" w:line="276" w:lineRule="auto"/>
              <w:rPr>
                <w:color w:val="FF0000"/>
                <w:sz w:val="22"/>
                <w:szCs w:val="22"/>
              </w:rPr>
            </w:pPr>
            <w:r w:rsidRPr="00BD23FF">
              <w:rPr>
                <w:color w:val="FF0000"/>
                <w:sz w:val="22"/>
                <w:szCs w:val="22"/>
              </w:rPr>
              <w:t>Quality Control</w:t>
            </w:r>
          </w:p>
          <w:p w14:paraId="0F3CABC7" w14:textId="77777777" w:rsidR="00126D52" w:rsidRPr="00BD23FF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0"/>
              <w:rPr>
                <w:color w:val="FF0000"/>
                <w:sz w:val="22"/>
                <w:szCs w:val="22"/>
              </w:rPr>
            </w:pPr>
          </w:p>
        </w:tc>
      </w:tr>
      <w:tr w:rsidR="00126D52" w14:paraId="4173CF79" w14:textId="77777777" w:rsidTr="23CF2031">
        <w:tc>
          <w:tcPr>
            <w:tcW w:w="5954" w:type="dxa"/>
          </w:tcPr>
          <w:p w14:paraId="2B072412" w14:textId="77777777" w:rsidR="00126D52" w:rsidRPr="00CB59E1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0"/>
              <w:rPr>
                <w:bCs/>
                <w:sz w:val="22"/>
                <w:szCs w:val="22"/>
              </w:rPr>
            </w:pPr>
            <w:r w:rsidRPr="00CB59E1">
              <w:rPr>
                <w:bCs/>
                <w:sz w:val="22"/>
                <w:szCs w:val="22"/>
              </w:rPr>
              <w:t>Application of quality management principles to all areas of manufacturing from design to delivery combining both quality control and quality assurance to meet customers’ requirements</w:t>
            </w:r>
          </w:p>
        </w:tc>
        <w:tc>
          <w:tcPr>
            <w:tcW w:w="2969" w:type="dxa"/>
          </w:tcPr>
          <w:p w14:paraId="5B08B5D1" w14:textId="77777777" w:rsidR="00126D52" w:rsidRPr="00BD23FF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1080"/>
              <w:rPr>
                <w:color w:val="FF0000"/>
                <w:sz w:val="22"/>
                <w:szCs w:val="22"/>
              </w:rPr>
            </w:pPr>
          </w:p>
          <w:p w14:paraId="693A40B3" w14:textId="77777777" w:rsidR="00126D52" w:rsidRPr="00BD23FF" w:rsidRDefault="00126D52" w:rsidP="006E1881">
            <w:pPr>
              <w:pStyle w:val="ListParagraph"/>
              <w:numPr>
                <w:ilvl w:val="0"/>
                <w:numId w:val="30"/>
              </w:numPr>
              <w:tabs>
                <w:tab w:val="clear" w:pos="284"/>
              </w:tabs>
              <w:spacing w:after="200" w:line="276" w:lineRule="auto"/>
              <w:rPr>
                <w:color w:val="FF0000"/>
                <w:sz w:val="22"/>
                <w:szCs w:val="22"/>
              </w:rPr>
            </w:pPr>
            <w:r w:rsidRPr="00BD23FF">
              <w:rPr>
                <w:color w:val="FF0000"/>
                <w:sz w:val="22"/>
                <w:szCs w:val="22"/>
              </w:rPr>
              <w:t xml:space="preserve"> Total Quality Control (TQC)</w:t>
            </w:r>
          </w:p>
          <w:p w14:paraId="16DEB4AB" w14:textId="77777777" w:rsidR="00126D52" w:rsidRPr="00BD23FF" w:rsidRDefault="00126D52" w:rsidP="00953E2C">
            <w:pPr>
              <w:pStyle w:val="ListParagraph"/>
              <w:tabs>
                <w:tab w:val="clear" w:pos="284"/>
              </w:tabs>
              <w:spacing w:after="200" w:line="276" w:lineRule="auto"/>
              <w:ind w:left="1080"/>
              <w:rPr>
                <w:color w:val="FF0000"/>
                <w:sz w:val="22"/>
                <w:szCs w:val="22"/>
              </w:rPr>
            </w:pPr>
          </w:p>
        </w:tc>
      </w:tr>
    </w:tbl>
    <w:p w14:paraId="0AD9C6F4" w14:textId="77777777" w:rsidR="00126D52" w:rsidRDefault="00126D52" w:rsidP="00126D52">
      <w:pPr>
        <w:tabs>
          <w:tab w:val="clear" w:pos="284"/>
        </w:tabs>
        <w:spacing w:before="0" w:after="200" w:line="276" w:lineRule="auto"/>
        <w:sectPr w:rsidR="00126D52" w:rsidSect="00953E2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4B1F511A" w14:textId="77777777" w:rsidR="00126D52" w:rsidRDefault="00126D52" w:rsidP="00126D52">
      <w:pPr>
        <w:tabs>
          <w:tab w:val="clear" w:pos="284"/>
        </w:tabs>
        <w:spacing w:before="0" w:after="200" w:line="276" w:lineRule="auto"/>
      </w:pPr>
    </w:p>
    <w:p w14:paraId="638C0F00" w14:textId="33C10FDC" w:rsidR="00126D52" w:rsidRPr="00F84D47" w:rsidRDefault="220C9EA8" w:rsidP="220C9EA8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220C9EA8">
        <w:rPr>
          <w:sz w:val="22"/>
          <w:szCs w:val="22"/>
        </w:rPr>
        <w:t>(RK11)</w:t>
      </w:r>
      <w:r w:rsidRPr="220C9EA8">
        <w:rPr>
          <w:b/>
          <w:bCs/>
          <w:sz w:val="22"/>
          <w:szCs w:val="22"/>
        </w:rPr>
        <w:t xml:space="preserve"> </w:t>
      </w:r>
      <w:r w:rsidRPr="220C9EA8">
        <w:rPr>
          <w:sz w:val="22"/>
          <w:szCs w:val="22"/>
        </w:rPr>
        <w:t xml:space="preserve">(RS1, RS3, RS10) </w:t>
      </w:r>
      <w:r w:rsidRPr="220C9EA8">
        <w:rPr>
          <w:b/>
          <w:bCs/>
          <w:sz w:val="22"/>
          <w:szCs w:val="22"/>
        </w:rPr>
        <w:t>Scenario:</w:t>
      </w:r>
      <w:r w:rsidRPr="220C9EA8">
        <w:rPr>
          <w:sz w:val="22"/>
          <w:szCs w:val="22"/>
        </w:rPr>
        <w:t xml:space="preserve"> You are to produce the following item from the drawing in Figure 1. </w:t>
      </w:r>
      <w:r w:rsidR="00CF3916">
        <w:rPr>
          <w:sz w:val="22"/>
          <w:szCs w:val="22"/>
        </w:rPr>
        <w:t>Drill Plate.</w:t>
      </w:r>
      <w:r w:rsidRPr="220C9EA8">
        <w:rPr>
          <w:sz w:val="22"/>
          <w:szCs w:val="22"/>
        </w:rPr>
        <w:t xml:space="preserve"> Review this drawing for errors and record the errors you have identified and the proposed modifications/corrections in the table provided below. </w:t>
      </w:r>
    </w:p>
    <w:p w14:paraId="65F9C3DC" w14:textId="77777777" w:rsidR="00126D52" w:rsidRDefault="00126D52" w:rsidP="00126D52">
      <w:pPr>
        <w:tabs>
          <w:tab w:val="clear" w:pos="284"/>
        </w:tabs>
        <w:autoSpaceDE w:val="0"/>
        <w:autoSpaceDN w:val="0"/>
        <w:adjustRightInd w:val="0"/>
        <w:spacing w:before="0" w:after="0" w:line="360" w:lineRule="auto"/>
        <w:rPr>
          <w:rFonts w:ascii="Arial" w:hAnsi="Arial" w:cs="Arial"/>
        </w:rPr>
      </w:pPr>
    </w:p>
    <w:p w14:paraId="15D04998" w14:textId="178D1431" w:rsidR="00126D52" w:rsidRPr="00865ABE" w:rsidRDefault="00126D52" w:rsidP="00126D52">
      <w:pPr>
        <w:tabs>
          <w:tab w:val="clear" w:pos="284"/>
        </w:tabs>
        <w:autoSpaceDE w:val="0"/>
        <w:autoSpaceDN w:val="0"/>
        <w:adjustRightInd w:val="0"/>
        <w:spacing w:before="0" w:after="0" w:line="360" w:lineRule="auto"/>
        <w:rPr>
          <w:b/>
        </w:rPr>
      </w:pPr>
      <w:r w:rsidRPr="00865ABE">
        <w:rPr>
          <w:b/>
        </w:rPr>
        <w:t>Figure 1</w:t>
      </w:r>
      <w:r w:rsidR="00CF3916">
        <w:rPr>
          <w:b/>
        </w:rPr>
        <w:t xml:space="preserve"> – Drill Plate</w:t>
      </w:r>
      <w:r w:rsidR="00361691">
        <w:rPr>
          <w:b/>
        </w:rPr>
        <w:t xml:space="preserve"> (all </w:t>
      </w:r>
      <w:bookmarkStart w:id="3" w:name="_GoBack"/>
      <w:bookmarkEnd w:id="3"/>
      <w:r w:rsidR="00361691">
        <w:rPr>
          <w:b/>
        </w:rPr>
        <w:t>dimensions in mm)</w:t>
      </w:r>
    </w:p>
    <w:p w14:paraId="1F3B1409" w14:textId="319E5325" w:rsidR="00126D52" w:rsidRDefault="00CF3916" w:rsidP="00126D5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CF3916"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drawing>
          <wp:inline distT="0" distB="0" distL="0" distR="0" wp14:anchorId="076C5A3B" wp14:editId="0DB19314">
            <wp:extent cx="5267325" cy="4410075"/>
            <wp:effectExtent l="0" t="0" r="9525" b="9525"/>
            <wp:docPr id="3" name="Picture 3" descr="C:\Users\tbaldwin9.000\Documents\SkillsPoint TB\MEM30205\MEM15002A Apply quality systems\Unit Guide and Drawings\Drawing Fault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aldwin9.000\Documents\SkillsPoint TB\MEM30205\MEM15002A Apply quality systems\Unit Guide and Drawings\Drawing Fault 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126D52" w14:paraId="477D0CB4" w14:textId="77777777" w:rsidTr="00953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23" w:type="dxa"/>
          </w:tcPr>
          <w:p w14:paraId="0FEEE076" w14:textId="77777777" w:rsidR="00126D52" w:rsidRPr="00865ABE" w:rsidRDefault="00126D52" w:rsidP="00953E2C">
            <w:pPr>
              <w:pStyle w:val="Heading2"/>
              <w:outlineLvl w:val="1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Error</w:t>
            </w:r>
          </w:p>
        </w:tc>
        <w:tc>
          <w:tcPr>
            <w:tcW w:w="5237" w:type="dxa"/>
          </w:tcPr>
          <w:p w14:paraId="562C75D1" w14:textId="77777777" w:rsidR="00126D52" w:rsidRDefault="00126D52" w:rsidP="00953E2C">
            <w:pPr>
              <w:pStyle w:val="Heading2"/>
              <w:outlineLvl w:val="1"/>
              <w:rPr>
                <w:b/>
                <w:color w:val="FFFFFF" w:themeColor="background1"/>
                <w:sz w:val="22"/>
                <w:szCs w:val="22"/>
              </w:rPr>
            </w:pPr>
          </w:p>
          <w:p w14:paraId="7B1C0F3B" w14:textId="77777777" w:rsidR="00126D52" w:rsidRDefault="00126D52" w:rsidP="00953E2C">
            <w:pPr>
              <w:pStyle w:val="Heading2"/>
              <w:outlineLvl w:val="1"/>
              <w:rPr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Modification/Correction</w:t>
            </w:r>
          </w:p>
        </w:tc>
      </w:tr>
      <w:tr w:rsidR="00126D52" w14:paraId="0B17DA64" w14:textId="77777777" w:rsidTr="00126D52">
        <w:tc>
          <w:tcPr>
            <w:tcW w:w="3823" w:type="dxa"/>
            <w:vAlign w:val="top"/>
          </w:tcPr>
          <w:p w14:paraId="56F06FCE" w14:textId="77777777" w:rsidR="00126D52" w:rsidRPr="0078225D" w:rsidRDefault="00126D52" w:rsidP="00557193">
            <w:pPr>
              <w:pStyle w:val="Heading2"/>
              <w:spacing w:line="360" w:lineRule="auto"/>
              <w:outlineLvl w:val="1"/>
              <w:rPr>
                <w:color w:val="FF0000"/>
                <w:sz w:val="22"/>
                <w:szCs w:val="22"/>
              </w:rPr>
            </w:pPr>
            <w:r w:rsidRPr="0078225D">
              <w:rPr>
                <w:rFonts w:ascii="Calibri" w:hAnsi="Calibri" w:cs="Calibri"/>
                <w:color w:val="FF0000"/>
                <w:sz w:val="22"/>
                <w:szCs w:val="22"/>
              </w:rPr>
              <w:t>Two dimensions of 54mm</w:t>
            </w:r>
          </w:p>
        </w:tc>
        <w:tc>
          <w:tcPr>
            <w:tcW w:w="5237" w:type="dxa"/>
          </w:tcPr>
          <w:p w14:paraId="07FFF940" w14:textId="77777777" w:rsidR="00126D52" w:rsidRPr="0078225D" w:rsidRDefault="00126D52" w:rsidP="00557193">
            <w:pPr>
              <w:pStyle w:val="Heading2"/>
              <w:spacing w:line="360" w:lineRule="auto"/>
              <w:outlineLvl w:val="1"/>
              <w:rPr>
                <w:color w:val="FF0000"/>
                <w:sz w:val="22"/>
                <w:szCs w:val="22"/>
              </w:rPr>
            </w:pPr>
            <w:r w:rsidRPr="0078225D">
              <w:rPr>
                <w:color w:val="FF0000"/>
                <w:sz w:val="22"/>
                <w:szCs w:val="22"/>
              </w:rPr>
              <w:t>Remove duplication and redo all dimensions above the 54mm  (missing dimension 117</w:t>
            </w:r>
            <w:r>
              <w:rPr>
                <w:color w:val="FF0000"/>
                <w:sz w:val="22"/>
                <w:szCs w:val="22"/>
              </w:rPr>
              <w:t>mm</w:t>
            </w:r>
            <w:r w:rsidRPr="0078225D">
              <w:rPr>
                <w:color w:val="FF0000"/>
                <w:sz w:val="22"/>
                <w:szCs w:val="22"/>
              </w:rPr>
              <w:t>)</w:t>
            </w:r>
          </w:p>
        </w:tc>
      </w:tr>
      <w:tr w:rsidR="00126D52" w14:paraId="25AD5DF0" w14:textId="77777777" w:rsidTr="00126D52">
        <w:tc>
          <w:tcPr>
            <w:tcW w:w="3823" w:type="dxa"/>
            <w:vAlign w:val="top"/>
          </w:tcPr>
          <w:p w14:paraId="6B64D36F" w14:textId="0404654A" w:rsidR="00126D52" w:rsidRPr="0078225D" w:rsidRDefault="00CF3916" w:rsidP="00557193">
            <w:pPr>
              <w:pStyle w:val="Heading2"/>
              <w:spacing w:before="0" w:line="360" w:lineRule="auto"/>
              <w:outlineLvl w:val="1"/>
              <w:rPr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Duplicated </w:t>
            </w:r>
            <w:r>
              <w:rPr>
                <w:color w:val="FF0000"/>
                <w:sz w:val="22"/>
                <w:szCs w:val="22"/>
              </w:rPr>
              <w:t>Ø4</w:t>
            </w:r>
            <w:r>
              <w:rPr>
                <w:color w:val="FF0000"/>
                <w:sz w:val="22"/>
                <w:szCs w:val="22"/>
              </w:rPr>
              <w:t xml:space="preserve"> hole</w:t>
            </w:r>
          </w:p>
        </w:tc>
        <w:tc>
          <w:tcPr>
            <w:tcW w:w="5237" w:type="dxa"/>
          </w:tcPr>
          <w:p w14:paraId="56B075C7" w14:textId="43542C23" w:rsidR="00126D52" w:rsidRPr="0078225D" w:rsidRDefault="00126D52" w:rsidP="00557193">
            <w:pPr>
              <w:pStyle w:val="Heading2"/>
              <w:spacing w:before="0" w:line="360" w:lineRule="auto"/>
              <w:outlineLvl w:val="1"/>
              <w:rPr>
                <w:color w:val="FF0000"/>
                <w:sz w:val="22"/>
                <w:szCs w:val="22"/>
              </w:rPr>
            </w:pPr>
            <w:r w:rsidRPr="0078225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Should be </w:t>
            </w:r>
            <w:r w:rsidR="00CF3916">
              <w:rPr>
                <w:color w:val="FF0000"/>
                <w:sz w:val="22"/>
                <w:szCs w:val="22"/>
              </w:rPr>
              <w:t>Ø14</w:t>
            </w:r>
            <w:r w:rsidR="00CF3916">
              <w:rPr>
                <w:color w:val="FF0000"/>
                <w:sz w:val="22"/>
                <w:szCs w:val="22"/>
              </w:rPr>
              <w:t xml:space="preserve"> hole</w:t>
            </w:r>
            <w:r w:rsidR="00CF3916" w:rsidRPr="0078225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</w:p>
        </w:tc>
      </w:tr>
      <w:tr w:rsidR="00126D52" w14:paraId="4BF223A6" w14:textId="77777777" w:rsidTr="00126D52">
        <w:tc>
          <w:tcPr>
            <w:tcW w:w="3823" w:type="dxa"/>
            <w:vAlign w:val="top"/>
          </w:tcPr>
          <w:p w14:paraId="674DBA05" w14:textId="305D4F4E" w:rsidR="00126D52" w:rsidRPr="00CF3916" w:rsidRDefault="00CF3916" w:rsidP="00CF3916">
            <w:pPr>
              <w:pStyle w:val="Heading2"/>
              <w:spacing w:before="0" w:line="360" w:lineRule="auto"/>
              <w:outlineLvl w:val="1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Ø28 hole</w:t>
            </w:r>
          </w:p>
        </w:tc>
        <w:tc>
          <w:tcPr>
            <w:tcW w:w="5237" w:type="dxa"/>
          </w:tcPr>
          <w:p w14:paraId="1BFDB569" w14:textId="5525D319" w:rsidR="00126D52" w:rsidRPr="00CF3916" w:rsidRDefault="00126D52" w:rsidP="00557193">
            <w:pPr>
              <w:pStyle w:val="Heading2"/>
              <w:spacing w:before="0" w:line="360" w:lineRule="auto"/>
              <w:outlineLvl w:val="1"/>
              <w:rPr>
                <w:color w:val="FF0000"/>
                <w:sz w:val="22"/>
                <w:szCs w:val="22"/>
              </w:rPr>
            </w:pPr>
            <w:r w:rsidRPr="00CF3916">
              <w:rPr>
                <w:color w:val="FF0000"/>
                <w:sz w:val="22"/>
                <w:szCs w:val="22"/>
              </w:rPr>
              <w:t>Should be</w:t>
            </w:r>
            <w:r w:rsidR="00CF3916" w:rsidRPr="00CF3916">
              <w:rPr>
                <w:color w:val="FF0000"/>
                <w:sz w:val="22"/>
                <w:szCs w:val="22"/>
              </w:rPr>
              <w:t xml:space="preserve"> Ø</w:t>
            </w:r>
            <w:r w:rsidR="00CF3916" w:rsidRPr="00CF3916">
              <w:rPr>
                <w:color w:val="FF0000"/>
                <w:sz w:val="22"/>
                <w:szCs w:val="22"/>
              </w:rPr>
              <w:t>8</w:t>
            </w:r>
            <w:r w:rsidRPr="00CF3916">
              <w:rPr>
                <w:color w:val="FF0000"/>
                <w:sz w:val="22"/>
                <w:szCs w:val="22"/>
              </w:rPr>
              <w:t xml:space="preserve"> Thread</w:t>
            </w:r>
          </w:p>
        </w:tc>
      </w:tr>
    </w:tbl>
    <w:p w14:paraId="664355AD" w14:textId="67F94B7B" w:rsidR="00953E2C" w:rsidRDefault="00953E2C" w:rsidP="00126D5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</w:p>
    <w:p w14:paraId="2C2AB274" w14:textId="058CFA78" w:rsidR="00E66580" w:rsidRPr="009B0E8F" w:rsidRDefault="009B0E8F" w:rsidP="00126D52">
      <w:pPr>
        <w:tabs>
          <w:tab w:val="clear" w:pos="284"/>
        </w:tabs>
        <w:spacing w:before="0" w:after="200"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kern w:val="22"/>
          <w:sz w:val="22"/>
          <w:szCs w:val="22"/>
          <w:lang w:eastAsia="en-AU"/>
        </w:rPr>
        <w:lastRenderedPageBreak/>
        <w:t xml:space="preserve">12. </w:t>
      </w:r>
      <w:r w:rsidR="003107EC">
        <w:rPr>
          <w:rFonts w:eastAsia="Times New Roman"/>
          <w:noProof/>
          <w:kern w:val="22"/>
          <w:sz w:val="22"/>
          <w:szCs w:val="22"/>
          <w:lang w:eastAsia="en-AU"/>
        </w:rPr>
        <w:t xml:space="preserve">(RK10) </w:t>
      </w:r>
      <w:r>
        <w:rPr>
          <w:rFonts w:eastAsia="Times New Roman"/>
          <w:noProof/>
          <w:kern w:val="22"/>
          <w:sz w:val="22"/>
          <w:szCs w:val="22"/>
          <w:lang w:eastAsia="en-AU"/>
        </w:rPr>
        <w:t xml:space="preserve">The following is a procedure for reporting defects in a </w:t>
      </w:r>
      <w:r w:rsidR="00CA238B">
        <w:rPr>
          <w:rFonts w:eastAsia="Times New Roman"/>
          <w:noProof/>
          <w:kern w:val="22"/>
          <w:sz w:val="22"/>
          <w:szCs w:val="22"/>
          <w:lang w:eastAsia="en-AU"/>
        </w:rPr>
        <w:t>quality improvement system.</w:t>
      </w:r>
      <w:r w:rsidR="003107EC">
        <w:rPr>
          <w:rFonts w:eastAsia="Times New Roman"/>
          <w:noProof/>
          <w:kern w:val="22"/>
          <w:sz w:val="22"/>
          <w:szCs w:val="22"/>
          <w:lang w:eastAsia="en-AU"/>
        </w:rPr>
        <w:t xml:space="preserve"> Using the steps </w:t>
      </w:r>
      <w:r w:rsidR="00E66580">
        <w:rPr>
          <w:rFonts w:eastAsia="Times New Roman"/>
          <w:noProof/>
          <w:kern w:val="22"/>
          <w:sz w:val="22"/>
          <w:szCs w:val="22"/>
          <w:lang w:eastAsia="en-AU"/>
        </w:rPr>
        <w:t>listed below indicate</w:t>
      </w:r>
      <w:r w:rsidR="003107EC">
        <w:rPr>
          <w:rFonts w:eastAsia="Times New Roman"/>
          <w:noProof/>
          <w:kern w:val="22"/>
          <w:sz w:val="22"/>
          <w:szCs w:val="22"/>
          <w:lang w:eastAsia="en-AU"/>
        </w:rPr>
        <w:t xml:space="preserve"> i</w:t>
      </w:r>
      <w:r w:rsidR="00E66580">
        <w:rPr>
          <w:rFonts w:eastAsia="Times New Roman"/>
          <w:noProof/>
          <w:kern w:val="22"/>
          <w:sz w:val="22"/>
          <w:szCs w:val="22"/>
          <w:lang w:eastAsia="en-AU"/>
        </w:rPr>
        <w:t>n the correct order</w:t>
      </w:r>
      <w:r w:rsidR="003107EC">
        <w:rPr>
          <w:rFonts w:eastAsia="Times New Roman"/>
          <w:noProof/>
          <w:kern w:val="22"/>
          <w:sz w:val="22"/>
          <w:szCs w:val="22"/>
          <w:lang w:eastAsia="en-AU"/>
        </w:rPr>
        <w:t xml:space="preserve"> the sequence of the procedure. </w:t>
      </w:r>
      <w:r w:rsidR="00953E2C">
        <w:rPr>
          <w:rFonts w:eastAsia="Times New Roman"/>
          <w:noProof/>
          <w:kern w:val="22"/>
          <w:sz w:val="22"/>
          <w:szCs w:val="22"/>
          <w:lang w:eastAsia="en-AU"/>
        </w:rPr>
        <w:t>Follow the Plan D</w:t>
      </w:r>
      <w:r w:rsidR="00F60C5E">
        <w:rPr>
          <w:rFonts w:eastAsia="Times New Roman"/>
          <w:noProof/>
          <w:kern w:val="22"/>
          <w:sz w:val="22"/>
          <w:szCs w:val="22"/>
          <w:lang w:eastAsia="en-AU"/>
        </w:rPr>
        <w:t>o Check and Act Cycle.</w:t>
      </w:r>
      <w:r w:rsidR="003107EC">
        <w:rPr>
          <w:rFonts w:eastAsia="Times New Roman"/>
          <w:noProof/>
          <w:kern w:val="22"/>
          <w:sz w:val="22"/>
          <w:szCs w:val="22"/>
          <w:lang w:eastAsia="en-AU"/>
        </w:rPr>
        <w:t xml:space="preserve"> </w:t>
      </w:r>
      <w:r w:rsidR="00E66580" w:rsidRPr="00F60C5E">
        <w:rPr>
          <w:rFonts w:eastAsia="Times New Roman"/>
          <w:b/>
          <w:noProof/>
          <w:kern w:val="22"/>
          <w:sz w:val="22"/>
          <w:szCs w:val="22"/>
          <w:lang w:eastAsia="en-AU"/>
        </w:rPr>
        <w:t xml:space="preserve">Step 1 </w:t>
      </w:r>
      <w:r w:rsidR="00F60C5E" w:rsidRPr="00F60C5E">
        <w:rPr>
          <w:rFonts w:eastAsia="Times New Roman"/>
          <w:b/>
          <w:noProof/>
          <w:kern w:val="22"/>
          <w:sz w:val="22"/>
          <w:szCs w:val="22"/>
          <w:lang w:eastAsia="en-AU"/>
        </w:rPr>
        <w:t>answer supplied</w:t>
      </w:r>
      <w:r w:rsidR="00E66580" w:rsidRPr="00F60C5E">
        <w:rPr>
          <w:rFonts w:eastAsia="Times New Roman"/>
          <w:b/>
          <w:noProof/>
          <w:kern w:val="22"/>
          <w:sz w:val="22"/>
          <w:szCs w:val="22"/>
          <w:lang w:eastAsia="en-AU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985"/>
      </w:tblGrid>
      <w:tr w:rsidR="00E66580" w14:paraId="0576D844" w14:textId="77777777" w:rsidTr="007A7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75" w:type="dxa"/>
          </w:tcPr>
          <w:p w14:paraId="516D3C0F" w14:textId="5C0961CF" w:rsidR="00E66580" w:rsidRDefault="005B50E4" w:rsidP="00FC44A0">
            <w:pPr>
              <w:tabs>
                <w:tab w:val="clear" w:pos="284"/>
              </w:tabs>
              <w:spacing w:after="200" w:line="276" w:lineRule="auto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Procedure cycle (Plan</w:t>
            </w:r>
            <w:r w:rsidR="00E66580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 xml:space="preserve"> D</w:t>
            </w: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o Check and Act</w:t>
            </w:r>
            <w:r w:rsidR="00E66580"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)</w:t>
            </w:r>
          </w:p>
        </w:tc>
        <w:tc>
          <w:tcPr>
            <w:tcW w:w="985" w:type="dxa"/>
          </w:tcPr>
          <w:p w14:paraId="66A5E609" w14:textId="0F696823" w:rsidR="00E66580" w:rsidRDefault="00E66580" w:rsidP="00FC44A0">
            <w:pPr>
              <w:tabs>
                <w:tab w:val="clear" w:pos="284"/>
              </w:tabs>
              <w:spacing w:after="200" w:line="276" w:lineRule="auto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  <w:t>Step #</w:t>
            </w:r>
          </w:p>
        </w:tc>
      </w:tr>
      <w:tr w:rsidR="00E66580" w14:paraId="2D8DAFCE" w14:textId="77777777" w:rsidTr="007A79D7">
        <w:tc>
          <w:tcPr>
            <w:tcW w:w="8075" w:type="dxa"/>
          </w:tcPr>
          <w:p w14:paraId="3B5358E2" w14:textId="7294FDF3" w:rsidR="00E66580" w:rsidRDefault="00E66580" w:rsidP="00FC44A0">
            <w:pPr>
              <w:tabs>
                <w:tab w:val="clear" w:pos="284"/>
              </w:tabs>
              <w:spacing w:after="200" w:line="276" w:lineRule="auto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BBB18D6">
              <w:rPr>
                <w:sz w:val="22"/>
                <w:szCs w:val="22"/>
              </w:rPr>
              <w:t>What is the problem we need to solve</w:t>
            </w:r>
          </w:p>
        </w:tc>
        <w:tc>
          <w:tcPr>
            <w:tcW w:w="985" w:type="dxa"/>
          </w:tcPr>
          <w:p w14:paraId="0785A814" w14:textId="32EEC46F" w:rsidR="00E66580" w:rsidRPr="00F60C5E" w:rsidRDefault="00E66580" w:rsidP="00FC44A0">
            <w:pPr>
              <w:tabs>
                <w:tab w:val="clear" w:pos="284"/>
              </w:tabs>
              <w:spacing w:after="200" w:line="276" w:lineRule="auto"/>
              <w:jc w:val="center"/>
              <w:rPr>
                <w:rFonts w:eastAsia="Times New Roman"/>
                <w:b/>
                <w:noProof/>
                <w:kern w:val="22"/>
                <w:sz w:val="22"/>
                <w:szCs w:val="22"/>
                <w:lang w:eastAsia="en-AU"/>
              </w:rPr>
            </w:pPr>
            <w:r w:rsidRPr="00F60C5E">
              <w:rPr>
                <w:rFonts w:eastAsia="Times New Roman"/>
                <w:b/>
                <w:noProof/>
                <w:kern w:val="22"/>
                <w:sz w:val="22"/>
                <w:szCs w:val="22"/>
                <w:lang w:eastAsia="en-AU"/>
              </w:rPr>
              <w:t>1</w:t>
            </w:r>
          </w:p>
        </w:tc>
      </w:tr>
      <w:tr w:rsidR="00E66580" w14:paraId="64EA93B5" w14:textId="77777777" w:rsidTr="007A79D7">
        <w:tc>
          <w:tcPr>
            <w:tcW w:w="8075" w:type="dxa"/>
          </w:tcPr>
          <w:p w14:paraId="2F9E2F94" w14:textId="109B02AE" w:rsidR="00E66580" w:rsidRDefault="00E66580" w:rsidP="00FC44A0">
            <w:pPr>
              <w:tabs>
                <w:tab w:val="clear" w:pos="284"/>
              </w:tabs>
              <w:spacing w:after="200" w:line="276" w:lineRule="auto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BBB18D6">
              <w:rPr>
                <w:sz w:val="22"/>
                <w:szCs w:val="22"/>
              </w:rPr>
              <w:t>What resources do we need</w:t>
            </w:r>
            <w:r w:rsidR="00A973C5">
              <w:rPr>
                <w:sz w:val="22"/>
                <w:szCs w:val="22"/>
              </w:rPr>
              <w:t xml:space="preserve"> and have</w:t>
            </w:r>
          </w:p>
        </w:tc>
        <w:tc>
          <w:tcPr>
            <w:tcW w:w="985" w:type="dxa"/>
          </w:tcPr>
          <w:p w14:paraId="62940E04" w14:textId="330D251C" w:rsidR="00E66580" w:rsidRDefault="00A973C5" w:rsidP="00FC44A0">
            <w:pPr>
              <w:tabs>
                <w:tab w:val="clear" w:pos="284"/>
              </w:tabs>
              <w:spacing w:after="200" w:line="276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A973C5"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  <w:t>3</w:t>
            </w:r>
          </w:p>
        </w:tc>
      </w:tr>
      <w:tr w:rsidR="00E66580" w14:paraId="01450E41" w14:textId="77777777" w:rsidTr="007A79D7">
        <w:tc>
          <w:tcPr>
            <w:tcW w:w="8075" w:type="dxa"/>
          </w:tcPr>
          <w:p w14:paraId="163161F2" w14:textId="70D5247B" w:rsidR="00E66580" w:rsidRPr="007A79D7" w:rsidRDefault="007A79D7" w:rsidP="00FC44A0">
            <w:pPr>
              <w:spacing w:after="200" w:line="240" w:lineRule="auto"/>
              <w:rPr>
                <w:b/>
                <w:bCs/>
                <w:sz w:val="22"/>
                <w:szCs w:val="22"/>
              </w:rPr>
            </w:pPr>
            <w:r w:rsidRPr="007A79D7">
              <w:rPr>
                <w:sz w:val="22"/>
                <w:szCs w:val="22"/>
              </w:rPr>
              <w:t xml:space="preserve">Clarify the plan </w:t>
            </w:r>
          </w:p>
        </w:tc>
        <w:tc>
          <w:tcPr>
            <w:tcW w:w="985" w:type="dxa"/>
          </w:tcPr>
          <w:p w14:paraId="7F87368F" w14:textId="1F615007" w:rsidR="00E66580" w:rsidRDefault="007A79D7" w:rsidP="00FC44A0">
            <w:pPr>
              <w:tabs>
                <w:tab w:val="clear" w:pos="284"/>
              </w:tabs>
              <w:spacing w:after="200" w:line="276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7A79D7"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  <w:t>5</w:t>
            </w:r>
          </w:p>
        </w:tc>
      </w:tr>
      <w:tr w:rsidR="00E66580" w14:paraId="70C92B64" w14:textId="77777777" w:rsidTr="007A79D7">
        <w:tc>
          <w:tcPr>
            <w:tcW w:w="8075" w:type="dxa"/>
          </w:tcPr>
          <w:p w14:paraId="5140824B" w14:textId="43E22EB7" w:rsidR="00E66580" w:rsidRPr="00A973C5" w:rsidRDefault="00A973C5" w:rsidP="00FC44A0">
            <w:pPr>
              <w:spacing w:after="20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A973C5">
              <w:rPr>
                <w:sz w:val="22"/>
                <w:szCs w:val="22"/>
              </w:rPr>
              <w:t>pply the action you have in the plan</w:t>
            </w:r>
          </w:p>
        </w:tc>
        <w:tc>
          <w:tcPr>
            <w:tcW w:w="985" w:type="dxa"/>
          </w:tcPr>
          <w:p w14:paraId="32D3574E" w14:textId="792685BC" w:rsidR="00E66580" w:rsidRPr="00A973C5" w:rsidRDefault="00A973C5" w:rsidP="00FC44A0">
            <w:pPr>
              <w:tabs>
                <w:tab w:val="clear" w:pos="284"/>
              </w:tabs>
              <w:spacing w:after="200" w:line="276" w:lineRule="auto"/>
              <w:jc w:val="center"/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  <w:t>4</w:t>
            </w:r>
          </w:p>
        </w:tc>
      </w:tr>
      <w:tr w:rsidR="00E66580" w14:paraId="00FDFE42" w14:textId="77777777" w:rsidTr="007A79D7">
        <w:tc>
          <w:tcPr>
            <w:tcW w:w="8075" w:type="dxa"/>
          </w:tcPr>
          <w:p w14:paraId="70929648" w14:textId="242741B7" w:rsidR="00E66580" w:rsidRDefault="00A973C5" w:rsidP="00FC44A0">
            <w:pPr>
              <w:tabs>
                <w:tab w:val="clear" w:pos="284"/>
              </w:tabs>
              <w:spacing w:after="200" w:line="276" w:lineRule="auto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BBB18D6">
              <w:rPr>
                <w:sz w:val="22"/>
                <w:szCs w:val="22"/>
              </w:rPr>
              <w:t>What is the best solution to fix the problem</w:t>
            </w:r>
          </w:p>
        </w:tc>
        <w:tc>
          <w:tcPr>
            <w:tcW w:w="985" w:type="dxa"/>
          </w:tcPr>
          <w:p w14:paraId="429C4B35" w14:textId="4D653AA6" w:rsidR="00E66580" w:rsidRPr="00A973C5" w:rsidRDefault="00A973C5" w:rsidP="00FC44A0">
            <w:pPr>
              <w:tabs>
                <w:tab w:val="clear" w:pos="284"/>
              </w:tabs>
              <w:spacing w:after="200" w:line="276" w:lineRule="auto"/>
              <w:jc w:val="center"/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  <w:t>2</w:t>
            </w:r>
          </w:p>
        </w:tc>
      </w:tr>
      <w:tr w:rsidR="00E66580" w14:paraId="3BB4B989" w14:textId="77777777" w:rsidTr="007A79D7">
        <w:tc>
          <w:tcPr>
            <w:tcW w:w="8075" w:type="dxa"/>
          </w:tcPr>
          <w:p w14:paraId="2B0FE0D3" w14:textId="3FDB0E5C" w:rsidR="00E66580" w:rsidRDefault="007A79D7" w:rsidP="00FC44A0">
            <w:pPr>
              <w:tabs>
                <w:tab w:val="clear" w:pos="284"/>
              </w:tabs>
              <w:spacing w:after="200" w:line="276" w:lineRule="auto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BBB18D6">
              <w:rPr>
                <w:sz w:val="22"/>
                <w:szCs w:val="22"/>
              </w:rPr>
              <w:t>If all specifications of the job conform then apply the initial plan.</w:t>
            </w:r>
          </w:p>
        </w:tc>
        <w:tc>
          <w:tcPr>
            <w:tcW w:w="985" w:type="dxa"/>
          </w:tcPr>
          <w:p w14:paraId="1B30D6FF" w14:textId="34D5EF2C" w:rsidR="00E66580" w:rsidRDefault="007A79D7" w:rsidP="00FC44A0">
            <w:pPr>
              <w:tabs>
                <w:tab w:val="clear" w:pos="284"/>
              </w:tabs>
              <w:spacing w:after="200" w:line="276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7A79D7"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  <w:t>7</w:t>
            </w:r>
          </w:p>
        </w:tc>
      </w:tr>
      <w:tr w:rsidR="00E66580" w14:paraId="4EC2733F" w14:textId="77777777" w:rsidTr="007A79D7">
        <w:tc>
          <w:tcPr>
            <w:tcW w:w="8075" w:type="dxa"/>
          </w:tcPr>
          <w:p w14:paraId="1F3E8424" w14:textId="0A1CA330" w:rsidR="00E66580" w:rsidRPr="007A79D7" w:rsidRDefault="007A79D7" w:rsidP="00FC44A0">
            <w:pPr>
              <w:spacing w:after="200" w:line="240" w:lineRule="auto"/>
              <w:rPr>
                <w:b/>
                <w:bCs/>
                <w:sz w:val="22"/>
                <w:szCs w:val="22"/>
              </w:rPr>
            </w:pPr>
            <w:r w:rsidRPr="007A79D7">
              <w:rPr>
                <w:sz w:val="22"/>
                <w:szCs w:val="22"/>
              </w:rPr>
              <w:t>Have the problems from the plan been addressed. Make sure there are no reoccurring mistakes</w:t>
            </w:r>
          </w:p>
        </w:tc>
        <w:tc>
          <w:tcPr>
            <w:tcW w:w="985" w:type="dxa"/>
          </w:tcPr>
          <w:p w14:paraId="3C602043" w14:textId="34ABCF16" w:rsidR="00E66580" w:rsidRDefault="007A79D7" w:rsidP="00FC44A0">
            <w:pPr>
              <w:tabs>
                <w:tab w:val="clear" w:pos="284"/>
              </w:tabs>
              <w:spacing w:after="200" w:line="276" w:lineRule="auto"/>
              <w:jc w:val="center"/>
              <w:rPr>
                <w:rFonts w:eastAsia="Times New Roman"/>
                <w:noProof/>
                <w:kern w:val="22"/>
                <w:sz w:val="22"/>
                <w:szCs w:val="22"/>
                <w:lang w:eastAsia="en-AU"/>
              </w:rPr>
            </w:pPr>
            <w:r w:rsidRPr="007A79D7">
              <w:rPr>
                <w:rFonts w:eastAsia="Times New Roman"/>
                <w:noProof/>
                <w:color w:val="FF0000"/>
                <w:kern w:val="22"/>
                <w:sz w:val="22"/>
                <w:szCs w:val="22"/>
                <w:lang w:eastAsia="en-AU"/>
              </w:rPr>
              <w:t>6</w:t>
            </w:r>
          </w:p>
        </w:tc>
      </w:tr>
    </w:tbl>
    <w:p w14:paraId="61D18C9E" w14:textId="74BA2FCD" w:rsidR="009B0E8F" w:rsidRDefault="009B0E8F" w:rsidP="00126D52">
      <w:pPr>
        <w:tabs>
          <w:tab w:val="clear" w:pos="284"/>
        </w:tabs>
        <w:spacing w:before="0" w:after="200"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</w:p>
    <w:p w14:paraId="25C8D352" w14:textId="3D675907" w:rsidR="004E0CA0" w:rsidRDefault="004E0CA0" w:rsidP="00126D52">
      <w:pPr>
        <w:tabs>
          <w:tab w:val="clear" w:pos="284"/>
        </w:tabs>
        <w:spacing w:before="0" w:after="200"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kern w:val="22"/>
          <w:sz w:val="22"/>
          <w:szCs w:val="22"/>
          <w:lang w:eastAsia="en-AU"/>
        </w:rPr>
        <w:t>13. (RK9.2) Accidents are a consequence of of poor quality systems. Give two (2) examples of the cause of accidents in the workplace.</w:t>
      </w:r>
    </w:p>
    <w:p w14:paraId="2CBF9297" w14:textId="77777777" w:rsidR="004E0CA0" w:rsidRPr="00C206D9" w:rsidRDefault="004E0CA0" w:rsidP="004E0CA0">
      <w:pPr>
        <w:pStyle w:val="Body"/>
        <w:ind w:left="360"/>
        <w:rPr>
          <w:color w:val="FF0000"/>
          <w:sz w:val="22"/>
          <w:szCs w:val="22"/>
        </w:rPr>
      </w:pPr>
      <w:r w:rsidRPr="66D779DB">
        <w:rPr>
          <w:color w:val="FF0000"/>
          <w:sz w:val="22"/>
          <w:szCs w:val="22"/>
        </w:rPr>
        <w:t>Responses could be from any of these listed below</w:t>
      </w:r>
    </w:p>
    <w:p w14:paraId="40CF37B6" w14:textId="0FB99057" w:rsidR="004E0CA0" w:rsidRPr="004E0CA0" w:rsidRDefault="004E0CA0" w:rsidP="004E0CA0">
      <w:pPr>
        <w:pStyle w:val="ListParagraph"/>
        <w:numPr>
          <w:ilvl w:val="0"/>
          <w:numId w:val="36"/>
        </w:numPr>
        <w:tabs>
          <w:tab w:val="clear" w:pos="284"/>
        </w:tabs>
        <w:spacing w:before="0" w:after="200" w:line="276" w:lineRule="auto"/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</w:pPr>
      <w:r w:rsidRP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Extreme job demands and workloads causing fatigue resulting in accidents</w:t>
      </w:r>
      <w:r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.</w:t>
      </w:r>
    </w:p>
    <w:p w14:paraId="0921AB39" w14:textId="77777777" w:rsidR="004E0CA0" w:rsidRDefault="004E0CA0" w:rsidP="004E0CA0">
      <w:pPr>
        <w:pStyle w:val="ListParagraph"/>
        <w:numPr>
          <w:ilvl w:val="0"/>
          <w:numId w:val="36"/>
        </w:numPr>
        <w:tabs>
          <w:tab w:val="clear" w:pos="284"/>
        </w:tabs>
        <w:spacing w:before="0" w:after="200" w:line="276" w:lineRule="auto"/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</w:pPr>
      <w:r w:rsidRP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 xml:space="preserve">Using bad habits and dangerous work methods to achieve a outcome. </w:t>
      </w:r>
    </w:p>
    <w:p w14:paraId="254D2811" w14:textId="66D7D627" w:rsidR="004E0CA0" w:rsidRDefault="00FB3BF8" w:rsidP="004E0CA0">
      <w:pPr>
        <w:pStyle w:val="ListParagraph"/>
        <w:numPr>
          <w:ilvl w:val="0"/>
          <w:numId w:val="36"/>
        </w:numPr>
        <w:tabs>
          <w:tab w:val="clear" w:pos="284"/>
        </w:tabs>
        <w:spacing w:before="0" w:after="200" w:line="276" w:lineRule="auto"/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Using p</w:t>
      </w:r>
      <w:r w:rsid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 xml:space="preserve">oor quality or </w:t>
      </w:r>
      <w:r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dangerous machinery creating hazards</w:t>
      </w:r>
    </w:p>
    <w:p w14:paraId="697E2AC4" w14:textId="2E3CB7AE" w:rsidR="004E0CA0" w:rsidRDefault="00FB3BF8" w:rsidP="00FB3BF8">
      <w:pPr>
        <w:pStyle w:val="ListParagraph"/>
        <w:tabs>
          <w:tab w:val="clear" w:pos="284"/>
        </w:tabs>
        <w:spacing w:before="0" w:after="200" w:line="276" w:lineRule="auto"/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</w:pPr>
      <w:r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 xml:space="preserve">Note: </w:t>
      </w:r>
      <w:r w:rsidR="004E0CA0" w:rsidRP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Thes</w:t>
      </w:r>
      <w:r w:rsid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e</w:t>
      </w:r>
      <w:r w:rsidR="004E0CA0" w:rsidRP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 xml:space="preserve"> met</w:t>
      </w:r>
      <w:r w:rsid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h</w:t>
      </w:r>
      <w:r w:rsidR="004E0CA0" w:rsidRP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 xml:space="preserve">ods should be changed in the quality </w:t>
      </w:r>
      <w:r w:rsid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 xml:space="preserve">improvement </w:t>
      </w:r>
      <w:r w:rsidR="004E0CA0" w:rsidRP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system</w:t>
      </w:r>
      <w:r w:rsidR="004E0CA0">
        <w:rPr>
          <w:rFonts w:eastAsia="Times New Roman"/>
          <w:noProof/>
          <w:color w:val="FF0000"/>
          <w:kern w:val="22"/>
          <w:sz w:val="22"/>
          <w:szCs w:val="22"/>
          <w:lang w:eastAsia="en-AU"/>
        </w:rPr>
        <w:t>.</w:t>
      </w:r>
    </w:p>
    <w:p w14:paraId="356C244D" w14:textId="77777777" w:rsidR="004E0CA0" w:rsidRPr="009B0E8F" w:rsidRDefault="004E0CA0" w:rsidP="00126D52">
      <w:pPr>
        <w:tabs>
          <w:tab w:val="clear" w:pos="284"/>
        </w:tabs>
        <w:spacing w:before="0" w:after="200" w:line="276" w:lineRule="auto"/>
        <w:rPr>
          <w:rFonts w:eastAsia="Times New Roman"/>
          <w:noProof/>
          <w:kern w:val="22"/>
          <w:sz w:val="22"/>
          <w:szCs w:val="22"/>
          <w:lang w:eastAsia="en-AU"/>
        </w:rPr>
      </w:pPr>
    </w:p>
    <w:sectPr w:rsidR="004E0CA0" w:rsidRPr="009B0E8F" w:rsidSect="00953E2C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658B0" w14:textId="77777777" w:rsidR="006F490D" w:rsidRDefault="006F490D">
      <w:pPr>
        <w:spacing w:before="0" w:after="0" w:line="240" w:lineRule="auto"/>
      </w:pPr>
      <w:r>
        <w:separator/>
      </w:r>
    </w:p>
  </w:endnote>
  <w:endnote w:type="continuationSeparator" w:id="0">
    <w:p w14:paraId="557FC3D8" w14:textId="77777777" w:rsidR="006F490D" w:rsidRDefault="006F49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65116" w14:textId="77777777" w:rsidR="00953E2C" w:rsidRPr="004820C4" w:rsidRDefault="00953E2C" w:rsidP="00953E2C">
    <w:pPr>
      <w:pStyle w:val="Footer-DocumentTitleLeft"/>
    </w:pPr>
  </w:p>
  <w:p w14:paraId="01A534B7" w14:textId="77777777" w:rsidR="00953E2C" w:rsidRDefault="00953E2C" w:rsidP="00953E2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7DF4E37C" w14:textId="77777777" w:rsidR="00953E2C" w:rsidRPr="0006452B" w:rsidRDefault="00953E2C" w:rsidP="00953E2C"/>
  <w:p w14:paraId="44FB30F8" w14:textId="77777777" w:rsidR="00953E2C" w:rsidRDefault="00953E2C" w:rsidP="00953E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BA83" w14:textId="2F066CAE" w:rsidR="00953E2C" w:rsidRDefault="00953E2C" w:rsidP="00953E2C">
    <w:pPr>
      <w:pStyle w:val="Bodyfooter"/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MEM15002A_MG_Kn_1of2</w:t>
        </w:r>
      </w:sdtContent>
    </w:sdt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61691">
      <w:rPr>
        <w:noProof/>
      </w:rPr>
      <w:t>15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61691">
      <w:rPr>
        <w:noProof/>
      </w:rPr>
      <w:t>15</w:t>
    </w:r>
    <w:r>
      <w:rPr>
        <w:noProof/>
      </w:rPr>
      <w:fldChar w:fldCharType="end"/>
    </w:r>
    <w:r w:rsidRPr="00CE693B">
      <w:t xml:space="preserve"> </w:t>
    </w:r>
    <w:r>
      <w:t xml:space="preserve">      </w:t>
    </w:r>
  </w:p>
  <w:p w14:paraId="69A8BE1E" w14:textId="77777777" w:rsidR="00953E2C" w:rsidRDefault="00953E2C" w:rsidP="00953E2C">
    <w:pPr>
      <w:pStyle w:val="Bodyfooter"/>
      <w:rPr>
        <w:noProof/>
      </w:rPr>
    </w:pPr>
    <w:r>
      <w:t xml:space="preserve">Resource ID: MRS_18_02_MEM15002A_MG_Kn_1of2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953E2C" w:rsidRPr="008D467A" w:rsidRDefault="00953E2C" w:rsidP="00953E2C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68D36DA" w14:textId="77777777" w:rsidR="00953E2C" w:rsidRPr="008948B1" w:rsidRDefault="00953E2C" w:rsidP="00953E2C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1DA6542E" w14:textId="77777777" w:rsidR="00953E2C" w:rsidRPr="00AA3155" w:rsidRDefault="00953E2C" w:rsidP="00953E2C">
    <w:pPr>
      <w:pStyle w:val="Footer"/>
    </w:pPr>
  </w:p>
  <w:p w14:paraId="3041E394" w14:textId="77777777" w:rsidR="00953E2C" w:rsidRDefault="00953E2C" w:rsidP="00953E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7B71C" w14:textId="77777777" w:rsidR="006F490D" w:rsidRDefault="006F490D">
      <w:pPr>
        <w:spacing w:before="0" w:after="0" w:line="240" w:lineRule="auto"/>
      </w:pPr>
      <w:r>
        <w:separator/>
      </w:r>
    </w:p>
  </w:footnote>
  <w:footnote w:type="continuationSeparator" w:id="0">
    <w:p w14:paraId="275D0E78" w14:textId="77777777" w:rsidR="006F490D" w:rsidRDefault="006F49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B00AE" w14:textId="77777777" w:rsidR="00953E2C" w:rsidRDefault="00953E2C" w:rsidP="00953E2C"/>
  <w:p w14:paraId="42C6D796" w14:textId="77777777" w:rsidR="00953E2C" w:rsidRDefault="00953E2C" w:rsidP="00953E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959E7" w14:textId="77777777" w:rsidR="00953E2C" w:rsidRDefault="00953E2C" w:rsidP="00953E2C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8E7A2A9" wp14:editId="07777777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831B3" w14:textId="77777777" w:rsidR="00953E2C" w:rsidRDefault="00953E2C" w:rsidP="00953E2C">
    <w:pPr>
      <w:pStyle w:val="Header"/>
    </w:pPr>
  </w:p>
  <w:p w14:paraId="54E11D2A" w14:textId="77777777" w:rsidR="00953E2C" w:rsidRDefault="00953E2C" w:rsidP="00953E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E77"/>
    <w:multiLevelType w:val="hybridMultilevel"/>
    <w:tmpl w:val="A604630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0184"/>
    <w:multiLevelType w:val="hybridMultilevel"/>
    <w:tmpl w:val="6A965D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11D15"/>
    <w:multiLevelType w:val="hybridMultilevel"/>
    <w:tmpl w:val="DE98176C"/>
    <w:lvl w:ilvl="0" w:tplc="7AEC50BE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09D"/>
    <w:multiLevelType w:val="hybridMultilevel"/>
    <w:tmpl w:val="C7D6E560"/>
    <w:lvl w:ilvl="0" w:tplc="BC522B9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26D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6E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DC89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424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267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141C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8CE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80A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7540D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55D71"/>
    <w:multiLevelType w:val="hybridMultilevel"/>
    <w:tmpl w:val="29306890"/>
    <w:lvl w:ilvl="0" w:tplc="E47C2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32EC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BC0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0A1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C6B8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54D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8CF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C76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108C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615FA"/>
    <w:multiLevelType w:val="hybridMultilevel"/>
    <w:tmpl w:val="F2DA347E"/>
    <w:lvl w:ilvl="0" w:tplc="3FE6DB0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2C04F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C1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E5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DC2A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A6B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2E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E6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5CD6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8" w15:restartNumberingAfterBreak="0">
    <w:nsid w:val="31264159"/>
    <w:multiLevelType w:val="hybridMultilevel"/>
    <w:tmpl w:val="667C43EC"/>
    <w:lvl w:ilvl="0" w:tplc="DB98DEA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07665CA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8BBAFF14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5D7CD272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D6E46FE6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636EF012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C38DB6E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8B3877BE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E264D9C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3AD3DEC"/>
    <w:multiLevelType w:val="hybridMultilevel"/>
    <w:tmpl w:val="37A0660C"/>
    <w:lvl w:ilvl="0" w:tplc="1870D5F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DC6A8E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A605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B829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F6D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0F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24E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C7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0C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553A3"/>
    <w:multiLevelType w:val="hybridMultilevel"/>
    <w:tmpl w:val="8A86AC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52F23"/>
    <w:multiLevelType w:val="hybridMultilevel"/>
    <w:tmpl w:val="8DD8123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A1083"/>
    <w:multiLevelType w:val="hybridMultilevel"/>
    <w:tmpl w:val="D0562C8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45303"/>
    <w:multiLevelType w:val="hybridMultilevel"/>
    <w:tmpl w:val="DE727A40"/>
    <w:lvl w:ilvl="0" w:tplc="72C8D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D888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A29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226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80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C64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EF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41A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20E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3782F"/>
    <w:multiLevelType w:val="hybridMultilevel"/>
    <w:tmpl w:val="0C06B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40714"/>
    <w:multiLevelType w:val="hybridMultilevel"/>
    <w:tmpl w:val="6B0C15AA"/>
    <w:lvl w:ilvl="0" w:tplc="77FC5DDA">
      <w:start w:val="1"/>
      <w:numFmt w:val="lowerLetter"/>
      <w:lvlText w:val="%1)"/>
      <w:lvlJc w:val="left"/>
      <w:pPr>
        <w:ind w:left="720" w:hanging="360"/>
      </w:pPr>
    </w:lvl>
    <w:lvl w:ilvl="1" w:tplc="C6AEB022" w:tentative="1">
      <w:start w:val="1"/>
      <w:numFmt w:val="lowerLetter"/>
      <w:lvlText w:val="%2."/>
      <w:lvlJc w:val="left"/>
      <w:pPr>
        <w:ind w:left="1440" w:hanging="360"/>
      </w:pPr>
    </w:lvl>
    <w:lvl w:ilvl="2" w:tplc="AFE8CA38" w:tentative="1">
      <w:start w:val="1"/>
      <w:numFmt w:val="lowerRoman"/>
      <w:lvlText w:val="%3."/>
      <w:lvlJc w:val="right"/>
      <w:pPr>
        <w:ind w:left="2160" w:hanging="180"/>
      </w:pPr>
    </w:lvl>
    <w:lvl w:ilvl="3" w:tplc="59ACACE2" w:tentative="1">
      <w:start w:val="1"/>
      <w:numFmt w:val="decimal"/>
      <w:lvlText w:val="%4."/>
      <w:lvlJc w:val="left"/>
      <w:pPr>
        <w:ind w:left="2880" w:hanging="360"/>
      </w:pPr>
    </w:lvl>
    <w:lvl w:ilvl="4" w:tplc="D3DC16F8" w:tentative="1">
      <w:start w:val="1"/>
      <w:numFmt w:val="lowerLetter"/>
      <w:lvlText w:val="%5."/>
      <w:lvlJc w:val="left"/>
      <w:pPr>
        <w:ind w:left="3600" w:hanging="360"/>
      </w:pPr>
    </w:lvl>
    <w:lvl w:ilvl="5" w:tplc="7BB8DD60" w:tentative="1">
      <w:start w:val="1"/>
      <w:numFmt w:val="lowerRoman"/>
      <w:lvlText w:val="%6."/>
      <w:lvlJc w:val="right"/>
      <w:pPr>
        <w:ind w:left="4320" w:hanging="180"/>
      </w:pPr>
    </w:lvl>
    <w:lvl w:ilvl="6" w:tplc="288AA044" w:tentative="1">
      <w:start w:val="1"/>
      <w:numFmt w:val="decimal"/>
      <w:lvlText w:val="%7."/>
      <w:lvlJc w:val="left"/>
      <w:pPr>
        <w:ind w:left="5040" w:hanging="360"/>
      </w:pPr>
    </w:lvl>
    <w:lvl w:ilvl="7" w:tplc="DD4EA56E" w:tentative="1">
      <w:start w:val="1"/>
      <w:numFmt w:val="lowerLetter"/>
      <w:lvlText w:val="%8."/>
      <w:lvlJc w:val="left"/>
      <w:pPr>
        <w:ind w:left="5760" w:hanging="360"/>
      </w:pPr>
    </w:lvl>
    <w:lvl w:ilvl="8" w:tplc="0BA87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40BE9"/>
    <w:multiLevelType w:val="hybridMultilevel"/>
    <w:tmpl w:val="503EDE3A"/>
    <w:lvl w:ilvl="0" w:tplc="0546C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D04B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3CF9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92C8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B24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628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3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E05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562DC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6768A"/>
    <w:multiLevelType w:val="hybridMultilevel"/>
    <w:tmpl w:val="A35EC5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00867"/>
    <w:multiLevelType w:val="hybridMultilevel"/>
    <w:tmpl w:val="63B0C2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37879"/>
    <w:multiLevelType w:val="hybridMultilevel"/>
    <w:tmpl w:val="D68C2F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A16DD"/>
    <w:multiLevelType w:val="hybridMultilevel"/>
    <w:tmpl w:val="39AC041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F2368"/>
    <w:multiLevelType w:val="hybridMultilevel"/>
    <w:tmpl w:val="5C0003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C01F6"/>
    <w:multiLevelType w:val="hybridMultilevel"/>
    <w:tmpl w:val="B4ACA21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1F3C35"/>
    <w:multiLevelType w:val="hybridMultilevel"/>
    <w:tmpl w:val="9E78E0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B3FAE"/>
    <w:multiLevelType w:val="hybridMultilevel"/>
    <w:tmpl w:val="A89618B0"/>
    <w:lvl w:ilvl="0" w:tplc="13CE3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8CCD6C" w:tentative="1">
      <w:start w:val="1"/>
      <w:numFmt w:val="lowerLetter"/>
      <w:lvlText w:val="%2."/>
      <w:lvlJc w:val="left"/>
      <w:pPr>
        <w:ind w:left="1440" w:hanging="360"/>
      </w:pPr>
    </w:lvl>
    <w:lvl w:ilvl="2" w:tplc="359CFE22" w:tentative="1">
      <w:start w:val="1"/>
      <w:numFmt w:val="lowerRoman"/>
      <w:lvlText w:val="%3."/>
      <w:lvlJc w:val="right"/>
      <w:pPr>
        <w:ind w:left="2160" w:hanging="180"/>
      </w:pPr>
    </w:lvl>
    <w:lvl w:ilvl="3" w:tplc="0EB47394" w:tentative="1">
      <w:start w:val="1"/>
      <w:numFmt w:val="decimal"/>
      <w:lvlText w:val="%4."/>
      <w:lvlJc w:val="left"/>
      <w:pPr>
        <w:ind w:left="2880" w:hanging="360"/>
      </w:pPr>
    </w:lvl>
    <w:lvl w:ilvl="4" w:tplc="60B2FCB8" w:tentative="1">
      <w:start w:val="1"/>
      <w:numFmt w:val="lowerLetter"/>
      <w:lvlText w:val="%5."/>
      <w:lvlJc w:val="left"/>
      <w:pPr>
        <w:ind w:left="3600" w:hanging="360"/>
      </w:pPr>
    </w:lvl>
    <w:lvl w:ilvl="5" w:tplc="E10C47DA" w:tentative="1">
      <w:start w:val="1"/>
      <w:numFmt w:val="lowerRoman"/>
      <w:lvlText w:val="%6."/>
      <w:lvlJc w:val="right"/>
      <w:pPr>
        <w:ind w:left="4320" w:hanging="180"/>
      </w:pPr>
    </w:lvl>
    <w:lvl w:ilvl="6" w:tplc="DDD2700C" w:tentative="1">
      <w:start w:val="1"/>
      <w:numFmt w:val="decimal"/>
      <w:lvlText w:val="%7."/>
      <w:lvlJc w:val="left"/>
      <w:pPr>
        <w:ind w:left="5040" w:hanging="360"/>
      </w:pPr>
    </w:lvl>
    <w:lvl w:ilvl="7" w:tplc="F0EC3BA2" w:tentative="1">
      <w:start w:val="1"/>
      <w:numFmt w:val="lowerLetter"/>
      <w:lvlText w:val="%8."/>
      <w:lvlJc w:val="left"/>
      <w:pPr>
        <w:ind w:left="5760" w:hanging="360"/>
      </w:pPr>
    </w:lvl>
    <w:lvl w:ilvl="8" w:tplc="3F38A0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F083C"/>
    <w:multiLevelType w:val="hybridMultilevel"/>
    <w:tmpl w:val="6C34649C"/>
    <w:lvl w:ilvl="0" w:tplc="85C2D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106909"/>
    <w:multiLevelType w:val="hybridMultilevel"/>
    <w:tmpl w:val="6B0C15AA"/>
    <w:lvl w:ilvl="0" w:tplc="1D3CF714">
      <w:start w:val="1"/>
      <w:numFmt w:val="lowerLetter"/>
      <w:lvlText w:val="%1)"/>
      <w:lvlJc w:val="left"/>
      <w:pPr>
        <w:ind w:left="720" w:hanging="360"/>
      </w:pPr>
    </w:lvl>
    <w:lvl w:ilvl="1" w:tplc="4A866436" w:tentative="1">
      <w:start w:val="1"/>
      <w:numFmt w:val="lowerLetter"/>
      <w:lvlText w:val="%2."/>
      <w:lvlJc w:val="left"/>
      <w:pPr>
        <w:ind w:left="1440" w:hanging="360"/>
      </w:pPr>
    </w:lvl>
    <w:lvl w:ilvl="2" w:tplc="F86CC82C" w:tentative="1">
      <w:start w:val="1"/>
      <w:numFmt w:val="lowerRoman"/>
      <w:lvlText w:val="%3."/>
      <w:lvlJc w:val="right"/>
      <w:pPr>
        <w:ind w:left="2160" w:hanging="180"/>
      </w:pPr>
    </w:lvl>
    <w:lvl w:ilvl="3" w:tplc="F9222B7A" w:tentative="1">
      <w:start w:val="1"/>
      <w:numFmt w:val="decimal"/>
      <w:lvlText w:val="%4."/>
      <w:lvlJc w:val="left"/>
      <w:pPr>
        <w:ind w:left="2880" w:hanging="360"/>
      </w:pPr>
    </w:lvl>
    <w:lvl w:ilvl="4" w:tplc="64904592" w:tentative="1">
      <w:start w:val="1"/>
      <w:numFmt w:val="lowerLetter"/>
      <w:lvlText w:val="%5."/>
      <w:lvlJc w:val="left"/>
      <w:pPr>
        <w:ind w:left="3600" w:hanging="360"/>
      </w:pPr>
    </w:lvl>
    <w:lvl w:ilvl="5" w:tplc="66F0927C" w:tentative="1">
      <w:start w:val="1"/>
      <w:numFmt w:val="lowerRoman"/>
      <w:lvlText w:val="%6."/>
      <w:lvlJc w:val="right"/>
      <w:pPr>
        <w:ind w:left="4320" w:hanging="180"/>
      </w:pPr>
    </w:lvl>
    <w:lvl w:ilvl="6" w:tplc="166EE4A6" w:tentative="1">
      <w:start w:val="1"/>
      <w:numFmt w:val="decimal"/>
      <w:lvlText w:val="%7."/>
      <w:lvlJc w:val="left"/>
      <w:pPr>
        <w:ind w:left="5040" w:hanging="360"/>
      </w:pPr>
    </w:lvl>
    <w:lvl w:ilvl="7" w:tplc="5E7AC71E" w:tentative="1">
      <w:start w:val="1"/>
      <w:numFmt w:val="lowerLetter"/>
      <w:lvlText w:val="%8."/>
      <w:lvlJc w:val="left"/>
      <w:pPr>
        <w:ind w:left="5760" w:hanging="360"/>
      </w:pPr>
    </w:lvl>
    <w:lvl w:ilvl="8" w:tplc="4A6EB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9471E"/>
    <w:multiLevelType w:val="hybridMultilevel"/>
    <w:tmpl w:val="21C0334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B338A3"/>
    <w:multiLevelType w:val="hybridMultilevel"/>
    <w:tmpl w:val="8DD8123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649B1"/>
    <w:multiLevelType w:val="hybridMultilevel"/>
    <w:tmpl w:val="6C34649C"/>
    <w:lvl w:ilvl="0" w:tplc="85C2D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632986"/>
    <w:multiLevelType w:val="hybridMultilevel"/>
    <w:tmpl w:val="8DD8123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0B40"/>
    <w:multiLevelType w:val="hybridMultilevel"/>
    <w:tmpl w:val="2F3215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2260FF1C" w:tentative="1">
      <w:start w:val="1"/>
      <w:numFmt w:val="lowerLetter"/>
      <w:lvlText w:val="%2."/>
      <w:lvlJc w:val="left"/>
      <w:pPr>
        <w:ind w:left="1440" w:hanging="360"/>
      </w:pPr>
    </w:lvl>
    <w:lvl w:ilvl="2" w:tplc="663A22E6" w:tentative="1">
      <w:start w:val="1"/>
      <w:numFmt w:val="lowerRoman"/>
      <w:lvlText w:val="%3."/>
      <w:lvlJc w:val="right"/>
      <w:pPr>
        <w:ind w:left="2160" w:hanging="180"/>
      </w:pPr>
    </w:lvl>
    <w:lvl w:ilvl="3" w:tplc="3B3AB264" w:tentative="1">
      <w:start w:val="1"/>
      <w:numFmt w:val="decimal"/>
      <w:lvlText w:val="%4."/>
      <w:lvlJc w:val="left"/>
      <w:pPr>
        <w:ind w:left="2880" w:hanging="360"/>
      </w:pPr>
    </w:lvl>
    <w:lvl w:ilvl="4" w:tplc="1F0A0948" w:tentative="1">
      <w:start w:val="1"/>
      <w:numFmt w:val="lowerLetter"/>
      <w:lvlText w:val="%5."/>
      <w:lvlJc w:val="left"/>
      <w:pPr>
        <w:ind w:left="3600" w:hanging="360"/>
      </w:pPr>
    </w:lvl>
    <w:lvl w:ilvl="5" w:tplc="810E814E" w:tentative="1">
      <w:start w:val="1"/>
      <w:numFmt w:val="lowerRoman"/>
      <w:lvlText w:val="%6."/>
      <w:lvlJc w:val="right"/>
      <w:pPr>
        <w:ind w:left="4320" w:hanging="180"/>
      </w:pPr>
    </w:lvl>
    <w:lvl w:ilvl="6" w:tplc="145EA90C" w:tentative="1">
      <w:start w:val="1"/>
      <w:numFmt w:val="decimal"/>
      <w:lvlText w:val="%7."/>
      <w:lvlJc w:val="left"/>
      <w:pPr>
        <w:ind w:left="5040" w:hanging="360"/>
      </w:pPr>
    </w:lvl>
    <w:lvl w:ilvl="7" w:tplc="CE9A6B7E" w:tentative="1">
      <w:start w:val="1"/>
      <w:numFmt w:val="lowerLetter"/>
      <w:lvlText w:val="%8."/>
      <w:lvlJc w:val="left"/>
      <w:pPr>
        <w:ind w:left="5760" w:hanging="360"/>
      </w:pPr>
    </w:lvl>
    <w:lvl w:ilvl="8" w:tplc="3FCA9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35FA6"/>
    <w:multiLevelType w:val="hybridMultilevel"/>
    <w:tmpl w:val="7D2C95A6"/>
    <w:lvl w:ilvl="0" w:tplc="7FDEF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D8D4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4C6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389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69C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F4E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E9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80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CF8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E14B6"/>
    <w:multiLevelType w:val="hybridMultilevel"/>
    <w:tmpl w:val="1228F336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42D6A000" w:tentative="1">
      <w:start w:val="1"/>
      <w:numFmt w:val="lowerLetter"/>
      <w:lvlText w:val="%2."/>
      <w:lvlJc w:val="left"/>
      <w:pPr>
        <w:ind w:left="1440" w:hanging="360"/>
      </w:pPr>
    </w:lvl>
    <w:lvl w:ilvl="2" w:tplc="CCB24B70" w:tentative="1">
      <w:start w:val="1"/>
      <w:numFmt w:val="lowerRoman"/>
      <w:lvlText w:val="%3."/>
      <w:lvlJc w:val="right"/>
      <w:pPr>
        <w:ind w:left="2160" w:hanging="180"/>
      </w:pPr>
    </w:lvl>
    <w:lvl w:ilvl="3" w:tplc="6FF804F8" w:tentative="1">
      <w:start w:val="1"/>
      <w:numFmt w:val="decimal"/>
      <w:lvlText w:val="%4."/>
      <w:lvlJc w:val="left"/>
      <w:pPr>
        <w:ind w:left="2880" w:hanging="360"/>
      </w:pPr>
    </w:lvl>
    <w:lvl w:ilvl="4" w:tplc="13E6B62A" w:tentative="1">
      <w:start w:val="1"/>
      <w:numFmt w:val="lowerLetter"/>
      <w:lvlText w:val="%5."/>
      <w:lvlJc w:val="left"/>
      <w:pPr>
        <w:ind w:left="3600" w:hanging="360"/>
      </w:pPr>
    </w:lvl>
    <w:lvl w:ilvl="5" w:tplc="E9A280EA" w:tentative="1">
      <w:start w:val="1"/>
      <w:numFmt w:val="lowerRoman"/>
      <w:lvlText w:val="%6."/>
      <w:lvlJc w:val="right"/>
      <w:pPr>
        <w:ind w:left="4320" w:hanging="180"/>
      </w:pPr>
    </w:lvl>
    <w:lvl w:ilvl="6" w:tplc="2D1E1EE2" w:tentative="1">
      <w:start w:val="1"/>
      <w:numFmt w:val="decimal"/>
      <w:lvlText w:val="%7."/>
      <w:lvlJc w:val="left"/>
      <w:pPr>
        <w:ind w:left="5040" w:hanging="360"/>
      </w:pPr>
    </w:lvl>
    <w:lvl w:ilvl="7" w:tplc="19D41BAA" w:tentative="1">
      <w:start w:val="1"/>
      <w:numFmt w:val="lowerLetter"/>
      <w:lvlText w:val="%8."/>
      <w:lvlJc w:val="left"/>
      <w:pPr>
        <w:ind w:left="5760" w:hanging="360"/>
      </w:pPr>
    </w:lvl>
    <w:lvl w:ilvl="8" w:tplc="BA3C1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36C92"/>
    <w:multiLevelType w:val="hybridMultilevel"/>
    <w:tmpl w:val="8DD8123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03293"/>
    <w:multiLevelType w:val="hybridMultilevel"/>
    <w:tmpl w:val="F4C602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267D3"/>
    <w:multiLevelType w:val="hybridMultilevel"/>
    <w:tmpl w:val="8DD8123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3612E"/>
    <w:multiLevelType w:val="hybridMultilevel"/>
    <w:tmpl w:val="B93E1864"/>
    <w:lvl w:ilvl="0" w:tplc="924844B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5A3CEE"/>
    <w:multiLevelType w:val="hybridMultilevel"/>
    <w:tmpl w:val="79EA62F2"/>
    <w:lvl w:ilvl="0" w:tplc="BB369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015E0"/>
    <w:multiLevelType w:val="hybridMultilevel"/>
    <w:tmpl w:val="DDEAD6C0"/>
    <w:lvl w:ilvl="0" w:tplc="3B4C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429A96" w:tentative="1">
      <w:start w:val="1"/>
      <w:numFmt w:val="lowerLetter"/>
      <w:lvlText w:val="%2."/>
      <w:lvlJc w:val="left"/>
      <w:pPr>
        <w:ind w:left="1440" w:hanging="360"/>
      </w:pPr>
    </w:lvl>
    <w:lvl w:ilvl="2" w:tplc="FBDCBB16" w:tentative="1">
      <w:start w:val="1"/>
      <w:numFmt w:val="lowerRoman"/>
      <w:lvlText w:val="%3."/>
      <w:lvlJc w:val="right"/>
      <w:pPr>
        <w:ind w:left="2160" w:hanging="180"/>
      </w:pPr>
    </w:lvl>
    <w:lvl w:ilvl="3" w:tplc="E6063A08" w:tentative="1">
      <w:start w:val="1"/>
      <w:numFmt w:val="decimal"/>
      <w:lvlText w:val="%4."/>
      <w:lvlJc w:val="left"/>
      <w:pPr>
        <w:ind w:left="2880" w:hanging="360"/>
      </w:pPr>
    </w:lvl>
    <w:lvl w:ilvl="4" w:tplc="9A3ED05C" w:tentative="1">
      <w:start w:val="1"/>
      <w:numFmt w:val="lowerLetter"/>
      <w:lvlText w:val="%5."/>
      <w:lvlJc w:val="left"/>
      <w:pPr>
        <w:ind w:left="3600" w:hanging="360"/>
      </w:pPr>
    </w:lvl>
    <w:lvl w:ilvl="5" w:tplc="00AC3256" w:tentative="1">
      <w:start w:val="1"/>
      <w:numFmt w:val="lowerRoman"/>
      <w:lvlText w:val="%6."/>
      <w:lvlJc w:val="right"/>
      <w:pPr>
        <w:ind w:left="4320" w:hanging="180"/>
      </w:pPr>
    </w:lvl>
    <w:lvl w:ilvl="6" w:tplc="94EEE24A" w:tentative="1">
      <w:start w:val="1"/>
      <w:numFmt w:val="decimal"/>
      <w:lvlText w:val="%7."/>
      <w:lvlJc w:val="left"/>
      <w:pPr>
        <w:ind w:left="5040" w:hanging="360"/>
      </w:pPr>
    </w:lvl>
    <w:lvl w:ilvl="7" w:tplc="EA428D64" w:tentative="1">
      <w:start w:val="1"/>
      <w:numFmt w:val="lowerLetter"/>
      <w:lvlText w:val="%8."/>
      <w:lvlJc w:val="left"/>
      <w:pPr>
        <w:ind w:left="5760" w:hanging="360"/>
      </w:pPr>
    </w:lvl>
    <w:lvl w:ilvl="8" w:tplc="A80A03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D629C"/>
    <w:multiLevelType w:val="hybridMultilevel"/>
    <w:tmpl w:val="C3D091A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9"/>
  </w:num>
  <w:num w:numId="7">
    <w:abstractNumId w:val="34"/>
  </w:num>
  <w:num w:numId="8">
    <w:abstractNumId w:val="40"/>
  </w:num>
  <w:num w:numId="9">
    <w:abstractNumId w:val="15"/>
  </w:num>
  <w:num w:numId="10">
    <w:abstractNumId w:val="25"/>
  </w:num>
  <w:num w:numId="11">
    <w:abstractNumId w:val="8"/>
  </w:num>
  <w:num w:numId="12">
    <w:abstractNumId w:val="20"/>
  </w:num>
  <w:num w:numId="13">
    <w:abstractNumId w:val="39"/>
  </w:num>
  <w:num w:numId="14">
    <w:abstractNumId w:val="4"/>
  </w:num>
  <w:num w:numId="15">
    <w:abstractNumId w:val="17"/>
  </w:num>
  <w:num w:numId="16">
    <w:abstractNumId w:val="27"/>
  </w:num>
  <w:num w:numId="17">
    <w:abstractNumId w:val="12"/>
  </w:num>
  <w:num w:numId="18">
    <w:abstractNumId w:val="21"/>
  </w:num>
  <w:num w:numId="19">
    <w:abstractNumId w:val="41"/>
  </w:num>
  <w:num w:numId="20">
    <w:abstractNumId w:val="0"/>
  </w:num>
  <w:num w:numId="21">
    <w:abstractNumId w:val="29"/>
  </w:num>
  <w:num w:numId="22">
    <w:abstractNumId w:val="35"/>
  </w:num>
  <w:num w:numId="23">
    <w:abstractNumId w:val="37"/>
  </w:num>
  <w:num w:numId="24">
    <w:abstractNumId w:val="24"/>
  </w:num>
  <w:num w:numId="25">
    <w:abstractNumId w:val="10"/>
  </w:num>
  <w:num w:numId="26">
    <w:abstractNumId w:val="32"/>
  </w:num>
  <w:num w:numId="27">
    <w:abstractNumId w:val="2"/>
  </w:num>
  <w:num w:numId="28">
    <w:abstractNumId w:val="26"/>
  </w:num>
  <w:num w:numId="29">
    <w:abstractNumId w:val="30"/>
  </w:num>
  <w:num w:numId="30">
    <w:abstractNumId w:val="38"/>
  </w:num>
  <w:num w:numId="31">
    <w:abstractNumId w:val="19"/>
  </w:num>
  <w:num w:numId="32">
    <w:abstractNumId w:val="28"/>
  </w:num>
  <w:num w:numId="33">
    <w:abstractNumId w:val="1"/>
  </w:num>
  <w:num w:numId="34">
    <w:abstractNumId w:val="33"/>
  </w:num>
  <w:num w:numId="35">
    <w:abstractNumId w:val="13"/>
  </w:num>
  <w:num w:numId="36">
    <w:abstractNumId w:val="36"/>
  </w:num>
  <w:num w:numId="37">
    <w:abstractNumId w:val="14"/>
  </w:num>
  <w:num w:numId="38">
    <w:abstractNumId w:val="31"/>
  </w:num>
  <w:num w:numId="39">
    <w:abstractNumId w:val="11"/>
  </w:num>
  <w:num w:numId="40">
    <w:abstractNumId w:val="22"/>
  </w:num>
  <w:num w:numId="41">
    <w:abstractNumId w:val="23"/>
  </w:num>
  <w:num w:numId="42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96"/>
    <w:rsid w:val="00004E41"/>
    <w:rsid w:val="00027040"/>
    <w:rsid w:val="0004186B"/>
    <w:rsid w:val="00096679"/>
    <w:rsid w:val="000F2EAB"/>
    <w:rsid w:val="00126D52"/>
    <w:rsid w:val="00192C77"/>
    <w:rsid w:val="00221D0D"/>
    <w:rsid w:val="00291D23"/>
    <w:rsid w:val="003107EC"/>
    <w:rsid w:val="00361691"/>
    <w:rsid w:val="004112C0"/>
    <w:rsid w:val="0043332F"/>
    <w:rsid w:val="00450E0C"/>
    <w:rsid w:val="00460496"/>
    <w:rsid w:val="004A3184"/>
    <w:rsid w:val="004E0CA0"/>
    <w:rsid w:val="00503213"/>
    <w:rsid w:val="005400BF"/>
    <w:rsid w:val="005545EA"/>
    <w:rsid w:val="00555950"/>
    <w:rsid w:val="00557193"/>
    <w:rsid w:val="005607BD"/>
    <w:rsid w:val="00594C1A"/>
    <w:rsid w:val="005B50E4"/>
    <w:rsid w:val="005C3C93"/>
    <w:rsid w:val="005E1256"/>
    <w:rsid w:val="0060554E"/>
    <w:rsid w:val="006137AB"/>
    <w:rsid w:val="00614A63"/>
    <w:rsid w:val="006E1675"/>
    <w:rsid w:val="006E1881"/>
    <w:rsid w:val="006F490D"/>
    <w:rsid w:val="00700FA7"/>
    <w:rsid w:val="00747E93"/>
    <w:rsid w:val="00774C9D"/>
    <w:rsid w:val="007A79D7"/>
    <w:rsid w:val="007C263B"/>
    <w:rsid w:val="00803358"/>
    <w:rsid w:val="008621B3"/>
    <w:rsid w:val="008A22B4"/>
    <w:rsid w:val="008B49EC"/>
    <w:rsid w:val="00953E2C"/>
    <w:rsid w:val="009722D3"/>
    <w:rsid w:val="009B0E8F"/>
    <w:rsid w:val="009B5512"/>
    <w:rsid w:val="009D5DDF"/>
    <w:rsid w:val="00A500C3"/>
    <w:rsid w:val="00A973C5"/>
    <w:rsid w:val="00AB226E"/>
    <w:rsid w:val="00AE4960"/>
    <w:rsid w:val="00AF7C08"/>
    <w:rsid w:val="00B2749C"/>
    <w:rsid w:val="00B61F4A"/>
    <w:rsid w:val="00B72336"/>
    <w:rsid w:val="00BA4959"/>
    <w:rsid w:val="00BA5D3E"/>
    <w:rsid w:val="00BE7DE3"/>
    <w:rsid w:val="00C03D0F"/>
    <w:rsid w:val="00C206D9"/>
    <w:rsid w:val="00CA238B"/>
    <w:rsid w:val="00CE693B"/>
    <w:rsid w:val="00CF3916"/>
    <w:rsid w:val="00D001B8"/>
    <w:rsid w:val="00DD216B"/>
    <w:rsid w:val="00DE49AE"/>
    <w:rsid w:val="00E11EF5"/>
    <w:rsid w:val="00E40B9C"/>
    <w:rsid w:val="00E66580"/>
    <w:rsid w:val="00E7051A"/>
    <w:rsid w:val="00ED3F2F"/>
    <w:rsid w:val="00EE30E9"/>
    <w:rsid w:val="00F60C5E"/>
    <w:rsid w:val="00F62F31"/>
    <w:rsid w:val="00F84D47"/>
    <w:rsid w:val="00FB3BF8"/>
    <w:rsid w:val="00FC44A0"/>
    <w:rsid w:val="00FF79B5"/>
    <w:rsid w:val="220C9EA8"/>
    <w:rsid w:val="23CF2031"/>
    <w:rsid w:val="3B3FB2BD"/>
    <w:rsid w:val="3CC11AFE"/>
    <w:rsid w:val="44178802"/>
    <w:rsid w:val="4BD909EC"/>
    <w:rsid w:val="4F07227C"/>
    <w:rsid w:val="53C206AD"/>
    <w:rsid w:val="5D11677A"/>
    <w:rsid w:val="5FA71F8E"/>
    <w:rsid w:val="66D779DB"/>
    <w:rsid w:val="71E8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5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4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3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5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6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46d88eca8b0044f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8A3626" w:rsidRDefault="00E12411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11"/>
    <w:rsid w:val="00155AA2"/>
    <w:rsid w:val="004267D2"/>
    <w:rsid w:val="00452341"/>
    <w:rsid w:val="007425BC"/>
    <w:rsid w:val="008825F9"/>
    <w:rsid w:val="008A3626"/>
    <w:rsid w:val="00A57B99"/>
    <w:rsid w:val="00AE1BA9"/>
    <w:rsid w:val="00C90915"/>
    <w:rsid w:val="00D51BED"/>
    <w:rsid w:val="00D86858"/>
    <w:rsid w:val="00E12411"/>
    <w:rsid w:val="00E34EBD"/>
    <w:rsid w:val="00E7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schemas.microsoft.com/office/infopath/2007/PartnerControls"/>
    <ds:schemaRef ds:uri="1502bd91-4821-4a00-aa5e-8d420a883b7a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10537-EE65-4713-9089-810F968A7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75CC94-7B2E-49EB-A609-C60C19503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2125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MEM15002A_MG_Kn_1of2</vt:lpstr>
    </vt:vector>
  </TitlesOfParts>
  <Company/>
  <LinksUpToDate>false</LinksUpToDate>
  <CharactersWithSpaces>14216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MEM15002A_MG_Kn_1of2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2019-10-16T00:01:00Z</dcterms:created>
  <dcterms:modified xsi:type="dcterms:W3CDTF">2019-10-16T00:15:00Z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