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4B10B" w14:textId="77777777" w:rsidR="00FC48B2" w:rsidRDefault="00253193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5C94B10C" w14:textId="77777777" w:rsidR="00CC3D37" w:rsidRPr="00A56627" w:rsidRDefault="00253193" w:rsidP="00CC3D37">
      <w:pPr>
        <w:pStyle w:val="Heading2"/>
      </w:pPr>
      <w:r w:rsidRPr="00A56627">
        <w:t>Criteria</w:t>
      </w:r>
    </w:p>
    <w:p w14:paraId="5C94B10D" w14:textId="77777777" w:rsidR="00CC3D37" w:rsidRDefault="00253193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1172231" w14:textId="77777777" w:rsidR="0068326B" w:rsidRPr="00D83795" w:rsidRDefault="0068326B" w:rsidP="0068326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 w:rsidRPr="00D83795">
        <w:rPr>
          <w:sz w:val="22"/>
          <w:szCs w:val="22"/>
          <w:lang w:eastAsia="en-AU"/>
        </w:rPr>
        <w:t>MEM302</w:t>
      </w:r>
      <w:r>
        <w:rPr>
          <w:sz w:val="22"/>
          <w:szCs w:val="22"/>
          <w:lang w:eastAsia="en-AU"/>
        </w:rPr>
        <w:t>05</w:t>
      </w:r>
      <w:r w:rsidRPr="00D83795">
        <w:rPr>
          <w:sz w:val="22"/>
          <w:szCs w:val="22"/>
          <w:lang w:eastAsia="en-AU"/>
        </w:rPr>
        <w:t xml:space="preserve"> - Certificate III in Engineering - Mechanical Trade (</w:t>
      </w:r>
      <w:r>
        <w:rPr>
          <w:sz w:val="22"/>
          <w:szCs w:val="22"/>
          <w:lang w:eastAsia="en-AU"/>
        </w:rPr>
        <w:t>3</w:t>
      </w:r>
      <w:r w:rsidRPr="00D83795">
        <w:rPr>
          <w:sz w:val="22"/>
          <w:szCs w:val="22"/>
          <w:lang w:eastAsia="en-AU"/>
        </w:rPr>
        <w:t>)</w:t>
      </w:r>
    </w:p>
    <w:p w14:paraId="4F87989A" w14:textId="77777777" w:rsidR="0068326B" w:rsidRDefault="0068326B" w:rsidP="0068326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66D779DB">
        <w:rPr>
          <w:sz w:val="22"/>
          <w:szCs w:val="22"/>
          <w:lang w:eastAsia="en-AU"/>
        </w:rPr>
        <w:t>MEM30305 – Certificate III in Engineering – Fabrication trade (4)</w:t>
      </w:r>
    </w:p>
    <w:p w14:paraId="1FF62DE1" w14:textId="77777777" w:rsidR="0068326B" w:rsidRPr="00A1309E" w:rsidRDefault="0068326B" w:rsidP="0068326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66D779DB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5C94B10F" w14:textId="77777777" w:rsidR="00CC3D37" w:rsidRPr="00D83795" w:rsidRDefault="0068326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_GoBack"/>
      <w:bookmarkEnd w:id="1"/>
    </w:p>
    <w:p w14:paraId="5C94B110" w14:textId="77777777" w:rsidR="00CC3D37" w:rsidRDefault="00253193" w:rsidP="00CC3D37">
      <w:pPr>
        <w:pStyle w:val="Heading3"/>
      </w:pPr>
      <w:r w:rsidRPr="007A6B4A">
        <w:t>Unit code, name and release number</w:t>
      </w:r>
    </w:p>
    <w:p w14:paraId="5C94B111" w14:textId="77777777" w:rsidR="00CC3D37" w:rsidRPr="00D83795" w:rsidRDefault="0025319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Unit"/>
      <w:r w:rsidRPr="00D83795">
        <w:rPr>
          <w:sz w:val="22"/>
          <w:szCs w:val="22"/>
          <w:lang w:eastAsia="en-AU"/>
        </w:rPr>
        <w:t>MEM16006A - Organise and communicate information (1)</w:t>
      </w:r>
      <w:bookmarkEnd w:id="2"/>
    </w:p>
    <w:p w14:paraId="5C94B112" w14:textId="2422BEF5" w:rsidR="00CC3D37" w:rsidRPr="0068326B" w:rsidRDefault="0068326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66D779DB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5C94B113" w14:textId="77777777" w:rsidR="00BC4442" w:rsidRPr="004A551B" w:rsidRDefault="00253193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5C94B114" w14:textId="77777777" w:rsidR="0040694E" w:rsidRPr="004A551B" w:rsidRDefault="00253193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5C94B115" w14:textId="77777777" w:rsidR="0040694E" w:rsidRPr="004A551B" w:rsidRDefault="0025319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5C94B116" w14:textId="77777777" w:rsidR="0040694E" w:rsidRPr="004A551B" w:rsidRDefault="0025319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5C94B117" w14:textId="77777777" w:rsidR="0040694E" w:rsidRPr="004A551B" w:rsidRDefault="0025319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5C94B118" w14:textId="77777777" w:rsidR="0040694E" w:rsidRPr="004A551B" w:rsidRDefault="0025319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5C94B119" w14:textId="77777777" w:rsidR="0040694E" w:rsidRPr="004A551B" w:rsidRDefault="0025319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5C94B11A" w14:textId="77777777" w:rsidR="003F73CB" w:rsidRDefault="00253193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D738FC" w14:paraId="5C94B11F" w14:textId="77777777" w:rsidTr="00D738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C94B11B" w14:textId="77777777" w:rsidR="007E10A9" w:rsidRDefault="0025319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5C94B11C" w14:textId="77777777" w:rsidR="007E10A9" w:rsidRDefault="0025319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5C94B11D" w14:textId="77777777" w:rsidR="007E10A9" w:rsidRDefault="0025319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5C94B11E" w14:textId="77777777" w:rsidR="007E10A9" w:rsidRDefault="0025319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D738FC" w14:paraId="5C94B124" w14:textId="77777777" w:rsidTr="00D738FC">
        <w:tc>
          <w:tcPr>
            <w:tcW w:w="310" w:type="pct"/>
            <w:shd w:val="clear" w:color="auto" w:fill="2D739F"/>
            <w:vAlign w:val="top"/>
          </w:tcPr>
          <w:p w14:paraId="5C94B120" w14:textId="77777777" w:rsidR="007E10A9" w:rsidRPr="007E10A9" w:rsidRDefault="0025319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5C94B121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94B122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94B123" w14:textId="77777777" w:rsidR="007E10A9" w:rsidRDefault="0068326B" w:rsidP="007E10A9">
            <w:pPr>
              <w:rPr>
                <w:lang w:eastAsia="en-AU"/>
              </w:rPr>
            </w:pPr>
          </w:p>
        </w:tc>
      </w:tr>
      <w:tr w:rsidR="00D738FC" w14:paraId="5C94B129" w14:textId="77777777" w:rsidTr="00D738FC">
        <w:tc>
          <w:tcPr>
            <w:tcW w:w="310" w:type="pct"/>
            <w:shd w:val="clear" w:color="auto" w:fill="2D739F"/>
            <w:vAlign w:val="top"/>
          </w:tcPr>
          <w:p w14:paraId="5C94B125" w14:textId="77777777" w:rsidR="007E10A9" w:rsidRPr="007E10A9" w:rsidRDefault="0025319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C94B126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94B127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94B128" w14:textId="77777777" w:rsidR="007E10A9" w:rsidRDefault="0068326B" w:rsidP="007E10A9">
            <w:pPr>
              <w:rPr>
                <w:lang w:eastAsia="en-AU"/>
              </w:rPr>
            </w:pPr>
          </w:p>
        </w:tc>
      </w:tr>
      <w:tr w:rsidR="00D738FC" w14:paraId="5C94B12E" w14:textId="77777777" w:rsidTr="00D738FC">
        <w:tc>
          <w:tcPr>
            <w:tcW w:w="310" w:type="pct"/>
            <w:shd w:val="clear" w:color="auto" w:fill="2D739F"/>
            <w:vAlign w:val="top"/>
          </w:tcPr>
          <w:p w14:paraId="5C94B12A" w14:textId="77777777" w:rsidR="007E10A9" w:rsidRPr="007E10A9" w:rsidRDefault="0025319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5C94B12B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94B12C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94B12D" w14:textId="77777777" w:rsidR="007E10A9" w:rsidRDefault="0068326B" w:rsidP="007E10A9">
            <w:pPr>
              <w:rPr>
                <w:lang w:eastAsia="en-AU"/>
              </w:rPr>
            </w:pPr>
          </w:p>
        </w:tc>
      </w:tr>
      <w:tr w:rsidR="00D738FC" w14:paraId="5C94B133" w14:textId="77777777" w:rsidTr="00D738FC">
        <w:tc>
          <w:tcPr>
            <w:tcW w:w="310" w:type="pct"/>
            <w:shd w:val="clear" w:color="auto" w:fill="2D739F"/>
            <w:vAlign w:val="top"/>
          </w:tcPr>
          <w:p w14:paraId="5C94B12F" w14:textId="77777777" w:rsidR="007E10A9" w:rsidRPr="007E10A9" w:rsidRDefault="0025319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5C94B130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94B131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94B132" w14:textId="77777777" w:rsidR="007E10A9" w:rsidRDefault="0068326B" w:rsidP="007E10A9">
            <w:pPr>
              <w:rPr>
                <w:lang w:eastAsia="en-AU"/>
              </w:rPr>
            </w:pPr>
          </w:p>
        </w:tc>
      </w:tr>
      <w:tr w:rsidR="00D738FC" w14:paraId="5C94B138" w14:textId="77777777" w:rsidTr="00D738FC">
        <w:tc>
          <w:tcPr>
            <w:tcW w:w="310" w:type="pct"/>
            <w:shd w:val="clear" w:color="auto" w:fill="2D739F"/>
            <w:vAlign w:val="top"/>
          </w:tcPr>
          <w:p w14:paraId="5C94B134" w14:textId="77777777" w:rsidR="007E10A9" w:rsidRPr="007E10A9" w:rsidRDefault="0025319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5</w:t>
            </w:r>
          </w:p>
        </w:tc>
        <w:tc>
          <w:tcPr>
            <w:tcW w:w="2658" w:type="pct"/>
            <w:vAlign w:val="top"/>
          </w:tcPr>
          <w:p w14:paraId="5C94B135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94B136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94B137" w14:textId="77777777" w:rsidR="007E10A9" w:rsidRDefault="0068326B" w:rsidP="007E10A9">
            <w:pPr>
              <w:rPr>
                <w:lang w:eastAsia="en-AU"/>
              </w:rPr>
            </w:pPr>
          </w:p>
        </w:tc>
      </w:tr>
      <w:tr w:rsidR="00D738FC" w14:paraId="5C94B13D" w14:textId="77777777" w:rsidTr="00D738FC">
        <w:tc>
          <w:tcPr>
            <w:tcW w:w="310" w:type="pct"/>
            <w:shd w:val="clear" w:color="auto" w:fill="2D739F"/>
            <w:vAlign w:val="top"/>
          </w:tcPr>
          <w:p w14:paraId="5C94B139" w14:textId="77777777" w:rsidR="007E10A9" w:rsidRPr="007E10A9" w:rsidRDefault="0025319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5C94B13A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94B13B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94B13C" w14:textId="77777777" w:rsidR="007E10A9" w:rsidRDefault="0068326B" w:rsidP="007E10A9">
            <w:pPr>
              <w:rPr>
                <w:lang w:eastAsia="en-AU"/>
              </w:rPr>
            </w:pPr>
          </w:p>
        </w:tc>
      </w:tr>
      <w:tr w:rsidR="00D738FC" w14:paraId="5C94B142" w14:textId="77777777" w:rsidTr="00D738FC">
        <w:tc>
          <w:tcPr>
            <w:tcW w:w="310" w:type="pct"/>
            <w:shd w:val="clear" w:color="auto" w:fill="2D739F"/>
            <w:vAlign w:val="top"/>
          </w:tcPr>
          <w:p w14:paraId="5C94B13E" w14:textId="77777777" w:rsidR="007E10A9" w:rsidRPr="007E10A9" w:rsidRDefault="0025319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5C94B13F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94B140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94B141" w14:textId="77777777" w:rsidR="007E10A9" w:rsidRDefault="0068326B" w:rsidP="007E10A9">
            <w:pPr>
              <w:rPr>
                <w:lang w:eastAsia="en-AU"/>
              </w:rPr>
            </w:pPr>
          </w:p>
        </w:tc>
      </w:tr>
      <w:tr w:rsidR="00D738FC" w14:paraId="5C94B147" w14:textId="77777777" w:rsidTr="00D738FC">
        <w:tc>
          <w:tcPr>
            <w:tcW w:w="310" w:type="pct"/>
            <w:shd w:val="clear" w:color="auto" w:fill="2D739F"/>
            <w:vAlign w:val="top"/>
          </w:tcPr>
          <w:p w14:paraId="5C94B143" w14:textId="77777777" w:rsidR="007E10A9" w:rsidRPr="007E10A9" w:rsidRDefault="0025319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5C94B144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94B145" w14:textId="77777777" w:rsidR="007E10A9" w:rsidRDefault="006832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94B146" w14:textId="77777777" w:rsidR="007E10A9" w:rsidRDefault="0068326B" w:rsidP="007E10A9">
            <w:pPr>
              <w:rPr>
                <w:lang w:eastAsia="en-AU"/>
              </w:rPr>
            </w:pPr>
          </w:p>
        </w:tc>
      </w:tr>
      <w:tr w:rsidR="00ED29F8" w14:paraId="64B1FF49" w14:textId="77777777" w:rsidTr="00D738FC">
        <w:tc>
          <w:tcPr>
            <w:tcW w:w="310" w:type="pct"/>
            <w:shd w:val="clear" w:color="auto" w:fill="2D739F"/>
            <w:vAlign w:val="top"/>
          </w:tcPr>
          <w:p w14:paraId="529AAB1F" w14:textId="56D18EEE" w:rsidR="00ED29F8" w:rsidRDefault="00ED29F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12A3A2F9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AAFF4B6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4BC42E" w14:textId="77777777" w:rsidR="00ED29F8" w:rsidRDefault="00ED29F8" w:rsidP="007E10A9">
            <w:pPr>
              <w:rPr>
                <w:lang w:eastAsia="en-AU"/>
              </w:rPr>
            </w:pPr>
          </w:p>
        </w:tc>
      </w:tr>
      <w:tr w:rsidR="00ED29F8" w14:paraId="7A451FD7" w14:textId="77777777" w:rsidTr="00D738FC">
        <w:tc>
          <w:tcPr>
            <w:tcW w:w="310" w:type="pct"/>
            <w:shd w:val="clear" w:color="auto" w:fill="2D739F"/>
            <w:vAlign w:val="top"/>
          </w:tcPr>
          <w:p w14:paraId="6364BA57" w14:textId="369877F7" w:rsidR="00ED29F8" w:rsidRPr="007E10A9" w:rsidRDefault="00ED29F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2A4D9657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8D4F4F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1288362" w14:textId="77777777" w:rsidR="00ED29F8" w:rsidRDefault="00ED29F8" w:rsidP="007E10A9">
            <w:pPr>
              <w:rPr>
                <w:lang w:eastAsia="en-AU"/>
              </w:rPr>
            </w:pPr>
          </w:p>
        </w:tc>
      </w:tr>
      <w:tr w:rsidR="00ED29F8" w14:paraId="3AFC57B8" w14:textId="77777777" w:rsidTr="00D738FC">
        <w:tc>
          <w:tcPr>
            <w:tcW w:w="310" w:type="pct"/>
            <w:shd w:val="clear" w:color="auto" w:fill="2D739F"/>
            <w:vAlign w:val="top"/>
          </w:tcPr>
          <w:p w14:paraId="24D27AA9" w14:textId="1C15B14C" w:rsidR="00ED29F8" w:rsidRDefault="00ED29F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39B86D7A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34CB11E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033B6E5" w14:textId="77777777" w:rsidR="00ED29F8" w:rsidRDefault="00ED29F8" w:rsidP="007E10A9">
            <w:pPr>
              <w:rPr>
                <w:lang w:eastAsia="en-AU"/>
              </w:rPr>
            </w:pPr>
          </w:p>
        </w:tc>
      </w:tr>
      <w:tr w:rsidR="00ED29F8" w14:paraId="443044A7" w14:textId="77777777" w:rsidTr="00D738FC">
        <w:tc>
          <w:tcPr>
            <w:tcW w:w="310" w:type="pct"/>
            <w:shd w:val="clear" w:color="auto" w:fill="2D739F"/>
            <w:vAlign w:val="top"/>
          </w:tcPr>
          <w:p w14:paraId="0F115A29" w14:textId="01498C24" w:rsidR="00ED29F8" w:rsidRDefault="00ED29F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27BC9529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8B31D90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A81E4B8" w14:textId="77777777" w:rsidR="00ED29F8" w:rsidRDefault="00ED29F8" w:rsidP="007E10A9">
            <w:pPr>
              <w:rPr>
                <w:lang w:eastAsia="en-AU"/>
              </w:rPr>
            </w:pPr>
          </w:p>
        </w:tc>
      </w:tr>
      <w:tr w:rsidR="00ED29F8" w14:paraId="756CA543" w14:textId="77777777" w:rsidTr="00D738FC">
        <w:tc>
          <w:tcPr>
            <w:tcW w:w="310" w:type="pct"/>
            <w:shd w:val="clear" w:color="auto" w:fill="2D739F"/>
            <w:vAlign w:val="top"/>
          </w:tcPr>
          <w:p w14:paraId="47A4BFEA" w14:textId="636EF28E" w:rsidR="00ED29F8" w:rsidRDefault="00ED29F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16634C80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A7A91D4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B396F38" w14:textId="77777777" w:rsidR="00ED29F8" w:rsidRDefault="00ED29F8" w:rsidP="007E10A9">
            <w:pPr>
              <w:rPr>
                <w:lang w:eastAsia="en-AU"/>
              </w:rPr>
            </w:pPr>
          </w:p>
        </w:tc>
      </w:tr>
      <w:tr w:rsidR="00ED29F8" w14:paraId="09FF8A27" w14:textId="77777777" w:rsidTr="00D738FC">
        <w:tc>
          <w:tcPr>
            <w:tcW w:w="310" w:type="pct"/>
            <w:shd w:val="clear" w:color="auto" w:fill="2D739F"/>
            <w:vAlign w:val="top"/>
          </w:tcPr>
          <w:p w14:paraId="1E695564" w14:textId="22E82E67" w:rsidR="00ED29F8" w:rsidRDefault="00ED29F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49FD8EC8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F5B6400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0182992" w14:textId="77777777" w:rsidR="00ED29F8" w:rsidRDefault="00ED29F8" w:rsidP="007E10A9">
            <w:pPr>
              <w:rPr>
                <w:lang w:eastAsia="en-AU"/>
              </w:rPr>
            </w:pPr>
          </w:p>
        </w:tc>
      </w:tr>
      <w:tr w:rsidR="00ED29F8" w14:paraId="02BDD29E" w14:textId="77777777" w:rsidTr="00D738FC">
        <w:tc>
          <w:tcPr>
            <w:tcW w:w="310" w:type="pct"/>
            <w:shd w:val="clear" w:color="auto" w:fill="2D739F"/>
            <w:vAlign w:val="top"/>
          </w:tcPr>
          <w:p w14:paraId="5D4CF94E" w14:textId="05D56FE8" w:rsidR="00ED29F8" w:rsidRPr="007E10A9" w:rsidRDefault="00ED29F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6D050637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4CC66DC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09301ED" w14:textId="77777777" w:rsidR="00ED29F8" w:rsidRDefault="00ED29F8" w:rsidP="007E10A9">
            <w:pPr>
              <w:rPr>
                <w:lang w:eastAsia="en-AU"/>
              </w:rPr>
            </w:pPr>
          </w:p>
        </w:tc>
      </w:tr>
      <w:tr w:rsidR="00ED29F8" w14:paraId="584C5393" w14:textId="77777777" w:rsidTr="00D738FC">
        <w:tc>
          <w:tcPr>
            <w:tcW w:w="310" w:type="pct"/>
            <w:shd w:val="clear" w:color="auto" w:fill="2D739F"/>
            <w:vAlign w:val="top"/>
          </w:tcPr>
          <w:p w14:paraId="1805B40C" w14:textId="17F26F61" w:rsidR="00ED29F8" w:rsidRDefault="00ED29F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2DD8F751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794B8C9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F81F979" w14:textId="77777777" w:rsidR="00ED29F8" w:rsidRDefault="00ED29F8" w:rsidP="007E10A9">
            <w:pPr>
              <w:rPr>
                <w:lang w:eastAsia="en-AU"/>
              </w:rPr>
            </w:pPr>
          </w:p>
        </w:tc>
      </w:tr>
      <w:tr w:rsidR="00ED29F8" w14:paraId="11434644" w14:textId="77777777" w:rsidTr="00D738FC">
        <w:tc>
          <w:tcPr>
            <w:tcW w:w="310" w:type="pct"/>
            <w:shd w:val="clear" w:color="auto" w:fill="2D739F"/>
            <w:vAlign w:val="top"/>
          </w:tcPr>
          <w:p w14:paraId="1EACD086" w14:textId="61C8A0F6" w:rsidR="00ED29F8" w:rsidRDefault="00ED29F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66C86A96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1ADE864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7B90D61" w14:textId="77777777" w:rsidR="00ED29F8" w:rsidRDefault="00ED29F8" w:rsidP="007E10A9">
            <w:pPr>
              <w:rPr>
                <w:lang w:eastAsia="en-AU"/>
              </w:rPr>
            </w:pPr>
          </w:p>
        </w:tc>
      </w:tr>
      <w:tr w:rsidR="00ED29F8" w14:paraId="6D573D8E" w14:textId="77777777" w:rsidTr="00D738FC">
        <w:tc>
          <w:tcPr>
            <w:tcW w:w="310" w:type="pct"/>
            <w:shd w:val="clear" w:color="auto" w:fill="2D739F"/>
            <w:vAlign w:val="top"/>
          </w:tcPr>
          <w:p w14:paraId="20CC99C5" w14:textId="3E4F457D" w:rsidR="00ED29F8" w:rsidRPr="007E10A9" w:rsidRDefault="00ED29F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6433ECFC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7177842" w14:textId="77777777" w:rsidR="00ED29F8" w:rsidRDefault="00ED29F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A6D475B" w14:textId="77777777" w:rsidR="00ED29F8" w:rsidRDefault="00ED29F8" w:rsidP="007E10A9">
            <w:pPr>
              <w:rPr>
                <w:lang w:eastAsia="en-AU"/>
              </w:rPr>
            </w:pPr>
          </w:p>
        </w:tc>
      </w:tr>
    </w:tbl>
    <w:p w14:paraId="5C94B148" w14:textId="77777777" w:rsidR="00BC4442" w:rsidRDefault="0068326B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4B15B" w14:textId="77777777" w:rsidR="00D5053F" w:rsidRDefault="00253193">
      <w:pPr>
        <w:spacing w:before="0" w:after="0" w:line="240" w:lineRule="auto"/>
      </w:pPr>
      <w:r>
        <w:separator/>
      </w:r>
    </w:p>
  </w:endnote>
  <w:endnote w:type="continuationSeparator" w:id="0">
    <w:p w14:paraId="5C94B15D" w14:textId="77777777" w:rsidR="00D5053F" w:rsidRDefault="0025319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B14C" w14:textId="77777777" w:rsidR="00CC4677" w:rsidRPr="004820C4" w:rsidRDefault="0068326B" w:rsidP="0002323C">
    <w:pPr>
      <w:pStyle w:val="Footer-DocumentTitleLeft"/>
    </w:pPr>
  </w:p>
  <w:p w14:paraId="5C94B14D" w14:textId="77777777" w:rsidR="00CC4677" w:rsidRDefault="00253193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C94B14E" w14:textId="77777777" w:rsidR="00CC4677" w:rsidRPr="0006452B" w:rsidRDefault="0068326B" w:rsidP="00EE3A11"/>
  <w:p w14:paraId="5C94B14F" w14:textId="77777777" w:rsidR="00BA0812" w:rsidRDefault="0068326B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428EE9D2" w14:textId="5E1A12B2" w:rsidR="0081002F" w:rsidRDefault="00253193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ED29F8">
              <w:t>MEM16006A</w:t>
            </w:r>
            <w:r w:rsidR="0081002F">
              <w:t>_StDec</w:t>
            </w:r>
          </w:sdtContent>
        </w:sdt>
        <w:r>
          <w:rPr>
            <w:noProof/>
          </w:rPr>
          <w:tab/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68326B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68326B">
          <w:rPr>
            <w:noProof/>
          </w:rPr>
          <w:t>2</w:t>
        </w:r>
        <w:r>
          <w:rPr>
            <w:noProof/>
          </w:rPr>
          <w:fldChar w:fldCharType="end"/>
        </w:r>
      </w:p>
      <w:p w14:paraId="5C94B150" w14:textId="077F694B" w:rsidR="00BA0812" w:rsidRDefault="0081002F" w:rsidP="00096F1A">
        <w:pPr>
          <w:pStyle w:val="Bodyfooter"/>
          <w:tabs>
            <w:tab w:val="left" w:pos="4768"/>
          </w:tabs>
          <w:rPr>
            <w:noProof/>
          </w:rPr>
        </w:pPr>
        <w:r>
          <w:rPr>
            <w:noProof/>
          </w:rPr>
          <w:t>Resource ID: MRS_18_02_MEM16006A 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B153" w14:textId="77777777" w:rsidR="00AA3155" w:rsidRPr="008D467A" w:rsidRDefault="00253193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C94B154" w14:textId="77777777" w:rsidR="00AA3155" w:rsidRPr="008948B1" w:rsidRDefault="00253193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C94B155" w14:textId="77777777" w:rsidR="00CC4677" w:rsidRPr="00AA3155" w:rsidRDefault="0068326B" w:rsidP="00EE3A11">
    <w:pPr>
      <w:pStyle w:val="Footer"/>
    </w:pPr>
  </w:p>
  <w:p w14:paraId="5C94B156" w14:textId="77777777" w:rsidR="00BA0812" w:rsidRDefault="0068326B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4B157" w14:textId="77777777" w:rsidR="00D5053F" w:rsidRDefault="00253193">
      <w:pPr>
        <w:spacing w:before="0" w:after="0" w:line="240" w:lineRule="auto"/>
      </w:pPr>
      <w:r>
        <w:separator/>
      </w:r>
    </w:p>
  </w:footnote>
  <w:footnote w:type="continuationSeparator" w:id="0">
    <w:p w14:paraId="5C94B159" w14:textId="77777777" w:rsidR="00D5053F" w:rsidRDefault="0025319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B149" w14:textId="77777777" w:rsidR="00CC4677" w:rsidRDefault="0068326B" w:rsidP="00EE3A11"/>
  <w:p w14:paraId="5C94B14A" w14:textId="77777777" w:rsidR="00BA0812" w:rsidRDefault="0068326B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B14B" w14:textId="77777777" w:rsidR="00BA0812" w:rsidRDefault="00253193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C94B157" wp14:editId="5C94B158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B151" w14:textId="77777777" w:rsidR="004238CB" w:rsidRDefault="0068326B" w:rsidP="00EE3A11">
    <w:pPr>
      <w:pStyle w:val="Header"/>
    </w:pPr>
  </w:p>
  <w:p w14:paraId="5C94B152" w14:textId="77777777" w:rsidR="00BA0812" w:rsidRDefault="0068326B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6D84C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8FA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69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345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E250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048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0AB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9C65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8E0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FDE87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021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46AE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A34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ADA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2A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06D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C5F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CE72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625264D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584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9EDB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C0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E626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4071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300D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D45F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34C2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97AC4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DAD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2EF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EE26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FE5A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6ED0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C65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8A2D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C0F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7B061C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66E3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F2F0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A64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64B7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5414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087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54B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86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E8A21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47EA0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A0B1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FC8A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321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720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9E63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25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67C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22128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8E8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D6B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FE3E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0CB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DE88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2425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5E2E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0831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528AEB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10ED98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93A44E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24E79D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99EB7E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47A3C4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BFCC26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65833E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ACA2CE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D16A8F4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741261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EC0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B04A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426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637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9AF7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C8BC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5E2E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6CA8E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43A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E4D2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7C1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8006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A8D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56F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265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AC64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523070D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B388A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EE6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E45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B891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C46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728D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8EE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6C7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B1161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ACBE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E423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C49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DA41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44AD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9ED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066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07D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36888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14C6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D0E5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5C82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1A07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884B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3E0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EE6A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005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95AC9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F89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0C34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9CBD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A03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7620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A0B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488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74B2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7BC23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E06B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006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26C3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F40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46B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F0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AC5D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C61A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944CB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B6A5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F8D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0AE8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A48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3CD9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88B2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CB5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5A3F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AB348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C02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38A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06D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9804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5033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12DB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801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66D8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F0FC9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CDB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E867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724C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089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0C3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855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03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9815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D722AE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9A7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6C7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284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4ED1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8AF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7E9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B417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80A8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0D1E82A0">
      <w:start w:val="1"/>
      <w:numFmt w:val="decimal"/>
      <w:lvlText w:val="%1."/>
      <w:lvlJc w:val="left"/>
      <w:pPr>
        <w:ind w:left="720" w:hanging="360"/>
      </w:pPr>
    </w:lvl>
    <w:lvl w:ilvl="1" w:tplc="AC5E3B1E">
      <w:start w:val="1"/>
      <w:numFmt w:val="lowerLetter"/>
      <w:lvlText w:val="%2."/>
      <w:lvlJc w:val="left"/>
      <w:pPr>
        <w:ind w:left="1440" w:hanging="360"/>
      </w:pPr>
    </w:lvl>
    <w:lvl w:ilvl="2" w:tplc="40F67252">
      <w:start w:val="1"/>
      <w:numFmt w:val="lowerRoman"/>
      <w:lvlText w:val="%3."/>
      <w:lvlJc w:val="right"/>
      <w:pPr>
        <w:ind w:left="2160" w:hanging="180"/>
      </w:pPr>
    </w:lvl>
    <w:lvl w:ilvl="3" w:tplc="38D809D2">
      <w:start w:val="1"/>
      <w:numFmt w:val="decimal"/>
      <w:lvlText w:val="%4."/>
      <w:lvlJc w:val="left"/>
      <w:pPr>
        <w:ind w:left="2880" w:hanging="360"/>
      </w:pPr>
    </w:lvl>
    <w:lvl w:ilvl="4" w:tplc="00866C9A">
      <w:start w:val="1"/>
      <w:numFmt w:val="lowerLetter"/>
      <w:lvlText w:val="%5."/>
      <w:lvlJc w:val="left"/>
      <w:pPr>
        <w:ind w:left="3600" w:hanging="360"/>
      </w:pPr>
    </w:lvl>
    <w:lvl w:ilvl="5" w:tplc="EBFCCAA4">
      <w:start w:val="1"/>
      <w:numFmt w:val="lowerRoman"/>
      <w:lvlText w:val="%6."/>
      <w:lvlJc w:val="right"/>
      <w:pPr>
        <w:ind w:left="4320" w:hanging="180"/>
      </w:pPr>
    </w:lvl>
    <w:lvl w:ilvl="6" w:tplc="7402DF78">
      <w:start w:val="1"/>
      <w:numFmt w:val="decimal"/>
      <w:lvlText w:val="%7."/>
      <w:lvlJc w:val="left"/>
      <w:pPr>
        <w:ind w:left="5040" w:hanging="360"/>
      </w:pPr>
    </w:lvl>
    <w:lvl w:ilvl="7" w:tplc="9A449156">
      <w:start w:val="1"/>
      <w:numFmt w:val="lowerLetter"/>
      <w:lvlText w:val="%8."/>
      <w:lvlJc w:val="left"/>
      <w:pPr>
        <w:ind w:left="5760" w:hanging="360"/>
      </w:pPr>
    </w:lvl>
    <w:lvl w:ilvl="8" w:tplc="FA38EA8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FE00F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404A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BAB6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8E5E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203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144F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F07D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0FB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6680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FE9A2634">
      <w:start w:val="1"/>
      <w:numFmt w:val="decimal"/>
      <w:lvlText w:val="%1."/>
      <w:lvlJc w:val="left"/>
      <w:pPr>
        <w:ind w:left="720" w:hanging="360"/>
      </w:pPr>
    </w:lvl>
    <w:lvl w:ilvl="1" w:tplc="0B0AD210">
      <w:start w:val="1"/>
      <w:numFmt w:val="lowerLetter"/>
      <w:lvlText w:val="%2."/>
      <w:lvlJc w:val="left"/>
      <w:pPr>
        <w:ind w:left="1440" w:hanging="360"/>
      </w:pPr>
    </w:lvl>
    <w:lvl w:ilvl="2" w:tplc="423449A6">
      <w:start w:val="1"/>
      <w:numFmt w:val="lowerRoman"/>
      <w:lvlText w:val="%3."/>
      <w:lvlJc w:val="right"/>
      <w:pPr>
        <w:ind w:left="2160" w:hanging="180"/>
      </w:pPr>
    </w:lvl>
    <w:lvl w:ilvl="3" w:tplc="CE16E066" w:tentative="1">
      <w:start w:val="1"/>
      <w:numFmt w:val="decimal"/>
      <w:lvlText w:val="%4."/>
      <w:lvlJc w:val="left"/>
      <w:pPr>
        <w:ind w:left="2880" w:hanging="360"/>
      </w:pPr>
    </w:lvl>
    <w:lvl w:ilvl="4" w:tplc="668EB22C" w:tentative="1">
      <w:start w:val="1"/>
      <w:numFmt w:val="lowerLetter"/>
      <w:lvlText w:val="%5."/>
      <w:lvlJc w:val="left"/>
      <w:pPr>
        <w:ind w:left="3600" w:hanging="360"/>
      </w:pPr>
    </w:lvl>
    <w:lvl w:ilvl="5" w:tplc="C686B32A" w:tentative="1">
      <w:start w:val="1"/>
      <w:numFmt w:val="lowerRoman"/>
      <w:lvlText w:val="%6."/>
      <w:lvlJc w:val="right"/>
      <w:pPr>
        <w:ind w:left="4320" w:hanging="180"/>
      </w:pPr>
    </w:lvl>
    <w:lvl w:ilvl="6" w:tplc="FACCEC6E" w:tentative="1">
      <w:start w:val="1"/>
      <w:numFmt w:val="decimal"/>
      <w:lvlText w:val="%7."/>
      <w:lvlJc w:val="left"/>
      <w:pPr>
        <w:ind w:left="5040" w:hanging="360"/>
      </w:pPr>
    </w:lvl>
    <w:lvl w:ilvl="7" w:tplc="F4FC2050" w:tentative="1">
      <w:start w:val="1"/>
      <w:numFmt w:val="lowerLetter"/>
      <w:lvlText w:val="%8."/>
      <w:lvlJc w:val="left"/>
      <w:pPr>
        <w:ind w:left="5760" w:hanging="360"/>
      </w:pPr>
    </w:lvl>
    <w:lvl w:ilvl="8" w:tplc="0B8675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DDB28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AC6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96FD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224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0C50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1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A2A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3C0B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6A40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22240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78ED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0C96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EEB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04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48C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64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261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103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76B2E8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80050C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8A0FDD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6D4AE9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7F00A0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C64421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1CCDE6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63C15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7B26D7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25FA4864">
      <w:start w:val="1"/>
      <w:numFmt w:val="decimal"/>
      <w:lvlText w:val="%1."/>
      <w:lvlJc w:val="left"/>
      <w:pPr>
        <w:ind w:left="720" w:hanging="360"/>
      </w:pPr>
    </w:lvl>
    <w:lvl w:ilvl="1" w:tplc="A97EF598" w:tentative="1">
      <w:start w:val="1"/>
      <w:numFmt w:val="lowerLetter"/>
      <w:lvlText w:val="%2."/>
      <w:lvlJc w:val="left"/>
      <w:pPr>
        <w:ind w:left="1440" w:hanging="360"/>
      </w:pPr>
    </w:lvl>
    <w:lvl w:ilvl="2" w:tplc="80B4DD88" w:tentative="1">
      <w:start w:val="1"/>
      <w:numFmt w:val="lowerRoman"/>
      <w:lvlText w:val="%3."/>
      <w:lvlJc w:val="right"/>
      <w:pPr>
        <w:ind w:left="2160" w:hanging="180"/>
      </w:pPr>
    </w:lvl>
    <w:lvl w:ilvl="3" w:tplc="325A2814" w:tentative="1">
      <w:start w:val="1"/>
      <w:numFmt w:val="decimal"/>
      <w:lvlText w:val="%4."/>
      <w:lvlJc w:val="left"/>
      <w:pPr>
        <w:ind w:left="2880" w:hanging="360"/>
      </w:pPr>
    </w:lvl>
    <w:lvl w:ilvl="4" w:tplc="E51A9B6A" w:tentative="1">
      <w:start w:val="1"/>
      <w:numFmt w:val="lowerLetter"/>
      <w:lvlText w:val="%5."/>
      <w:lvlJc w:val="left"/>
      <w:pPr>
        <w:ind w:left="3600" w:hanging="360"/>
      </w:pPr>
    </w:lvl>
    <w:lvl w:ilvl="5" w:tplc="B844BB8A" w:tentative="1">
      <w:start w:val="1"/>
      <w:numFmt w:val="lowerRoman"/>
      <w:lvlText w:val="%6."/>
      <w:lvlJc w:val="right"/>
      <w:pPr>
        <w:ind w:left="4320" w:hanging="180"/>
      </w:pPr>
    </w:lvl>
    <w:lvl w:ilvl="6" w:tplc="16D67D86" w:tentative="1">
      <w:start w:val="1"/>
      <w:numFmt w:val="decimal"/>
      <w:lvlText w:val="%7."/>
      <w:lvlJc w:val="left"/>
      <w:pPr>
        <w:ind w:left="5040" w:hanging="360"/>
      </w:pPr>
    </w:lvl>
    <w:lvl w:ilvl="7" w:tplc="19426B68" w:tentative="1">
      <w:start w:val="1"/>
      <w:numFmt w:val="lowerLetter"/>
      <w:lvlText w:val="%8."/>
      <w:lvlJc w:val="left"/>
      <w:pPr>
        <w:ind w:left="5760" w:hanging="360"/>
      </w:pPr>
    </w:lvl>
    <w:lvl w:ilvl="8" w:tplc="FBA0AE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A3C40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BE43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502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96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6F4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F02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E33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2C65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2CB2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18A6F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D8C5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A678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C42B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827F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A81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F088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0411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70E7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6BB6B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E2DA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CE72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675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B2A0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20D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2009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2665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067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FC"/>
    <w:rsid w:val="00253193"/>
    <w:rsid w:val="0068326B"/>
    <w:rsid w:val="0081002F"/>
    <w:rsid w:val="00D5053F"/>
    <w:rsid w:val="00D738FC"/>
    <w:rsid w:val="00ED29F8"/>
    <w:rsid w:val="00FD1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4B1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49130F-74DD-4D0B-80BD-1E873638D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2496848-FD7E-4F09-B064-8E79D2CD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MEM16006A_StDec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2019-09-03T02:54:00Z</dcterms:created>
  <dcterms:modified xsi:type="dcterms:W3CDTF">2019-11-12T05:03:00Z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