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9C6BDE" w14:textId="099A74C2" w:rsidR="00B27F13" w:rsidRDefault="00B140BC" w:rsidP="00B27F13">
      <w:pPr>
        <w:pStyle w:val="Heading1"/>
        <w:rPr>
          <w:rFonts w:eastAsia="MS Mincho"/>
        </w:rPr>
      </w:pPr>
      <w:bookmarkStart w:id="0" w:name="_Toc511220124"/>
      <w:r w:rsidRPr="00EF52B6">
        <w:rPr>
          <w:rFonts w:eastAsia="MS Mincho"/>
        </w:rPr>
        <w:t xml:space="preserve">Knowledge Assessment </w:t>
      </w:r>
    </w:p>
    <w:p w14:paraId="31B86C8A" w14:textId="1033AF95" w:rsidR="00D31740" w:rsidRPr="00F42900" w:rsidRDefault="00D31740" w:rsidP="00D31740">
      <w:pPr>
        <w:rPr>
          <w:b/>
          <w:sz w:val="28"/>
          <w:szCs w:val="28"/>
          <w:lang w:eastAsia="en-AU"/>
        </w:rPr>
      </w:pPr>
      <w:r w:rsidRPr="00F42900">
        <w:rPr>
          <w:b/>
          <w:sz w:val="28"/>
          <w:szCs w:val="28"/>
          <w:lang w:eastAsia="en-AU"/>
        </w:rPr>
        <w:t>Event 1 of 3</w:t>
      </w:r>
      <w:r>
        <w:rPr>
          <w:b/>
          <w:sz w:val="28"/>
          <w:szCs w:val="28"/>
          <w:lang w:eastAsia="en-AU"/>
        </w:rPr>
        <w:t xml:space="preserve">:  </w:t>
      </w:r>
    </w:p>
    <w:p w14:paraId="69E3152A" w14:textId="77777777" w:rsidR="00B27F13" w:rsidRPr="00EF52B6" w:rsidRDefault="00B140BC" w:rsidP="00B27F13">
      <w:pPr>
        <w:pStyle w:val="Heading1"/>
        <w:rPr>
          <w:rFonts w:eastAsia="MS Mincho"/>
        </w:rPr>
      </w:pPr>
      <w:r w:rsidRPr="00EF52B6">
        <w:rPr>
          <w:rFonts w:eastAsia="MS Mincho"/>
        </w:rPr>
        <w:t>Trainer &amp; Assessor Marking Guide</w:t>
      </w:r>
    </w:p>
    <w:p w14:paraId="47AFCD4A" w14:textId="77777777" w:rsidR="00B27F13" w:rsidRPr="00A56627" w:rsidRDefault="00B140BC" w:rsidP="00B27F13">
      <w:pPr>
        <w:pStyle w:val="Heading2"/>
      </w:pPr>
      <w:r w:rsidRPr="00A56627">
        <w:t>Criteria</w:t>
      </w:r>
    </w:p>
    <w:p w14:paraId="3E637257" w14:textId="77777777" w:rsidR="00B27F13" w:rsidRDefault="00B140BC" w:rsidP="00B27F13">
      <w:pPr>
        <w:pStyle w:val="Heading3"/>
      </w:pPr>
      <w:r w:rsidRPr="007A6B4A">
        <w:t>Unit code, name and release number</w:t>
      </w:r>
    </w:p>
    <w:p w14:paraId="08264103" w14:textId="77777777" w:rsidR="00B27F13" w:rsidRPr="00D83795" w:rsidRDefault="00B140BC" w:rsidP="00B27F1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MEM18001C - Use hand tools (1)</w:t>
      </w:r>
      <w:bookmarkEnd w:id="1"/>
    </w:p>
    <w:p w14:paraId="3E98B58E" w14:textId="77777777" w:rsidR="00B27F13" w:rsidRPr="00D83795" w:rsidRDefault="00B27F13" w:rsidP="00B27F1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379DB89" w14:textId="77777777" w:rsidR="00B27F13" w:rsidRDefault="00B140BC" w:rsidP="00B27F13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74E7CD2A" w14:textId="77777777" w:rsidR="00B27F13" w:rsidRPr="00D83795" w:rsidRDefault="00B140BC" w:rsidP="00B27F1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Qualification"/>
      <w:r w:rsidRPr="00D83795">
        <w:rPr>
          <w:sz w:val="22"/>
          <w:szCs w:val="22"/>
          <w:lang w:eastAsia="en-AU"/>
        </w:rPr>
        <w:t>MEM30305 - Certificate III in Engineering - Fabrication Trade (4)</w:t>
      </w:r>
      <w:bookmarkEnd w:id="2"/>
    </w:p>
    <w:p w14:paraId="7BB6BF83" w14:textId="77777777" w:rsidR="00B27F13" w:rsidRPr="00D83795" w:rsidRDefault="00B27F13" w:rsidP="00B27F1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CDDFD27" w14:textId="77777777" w:rsidR="00B27F13" w:rsidRDefault="00B27F13" w:rsidP="00B27F13">
      <w:pPr>
        <w:rPr>
          <w:lang w:val="en-US" w:bidi="en-US"/>
        </w:rPr>
        <w:sectPr w:rsidR="00B27F13" w:rsidSect="00B27F1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</w:p>
    <w:p w14:paraId="5B457EAF" w14:textId="77777777" w:rsidR="00B27F13" w:rsidRPr="00C14A60" w:rsidRDefault="00B140BC" w:rsidP="00B27F13">
      <w:pPr>
        <w:pStyle w:val="SmallerText-Black"/>
        <w:tabs>
          <w:tab w:val="left" w:pos="2127"/>
        </w:tabs>
        <w:rPr>
          <w:color w:val="808080" w:themeColor="background1" w:themeShade="80"/>
        </w:rPr>
      </w:pPr>
      <w:r w:rsidRPr="00A47DED">
        <w:lastRenderedPageBreak/>
        <w:t>Version</w:t>
      </w:r>
      <w:r>
        <w:t>:</w:t>
      </w:r>
      <w:r>
        <w:tab/>
      </w:r>
      <w:r w:rsidRPr="00C14A60">
        <w:rPr>
          <w:i/>
          <w:color w:val="808080" w:themeColor="background1" w:themeShade="80"/>
        </w:rPr>
        <w:t>1.0</w:t>
      </w:r>
    </w:p>
    <w:p w14:paraId="1419DE49" w14:textId="77777777" w:rsidR="00B27F13" w:rsidRPr="00867E80" w:rsidRDefault="00B140BC" w:rsidP="00B27F13">
      <w:pPr>
        <w:pStyle w:val="SmallerText-Black"/>
        <w:tabs>
          <w:tab w:val="left" w:pos="2127"/>
        </w:tabs>
      </w:pPr>
      <w:r>
        <w:t>Date created:</w:t>
      </w:r>
      <w:r>
        <w:tab/>
      </w:r>
      <w:r w:rsidRPr="00C14A60">
        <w:rPr>
          <w:i/>
          <w:color w:val="FF0000"/>
        </w:rPr>
        <w:fldChar w:fldCharType="begin"/>
      </w:r>
      <w:r w:rsidRPr="00C14A60">
        <w:rPr>
          <w:i/>
          <w:color w:val="FF0000"/>
        </w:rPr>
        <w:instrText xml:space="preserve"> CREATEDATE  \@ "d MMMM yyyy"  \* MERGEFORMAT </w:instrText>
      </w:r>
      <w:r w:rsidRPr="00C14A60">
        <w:rPr>
          <w:i/>
          <w:color w:val="FF0000"/>
        </w:rPr>
        <w:fldChar w:fldCharType="separate"/>
      </w:r>
      <w:r w:rsidRPr="005A115D">
        <w:rPr>
          <w:i/>
          <w:noProof/>
          <w:color w:val="808080" w:themeColor="background1" w:themeShade="80"/>
        </w:rPr>
        <w:t>3 July 2018</w:t>
      </w:r>
      <w:r w:rsidRPr="00C14A60">
        <w:rPr>
          <w:i/>
          <w:color w:val="FF0000"/>
        </w:rPr>
        <w:fldChar w:fldCharType="end"/>
      </w:r>
    </w:p>
    <w:p w14:paraId="3F7160C6" w14:textId="37C82F6D" w:rsidR="00B27F13" w:rsidRPr="00867E80" w:rsidRDefault="00B140BC" w:rsidP="00B27F13">
      <w:pPr>
        <w:pStyle w:val="SmallerText-Black"/>
        <w:tabs>
          <w:tab w:val="left" w:pos="2127"/>
        </w:tabs>
      </w:pPr>
      <w:r>
        <w:t>Date modified:</w:t>
      </w:r>
      <w:r>
        <w:tab/>
      </w:r>
      <w:r w:rsidRPr="00C14A60">
        <w:rPr>
          <w:i/>
          <w:color w:val="FF0000"/>
        </w:rPr>
        <w:fldChar w:fldCharType="begin"/>
      </w:r>
      <w:r w:rsidRPr="00C14A60">
        <w:rPr>
          <w:i/>
          <w:color w:val="FF0000"/>
        </w:rPr>
        <w:instrText xml:space="preserve"> DATE  \@ "dd/MM/yyyy"  \* MERGEFORMAT </w:instrText>
      </w:r>
      <w:r w:rsidRPr="00C14A60">
        <w:rPr>
          <w:i/>
          <w:color w:val="FF0000"/>
        </w:rPr>
        <w:fldChar w:fldCharType="separate"/>
      </w:r>
      <w:r w:rsidR="00234A39" w:rsidRPr="00234A39">
        <w:rPr>
          <w:i/>
          <w:noProof/>
          <w:color w:val="808080" w:themeColor="background1" w:themeShade="80"/>
        </w:rPr>
        <w:t>28/01/2020</w:t>
      </w:r>
      <w:r w:rsidRPr="00C14A60">
        <w:rPr>
          <w:i/>
          <w:color w:val="FF0000"/>
        </w:rPr>
        <w:fldChar w:fldCharType="end"/>
      </w:r>
    </w:p>
    <w:p w14:paraId="7B9A65FD" w14:textId="77777777" w:rsidR="00B27F13" w:rsidRPr="00867E80" w:rsidRDefault="00B27F13" w:rsidP="00B27F13">
      <w:pPr>
        <w:pStyle w:val="SmallerText-Black"/>
      </w:pPr>
    </w:p>
    <w:bookmarkEnd w:id="0"/>
    <w:p w14:paraId="6D47A7D9" w14:textId="77777777" w:rsidR="00B27F13" w:rsidRDefault="00B140BC" w:rsidP="00B27F13">
      <w:r>
        <w:t>For queries, please contact:</w:t>
      </w:r>
    </w:p>
    <w:p w14:paraId="70FF234B" w14:textId="17BCEA9C" w:rsidR="00B27F13" w:rsidRPr="00C92586" w:rsidRDefault="008F10DD" w:rsidP="00B27F13">
      <w:pPr>
        <w:pStyle w:val="SmallerText-Black"/>
      </w:pPr>
      <w:r w:rsidRPr="00C92586">
        <w:t xml:space="preserve">IMRS </w:t>
      </w:r>
      <w:r w:rsidR="00B140BC" w:rsidRPr="00C92586">
        <w:t>SkillsPoint</w:t>
      </w:r>
    </w:p>
    <w:p w14:paraId="6B429A0F" w14:textId="67B26A4B" w:rsidR="008F10DD" w:rsidRPr="00C92586" w:rsidRDefault="008F10DD" w:rsidP="008F10DD">
      <w:pPr>
        <w:pStyle w:val="SmallerText-Black"/>
      </w:pPr>
      <w:r w:rsidRPr="00C92586">
        <w:t>Building B, Level 1</w:t>
      </w:r>
    </w:p>
    <w:p w14:paraId="751D13D4" w14:textId="56855052" w:rsidR="008F10DD" w:rsidRPr="00C92586" w:rsidRDefault="00C92586" w:rsidP="008F10DD">
      <w:pPr>
        <w:pStyle w:val="SmallerText-Black"/>
      </w:pPr>
      <w:r w:rsidRPr="00C92586">
        <w:t>Hamilton Campus</w:t>
      </w:r>
      <w:r w:rsidR="008F10DD" w:rsidRPr="00C92586">
        <w:t>, 91 Parry St Newcastle West, NSW 2302</w:t>
      </w:r>
    </w:p>
    <w:p w14:paraId="06F9F101" w14:textId="65222DC4" w:rsidR="00B27F13" w:rsidRPr="00C92586" w:rsidRDefault="00B27F13" w:rsidP="00B27F13">
      <w:pPr>
        <w:pStyle w:val="SmallerText-Black"/>
      </w:pPr>
    </w:p>
    <w:p w14:paraId="3D9F7779" w14:textId="77777777" w:rsidR="00B27F13" w:rsidRPr="000301F0" w:rsidRDefault="00B140BC" w:rsidP="00B27F13">
      <w:pPr>
        <w:pStyle w:val="SmallerText-Black"/>
        <w:spacing w:before="1440"/>
      </w:pPr>
      <w:r>
        <w:t>© 2018</w:t>
      </w:r>
      <w:r w:rsidRPr="000301F0">
        <w:t xml:space="preserve"> TAFE NSW, Sydney</w:t>
      </w:r>
      <w:r w:rsidRPr="000301F0">
        <w:rPr>
          <w:noProof/>
          <w:lang w:eastAsia="en-AU"/>
        </w:rPr>
        <w:br/>
      </w:r>
      <w:r w:rsidRPr="000301F0">
        <w:t>RTO Provider Number 90003 | CRICOS Provider Code: 00591E</w:t>
      </w:r>
    </w:p>
    <w:p w14:paraId="29B73B12" w14:textId="77777777" w:rsidR="00B27F13" w:rsidRPr="00D23A6C" w:rsidRDefault="00B140BC" w:rsidP="00B27F13">
      <w:pPr>
        <w:pStyle w:val="SmallerText-Black"/>
      </w:pPr>
      <w:r>
        <w:t>This assessment can be found in the</w:t>
      </w:r>
      <w:r w:rsidRPr="00D23A6C">
        <w:t xml:space="preserve">: </w:t>
      </w:r>
      <w:hyperlink r:id="rId17" w:history="1">
        <w:r w:rsidRPr="00C036C0">
          <w:rPr>
            <w:rStyle w:val="Hyperlink"/>
          </w:rPr>
          <w:t>Learning Bank</w:t>
        </w:r>
      </w:hyperlink>
    </w:p>
    <w:p w14:paraId="7561DA68" w14:textId="366D09EA" w:rsidR="00B27F13" w:rsidRPr="000301F0" w:rsidRDefault="00B140BC" w:rsidP="00B27F13">
      <w:pPr>
        <w:pStyle w:val="SmallerText-Black"/>
      </w:pPr>
      <w:r w:rsidRPr="000301F0">
        <w:t>The contents in this docum</w:t>
      </w:r>
      <w:r>
        <w:t>ent is copyright © TAFE NSW 2018</w:t>
      </w:r>
      <w:r w:rsidRPr="000301F0">
        <w:t xml:space="preserve">, and should not be reproduced without the permission of the TAFE NSW. Information contained in this document is correct at time of printing: </w:t>
      </w:r>
      <w:r w:rsidRPr="000301F0">
        <w:fldChar w:fldCharType="begin"/>
      </w:r>
      <w:r w:rsidRPr="000301F0">
        <w:instrText xml:space="preserve"> DATE  \@ "d MMMM yyyy"  \* MERGEFORMAT </w:instrText>
      </w:r>
      <w:r w:rsidRPr="000301F0">
        <w:fldChar w:fldCharType="separate"/>
      </w:r>
      <w:r w:rsidR="00234A39">
        <w:rPr>
          <w:noProof/>
        </w:rPr>
        <w:t>28 January 2020</w:t>
      </w:r>
      <w:r w:rsidRPr="000301F0">
        <w:fldChar w:fldCharType="end"/>
      </w:r>
      <w:r w:rsidRPr="000301F0">
        <w:t>. For current information please refer to our website</w:t>
      </w:r>
      <w:r>
        <w:t xml:space="preserve"> or your teacher as appropriate</w:t>
      </w:r>
      <w:r w:rsidRPr="000301F0">
        <w:t>.</w:t>
      </w:r>
    </w:p>
    <w:p w14:paraId="4604C2D0" w14:textId="77777777" w:rsidR="00B27F13" w:rsidRDefault="00B27F13" w:rsidP="00B27F13">
      <w:pPr>
        <w:sectPr w:rsidR="00B27F13" w:rsidSect="00B27F13"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3FB2894B" w14:textId="77777777" w:rsidR="00B27F13" w:rsidRDefault="00B140BC" w:rsidP="00B27F13">
      <w:pPr>
        <w:pStyle w:val="Heading2"/>
      </w:pPr>
      <w:r>
        <w:t>A</w:t>
      </w:r>
      <w:r w:rsidRPr="00EA68F5">
        <w:t>ssessment</w:t>
      </w:r>
      <w:r>
        <w:t xml:space="preserve"> instructions</w:t>
      </w:r>
    </w:p>
    <w:p w14:paraId="3F49D305" w14:textId="72A1D83C" w:rsidR="00B27F13" w:rsidRDefault="00B140BC" w:rsidP="00B27F13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0A088B"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6862FC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030DEC" w14:paraId="259FCF7F" w14:textId="77777777" w:rsidTr="62E507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0E313951" w14:textId="77777777" w:rsidR="00B27F13" w:rsidRDefault="00B140BC" w:rsidP="00B27F13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11708B61" w14:textId="77777777" w:rsidR="00B27F13" w:rsidRDefault="00B140BC" w:rsidP="00B27F13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030DEC" w14:paraId="12189230" w14:textId="77777777" w:rsidTr="62E507D5">
        <w:tc>
          <w:tcPr>
            <w:tcW w:w="2405" w:type="dxa"/>
            <w:vAlign w:val="top"/>
          </w:tcPr>
          <w:p w14:paraId="7EE80B02" w14:textId="77777777" w:rsidR="00B27F13" w:rsidRPr="00B30F8E" w:rsidRDefault="00B140BC" w:rsidP="00B27F13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t>Instructions for the trainer and assessor</w:t>
            </w:r>
          </w:p>
        </w:tc>
        <w:tc>
          <w:tcPr>
            <w:tcW w:w="6655" w:type="dxa"/>
            <w:vAlign w:val="top"/>
          </w:tcPr>
          <w:p w14:paraId="26FB3DB2" w14:textId="1A5319AE" w:rsidR="00B27F13" w:rsidRPr="00B30F8E" w:rsidRDefault="00B140BC" w:rsidP="00B27F13">
            <w:pPr>
              <w:pStyle w:val="Body"/>
              <w:rPr>
                <w:sz w:val="22"/>
                <w:szCs w:val="22"/>
              </w:rPr>
            </w:pPr>
            <w:r w:rsidRPr="00B30F8E">
              <w:rPr>
                <w:sz w:val="22"/>
                <w:szCs w:val="22"/>
                <w:lang w:eastAsia="en-AU"/>
              </w:rPr>
              <w:t>This is a written assessment and will be assessing the student on their knowledge of the unit.</w:t>
            </w:r>
            <w:r w:rsidR="001943FA" w:rsidRPr="000D24C9">
              <w:rPr>
                <w:sz w:val="22"/>
                <w:szCs w:val="22"/>
              </w:rPr>
              <w:t xml:space="preserve"> The assessment is closed book.</w:t>
            </w:r>
          </w:p>
          <w:p w14:paraId="0F7A93C8" w14:textId="34D180CB" w:rsidR="00B27F13" w:rsidRPr="00B30F8E" w:rsidRDefault="62E507D5" w:rsidP="62E507D5">
            <w:pPr>
              <w:pStyle w:val="Body"/>
              <w:rPr>
                <w:sz w:val="22"/>
                <w:szCs w:val="22"/>
              </w:rPr>
            </w:pPr>
            <w:r w:rsidRPr="62E507D5">
              <w:rPr>
                <w:sz w:val="22"/>
                <w:szCs w:val="22"/>
              </w:rPr>
              <w:t>This assessment is in 4 parts:</w:t>
            </w:r>
          </w:p>
          <w:p w14:paraId="6C842962" w14:textId="77777777" w:rsidR="00B27F13" w:rsidRPr="00A2010B" w:rsidRDefault="62E507D5" w:rsidP="002D4DCE">
            <w:pPr>
              <w:pStyle w:val="Body"/>
              <w:numPr>
                <w:ilvl w:val="0"/>
                <w:numId w:val="6"/>
              </w:numPr>
              <w:rPr>
                <w:color w:val="000000" w:themeColor="text1"/>
                <w:sz w:val="22"/>
                <w:szCs w:val="22"/>
              </w:rPr>
            </w:pPr>
            <w:r w:rsidRPr="62E507D5">
              <w:rPr>
                <w:sz w:val="22"/>
                <w:szCs w:val="22"/>
              </w:rPr>
              <w:t>Multiple choice questions</w:t>
            </w:r>
          </w:p>
          <w:p w14:paraId="25348A9E" w14:textId="77777777" w:rsidR="00B27F13" w:rsidRPr="00A2010B" w:rsidRDefault="62E507D5" w:rsidP="002D4DCE">
            <w:pPr>
              <w:pStyle w:val="Body"/>
              <w:numPr>
                <w:ilvl w:val="0"/>
                <w:numId w:val="6"/>
              </w:numPr>
              <w:rPr>
                <w:color w:val="000000" w:themeColor="text1"/>
                <w:sz w:val="22"/>
                <w:szCs w:val="22"/>
              </w:rPr>
            </w:pPr>
            <w:r w:rsidRPr="62E507D5">
              <w:rPr>
                <w:sz w:val="22"/>
                <w:szCs w:val="22"/>
              </w:rPr>
              <w:t>True or False questions</w:t>
            </w:r>
          </w:p>
          <w:p w14:paraId="6BB6862B" w14:textId="77777777" w:rsidR="00B27F13" w:rsidRPr="00A2010B" w:rsidRDefault="62E507D5" w:rsidP="002D4DCE">
            <w:pPr>
              <w:pStyle w:val="Body"/>
              <w:numPr>
                <w:ilvl w:val="0"/>
                <w:numId w:val="6"/>
              </w:numPr>
              <w:rPr>
                <w:color w:val="000000" w:themeColor="text1"/>
                <w:sz w:val="22"/>
                <w:szCs w:val="22"/>
              </w:rPr>
            </w:pPr>
            <w:r w:rsidRPr="62E507D5">
              <w:rPr>
                <w:sz w:val="22"/>
                <w:szCs w:val="22"/>
              </w:rPr>
              <w:t>Short answer questions</w:t>
            </w:r>
          </w:p>
          <w:p w14:paraId="5446175B" w14:textId="77777777" w:rsidR="00B27F13" w:rsidRDefault="62E507D5" w:rsidP="002D4DCE">
            <w:pPr>
              <w:pStyle w:val="Body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62E507D5">
              <w:rPr>
                <w:sz w:val="22"/>
                <w:szCs w:val="22"/>
              </w:rPr>
              <w:t>Assessment feedback</w:t>
            </w:r>
          </w:p>
          <w:p w14:paraId="76C052A3" w14:textId="77777777" w:rsidR="00B27F13" w:rsidRPr="00B30F8E" w:rsidRDefault="00B140BC" w:rsidP="00B27F13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Model answers</w:t>
            </w:r>
            <w:r>
              <w:rPr>
                <w:sz w:val="22"/>
                <w:szCs w:val="22"/>
                <w:lang w:eastAsia="en-AU"/>
              </w:rPr>
              <w:t xml:space="preserve">, sample responses or a </w:t>
            </w:r>
            <w:r w:rsidRPr="00B30F8E">
              <w:rPr>
                <w:sz w:val="22"/>
                <w:szCs w:val="22"/>
                <w:lang w:eastAsia="en-AU"/>
              </w:rPr>
              <w:t>criteria for ea</w:t>
            </w:r>
            <w:r>
              <w:rPr>
                <w:sz w:val="22"/>
                <w:szCs w:val="22"/>
                <w:lang w:eastAsia="en-AU"/>
              </w:rPr>
              <w:t>ch question are provided below.</w:t>
            </w:r>
          </w:p>
          <w:p w14:paraId="4B2F1F97" w14:textId="77777777" w:rsidR="00B27F13" w:rsidRDefault="00B140BC" w:rsidP="00B27F13">
            <w:pPr>
              <w:pStyle w:val="Body"/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Use these to support your judgement when determining a satisfactory result</w:t>
            </w:r>
            <w:r>
              <w:rPr>
                <w:sz w:val="22"/>
                <w:szCs w:val="22"/>
                <w:lang w:eastAsia="en-AU"/>
              </w:rPr>
              <w:t>.</w:t>
            </w:r>
          </w:p>
          <w:p w14:paraId="69DBBEBE" w14:textId="77777777" w:rsidR="00B27F13" w:rsidRPr="00210A7E" w:rsidRDefault="00B140BC" w:rsidP="00B27F13">
            <w:pPr>
              <w:pStyle w:val="Body"/>
              <w:rPr>
                <w:sz w:val="22"/>
                <w:szCs w:val="22"/>
                <w:lang w:eastAsia="en-AU"/>
              </w:rPr>
            </w:pPr>
            <w:r w:rsidRPr="00210A7E">
              <w:rPr>
                <w:sz w:val="22"/>
                <w:szCs w:val="22"/>
                <w:lang w:eastAsia="en-AU"/>
              </w:rPr>
              <w:t xml:space="preserve">The </w:t>
            </w:r>
            <w:r>
              <w:rPr>
                <w:sz w:val="22"/>
                <w:szCs w:val="22"/>
                <w:lang w:eastAsia="en-AU"/>
              </w:rPr>
              <w:t>student</w:t>
            </w:r>
            <w:r w:rsidRPr="00210A7E">
              <w:rPr>
                <w:sz w:val="22"/>
                <w:szCs w:val="22"/>
                <w:lang w:eastAsia="en-AU"/>
              </w:rPr>
              <w:t>’s response to each question must contain the information indicated in this marking guide in order for their response to be correct.</w:t>
            </w:r>
            <w:r>
              <w:rPr>
                <w:sz w:val="22"/>
                <w:szCs w:val="22"/>
                <w:lang w:eastAsia="en-AU"/>
              </w:rPr>
              <w:t xml:space="preserve"> However, if a student provides information other than indicated below, and in the professional opinion of the assessor it is appropriate and meets the intent of the question, it may be considered correct.</w:t>
            </w:r>
          </w:p>
          <w:p w14:paraId="2E316587" w14:textId="77777777" w:rsidR="00B27F13" w:rsidRDefault="00B140BC" w:rsidP="00B27F13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The assessment feedback page must be signed by both the student and the assessor so the student displays that they have received, understood and accepted the feedback.</w:t>
            </w:r>
          </w:p>
          <w:p w14:paraId="3810B21A" w14:textId="77777777" w:rsidR="00B27F13" w:rsidRDefault="00B140BC" w:rsidP="00B27F13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Complete the assessment feedback to the student and ensure you have taken a copy of the assessment prior to it being returned to the student.</w:t>
            </w:r>
          </w:p>
          <w:p w14:paraId="738D62EA" w14:textId="77777777" w:rsidR="00B27F13" w:rsidRPr="00B30F8E" w:rsidRDefault="00B140BC" w:rsidP="00B27F13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Ensure the students name appears on the bottom of each page of the submitted assessment.</w:t>
            </w:r>
          </w:p>
        </w:tc>
      </w:tr>
      <w:tr w:rsidR="00030DEC" w14:paraId="1A42C04F" w14:textId="77777777" w:rsidTr="62E507D5">
        <w:tc>
          <w:tcPr>
            <w:tcW w:w="2405" w:type="dxa"/>
            <w:vAlign w:val="top"/>
          </w:tcPr>
          <w:p w14:paraId="53ACF38F" w14:textId="77777777" w:rsidR="00B27F13" w:rsidRPr="00B30F8E" w:rsidRDefault="00B140BC" w:rsidP="00B27F13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t>About this marking guide</w:t>
            </w:r>
          </w:p>
        </w:tc>
        <w:tc>
          <w:tcPr>
            <w:tcW w:w="6655" w:type="dxa"/>
            <w:vAlign w:val="top"/>
          </w:tcPr>
          <w:p w14:paraId="2D0890AA" w14:textId="77777777" w:rsidR="00B27F13" w:rsidRPr="00B30F8E" w:rsidRDefault="00B140BC" w:rsidP="00B27F13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The student’s response to each question must contain the information indicated in this marking guide in order fo</w:t>
            </w:r>
            <w:r>
              <w:rPr>
                <w:sz w:val="22"/>
                <w:szCs w:val="22"/>
                <w:lang w:eastAsia="en-AU"/>
              </w:rPr>
              <w:t>r their response to be correct.</w:t>
            </w:r>
          </w:p>
          <w:p w14:paraId="3CA289D2" w14:textId="77777777" w:rsidR="00B27F13" w:rsidRPr="00B30F8E" w:rsidRDefault="00B140BC" w:rsidP="00B27F13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All questions must be answered correctly in order to satisfactorily complete this assessment event.</w:t>
            </w:r>
          </w:p>
          <w:p w14:paraId="428E22BE" w14:textId="77777777" w:rsidR="00B27F13" w:rsidRPr="00B30F8E" w:rsidRDefault="00B140BC" w:rsidP="00B27F13">
            <w:pPr>
              <w:rPr>
                <w:rFonts w:cs="Arial"/>
                <w:sz w:val="22"/>
                <w:szCs w:val="22"/>
                <w:lang w:val="en-GB" w:eastAsia="en-AU"/>
              </w:rPr>
            </w:pPr>
            <w:r w:rsidRPr="00B30F8E">
              <w:rPr>
                <w:rFonts w:cs="Arial"/>
                <w:sz w:val="22"/>
                <w:szCs w:val="22"/>
                <w:lang w:val="en-GB" w:eastAsia="en-AU"/>
              </w:rPr>
              <w:t>Assessors will need to make a judgement call as to whether each answer/response meets the criteria based upon the:</w:t>
            </w:r>
          </w:p>
          <w:p w14:paraId="61D7AA9D" w14:textId="77777777" w:rsidR="00B27F13" w:rsidRPr="00B30F8E" w:rsidRDefault="00B140BC" w:rsidP="002D4DCE">
            <w:pPr>
              <w:numPr>
                <w:ilvl w:val="0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Rules of E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vidence:</w:t>
            </w:r>
          </w:p>
          <w:p w14:paraId="29B92FD7" w14:textId="77777777" w:rsidR="00B27F13" w:rsidRPr="00B30F8E" w:rsidRDefault="00B140BC" w:rsidP="002D4DCE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alidity – does the answer address the assessment question and does the evidence reflect the four dimensions of competency?</w:t>
            </w:r>
          </w:p>
          <w:p w14:paraId="406D06AC" w14:textId="77777777" w:rsidR="00B27F13" w:rsidRPr="00B30F8E" w:rsidRDefault="00B140BC" w:rsidP="002D4DCE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S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ufficiency – is the answer sufficient in terms of length and depth?</w:t>
            </w:r>
          </w:p>
          <w:p w14:paraId="31A5DDD6" w14:textId="77777777" w:rsidR="00B27F13" w:rsidRPr="00B30F8E" w:rsidRDefault="00B140BC" w:rsidP="002D4DCE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urrency – has the work been done so recently as to be current?</w:t>
            </w:r>
          </w:p>
          <w:p w14:paraId="433C1D0E" w14:textId="77777777" w:rsidR="00B27F13" w:rsidRDefault="00B140BC" w:rsidP="002D4DCE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A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uthenticity – is this work the student’s own authentic work?</w:t>
            </w:r>
          </w:p>
          <w:p w14:paraId="74337268" w14:textId="77777777" w:rsidR="00B27F13" w:rsidRDefault="00B140BC" w:rsidP="002D4DCE">
            <w:pPr>
              <w:numPr>
                <w:ilvl w:val="0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Principles of Assessment:</w:t>
            </w:r>
          </w:p>
          <w:p w14:paraId="74B8F531" w14:textId="77777777" w:rsidR="00B27F13" w:rsidRDefault="00B140BC" w:rsidP="002D4DCE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Fairness – individual student’s needs are considered in the assessment process</w:t>
            </w:r>
          </w:p>
          <w:p w14:paraId="76A34AEA" w14:textId="77777777" w:rsidR="00B27F13" w:rsidRDefault="00B140BC" w:rsidP="002D4DCE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 xml:space="preserve">Flexibility – assessment is flexible to the individual student </w:t>
            </w:r>
          </w:p>
          <w:p w14:paraId="717DE56C" w14:textId="77777777" w:rsidR="00B27F13" w:rsidRDefault="00B140BC" w:rsidP="002D4DCE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Validity – any assessment decision is justified, based on the evidence of performance of the student</w:t>
            </w:r>
          </w:p>
          <w:p w14:paraId="05D7482A" w14:textId="77777777" w:rsidR="00B27F13" w:rsidRDefault="00B140BC" w:rsidP="002D4DCE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Reliability – evidence presented for assessment is consistently interpreted and assessment results are comparable irrespective of the assessor conducting the assessment</w:t>
            </w:r>
          </w:p>
          <w:p w14:paraId="2EF82456" w14:textId="77777777" w:rsidR="00B27F13" w:rsidRDefault="00B140BC" w:rsidP="002D4DCE">
            <w:pPr>
              <w:numPr>
                <w:ilvl w:val="0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Dimensions of competency</w:t>
            </w:r>
          </w:p>
          <w:p w14:paraId="0096D01D" w14:textId="77777777" w:rsidR="00B27F13" w:rsidRDefault="00B140BC" w:rsidP="002D4DCE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skills</w:t>
            </w:r>
          </w:p>
          <w:p w14:paraId="34BA85FC" w14:textId="77777777" w:rsidR="00B27F13" w:rsidRDefault="00B140BC" w:rsidP="002D4DCE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Management Skills</w:t>
            </w:r>
          </w:p>
          <w:p w14:paraId="72B2D6C8" w14:textId="77777777" w:rsidR="00B27F13" w:rsidRDefault="00B140BC" w:rsidP="002D4DCE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Contingency Planning Skills</w:t>
            </w:r>
          </w:p>
          <w:p w14:paraId="51E6B1E0" w14:textId="77777777" w:rsidR="00B27F13" w:rsidRPr="00B30F8E" w:rsidRDefault="00B140BC" w:rsidP="002D4DCE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Job Role Environment Skills</w:t>
            </w:r>
          </w:p>
        </w:tc>
      </w:tr>
      <w:tr w:rsidR="00030DEC" w14:paraId="7F25B073" w14:textId="77777777" w:rsidTr="62E507D5">
        <w:tc>
          <w:tcPr>
            <w:tcW w:w="2405" w:type="dxa"/>
            <w:vAlign w:val="top"/>
          </w:tcPr>
          <w:p w14:paraId="0DD859B0" w14:textId="77777777" w:rsidR="00B27F13" w:rsidRPr="002E7A2C" w:rsidRDefault="00B140BC" w:rsidP="00B27F13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Student must provide</w:t>
            </w:r>
          </w:p>
        </w:tc>
        <w:tc>
          <w:tcPr>
            <w:tcW w:w="6655" w:type="dxa"/>
            <w:vAlign w:val="top"/>
          </w:tcPr>
          <w:p w14:paraId="3FF57740" w14:textId="78BF23AB" w:rsidR="00B27F13" w:rsidRDefault="62E507D5" w:rsidP="62E507D5">
            <w:pPr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 w:rsidRPr="62E507D5">
              <w:rPr>
                <w:color w:val="000000" w:themeColor="text1"/>
                <w:sz w:val="22"/>
                <w:szCs w:val="22"/>
              </w:rPr>
              <w:t>Pens, pencil, eraser</w:t>
            </w:r>
          </w:p>
          <w:p w14:paraId="46ECA293" w14:textId="5216134C" w:rsidR="00B27F13" w:rsidRPr="00B30F8E" w:rsidRDefault="00B27F13" w:rsidP="62E507D5">
            <w:pPr>
              <w:rPr>
                <w:i/>
                <w:iCs/>
                <w:color w:val="808080" w:themeColor="text1" w:themeTint="7F"/>
                <w:sz w:val="22"/>
                <w:szCs w:val="22"/>
              </w:rPr>
            </w:pPr>
          </w:p>
        </w:tc>
      </w:tr>
      <w:tr w:rsidR="00030DEC" w14:paraId="154BCCF7" w14:textId="77777777" w:rsidTr="62E507D5">
        <w:tc>
          <w:tcPr>
            <w:tcW w:w="2405" w:type="dxa"/>
            <w:vAlign w:val="top"/>
          </w:tcPr>
          <w:p w14:paraId="63EF1DD1" w14:textId="77777777" w:rsidR="00B27F13" w:rsidRPr="002E7A2C" w:rsidRDefault="00B140BC" w:rsidP="00B27F13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Assessor must provide</w:t>
            </w:r>
          </w:p>
        </w:tc>
        <w:tc>
          <w:tcPr>
            <w:tcW w:w="6655" w:type="dxa"/>
            <w:vAlign w:val="top"/>
          </w:tcPr>
          <w:p w14:paraId="2D64F65B" w14:textId="5090CE37" w:rsidR="00B27F13" w:rsidRPr="003C3329" w:rsidRDefault="003C3329" w:rsidP="00B27F13">
            <w:pPr>
              <w:rPr>
                <w:sz w:val="22"/>
                <w:szCs w:val="22"/>
                <w:lang w:eastAsia="en-AU"/>
              </w:rPr>
            </w:pPr>
            <w:r w:rsidRPr="003C3329">
              <w:rPr>
                <w:sz w:val="22"/>
                <w:szCs w:val="22"/>
                <w:lang w:eastAsia="en-AU"/>
              </w:rPr>
              <w:t>Class room suitable for conducting written assessment test</w:t>
            </w:r>
          </w:p>
        </w:tc>
      </w:tr>
      <w:tr w:rsidR="00030DEC" w14:paraId="51CBEC61" w14:textId="77777777" w:rsidTr="62E507D5">
        <w:tc>
          <w:tcPr>
            <w:tcW w:w="2405" w:type="dxa"/>
            <w:vAlign w:val="top"/>
          </w:tcPr>
          <w:p w14:paraId="1802D349" w14:textId="77777777" w:rsidR="00B27F13" w:rsidRPr="0067653D" w:rsidRDefault="00B140BC" w:rsidP="00B27F13">
            <w:pPr>
              <w:pStyle w:val="Body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Time allowed</w:t>
            </w:r>
          </w:p>
        </w:tc>
        <w:tc>
          <w:tcPr>
            <w:tcW w:w="6655" w:type="dxa"/>
            <w:vAlign w:val="top"/>
          </w:tcPr>
          <w:p w14:paraId="3F7049CC" w14:textId="2530407D" w:rsidR="00B27F13" w:rsidRPr="003C3329" w:rsidRDefault="003C3329" w:rsidP="003C3329">
            <w:pPr>
              <w:rPr>
                <w:color w:val="808080" w:themeColor="background1" w:themeShade="80"/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1 Hour</w:t>
            </w:r>
          </w:p>
        </w:tc>
      </w:tr>
    </w:tbl>
    <w:p w14:paraId="5D5DE756" w14:textId="77777777" w:rsidR="00B27F13" w:rsidRDefault="00B140BC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2D739F"/>
          <w:kern w:val="22"/>
          <w:sz w:val="32"/>
          <w:szCs w:val="32"/>
          <w:lang w:eastAsia="en-AU"/>
        </w:rPr>
      </w:pPr>
      <w:r>
        <w:br w:type="page"/>
      </w:r>
    </w:p>
    <w:p w14:paraId="7680ABF9" w14:textId="77777777" w:rsidR="00B27F13" w:rsidRDefault="00B140BC" w:rsidP="00B27F13">
      <w:pPr>
        <w:pStyle w:val="Heading2"/>
      </w:pPr>
      <w:r>
        <w:t>Part 1: Multiple choice</w:t>
      </w:r>
    </w:p>
    <w:p w14:paraId="2E429E89" w14:textId="4FFB5D37" w:rsidR="00511DA1" w:rsidRDefault="00C92586" w:rsidP="00B27F13">
      <w:r>
        <w:t>Student to read question carefully and mark X in the table next to their chosen answer(s)</w:t>
      </w:r>
    </w:p>
    <w:p w14:paraId="7933E204" w14:textId="77777777" w:rsidR="00186559" w:rsidRDefault="00186559" w:rsidP="00B27F13"/>
    <w:p w14:paraId="4A781F75" w14:textId="3BC080EC" w:rsidR="00511DA1" w:rsidRPr="007F282D" w:rsidRDefault="00EE64A5" w:rsidP="005E0C25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7F282D">
        <w:rPr>
          <w:sz w:val="22"/>
          <w:szCs w:val="22"/>
        </w:rPr>
        <w:t xml:space="preserve">(RK </w:t>
      </w:r>
      <w:r w:rsidR="005A6C91" w:rsidRPr="007F282D">
        <w:rPr>
          <w:sz w:val="22"/>
          <w:szCs w:val="22"/>
        </w:rPr>
        <w:t>4</w:t>
      </w:r>
      <w:r w:rsidRPr="007F282D">
        <w:rPr>
          <w:sz w:val="22"/>
          <w:szCs w:val="22"/>
        </w:rPr>
        <w:t>) To help prevent pinning during filing we can</w:t>
      </w:r>
      <w:r w:rsidR="003C3329" w:rsidRPr="007F282D">
        <w:rPr>
          <w:sz w:val="22"/>
          <w:szCs w:val="22"/>
        </w:rPr>
        <w:t>:</w:t>
      </w:r>
      <w:r w:rsidRPr="007F282D">
        <w:rPr>
          <w:sz w:val="22"/>
          <w:szCs w:val="22"/>
        </w:rPr>
        <w:t xml:space="preserve"> </w:t>
      </w:r>
    </w:p>
    <w:p w14:paraId="7D5BA929" w14:textId="4DF74AB3" w:rsidR="00511DA1" w:rsidRDefault="00511DA1" w:rsidP="00511DA1">
      <w:pPr>
        <w:pStyle w:val="Caption"/>
        <w:keepNext/>
      </w:pPr>
      <w:r>
        <w:t xml:space="preserve">Table </w:t>
      </w:r>
      <w:r w:rsidR="00066016">
        <w:rPr>
          <w:noProof/>
        </w:rPr>
        <w:t>1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511DA1" w14:paraId="71E31087" w14:textId="77777777" w:rsidTr="00B27F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40758C0C" w14:textId="77777777" w:rsidR="00511DA1" w:rsidRDefault="00511DA1" w:rsidP="00B27F13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788A6F77" w14:textId="77777777" w:rsidR="00511DA1" w:rsidRDefault="00511DA1" w:rsidP="00B27F13">
            <w:pPr>
              <w:pStyle w:val="Body"/>
            </w:pPr>
            <w:r>
              <w:t>Put X next to your answer</w:t>
            </w:r>
          </w:p>
        </w:tc>
      </w:tr>
      <w:tr w:rsidR="00511DA1" w14:paraId="729BACF4" w14:textId="77777777" w:rsidTr="00B27F13">
        <w:tc>
          <w:tcPr>
            <w:tcW w:w="7650" w:type="dxa"/>
          </w:tcPr>
          <w:p w14:paraId="2EFE0541" w14:textId="3A7260BD" w:rsidR="00511DA1" w:rsidRPr="007F282D" w:rsidRDefault="00EE64A5" w:rsidP="002D4DCE">
            <w:pPr>
              <w:pStyle w:val="Body"/>
              <w:numPr>
                <w:ilvl w:val="0"/>
                <w:numId w:val="8"/>
              </w:numPr>
              <w:rPr>
                <w:szCs w:val="24"/>
              </w:rPr>
            </w:pPr>
            <w:r w:rsidRPr="007F282D">
              <w:rPr>
                <w:szCs w:val="24"/>
              </w:rPr>
              <w:t>Rub chalk into the face of the file</w:t>
            </w:r>
          </w:p>
        </w:tc>
        <w:tc>
          <w:tcPr>
            <w:tcW w:w="1410" w:type="dxa"/>
          </w:tcPr>
          <w:p w14:paraId="621C4BFA" w14:textId="4189150D" w:rsidR="00511DA1" w:rsidRDefault="00EE64A5" w:rsidP="00B27F13">
            <w:pPr>
              <w:pStyle w:val="Body"/>
              <w:jc w:val="center"/>
            </w:pPr>
            <w:r>
              <w:t>X</w:t>
            </w:r>
          </w:p>
        </w:tc>
      </w:tr>
      <w:tr w:rsidR="00511DA1" w14:paraId="794F710D" w14:textId="77777777" w:rsidTr="00B27F13">
        <w:tc>
          <w:tcPr>
            <w:tcW w:w="7650" w:type="dxa"/>
          </w:tcPr>
          <w:p w14:paraId="59470580" w14:textId="6BD80C12" w:rsidR="00511DA1" w:rsidRPr="007F282D" w:rsidRDefault="00EE64A5" w:rsidP="002D4DCE">
            <w:pPr>
              <w:pStyle w:val="Body"/>
              <w:numPr>
                <w:ilvl w:val="0"/>
                <w:numId w:val="8"/>
              </w:numPr>
              <w:rPr>
                <w:szCs w:val="24"/>
              </w:rPr>
            </w:pPr>
            <w:r w:rsidRPr="007F282D">
              <w:rPr>
                <w:szCs w:val="24"/>
              </w:rPr>
              <w:t>Only use the file in a forward direction</w:t>
            </w:r>
          </w:p>
        </w:tc>
        <w:tc>
          <w:tcPr>
            <w:tcW w:w="1410" w:type="dxa"/>
          </w:tcPr>
          <w:p w14:paraId="14AAD8E4" w14:textId="77777777" w:rsidR="00511DA1" w:rsidRDefault="00511DA1" w:rsidP="00B27F13">
            <w:pPr>
              <w:pStyle w:val="Body"/>
              <w:jc w:val="center"/>
            </w:pPr>
          </w:p>
        </w:tc>
      </w:tr>
      <w:tr w:rsidR="00511DA1" w14:paraId="13DF9376" w14:textId="77777777" w:rsidTr="00B27F13">
        <w:tc>
          <w:tcPr>
            <w:tcW w:w="7650" w:type="dxa"/>
          </w:tcPr>
          <w:p w14:paraId="77B0F1D6" w14:textId="7B9056BE" w:rsidR="00511DA1" w:rsidRPr="007F282D" w:rsidRDefault="00EE64A5" w:rsidP="002D4DCE">
            <w:pPr>
              <w:pStyle w:val="Body"/>
              <w:numPr>
                <w:ilvl w:val="0"/>
                <w:numId w:val="8"/>
              </w:numPr>
              <w:rPr>
                <w:szCs w:val="24"/>
              </w:rPr>
            </w:pPr>
            <w:r w:rsidRPr="007F282D">
              <w:rPr>
                <w:szCs w:val="24"/>
              </w:rPr>
              <w:t>Change to a larger file</w:t>
            </w:r>
          </w:p>
        </w:tc>
        <w:tc>
          <w:tcPr>
            <w:tcW w:w="1410" w:type="dxa"/>
          </w:tcPr>
          <w:p w14:paraId="5A3A9128" w14:textId="77777777" w:rsidR="00511DA1" w:rsidRDefault="00511DA1" w:rsidP="00B27F13">
            <w:pPr>
              <w:pStyle w:val="Body"/>
              <w:jc w:val="center"/>
            </w:pPr>
          </w:p>
        </w:tc>
      </w:tr>
      <w:tr w:rsidR="00511DA1" w14:paraId="2714F494" w14:textId="77777777" w:rsidTr="00B27F13">
        <w:tc>
          <w:tcPr>
            <w:tcW w:w="7650" w:type="dxa"/>
          </w:tcPr>
          <w:p w14:paraId="0328C6E0" w14:textId="666E79D2" w:rsidR="00511DA1" w:rsidRPr="007F282D" w:rsidRDefault="00EE64A5" w:rsidP="002D4DCE">
            <w:pPr>
              <w:pStyle w:val="Body"/>
              <w:numPr>
                <w:ilvl w:val="0"/>
                <w:numId w:val="8"/>
              </w:numPr>
              <w:rPr>
                <w:szCs w:val="24"/>
              </w:rPr>
            </w:pPr>
            <w:r w:rsidRPr="007F282D">
              <w:rPr>
                <w:szCs w:val="24"/>
              </w:rPr>
              <w:t>Lubricate the file with a fine grade machine oil</w:t>
            </w:r>
          </w:p>
        </w:tc>
        <w:tc>
          <w:tcPr>
            <w:tcW w:w="1410" w:type="dxa"/>
          </w:tcPr>
          <w:p w14:paraId="4E622AE8" w14:textId="77777777" w:rsidR="00511DA1" w:rsidRDefault="00511DA1" w:rsidP="00B27F13">
            <w:pPr>
              <w:pStyle w:val="Body"/>
              <w:jc w:val="center"/>
            </w:pPr>
          </w:p>
        </w:tc>
      </w:tr>
    </w:tbl>
    <w:p w14:paraId="78D08DD6" w14:textId="0651605D" w:rsidR="00EE64A5" w:rsidRDefault="00EE64A5" w:rsidP="00B27F13"/>
    <w:p w14:paraId="74C1B6FB" w14:textId="77777777" w:rsidR="00EE64A5" w:rsidRDefault="00EE64A5" w:rsidP="00B27F13"/>
    <w:p w14:paraId="531797B4" w14:textId="050D6EC9" w:rsidR="00EE64A5" w:rsidRDefault="00EE64A5" w:rsidP="00B27F13"/>
    <w:p w14:paraId="6F5FC532" w14:textId="77777777" w:rsidR="00AD7961" w:rsidRDefault="00AD7961" w:rsidP="00B27F13"/>
    <w:p w14:paraId="3C296556" w14:textId="43B52065" w:rsidR="003676ED" w:rsidRPr="00B30F8E" w:rsidRDefault="003676ED" w:rsidP="005E0C25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 xml:space="preserve">(RK 1) A hacksaw blade with a  </w:t>
      </w:r>
      <w:r w:rsidR="008F10DD">
        <w:rPr>
          <w:sz w:val="22"/>
          <w:szCs w:val="22"/>
        </w:rPr>
        <w:t xml:space="preserve">tooth pitch of </w:t>
      </w:r>
      <w:r>
        <w:rPr>
          <w:sz w:val="22"/>
          <w:szCs w:val="22"/>
        </w:rPr>
        <w:t>1.8mm would be most suitable for cutting</w:t>
      </w:r>
      <w:r w:rsidR="003C3329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</w:p>
    <w:p w14:paraId="1B21652B" w14:textId="65476EBA" w:rsidR="003676ED" w:rsidRDefault="003676ED" w:rsidP="003676ED">
      <w:pPr>
        <w:pStyle w:val="Caption"/>
        <w:keepNext/>
      </w:pPr>
      <w:r>
        <w:t xml:space="preserve">Table </w:t>
      </w:r>
      <w:r w:rsidR="00066016">
        <w:rPr>
          <w:noProof/>
        </w:rPr>
        <w:t>2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3676ED" w14:paraId="2AAA8208" w14:textId="77777777" w:rsidTr="00B27F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6B32DCB0" w14:textId="2D96BEE7" w:rsidR="003676ED" w:rsidRDefault="003676ED" w:rsidP="00B27F13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19494360" w14:textId="77777777" w:rsidR="003676ED" w:rsidRDefault="003676ED" w:rsidP="00B27F13">
            <w:pPr>
              <w:pStyle w:val="Body"/>
            </w:pPr>
            <w:r>
              <w:t>Put X next to your answer</w:t>
            </w:r>
          </w:p>
        </w:tc>
      </w:tr>
      <w:tr w:rsidR="003676ED" w14:paraId="38642653" w14:textId="77777777" w:rsidTr="00B27F13">
        <w:tc>
          <w:tcPr>
            <w:tcW w:w="7650" w:type="dxa"/>
          </w:tcPr>
          <w:p w14:paraId="6A4B43AC" w14:textId="64346222" w:rsidR="003676ED" w:rsidRDefault="003676ED" w:rsidP="002D4DCE">
            <w:pPr>
              <w:pStyle w:val="Body"/>
              <w:numPr>
                <w:ilvl w:val="0"/>
                <w:numId w:val="9"/>
              </w:numPr>
            </w:pPr>
            <w:r>
              <w:t xml:space="preserve"> Large solid sections of soft metal</w:t>
            </w:r>
          </w:p>
        </w:tc>
        <w:tc>
          <w:tcPr>
            <w:tcW w:w="1410" w:type="dxa"/>
          </w:tcPr>
          <w:p w14:paraId="6470045C" w14:textId="5476C1D5" w:rsidR="003676ED" w:rsidRDefault="003676ED" w:rsidP="00B27F13">
            <w:pPr>
              <w:pStyle w:val="Body"/>
              <w:jc w:val="center"/>
            </w:pPr>
            <w:r>
              <w:t>X</w:t>
            </w:r>
          </w:p>
        </w:tc>
      </w:tr>
      <w:tr w:rsidR="003676ED" w14:paraId="097200D1" w14:textId="77777777" w:rsidTr="00B27F13">
        <w:tc>
          <w:tcPr>
            <w:tcW w:w="7650" w:type="dxa"/>
          </w:tcPr>
          <w:p w14:paraId="751EFD04" w14:textId="1AB8DC95" w:rsidR="003676ED" w:rsidRDefault="003676ED" w:rsidP="002D4DCE">
            <w:pPr>
              <w:pStyle w:val="Body"/>
              <w:numPr>
                <w:ilvl w:val="0"/>
                <w:numId w:val="9"/>
              </w:numPr>
            </w:pPr>
            <w:r>
              <w:t xml:space="preserve"> Large solid sections of hard metal</w:t>
            </w:r>
          </w:p>
        </w:tc>
        <w:tc>
          <w:tcPr>
            <w:tcW w:w="1410" w:type="dxa"/>
          </w:tcPr>
          <w:p w14:paraId="40DD6B81" w14:textId="47075684" w:rsidR="003676ED" w:rsidRDefault="003676ED" w:rsidP="00B27F13">
            <w:pPr>
              <w:pStyle w:val="Body"/>
              <w:jc w:val="center"/>
            </w:pPr>
            <w:r>
              <w:t xml:space="preserve"> </w:t>
            </w:r>
          </w:p>
        </w:tc>
      </w:tr>
      <w:tr w:rsidR="003676ED" w14:paraId="24323D51" w14:textId="77777777" w:rsidTr="00B27F13">
        <w:tc>
          <w:tcPr>
            <w:tcW w:w="7650" w:type="dxa"/>
          </w:tcPr>
          <w:p w14:paraId="75961A4E" w14:textId="2B62FE4D" w:rsidR="003676ED" w:rsidRDefault="003676ED" w:rsidP="002D4DCE">
            <w:pPr>
              <w:pStyle w:val="Body"/>
              <w:numPr>
                <w:ilvl w:val="0"/>
                <w:numId w:val="9"/>
              </w:numPr>
            </w:pPr>
            <w:r>
              <w:t xml:space="preserve"> Thin</w:t>
            </w:r>
            <w:r w:rsidR="008F10DD">
              <w:t xml:space="preserve"> wall</w:t>
            </w:r>
            <w:r>
              <w:t xml:space="preserve"> tubing, and light angle</w:t>
            </w:r>
          </w:p>
        </w:tc>
        <w:tc>
          <w:tcPr>
            <w:tcW w:w="1410" w:type="dxa"/>
          </w:tcPr>
          <w:p w14:paraId="1A7C0E03" w14:textId="77777777" w:rsidR="003676ED" w:rsidRDefault="003676ED" w:rsidP="00B27F13">
            <w:pPr>
              <w:pStyle w:val="Body"/>
              <w:jc w:val="center"/>
            </w:pPr>
          </w:p>
        </w:tc>
      </w:tr>
      <w:tr w:rsidR="003676ED" w14:paraId="22F7D476" w14:textId="77777777" w:rsidTr="00B27F13">
        <w:tc>
          <w:tcPr>
            <w:tcW w:w="7650" w:type="dxa"/>
          </w:tcPr>
          <w:p w14:paraId="3667170E" w14:textId="11205440" w:rsidR="003676ED" w:rsidRDefault="003676ED" w:rsidP="002D4DCE">
            <w:pPr>
              <w:pStyle w:val="Body"/>
              <w:numPr>
                <w:ilvl w:val="0"/>
                <w:numId w:val="9"/>
              </w:numPr>
            </w:pPr>
            <w:r>
              <w:t xml:space="preserve"> </w:t>
            </w:r>
            <w:r w:rsidR="008F10DD">
              <w:t xml:space="preserve">Sheet metal </w:t>
            </w:r>
          </w:p>
        </w:tc>
        <w:tc>
          <w:tcPr>
            <w:tcW w:w="1410" w:type="dxa"/>
          </w:tcPr>
          <w:p w14:paraId="2BEC4AA1" w14:textId="201FF8A0" w:rsidR="003676ED" w:rsidRDefault="003676ED" w:rsidP="00B27F13">
            <w:pPr>
              <w:pStyle w:val="Body"/>
              <w:jc w:val="center"/>
            </w:pPr>
          </w:p>
        </w:tc>
      </w:tr>
    </w:tbl>
    <w:p w14:paraId="5E8360D1" w14:textId="5268BE76" w:rsidR="003676ED" w:rsidRDefault="003676ED" w:rsidP="00B27F13"/>
    <w:p w14:paraId="175F84DB" w14:textId="3A94EECD" w:rsidR="003358A7" w:rsidRDefault="003358A7" w:rsidP="00B27F13"/>
    <w:p w14:paraId="61E4B694" w14:textId="18AA074B" w:rsidR="003676ED" w:rsidRPr="00B30F8E" w:rsidRDefault="003676ED" w:rsidP="005E0C25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4338F2">
        <w:rPr>
          <w:sz w:val="22"/>
          <w:szCs w:val="22"/>
        </w:rPr>
        <w:t>(RK 1)</w:t>
      </w:r>
      <w:r w:rsidR="00B27F13" w:rsidRPr="004338F2">
        <w:rPr>
          <w:sz w:val="22"/>
          <w:szCs w:val="22"/>
        </w:rPr>
        <w:t xml:space="preserve"> The recommended hacksaw blade </w:t>
      </w:r>
      <w:r w:rsidR="008F10DD">
        <w:rPr>
          <w:sz w:val="22"/>
          <w:szCs w:val="22"/>
        </w:rPr>
        <w:t>pitch for cutting t</w:t>
      </w:r>
      <w:r w:rsidR="00B27F13" w:rsidRPr="004338F2">
        <w:rPr>
          <w:sz w:val="22"/>
          <w:szCs w:val="22"/>
        </w:rPr>
        <w:t xml:space="preserve">hin tubing, sheets and light angle </w:t>
      </w:r>
      <w:r w:rsidR="008F10DD">
        <w:rPr>
          <w:sz w:val="22"/>
          <w:szCs w:val="22"/>
        </w:rPr>
        <w:t>is</w:t>
      </w:r>
      <w:r w:rsidR="003C3329">
        <w:t>:</w:t>
      </w:r>
      <w:r w:rsidR="00B27F13">
        <w:t xml:space="preserve"> </w:t>
      </w:r>
    </w:p>
    <w:p w14:paraId="1E3D3185" w14:textId="571489D0" w:rsidR="003676ED" w:rsidRDefault="003676ED" w:rsidP="003676ED">
      <w:pPr>
        <w:pStyle w:val="Caption"/>
        <w:keepNext/>
      </w:pPr>
      <w:r>
        <w:t xml:space="preserve">Table </w:t>
      </w:r>
      <w:r w:rsidR="00066016">
        <w:rPr>
          <w:noProof/>
        </w:rPr>
        <w:t>3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3676ED" w14:paraId="01E6DFDF" w14:textId="77777777" w:rsidTr="00B27F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2CA1886B" w14:textId="77777777" w:rsidR="003676ED" w:rsidRDefault="003676ED" w:rsidP="00B27F13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4BFB4730" w14:textId="77777777" w:rsidR="003676ED" w:rsidRDefault="003676ED" w:rsidP="00B27F13">
            <w:pPr>
              <w:pStyle w:val="Body"/>
            </w:pPr>
            <w:r>
              <w:t>Put X next to your answer</w:t>
            </w:r>
          </w:p>
        </w:tc>
      </w:tr>
      <w:tr w:rsidR="003676ED" w14:paraId="4DC413F2" w14:textId="77777777" w:rsidTr="00B27F13">
        <w:tc>
          <w:tcPr>
            <w:tcW w:w="7650" w:type="dxa"/>
          </w:tcPr>
          <w:p w14:paraId="112722EA" w14:textId="67685101" w:rsidR="003676ED" w:rsidRDefault="003676ED" w:rsidP="002D4DCE">
            <w:pPr>
              <w:pStyle w:val="Body"/>
              <w:numPr>
                <w:ilvl w:val="0"/>
                <w:numId w:val="10"/>
              </w:numPr>
            </w:pPr>
            <w:r>
              <w:t xml:space="preserve"> </w:t>
            </w:r>
            <w:r w:rsidR="00B27F13">
              <w:t>1.8mm</w:t>
            </w:r>
          </w:p>
        </w:tc>
        <w:tc>
          <w:tcPr>
            <w:tcW w:w="1410" w:type="dxa"/>
          </w:tcPr>
          <w:p w14:paraId="257327A1" w14:textId="77777777" w:rsidR="003676ED" w:rsidRDefault="003676ED" w:rsidP="00B27F13">
            <w:pPr>
              <w:pStyle w:val="Body"/>
              <w:jc w:val="center"/>
            </w:pPr>
          </w:p>
        </w:tc>
      </w:tr>
      <w:tr w:rsidR="003676ED" w14:paraId="4F3EE746" w14:textId="77777777" w:rsidTr="00B27F13">
        <w:tc>
          <w:tcPr>
            <w:tcW w:w="7650" w:type="dxa"/>
          </w:tcPr>
          <w:p w14:paraId="763DF730" w14:textId="5987A9EF" w:rsidR="003676ED" w:rsidRDefault="003676ED" w:rsidP="002D4DCE">
            <w:pPr>
              <w:pStyle w:val="Body"/>
              <w:numPr>
                <w:ilvl w:val="0"/>
                <w:numId w:val="10"/>
              </w:numPr>
            </w:pPr>
            <w:r>
              <w:t xml:space="preserve"> </w:t>
            </w:r>
            <w:r w:rsidR="00B27F13">
              <w:t>1.4mm</w:t>
            </w:r>
          </w:p>
        </w:tc>
        <w:tc>
          <w:tcPr>
            <w:tcW w:w="1410" w:type="dxa"/>
          </w:tcPr>
          <w:p w14:paraId="4240E931" w14:textId="77777777" w:rsidR="003676ED" w:rsidRDefault="003676ED" w:rsidP="00B27F13">
            <w:pPr>
              <w:pStyle w:val="Body"/>
              <w:jc w:val="center"/>
            </w:pPr>
            <w:r>
              <w:t xml:space="preserve"> </w:t>
            </w:r>
          </w:p>
        </w:tc>
      </w:tr>
      <w:tr w:rsidR="003676ED" w14:paraId="6F7119D1" w14:textId="77777777" w:rsidTr="00B27F13">
        <w:tc>
          <w:tcPr>
            <w:tcW w:w="7650" w:type="dxa"/>
          </w:tcPr>
          <w:p w14:paraId="3B3B468A" w14:textId="3A3B14A6" w:rsidR="003676ED" w:rsidRDefault="003676ED" w:rsidP="002D4DCE">
            <w:pPr>
              <w:pStyle w:val="Body"/>
              <w:numPr>
                <w:ilvl w:val="0"/>
                <w:numId w:val="10"/>
              </w:numPr>
            </w:pPr>
            <w:r>
              <w:t xml:space="preserve"> </w:t>
            </w:r>
            <w:r w:rsidR="00B27F13">
              <w:t>1.0mm</w:t>
            </w:r>
          </w:p>
        </w:tc>
        <w:tc>
          <w:tcPr>
            <w:tcW w:w="1410" w:type="dxa"/>
          </w:tcPr>
          <w:p w14:paraId="6C0DFB5D" w14:textId="77777777" w:rsidR="003676ED" w:rsidRDefault="003676ED" w:rsidP="00B27F13">
            <w:pPr>
              <w:pStyle w:val="Body"/>
              <w:jc w:val="center"/>
            </w:pPr>
          </w:p>
        </w:tc>
      </w:tr>
      <w:tr w:rsidR="003676ED" w14:paraId="431D9434" w14:textId="77777777" w:rsidTr="00B27F13">
        <w:tc>
          <w:tcPr>
            <w:tcW w:w="7650" w:type="dxa"/>
          </w:tcPr>
          <w:p w14:paraId="60F84AA7" w14:textId="1584109B" w:rsidR="003676ED" w:rsidRDefault="003676ED" w:rsidP="002D4DCE">
            <w:pPr>
              <w:pStyle w:val="Body"/>
              <w:numPr>
                <w:ilvl w:val="0"/>
                <w:numId w:val="10"/>
              </w:numPr>
            </w:pPr>
            <w:r>
              <w:t xml:space="preserve"> </w:t>
            </w:r>
            <w:r w:rsidR="00B27F13">
              <w:t>0.8mm</w:t>
            </w:r>
          </w:p>
        </w:tc>
        <w:tc>
          <w:tcPr>
            <w:tcW w:w="1410" w:type="dxa"/>
          </w:tcPr>
          <w:p w14:paraId="3054DFE1" w14:textId="45CCAF5E" w:rsidR="003676ED" w:rsidRDefault="00B27F13" w:rsidP="00B27F13">
            <w:pPr>
              <w:pStyle w:val="Body"/>
              <w:jc w:val="center"/>
            </w:pPr>
            <w:r>
              <w:t>X</w:t>
            </w:r>
          </w:p>
        </w:tc>
      </w:tr>
    </w:tbl>
    <w:p w14:paraId="2E16C162" w14:textId="5623C148" w:rsidR="003676ED" w:rsidRDefault="003676ED" w:rsidP="00B27F13"/>
    <w:p w14:paraId="6D8EFC5C" w14:textId="00AE17E1" w:rsidR="003676ED" w:rsidRPr="00066016" w:rsidRDefault="003676ED" w:rsidP="005E0C25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066016">
        <w:rPr>
          <w:sz w:val="22"/>
          <w:szCs w:val="22"/>
        </w:rPr>
        <w:t>(RK 1</w:t>
      </w:r>
      <w:r w:rsidR="004B0F47" w:rsidRPr="00066016">
        <w:rPr>
          <w:sz w:val="22"/>
          <w:szCs w:val="22"/>
        </w:rPr>
        <w:t xml:space="preserve">) The two </w:t>
      </w:r>
      <w:r w:rsidR="00A564A3" w:rsidRPr="00066016">
        <w:rPr>
          <w:sz w:val="22"/>
          <w:szCs w:val="22"/>
        </w:rPr>
        <w:t xml:space="preserve"> (</w:t>
      </w:r>
      <w:r w:rsidR="004B0F47" w:rsidRPr="00066016">
        <w:rPr>
          <w:sz w:val="22"/>
          <w:szCs w:val="22"/>
        </w:rPr>
        <w:t xml:space="preserve">2) common types of dies </w:t>
      </w:r>
      <w:r w:rsidR="00A564A3" w:rsidRPr="00066016">
        <w:rPr>
          <w:sz w:val="22"/>
          <w:szCs w:val="22"/>
        </w:rPr>
        <w:t xml:space="preserve">used in industry </w:t>
      </w:r>
      <w:r w:rsidR="004B0F47" w:rsidRPr="00066016">
        <w:rPr>
          <w:sz w:val="22"/>
          <w:szCs w:val="22"/>
        </w:rPr>
        <w:t xml:space="preserve">pictured below </w:t>
      </w:r>
      <w:r w:rsidR="00A564A3" w:rsidRPr="00066016">
        <w:rPr>
          <w:sz w:val="22"/>
          <w:szCs w:val="22"/>
        </w:rPr>
        <w:t>are</w:t>
      </w:r>
      <w:r w:rsidR="003C3329" w:rsidRPr="00066016">
        <w:rPr>
          <w:sz w:val="22"/>
          <w:szCs w:val="22"/>
        </w:rPr>
        <w:t>:</w:t>
      </w:r>
      <w:r w:rsidR="008C4DE3" w:rsidRPr="00066016">
        <w:rPr>
          <w:sz w:val="22"/>
          <w:szCs w:val="22"/>
        </w:rPr>
        <w:t xml:space="preserve">  </w:t>
      </w:r>
    </w:p>
    <w:p w14:paraId="38875BB0" w14:textId="5A5AC85A" w:rsidR="004B0F47" w:rsidRPr="00066016" w:rsidRDefault="004B0F47" w:rsidP="004B0F47">
      <w:pPr>
        <w:pStyle w:val="Body"/>
        <w:ind w:left="360"/>
        <w:rPr>
          <w:sz w:val="22"/>
          <w:szCs w:val="22"/>
        </w:rPr>
      </w:pPr>
    </w:p>
    <w:p w14:paraId="67C506A0" w14:textId="4606CF08" w:rsidR="004B0F47" w:rsidRPr="004B0F47" w:rsidRDefault="004B0F47" w:rsidP="004B0F47">
      <w:pPr>
        <w:pStyle w:val="Body"/>
        <w:ind w:left="360"/>
        <w:jc w:val="center"/>
        <w:rPr>
          <w:color w:val="0000CC"/>
          <w:sz w:val="22"/>
          <w:szCs w:val="22"/>
        </w:rPr>
      </w:pPr>
      <w:r>
        <w:rPr>
          <w:noProof/>
          <w:color w:val="0000CC"/>
          <w:sz w:val="22"/>
          <w:szCs w:val="22"/>
          <w:lang w:eastAsia="en-AU"/>
        </w:rPr>
        <w:drawing>
          <wp:inline distT="0" distB="0" distL="0" distR="0" wp14:anchorId="0E414FC9" wp14:editId="2FBFF02B">
            <wp:extent cx="3000375" cy="1863635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ies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9903" cy="1888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744C56" w14:textId="5905E28F" w:rsidR="003676ED" w:rsidRDefault="003676ED" w:rsidP="003676ED">
      <w:pPr>
        <w:pStyle w:val="Caption"/>
        <w:keepNext/>
      </w:pPr>
      <w:r>
        <w:t xml:space="preserve">Table </w:t>
      </w:r>
      <w:r w:rsidR="000309A5">
        <w:t>4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3676ED" w14:paraId="48877879" w14:textId="77777777" w:rsidTr="00B27F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05A13CE9" w14:textId="77777777" w:rsidR="003676ED" w:rsidRDefault="003676ED" w:rsidP="00B27F13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15AA7CEE" w14:textId="77777777" w:rsidR="003676ED" w:rsidRDefault="003676ED" w:rsidP="00B27F13">
            <w:pPr>
              <w:pStyle w:val="Body"/>
            </w:pPr>
            <w:r>
              <w:t>Put X next to your answer</w:t>
            </w:r>
          </w:p>
        </w:tc>
      </w:tr>
      <w:tr w:rsidR="003676ED" w14:paraId="1C3A94A0" w14:textId="77777777" w:rsidTr="00B27F13">
        <w:tc>
          <w:tcPr>
            <w:tcW w:w="7650" w:type="dxa"/>
          </w:tcPr>
          <w:p w14:paraId="31136098" w14:textId="377D6D98" w:rsidR="003676ED" w:rsidRPr="005C55C5" w:rsidRDefault="003676ED" w:rsidP="005C55C5">
            <w:pPr>
              <w:pStyle w:val="Body"/>
              <w:numPr>
                <w:ilvl w:val="0"/>
                <w:numId w:val="11"/>
              </w:numPr>
            </w:pPr>
            <w:r>
              <w:t xml:space="preserve"> </w:t>
            </w:r>
            <w:r w:rsidR="00B32282">
              <w:t>B</w:t>
            </w:r>
            <w:r w:rsidR="00A564A3">
              <w:t>utton and bottoming</w:t>
            </w:r>
          </w:p>
        </w:tc>
        <w:tc>
          <w:tcPr>
            <w:tcW w:w="1410" w:type="dxa"/>
          </w:tcPr>
          <w:p w14:paraId="0CC9291A" w14:textId="77777777" w:rsidR="003676ED" w:rsidRDefault="003676ED" w:rsidP="00B27F13">
            <w:pPr>
              <w:pStyle w:val="Body"/>
              <w:jc w:val="center"/>
            </w:pPr>
          </w:p>
        </w:tc>
      </w:tr>
      <w:tr w:rsidR="003676ED" w14:paraId="5688FEA6" w14:textId="77777777" w:rsidTr="00B27F13">
        <w:tc>
          <w:tcPr>
            <w:tcW w:w="7650" w:type="dxa"/>
          </w:tcPr>
          <w:p w14:paraId="09878DE2" w14:textId="6D8F596F" w:rsidR="003676ED" w:rsidRPr="005C55C5" w:rsidRDefault="003676ED" w:rsidP="005C55C5">
            <w:pPr>
              <w:pStyle w:val="Body"/>
              <w:numPr>
                <w:ilvl w:val="0"/>
                <w:numId w:val="11"/>
              </w:numPr>
            </w:pPr>
            <w:r>
              <w:t xml:space="preserve"> </w:t>
            </w:r>
            <w:r w:rsidR="00B32282">
              <w:t>B</w:t>
            </w:r>
            <w:r w:rsidR="00A564A3">
              <w:t>utton</w:t>
            </w:r>
            <w:r w:rsidR="00AC107D">
              <w:t xml:space="preserve"> die</w:t>
            </w:r>
            <w:r w:rsidR="00A564A3">
              <w:t xml:space="preserve"> and die nut</w:t>
            </w:r>
          </w:p>
        </w:tc>
        <w:tc>
          <w:tcPr>
            <w:tcW w:w="1410" w:type="dxa"/>
          </w:tcPr>
          <w:p w14:paraId="4323FC0B" w14:textId="512D94C0" w:rsidR="003676ED" w:rsidRDefault="003676ED" w:rsidP="00B27F13">
            <w:pPr>
              <w:pStyle w:val="Body"/>
              <w:jc w:val="center"/>
            </w:pPr>
            <w:r>
              <w:t xml:space="preserve"> </w:t>
            </w:r>
            <w:r w:rsidR="00A564A3">
              <w:t>X</w:t>
            </w:r>
          </w:p>
        </w:tc>
      </w:tr>
      <w:tr w:rsidR="003676ED" w14:paraId="1D048318" w14:textId="77777777" w:rsidTr="00B27F13">
        <w:tc>
          <w:tcPr>
            <w:tcW w:w="7650" w:type="dxa"/>
          </w:tcPr>
          <w:p w14:paraId="1AA934A2" w14:textId="00C5E271" w:rsidR="003676ED" w:rsidRPr="005C55C5" w:rsidRDefault="003676ED" w:rsidP="005C55C5">
            <w:pPr>
              <w:pStyle w:val="Body"/>
              <w:numPr>
                <w:ilvl w:val="0"/>
                <w:numId w:val="11"/>
              </w:numPr>
            </w:pPr>
            <w:r>
              <w:t xml:space="preserve"> </w:t>
            </w:r>
            <w:r w:rsidR="00A564A3">
              <w:t>Die nut, thread button</w:t>
            </w:r>
          </w:p>
        </w:tc>
        <w:tc>
          <w:tcPr>
            <w:tcW w:w="1410" w:type="dxa"/>
          </w:tcPr>
          <w:p w14:paraId="276D0924" w14:textId="77777777" w:rsidR="003676ED" w:rsidRDefault="003676ED" w:rsidP="00B27F13">
            <w:pPr>
              <w:pStyle w:val="Body"/>
              <w:jc w:val="center"/>
            </w:pPr>
          </w:p>
        </w:tc>
      </w:tr>
      <w:tr w:rsidR="003676ED" w14:paraId="08BCF4F7" w14:textId="77777777" w:rsidTr="00B27F13">
        <w:tc>
          <w:tcPr>
            <w:tcW w:w="7650" w:type="dxa"/>
          </w:tcPr>
          <w:p w14:paraId="13F29FCC" w14:textId="2F4B1F36" w:rsidR="003676ED" w:rsidRPr="005C55C5" w:rsidRDefault="003676ED" w:rsidP="005C55C5">
            <w:pPr>
              <w:pStyle w:val="Body"/>
              <w:numPr>
                <w:ilvl w:val="0"/>
                <w:numId w:val="11"/>
              </w:numPr>
            </w:pPr>
            <w:r>
              <w:t xml:space="preserve"> </w:t>
            </w:r>
            <w:r w:rsidR="00B32282">
              <w:t xml:space="preserve">Intermediate </w:t>
            </w:r>
            <w:r w:rsidR="00A564A3">
              <w:t>and bottoming</w:t>
            </w:r>
          </w:p>
        </w:tc>
        <w:tc>
          <w:tcPr>
            <w:tcW w:w="1410" w:type="dxa"/>
          </w:tcPr>
          <w:p w14:paraId="3A131297" w14:textId="77777777" w:rsidR="003676ED" w:rsidRDefault="003676ED" w:rsidP="00B27F13">
            <w:pPr>
              <w:pStyle w:val="Body"/>
              <w:jc w:val="center"/>
            </w:pPr>
          </w:p>
        </w:tc>
      </w:tr>
    </w:tbl>
    <w:p w14:paraId="3ABAFD3A" w14:textId="77777777" w:rsidR="003358A7" w:rsidRDefault="003358A7" w:rsidP="003358A7">
      <w:pPr>
        <w:pStyle w:val="Body"/>
        <w:ind w:left="720"/>
        <w:rPr>
          <w:sz w:val="22"/>
          <w:szCs w:val="22"/>
        </w:rPr>
      </w:pPr>
    </w:p>
    <w:p w14:paraId="29175E2A" w14:textId="37AE7493" w:rsidR="00A564A3" w:rsidRPr="00B30F8E" w:rsidRDefault="00A564A3" w:rsidP="005E0C25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(RK 1) The spanner which is least likely to slip and cause damage to hexagonal head of a bolt is a</w:t>
      </w:r>
      <w:r w:rsidR="003C3329">
        <w:rPr>
          <w:sz w:val="22"/>
          <w:szCs w:val="22"/>
        </w:rPr>
        <w:t>:</w:t>
      </w:r>
    </w:p>
    <w:p w14:paraId="00842D50" w14:textId="2A493B88" w:rsidR="00A564A3" w:rsidRDefault="00A564A3" w:rsidP="00A564A3">
      <w:pPr>
        <w:pStyle w:val="Caption"/>
        <w:keepNext/>
      </w:pPr>
      <w:r>
        <w:t xml:space="preserve">Table </w:t>
      </w:r>
      <w:r w:rsidR="000309A5">
        <w:t>5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A564A3" w14:paraId="6928C51F" w14:textId="77777777" w:rsidTr="007065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69CB0527" w14:textId="77777777" w:rsidR="00A564A3" w:rsidRDefault="00A564A3" w:rsidP="00706536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2C919C5F" w14:textId="77777777" w:rsidR="00A564A3" w:rsidRDefault="00A564A3" w:rsidP="00706536">
            <w:pPr>
              <w:pStyle w:val="Body"/>
            </w:pPr>
            <w:r>
              <w:t>Put X next to your answer</w:t>
            </w:r>
          </w:p>
        </w:tc>
      </w:tr>
      <w:tr w:rsidR="00A564A3" w14:paraId="1E04EEDD" w14:textId="77777777" w:rsidTr="00706536">
        <w:tc>
          <w:tcPr>
            <w:tcW w:w="7650" w:type="dxa"/>
          </w:tcPr>
          <w:p w14:paraId="5C1F2395" w14:textId="22CB2EE5" w:rsidR="006570FD" w:rsidRDefault="00A564A3" w:rsidP="006570FD">
            <w:pPr>
              <w:pStyle w:val="Body"/>
              <w:numPr>
                <w:ilvl w:val="0"/>
                <w:numId w:val="12"/>
              </w:numPr>
            </w:pPr>
            <w:r>
              <w:t xml:space="preserve"> Ring spanner</w:t>
            </w:r>
          </w:p>
        </w:tc>
        <w:tc>
          <w:tcPr>
            <w:tcW w:w="1410" w:type="dxa"/>
          </w:tcPr>
          <w:p w14:paraId="31A4E57E" w14:textId="29605341" w:rsidR="00A564A3" w:rsidRDefault="00A564A3" w:rsidP="00706536">
            <w:pPr>
              <w:pStyle w:val="Body"/>
              <w:jc w:val="center"/>
            </w:pPr>
            <w:r>
              <w:t>X</w:t>
            </w:r>
          </w:p>
        </w:tc>
      </w:tr>
      <w:tr w:rsidR="00A564A3" w14:paraId="0978E8C1" w14:textId="77777777" w:rsidTr="00706536">
        <w:tc>
          <w:tcPr>
            <w:tcW w:w="7650" w:type="dxa"/>
          </w:tcPr>
          <w:p w14:paraId="3E4C50D4" w14:textId="67ECAE63" w:rsidR="00A564A3" w:rsidRDefault="00A564A3" w:rsidP="002D4DCE">
            <w:pPr>
              <w:pStyle w:val="Body"/>
              <w:numPr>
                <w:ilvl w:val="0"/>
                <w:numId w:val="12"/>
              </w:numPr>
            </w:pPr>
            <w:r>
              <w:t>Open end spanner</w:t>
            </w:r>
          </w:p>
        </w:tc>
        <w:tc>
          <w:tcPr>
            <w:tcW w:w="1410" w:type="dxa"/>
          </w:tcPr>
          <w:p w14:paraId="10C5A5DE" w14:textId="59E625C1" w:rsidR="00A564A3" w:rsidRDefault="00A564A3" w:rsidP="00706536">
            <w:pPr>
              <w:pStyle w:val="Body"/>
              <w:jc w:val="center"/>
            </w:pPr>
          </w:p>
        </w:tc>
      </w:tr>
      <w:tr w:rsidR="00A564A3" w14:paraId="108D3837" w14:textId="77777777" w:rsidTr="00706536">
        <w:tc>
          <w:tcPr>
            <w:tcW w:w="7650" w:type="dxa"/>
          </w:tcPr>
          <w:p w14:paraId="7E85E2F1" w14:textId="43790279" w:rsidR="00A564A3" w:rsidRDefault="00A564A3" w:rsidP="002D4DCE">
            <w:pPr>
              <w:pStyle w:val="Body"/>
              <w:numPr>
                <w:ilvl w:val="0"/>
                <w:numId w:val="12"/>
              </w:numPr>
            </w:pPr>
            <w:r>
              <w:t xml:space="preserve">Podge spanner </w:t>
            </w:r>
          </w:p>
        </w:tc>
        <w:tc>
          <w:tcPr>
            <w:tcW w:w="1410" w:type="dxa"/>
          </w:tcPr>
          <w:p w14:paraId="7160258B" w14:textId="77777777" w:rsidR="00A564A3" w:rsidRDefault="00A564A3" w:rsidP="00706536">
            <w:pPr>
              <w:pStyle w:val="Body"/>
              <w:jc w:val="center"/>
            </w:pPr>
          </w:p>
        </w:tc>
      </w:tr>
      <w:tr w:rsidR="00A564A3" w14:paraId="7A8A757C" w14:textId="77777777" w:rsidTr="00706536">
        <w:tc>
          <w:tcPr>
            <w:tcW w:w="7650" w:type="dxa"/>
          </w:tcPr>
          <w:p w14:paraId="14B24D0E" w14:textId="25E57625" w:rsidR="00A564A3" w:rsidRDefault="00A564A3" w:rsidP="002D4DCE">
            <w:pPr>
              <w:pStyle w:val="Body"/>
              <w:numPr>
                <w:ilvl w:val="0"/>
                <w:numId w:val="12"/>
              </w:numPr>
            </w:pPr>
            <w:r>
              <w:t>Shifting wrench</w:t>
            </w:r>
          </w:p>
        </w:tc>
        <w:tc>
          <w:tcPr>
            <w:tcW w:w="1410" w:type="dxa"/>
          </w:tcPr>
          <w:p w14:paraId="1742D8F9" w14:textId="4B2738ED" w:rsidR="00A564A3" w:rsidRDefault="00A564A3" w:rsidP="00A564A3">
            <w:pPr>
              <w:pStyle w:val="Body"/>
            </w:pPr>
          </w:p>
        </w:tc>
      </w:tr>
    </w:tbl>
    <w:p w14:paraId="337EB82E" w14:textId="484A7157" w:rsidR="00A564A3" w:rsidRDefault="00A564A3" w:rsidP="00A564A3"/>
    <w:p w14:paraId="6AEAFB28" w14:textId="748D3D0F" w:rsidR="003358A7" w:rsidRDefault="003358A7" w:rsidP="00A564A3"/>
    <w:p w14:paraId="696C5432" w14:textId="77777777" w:rsidR="003358A7" w:rsidRDefault="003358A7" w:rsidP="00A564A3"/>
    <w:p w14:paraId="68E5BF8D" w14:textId="5CD452F9" w:rsidR="00A564A3" w:rsidRPr="00B30F8E" w:rsidRDefault="00A564A3" w:rsidP="005E0C25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 xml:space="preserve">(RK 1) </w:t>
      </w:r>
      <w:r w:rsidR="009C5029">
        <w:rPr>
          <w:sz w:val="22"/>
          <w:szCs w:val="22"/>
        </w:rPr>
        <w:t>The spanner which is used for aligning bolt holes in steel girders to allow bolts or rivets to be fitted is a</w:t>
      </w:r>
      <w:r w:rsidR="003C3329">
        <w:rPr>
          <w:sz w:val="22"/>
          <w:szCs w:val="22"/>
        </w:rPr>
        <w:t>:</w:t>
      </w:r>
      <w:r w:rsidR="009C5029">
        <w:rPr>
          <w:sz w:val="22"/>
          <w:szCs w:val="22"/>
        </w:rPr>
        <w:t xml:space="preserve"> </w:t>
      </w:r>
    </w:p>
    <w:p w14:paraId="50F26508" w14:textId="0A4F1F73" w:rsidR="00A564A3" w:rsidRDefault="00A564A3" w:rsidP="00A564A3">
      <w:pPr>
        <w:pStyle w:val="Caption"/>
        <w:keepNext/>
      </w:pPr>
      <w:r>
        <w:t xml:space="preserve">Table </w:t>
      </w:r>
      <w:r w:rsidR="000309A5">
        <w:t>6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A564A3" w14:paraId="3E4EB4EC" w14:textId="77777777" w:rsidTr="007065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7E1AB174" w14:textId="77777777" w:rsidR="00A564A3" w:rsidRDefault="00A564A3" w:rsidP="00706536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6116AF44" w14:textId="77777777" w:rsidR="00A564A3" w:rsidRDefault="00A564A3" w:rsidP="00706536">
            <w:pPr>
              <w:pStyle w:val="Body"/>
            </w:pPr>
            <w:r>
              <w:t>Put X next to your answer</w:t>
            </w:r>
          </w:p>
        </w:tc>
      </w:tr>
      <w:tr w:rsidR="009C5029" w14:paraId="5B5DA6A7" w14:textId="77777777" w:rsidTr="00706536">
        <w:tc>
          <w:tcPr>
            <w:tcW w:w="7650" w:type="dxa"/>
          </w:tcPr>
          <w:p w14:paraId="6C7F86D1" w14:textId="0490D220" w:rsidR="009C5029" w:rsidRDefault="009C5029" w:rsidP="002D4DCE">
            <w:pPr>
              <w:pStyle w:val="Body"/>
              <w:numPr>
                <w:ilvl w:val="0"/>
                <w:numId w:val="13"/>
              </w:numPr>
            </w:pPr>
            <w:r>
              <w:t xml:space="preserve"> Ring spanner</w:t>
            </w:r>
          </w:p>
        </w:tc>
        <w:tc>
          <w:tcPr>
            <w:tcW w:w="1410" w:type="dxa"/>
          </w:tcPr>
          <w:p w14:paraId="7363EBE5" w14:textId="77777777" w:rsidR="009C5029" w:rsidRDefault="009C5029" w:rsidP="009C5029">
            <w:pPr>
              <w:pStyle w:val="Body"/>
              <w:jc w:val="center"/>
            </w:pPr>
          </w:p>
        </w:tc>
      </w:tr>
      <w:tr w:rsidR="009C5029" w14:paraId="3195451B" w14:textId="77777777" w:rsidTr="00706536">
        <w:tc>
          <w:tcPr>
            <w:tcW w:w="7650" w:type="dxa"/>
          </w:tcPr>
          <w:p w14:paraId="32CF3540" w14:textId="42D9CAE6" w:rsidR="009C5029" w:rsidRDefault="009C5029" w:rsidP="002D4DCE">
            <w:pPr>
              <w:pStyle w:val="Body"/>
              <w:numPr>
                <w:ilvl w:val="0"/>
                <w:numId w:val="13"/>
              </w:numPr>
            </w:pPr>
            <w:r>
              <w:t>Open end spanner</w:t>
            </w:r>
          </w:p>
        </w:tc>
        <w:tc>
          <w:tcPr>
            <w:tcW w:w="1410" w:type="dxa"/>
          </w:tcPr>
          <w:p w14:paraId="523AB742" w14:textId="77777777" w:rsidR="009C5029" w:rsidRDefault="009C5029" w:rsidP="009C5029">
            <w:pPr>
              <w:pStyle w:val="Body"/>
              <w:jc w:val="center"/>
            </w:pPr>
          </w:p>
        </w:tc>
      </w:tr>
      <w:tr w:rsidR="009C5029" w14:paraId="1FA100F0" w14:textId="77777777" w:rsidTr="00706536">
        <w:tc>
          <w:tcPr>
            <w:tcW w:w="7650" w:type="dxa"/>
          </w:tcPr>
          <w:p w14:paraId="4688E663" w14:textId="3849B904" w:rsidR="009C5029" w:rsidRDefault="009C5029" w:rsidP="002D4DCE">
            <w:pPr>
              <w:pStyle w:val="Body"/>
              <w:numPr>
                <w:ilvl w:val="0"/>
                <w:numId w:val="13"/>
              </w:numPr>
            </w:pPr>
            <w:r>
              <w:t xml:space="preserve">Podge spanner </w:t>
            </w:r>
          </w:p>
        </w:tc>
        <w:tc>
          <w:tcPr>
            <w:tcW w:w="1410" w:type="dxa"/>
          </w:tcPr>
          <w:p w14:paraId="0CFB4C0B" w14:textId="455E99C7" w:rsidR="009C5029" w:rsidRDefault="009C5029" w:rsidP="009C5029">
            <w:pPr>
              <w:pStyle w:val="Body"/>
              <w:jc w:val="center"/>
            </w:pPr>
            <w:r>
              <w:t>X</w:t>
            </w:r>
          </w:p>
        </w:tc>
      </w:tr>
      <w:tr w:rsidR="009C5029" w14:paraId="2B6F7E23" w14:textId="77777777" w:rsidTr="00706536">
        <w:tc>
          <w:tcPr>
            <w:tcW w:w="7650" w:type="dxa"/>
          </w:tcPr>
          <w:p w14:paraId="7EADC0D7" w14:textId="7F4B91A9" w:rsidR="009C5029" w:rsidRDefault="009C5029" w:rsidP="002D4DCE">
            <w:pPr>
              <w:pStyle w:val="Body"/>
              <w:numPr>
                <w:ilvl w:val="0"/>
                <w:numId w:val="13"/>
              </w:numPr>
            </w:pPr>
            <w:r>
              <w:t>Shifting wrench</w:t>
            </w:r>
          </w:p>
        </w:tc>
        <w:tc>
          <w:tcPr>
            <w:tcW w:w="1410" w:type="dxa"/>
          </w:tcPr>
          <w:p w14:paraId="6ACBE726" w14:textId="77777777" w:rsidR="009C5029" w:rsidRDefault="009C5029" w:rsidP="009C5029">
            <w:pPr>
              <w:pStyle w:val="Body"/>
            </w:pPr>
          </w:p>
        </w:tc>
      </w:tr>
    </w:tbl>
    <w:p w14:paraId="5C990AD6" w14:textId="6BBC4DA1" w:rsidR="00A564A3" w:rsidRDefault="00A564A3" w:rsidP="00A564A3"/>
    <w:p w14:paraId="31FB0204" w14:textId="277C0069" w:rsidR="00A564A3" w:rsidRDefault="00A564A3" w:rsidP="00A564A3"/>
    <w:p w14:paraId="5B288220" w14:textId="5E7AA98B" w:rsidR="007A0F09" w:rsidRDefault="007A0F09" w:rsidP="00A564A3"/>
    <w:p w14:paraId="22C72F6F" w14:textId="77777777" w:rsidR="007A0F09" w:rsidRDefault="007A0F09" w:rsidP="00A564A3"/>
    <w:p w14:paraId="071E1F71" w14:textId="77777777" w:rsidR="00B32282" w:rsidRDefault="00B32282" w:rsidP="008C4DE3">
      <w:pPr>
        <w:pStyle w:val="Body"/>
      </w:pPr>
    </w:p>
    <w:p w14:paraId="0F136075" w14:textId="7F9D2332" w:rsidR="009C5029" w:rsidRPr="00B30F8E" w:rsidRDefault="009C5029" w:rsidP="005E0C25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 xml:space="preserve">(RK 1) </w:t>
      </w:r>
      <w:r w:rsidR="009A5D1A">
        <w:rPr>
          <w:sz w:val="22"/>
          <w:szCs w:val="22"/>
        </w:rPr>
        <w:t xml:space="preserve">The </w:t>
      </w:r>
      <w:r w:rsidR="006570FD">
        <w:rPr>
          <w:sz w:val="22"/>
          <w:szCs w:val="22"/>
        </w:rPr>
        <w:t>w</w:t>
      </w:r>
      <w:r w:rsidR="00775DD6">
        <w:rPr>
          <w:sz w:val="22"/>
          <w:szCs w:val="22"/>
        </w:rPr>
        <w:t>r</w:t>
      </w:r>
      <w:r w:rsidR="006570FD">
        <w:rPr>
          <w:sz w:val="22"/>
          <w:szCs w:val="22"/>
        </w:rPr>
        <w:t>ench</w:t>
      </w:r>
      <w:r w:rsidR="009A5D1A">
        <w:rPr>
          <w:sz w:val="22"/>
          <w:szCs w:val="22"/>
        </w:rPr>
        <w:t xml:space="preserve"> which is used to tighten a nut or bolt to a specific tension is a</w:t>
      </w:r>
      <w:r w:rsidR="003C3329">
        <w:rPr>
          <w:sz w:val="22"/>
          <w:szCs w:val="22"/>
        </w:rPr>
        <w:t>:</w:t>
      </w:r>
      <w:r w:rsidR="009A5D1A">
        <w:rPr>
          <w:sz w:val="22"/>
          <w:szCs w:val="22"/>
        </w:rPr>
        <w:t xml:space="preserve"> </w:t>
      </w:r>
    </w:p>
    <w:p w14:paraId="756821D2" w14:textId="3DCCB8BC" w:rsidR="009C5029" w:rsidRDefault="009C5029" w:rsidP="009C5029">
      <w:pPr>
        <w:pStyle w:val="Caption"/>
        <w:keepNext/>
      </w:pPr>
      <w:r>
        <w:t xml:space="preserve">Table </w:t>
      </w:r>
      <w:r w:rsidR="000309A5">
        <w:t>7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9C5029" w14:paraId="4C334F51" w14:textId="77777777" w:rsidTr="007065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36E673C5" w14:textId="77777777" w:rsidR="009C5029" w:rsidRDefault="009C5029" w:rsidP="00706536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41F4176C" w14:textId="77777777" w:rsidR="009C5029" w:rsidRDefault="009C5029" w:rsidP="00706536">
            <w:pPr>
              <w:pStyle w:val="Body"/>
            </w:pPr>
            <w:r>
              <w:t>Put X next to your answer</w:t>
            </w:r>
          </w:p>
        </w:tc>
      </w:tr>
      <w:tr w:rsidR="009A5D1A" w14:paraId="47733FCE" w14:textId="77777777" w:rsidTr="00706536">
        <w:tc>
          <w:tcPr>
            <w:tcW w:w="7650" w:type="dxa"/>
          </w:tcPr>
          <w:p w14:paraId="6776C265" w14:textId="16D75CE9" w:rsidR="009A5D1A" w:rsidRDefault="009A5D1A" w:rsidP="002D4DCE">
            <w:pPr>
              <w:pStyle w:val="Body"/>
              <w:numPr>
                <w:ilvl w:val="0"/>
                <w:numId w:val="14"/>
              </w:numPr>
            </w:pPr>
            <w:r>
              <w:t xml:space="preserve"> Torque wrench </w:t>
            </w:r>
          </w:p>
        </w:tc>
        <w:tc>
          <w:tcPr>
            <w:tcW w:w="1410" w:type="dxa"/>
          </w:tcPr>
          <w:p w14:paraId="520C9314" w14:textId="079C2F06" w:rsidR="009A5D1A" w:rsidRDefault="009A5D1A" w:rsidP="009A5D1A">
            <w:pPr>
              <w:pStyle w:val="Body"/>
              <w:jc w:val="center"/>
            </w:pPr>
            <w:r>
              <w:t>X</w:t>
            </w:r>
          </w:p>
        </w:tc>
      </w:tr>
      <w:tr w:rsidR="009A5D1A" w14:paraId="52925351" w14:textId="77777777" w:rsidTr="00706536">
        <w:tc>
          <w:tcPr>
            <w:tcW w:w="7650" w:type="dxa"/>
          </w:tcPr>
          <w:p w14:paraId="2B639E00" w14:textId="22D03D63" w:rsidR="009A5D1A" w:rsidRDefault="009A5D1A" w:rsidP="002D4DCE">
            <w:pPr>
              <w:pStyle w:val="Body"/>
              <w:numPr>
                <w:ilvl w:val="0"/>
                <w:numId w:val="14"/>
              </w:numPr>
            </w:pPr>
            <w:r>
              <w:t>Adjustable wrench</w:t>
            </w:r>
          </w:p>
        </w:tc>
        <w:tc>
          <w:tcPr>
            <w:tcW w:w="1410" w:type="dxa"/>
          </w:tcPr>
          <w:p w14:paraId="27B12983" w14:textId="77777777" w:rsidR="009A5D1A" w:rsidRDefault="009A5D1A" w:rsidP="009A5D1A">
            <w:pPr>
              <w:pStyle w:val="Body"/>
              <w:jc w:val="center"/>
            </w:pPr>
          </w:p>
        </w:tc>
      </w:tr>
      <w:tr w:rsidR="009A5D1A" w14:paraId="2FDE3A44" w14:textId="77777777" w:rsidTr="00706536">
        <w:tc>
          <w:tcPr>
            <w:tcW w:w="7650" w:type="dxa"/>
          </w:tcPr>
          <w:p w14:paraId="52932444" w14:textId="1A49B29E" w:rsidR="009A5D1A" w:rsidRDefault="009A5D1A" w:rsidP="002D4DCE">
            <w:pPr>
              <w:pStyle w:val="Body"/>
              <w:numPr>
                <w:ilvl w:val="0"/>
                <w:numId w:val="14"/>
              </w:numPr>
            </w:pPr>
            <w:r>
              <w:t>Combination open end and ring spanner</w:t>
            </w:r>
          </w:p>
        </w:tc>
        <w:tc>
          <w:tcPr>
            <w:tcW w:w="1410" w:type="dxa"/>
          </w:tcPr>
          <w:p w14:paraId="71E3165F" w14:textId="77777777" w:rsidR="009A5D1A" w:rsidRDefault="009A5D1A" w:rsidP="009A5D1A">
            <w:pPr>
              <w:pStyle w:val="Body"/>
              <w:jc w:val="center"/>
            </w:pPr>
          </w:p>
        </w:tc>
      </w:tr>
      <w:tr w:rsidR="009A5D1A" w14:paraId="36B4E1D9" w14:textId="77777777" w:rsidTr="00706536">
        <w:tc>
          <w:tcPr>
            <w:tcW w:w="7650" w:type="dxa"/>
          </w:tcPr>
          <w:p w14:paraId="7B6E1100" w14:textId="18560D6D" w:rsidR="009A5D1A" w:rsidRDefault="009A5D1A" w:rsidP="002D4DCE">
            <w:pPr>
              <w:pStyle w:val="Body"/>
              <w:numPr>
                <w:ilvl w:val="0"/>
                <w:numId w:val="14"/>
              </w:numPr>
            </w:pPr>
            <w:r>
              <w:t xml:space="preserve">Socket  spanner </w:t>
            </w:r>
          </w:p>
        </w:tc>
        <w:tc>
          <w:tcPr>
            <w:tcW w:w="1410" w:type="dxa"/>
          </w:tcPr>
          <w:p w14:paraId="488F2615" w14:textId="77777777" w:rsidR="009A5D1A" w:rsidRDefault="009A5D1A" w:rsidP="009A5D1A">
            <w:pPr>
              <w:pStyle w:val="Body"/>
            </w:pPr>
          </w:p>
        </w:tc>
      </w:tr>
    </w:tbl>
    <w:p w14:paraId="6B581105" w14:textId="4392827A" w:rsidR="009C5029" w:rsidRDefault="009C5029" w:rsidP="00A564A3"/>
    <w:p w14:paraId="33B1689A" w14:textId="5E4623E7" w:rsidR="009C5029" w:rsidRDefault="009C5029" w:rsidP="00A564A3"/>
    <w:p w14:paraId="43DC3281" w14:textId="10E4B33A" w:rsidR="00F64EE8" w:rsidRDefault="00F64EE8" w:rsidP="00A564A3"/>
    <w:p w14:paraId="30BC645B" w14:textId="77777777" w:rsidR="00F64EE8" w:rsidRDefault="00F64EE8" w:rsidP="00A564A3"/>
    <w:p w14:paraId="744E7B22" w14:textId="530DD186" w:rsidR="009A5D1A" w:rsidRPr="00066016" w:rsidRDefault="008C4DE3" w:rsidP="009A5D1A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066016">
        <w:rPr>
          <w:sz w:val="22"/>
          <w:szCs w:val="22"/>
        </w:rPr>
        <w:t xml:space="preserve"> </w:t>
      </w:r>
      <w:r w:rsidR="009A5D1A" w:rsidRPr="00066016">
        <w:rPr>
          <w:sz w:val="22"/>
          <w:szCs w:val="22"/>
        </w:rPr>
        <w:t xml:space="preserve">(RK 1) </w:t>
      </w:r>
      <w:r w:rsidR="004552DD" w:rsidRPr="00066016">
        <w:rPr>
          <w:sz w:val="22"/>
          <w:szCs w:val="22"/>
        </w:rPr>
        <w:t xml:space="preserve">From the list below </w:t>
      </w:r>
      <w:r w:rsidR="008F10DD">
        <w:rPr>
          <w:sz w:val="22"/>
          <w:szCs w:val="22"/>
        </w:rPr>
        <w:t xml:space="preserve">select the tool suitable for loosening </w:t>
      </w:r>
      <w:r w:rsidR="00A12A07">
        <w:rPr>
          <w:sz w:val="22"/>
          <w:szCs w:val="22"/>
        </w:rPr>
        <w:t xml:space="preserve">tight </w:t>
      </w:r>
      <w:r w:rsidR="008F10DD">
        <w:rPr>
          <w:sz w:val="22"/>
          <w:szCs w:val="22"/>
        </w:rPr>
        <w:t>screws by striking with a hammer:</w:t>
      </w:r>
    </w:p>
    <w:p w14:paraId="01D6CA7B" w14:textId="0361B728" w:rsidR="009A5D1A" w:rsidRDefault="009A5D1A" w:rsidP="009A5D1A">
      <w:pPr>
        <w:pStyle w:val="Caption"/>
        <w:keepNext/>
      </w:pPr>
      <w:r>
        <w:t xml:space="preserve">Table </w:t>
      </w:r>
      <w:r w:rsidR="000309A5">
        <w:t>8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9A5D1A" w14:paraId="2A7D3411" w14:textId="77777777" w:rsidTr="009A5D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28227F5E" w14:textId="77777777" w:rsidR="009A5D1A" w:rsidRDefault="009A5D1A" w:rsidP="009A5D1A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4E7CF2D8" w14:textId="77777777" w:rsidR="009A5D1A" w:rsidRDefault="009A5D1A" w:rsidP="009A5D1A">
            <w:pPr>
              <w:pStyle w:val="Body"/>
            </w:pPr>
            <w:r>
              <w:t>Put X next to your answer</w:t>
            </w:r>
          </w:p>
        </w:tc>
      </w:tr>
      <w:tr w:rsidR="009A5D1A" w14:paraId="762FDF32" w14:textId="77777777" w:rsidTr="009A5D1A">
        <w:tc>
          <w:tcPr>
            <w:tcW w:w="7650" w:type="dxa"/>
          </w:tcPr>
          <w:p w14:paraId="204343B9" w14:textId="3D1B90DB" w:rsidR="009A5D1A" w:rsidRDefault="009A5D1A" w:rsidP="002D4DCE">
            <w:pPr>
              <w:pStyle w:val="Body"/>
              <w:numPr>
                <w:ilvl w:val="0"/>
                <w:numId w:val="15"/>
              </w:numPr>
            </w:pPr>
            <w:r>
              <w:t xml:space="preserve"> </w:t>
            </w:r>
            <w:r w:rsidR="002F602B">
              <w:t>Posi-drive screw driver</w:t>
            </w:r>
          </w:p>
        </w:tc>
        <w:tc>
          <w:tcPr>
            <w:tcW w:w="1410" w:type="dxa"/>
          </w:tcPr>
          <w:p w14:paraId="4F89D7FD" w14:textId="77777777" w:rsidR="009A5D1A" w:rsidRDefault="009A5D1A" w:rsidP="009A5D1A">
            <w:pPr>
              <w:pStyle w:val="Body"/>
              <w:jc w:val="center"/>
            </w:pPr>
          </w:p>
        </w:tc>
      </w:tr>
      <w:tr w:rsidR="009A5D1A" w14:paraId="372C7691" w14:textId="77777777" w:rsidTr="009A5D1A">
        <w:tc>
          <w:tcPr>
            <w:tcW w:w="7650" w:type="dxa"/>
          </w:tcPr>
          <w:p w14:paraId="25927CA6" w14:textId="7460EB3D" w:rsidR="009A5D1A" w:rsidRDefault="002F602B" w:rsidP="002D4DCE">
            <w:pPr>
              <w:pStyle w:val="Body"/>
              <w:numPr>
                <w:ilvl w:val="0"/>
                <w:numId w:val="15"/>
              </w:numPr>
            </w:pPr>
            <w:r>
              <w:t xml:space="preserve">Phillips head screw driver </w:t>
            </w:r>
          </w:p>
        </w:tc>
        <w:tc>
          <w:tcPr>
            <w:tcW w:w="1410" w:type="dxa"/>
          </w:tcPr>
          <w:p w14:paraId="7FC4ACF7" w14:textId="77777777" w:rsidR="009A5D1A" w:rsidRDefault="009A5D1A" w:rsidP="009A5D1A">
            <w:pPr>
              <w:pStyle w:val="Body"/>
              <w:jc w:val="center"/>
            </w:pPr>
          </w:p>
        </w:tc>
      </w:tr>
      <w:tr w:rsidR="009A5D1A" w14:paraId="14451DB5" w14:textId="77777777" w:rsidTr="009A5D1A">
        <w:tc>
          <w:tcPr>
            <w:tcW w:w="7650" w:type="dxa"/>
          </w:tcPr>
          <w:p w14:paraId="3FCD75D0" w14:textId="3191F586" w:rsidR="009A5D1A" w:rsidRDefault="002F602B" w:rsidP="002D4DCE">
            <w:pPr>
              <w:pStyle w:val="Body"/>
              <w:numPr>
                <w:ilvl w:val="0"/>
                <w:numId w:val="15"/>
              </w:numPr>
            </w:pPr>
            <w:r>
              <w:t>Off set screw driver</w:t>
            </w:r>
          </w:p>
        </w:tc>
        <w:tc>
          <w:tcPr>
            <w:tcW w:w="1410" w:type="dxa"/>
          </w:tcPr>
          <w:p w14:paraId="482D7DEF" w14:textId="77777777" w:rsidR="009A5D1A" w:rsidRDefault="009A5D1A" w:rsidP="009A5D1A">
            <w:pPr>
              <w:pStyle w:val="Body"/>
              <w:jc w:val="center"/>
            </w:pPr>
          </w:p>
        </w:tc>
      </w:tr>
      <w:tr w:rsidR="009A5D1A" w14:paraId="19F36918" w14:textId="77777777" w:rsidTr="009A5D1A">
        <w:tc>
          <w:tcPr>
            <w:tcW w:w="7650" w:type="dxa"/>
          </w:tcPr>
          <w:p w14:paraId="3A91611A" w14:textId="793CCA2B" w:rsidR="009A5D1A" w:rsidRDefault="00A72540" w:rsidP="002D4DCE">
            <w:pPr>
              <w:pStyle w:val="Body"/>
              <w:numPr>
                <w:ilvl w:val="0"/>
                <w:numId w:val="15"/>
              </w:numPr>
            </w:pPr>
            <w:r w:rsidRPr="00066016">
              <w:t>Through tang screw driver</w:t>
            </w:r>
            <w:r w:rsidR="00B32282" w:rsidRPr="00066016">
              <w:t xml:space="preserve"> </w:t>
            </w:r>
            <w:r w:rsidR="002F602B" w:rsidRPr="00066016">
              <w:t xml:space="preserve"> </w:t>
            </w:r>
          </w:p>
        </w:tc>
        <w:tc>
          <w:tcPr>
            <w:tcW w:w="1410" w:type="dxa"/>
          </w:tcPr>
          <w:p w14:paraId="7646ECB2" w14:textId="2526FAA7" w:rsidR="009A5D1A" w:rsidRDefault="002F602B" w:rsidP="002F602B">
            <w:pPr>
              <w:pStyle w:val="Body"/>
              <w:jc w:val="center"/>
            </w:pPr>
            <w:r>
              <w:t>X</w:t>
            </w:r>
          </w:p>
        </w:tc>
      </w:tr>
    </w:tbl>
    <w:p w14:paraId="7CA92CC8" w14:textId="2155606B" w:rsidR="009A5D1A" w:rsidRDefault="009A5D1A" w:rsidP="00A564A3"/>
    <w:p w14:paraId="6360A93C" w14:textId="0CD19EE1" w:rsidR="009A5D1A" w:rsidRDefault="009A5D1A" w:rsidP="00A564A3"/>
    <w:p w14:paraId="60C8CD64" w14:textId="58C0F898" w:rsidR="009A5D1A" w:rsidRDefault="009A5D1A" w:rsidP="00A564A3"/>
    <w:p w14:paraId="7E0DC44B" w14:textId="18B85BD9" w:rsidR="009A5D1A" w:rsidRDefault="009A5D1A" w:rsidP="00A564A3"/>
    <w:p w14:paraId="0BD3F0C4" w14:textId="1EF023BE" w:rsidR="002F602B" w:rsidRPr="00B30F8E" w:rsidRDefault="002F602B" w:rsidP="002F602B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 xml:space="preserve">(RK </w:t>
      </w:r>
      <w:r w:rsidR="0096683D">
        <w:rPr>
          <w:sz w:val="22"/>
          <w:szCs w:val="22"/>
        </w:rPr>
        <w:t>2</w:t>
      </w:r>
      <w:r>
        <w:rPr>
          <w:sz w:val="22"/>
          <w:szCs w:val="22"/>
        </w:rPr>
        <w:t xml:space="preserve">) </w:t>
      </w:r>
      <w:r w:rsidR="0096683D">
        <w:rPr>
          <w:sz w:val="22"/>
          <w:szCs w:val="22"/>
        </w:rPr>
        <w:t>What is the main cause of hack</w:t>
      </w:r>
      <w:r w:rsidR="00A12A07">
        <w:rPr>
          <w:sz w:val="22"/>
          <w:szCs w:val="22"/>
        </w:rPr>
        <w:t xml:space="preserve">saw blades bending </w:t>
      </w:r>
      <w:r w:rsidR="0096683D">
        <w:rPr>
          <w:sz w:val="22"/>
          <w:szCs w:val="22"/>
        </w:rPr>
        <w:t>or breaking when cutting</w:t>
      </w:r>
      <w:r w:rsidR="00797B7D">
        <w:rPr>
          <w:sz w:val="22"/>
          <w:szCs w:val="22"/>
        </w:rPr>
        <w:t>:</w:t>
      </w:r>
    </w:p>
    <w:p w14:paraId="5CC83664" w14:textId="2E893CEA" w:rsidR="002F602B" w:rsidRDefault="002F602B" w:rsidP="002F602B">
      <w:pPr>
        <w:pStyle w:val="Caption"/>
        <w:keepNext/>
      </w:pPr>
      <w:r>
        <w:t xml:space="preserve">Table </w:t>
      </w:r>
      <w:r w:rsidR="000309A5">
        <w:t>9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2F602B" w14:paraId="1AB517BF" w14:textId="77777777" w:rsidTr="002F60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07DB7419" w14:textId="77777777" w:rsidR="002F602B" w:rsidRDefault="002F602B" w:rsidP="002F602B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0901876D" w14:textId="77777777" w:rsidR="002F602B" w:rsidRDefault="002F602B" w:rsidP="002F602B">
            <w:pPr>
              <w:pStyle w:val="Body"/>
            </w:pPr>
            <w:r>
              <w:t>Put X next to your answer</w:t>
            </w:r>
          </w:p>
        </w:tc>
      </w:tr>
      <w:tr w:rsidR="002F602B" w14:paraId="64A9D1E8" w14:textId="77777777" w:rsidTr="002F602B">
        <w:tc>
          <w:tcPr>
            <w:tcW w:w="7650" w:type="dxa"/>
          </w:tcPr>
          <w:p w14:paraId="305CC83D" w14:textId="25C6BBB0" w:rsidR="002F602B" w:rsidRDefault="0096683D" w:rsidP="002D4DCE">
            <w:pPr>
              <w:pStyle w:val="Body"/>
              <w:numPr>
                <w:ilvl w:val="0"/>
                <w:numId w:val="16"/>
              </w:numPr>
            </w:pPr>
            <w:r>
              <w:t>Using too high a tooth pitch blade for the material being cut</w:t>
            </w:r>
            <w:r w:rsidR="002F602B">
              <w:t xml:space="preserve"> </w:t>
            </w:r>
          </w:p>
        </w:tc>
        <w:tc>
          <w:tcPr>
            <w:tcW w:w="1410" w:type="dxa"/>
          </w:tcPr>
          <w:p w14:paraId="727A9B6E" w14:textId="77777777" w:rsidR="002F602B" w:rsidRDefault="002F602B" w:rsidP="002F602B">
            <w:pPr>
              <w:pStyle w:val="Body"/>
              <w:jc w:val="center"/>
            </w:pPr>
          </w:p>
        </w:tc>
      </w:tr>
      <w:tr w:rsidR="002F602B" w14:paraId="76EF9F8F" w14:textId="77777777" w:rsidTr="002F602B">
        <w:tc>
          <w:tcPr>
            <w:tcW w:w="7650" w:type="dxa"/>
          </w:tcPr>
          <w:p w14:paraId="61E6905D" w14:textId="206431FC" w:rsidR="002F602B" w:rsidRDefault="0096683D" w:rsidP="002D4DCE">
            <w:pPr>
              <w:pStyle w:val="Body"/>
              <w:numPr>
                <w:ilvl w:val="0"/>
                <w:numId w:val="16"/>
              </w:numPr>
            </w:pPr>
            <w:r>
              <w:t>Cutting at an angle</w:t>
            </w:r>
          </w:p>
        </w:tc>
        <w:tc>
          <w:tcPr>
            <w:tcW w:w="1410" w:type="dxa"/>
          </w:tcPr>
          <w:p w14:paraId="653D2CE1" w14:textId="77777777" w:rsidR="002F602B" w:rsidRDefault="002F602B" w:rsidP="002F602B">
            <w:pPr>
              <w:pStyle w:val="Body"/>
              <w:jc w:val="center"/>
            </w:pPr>
          </w:p>
        </w:tc>
      </w:tr>
      <w:tr w:rsidR="002F602B" w14:paraId="08038FE6" w14:textId="77777777" w:rsidTr="002F602B">
        <w:tc>
          <w:tcPr>
            <w:tcW w:w="7650" w:type="dxa"/>
          </w:tcPr>
          <w:p w14:paraId="61C91966" w14:textId="20665CD3" w:rsidR="002F602B" w:rsidRDefault="0096683D" w:rsidP="002D4DCE">
            <w:pPr>
              <w:pStyle w:val="Body"/>
              <w:numPr>
                <w:ilvl w:val="0"/>
                <w:numId w:val="16"/>
              </w:numPr>
            </w:pPr>
            <w:r>
              <w:t>Insufficient tension on blade</w:t>
            </w:r>
          </w:p>
        </w:tc>
        <w:tc>
          <w:tcPr>
            <w:tcW w:w="1410" w:type="dxa"/>
          </w:tcPr>
          <w:p w14:paraId="7AE03FFC" w14:textId="2DC47A50" w:rsidR="002F602B" w:rsidRDefault="0096683D" w:rsidP="002F602B">
            <w:pPr>
              <w:pStyle w:val="Body"/>
              <w:jc w:val="center"/>
            </w:pPr>
            <w:r>
              <w:t>X</w:t>
            </w:r>
          </w:p>
        </w:tc>
      </w:tr>
      <w:tr w:rsidR="002F602B" w14:paraId="3766C34A" w14:textId="77777777" w:rsidTr="002F602B">
        <w:tc>
          <w:tcPr>
            <w:tcW w:w="7650" w:type="dxa"/>
          </w:tcPr>
          <w:p w14:paraId="0BB42D05" w14:textId="679DE9DD" w:rsidR="002F602B" w:rsidRDefault="0096683D" w:rsidP="002D4DCE">
            <w:pPr>
              <w:pStyle w:val="Body"/>
              <w:numPr>
                <w:ilvl w:val="0"/>
                <w:numId w:val="16"/>
              </w:numPr>
            </w:pPr>
            <w:r>
              <w:t>Not using two hands to cut</w:t>
            </w:r>
          </w:p>
        </w:tc>
        <w:tc>
          <w:tcPr>
            <w:tcW w:w="1410" w:type="dxa"/>
          </w:tcPr>
          <w:p w14:paraId="1A2FD0B7" w14:textId="77777777" w:rsidR="002F602B" w:rsidRDefault="002F602B" w:rsidP="002F602B">
            <w:pPr>
              <w:pStyle w:val="Body"/>
            </w:pPr>
          </w:p>
        </w:tc>
      </w:tr>
    </w:tbl>
    <w:p w14:paraId="1539E691" w14:textId="1B3761A6" w:rsidR="002F602B" w:rsidRDefault="002F602B" w:rsidP="00A564A3"/>
    <w:p w14:paraId="36A9EF6D" w14:textId="3C360255" w:rsidR="002F602B" w:rsidRDefault="002F602B" w:rsidP="00A564A3"/>
    <w:p w14:paraId="7F044746" w14:textId="48438FD8" w:rsidR="002F602B" w:rsidRDefault="002F602B" w:rsidP="00A564A3"/>
    <w:p w14:paraId="62F2375F" w14:textId="7981EB92" w:rsidR="002F602B" w:rsidRDefault="002F602B" w:rsidP="00A564A3"/>
    <w:p w14:paraId="70021408" w14:textId="1D7DA225" w:rsidR="002F602B" w:rsidRPr="00B30FDF" w:rsidRDefault="002F602B" w:rsidP="002F602B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B30FDF">
        <w:rPr>
          <w:sz w:val="22"/>
          <w:szCs w:val="22"/>
        </w:rPr>
        <w:t xml:space="preserve">(RK </w:t>
      </w:r>
      <w:r w:rsidR="00F37657" w:rsidRPr="00B30FDF">
        <w:rPr>
          <w:sz w:val="22"/>
          <w:szCs w:val="22"/>
        </w:rPr>
        <w:t>2</w:t>
      </w:r>
      <w:r w:rsidRPr="00B30FDF">
        <w:rPr>
          <w:sz w:val="22"/>
          <w:szCs w:val="22"/>
        </w:rPr>
        <w:t xml:space="preserve">) </w:t>
      </w:r>
      <w:r w:rsidR="0016369F" w:rsidRPr="00F623BF">
        <w:rPr>
          <w:sz w:val="22"/>
          <w:szCs w:val="22"/>
        </w:rPr>
        <w:t>When sharpening a chisel using a bench grinder care must be taken not to overheat the cutting edge of the chisel as this will result in</w:t>
      </w:r>
      <w:r w:rsidR="00797B7D" w:rsidRPr="00B30FDF">
        <w:rPr>
          <w:sz w:val="22"/>
          <w:szCs w:val="22"/>
        </w:rPr>
        <w:t>:</w:t>
      </w:r>
    </w:p>
    <w:p w14:paraId="64B92066" w14:textId="2A2005E0" w:rsidR="00FF42F4" w:rsidRPr="00F623BF" w:rsidRDefault="00FF42F4" w:rsidP="00FF42F4">
      <w:pPr>
        <w:pStyle w:val="Body"/>
        <w:ind w:left="720"/>
        <w:rPr>
          <w:color w:val="FF0000"/>
          <w:sz w:val="22"/>
          <w:szCs w:val="22"/>
        </w:rPr>
      </w:pPr>
    </w:p>
    <w:p w14:paraId="1AC77B02" w14:textId="7AD3E306" w:rsidR="002F602B" w:rsidRDefault="002F602B" w:rsidP="002F602B">
      <w:pPr>
        <w:pStyle w:val="Caption"/>
        <w:keepNext/>
      </w:pPr>
      <w:r>
        <w:t xml:space="preserve">Table </w:t>
      </w:r>
      <w:r w:rsidR="000309A5">
        <w:t>10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2F602B" w14:paraId="46FB23BB" w14:textId="77777777" w:rsidTr="002F60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71C6B831" w14:textId="77777777" w:rsidR="002F602B" w:rsidRDefault="002F602B" w:rsidP="002F602B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6F95200A" w14:textId="77777777" w:rsidR="002F602B" w:rsidRDefault="002F602B" w:rsidP="002F602B">
            <w:pPr>
              <w:pStyle w:val="Body"/>
            </w:pPr>
            <w:r>
              <w:t>Put X next to your answer</w:t>
            </w:r>
          </w:p>
        </w:tc>
      </w:tr>
      <w:tr w:rsidR="002F602B" w14:paraId="491CBF37" w14:textId="77777777" w:rsidTr="002F602B">
        <w:tc>
          <w:tcPr>
            <w:tcW w:w="7650" w:type="dxa"/>
          </w:tcPr>
          <w:p w14:paraId="2B969FC4" w14:textId="1E22DB83" w:rsidR="00A12A07" w:rsidRPr="00A12A07" w:rsidRDefault="00FF42F4" w:rsidP="00A12A07">
            <w:pPr>
              <w:pStyle w:val="Body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F623BF">
              <w:rPr>
                <w:sz w:val="22"/>
                <w:szCs w:val="22"/>
              </w:rPr>
              <w:t>The cutting edge changing colour</w:t>
            </w:r>
          </w:p>
        </w:tc>
        <w:tc>
          <w:tcPr>
            <w:tcW w:w="1410" w:type="dxa"/>
          </w:tcPr>
          <w:p w14:paraId="4C7BEC15" w14:textId="77777777" w:rsidR="002F602B" w:rsidRDefault="002F602B" w:rsidP="002F602B">
            <w:pPr>
              <w:pStyle w:val="Body"/>
              <w:jc w:val="center"/>
            </w:pPr>
          </w:p>
        </w:tc>
      </w:tr>
      <w:tr w:rsidR="002F602B" w14:paraId="7F024F27" w14:textId="77777777" w:rsidTr="002F602B">
        <w:tc>
          <w:tcPr>
            <w:tcW w:w="7650" w:type="dxa"/>
          </w:tcPr>
          <w:p w14:paraId="6EE075CC" w14:textId="5A75BE08" w:rsidR="00FF42F4" w:rsidRPr="00F623BF" w:rsidRDefault="00FF42F4" w:rsidP="002D4DCE">
            <w:pPr>
              <w:pStyle w:val="Body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F623BF">
              <w:rPr>
                <w:sz w:val="22"/>
                <w:szCs w:val="22"/>
              </w:rPr>
              <w:t>A change in hardness to the cutting edge</w:t>
            </w:r>
          </w:p>
        </w:tc>
        <w:tc>
          <w:tcPr>
            <w:tcW w:w="1410" w:type="dxa"/>
          </w:tcPr>
          <w:p w14:paraId="341404A0" w14:textId="794C2DF0" w:rsidR="002F602B" w:rsidRDefault="00F37657" w:rsidP="002F602B">
            <w:pPr>
              <w:pStyle w:val="Body"/>
              <w:jc w:val="center"/>
            </w:pPr>
            <w:r>
              <w:t>X</w:t>
            </w:r>
          </w:p>
        </w:tc>
      </w:tr>
      <w:tr w:rsidR="002F602B" w14:paraId="3AAA6EA2" w14:textId="77777777" w:rsidTr="002F602B">
        <w:tc>
          <w:tcPr>
            <w:tcW w:w="7650" w:type="dxa"/>
          </w:tcPr>
          <w:p w14:paraId="16A393FD" w14:textId="02538DDB" w:rsidR="00FF42F4" w:rsidRPr="00F623BF" w:rsidRDefault="00FF42F4" w:rsidP="002D4DCE">
            <w:pPr>
              <w:pStyle w:val="Body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F623BF">
              <w:rPr>
                <w:sz w:val="22"/>
                <w:szCs w:val="22"/>
              </w:rPr>
              <w:t>A mushroom effect to the cutting edge</w:t>
            </w:r>
          </w:p>
        </w:tc>
        <w:tc>
          <w:tcPr>
            <w:tcW w:w="1410" w:type="dxa"/>
          </w:tcPr>
          <w:p w14:paraId="1C711E77" w14:textId="77777777" w:rsidR="002F602B" w:rsidRDefault="002F602B" w:rsidP="002F602B">
            <w:pPr>
              <w:pStyle w:val="Body"/>
              <w:jc w:val="center"/>
            </w:pPr>
          </w:p>
        </w:tc>
      </w:tr>
      <w:tr w:rsidR="002F602B" w14:paraId="59E17CEE" w14:textId="77777777" w:rsidTr="002F602B">
        <w:tc>
          <w:tcPr>
            <w:tcW w:w="7650" w:type="dxa"/>
          </w:tcPr>
          <w:p w14:paraId="3763078E" w14:textId="068E6A5D" w:rsidR="002F602B" w:rsidRPr="00F623BF" w:rsidRDefault="00F37657" w:rsidP="002D4DCE">
            <w:pPr>
              <w:pStyle w:val="Body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F623BF">
              <w:rPr>
                <w:sz w:val="22"/>
                <w:szCs w:val="22"/>
              </w:rPr>
              <w:t>Have no effect at all</w:t>
            </w:r>
          </w:p>
        </w:tc>
        <w:tc>
          <w:tcPr>
            <w:tcW w:w="1410" w:type="dxa"/>
          </w:tcPr>
          <w:p w14:paraId="6D25B018" w14:textId="77777777" w:rsidR="002F602B" w:rsidRDefault="002F602B" w:rsidP="002F602B">
            <w:pPr>
              <w:pStyle w:val="Body"/>
            </w:pPr>
          </w:p>
        </w:tc>
      </w:tr>
    </w:tbl>
    <w:p w14:paraId="65983B13" w14:textId="7D30C7E7" w:rsidR="00F37657" w:rsidRDefault="00F37657" w:rsidP="00A564A3"/>
    <w:p w14:paraId="5371F5C8" w14:textId="42955D2E" w:rsidR="00F37657" w:rsidRDefault="00F37657" w:rsidP="00A564A3"/>
    <w:p w14:paraId="7FD3EC48" w14:textId="4461DD5E" w:rsidR="00F37657" w:rsidRDefault="00F37657" w:rsidP="00F37657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 xml:space="preserve">(RK </w:t>
      </w:r>
      <w:r w:rsidR="000405D1">
        <w:rPr>
          <w:sz w:val="22"/>
          <w:szCs w:val="22"/>
        </w:rPr>
        <w:t>2</w:t>
      </w:r>
      <w:r>
        <w:rPr>
          <w:sz w:val="22"/>
          <w:szCs w:val="22"/>
        </w:rPr>
        <w:t xml:space="preserve">) </w:t>
      </w:r>
      <w:r w:rsidR="000405D1">
        <w:rPr>
          <w:sz w:val="22"/>
          <w:szCs w:val="22"/>
        </w:rPr>
        <w:t xml:space="preserve">The major defect </w:t>
      </w:r>
      <w:r w:rsidR="006C5135">
        <w:rPr>
          <w:sz w:val="22"/>
          <w:szCs w:val="22"/>
        </w:rPr>
        <w:t xml:space="preserve">as pointed to by the arrow in the picture below </w:t>
      </w:r>
      <w:r w:rsidR="008F10DD">
        <w:rPr>
          <w:sz w:val="22"/>
          <w:szCs w:val="22"/>
        </w:rPr>
        <w:t>is called a</w:t>
      </w:r>
      <w:r w:rsidR="00797B7D">
        <w:rPr>
          <w:sz w:val="22"/>
          <w:szCs w:val="22"/>
        </w:rPr>
        <w:t>:</w:t>
      </w:r>
      <w:r w:rsidR="000405D1">
        <w:rPr>
          <w:sz w:val="22"/>
          <w:szCs w:val="22"/>
        </w:rPr>
        <w:t xml:space="preserve"> </w:t>
      </w:r>
    </w:p>
    <w:p w14:paraId="6DA6657B" w14:textId="6E6FDBEF" w:rsidR="006C5135" w:rsidRDefault="006C5135" w:rsidP="006C5135">
      <w:pPr>
        <w:pStyle w:val="Body"/>
        <w:rPr>
          <w:sz w:val="22"/>
          <w:szCs w:val="22"/>
        </w:rPr>
      </w:pPr>
    </w:p>
    <w:p w14:paraId="54555409" w14:textId="6F1452ED" w:rsidR="006C5135" w:rsidRPr="00B30F8E" w:rsidRDefault="006C5135" w:rsidP="006C5135">
      <w:pPr>
        <w:pStyle w:val="Body"/>
        <w:jc w:val="center"/>
        <w:rPr>
          <w:sz w:val="22"/>
          <w:szCs w:val="22"/>
        </w:rPr>
      </w:pPr>
      <w:r>
        <w:rPr>
          <w:noProof/>
          <w:sz w:val="22"/>
          <w:szCs w:val="22"/>
          <w:lang w:eastAsia="en-AU"/>
        </w:rPr>
        <w:drawing>
          <wp:inline distT="0" distB="0" distL="0" distR="0" wp14:anchorId="79BE4F0C" wp14:editId="79A8550C">
            <wp:extent cx="2355850" cy="1765620"/>
            <wp:effectExtent l="0" t="0" r="6350" b="635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Mushroom head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624" cy="1789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1C8983" w14:textId="36D01541" w:rsidR="00F37657" w:rsidRDefault="00F37657" w:rsidP="00F37657">
      <w:pPr>
        <w:pStyle w:val="Caption"/>
        <w:keepNext/>
      </w:pPr>
      <w:r>
        <w:t xml:space="preserve">Table </w:t>
      </w:r>
      <w:r w:rsidR="00066016">
        <w:rPr>
          <w:noProof/>
        </w:rPr>
        <w:t>1</w:t>
      </w:r>
      <w:r w:rsidR="000309A5">
        <w:rPr>
          <w:noProof/>
        </w:rPr>
        <w:t>1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F37657" w14:paraId="26535C31" w14:textId="77777777" w:rsidTr="00AF38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61D403BC" w14:textId="77777777" w:rsidR="00F37657" w:rsidRDefault="00F37657" w:rsidP="00AF38FA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1DA03664" w14:textId="77777777" w:rsidR="00F37657" w:rsidRDefault="00F37657" w:rsidP="00AF38FA">
            <w:pPr>
              <w:pStyle w:val="Body"/>
            </w:pPr>
            <w:r>
              <w:t>Put X next to your answer</w:t>
            </w:r>
          </w:p>
        </w:tc>
      </w:tr>
      <w:tr w:rsidR="00F37657" w14:paraId="6C9CD78D" w14:textId="77777777" w:rsidTr="00AF38FA">
        <w:tc>
          <w:tcPr>
            <w:tcW w:w="7650" w:type="dxa"/>
          </w:tcPr>
          <w:p w14:paraId="670490AD" w14:textId="46737E65" w:rsidR="00F37657" w:rsidRDefault="00F37657" w:rsidP="002D4DCE">
            <w:pPr>
              <w:pStyle w:val="Body"/>
              <w:numPr>
                <w:ilvl w:val="0"/>
                <w:numId w:val="18"/>
              </w:numPr>
            </w:pPr>
            <w:r>
              <w:t xml:space="preserve"> </w:t>
            </w:r>
            <w:r w:rsidR="000405D1">
              <w:t>Burred head</w:t>
            </w:r>
          </w:p>
        </w:tc>
        <w:tc>
          <w:tcPr>
            <w:tcW w:w="1410" w:type="dxa"/>
          </w:tcPr>
          <w:p w14:paraId="352F24A0" w14:textId="77777777" w:rsidR="00F37657" w:rsidRDefault="00F37657" w:rsidP="00AF38FA">
            <w:pPr>
              <w:pStyle w:val="Body"/>
              <w:jc w:val="center"/>
            </w:pPr>
          </w:p>
        </w:tc>
      </w:tr>
      <w:tr w:rsidR="00F37657" w14:paraId="7CC5FEE3" w14:textId="77777777" w:rsidTr="00AF38FA">
        <w:tc>
          <w:tcPr>
            <w:tcW w:w="7650" w:type="dxa"/>
          </w:tcPr>
          <w:p w14:paraId="58063CB9" w14:textId="4922667E" w:rsidR="00F37657" w:rsidRDefault="000405D1" w:rsidP="002D4DCE">
            <w:pPr>
              <w:pStyle w:val="Body"/>
              <w:numPr>
                <w:ilvl w:val="0"/>
                <w:numId w:val="18"/>
              </w:numPr>
            </w:pPr>
            <w:r>
              <w:t xml:space="preserve">Work head </w:t>
            </w:r>
          </w:p>
        </w:tc>
        <w:tc>
          <w:tcPr>
            <w:tcW w:w="1410" w:type="dxa"/>
          </w:tcPr>
          <w:p w14:paraId="025472D5" w14:textId="77777777" w:rsidR="00F37657" w:rsidRDefault="00F37657" w:rsidP="00AF38FA">
            <w:pPr>
              <w:pStyle w:val="Body"/>
              <w:jc w:val="center"/>
            </w:pPr>
          </w:p>
        </w:tc>
      </w:tr>
      <w:tr w:rsidR="00F37657" w14:paraId="5A444D35" w14:textId="77777777" w:rsidTr="00AF38FA">
        <w:tc>
          <w:tcPr>
            <w:tcW w:w="7650" w:type="dxa"/>
          </w:tcPr>
          <w:p w14:paraId="52D03C6F" w14:textId="0E7463AB" w:rsidR="00F37657" w:rsidRDefault="000405D1" w:rsidP="002D4DCE">
            <w:pPr>
              <w:pStyle w:val="Body"/>
              <w:numPr>
                <w:ilvl w:val="0"/>
                <w:numId w:val="18"/>
              </w:numPr>
            </w:pPr>
            <w:r>
              <w:t>Rounded head</w:t>
            </w:r>
          </w:p>
        </w:tc>
        <w:tc>
          <w:tcPr>
            <w:tcW w:w="1410" w:type="dxa"/>
          </w:tcPr>
          <w:p w14:paraId="19AB435F" w14:textId="77777777" w:rsidR="00F37657" w:rsidRDefault="00F37657" w:rsidP="00AF38FA">
            <w:pPr>
              <w:pStyle w:val="Body"/>
              <w:jc w:val="center"/>
            </w:pPr>
          </w:p>
        </w:tc>
      </w:tr>
      <w:tr w:rsidR="00F37657" w14:paraId="613D475F" w14:textId="77777777" w:rsidTr="00AF38FA">
        <w:tc>
          <w:tcPr>
            <w:tcW w:w="7650" w:type="dxa"/>
          </w:tcPr>
          <w:p w14:paraId="0952BEDA" w14:textId="76A6B15D" w:rsidR="00F37657" w:rsidRDefault="000405D1" w:rsidP="002D4DCE">
            <w:pPr>
              <w:pStyle w:val="Body"/>
              <w:numPr>
                <w:ilvl w:val="0"/>
                <w:numId w:val="18"/>
              </w:numPr>
            </w:pPr>
            <w:r>
              <w:t>Mushroomed head</w:t>
            </w:r>
          </w:p>
        </w:tc>
        <w:tc>
          <w:tcPr>
            <w:tcW w:w="1410" w:type="dxa"/>
          </w:tcPr>
          <w:p w14:paraId="46706771" w14:textId="0C6CF94F" w:rsidR="00F37657" w:rsidRDefault="00935421" w:rsidP="00935421">
            <w:pPr>
              <w:pStyle w:val="Body"/>
              <w:jc w:val="center"/>
            </w:pPr>
            <w:r>
              <w:t>X</w:t>
            </w:r>
          </w:p>
        </w:tc>
      </w:tr>
    </w:tbl>
    <w:p w14:paraId="15EAE1FD" w14:textId="77777777" w:rsidR="004552DD" w:rsidRDefault="004552DD" w:rsidP="00A564A3">
      <w:pPr>
        <w:rPr>
          <w:rFonts w:eastAsia="Times New Roman"/>
          <w:noProof/>
          <w:kern w:val="22"/>
          <w:sz w:val="32"/>
          <w:szCs w:val="32"/>
          <w:lang w:eastAsia="en-AU"/>
        </w:rPr>
      </w:pPr>
    </w:p>
    <w:p w14:paraId="40AAEBD4" w14:textId="4677A0B7" w:rsidR="007205EA" w:rsidRDefault="00E437DB" w:rsidP="00E437DB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(RK</w:t>
      </w:r>
      <w:r w:rsidR="00553A03">
        <w:rPr>
          <w:sz w:val="22"/>
          <w:szCs w:val="22"/>
        </w:rPr>
        <w:t xml:space="preserve"> 4</w:t>
      </w:r>
      <w:r>
        <w:rPr>
          <w:sz w:val="22"/>
          <w:szCs w:val="22"/>
        </w:rPr>
        <w:t xml:space="preserve"> ) </w:t>
      </w:r>
      <w:r w:rsidR="007205EA">
        <w:rPr>
          <w:sz w:val="22"/>
          <w:szCs w:val="22"/>
        </w:rPr>
        <w:t>Recommendations for hand</w:t>
      </w:r>
      <w:r w:rsidR="00775DD6">
        <w:rPr>
          <w:sz w:val="22"/>
          <w:szCs w:val="22"/>
        </w:rPr>
        <w:t xml:space="preserve"> </w:t>
      </w:r>
      <w:r w:rsidR="007205EA">
        <w:rPr>
          <w:sz w:val="22"/>
          <w:szCs w:val="22"/>
        </w:rPr>
        <w:t>tool maintenance is best sourced from:</w:t>
      </w:r>
    </w:p>
    <w:p w14:paraId="1F29F69F" w14:textId="4CE13482" w:rsidR="00E437DB" w:rsidRPr="00B30F8E" w:rsidRDefault="00E437DB" w:rsidP="00F623BF">
      <w:pPr>
        <w:pStyle w:val="Body"/>
        <w:ind w:left="360"/>
        <w:rPr>
          <w:sz w:val="22"/>
          <w:szCs w:val="22"/>
        </w:rPr>
      </w:pPr>
    </w:p>
    <w:p w14:paraId="27E6FECA" w14:textId="28132275" w:rsidR="00E437DB" w:rsidRDefault="00E437DB" w:rsidP="00E437DB">
      <w:pPr>
        <w:pStyle w:val="Caption"/>
        <w:keepNext/>
      </w:pPr>
      <w:r>
        <w:t xml:space="preserve">Table </w:t>
      </w:r>
      <w:r w:rsidR="00066016">
        <w:rPr>
          <w:noProof/>
        </w:rPr>
        <w:t>1</w:t>
      </w:r>
      <w:r w:rsidR="000309A5">
        <w:rPr>
          <w:noProof/>
        </w:rPr>
        <w:t>2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E437DB" w14:paraId="32B532F0" w14:textId="77777777" w:rsidTr="005C45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63C95ABB" w14:textId="77777777" w:rsidR="00E437DB" w:rsidRDefault="00E437DB" w:rsidP="005C4514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3EAA9F7C" w14:textId="77777777" w:rsidR="00E437DB" w:rsidRDefault="00E437DB" w:rsidP="005C4514">
            <w:pPr>
              <w:pStyle w:val="Body"/>
            </w:pPr>
            <w:r>
              <w:t>Put X next to your answer</w:t>
            </w:r>
          </w:p>
        </w:tc>
      </w:tr>
      <w:tr w:rsidR="00E437DB" w14:paraId="52F5EFF2" w14:textId="77777777" w:rsidTr="005C4514">
        <w:tc>
          <w:tcPr>
            <w:tcW w:w="7650" w:type="dxa"/>
          </w:tcPr>
          <w:p w14:paraId="6C6FE153" w14:textId="688E3735" w:rsidR="00E437DB" w:rsidRDefault="00E437DB" w:rsidP="002D4DCE">
            <w:pPr>
              <w:pStyle w:val="Body"/>
              <w:numPr>
                <w:ilvl w:val="0"/>
                <w:numId w:val="19"/>
              </w:numPr>
            </w:pPr>
            <w:r>
              <w:t xml:space="preserve"> </w:t>
            </w:r>
            <w:r w:rsidR="00626A41">
              <w:t>The s</w:t>
            </w:r>
            <w:r w:rsidR="007205EA">
              <w:t>tore person</w:t>
            </w:r>
          </w:p>
        </w:tc>
        <w:tc>
          <w:tcPr>
            <w:tcW w:w="1410" w:type="dxa"/>
          </w:tcPr>
          <w:p w14:paraId="1B241993" w14:textId="77777777" w:rsidR="00E437DB" w:rsidRDefault="00E437DB" w:rsidP="005C4514">
            <w:pPr>
              <w:pStyle w:val="Body"/>
              <w:jc w:val="center"/>
            </w:pPr>
          </w:p>
        </w:tc>
      </w:tr>
      <w:tr w:rsidR="00E437DB" w14:paraId="656B29C7" w14:textId="77777777" w:rsidTr="005C4514">
        <w:tc>
          <w:tcPr>
            <w:tcW w:w="7650" w:type="dxa"/>
          </w:tcPr>
          <w:p w14:paraId="4003050F" w14:textId="303D205B" w:rsidR="00E437DB" w:rsidRDefault="007205EA" w:rsidP="002D4DCE">
            <w:pPr>
              <w:pStyle w:val="Body"/>
              <w:numPr>
                <w:ilvl w:val="0"/>
                <w:numId w:val="19"/>
              </w:numPr>
            </w:pPr>
            <w:r>
              <w:t xml:space="preserve">Other tradespersons </w:t>
            </w:r>
          </w:p>
        </w:tc>
        <w:tc>
          <w:tcPr>
            <w:tcW w:w="1410" w:type="dxa"/>
          </w:tcPr>
          <w:p w14:paraId="4EE5EABD" w14:textId="77777777" w:rsidR="00E437DB" w:rsidRDefault="00E437DB" w:rsidP="005C4514">
            <w:pPr>
              <w:pStyle w:val="Body"/>
              <w:jc w:val="center"/>
            </w:pPr>
          </w:p>
        </w:tc>
      </w:tr>
      <w:tr w:rsidR="00E437DB" w14:paraId="11516754" w14:textId="77777777" w:rsidTr="005C4514">
        <w:tc>
          <w:tcPr>
            <w:tcW w:w="7650" w:type="dxa"/>
          </w:tcPr>
          <w:p w14:paraId="5B2E9E51" w14:textId="340F0EAA" w:rsidR="00E437DB" w:rsidRDefault="007205EA" w:rsidP="002D4DCE">
            <w:pPr>
              <w:pStyle w:val="Body"/>
              <w:numPr>
                <w:ilvl w:val="0"/>
                <w:numId w:val="19"/>
              </w:numPr>
            </w:pPr>
            <w:r>
              <w:t>Company management</w:t>
            </w:r>
          </w:p>
        </w:tc>
        <w:tc>
          <w:tcPr>
            <w:tcW w:w="1410" w:type="dxa"/>
          </w:tcPr>
          <w:p w14:paraId="267C8044" w14:textId="77777777" w:rsidR="00E437DB" w:rsidRDefault="00E437DB" w:rsidP="005C4514">
            <w:pPr>
              <w:pStyle w:val="Body"/>
              <w:jc w:val="center"/>
            </w:pPr>
          </w:p>
        </w:tc>
      </w:tr>
      <w:tr w:rsidR="00E437DB" w14:paraId="07774918" w14:textId="77777777" w:rsidTr="005C4514">
        <w:tc>
          <w:tcPr>
            <w:tcW w:w="7650" w:type="dxa"/>
          </w:tcPr>
          <w:p w14:paraId="7AF5C4F3" w14:textId="40B24DCC" w:rsidR="00E437DB" w:rsidRDefault="007205EA" w:rsidP="002D4DCE">
            <w:pPr>
              <w:pStyle w:val="Body"/>
              <w:numPr>
                <w:ilvl w:val="0"/>
                <w:numId w:val="19"/>
              </w:numPr>
            </w:pPr>
            <w:r>
              <w:t xml:space="preserve">The manufacturer of the tool  </w:t>
            </w:r>
            <w:r w:rsidR="00553A03">
              <w:t xml:space="preserve"> </w:t>
            </w:r>
          </w:p>
        </w:tc>
        <w:tc>
          <w:tcPr>
            <w:tcW w:w="1410" w:type="dxa"/>
          </w:tcPr>
          <w:p w14:paraId="41918A66" w14:textId="155C7F05" w:rsidR="00E437DB" w:rsidRDefault="00553A03" w:rsidP="00553A03">
            <w:pPr>
              <w:pStyle w:val="Body"/>
              <w:jc w:val="center"/>
            </w:pPr>
            <w:r>
              <w:t>X</w:t>
            </w:r>
          </w:p>
        </w:tc>
      </w:tr>
    </w:tbl>
    <w:p w14:paraId="3787D520" w14:textId="77777777" w:rsidR="00AD7961" w:rsidRDefault="00AD7961" w:rsidP="00AD7961">
      <w:pPr>
        <w:pStyle w:val="Body"/>
        <w:ind w:left="720"/>
        <w:rPr>
          <w:sz w:val="22"/>
          <w:szCs w:val="22"/>
        </w:rPr>
      </w:pPr>
    </w:p>
    <w:p w14:paraId="44D44063" w14:textId="76F1DBBD" w:rsidR="004B4ADB" w:rsidRPr="00F623BF" w:rsidRDefault="00553A03" w:rsidP="00553A03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F623BF">
        <w:rPr>
          <w:sz w:val="22"/>
          <w:szCs w:val="22"/>
        </w:rPr>
        <w:t>(RK 4) To remove the pinning’s in the teeth of a file we use a</w:t>
      </w:r>
      <w:r w:rsidR="00797B7D" w:rsidRPr="00F623BF">
        <w:rPr>
          <w:sz w:val="22"/>
          <w:szCs w:val="22"/>
        </w:rPr>
        <w:t>:</w:t>
      </w:r>
    </w:p>
    <w:p w14:paraId="56F81D28" w14:textId="3E7A2ED3" w:rsidR="00553A03" w:rsidRDefault="00553A03" w:rsidP="00553A03">
      <w:pPr>
        <w:pStyle w:val="Caption"/>
        <w:keepNext/>
      </w:pPr>
      <w:r>
        <w:t xml:space="preserve">Table </w:t>
      </w:r>
      <w:r w:rsidR="00066016">
        <w:rPr>
          <w:noProof/>
        </w:rPr>
        <w:t>1</w:t>
      </w:r>
      <w:r w:rsidR="000309A5">
        <w:rPr>
          <w:noProof/>
        </w:rPr>
        <w:t>3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553A03" w14:paraId="5ED5F85C" w14:textId="77777777" w:rsidTr="005C45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07836FD6" w14:textId="77777777" w:rsidR="00553A03" w:rsidRDefault="00553A03" w:rsidP="005C4514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58661239" w14:textId="77777777" w:rsidR="00553A03" w:rsidRDefault="00553A03" w:rsidP="005C4514">
            <w:pPr>
              <w:pStyle w:val="Body"/>
            </w:pPr>
            <w:r>
              <w:t>Put X next to your answer</w:t>
            </w:r>
          </w:p>
        </w:tc>
      </w:tr>
      <w:tr w:rsidR="00553A03" w14:paraId="30294EE6" w14:textId="77777777" w:rsidTr="005C4514">
        <w:tc>
          <w:tcPr>
            <w:tcW w:w="7650" w:type="dxa"/>
          </w:tcPr>
          <w:p w14:paraId="51A5D197" w14:textId="74892F74" w:rsidR="00553A03" w:rsidRDefault="00CD1880" w:rsidP="002D4DCE">
            <w:pPr>
              <w:pStyle w:val="Body"/>
              <w:numPr>
                <w:ilvl w:val="0"/>
                <w:numId w:val="20"/>
              </w:numPr>
            </w:pPr>
            <w:r>
              <w:t xml:space="preserve">a </w:t>
            </w:r>
            <w:r w:rsidR="00553A03">
              <w:t>File card</w:t>
            </w:r>
          </w:p>
        </w:tc>
        <w:tc>
          <w:tcPr>
            <w:tcW w:w="1410" w:type="dxa"/>
          </w:tcPr>
          <w:p w14:paraId="61666479" w14:textId="3E231F68" w:rsidR="00553A03" w:rsidRDefault="00553A03" w:rsidP="005C4514">
            <w:pPr>
              <w:pStyle w:val="Body"/>
              <w:jc w:val="center"/>
            </w:pPr>
            <w:r>
              <w:t>X</w:t>
            </w:r>
          </w:p>
        </w:tc>
      </w:tr>
      <w:tr w:rsidR="00553A03" w14:paraId="3AE36827" w14:textId="77777777" w:rsidTr="005C4514">
        <w:tc>
          <w:tcPr>
            <w:tcW w:w="7650" w:type="dxa"/>
          </w:tcPr>
          <w:p w14:paraId="3BC49855" w14:textId="0C50AA2B" w:rsidR="00553A03" w:rsidRDefault="00553A03" w:rsidP="002D4DCE">
            <w:pPr>
              <w:pStyle w:val="Body"/>
              <w:numPr>
                <w:ilvl w:val="0"/>
                <w:numId w:val="20"/>
              </w:numPr>
            </w:pPr>
            <w:r>
              <w:t xml:space="preserve">File cleaner </w:t>
            </w:r>
          </w:p>
        </w:tc>
        <w:tc>
          <w:tcPr>
            <w:tcW w:w="1410" w:type="dxa"/>
          </w:tcPr>
          <w:p w14:paraId="0014D95D" w14:textId="77777777" w:rsidR="00553A03" w:rsidRDefault="00553A03" w:rsidP="005C4514">
            <w:pPr>
              <w:pStyle w:val="Body"/>
              <w:jc w:val="center"/>
            </w:pPr>
          </w:p>
        </w:tc>
      </w:tr>
      <w:tr w:rsidR="00553A03" w14:paraId="32BFB9C7" w14:textId="77777777" w:rsidTr="005C4514">
        <w:tc>
          <w:tcPr>
            <w:tcW w:w="7650" w:type="dxa"/>
          </w:tcPr>
          <w:p w14:paraId="411F6FD2" w14:textId="3F0D89FA" w:rsidR="00553A03" w:rsidRDefault="00553A03" w:rsidP="002D4DCE">
            <w:pPr>
              <w:pStyle w:val="Body"/>
              <w:numPr>
                <w:ilvl w:val="0"/>
                <w:numId w:val="20"/>
              </w:numPr>
            </w:pPr>
            <w:r>
              <w:t xml:space="preserve">De </w:t>
            </w:r>
            <w:r w:rsidR="00626A41">
              <w:t xml:space="preserve">- </w:t>
            </w:r>
            <w:r>
              <w:t xml:space="preserve">pinning tool </w:t>
            </w:r>
          </w:p>
        </w:tc>
        <w:tc>
          <w:tcPr>
            <w:tcW w:w="1410" w:type="dxa"/>
          </w:tcPr>
          <w:p w14:paraId="6E118F9F" w14:textId="77777777" w:rsidR="00553A03" w:rsidRDefault="00553A03" w:rsidP="005C4514">
            <w:pPr>
              <w:pStyle w:val="Body"/>
              <w:jc w:val="center"/>
            </w:pPr>
          </w:p>
        </w:tc>
      </w:tr>
      <w:tr w:rsidR="00553A03" w14:paraId="62C15CA1" w14:textId="77777777" w:rsidTr="005C4514">
        <w:tc>
          <w:tcPr>
            <w:tcW w:w="7650" w:type="dxa"/>
          </w:tcPr>
          <w:p w14:paraId="0046DA3E" w14:textId="5ABB8DBF" w:rsidR="00553A03" w:rsidRDefault="00553A03" w:rsidP="002D4DCE">
            <w:pPr>
              <w:pStyle w:val="Body"/>
              <w:numPr>
                <w:ilvl w:val="0"/>
                <w:numId w:val="20"/>
              </w:numPr>
            </w:pPr>
            <w:r>
              <w:t>Blow out with compressed air</w:t>
            </w:r>
          </w:p>
        </w:tc>
        <w:tc>
          <w:tcPr>
            <w:tcW w:w="1410" w:type="dxa"/>
          </w:tcPr>
          <w:p w14:paraId="392F32EC" w14:textId="77777777" w:rsidR="00553A03" w:rsidRDefault="00553A03" w:rsidP="005C4514">
            <w:pPr>
              <w:pStyle w:val="Body"/>
            </w:pPr>
          </w:p>
        </w:tc>
      </w:tr>
    </w:tbl>
    <w:p w14:paraId="2D65DEEB" w14:textId="6E4A6EFC" w:rsidR="005C4514" w:rsidRDefault="005C4514" w:rsidP="00B27F13"/>
    <w:p w14:paraId="38909FD3" w14:textId="0D954CED" w:rsidR="00AD7961" w:rsidRDefault="00AD7961" w:rsidP="00B27F13"/>
    <w:p w14:paraId="33B4D11A" w14:textId="47E2F062" w:rsidR="00AD7961" w:rsidRDefault="00AD7961" w:rsidP="00B27F13"/>
    <w:p w14:paraId="682CCD25" w14:textId="77777777" w:rsidR="00AD7961" w:rsidRDefault="00AD7961" w:rsidP="00B27F13"/>
    <w:p w14:paraId="4DEF379B" w14:textId="4DF0B9CB" w:rsidR="005C4514" w:rsidRPr="00C03F65" w:rsidRDefault="005C4514" w:rsidP="005C4514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C03F65">
        <w:rPr>
          <w:sz w:val="22"/>
          <w:szCs w:val="22"/>
        </w:rPr>
        <w:t xml:space="preserve">(RK 6) Substituting the correct tool for a job with another tool </w:t>
      </w:r>
      <w:r w:rsidR="00B536E2">
        <w:rPr>
          <w:sz w:val="22"/>
          <w:szCs w:val="22"/>
        </w:rPr>
        <w:t xml:space="preserve">not designed for the purpose </w:t>
      </w:r>
      <w:r w:rsidRPr="00C03F65">
        <w:rPr>
          <w:sz w:val="22"/>
          <w:szCs w:val="22"/>
        </w:rPr>
        <w:t>can</w:t>
      </w:r>
      <w:r w:rsidR="00797B7D" w:rsidRPr="00C03F65">
        <w:rPr>
          <w:sz w:val="22"/>
          <w:szCs w:val="22"/>
        </w:rPr>
        <w:t>:</w:t>
      </w:r>
      <w:r w:rsidRPr="00C03F65">
        <w:rPr>
          <w:sz w:val="22"/>
          <w:szCs w:val="22"/>
        </w:rPr>
        <w:t xml:space="preserve"> </w:t>
      </w:r>
    </w:p>
    <w:p w14:paraId="6D351058" w14:textId="53282818" w:rsidR="005C4514" w:rsidRPr="00C03F65" w:rsidRDefault="005C4514" w:rsidP="005C4514">
      <w:pPr>
        <w:pStyle w:val="Caption"/>
        <w:keepNext/>
        <w:rPr>
          <w:color w:val="auto"/>
        </w:rPr>
      </w:pPr>
      <w:r w:rsidRPr="00C03F65">
        <w:rPr>
          <w:color w:val="auto"/>
        </w:rPr>
        <w:t xml:space="preserve">Table </w:t>
      </w:r>
      <w:r w:rsidR="00DD21BF">
        <w:rPr>
          <w:noProof/>
          <w:color w:val="auto"/>
        </w:rPr>
        <w:t>14</w:t>
      </w:r>
      <w:r w:rsidRPr="00C03F65">
        <w:rPr>
          <w:color w:val="auto"/>
        </w:rPr>
        <w:t xml:space="preserve"> 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C03F65" w:rsidRPr="00C03F65" w14:paraId="6528FA53" w14:textId="77777777" w:rsidTr="005C45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27C0F469" w14:textId="77777777" w:rsidR="005C4514" w:rsidRPr="00C03F65" w:rsidRDefault="005C4514" w:rsidP="005C4514">
            <w:pPr>
              <w:pStyle w:val="Body"/>
              <w:rPr>
                <w:color w:val="F2F2F2" w:themeColor="background1" w:themeShade="F2"/>
              </w:rPr>
            </w:pPr>
            <w:r w:rsidRPr="00C03F65">
              <w:rPr>
                <w:color w:val="F2F2F2" w:themeColor="background1" w:themeShade="F2"/>
              </w:rPr>
              <w:t>Answer choices</w:t>
            </w:r>
          </w:p>
        </w:tc>
        <w:tc>
          <w:tcPr>
            <w:tcW w:w="1410" w:type="dxa"/>
          </w:tcPr>
          <w:p w14:paraId="306D1E1D" w14:textId="77777777" w:rsidR="005C4514" w:rsidRPr="00C03F65" w:rsidRDefault="005C4514" w:rsidP="005C4514">
            <w:pPr>
              <w:pStyle w:val="Body"/>
              <w:rPr>
                <w:color w:val="F2F2F2" w:themeColor="background1" w:themeShade="F2"/>
              </w:rPr>
            </w:pPr>
            <w:r w:rsidRPr="00C03F65">
              <w:rPr>
                <w:color w:val="F2F2F2" w:themeColor="background1" w:themeShade="F2"/>
              </w:rPr>
              <w:t>Put X next to your answer</w:t>
            </w:r>
          </w:p>
        </w:tc>
      </w:tr>
      <w:tr w:rsidR="00C03F65" w:rsidRPr="00C03F65" w14:paraId="579C142A" w14:textId="77777777" w:rsidTr="005C4514">
        <w:tc>
          <w:tcPr>
            <w:tcW w:w="7650" w:type="dxa"/>
          </w:tcPr>
          <w:p w14:paraId="70184067" w14:textId="21E565D9" w:rsidR="00775DD6" w:rsidRPr="00C03F65" w:rsidRDefault="005C4514" w:rsidP="00775DD6">
            <w:pPr>
              <w:pStyle w:val="Body"/>
              <w:numPr>
                <w:ilvl w:val="0"/>
                <w:numId w:val="21"/>
              </w:numPr>
            </w:pPr>
            <w:r w:rsidRPr="00C03F65">
              <w:t>Give inferior finish of job</w:t>
            </w:r>
          </w:p>
        </w:tc>
        <w:tc>
          <w:tcPr>
            <w:tcW w:w="1410" w:type="dxa"/>
          </w:tcPr>
          <w:p w14:paraId="6D6BB217" w14:textId="2CA03EF9" w:rsidR="005C4514" w:rsidRPr="00C03F65" w:rsidRDefault="005C4514" w:rsidP="005C4514">
            <w:pPr>
              <w:pStyle w:val="Body"/>
              <w:jc w:val="center"/>
            </w:pPr>
            <w:r w:rsidRPr="00C03F65">
              <w:t xml:space="preserve"> </w:t>
            </w:r>
          </w:p>
        </w:tc>
      </w:tr>
      <w:tr w:rsidR="00C03F65" w:rsidRPr="00C03F65" w14:paraId="3D49D593" w14:textId="77777777" w:rsidTr="005C4514">
        <w:tc>
          <w:tcPr>
            <w:tcW w:w="7650" w:type="dxa"/>
          </w:tcPr>
          <w:p w14:paraId="19BE7A2F" w14:textId="1D419A9A" w:rsidR="005C4514" w:rsidRPr="00C03F65" w:rsidRDefault="005C4514" w:rsidP="002D4DCE">
            <w:pPr>
              <w:pStyle w:val="Body"/>
              <w:numPr>
                <w:ilvl w:val="0"/>
                <w:numId w:val="21"/>
              </w:numPr>
            </w:pPr>
            <w:r w:rsidRPr="00C03F65">
              <w:t xml:space="preserve">Increase the chance of an accident </w:t>
            </w:r>
          </w:p>
        </w:tc>
        <w:tc>
          <w:tcPr>
            <w:tcW w:w="1410" w:type="dxa"/>
          </w:tcPr>
          <w:p w14:paraId="3B621845" w14:textId="25850EA3" w:rsidR="005C4514" w:rsidRPr="00C03F65" w:rsidRDefault="005C4514" w:rsidP="005C4514">
            <w:pPr>
              <w:pStyle w:val="Body"/>
              <w:jc w:val="center"/>
            </w:pPr>
            <w:r w:rsidRPr="00C03F65">
              <w:t xml:space="preserve">X </w:t>
            </w:r>
          </w:p>
        </w:tc>
      </w:tr>
      <w:tr w:rsidR="00C03F65" w:rsidRPr="00C03F65" w14:paraId="4AE333D1" w14:textId="77777777" w:rsidTr="005C4514">
        <w:tc>
          <w:tcPr>
            <w:tcW w:w="7650" w:type="dxa"/>
          </w:tcPr>
          <w:p w14:paraId="54933F51" w14:textId="5EBF21BD" w:rsidR="005C4514" w:rsidRPr="00C03F65" w:rsidRDefault="005C4514" w:rsidP="002D4DCE">
            <w:pPr>
              <w:pStyle w:val="Body"/>
              <w:numPr>
                <w:ilvl w:val="0"/>
                <w:numId w:val="21"/>
              </w:numPr>
            </w:pPr>
            <w:r w:rsidRPr="00C03F65">
              <w:t>Save time where correct tool can’t be located</w:t>
            </w:r>
          </w:p>
        </w:tc>
        <w:tc>
          <w:tcPr>
            <w:tcW w:w="1410" w:type="dxa"/>
          </w:tcPr>
          <w:p w14:paraId="2FF0FB3E" w14:textId="77777777" w:rsidR="005C4514" w:rsidRPr="00C03F65" w:rsidRDefault="005C4514" w:rsidP="005C4514">
            <w:pPr>
              <w:pStyle w:val="Body"/>
              <w:jc w:val="center"/>
            </w:pPr>
          </w:p>
        </w:tc>
      </w:tr>
      <w:tr w:rsidR="00C03F65" w:rsidRPr="00C03F65" w14:paraId="0AE59F0E" w14:textId="77777777" w:rsidTr="005C4514">
        <w:tc>
          <w:tcPr>
            <w:tcW w:w="7650" w:type="dxa"/>
          </w:tcPr>
          <w:p w14:paraId="0947BEE8" w14:textId="6C5736F3" w:rsidR="005C4514" w:rsidRPr="00C03F65" w:rsidRDefault="005C4514" w:rsidP="002D4DCE">
            <w:pPr>
              <w:pStyle w:val="Body"/>
              <w:numPr>
                <w:ilvl w:val="0"/>
                <w:numId w:val="21"/>
              </w:numPr>
            </w:pPr>
            <w:r w:rsidRPr="00C03F65">
              <w:t>Doesn’t matter if the job is completed successfully</w:t>
            </w:r>
          </w:p>
        </w:tc>
        <w:tc>
          <w:tcPr>
            <w:tcW w:w="1410" w:type="dxa"/>
          </w:tcPr>
          <w:p w14:paraId="207385ED" w14:textId="77777777" w:rsidR="005C4514" w:rsidRPr="00C03F65" w:rsidRDefault="005C4514" w:rsidP="005C4514">
            <w:pPr>
              <w:pStyle w:val="Body"/>
            </w:pPr>
          </w:p>
        </w:tc>
      </w:tr>
    </w:tbl>
    <w:p w14:paraId="52811751" w14:textId="2C5CADC5" w:rsidR="00E65CDA" w:rsidRDefault="00E65CDA" w:rsidP="00B27F13"/>
    <w:p w14:paraId="7A8326B8" w14:textId="64E80259" w:rsidR="00AD7961" w:rsidRDefault="00AD7961" w:rsidP="00B27F13"/>
    <w:p w14:paraId="33AF030C" w14:textId="7E08E91D" w:rsidR="00AD7961" w:rsidRDefault="00AD7961" w:rsidP="00B27F13"/>
    <w:p w14:paraId="36E40981" w14:textId="77777777" w:rsidR="00AD7961" w:rsidRDefault="00AD7961" w:rsidP="00B27F13"/>
    <w:p w14:paraId="59D7BC57" w14:textId="7A56E28C" w:rsidR="004D0147" w:rsidRPr="00F623BF" w:rsidRDefault="004D0147" w:rsidP="004D0147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F623BF">
        <w:rPr>
          <w:sz w:val="22"/>
          <w:szCs w:val="22"/>
        </w:rPr>
        <w:t xml:space="preserve">(RK </w:t>
      </w:r>
      <w:r w:rsidR="005F743F" w:rsidRPr="00F623BF">
        <w:rPr>
          <w:sz w:val="22"/>
          <w:szCs w:val="22"/>
        </w:rPr>
        <w:t>7</w:t>
      </w:r>
      <w:r w:rsidR="001145A4" w:rsidRPr="00F623BF">
        <w:rPr>
          <w:sz w:val="22"/>
          <w:szCs w:val="22"/>
        </w:rPr>
        <w:t xml:space="preserve">)  From the list below select the item of PPE </w:t>
      </w:r>
      <w:r w:rsidR="001145A4" w:rsidRPr="00F623BF">
        <w:rPr>
          <w:b/>
          <w:sz w:val="22"/>
          <w:szCs w:val="22"/>
        </w:rPr>
        <w:t>which is not required</w:t>
      </w:r>
      <w:r w:rsidR="001145A4" w:rsidRPr="00F623BF">
        <w:rPr>
          <w:sz w:val="22"/>
          <w:szCs w:val="22"/>
        </w:rPr>
        <w:t xml:space="preserve"> to </w:t>
      </w:r>
      <w:r w:rsidR="001145A4">
        <w:rPr>
          <w:sz w:val="22"/>
          <w:szCs w:val="22"/>
        </w:rPr>
        <w:t xml:space="preserve">be worn to </w:t>
      </w:r>
      <w:r w:rsidR="001145A4" w:rsidRPr="00F623BF">
        <w:rPr>
          <w:sz w:val="22"/>
          <w:szCs w:val="22"/>
        </w:rPr>
        <w:t xml:space="preserve">safely use a </w:t>
      </w:r>
      <w:r w:rsidR="00EA0530">
        <w:rPr>
          <w:sz w:val="22"/>
          <w:szCs w:val="22"/>
        </w:rPr>
        <w:t xml:space="preserve">cold </w:t>
      </w:r>
      <w:r w:rsidR="001145A4" w:rsidRPr="00F623BF">
        <w:rPr>
          <w:sz w:val="22"/>
          <w:szCs w:val="22"/>
        </w:rPr>
        <w:t>chisel</w:t>
      </w:r>
      <w:r w:rsidR="00797B7D" w:rsidRPr="00F623BF">
        <w:rPr>
          <w:sz w:val="22"/>
          <w:szCs w:val="22"/>
        </w:rPr>
        <w:t>:</w:t>
      </w:r>
      <w:r w:rsidRPr="00F623BF">
        <w:rPr>
          <w:sz w:val="22"/>
          <w:szCs w:val="22"/>
        </w:rPr>
        <w:t xml:space="preserve">  </w:t>
      </w:r>
    </w:p>
    <w:p w14:paraId="4D3607D0" w14:textId="77777777" w:rsidR="003358A7" w:rsidRDefault="003358A7" w:rsidP="004D0147">
      <w:pPr>
        <w:pStyle w:val="Caption"/>
        <w:keepNext/>
        <w:rPr>
          <w:color w:val="auto"/>
        </w:rPr>
      </w:pPr>
    </w:p>
    <w:p w14:paraId="44613E6E" w14:textId="0CF49E89" w:rsidR="004D0147" w:rsidRPr="00C03F65" w:rsidRDefault="004D0147" w:rsidP="004D0147">
      <w:pPr>
        <w:pStyle w:val="Caption"/>
        <w:keepNext/>
        <w:rPr>
          <w:color w:val="auto"/>
        </w:rPr>
      </w:pPr>
      <w:r w:rsidRPr="00C03F65">
        <w:rPr>
          <w:color w:val="auto"/>
        </w:rPr>
        <w:t xml:space="preserve">Table </w:t>
      </w:r>
      <w:r w:rsidR="00C03F65">
        <w:rPr>
          <w:noProof/>
          <w:color w:val="auto"/>
        </w:rPr>
        <w:t>1</w:t>
      </w:r>
      <w:r w:rsidR="00DD21BF">
        <w:rPr>
          <w:noProof/>
          <w:color w:val="auto"/>
        </w:rPr>
        <w:t>5</w:t>
      </w:r>
      <w:r w:rsidRPr="00C03F65">
        <w:rPr>
          <w:color w:val="auto"/>
        </w:rPr>
        <w:t xml:space="preserve"> 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4D0147" w:rsidRPr="00E04073" w14:paraId="1FB8E162" w14:textId="77777777" w:rsidTr="006C07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61A4E038" w14:textId="77777777" w:rsidR="004D0147" w:rsidRPr="00C03F65" w:rsidRDefault="004D0147" w:rsidP="006C0771">
            <w:pPr>
              <w:pStyle w:val="Body"/>
              <w:rPr>
                <w:color w:val="F2F2F2" w:themeColor="background1" w:themeShade="F2"/>
              </w:rPr>
            </w:pPr>
            <w:r w:rsidRPr="00C03F65">
              <w:rPr>
                <w:color w:val="F2F2F2" w:themeColor="background1" w:themeShade="F2"/>
              </w:rPr>
              <w:t>Answer choices</w:t>
            </w:r>
          </w:p>
        </w:tc>
        <w:tc>
          <w:tcPr>
            <w:tcW w:w="1410" w:type="dxa"/>
          </w:tcPr>
          <w:p w14:paraId="0D3AB185" w14:textId="77777777" w:rsidR="004D0147" w:rsidRPr="00C03F65" w:rsidRDefault="004D0147" w:rsidP="006C0771">
            <w:pPr>
              <w:pStyle w:val="Body"/>
              <w:rPr>
                <w:color w:val="F2F2F2" w:themeColor="background1" w:themeShade="F2"/>
              </w:rPr>
            </w:pPr>
            <w:r w:rsidRPr="00C03F65">
              <w:rPr>
                <w:color w:val="F2F2F2" w:themeColor="background1" w:themeShade="F2"/>
              </w:rPr>
              <w:t>Put X next to your answer</w:t>
            </w:r>
          </w:p>
        </w:tc>
      </w:tr>
      <w:tr w:rsidR="004D0147" w:rsidRPr="00E04073" w14:paraId="764D6944" w14:textId="77777777" w:rsidTr="006C0771">
        <w:tc>
          <w:tcPr>
            <w:tcW w:w="7650" w:type="dxa"/>
          </w:tcPr>
          <w:p w14:paraId="12AB2A92" w14:textId="70D0FF8D" w:rsidR="004D0147" w:rsidRPr="00C03F65" w:rsidRDefault="005F743F" w:rsidP="002D4DCE">
            <w:pPr>
              <w:pStyle w:val="Body"/>
              <w:numPr>
                <w:ilvl w:val="0"/>
                <w:numId w:val="22"/>
              </w:numPr>
            </w:pPr>
            <w:r w:rsidRPr="00C03F65">
              <w:t xml:space="preserve">Eye protection </w:t>
            </w:r>
          </w:p>
        </w:tc>
        <w:tc>
          <w:tcPr>
            <w:tcW w:w="1410" w:type="dxa"/>
          </w:tcPr>
          <w:p w14:paraId="4B8CDED5" w14:textId="2EA4806C" w:rsidR="004D0147" w:rsidRPr="00C03F65" w:rsidRDefault="004D0147" w:rsidP="006C0771">
            <w:pPr>
              <w:pStyle w:val="Body"/>
              <w:jc w:val="center"/>
            </w:pPr>
          </w:p>
        </w:tc>
      </w:tr>
      <w:tr w:rsidR="004D0147" w:rsidRPr="00E04073" w14:paraId="4ADBEE6C" w14:textId="77777777" w:rsidTr="006C0771">
        <w:tc>
          <w:tcPr>
            <w:tcW w:w="7650" w:type="dxa"/>
          </w:tcPr>
          <w:p w14:paraId="12CC5862" w14:textId="2347D31A" w:rsidR="004D0147" w:rsidRPr="00C03F65" w:rsidRDefault="005F743F" w:rsidP="002D4DCE">
            <w:pPr>
              <w:pStyle w:val="Body"/>
              <w:numPr>
                <w:ilvl w:val="0"/>
                <w:numId w:val="22"/>
              </w:numPr>
            </w:pPr>
            <w:r w:rsidRPr="00C03F65">
              <w:t xml:space="preserve">Hearing protection </w:t>
            </w:r>
          </w:p>
        </w:tc>
        <w:tc>
          <w:tcPr>
            <w:tcW w:w="1410" w:type="dxa"/>
          </w:tcPr>
          <w:p w14:paraId="446752AF" w14:textId="77DF7404" w:rsidR="004D0147" w:rsidRPr="00C03F65" w:rsidRDefault="004D0147" w:rsidP="006C0771">
            <w:pPr>
              <w:pStyle w:val="Body"/>
              <w:jc w:val="center"/>
            </w:pPr>
          </w:p>
        </w:tc>
      </w:tr>
      <w:tr w:rsidR="004D0147" w:rsidRPr="00E04073" w14:paraId="747C7CB2" w14:textId="77777777" w:rsidTr="006C0771">
        <w:tc>
          <w:tcPr>
            <w:tcW w:w="7650" w:type="dxa"/>
          </w:tcPr>
          <w:p w14:paraId="72567FD2" w14:textId="0FA60141" w:rsidR="004D0147" w:rsidRPr="00C03F65" w:rsidRDefault="005F743F" w:rsidP="002D4DCE">
            <w:pPr>
              <w:pStyle w:val="Body"/>
              <w:numPr>
                <w:ilvl w:val="0"/>
                <w:numId w:val="22"/>
              </w:numPr>
            </w:pPr>
            <w:r w:rsidRPr="00C03F65">
              <w:t xml:space="preserve">Gloves </w:t>
            </w:r>
          </w:p>
        </w:tc>
        <w:tc>
          <w:tcPr>
            <w:tcW w:w="1410" w:type="dxa"/>
          </w:tcPr>
          <w:p w14:paraId="7B728C47" w14:textId="5272B3EA" w:rsidR="004D0147" w:rsidRPr="00C03F65" w:rsidRDefault="004D0147" w:rsidP="006C0771">
            <w:pPr>
              <w:pStyle w:val="Body"/>
              <w:jc w:val="center"/>
            </w:pPr>
          </w:p>
        </w:tc>
      </w:tr>
      <w:tr w:rsidR="004D0147" w:rsidRPr="00E04073" w14:paraId="30F3746C" w14:textId="77777777" w:rsidTr="006C0771">
        <w:tc>
          <w:tcPr>
            <w:tcW w:w="7650" w:type="dxa"/>
          </w:tcPr>
          <w:p w14:paraId="66C8B112" w14:textId="2274A103" w:rsidR="004D0147" w:rsidRPr="00C03F65" w:rsidRDefault="005F743F" w:rsidP="002D4DCE">
            <w:pPr>
              <w:pStyle w:val="Body"/>
              <w:numPr>
                <w:ilvl w:val="0"/>
                <w:numId w:val="22"/>
              </w:numPr>
            </w:pPr>
            <w:r w:rsidRPr="00C03F65">
              <w:t>Leather jacket</w:t>
            </w:r>
          </w:p>
        </w:tc>
        <w:tc>
          <w:tcPr>
            <w:tcW w:w="1410" w:type="dxa"/>
          </w:tcPr>
          <w:p w14:paraId="3C3DFBD8" w14:textId="4DB038BD" w:rsidR="004D0147" w:rsidRPr="00C03F65" w:rsidRDefault="00FD71A7" w:rsidP="006C0771">
            <w:pPr>
              <w:pStyle w:val="Body"/>
            </w:pPr>
            <w:r>
              <w:t>X</w:t>
            </w:r>
          </w:p>
        </w:tc>
      </w:tr>
    </w:tbl>
    <w:p w14:paraId="7B363F93" w14:textId="6DC85E00" w:rsidR="004D0147" w:rsidRDefault="004D0147" w:rsidP="00B27F13"/>
    <w:p w14:paraId="3ACB296D" w14:textId="77777777" w:rsidR="003358A7" w:rsidRDefault="003358A7" w:rsidP="00B27F13"/>
    <w:p w14:paraId="5C3B9782" w14:textId="5EBBF7D6" w:rsidR="004D0147" w:rsidRDefault="004D0147" w:rsidP="00B27F13"/>
    <w:p w14:paraId="615E14F1" w14:textId="77777777" w:rsidR="00567C6E" w:rsidRDefault="00567C6E" w:rsidP="00B27F13"/>
    <w:p w14:paraId="4C16D384" w14:textId="73682A7E" w:rsidR="00567C6E" w:rsidRPr="00C03F65" w:rsidRDefault="00E04073" w:rsidP="00567C6E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C03F65">
        <w:rPr>
          <w:sz w:val="22"/>
          <w:szCs w:val="22"/>
        </w:rPr>
        <w:t>(RK 8)  Which of the following</w:t>
      </w:r>
      <w:r w:rsidR="00EA0530">
        <w:rPr>
          <w:sz w:val="22"/>
          <w:szCs w:val="22"/>
        </w:rPr>
        <w:t xml:space="preserve"> information</w:t>
      </w:r>
      <w:r w:rsidRPr="00C03F65">
        <w:rPr>
          <w:sz w:val="22"/>
          <w:szCs w:val="22"/>
        </w:rPr>
        <w:t xml:space="preserve"> </w:t>
      </w:r>
      <w:r w:rsidRPr="00EA0530">
        <w:rPr>
          <w:b/>
          <w:sz w:val="22"/>
          <w:szCs w:val="22"/>
        </w:rPr>
        <w:t>would not</w:t>
      </w:r>
      <w:r w:rsidRPr="00C03F65">
        <w:rPr>
          <w:sz w:val="22"/>
          <w:szCs w:val="22"/>
        </w:rPr>
        <w:t xml:space="preserve"> be indicated in a Standard</w:t>
      </w:r>
      <w:r w:rsidR="00567C6E" w:rsidRPr="00C03F65">
        <w:rPr>
          <w:sz w:val="22"/>
          <w:szCs w:val="22"/>
        </w:rPr>
        <w:t xml:space="preserve"> Operating Procedure (SOP) for </w:t>
      </w:r>
      <w:r w:rsidRPr="00C03F65">
        <w:rPr>
          <w:sz w:val="22"/>
          <w:szCs w:val="22"/>
        </w:rPr>
        <w:t>the use of</w:t>
      </w:r>
      <w:r w:rsidR="00567C6E" w:rsidRPr="00C03F65">
        <w:rPr>
          <w:sz w:val="22"/>
          <w:szCs w:val="22"/>
        </w:rPr>
        <w:t xml:space="preserve"> </w:t>
      </w:r>
      <w:r w:rsidR="00EA0530">
        <w:rPr>
          <w:sz w:val="22"/>
          <w:szCs w:val="22"/>
        </w:rPr>
        <w:t xml:space="preserve">a </w:t>
      </w:r>
      <w:r w:rsidR="00567C6E" w:rsidRPr="00C03F65">
        <w:rPr>
          <w:sz w:val="22"/>
          <w:szCs w:val="22"/>
        </w:rPr>
        <w:t>hand t</w:t>
      </w:r>
      <w:r w:rsidRPr="00C03F65">
        <w:rPr>
          <w:sz w:val="22"/>
          <w:szCs w:val="22"/>
        </w:rPr>
        <w:t>ool</w:t>
      </w:r>
      <w:r w:rsidR="00EA0530">
        <w:rPr>
          <w:sz w:val="22"/>
          <w:szCs w:val="22"/>
        </w:rPr>
        <w:t>?</w:t>
      </w:r>
    </w:p>
    <w:p w14:paraId="22BD474C" w14:textId="50475C21" w:rsidR="00567C6E" w:rsidRPr="00C03F65" w:rsidRDefault="00567C6E" w:rsidP="00567C6E">
      <w:pPr>
        <w:pStyle w:val="Caption"/>
        <w:keepNext/>
        <w:rPr>
          <w:color w:val="auto"/>
        </w:rPr>
      </w:pPr>
      <w:r w:rsidRPr="00C03F65">
        <w:rPr>
          <w:color w:val="auto"/>
        </w:rPr>
        <w:t xml:space="preserve">Table </w:t>
      </w:r>
      <w:r w:rsidR="0081621C">
        <w:rPr>
          <w:noProof/>
          <w:color w:val="auto"/>
        </w:rPr>
        <w:t>1</w:t>
      </w:r>
      <w:r w:rsidR="00DD21BF">
        <w:rPr>
          <w:noProof/>
          <w:color w:val="auto"/>
        </w:rPr>
        <w:t>6</w:t>
      </w:r>
      <w:r w:rsidRPr="00C03F65">
        <w:rPr>
          <w:color w:val="auto"/>
        </w:rPr>
        <w:t xml:space="preserve"> 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567C6E" w:rsidRPr="006338C4" w14:paraId="2618FB83" w14:textId="77777777" w:rsidTr="006C07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5264E801" w14:textId="77777777" w:rsidR="00567C6E" w:rsidRPr="00C03F65" w:rsidRDefault="00567C6E" w:rsidP="006C0771">
            <w:pPr>
              <w:pStyle w:val="Body"/>
              <w:rPr>
                <w:color w:val="F2F2F2" w:themeColor="background1" w:themeShade="F2"/>
              </w:rPr>
            </w:pPr>
            <w:r w:rsidRPr="00C03F65">
              <w:rPr>
                <w:color w:val="F2F2F2" w:themeColor="background1" w:themeShade="F2"/>
              </w:rPr>
              <w:t>Answer choices</w:t>
            </w:r>
          </w:p>
        </w:tc>
        <w:tc>
          <w:tcPr>
            <w:tcW w:w="1410" w:type="dxa"/>
          </w:tcPr>
          <w:p w14:paraId="04254D74" w14:textId="77777777" w:rsidR="00567C6E" w:rsidRPr="00C03F65" w:rsidRDefault="00567C6E" w:rsidP="006C0771">
            <w:pPr>
              <w:pStyle w:val="Body"/>
              <w:rPr>
                <w:color w:val="F2F2F2" w:themeColor="background1" w:themeShade="F2"/>
              </w:rPr>
            </w:pPr>
            <w:r w:rsidRPr="00C03F65">
              <w:rPr>
                <w:color w:val="F2F2F2" w:themeColor="background1" w:themeShade="F2"/>
              </w:rPr>
              <w:t>Put X next to your answer</w:t>
            </w:r>
          </w:p>
        </w:tc>
      </w:tr>
      <w:tr w:rsidR="00567C6E" w:rsidRPr="006338C4" w14:paraId="534C10FB" w14:textId="77777777" w:rsidTr="006C0771">
        <w:tc>
          <w:tcPr>
            <w:tcW w:w="7650" w:type="dxa"/>
          </w:tcPr>
          <w:p w14:paraId="2775960D" w14:textId="1C569265" w:rsidR="00567C6E" w:rsidRPr="00C03F65" w:rsidRDefault="00EA0530" w:rsidP="002D4DCE">
            <w:pPr>
              <w:pStyle w:val="Body"/>
              <w:numPr>
                <w:ilvl w:val="0"/>
                <w:numId w:val="23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The e</w:t>
            </w:r>
            <w:r w:rsidR="006338C4" w:rsidRPr="00C03F65">
              <w:rPr>
                <w:color w:val="000000" w:themeColor="text1"/>
              </w:rPr>
              <w:t>xpiry date of the hand tool</w:t>
            </w:r>
          </w:p>
        </w:tc>
        <w:tc>
          <w:tcPr>
            <w:tcW w:w="1410" w:type="dxa"/>
          </w:tcPr>
          <w:p w14:paraId="650A32CF" w14:textId="2A8A4057" w:rsidR="00567C6E" w:rsidRPr="00C03F65" w:rsidRDefault="00567C6E" w:rsidP="006C0771">
            <w:pPr>
              <w:pStyle w:val="Body"/>
              <w:jc w:val="center"/>
              <w:rPr>
                <w:color w:val="000000" w:themeColor="text1"/>
              </w:rPr>
            </w:pPr>
            <w:r w:rsidRPr="00C03F65">
              <w:rPr>
                <w:color w:val="000000" w:themeColor="text1"/>
              </w:rPr>
              <w:t>X</w:t>
            </w:r>
          </w:p>
        </w:tc>
      </w:tr>
      <w:tr w:rsidR="006338C4" w:rsidRPr="006338C4" w14:paraId="26906E4A" w14:textId="77777777" w:rsidTr="006C0771">
        <w:tc>
          <w:tcPr>
            <w:tcW w:w="7650" w:type="dxa"/>
          </w:tcPr>
          <w:p w14:paraId="28344899" w14:textId="2D890606" w:rsidR="00567C6E" w:rsidRPr="00C03F65" w:rsidRDefault="00EA0530" w:rsidP="002D4DCE">
            <w:pPr>
              <w:pStyle w:val="Body"/>
              <w:numPr>
                <w:ilvl w:val="0"/>
                <w:numId w:val="23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The </w:t>
            </w:r>
            <w:r w:rsidR="00E04073" w:rsidRPr="00C03F65">
              <w:rPr>
                <w:color w:val="000000" w:themeColor="text1"/>
              </w:rPr>
              <w:t xml:space="preserve">PPE </w:t>
            </w:r>
            <w:r>
              <w:rPr>
                <w:color w:val="000000" w:themeColor="text1"/>
              </w:rPr>
              <w:t>required for use</w:t>
            </w:r>
          </w:p>
        </w:tc>
        <w:tc>
          <w:tcPr>
            <w:tcW w:w="1410" w:type="dxa"/>
          </w:tcPr>
          <w:p w14:paraId="78D1E022" w14:textId="110112F5" w:rsidR="00567C6E" w:rsidRPr="00C03F65" w:rsidRDefault="00567C6E" w:rsidP="006C0771">
            <w:pPr>
              <w:pStyle w:val="Body"/>
              <w:jc w:val="center"/>
              <w:rPr>
                <w:color w:val="000000" w:themeColor="text1"/>
              </w:rPr>
            </w:pPr>
          </w:p>
        </w:tc>
      </w:tr>
      <w:tr w:rsidR="00567C6E" w:rsidRPr="006338C4" w14:paraId="12EE6E61" w14:textId="77777777" w:rsidTr="006C0771">
        <w:tc>
          <w:tcPr>
            <w:tcW w:w="7650" w:type="dxa"/>
          </w:tcPr>
          <w:p w14:paraId="0DE3E321" w14:textId="73FFF21F" w:rsidR="00567C6E" w:rsidRPr="00C03F65" w:rsidRDefault="00EA0530" w:rsidP="002D4DCE">
            <w:pPr>
              <w:pStyle w:val="Body"/>
              <w:numPr>
                <w:ilvl w:val="0"/>
                <w:numId w:val="23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The</w:t>
            </w:r>
            <w:r w:rsidR="006338C4" w:rsidRPr="00C03F65">
              <w:rPr>
                <w:color w:val="000000" w:themeColor="text1"/>
              </w:rPr>
              <w:t xml:space="preserve"> guidelines for the correct use of the tool</w:t>
            </w:r>
          </w:p>
        </w:tc>
        <w:tc>
          <w:tcPr>
            <w:tcW w:w="1410" w:type="dxa"/>
          </w:tcPr>
          <w:p w14:paraId="7A8D1F15" w14:textId="0CB3E0DB" w:rsidR="00567C6E" w:rsidRPr="00C03F65" w:rsidRDefault="00567C6E" w:rsidP="006C0771">
            <w:pPr>
              <w:pStyle w:val="Body"/>
              <w:jc w:val="center"/>
              <w:rPr>
                <w:color w:val="000000" w:themeColor="text1"/>
              </w:rPr>
            </w:pPr>
          </w:p>
        </w:tc>
      </w:tr>
      <w:tr w:rsidR="00567C6E" w:rsidRPr="006338C4" w14:paraId="3CA048A8" w14:textId="77777777" w:rsidTr="006C0771">
        <w:tc>
          <w:tcPr>
            <w:tcW w:w="7650" w:type="dxa"/>
          </w:tcPr>
          <w:p w14:paraId="600D3B8E" w14:textId="70B64438" w:rsidR="00567C6E" w:rsidRPr="00C03F65" w:rsidRDefault="006338C4" w:rsidP="002D4DCE">
            <w:pPr>
              <w:pStyle w:val="Body"/>
              <w:numPr>
                <w:ilvl w:val="0"/>
                <w:numId w:val="23"/>
              </w:numPr>
              <w:rPr>
                <w:color w:val="000000" w:themeColor="text1"/>
              </w:rPr>
            </w:pPr>
            <w:r w:rsidRPr="00C03F65">
              <w:rPr>
                <w:color w:val="000000" w:themeColor="text1"/>
              </w:rPr>
              <w:t>Check</w:t>
            </w:r>
            <w:r w:rsidR="00EA0530">
              <w:rPr>
                <w:color w:val="000000" w:themeColor="text1"/>
              </w:rPr>
              <w:t>ing</w:t>
            </w:r>
            <w:r w:rsidRPr="00C03F65">
              <w:rPr>
                <w:color w:val="000000" w:themeColor="text1"/>
              </w:rPr>
              <w:t xml:space="preserve"> the condition of the tool prior to use</w:t>
            </w:r>
          </w:p>
        </w:tc>
        <w:tc>
          <w:tcPr>
            <w:tcW w:w="1410" w:type="dxa"/>
          </w:tcPr>
          <w:p w14:paraId="76B298E4" w14:textId="6BC5F6F1" w:rsidR="00567C6E" w:rsidRPr="00C03F65" w:rsidRDefault="00567C6E" w:rsidP="006C0771">
            <w:pPr>
              <w:pStyle w:val="Body"/>
              <w:jc w:val="center"/>
              <w:rPr>
                <w:color w:val="000000" w:themeColor="text1"/>
              </w:rPr>
            </w:pPr>
          </w:p>
        </w:tc>
      </w:tr>
    </w:tbl>
    <w:p w14:paraId="70E28652" w14:textId="722946F7" w:rsidR="00B27F13" w:rsidRPr="005D3CE5" w:rsidRDefault="00B140BC" w:rsidP="00B27F13">
      <w:pPr>
        <w:rPr>
          <w:rFonts w:eastAsia="Times New Roman"/>
          <w:noProof/>
          <w:kern w:val="22"/>
          <w:sz w:val="32"/>
          <w:szCs w:val="32"/>
          <w:lang w:eastAsia="en-AU"/>
        </w:rPr>
      </w:pPr>
      <w:r w:rsidRPr="005D3CE5">
        <w:br w:type="page"/>
      </w:r>
    </w:p>
    <w:p w14:paraId="3D47F18C" w14:textId="77777777" w:rsidR="00B27F13" w:rsidRDefault="00B140BC" w:rsidP="00B27F13">
      <w:pPr>
        <w:pStyle w:val="Heading2"/>
      </w:pPr>
      <w:r>
        <w:t>Part 2: True or false</w:t>
      </w:r>
    </w:p>
    <w:p w14:paraId="064A1695" w14:textId="09E8DC0B" w:rsidR="00B27F13" w:rsidRDefault="00B140BC" w:rsidP="00B27F13">
      <w:pPr>
        <w:pStyle w:val="Caption"/>
        <w:keepNext/>
      </w:pPr>
      <w:r>
        <w:t xml:space="preserve">Table </w:t>
      </w:r>
      <w:r w:rsidR="00C03F65">
        <w:rPr>
          <w:noProof/>
        </w:rPr>
        <w:t>1</w:t>
      </w:r>
      <w:r>
        <w:t xml:space="preserve"> </w:t>
      </w:r>
      <w:r w:rsidRPr="0032347A">
        <w:t>True or false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True or false"/>
        <w:tblDescription w:val="True or false"/>
      </w:tblPr>
      <w:tblGrid>
        <w:gridCol w:w="7366"/>
        <w:gridCol w:w="1694"/>
      </w:tblGrid>
      <w:tr w:rsidR="00030DEC" w14:paraId="34057092" w14:textId="77777777" w:rsidTr="00030D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6350FC03" w14:textId="77777777" w:rsidR="00B27F13" w:rsidRDefault="00B140BC" w:rsidP="00B27F13">
            <w:pPr>
              <w:pStyle w:val="Body"/>
            </w:pPr>
            <w:r>
              <w:t>Question</w:t>
            </w:r>
          </w:p>
        </w:tc>
        <w:tc>
          <w:tcPr>
            <w:tcW w:w="1694" w:type="dxa"/>
          </w:tcPr>
          <w:p w14:paraId="34E0ED89" w14:textId="77777777" w:rsidR="00B27F13" w:rsidRDefault="00B140BC" w:rsidP="00B27F13">
            <w:pPr>
              <w:pStyle w:val="Body"/>
            </w:pPr>
            <w:r>
              <w:t xml:space="preserve">Write </w:t>
            </w:r>
            <w:r w:rsidRPr="005C3B1E">
              <w:rPr>
                <w:i/>
              </w:rPr>
              <w:t>True</w:t>
            </w:r>
            <w:r>
              <w:t xml:space="preserve"> or </w:t>
            </w:r>
            <w:r w:rsidRPr="005C3B1E">
              <w:rPr>
                <w:i/>
              </w:rPr>
              <w:t>False</w:t>
            </w:r>
          </w:p>
        </w:tc>
      </w:tr>
      <w:tr w:rsidR="00C930F6" w14:paraId="46B4857A" w14:textId="77777777" w:rsidTr="00030DEC">
        <w:tc>
          <w:tcPr>
            <w:tcW w:w="7366" w:type="dxa"/>
          </w:tcPr>
          <w:p w14:paraId="4FBC55AC" w14:textId="5250E068" w:rsidR="00C930F6" w:rsidRPr="00B30F8E" w:rsidRDefault="00C930F6" w:rsidP="00234A39">
            <w:pPr>
              <w:pStyle w:val="Body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F623BF">
              <w:rPr>
                <w:sz w:val="22"/>
                <w:szCs w:val="22"/>
              </w:rPr>
              <w:t xml:space="preserve">(RK 2) Pinning is </w:t>
            </w:r>
            <w:r w:rsidR="00234A39">
              <w:rPr>
                <w:sz w:val="22"/>
                <w:szCs w:val="22"/>
              </w:rPr>
              <w:t>the clogging of the files teeth which can then scratch the surface being filed.</w:t>
            </w:r>
            <w:bookmarkStart w:id="3" w:name="_GoBack"/>
            <w:bookmarkEnd w:id="3"/>
          </w:p>
        </w:tc>
        <w:tc>
          <w:tcPr>
            <w:tcW w:w="1694" w:type="dxa"/>
          </w:tcPr>
          <w:p w14:paraId="072F9003" w14:textId="0811D3DC" w:rsidR="00C930F6" w:rsidRPr="008B33A0" w:rsidRDefault="00C930F6" w:rsidP="00C930F6">
            <w:pPr>
              <w:pStyle w:val="Body"/>
              <w:jc w:val="center"/>
              <w:rPr>
                <w:i/>
                <w:color w:val="808080" w:themeColor="background1" w:themeShade="80"/>
              </w:rPr>
            </w:pPr>
            <w:r w:rsidRPr="008B33A0">
              <w:rPr>
                <w:i/>
                <w:color w:val="808080" w:themeColor="background1" w:themeShade="80"/>
              </w:rPr>
              <w:t>True</w:t>
            </w:r>
          </w:p>
        </w:tc>
      </w:tr>
      <w:tr w:rsidR="00C930F6" w14:paraId="4A2A2CC8" w14:textId="77777777" w:rsidTr="00030DEC">
        <w:tc>
          <w:tcPr>
            <w:tcW w:w="7366" w:type="dxa"/>
          </w:tcPr>
          <w:p w14:paraId="1671709D" w14:textId="51597F5D" w:rsidR="00C930F6" w:rsidRPr="00B30F8E" w:rsidRDefault="00C930F6" w:rsidP="002D4DCE">
            <w:pPr>
              <w:pStyle w:val="Body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(RK 2)  An unclean cut whilst using aviation snips can be caused where there is a nick</w:t>
            </w:r>
            <w:r w:rsidR="00EA0530">
              <w:rPr>
                <w:sz w:val="22"/>
                <w:szCs w:val="22"/>
              </w:rPr>
              <w:t xml:space="preserve"> or chip</w:t>
            </w:r>
            <w:r>
              <w:rPr>
                <w:sz w:val="22"/>
                <w:szCs w:val="22"/>
              </w:rPr>
              <w:t xml:space="preserve"> in the blades:</w:t>
            </w:r>
          </w:p>
        </w:tc>
        <w:tc>
          <w:tcPr>
            <w:tcW w:w="1694" w:type="dxa"/>
          </w:tcPr>
          <w:p w14:paraId="18FA01F7" w14:textId="422A1C0C" w:rsidR="00C930F6" w:rsidRPr="008B33A0" w:rsidRDefault="00C930F6" w:rsidP="00C930F6">
            <w:pPr>
              <w:pStyle w:val="Body"/>
              <w:jc w:val="center"/>
              <w:rPr>
                <w:i/>
                <w:color w:val="808080" w:themeColor="background1" w:themeShade="80"/>
              </w:rPr>
            </w:pPr>
            <w:r w:rsidRPr="008B33A0">
              <w:rPr>
                <w:i/>
                <w:color w:val="808080" w:themeColor="background1" w:themeShade="80"/>
              </w:rPr>
              <w:t>True</w:t>
            </w:r>
          </w:p>
        </w:tc>
      </w:tr>
      <w:tr w:rsidR="00C930F6" w14:paraId="43C7ABE7" w14:textId="77777777" w:rsidTr="00030DEC">
        <w:tc>
          <w:tcPr>
            <w:tcW w:w="7366" w:type="dxa"/>
          </w:tcPr>
          <w:p w14:paraId="02825F7F" w14:textId="491DC4BD" w:rsidR="00C930F6" w:rsidRDefault="00C930F6" w:rsidP="002D4DCE">
            <w:pPr>
              <w:pStyle w:val="Body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(RK 8) Larger files can be used without a handle as long as we only use the file by pushing in a forward direction:</w:t>
            </w:r>
          </w:p>
        </w:tc>
        <w:tc>
          <w:tcPr>
            <w:tcW w:w="1694" w:type="dxa"/>
          </w:tcPr>
          <w:p w14:paraId="5E9636F8" w14:textId="321937CB" w:rsidR="00C930F6" w:rsidRPr="008B33A0" w:rsidRDefault="0048300F" w:rsidP="00C930F6">
            <w:pPr>
              <w:pStyle w:val="Body"/>
              <w:jc w:val="center"/>
              <w:rPr>
                <w:i/>
                <w:color w:val="808080" w:themeColor="background1" w:themeShade="80"/>
              </w:rPr>
            </w:pPr>
            <w:r w:rsidRPr="008B33A0">
              <w:rPr>
                <w:i/>
                <w:color w:val="808080" w:themeColor="background1" w:themeShade="80"/>
              </w:rPr>
              <w:t>False</w:t>
            </w:r>
          </w:p>
        </w:tc>
      </w:tr>
      <w:tr w:rsidR="00EE64A5" w14:paraId="6D5A07A2" w14:textId="77777777" w:rsidTr="00030DEC">
        <w:tc>
          <w:tcPr>
            <w:tcW w:w="7366" w:type="dxa"/>
          </w:tcPr>
          <w:p w14:paraId="14906385" w14:textId="1E614BA1" w:rsidR="00EE64A5" w:rsidRDefault="002D65E7" w:rsidP="002D4DCE">
            <w:pPr>
              <w:pStyle w:val="Body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(E 1.2) When carrying out a task in a recognised workshop you don’t  need to </w:t>
            </w:r>
            <w:r w:rsidR="00EA0530">
              <w:rPr>
                <w:sz w:val="22"/>
                <w:szCs w:val="22"/>
              </w:rPr>
              <w:t>follow standard operating procedures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94" w:type="dxa"/>
          </w:tcPr>
          <w:p w14:paraId="0246B352" w14:textId="6A331792" w:rsidR="00EE64A5" w:rsidRPr="008B33A0" w:rsidRDefault="002D65E7" w:rsidP="00EE64A5">
            <w:pPr>
              <w:pStyle w:val="Body"/>
              <w:jc w:val="center"/>
              <w:rPr>
                <w:i/>
                <w:color w:val="808080" w:themeColor="background1" w:themeShade="80"/>
              </w:rPr>
            </w:pPr>
            <w:r w:rsidRPr="008B33A0">
              <w:rPr>
                <w:i/>
                <w:color w:val="808080" w:themeColor="background1" w:themeShade="80"/>
              </w:rPr>
              <w:t xml:space="preserve">False </w:t>
            </w:r>
          </w:p>
        </w:tc>
      </w:tr>
      <w:tr w:rsidR="00C8178D" w14:paraId="61A72528" w14:textId="77777777" w:rsidTr="00030DEC">
        <w:tc>
          <w:tcPr>
            <w:tcW w:w="7366" w:type="dxa"/>
          </w:tcPr>
          <w:p w14:paraId="3DBBE5B2" w14:textId="4D70F8E5" w:rsidR="00C8178D" w:rsidRDefault="00C12666" w:rsidP="002D4DCE">
            <w:pPr>
              <w:pStyle w:val="Body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(RK 4)</w:t>
            </w:r>
            <w:r w:rsidR="00DA3C8A">
              <w:rPr>
                <w:sz w:val="22"/>
                <w:szCs w:val="22"/>
              </w:rPr>
              <w:t xml:space="preserve">When using a cutting tool such as a </w:t>
            </w:r>
            <w:r w:rsidR="00E40B64">
              <w:rPr>
                <w:sz w:val="22"/>
                <w:szCs w:val="22"/>
              </w:rPr>
              <w:t>Stanley</w:t>
            </w:r>
            <w:r w:rsidR="00DA3C8A">
              <w:rPr>
                <w:sz w:val="22"/>
                <w:szCs w:val="22"/>
              </w:rPr>
              <w:t xml:space="preserve"> knife we should cut in a direction towards yourself so as to have greater grip on the job  </w:t>
            </w:r>
          </w:p>
        </w:tc>
        <w:tc>
          <w:tcPr>
            <w:tcW w:w="1694" w:type="dxa"/>
          </w:tcPr>
          <w:p w14:paraId="6C67B567" w14:textId="72353557" w:rsidR="00C8178D" w:rsidRPr="008B33A0" w:rsidRDefault="00DA3C8A" w:rsidP="00EE64A5">
            <w:pPr>
              <w:pStyle w:val="Body"/>
              <w:jc w:val="center"/>
              <w:rPr>
                <w:i/>
                <w:color w:val="808080" w:themeColor="background1" w:themeShade="80"/>
              </w:rPr>
            </w:pPr>
            <w:r w:rsidRPr="008B33A0">
              <w:rPr>
                <w:i/>
                <w:color w:val="808080" w:themeColor="background1" w:themeShade="80"/>
              </w:rPr>
              <w:t>False</w:t>
            </w:r>
          </w:p>
        </w:tc>
      </w:tr>
      <w:tr w:rsidR="00C8178D" w14:paraId="014D9C65" w14:textId="77777777" w:rsidTr="00030DEC">
        <w:tc>
          <w:tcPr>
            <w:tcW w:w="7366" w:type="dxa"/>
          </w:tcPr>
          <w:p w14:paraId="5E7B5291" w14:textId="0CB771E4" w:rsidR="00C8178D" w:rsidRDefault="00C12666" w:rsidP="002D4DCE">
            <w:pPr>
              <w:pStyle w:val="Body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(RK 7)</w:t>
            </w:r>
            <w:r w:rsidR="004C5B1F">
              <w:rPr>
                <w:sz w:val="22"/>
                <w:szCs w:val="22"/>
              </w:rPr>
              <w:t>The Storeman is responsible for making sure that tools and fixtures are returned to their correct location at the completion of a task and off cuts are sorted into their correct recycling or waste bins</w:t>
            </w:r>
          </w:p>
        </w:tc>
        <w:tc>
          <w:tcPr>
            <w:tcW w:w="1694" w:type="dxa"/>
          </w:tcPr>
          <w:p w14:paraId="3C1B6063" w14:textId="42429680" w:rsidR="00C8178D" w:rsidRPr="008B33A0" w:rsidRDefault="004C5B1F" w:rsidP="00EE64A5">
            <w:pPr>
              <w:pStyle w:val="Body"/>
              <w:jc w:val="center"/>
              <w:rPr>
                <w:i/>
                <w:color w:val="808080" w:themeColor="background1" w:themeShade="80"/>
              </w:rPr>
            </w:pPr>
            <w:r w:rsidRPr="008B33A0">
              <w:rPr>
                <w:i/>
                <w:color w:val="808080" w:themeColor="background1" w:themeShade="80"/>
              </w:rPr>
              <w:t>False</w:t>
            </w:r>
          </w:p>
        </w:tc>
      </w:tr>
      <w:tr w:rsidR="00FD12DD" w14:paraId="7DD59B02" w14:textId="77777777" w:rsidTr="00030DEC">
        <w:tc>
          <w:tcPr>
            <w:tcW w:w="7366" w:type="dxa"/>
          </w:tcPr>
          <w:p w14:paraId="6FB2E5C9" w14:textId="14BEA910" w:rsidR="00FD71A7" w:rsidRPr="00F623BF" w:rsidRDefault="00C12666" w:rsidP="00775DD6">
            <w:pPr>
              <w:pStyle w:val="Body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(RK 7) </w:t>
            </w:r>
            <w:r w:rsidR="00A12A07">
              <w:rPr>
                <w:sz w:val="22"/>
                <w:szCs w:val="22"/>
              </w:rPr>
              <w:t>Welding by a qualified tradesperson to repair a cracked or damaged tool, is acceptable practice</w:t>
            </w:r>
          </w:p>
        </w:tc>
        <w:tc>
          <w:tcPr>
            <w:tcW w:w="1694" w:type="dxa"/>
          </w:tcPr>
          <w:p w14:paraId="3D263540" w14:textId="1FB4F74F" w:rsidR="00FD71A7" w:rsidRPr="008B33A0" w:rsidRDefault="00775DD6" w:rsidP="00EE64A5">
            <w:pPr>
              <w:pStyle w:val="Body"/>
              <w:jc w:val="center"/>
              <w:rPr>
                <w:i/>
                <w:color w:val="808080" w:themeColor="background1" w:themeShade="80"/>
              </w:rPr>
            </w:pPr>
            <w:r w:rsidRPr="008B33A0">
              <w:rPr>
                <w:i/>
                <w:color w:val="808080" w:themeColor="background1" w:themeShade="80"/>
              </w:rPr>
              <w:t>False</w:t>
            </w:r>
          </w:p>
        </w:tc>
      </w:tr>
      <w:tr w:rsidR="00FA7CE9" w14:paraId="46824637" w14:textId="77777777" w:rsidTr="00030DEC">
        <w:tc>
          <w:tcPr>
            <w:tcW w:w="7366" w:type="dxa"/>
          </w:tcPr>
          <w:p w14:paraId="215769DA" w14:textId="51A608F8" w:rsidR="00FA7CE9" w:rsidRDefault="00FA7CE9" w:rsidP="00775DD6">
            <w:pPr>
              <w:pStyle w:val="Body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(RK3) A damaged tool that requires repair should be marked “out of service” and the supervisor notified</w:t>
            </w:r>
          </w:p>
        </w:tc>
        <w:tc>
          <w:tcPr>
            <w:tcW w:w="1694" w:type="dxa"/>
          </w:tcPr>
          <w:p w14:paraId="3184962F" w14:textId="374FC1FA" w:rsidR="00FA7CE9" w:rsidRPr="008B33A0" w:rsidRDefault="00FA7CE9" w:rsidP="00EE64A5">
            <w:pPr>
              <w:pStyle w:val="Body"/>
              <w:jc w:val="center"/>
              <w:rPr>
                <w:i/>
                <w:color w:val="808080" w:themeColor="background1" w:themeShade="80"/>
              </w:rPr>
            </w:pPr>
            <w:r>
              <w:rPr>
                <w:i/>
                <w:color w:val="808080" w:themeColor="background1" w:themeShade="80"/>
              </w:rPr>
              <w:t>True</w:t>
            </w:r>
          </w:p>
        </w:tc>
      </w:tr>
    </w:tbl>
    <w:p w14:paraId="3C019F72" w14:textId="77777777" w:rsidR="00B27F13" w:rsidRDefault="00B140BC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2D739F"/>
          <w:kern w:val="22"/>
          <w:sz w:val="32"/>
          <w:szCs w:val="32"/>
          <w:lang w:eastAsia="en-AU"/>
        </w:rPr>
      </w:pPr>
      <w:r>
        <w:br w:type="page"/>
      </w:r>
    </w:p>
    <w:p w14:paraId="254EA67E" w14:textId="099B3BB8" w:rsidR="00B27F13" w:rsidRDefault="00B140BC" w:rsidP="00B27F13">
      <w:pPr>
        <w:pStyle w:val="Heading2"/>
      </w:pPr>
      <w:r>
        <w:t>Part 3: Short answer</w:t>
      </w:r>
    </w:p>
    <w:p w14:paraId="234EC9A1" w14:textId="053D9E34" w:rsidR="006C0771" w:rsidRDefault="006C0771" w:rsidP="002F291D">
      <w:pPr>
        <w:rPr>
          <w:lang w:eastAsia="en-AU"/>
        </w:rPr>
      </w:pPr>
    </w:p>
    <w:p w14:paraId="6EE8AA32" w14:textId="77777777" w:rsidR="002F291D" w:rsidRDefault="002F291D" w:rsidP="002D4DCE">
      <w:pPr>
        <w:pStyle w:val="Body"/>
        <w:numPr>
          <w:ilvl w:val="0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>(RK 1) From the diagram of a file below, match the corresponding description to its respective letter e.g. Handle = C:</w:t>
      </w:r>
    </w:p>
    <w:p w14:paraId="6ED6265D" w14:textId="77777777" w:rsidR="002F291D" w:rsidRDefault="002F291D" w:rsidP="002F291D">
      <w:pPr>
        <w:pStyle w:val="Body"/>
        <w:jc w:val="center"/>
        <w:rPr>
          <w:sz w:val="22"/>
          <w:szCs w:val="22"/>
        </w:rPr>
      </w:pPr>
      <w:r>
        <w:rPr>
          <w:i/>
          <w:noProof/>
          <w:lang w:eastAsia="en-AU"/>
        </w:rPr>
        <w:drawing>
          <wp:inline distT="0" distB="0" distL="0" distR="0" wp14:anchorId="2EC2866C" wp14:editId="77ABA563">
            <wp:extent cx="5020945" cy="1600200"/>
            <wp:effectExtent l="0" t="0" r="8255" b="0"/>
            <wp:docPr id="219" name="Picture 5" descr="this.alt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his.altText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0945" cy="160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8AB4B3" w14:textId="07C8EA99" w:rsidR="002F291D" w:rsidRPr="00B30F8E" w:rsidRDefault="002F291D" w:rsidP="002F291D">
      <w:pPr>
        <w:pStyle w:val="Body"/>
        <w:jc w:val="center"/>
        <w:rPr>
          <w:sz w:val="22"/>
          <w:szCs w:val="22"/>
        </w:rPr>
      </w:pPr>
      <w:r>
        <w:rPr>
          <w:sz w:val="22"/>
          <w:szCs w:val="22"/>
        </w:rPr>
        <w:t>©T</w:t>
      </w:r>
      <w:r w:rsidR="001F64D9">
        <w:rPr>
          <w:sz w:val="22"/>
          <w:szCs w:val="22"/>
        </w:rPr>
        <w:t>AFE</w:t>
      </w:r>
      <w:r>
        <w:rPr>
          <w:sz w:val="22"/>
          <w:szCs w:val="22"/>
        </w:rPr>
        <w:t xml:space="preserve"> NSW 2019</w:t>
      </w:r>
    </w:p>
    <w:p w14:paraId="6C42F4B1" w14:textId="77777777" w:rsidR="002F291D" w:rsidRDefault="002F291D" w:rsidP="002F291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  <w:r>
        <w:t xml:space="preserve">Handle </w:t>
      </w:r>
      <w:r>
        <w:tab/>
      </w:r>
      <w:r>
        <w:tab/>
        <w:t>___</w:t>
      </w:r>
      <w:r w:rsidRPr="00C12666">
        <w:t>C</w:t>
      </w:r>
      <w:r>
        <w:t>___</w:t>
      </w:r>
      <w:r>
        <w:tab/>
      </w:r>
      <w:r w:rsidRPr="00C12666">
        <w:rPr>
          <w:b/>
        </w:rPr>
        <w:t>(example)</w:t>
      </w:r>
    </w:p>
    <w:p w14:paraId="5FB216F2" w14:textId="77777777" w:rsidR="002F291D" w:rsidRDefault="002F291D" w:rsidP="002F291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  <w:r>
        <w:t>Shoulder</w:t>
      </w:r>
      <w:r>
        <w:tab/>
      </w:r>
      <w:r>
        <w:tab/>
        <w:t>___</w:t>
      </w:r>
      <w:r w:rsidRPr="00F623BF">
        <w:rPr>
          <w:b/>
          <w:color w:val="808080" w:themeColor="background1" w:themeShade="80"/>
        </w:rPr>
        <w:t>D</w:t>
      </w:r>
      <w:r>
        <w:t>___</w:t>
      </w:r>
    </w:p>
    <w:p w14:paraId="4E272A70" w14:textId="77777777" w:rsidR="002F291D" w:rsidRDefault="002F291D" w:rsidP="002F291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  <w:r>
        <w:t>Point</w:t>
      </w:r>
      <w:r>
        <w:tab/>
      </w:r>
      <w:r>
        <w:tab/>
        <w:t>___</w:t>
      </w:r>
      <w:r w:rsidRPr="00F623BF">
        <w:rPr>
          <w:b/>
          <w:color w:val="808080" w:themeColor="background1" w:themeShade="80"/>
        </w:rPr>
        <w:t>C</w:t>
      </w:r>
      <w:r>
        <w:t>___</w:t>
      </w:r>
    </w:p>
    <w:p w14:paraId="4F93F370" w14:textId="77777777" w:rsidR="002F291D" w:rsidRDefault="002F291D" w:rsidP="002F291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  <w:r>
        <w:t>Edge</w:t>
      </w:r>
      <w:r>
        <w:tab/>
      </w:r>
      <w:r>
        <w:tab/>
        <w:t>___</w:t>
      </w:r>
      <w:r w:rsidRPr="00F623BF">
        <w:rPr>
          <w:b/>
          <w:color w:val="808080" w:themeColor="background1" w:themeShade="80"/>
        </w:rPr>
        <w:t>F</w:t>
      </w:r>
      <w:r>
        <w:t>___</w:t>
      </w:r>
    </w:p>
    <w:p w14:paraId="79EEE6FA" w14:textId="77777777" w:rsidR="002F291D" w:rsidRDefault="002F291D" w:rsidP="002F291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  <w:r>
        <w:t>Length</w:t>
      </w:r>
      <w:r>
        <w:tab/>
      </w:r>
      <w:r>
        <w:tab/>
        <w:t>___</w:t>
      </w:r>
      <w:r w:rsidRPr="00F623BF">
        <w:rPr>
          <w:b/>
          <w:color w:val="808080" w:themeColor="background1" w:themeShade="80"/>
        </w:rPr>
        <w:t>A</w:t>
      </w:r>
      <w:r>
        <w:t>___</w:t>
      </w:r>
    </w:p>
    <w:p w14:paraId="5D1FF61C" w14:textId="77777777" w:rsidR="002F291D" w:rsidRDefault="002F291D" w:rsidP="002F291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  <w:r>
        <w:t>Tang</w:t>
      </w:r>
      <w:r>
        <w:tab/>
      </w:r>
      <w:r>
        <w:tab/>
        <w:t>___</w:t>
      </w:r>
      <w:r w:rsidRPr="00F623BF">
        <w:rPr>
          <w:b/>
          <w:color w:val="808080" w:themeColor="background1" w:themeShade="80"/>
        </w:rPr>
        <w:t>B</w:t>
      </w:r>
      <w:r>
        <w:t>___</w:t>
      </w:r>
    </w:p>
    <w:p w14:paraId="2E318297" w14:textId="77777777" w:rsidR="002F291D" w:rsidRDefault="002F291D" w:rsidP="002F291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  <w:r>
        <w:t>Face</w:t>
      </w:r>
      <w:r>
        <w:tab/>
      </w:r>
      <w:r>
        <w:tab/>
        <w:t>___</w:t>
      </w:r>
      <w:r w:rsidRPr="00F623BF">
        <w:rPr>
          <w:b/>
          <w:color w:val="808080" w:themeColor="background1" w:themeShade="80"/>
        </w:rPr>
        <w:t>E</w:t>
      </w:r>
      <w:r>
        <w:t>___</w:t>
      </w:r>
    </w:p>
    <w:p w14:paraId="3C6B9C58" w14:textId="77777777" w:rsidR="002F291D" w:rsidRPr="00B30F8E" w:rsidRDefault="002F291D" w:rsidP="002D4DCE">
      <w:pPr>
        <w:pStyle w:val="Body"/>
        <w:numPr>
          <w:ilvl w:val="0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>(RK 1) The number of teeth on hacksaw blades are measured over a  ________ mm length:</w:t>
      </w:r>
    </w:p>
    <w:p w14:paraId="0759AC5F" w14:textId="77777777" w:rsidR="002F291D" w:rsidRPr="008740B8" w:rsidRDefault="002F291D" w:rsidP="002F291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i/>
          <w:color w:val="808080" w:themeColor="background1" w:themeShade="80"/>
          <w:sz w:val="22"/>
          <w:szCs w:val="22"/>
        </w:rPr>
      </w:pPr>
      <w:r w:rsidRPr="008740B8">
        <w:rPr>
          <w:i/>
          <w:color w:val="808080" w:themeColor="background1" w:themeShade="80"/>
        </w:rPr>
        <w:t>25mm</w:t>
      </w:r>
    </w:p>
    <w:p w14:paraId="1636682B" w14:textId="77777777" w:rsidR="002F291D" w:rsidRPr="00AC09FA" w:rsidRDefault="002F291D" w:rsidP="002F291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4047012E" w14:textId="77777777" w:rsidR="002F291D" w:rsidRDefault="002F291D" w:rsidP="002F291D"/>
    <w:p w14:paraId="7F050717" w14:textId="77777777" w:rsidR="002F291D" w:rsidRPr="00B30F8E" w:rsidRDefault="002F291D" w:rsidP="002D4DCE">
      <w:pPr>
        <w:pStyle w:val="Body"/>
        <w:numPr>
          <w:ilvl w:val="0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 xml:space="preserve">(RK 4)  When fitting a new hammer handle what item secures the hammer head tightly onto the handle: </w:t>
      </w:r>
    </w:p>
    <w:p w14:paraId="7EEE0532" w14:textId="77777777" w:rsidR="002F291D" w:rsidRPr="00892BA5" w:rsidRDefault="002F291D" w:rsidP="002F291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i/>
          <w:color w:val="808080" w:themeColor="background1" w:themeShade="80"/>
          <w:sz w:val="22"/>
          <w:szCs w:val="22"/>
        </w:rPr>
      </w:pPr>
      <w:r w:rsidRPr="00892BA5">
        <w:rPr>
          <w:i/>
          <w:color w:val="808080" w:themeColor="background1" w:themeShade="80"/>
        </w:rPr>
        <w:t>Metal wedge</w:t>
      </w:r>
    </w:p>
    <w:p w14:paraId="0C4A5B82" w14:textId="77777777" w:rsidR="002F291D" w:rsidRPr="00AC09FA" w:rsidRDefault="002F291D" w:rsidP="002F291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1BA545F2" w14:textId="77777777" w:rsidR="002F291D" w:rsidRDefault="002F291D" w:rsidP="002F291D"/>
    <w:p w14:paraId="2E7925D7" w14:textId="77777777" w:rsidR="002F291D" w:rsidRPr="00B30F8E" w:rsidRDefault="002F291D" w:rsidP="002D4DCE">
      <w:pPr>
        <w:pStyle w:val="Body"/>
        <w:numPr>
          <w:ilvl w:val="0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 xml:space="preserve">(RK 6 ) What is the reasons why we don’t use a file as a lever: </w:t>
      </w:r>
    </w:p>
    <w:p w14:paraId="78AD632C" w14:textId="77777777" w:rsidR="002F291D" w:rsidRPr="001A07F5" w:rsidRDefault="002F291D" w:rsidP="002F291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i/>
          <w:color w:val="808080" w:themeColor="background1" w:themeShade="80"/>
          <w:sz w:val="22"/>
          <w:szCs w:val="22"/>
        </w:rPr>
      </w:pPr>
      <w:r w:rsidRPr="001A07F5">
        <w:rPr>
          <w:i/>
          <w:color w:val="808080" w:themeColor="background1" w:themeShade="80"/>
        </w:rPr>
        <w:t xml:space="preserve">Files are made from high carbon steel and are very brittle and when used as a lever can shatter leading to potential eye injuries. </w:t>
      </w:r>
    </w:p>
    <w:p w14:paraId="2F8ED557" w14:textId="77777777" w:rsidR="001B6BED" w:rsidRDefault="001B6BED" w:rsidP="00595676">
      <w:pPr>
        <w:pStyle w:val="Body"/>
        <w:ind w:left="360"/>
        <w:rPr>
          <w:sz w:val="22"/>
          <w:szCs w:val="22"/>
        </w:rPr>
        <w:sectPr w:rsidR="001B6BED" w:rsidSect="00B27F13">
          <w:pgSz w:w="11906" w:h="16838"/>
          <w:pgMar w:top="1418" w:right="1418" w:bottom="1418" w:left="1418" w:header="567" w:footer="454" w:gutter="0"/>
          <w:cols w:space="4253"/>
          <w:docGrid w:linePitch="360"/>
        </w:sectPr>
      </w:pPr>
    </w:p>
    <w:p w14:paraId="23CCBEA8" w14:textId="307035DC" w:rsidR="00A12322" w:rsidRDefault="00A12322" w:rsidP="00595676">
      <w:pPr>
        <w:pStyle w:val="Body"/>
        <w:ind w:left="360"/>
        <w:rPr>
          <w:sz w:val="22"/>
          <w:szCs w:val="22"/>
        </w:rPr>
      </w:pPr>
    </w:p>
    <w:p w14:paraId="2D53D785" w14:textId="047FC3C4" w:rsidR="002C3929" w:rsidRDefault="001B6BED" w:rsidP="002C3929">
      <w:pPr>
        <w:pStyle w:val="Body"/>
        <w:numPr>
          <w:ilvl w:val="0"/>
          <w:numId w:val="29"/>
        </w:numPr>
        <w:rPr>
          <w:sz w:val="22"/>
          <w:szCs w:val="22"/>
        </w:rPr>
      </w:pPr>
      <w:r w:rsidRPr="002C3929">
        <w:rPr>
          <w:sz w:val="22"/>
          <w:szCs w:val="22"/>
        </w:rPr>
        <w:t>(Rk 1 )</w:t>
      </w:r>
      <w:r w:rsidR="002C3929" w:rsidRPr="002C3929">
        <w:rPr>
          <w:sz w:val="22"/>
          <w:szCs w:val="22"/>
        </w:rPr>
        <w:t xml:space="preserve"> </w:t>
      </w:r>
      <w:r w:rsidR="002C3929" w:rsidRPr="50805D62">
        <w:rPr>
          <w:sz w:val="22"/>
          <w:szCs w:val="22"/>
        </w:rPr>
        <w:t xml:space="preserve">Using the images of tools in the diagram complete the table below by indicating the correct tool name to its respective letter and its application in general engineering </w:t>
      </w:r>
    </w:p>
    <w:p w14:paraId="305442B5" w14:textId="12143C23" w:rsidR="00A12322" w:rsidRPr="002C3929" w:rsidRDefault="001B6BED" w:rsidP="00423AA6">
      <w:pPr>
        <w:pStyle w:val="Body"/>
        <w:tabs>
          <w:tab w:val="clear" w:pos="284"/>
          <w:tab w:val="left" w:pos="1425"/>
        </w:tabs>
        <w:ind w:left="360"/>
        <w:rPr>
          <w:sz w:val="22"/>
          <w:szCs w:val="22"/>
        </w:rPr>
      </w:pPr>
      <w:r>
        <w:rPr>
          <w:noProof/>
          <w:sz w:val="22"/>
          <w:szCs w:val="22"/>
          <w:lang w:eastAsia="en-AU"/>
        </w:rPr>
        <w:drawing>
          <wp:inline distT="0" distB="0" distL="0" distR="0" wp14:anchorId="6E7F7A7B" wp14:editId="1B8CE0C3">
            <wp:extent cx="5451231" cy="3201021"/>
            <wp:effectExtent l="0" t="0" r="0" b="0"/>
            <wp:docPr id="211" name="Picture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Hand tool identification 1 of 4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0029" cy="3206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B4427D" w14:textId="63387DB4" w:rsidR="00A12322" w:rsidRDefault="00A12322" w:rsidP="00595676">
      <w:pPr>
        <w:pStyle w:val="Body"/>
        <w:ind w:left="360"/>
        <w:rPr>
          <w:sz w:val="22"/>
          <w:szCs w:val="22"/>
        </w:rPr>
      </w:pPr>
    </w:p>
    <w:p w14:paraId="5D52BCB7" w14:textId="4B362227" w:rsidR="001B6BED" w:rsidRPr="00E6428C" w:rsidRDefault="001B6BED" w:rsidP="001B6BED">
      <w:pPr>
        <w:pStyle w:val="Caption"/>
        <w:keepNext/>
      </w:pPr>
      <w:r>
        <w:t xml:space="preserve">Table </w:t>
      </w:r>
      <w:r w:rsidR="00527F47">
        <w:rPr>
          <w:noProof/>
        </w:rPr>
        <w:t>1</w:t>
      </w:r>
      <w:r>
        <w:rPr>
          <w:noProof/>
        </w:rPr>
        <w:t xml:space="preserve"> Short answer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1720"/>
        <w:gridCol w:w="3000"/>
        <w:gridCol w:w="4347"/>
      </w:tblGrid>
      <w:tr w:rsidR="009E29B3" w:rsidRPr="006C0771" w14:paraId="792FAAB9" w14:textId="77777777" w:rsidTr="002C39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1"/>
        </w:trPr>
        <w:tc>
          <w:tcPr>
            <w:tcW w:w="1720" w:type="dxa"/>
          </w:tcPr>
          <w:p w14:paraId="5DA58A60" w14:textId="09DD00B4" w:rsidR="009E29B3" w:rsidRPr="006C0771" w:rsidRDefault="009E29B3" w:rsidP="00423AA6">
            <w:pPr>
              <w:pStyle w:val="Body"/>
              <w:rPr>
                <w:sz w:val="22"/>
                <w:szCs w:val="22"/>
              </w:rPr>
            </w:pPr>
            <w:r>
              <w:rPr>
                <w:lang w:eastAsia="en-AU"/>
              </w:rPr>
              <w:tab/>
            </w:r>
            <w:r w:rsidR="00423AA6">
              <w:rPr>
                <w:sz w:val="22"/>
                <w:szCs w:val="22"/>
              </w:rPr>
              <w:t>Image</w:t>
            </w:r>
          </w:p>
        </w:tc>
        <w:tc>
          <w:tcPr>
            <w:tcW w:w="3000" w:type="dxa"/>
          </w:tcPr>
          <w:p w14:paraId="32BA73D8" w14:textId="77777777" w:rsidR="009E29B3" w:rsidRPr="006C0771" w:rsidRDefault="009E29B3" w:rsidP="002C3929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Tool Name </w:t>
            </w:r>
          </w:p>
        </w:tc>
        <w:tc>
          <w:tcPr>
            <w:tcW w:w="4347" w:type="dxa"/>
          </w:tcPr>
          <w:p w14:paraId="35FAFFAF" w14:textId="77777777" w:rsidR="009E29B3" w:rsidRDefault="009E29B3" w:rsidP="002C3929">
            <w:pPr>
              <w:pStyle w:val="Body"/>
              <w:rPr>
                <w:sz w:val="22"/>
                <w:szCs w:val="22"/>
              </w:rPr>
            </w:pPr>
            <w:r w:rsidRPr="0A0937AF">
              <w:rPr>
                <w:sz w:val="22"/>
                <w:szCs w:val="22"/>
              </w:rPr>
              <w:t>Application</w:t>
            </w:r>
          </w:p>
        </w:tc>
      </w:tr>
      <w:tr w:rsidR="009E29B3" w:rsidRPr="00C35BBF" w14:paraId="07767775" w14:textId="77777777" w:rsidTr="002C3929">
        <w:trPr>
          <w:trHeight w:val="561"/>
        </w:trPr>
        <w:tc>
          <w:tcPr>
            <w:tcW w:w="1720" w:type="dxa"/>
            <w:vAlign w:val="top"/>
          </w:tcPr>
          <w:p w14:paraId="34B5665B" w14:textId="77777777" w:rsidR="009E29B3" w:rsidRPr="003C2DCB" w:rsidRDefault="009E29B3" w:rsidP="002C3929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3000" w:type="dxa"/>
            <w:vAlign w:val="top"/>
          </w:tcPr>
          <w:p w14:paraId="2E24814F" w14:textId="77777777" w:rsidR="009E29B3" w:rsidRPr="00A12A07" w:rsidRDefault="009E29B3" w:rsidP="002C3929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A12A07">
              <w:rPr>
                <w:i/>
                <w:color w:val="808080" w:themeColor="background1" w:themeShade="80"/>
                <w:sz w:val="22"/>
                <w:szCs w:val="22"/>
              </w:rPr>
              <w:t>Ball pein</w:t>
            </w:r>
            <w:r>
              <w:rPr>
                <w:i/>
                <w:color w:val="808080" w:themeColor="background1" w:themeShade="80"/>
                <w:sz w:val="22"/>
                <w:szCs w:val="22"/>
              </w:rPr>
              <w:t xml:space="preserve"> (peen)</w:t>
            </w:r>
            <w:r w:rsidRPr="00A12A07">
              <w:rPr>
                <w:i/>
                <w:color w:val="808080" w:themeColor="background1" w:themeShade="80"/>
                <w:sz w:val="22"/>
                <w:szCs w:val="22"/>
              </w:rPr>
              <w:t xml:space="preserve"> hammer</w:t>
            </w:r>
          </w:p>
        </w:tc>
        <w:tc>
          <w:tcPr>
            <w:tcW w:w="4347" w:type="dxa"/>
            <w:vAlign w:val="top"/>
          </w:tcPr>
          <w:p w14:paraId="49817BC8" w14:textId="77777777" w:rsidR="009E29B3" w:rsidRDefault="009E29B3" w:rsidP="002C3929">
            <w:pPr>
              <w:pStyle w:val="Body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 w:rsidRPr="0A0937AF">
              <w:rPr>
                <w:i/>
                <w:iCs/>
                <w:color w:val="808080" w:themeColor="text1" w:themeTint="7F"/>
                <w:sz w:val="22"/>
                <w:szCs w:val="22"/>
              </w:rPr>
              <w:t>Hand hammer /peening</w:t>
            </w:r>
          </w:p>
        </w:tc>
      </w:tr>
      <w:tr w:rsidR="009E29B3" w:rsidRPr="00C35BBF" w14:paraId="455D64F0" w14:textId="77777777" w:rsidTr="002C3929">
        <w:trPr>
          <w:trHeight w:val="590"/>
        </w:trPr>
        <w:tc>
          <w:tcPr>
            <w:tcW w:w="1720" w:type="dxa"/>
            <w:vAlign w:val="top"/>
          </w:tcPr>
          <w:p w14:paraId="66D18823" w14:textId="77777777" w:rsidR="009E29B3" w:rsidRPr="003C2DCB" w:rsidRDefault="009E29B3" w:rsidP="002C3929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3000" w:type="dxa"/>
            <w:vAlign w:val="top"/>
          </w:tcPr>
          <w:p w14:paraId="0F608F3E" w14:textId="77777777" w:rsidR="009E29B3" w:rsidRPr="00626F5E" w:rsidRDefault="009E29B3" w:rsidP="002C3929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 xml:space="preserve">Cross pein </w:t>
            </w:r>
            <w:r>
              <w:rPr>
                <w:i/>
                <w:color w:val="808080" w:themeColor="background1" w:themeShade="80"/>
                <w:sz w:val="22"/>
                <w:szCs w:val="22"/>
              </w:rPr>
              <w:t xml:space="preserve">(peen) </w:t>
            </w: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>hammer</w:t>
            </w:r>
          </w:p>
        </w:tc>
        <w:tc>
          <w:tcPr>
            <w:tcW w:w="4347" w:type="dxa"/>
            <w:vAlign w:val="top"/>
          </w:tcPr>
          <w:p w14:paraId="0663FFEA" w14:textId="77777777" w:rsidR="009E29B3" w:rsidRDefault="009E29B3" w:rsidP="002C3929">
            <w:pPr>
              <w:pStyle w:val="Body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 w:rsidRPr="0A0937AF">
              <w:rPr>
                <w:i/>
                <w:iCs/>
                <w:color w:val="808080" w:themeColor="text1" w:themeTint="7F"/>
                <w:sz w:val="22"/>
                <w:szCs w:val="22"/>
              </w:rPr>
              <w:t>Spreading material/cross peening</w:t>
            </w:r>
          </w:p>
        </w:tc>
      </w:tr>
      <w:tr w:rsidR="009E29B3" w:rsidRPr="00C35BBF" w14:paraId="425C1463" w14:textId="77777777" w:rsidTr="002C3929">
        <w:trPr>
          <w:trHeight w:val="590"/>
        </w:trPr>
        <w:tc>
          <w:tcPr>
            <w:tcW w:w="1720" w:type="dxa"/>
            <w:vAlign w:val="top"/>
          </w:tcPr>
          <w:p w14:paraId="2AF6161E" w14:textId="77777777" w:rsidR="009E29B3" w:rsidRPr="003C2DCB" w:rsidRDefault="009E29B3" w:rsidP="002C3929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3000" w:type="dxa"/>
            <w:vAlign w:val="top"/>
          </w:tcPr>
          <w:p w14:paraId="3DBB48F3" w14:textId="77777777" w:rsidR="009E29B3" w:rsidRPr="00626F5E" w:rsidRDefault="009E29B3" w:rsidP="002C3929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>Centre punch</w:t>
            </w:r>
          </w:p>
        </w:tc>
        <w:tc>
          <w:tcPr>
            <w:tcW w:w="4347" w:type="dxa"/>
            <w:vAlign w:val="top"/>
          </w:tcPr>
          <w:p w14:paraId="54EA7A21" w14:textId="77777777" w:rsidR="009E29B3" w:rsidRDefault="009E29B3" w:rsidP="002C3929">
            <w:pPr>
              <w:pStyle w:val="Body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 w:rsidRPr="0A0937AF">
              <w:rPr>
                <w:i/>
                <w:iCs/>
                <w:color w:val="808080" w:themeColor="text1" w:themeTint="7F"/>
                <w:sz w:val="22"/>
                <w:szCs w:val="22"/>
              </w:rPr>
              <w:t>Datum marking material</w:t>
            </w:r>
          </w:p>
        </w:tc>
      </w:tr>
      <w:tr w:rsidR="009E29B3" w:rsidRPr="00C35BBF" w14:paraId="1EDEF449" w14:textId="77777777" w:rsidTr="002C3929">
        <w:trPr>
          <w:trHeight w:val="590"/>
        </w:trPr>
        <w:tc>
          <w:tcPr>
            <w:tcW w:w="1720" w:type="dxa"/>
            <w:vAlign w:val="top"/>
          </w:tcPr>
          <w:p w14:paraId="6186EFFB" w14:textId="77777777" w:rsidR="009E29B3" w:rsidRPr="003C2DCB" w:rsidRDefault="009E29B3" w:rsidP="002C3929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3000" w:type="dxa"/>
            <w:vAlign w:val="top"/>
          </w:tcPr>
          <w:p w14:paraId="10B15E1B" w14:textId="77777777" w:rsidR="009E29B3" w:rsidRPr="00626F5E" w:rsidRDefault="009E29B3" w:rsidP="002C3929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>Cold chisel</w:t>
            </w:r>
          </w:p>
        </w:tc>
        <w:tc>
          <w:tcPr>
            <w:tcW w:w="4347" w:type="dxa"/>
            <w:vAlign w:val="top"/>
          </w:tcPr>
          <w:p w14:paraId="7F73F730" w14:textId="77777777" w:rsidR="009E29B3" w:rsidRDefault="009E29B3" w:rsidP="002C3929">
            <w:pPr>
              <w:pStyle w:val="Body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 w:rsidRPr="0A0937AF">
              <w:rPr>
                <w:i/>
                <w:iCs/>
                <w:color w:val="808080" w:themeColor="text1" w:themeTint="7F"/>
                <w:sz w:val="22"/>
                <w:szCs w:val="22"/>
              </w:rPr>
              <w:t>Chipping surplus metal</w:t>
            </w:r>
          </w:p>
        </w:tc>
      </w:tr>
      <w:tr w:rsidR="009E29B3" w:rsidRPr="00C35BBF" w14:paraId="736B9C6D" w14:textId="77777777" w:rsidTr="002C3929">
        <w:trPr>
          <w:trHeight w:val="590"/>
        </w:trPr>
        <w:tc>
          <w:tcPr>
            <w:tcW w:w="1720" w:type="dxa"/>
            <w:vAlign w:val="top"/>
          </w:tcPr>
          <w:p w14:paraId="6A4E5422" w14:textId="77777777" w:rsidR="009E29B3" w:rsidRPr="003C2DCB" w:rsidRDefault="009E29B3" w:rsidP="002C3929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E</w:t>
            </w:r>
          </w:p>
        </w:tc>
        <w:tc>
          <w:tcPr>
            <w:tcW w:w="3000" w:type="dxa"/>
            <w:vAlign w:val="top"/>
          </w:tcPr>
          <w:p w14:paraId="59FE7E5B" w14:textId="77777777" w:rsidR="009E29B3" w:rsidRPr="00626F5E" w:rsidRDefault="009E29B3" w:rsidP="002C3929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 xml:space="preserve">Hacksaw </w:t>
            </w:r>
          </w:p>
        </w:tc>
        <w:tc>
          <w:tcPr>
            <w:tcW w:w="4347" w:type="dxa"/>
            <w:vAlign w:val="top"/>
          </w:tcPr>
          <w:p w14:paraId="13425961" w14:textId="77777777" w:rsidR="009E29B3" w:rsidRDefault="009E29B3" w:rsidP="002C3929">
            <w:pPr>
              <w:pStyle w:val="Body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 w:rsidRPr="0A0937AF">
              <w:rPr>
                <w:i/>
                <w:iCs/>
                <w:color w:val="808080" w:themeColor="text1" w:themeTint="7F"/>
                <w:sz w:val="22"/>
                <w:szCs w:val="22"/>
              </w:rPr>
              <w:t>Cutting ferrous and non-ferrous material</w:t>
            </w:r>
          </w:p>
        </w:tc>
      </w:tr>
      <w:tr w:rsidR="009E29B3" w:rsidRPr="00C35BBF" w14:paraId="7F45B4C2" w14:textId="77777777" w:rsidTr="002C3929">
        <w:trPr>
          <w:trHeight w:val="590"/>
        </w:trPr>
        <w:tc>
          <w:tcPr>
            <w:tcW w:w="1720" w:type="dxa"/>
            <w:vAlign w:val="top"/>
          </w:tcPr>
          <w:p w14:paraId="025CF8AA" w14:textId="77777777" w:rsidR="009E29B3" w:rsidRPr="003C2DCB" w:rsidRDefault="009E29B3" w:rsidP="002C3929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F</w:t>
            </w:r>
          </w:p>
        </w:tc>
        <w:tc>
          <w:tcPr>
            <w:tcW w:w="3000" w:type="dxa"/>
            <w:vAlign w:val="top"/>
          </w:tcPr>
          <w:p w14:paraId="43BC36FF" w14:textId="77777777" w:rsidR="009E29B3" w:rsidRPr="00626F5E" w:rsidRDefault="009E29B3" w:rsidP="002C3929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 xml:space="preserve">Aviation Snips </w:t>
            </w:r>
          </w:p>
        </w:tc>
        <w:tc>
          <w:tcPr>
            <w:tcW w:w="4347" w:type="dxa"/>
            <w:vAlign w:val="top"/>
          </w:tcPr>
          <w:p w14:paraId="2696B90B" w14:textId="77777777" w:rsidR="009E29B3" w:rsidRDefault="009E29B3" w:rsidP="002C3929">
            <w:pPr>
              <w:pStyle w:val="Body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 w:rsidRPr="0A0937AF">
              <w:rPr>
                <w:i/>
                <w:iCs/>
                <w:color w:val="808080" w:themeColor="text1" w:themeTint="7F"/>
                <w:sz w:val="22"/>
                <w:szCs w:val="22"/>
              </w:rPr>
              <w:t>Cutting sheet metal</w:t>
            </w:r>
          </w:p>
        </w:tc>
      </w:tr>
      <w:tr w:rsidR="009E29B3" w:rsidRPr="00C35BBF" w14:paraId="11649DEF" w14:textId="77777777" w:rsidTr="002C3929">
        <w:trPr>
          <w:trHeight w:val="605"/>
        </w:trPr>
        <w:tc>
          <w:tcPr>
            <w:tcW w:w="1720" w:type="dxa"/>
            <w:vAlign w:val="top"/>
          </w:tcPr>
          <w:p w14:paraId="3034678B" w14:textId="77777777" w:rsidR="009E29B3" w:rsidRPr="003C2DCB" w:rsidRDefault="009E29B3" w:rsidP="002C3929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G</w:t>
            </w:r>
          </w:p>
        </w:tc>
        <w:tc>
          <w:tcPr>
            <w:tcW w:w="3000" w:type="dxa"/>
            <w:vAlign w:val="top"/>
          </w:tcPr>
          <w:p w14:paraId="65751D14" w14:textId="77777777" w:rsidR="009E29B3" w:rsidRPr="00626F5E" w:rsidRDefault="009E29B3" w:rsidP="002C3929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 xml:space="preserve">Vice grips </w:t>
            </w:r>
          </w:p>
        </w:tc>
        <w:tc>
          <w:tcPr>
            <w:tcW w:w="4347" w:type="dxa"/>
            <w:vAlign w:val="top"/>
          </w:tcPr>
          <w:p w14:paraId="58E98372" w14:textId="77777777" w:rsidR="009E29B3" w:rsidRDefault="009E29B3" w:rsidP="002C3929">
            <w:pPr>
              <w:pStyle w:val="Body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 w:rsidRPr="0A0937AF">
              <w:rPr>
                <w:i/>
                <w:iCs/>
                <w:color w:val="808080" w:themeColor="text1" w:themeTint="7F"/>
                <w:sz w:val="22"/>
                <w:szCs w:val="22"/>
              </w:rPr>
              <w:t>Locking grip/clamping</w:t>
            </w:r>
          </w:p>
        </w:tc>
      </w:tr>
      <w:tr w:rsidR="009E29B3" w:rsidRPr="00C35BBF" w14:paraId="7493E95D" w14:textId="77777777" w:rsidTr="002C3929">
        <w:trPr>
          <w:trHeight w:val="590"/>
        </w:trPr>
        <w:tc>
          <w:tcPr>
            <w:tcW w:w="1720" w:type="dxa"/>
            <w:vAlign w:val="top"/>
          </w:tcPr>
          <w:p w14:paraId="5C0B946B" w14:textId="77777777" w:rsidR="009E29B3" w:rsidRPr="003C2DCB" w:rsidRDefault="009E29B3" w:rsidP="002C3929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H</w:t>
            </w:r>
          </w:p>
        </w:tc>
        <w:tc>
          <w:tcPr>
            <w:tcW w:w="3000" w:type="dxa"/>
            <w:vAlign w:val="top"/>
          </w:tcPr>
          <w:p w14:paraId="4349A85C" w14:textId="77777777" w:rsidR="009E29B3" w:rsidRPr="00626F5E" w:rsidRDefault="009E29B3" w:rsidP="002C3929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>Multi grips</w:t>
            </w:r>
          </w:p>
        </w:tc>
        <w:tc>
          <w:tcPr>
            <w:tcW w:w="4347" w:type="dxa"/>
            <w:vAlign w:val="top"/>
          </w:tcPr>
          <w:p w14:paraId="7BCCA2F1" w14:textId="77777777" w:rsidR="009E29B3" w:rsidRDefault="009E29B3" w:rsidP="002C3929">
            <w:pPr>
              <w:pStyle w:val="Body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 w:rsidRPr="0A0937AF">
              <w:rPr>
                <w:i/>
                <w:iCs/>
                <w:color w:val="808080" w:themeColor="text1" w:themeTint="7F"/>
                <w:sz w:val="22"/>
                <w:szCs w:val="22"/>
              </w:rPr>
              <w:t>Gripping/controlled width of jaws and size</w:t>
            </w:r>
          </w:p>
        </w:tc>
      </w:tr>
      <w:tr w:rsidR="009E29B3" w:rsidRPr="00C35BBF" w14:paraId="3F616D83" w14:textId="77777777" w:rsidTr="002C3929">
        <w:trPr>
          <w:trHeight w:val="590"/>
        </w:trPr>
        <w:tc>
          <w:tcPr>
            <w:tcW w:w="1720" w:type="dxa"/>
            <w:vAlign w:val="top"/>
          </w:tcPr>
          <w:p w14:paraId="696C91B0" w14:textId="77777777" w:rsidR="009E29B3" w:rsidRPr="003C2DCB" w:rsidRDefault="009E29B3" w:rsidP="002C3929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J</w:t>
            </w:r>
          </w:p>
        </w:tc>
        <w:tc>
          <w:tcPr>
            <w:tcW w:w="3000" w:type="dxa"/>
            <w:vAlign w:val="top"/>
          </w:tcPr>
          <w:p w14:paraId="051E055A" w14:textId="77777777" w:rsidR="009E29B3" w:rsidRPr="00626F5E" w:rsidRDefault="009E29B3" w:rsidP="002C3929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Combination or b</w:t>
            </w: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>ull nose pliers</w:t>
            </w:r>
          </w:p>
        </w:tc>
        <w:tc>
          <w:tcPr>
            <w:tcW w:w="4347" w:type="dxa"/>
            <w:vAlign w:val="top"/>
          </w:tcPr>
          <w:p w14:paraId="6BBFFD33" w14:textId="77777777" w:rsidR="009E29B3" w:rsidRDefault="009E29B3" w:rsidP="002C3929">
            <w:pPr>
              <w:pStyle w:val="Body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 w:rsidRPr="0A0937AF">
              <w:rPr>
                <w:i/>
                <w:iCs/>
                <w:color w:val="808080" w:themeColor="text1" w:themeTint="7F"/>
                <w:sz w:val="22"/>
                <w:szCs w:val="22"/>
              </w:rPr>
              <w:t>Holding and cutting material</w:t>
            </w:r>
          </w:p>
        </w:tc>
      </w:tr>
    </w:tbl>
    <w:p w14:paraId="6C5033AA" w14:textId="75BC52E2" w:rsidR="001B6BED" w:rsidRDefault="001B6BED" w:rsidP="00595676">
      <w:pPr>
        <w:pStyle w:val="Body"/>
        <w:ind w:left="360"/>
        <w:rPr>
          <w:sz w:val="22"/>
          <w:szCs w:val="22"/>
        </w:rPr>
      </w:pPr>
    </w:p>
    <w:p w14:paraId="54C4A023" w14:textId="43696017" w:rsidR="00013B67" w:rsidRPr="002C3929" w:rsidRDefault="00423AA6" w:rsidP="00423AA6">
      <w:pPr>
        <w:pStyle w:val="Body"/>
        <w:tabs>
          <w:tab w:val="clear" w:pos="284"/>
          <w:tab w:val="left" w:pos="1425"/>
        </w:tabs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 w:rsidR="00013B67" w:rsidRPr="00013B67">
        <w:rPr>
          <w:sz w:val="22"/>
          <w:szCs w:val="22"/>
        </w:rPr>
        <w:t>(Rk 1 )</w:t>
      </w:r>
      <w:r w:rsidR="002C3929" w:rsidRPr="002C3929">
        <w:rPr>
          <w:sz w:val="22"/>
          <w:szCs w:val="22"/>
        </w:rPr>
        <w:t xml:space="preserve"> </w:t>
      </w:r>
      <w:r w:rsidR="002C3929" w:rsidRPr="50805D62">
        <w:rPr>
          <w:sz w:val="22"/>
          <w:szCs w:val="22"/>
        </w:rPr>
        <w:t xml:space="preserve">Using the images of tools in the diagram complete the table below by indicating the correct tool name to its respective letter and its application in general engineering </w:t>
      </w:r>
    </w:p>
    <w:p w14:paraId="72452A50" w14:textId="77777777" w:rsidR="00013B67" w:rsidRDefault="00013B67" w:rsidP="00013B67">
      <w:pPr>
        <w:pStyle w:val="Body"/>
        <w:tabs>
          <w:tab w:val="clear" w:pos="284"/>
          <w:tab w:val="left" w:pos="1425"/>
        </w:tabs>
        <w:rPr>
          <w:sz w:val="22"/>
          <w:szCs w:val="22"/>
        </w:rPr>
      </w:pPr>
    </w:p>
    <w:p w14:paraId="75BA53C7" w14:textId="5176B510" w:rsidR="00013B67" w:rsidRPr="00013B67" w:rsidRDefault="00013B67" w:rsidP="00013B67">
      <w:pPr>
        <w:pStyle w:val="Body"/>
        <w:tabs>
          <w:tab w:val="clear" w:pos="284"/>
          <w:tab w:val="left" w:pos="1425"/>
        </w:tabs>
        <w:jc w:val="center"/>
        <w:rPr>
          <w:sz w:val="22"/>
          <w:szCs w:val="22"/>
        </w:rPr>
      </w:pPr>
      <w:r>
        <w:rPr>
          <w:noProof/>
          <w:sz w:val="22"/>
          <w:szCs w:val="22"/>
          <w:lang w:eastAsia="en-AU"/>
        </w:rPr>
        <w:drawing>
          <wp:inline distT="0" distB="0" distL="0" distR="0" wp14:anchorId="520D1794" wp14:editId="26D4D527">
            <wp:extent cx="5759450" cy="3378835"/>
            <wp:effectExtent l="0" t="0" r="0" b="0"/>
            <wp:docPr id="216" name="Picture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Hand tool identification 2 of 4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378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526ECE" w14:textId="01C80A39" w:rsidR="00013B67" w:rsidRPr="00E6428C" w:rsidRDefault="00013B67" w:rsidP="00013B67">
      <w:pPr>
        <w:pStyle w:val="Caption"/>
        <w:keepNext/>
      </w:pPr>
      <w:r>
        <w:t xml:space="preserve">Table </w:t>
      </w:r>
      <w:r w:rsidR="00527F47">
        <w:rPr>
          <w:noProof/>
        </w:rPr>
        <w:t>2</w:t>
      </w:r>
      <w:r>
        <w:rPr>
          <w:noProof/>
        </w:rPr>
        <w:t xml:space="preserve"> Short answer</w:t>
      </w:r>
    </w:p>
    <w:tbl>
      <w:tblPr>
        <w:tblStyle w:val="TableGrid"/>
        <w:tblW w:w="9305" w:type="dxa"/>
        <w:tblLook w:val="04A0" w:firstRow="1" w:lastRow="0" w:firstColumn="1" w:lastColumn="0" w:noHBand="0" w:noVBand="1"/>
      </w:tblPr>
      <w:tblGrid>
        <w:gridCol w:w="1271"/>
        <w:gridCol w:w="2552"/>
        <w:gridCol w:w="5482"/>
      </w:tblGrid>
      <w:tr w:rsidR="002C3929" w:rsidRPr="006C0771" w14:paraId="0A4DD232" w14:textId="0F0030AB" w:rsidTr="002C39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8"/>
        </w:trPr>
        <w:tc>
          <w:tcPr>
            <w:tcW w:w="1271" w:type="dxa"/>
          </w:tcPr>
          <w:p w14:paraId="0A71944E" w14:textId="6EBC72D5" w:rsidR="002C3929" w:rsidRPr="006C0771" w:rsidRDefault="002C3929" w:rsidP="00423AA6">
            <w:pPr>
              <w:pStyle w:val="Body"/>
              <w:rPr>
                <w:sz w:val="22"/>
                <w:szCs w:val="22"/>
              </w:rPr>
            </w:pPr>
            <w:r>
              <w:rPr>
                <w:lang w:eastAsia="en-AU"/>
              </w:rPr>
              <w:tab/>
            </w:r>
            <w:r w:rsidR="00423AA6">
              <w:rPr>
                <w:sz w:val="22"/>
                <w:szCs w:val="22"/>
              </w:rPr>
              <w:t>Image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552" w:type="dxa"/>
          </w:tcPr>
          <w:p w14:paraId="4253220B" w14:textId="77777777" w:rsidR="002C3929" w:rsidRPr="006C0771" w:rsidRDefault="002C3929" w:rsidP="00BB2597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Tool Name </w:t>
            </w:r>
          </w:p>
        </w:tc>
        <w:tc>
          <w:tcPr>
            <w:tcW w:w="5482" w:type="dxa"/>
          </w:tcPr>
          <w:p w14:paraId="1557C686" w14:textId="16276DFD" w:rsidR="002C3929" w:rsidRDefault="002C3929" w:rsidP="00BB2597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Application</w:t>
            </w:r>
          </w:p>
        </w:tc>
      </w:tr>
      <w:tr w:rsidR="002C3929" w:rsidRPr="00C35BBF" w14:paraId="1EDBB81A" w14:textId="356ECD7F" w:rsidTr="002C3929">
        <w:trPr>
          <w:trHeight w:val="528"/>
        </w:trPr>
        <w:tc>
          <w:tcPr>
            <w:tcW w:w="1271" w:type="dxa"/>
            <w:vAlign w:val="top"/>
          </w:tcPr>
          <w:p w14:paraId="6685859A" w14:textId="77777777" w:rsidR="002C3929" w:rsidRPr="003C2DCB" w:rsidRDefault="002C3929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2552" w:type="dxa"/>
            <w:vAlign w:val="top"/>
          </w:tcPr>
          <w:p w14:paraId="2B63630D" w14:textId="437D179C" w:rsidR="002C3929" w:rsidRPr="00626F5E" w:rsidRDefault="002C3929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>Stillsons</w:t>
            </w:r>
          </w:p>
        </w:tc>
        <w:tc>
          <w:tcPr>
            <w:tcW w:w="5482" w:type="dxa"/>
          </w:tcPr>
          <w:p w14:paraId="76CE5CFF" w14:textId="5BFF2DAC" w:rsidR="002C3929" w:rsidRPr="00626F5E" w:rsidRDefault="002C3929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A0937AF">
              <w:rPr>
                <w:i/>
                <w:iCs/>
                <w:color w:val="808080" w:themeColor="text1" w:themeTint="7F"/>
                <w:sz w:val="22"/>
                <w:szCs w:val="22"/>
              </w:rPr>
              <w:t>Tighten/loosen pipe</w:t>
            </w:r>
          </w:p>
        </w:tc>
      </w:tr>
      <w:tr w:rsidR="002C3929" w:rsidRPr="00C35BBF" w14:paraId="18549E64" w14:textId="6C65A7D3" w:rsidTr="002C3929">
        <w:trPr>
          <w:trHeight w:val="555"/>
        </w:trPr>
        <w:tc>
          <w:tcPr>
            <w:tcW w:w="1271" w:type="dxa"/>
            <w:vAlign w:val="top"/>
          </w:tcPr>
          <w:p w14:paraId="6E3270C5" w14:textId="77777777" w:rsidR="002C3929" w:rsidRPr="003C2DCB" w:rsidRDefault="002C3929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2552" w:type="dxa"/>
            <w:vAlign w:val="top"/>
          </w:tcPr>
          <w:p w14:paraId="201D1FAB" w14:textId="5715934E" w:rsidR="002C3929" w:rsidRPr="00626F5E" w:rsidRDefault="002C3929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Pop rivet gun/pliers</w:t>
            </w:r>
          </w:p>
        </w:tc>
        <w:tc>
          <w:tcPr>
            <w:tcW w:w="5482" w:type="dxa"/>
          </w:tcPr>
          <w:p w14:paraId="12E44BA8" w14:textId="797D0C09" w:rsidR="002C3929" w:rsidRPr="00626F5E" w:rsidRDefault="002C3929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Install/fasten pop rivets in position</w:t>
            </w:r>
          </w:p>
        </w:tc>
      </w:tr>
      <w:tr w:rsidR="00580989" w:rsidRPr="00C35BBF" w14:paraId="089749AE" w14:textId="6F44B3A2" w:rsidTr="002C3929">
        <w:trPr>
          <w:trHeight w:val="555"/>
        </w:trPr>
        <w:tc>
          <w:tcPr>
            <w:tcW w:w="1271" w:type="dxa"/>
            <w:vAlign w:val="top"/>
          </w:tcPr>
          <w:p w14:paraId="014D2FCF" w14:textId="77777777" w:rsidR="00580989" w:rsidRPr="003C2DCB" w:rsidRDefault="00580989" w:rsidP="00580989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2552" w:type="dxa"/>
            <w:vAlign w:val="top"/>
          </w:tcPr>
          <w:p w14:paraId="092FC4A3" w14:textId="6CDE59C2" w:rsidR="00580989" w:rsidRPr="00580989" w:rsidRDefault="00580989" w:rsidP="00580989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580989">
              <w:rPr>
                <w:i/>
                <w:color w:val="808080" w:themeColor="background1" w:themeShade="80"/>
                <w:sz w:val="22"/>
                <w:szCs w:val="22"/>
              </w:rPr>
              <w:t xml:space="preserve">Flat file </w:t>
            </w:r>
          </w:p>
        </w:tc>
        <w:tc>
          <w:tcPr>
            <w:tcW w:w="5482" w:type="dxa"/>
          </w:tcPr>
          <w:p w14:paraId="39AC38A0" w14:textId="406A3B22" w:rsidR="00580989" w:rsidRPr="00580989" w:rsidRDefault="00580989" w:rsidP="00580989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580989">
              <w:rPr>
                <w:i/>
                <w:iCs/>
                <w:color w:val="808080" w:themeColor="background1" w:themeShade="80"/>
                <w:sz w:val="22"/>
                <w:szCs w:val="22"/>
              </w:rPr>
              <w:t>Filing flat surfaces and edges.</w:t>
            </w:r>
          </w:p>
        </w:tc>
      </w:tr>
      <w:tr w:rsidR="002C3929" w:rsidRPr="00C35BBF" w14:paraId="0F959B78" w14:textId="501481C6" w:rsidTr="002C3929">
        <w:trPr>
          <w:trHeight w:val="555"/>
        </w:trPr>
        <w:tc>
          <w:tcPr>
            <w:tcW w:w="1271" w:type="dxa"/>
            <w:vAlign w:val="top"/>
          </w:tcPr>
          <w:p w14:paraId="2EF25A7D" w14:textId="77777777" w:rsidR="002C3929" w:rsidRPr="003C2DCB" w:rsidRDefault="002C3929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2552" w:type="dxa"/>
            <w:vAlign w:val="top"/>
          </w:tcPr>
          <w:p w14:paraId="22862712" w14:textId="43D8A11B" w:rsidR="002C3929" w:rsidRPr="00626F5E" w:rsidRDefault="002C3929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>Square file</w:t>
            </w:r>
          </w:p>
        </w:tc>
        <w:tc>
          <w:tcPr>
            <w:tcW w:w="5482" w:type="dxa"/>
          </w:tcPr>
          <w:p w14:paraId="3DC35ECC" w14:textId="273F2E35" w:rsidR="002C3929" w:rsidRPr="00626F5E" w:rsidRDefault="002C3929" w:rsidP="002C3929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Filing right angled corners, enlarging square slotted holes</w:t>
            </w:r>
          </w:p>
        </w:tc>
      </w:tr>
      <w:tr w:rsidR="002C3929" w:rsidRPr="00C35BBF" w14:paraId="3FC5E514" w14:textId="25BA76B4" w:rsidTr="002C3929">
        <w:trPr>
          <w:trHeight w:val="555"/>
        </w:trPr>
        <w:tc>
          <w:tcPr>
            <w:tcW w:w="1271" w:type="dxa"/>
            <w:vAlign w:val="top"/>
          </w:tcPr>
          <w:p w14:paraId="797A1615" w14:textId="77777777" w:rsidR="002C3929" w:rsidRPr="003C2DCB" w:rsidRDefault="002C3929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E</w:t>
            </w:r>
          </w:p>
        </w:tc>
        <w:tc>
          <w:tcPr>
            <w:tcW w:w="2552" w:type="dxa"/>
            <w:vAlign w:val="top"/>
          </w:tcPr>
          <w:p w14:paraId="5BAE10C3" w14:textId="691FDF07" w:rsidR="002C3929" w:rsidRPr="00626F5E" w:rsidRDefault="002C3929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>Round file (Rat tail)</w:t>
            </w:r>
          </w:p>
        </w:tc>
        <w:tc>
          <w:tcPr>
            <w:tcW w:w="5482" w:type="dxa"/>
          </w:tcPr>
          <w:p w14:paraId="7D689DF8" w14:textId="6315D1FC" w:rsidR="002C3929" w:rsidRPr="00626F5E" w:rsidRDefault="002C3929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A0937AF">
              <w:rPr>
                <w:i/>
                <w:iCs/>
                <w:color w:val="808080" w:themeColor="text1" w:themeTint="7F"/>
                <w:sz w:val="22"/>
                <w:szCs w:val="22"/>
              </w:rPr>
              <w:t>Round filing/finishing, elongating holes</w:t>
            </w:r>
          </w:p>
        </w:tc>
      </w:tr>
      <w:tr w:rsidR="002C3929" w:rsidRPr="00C35BBF" w14:paraId="15169F7D" w14:textId="1BB62584" w:rsidTr="002C3929">
        <w:trPr>
          <w:trHeight w:val="555"/>
        </w:trPr>
        <w:tc>
          <w:tcPr>
            <w:tcW w:w="1271" w:type="dxa"/>
            <w:vAlign w:val="top"/>
          </w:tcPr>
          <w:p w14:paraId="25F1FABF" w14:textId="77777777" w:rsidR="002C3929" w:rsidRPr="003C2DCB" w:rsidRDefault="002C3929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F</w:t>
            </w:r>
          </w:p>
        </w:tc>
        <w:tc>
          <w:tcPr>
            <w:tcW w:w="2552" w:type="dxa"/>
            <w:vAlign w:val="top"/>
          </w:tcPr>
          <w:p w14:paraId="4F2D39FE" w14:textId="7E30ADC4" w:rsidR="002C3929" w:rsidRPr="00626F5E" w:rsidRDefault="002C3929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 xml:space="preserve">Half round file </w:t>
            </w:r>
          </w:p>
        </w:tc>
        <w:tc>
          <w:tcPr>
            <w:tcW w:w="5482" w:type="dxa"/>
          </w:tcPr>
          <w:p w14:paraId="35C9F0ED" w14:textId="54870841" w:rsidR="002C3929" w:rsidRPr="00626F5E" w:rsidRDefault="002C3929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A0937AF">
              <w:rPr>
                <w:i/>
                <w:iCs/>
                <w:color w:val="808080" w:themeColor="text1" w:themeTint="7F"/>
                <w:sz w:val="22"/>
                <w:szCs w:val="22"/>
              </w:rPr>
              <w:t>Flat and curved filing/finishing</w:t>
            </w:r>
          </w:p>
        </w:tc>
      </w:tr>
      <w:tr w:rsidR="002C3929" w:rsidRPr="00C35BBF" w14:paraId="7D51902D" w14:textId="706195E9" w:rsidTr="002C3929">
        <w:trPr>
          <w:trHeight w:val="570"/>
        </w:trPr>
        <w:tc>
          <w:tcPr>
            <w:tcW w:w="1271" w:type="dxa"/>
            <w:vAlign w:val="top"/>
          </w:tcPr>
          <w:p w14:paraId="1FF14C90" w14:textId="77777777" w:rsidR="002C3929" w:rsidRPr="003C2DCB" w:rsidRDefault="002C3929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G</w:t>
            </w:r>
          </w:p>
        </w:tc>
        <w:tc>
          <w:tcPr>
            <w:tcW w:w="2552" w:type="dxa"/>
            <w:vAlign w:val="top"/>
          </w:tcPr>
          <w:p w14:paraId="0712F51A" w14:textId="2CF1C85E" w:rsidR="002C3929" w:rsidRPr="00626F5E" w:rsidRDefault="002C3929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 xml:space="preserve">Three square file  </w:t>
            </w:r>
          </w:p>
        </w:tc>
        <w:tc>
          <w:tcPr>
            <w:tcW w:w="5482" w:type="dxa"/>
          </w:tcPr>
          <w:p w14:paraId="6AC110A4" w14:textId="6BD72AF7" w:rsidR="002C3929" w:rsidRPr="00626F5E" w:rsidRDefault="002C3929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A0937AF">
              <w:rPr>
                <w:i/>
                <w:iCs/>
                <w:color w:val="808080" w:themeColor="text1" w:themeTint="7F"/>
                <w:sz w:val="22"/>
                <w:szCs w:val="22"/>
              </w:rPr>
              <w:t>Angular filing/finishing</w:t>
            </w:r>
          </w:p>
        </w:tc>
      </w:tr>
      <w:tr w:rsidR="002C3929" w:rsidRPr="00C35BBF" w14:paraId="49C8E2DA" w14:textId="6E6975B4" w:rsidTr="002C3929">
        <w:trPr>
          <w:trHeight w:val="555"/>
        </w:trPr>
        <w:tc>
          <w:tcPr>
            <w:tcW w:w="1271" w:type="dxa"/>
            <w:vAlign w:val="top"/>
          </w:tcPr>
          <w:p w14:paraId="3D151538" w14:textId="77777777" w:rsidR="002C3929" w:rsidRPr="003C2DCB" w:rsidRDefault="002C3929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H</w:t>
            </w:r>
          </w:p>
        </w:tc>
        <w:tc>
          <w:tcPr>
            <w:tcW w:w="2552" w:type="dxa"/>
            <w:vAlign w:val="top"/>
          </w:tcPr>
          <w:p w14:paraId="6CDBDD62" w14:textId="48A7ECC0" w:rsidR="002C3929" w:rsidRPr="00626F5E" w:rsidRDefault="002C3929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>File card</w:t>
            </w:r>
          </w:p>
        </w:tc>
        <w:tc>
          <w:tcPr>
            <w:tcW w:w="5482" w:type="dxa"/>
          </w:tcPr>
          <w:p w14:paraId="5ED571AD" w14:textId="604A8D2F" w:rsidR="002C3929" w:rsidRPr="00626F5E" w:rsidRDefault="002C3929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A0937AF">
              <w:rPr>
                <w:i/>
                <w:iCs/>
                <w:color w:val="808080" w:themeColor="text1" w:themeTint="7F"/>
                <w:sz w:val="22"/>
                <w:szCs w:val="22"/>
              </w:rPr>
              <w:t>Cleaning file</w:t>
            </w:r>
            <w:r>
              <w:rPr>
                <w:i/>
                <w:iCs/>
                <w:color w:val="808080" w:themeColor="text1" w:themeTint="7F"/>
                <w:sz w:val="22"/>
                <w:szCs w:val="22"/>
              </w:rPr>
              <w:t>, removing pinning</w:t>
            </w:r>
          </w:p>
        </w:tc>
      </w:tr>
      <w:tr w:rsidR="002C3929" w:rsidRPr="00C35BBF" w14:paraId="197A0FFF" w14:textId="1AEE1871" w:rsidTr="002C3929">
        <w:trPr>
          <w:trHeight w:val="555"/>
        </w:trPr>
        <w:tc>
          <w:tcPr>
            <w:tcW w:w="1271" w:type="dxa"/>
            <w:vAlign w:val="top"/>
          </w:tcPr>
          <w:p w14:paraId="3AB38E8D" w14:textId="77777777" w:rsidR="002C3929" w:rsidRPr="003C2DCB" w:rsidRDefault="002C3929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J</w:t>
            </w:r>
          </w:p>
        </w:tc>
        <w:tc>
          <w:tcPr>
            <w:tcW w:w="2552" w:type="dxa"/>
            <w:vAlign w:val="top"/>
          </w:tcPr>
          <w:p w14:paraId="15708A65" w14:textId="37872BD1" w:rsidR="002C3929" w:rsidRPr="00626F5E" w:rsidRDefault="002C3929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>Flat screw driver</w:t>
            </w:r>
          </w:p>
        </w:tc>
        <w:tc>
          <w:tcPr>
            <w:tcW w:w="5482" w:type="dxa"/>
          </w:tcPr>
          <w:p w14:paraId="3B2C6FE2" w14:textId="6AA2DEF0" w:rsidR="002C3929" w:rsidRPr="00626F5E" w:rsidRDefault="002C3929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Tightening/loosening straight head screws</w:t>
            </w:r>
          </w:p>
        </w:tc>
      </w:tr>
    </w:tbl>
    <w:p w14:paraId="7003C9C8" w14:textId="77777777" w:rsidR="002C3929" w:rsidRDefault="002C3929" w:rsidP="002C3929">
      <w:pPr>
        <w:pStyle w:val="Body"/>
        <w:tabs>
          <w:tab w:val="clear" w:pos="284"/>
          <w:tab w:val="left" w:pos="1425"/>
        </w:tabs>
        <w:rPr>
          <w:sz w:val="22"/>
          <w:szCs w:val="22"/>
        </w:rPr>
      </w:pPr>
    </w:p>
    <w:p w14:paraId="2692E3CE" w14:textId="39304BD1" w:rsidR="0071679D" w:rsidRDefault="00423AA6" w:rsidP="00423AA6">
      <w:pPr>
        <w:pStyle w:val="Body"/>
        <w:tabs>
          <w:tab w:val="clear" w:pos="284"/>
          <w:tab w:val="left" w:pos="1425"/>
        </w:tabs>
        <w:rPr>
          <w:sz w:val="22"/>
          <w:szCs w:val="22"/>
        </w:rPr>
      </w:pPr>
      <w:r>
        <w:rPr>
          <w:sz w:val="22"/>
          <w:szCs w:val="22"/>
        </w:rPr>
        <w:t xml:space="preserve">7.  </w:t>
      </w:r>
      <w:r w:rsidR="0071679D" w:rsidRPr="00013B67">
        <w:rPr>
          <w:sz w:val="22"/>
          <w:szCs w:val="22"/>
        </w:rPr>
        <w:t>(Rk 1 )</w:t>
      </w:r>
      <w:r w:rsidR="002C3929">
        <w:rPr>
          <w:sz w:val="22"/>
          <w:szCs w:val="22"/>
        </w:rPr>
        <w:t xml:space="preserve"> </w:t>
      </w:r>
      <w:r w:rsidR="002C3929" w:rsidRPr="50805D62">
        <w:rPr>
          <w:sz w:val="22"/>
          <w:szCs w:val="22"/>
        </w:rPr>
        <w:t>Using the images of tools in the diagram complete the table below by indicating the correct tool name to its respective letter and its application in general engineering.</w:t>
      </w:r>
    </w:p>
    <w:p w14:paraId="62C33161" w14:textId="5DEB912E" w:rsidR="00013B67" w:rsidRDefault="00013B67" w:rsidP="00595676">
      <w:pPr>
        <w:pStyle w:val="Body"/>
        <w:ind w:left="360"/>
        <w:rPr>
          <w:sz w:val="22"/>
          <w:szCs w:val="22"/>
        </w:rPr>
      </w:pPr>
    </w:p>
    <w:p w14:paraId="312D6854" w14:textId="4F0B3BCD" w:rsidR="0071679D" w:rsidRDefault="0071679D" w:rsidP="0071679D">
      <w:pPr>
        <w:pStyle w:val="Body"/>
        <w:ind w:left="360"/>
        <w:jc w:val="center"/>
        <w:rPr>
          <w:sz w:val="22"/>
          <w:szCs w:val="22"/>
        </w:rPr>
      </w:pPr>
      <w:r>
        <w:rPr>
          <w:noProof/>
          <w:sz w:val="22"/>
          <w:szCs w:val="22"/>
          <w:lang w:eastAsia="en-AU"/>
        </w:rPr>
        <w:drawing>
          <wp:inline distT="0" distB="0" distL="0" distR="0" wp14:anchorId="569ED00F" wp14:editId="724267FE">
            <wp:extent cx="5460643" cy="3203537"/>
            <wp:effectExtent l="0" t="0" r="6985" b="0"/>
            <wp:docPr id="217" name="Picture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Hand tool identification 3 of 4.jp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0630" cy="3209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A9CAD0" w14:textId="138BAB85" w:rsidR="0071679D" w:rsidRPr="00E6428C" w:rsidRDefault="0071679D" w:rsidP="0071679D">
      <w:pPr>
        <w:pStyle w:val="Caption"/>
        <w:keepNext/>
      </w:pPr>
      <w:r>
        <w:t xml:space="preserve">Table </w:t>
      </w:r>
      <w:r w:rsidR="00527F47">
        <w:rPr>
          <w:noProof/>
        </w:rPr>
        <w:t>3</w:t>
      </w:r>
      <w:r>
        <w:rPr>
          <w:noProof/>
        </w:rPr>
        <w:t xml:space="preserve"> Short answer</w:t>
      </w:r>
    </w:p>
    <w:tbl>
      <w:tblPr>
        <w:tblStyle w:val="TableGrid"/>
        <w:tblW w:w="9920" w:type="dxa"/>
        <w:tblInd w:w="-206" w:type="dxa"/>
        <w:tblLook w:val="04A0" w:firstRow="1" w:lastRow="0" w:firstColumn="1" w:lastColumn="0" w:noHBand="0" w:noVBand="1"/>
      </w:tblPr>
      <w:tblGrid>
        <w:gridCol w:w="1147"/>
        <w:gridCol w:w="3874"/>
        <w:gridCol w:w="4899"/>
      </w:tblGrid>
      <w:tr w:rsidR="002C3929" w:rsidRPr="006C0771" w14:paraId="12FAA052" w14:textId="2E5E355C" w:rsidTr="00423A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3"/>
        </w:trPr>
        <w:tc>
          <w:tcPr>
            <w:tcW w:w="1147" w:type="dxa"/>
          </w:tcPr>
          <w:p w14:paraId="16D63DE5" w14:textId="3ED0B10B" w:rsidR="002C3929" w:rsidRPr="006C0771" w:rsidRDefault="002C3929" w:rsidP="00423AA6">
            <w:pPr>
              <w:pStyle w:val="Body"/>
              <w:rPr>
                <w:sz w:val="22"/>
                <w:szCs w:val="22"/>
              </w:rPr>
            </w:pPr>
            <w:r>
              <w:rPr>
                <w:lang w:eastAsia="en-AU"/>
              </w:rPr>
              <w:tab/>
            </w:r>
            <w:r w:rsidR="00423AA6">
              <w:rPr>
                <w:sz w:val="22"/>
                <w:szCs w:val="22"/>
              </w:rPr>
              <w:t>Image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3874" w:type="dxa"/>
          </w:tcPr>
          <w:p w14:paraId="341133BD" w14:textId="77777777" w:rsidR="002C3929" w:rsidRPr="006C0771" w:rsidRDefault="002C3929" w:rsidP="00BB2597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Tool Name </w:t>
            </w:r>
          </w:p>
        </w:tc>
        <w:tc>
          <w:tcPr>
            <w:tcW w:w="4899" w:type="dxa"/>
          </w:tcPr>
          <w:p w14:paraId="6F31DB0B" w14:textId="5E1F0AF6" w:rsidR="002C3929" w:rsidRDefault="002C3929" w:rsidP="00BB2597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Application</w:t>
            </w:r>
          </w:p>
        </w:tc>
      </w:tr>
      <w:tr w:rsidR="00423AA6" w:rsidRPr="00C35BBF" w14:paraId="377E8931" w14:textId="2E0C5FD7" w:rsidTr="00423AA6">
        <w:trPr>
          <w:trHeight w:val="563"/>
        </w:trPr>
        <w:tc>
          <w:tcPr>
            <w:tcW w:w="1147" w:type="dxa"/>
            <w:vAlign w:val="top"/>
          </w:tcPr>
          <w:p w14:paraId="33E52848" w14:textId="77777777" w:rsidR="00423AA6" w:rsidRPr="003C2DCB" w:rsidRDefault="00423AA6" w:rsidP="00423AA6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3874" w:type="dxa"/>
            <w:vAlign w:val="top"/>
          </w:tcPr>
          <w:p w14:paraId="7947185C" w14:textId="4210C4B2" w:rsidR="00423AA6" w:rsidRPr="00626F5E" w:rsidRDefault="00423AA6" w:rsidP="00423AA6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>Allen key</w:t>
            </w:r>
          </w:p>
        </w:tc>
        <w:tc>
          <w:tcPr>
            <w:tcW w:w="4899" w:type="dxa"/>
            <w:vAlign w:val="top"/>
          </w:tcPr>
          <w:p w14:paraId="2BC58DE7" w14:textId="4CF1088C" w:rsidR="00423AA6" w:rsidRPr="00626F5E" w:rsidRDefault="00423AA6" w:rsidP="00423AA6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A0937AF">
              <w:rPr>
                <w:i/>
                <w:iCs/>
                <w:color w:val="808080" w:themeColor="text1" w:themeTint="7F"/>
                <w:sz w:val="22"/>
                <w:szCs w:val="22"/>
              </w:rPr>
              <w:t>Tighten/loosen recessed hex head screws</w:t>
            </w:r>
          </w:p>
        </w:tc>
      </w:tr>
      <w:tr w:rsidR="00423AA6" w:rsidRPr="00C35BBF" w14:paraId="64E66834" w14:textId="72D6C144" w:rsidTr="00423AA6">
        <w:trPr>
          <w:trHeight w:val="592"/>
        </w:trPr>
        <w:tc>
          <w:tcPr>
            <w:tcW w:w="1147" w:type="dxa"/>
            <w:vAlign w:val="top"/>
          </w:tcPr>
          <w:p w14:paraId="0C61FBBD" w14:textId="77777777" w:rsidR="00423AA6" w:rsidRPr="003C2DCB" w:rsidRDefault="00423AA6" w:rsidP="00423AA6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3874" w:type="dxa"/>
            <w:vAlign w:val="top"/>
          </w:tcPr>
          <w:p w14:paraId="26033A75" w14:textId="3B4F5CAD" w:rsidR="00423AA6" w:rsidRPr="00626F5E" w:rsidRDefault="00423AA6" w:rsidP="00423AA6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>Open end spanner</w:t>
            </w:r>
          </w:p>
        </w:tc>
        <w:tc>
          <w:tcPr>
            <w:tcW w:w="4899" w:type="dxa"/>
            <w:vAlign w:val="top"/>
          </w:tcPr>
          <w:p w14:paraId="33C131BC" w14:textId="4F3688EA" w:rsidR="00423AA6" w:rsidRPr="00626F5E" w:rsidRDefault="00423AA6" w:rsidP="00423AA6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A0937AF">
              <w:rPr>
                <w:rFonts w:ascii="Calibri" w:eastAsia="Calibri" w:hAnsi="Calibri" w:cs="Calibri"/>
                <w:i/>
                <w:iCs/>
                <w:color w:val="808080" w:themeColor="text1" w:themeTint="7F"/>
                <w:sz w:val="22"/>
                <w:szCs w:val="22"/>
              </w:rPr>
              <w:t>Tighten/loosen hex head bolts</w:t>
            </w:r>
          </w:p>
        </w:tc>
      </w:tr>
      <w:tr w:rsidR="00423AA6" w:rsidRPr="00C35BBF" w14:paraId="47CF808C" w14:textId="0A399EC9" w:rsidTr="00423AA6">
        <w:trPr>
          <w:trHeight w:val="592"/>
        </w:trPr>
        <w:tc>
          <w:tcPr>
            <w:tcW w:w="1147" w:type="dxa"/>
            <w:vAlign w:val="top"/>
          </w:tcPr>
          <w:p w14:paraId="76387A97" w14:textId="77777777" w:rsidR="00423AA6" w:rsidRPr="003C2DCB" w:rsidRDefault="00423AA6" w:rsidP="00423AA6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3874" w:type="dxa"/>
            <w:vAlign w:val="top"/>
          </w:tcPr>
          <w:p w14:paraId="6FC3DBAD" w14:textId="1D4B4DE2" w:rsidR="00423AA6" w:rsidRPr="00626F5E" w:rsidRDefault="00423AA6" w:rsidP="00423AA6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 xml:space="preserve">Ring spanner </w:t>
            </w:r>
          </w:p>
        </w:tc>
        <w:tc>
          <w:tcPr>
            <w:tcW w:w="4899" w:type="dxa"/>
            <w:vAlign w:val="top"/>
          </w:tcPr>
          <w:p w14:paraId="5F8D3E90" w14:textId="04B25EB2" w:rsidR="00423AA6" w:rsidRPr="00626F5E" w:rsidRDefault="00423AA6" w:rsidP="00423AA6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A0937AF">
              <w:rPr>
                <w:rFonts w:ascii="Calibri" w:eastAsia="Calibri" w:hAnsi="Calibri" w:cs="Calibri"/>
                <w:i/>
                <w:iCs/>
                <w:color w:val="808080" w:themeColor="text1" w:themeTint="7F"/>
                <w:sz w:val="22"/>
                <w:szCs w:val="22"/>
              </w:rPr>
              <w:t>Tighten/loosen hex head bolts, non-slip</w:t>
            </w:r>
          </w:p>
        </w:tc>
      </w:tr>
      <w:tr w:rsidR="00423AA6" w:rsidRPr="00C35BBF" w14:paraId="6505060F" w14:textId="17E4EE82" w:rsidTr="00423AA6">
        <w:trPr>
          <w:trHeight w:val="592"/>
        </w:trPr>
        <w:tc>
          <w:tcPr>
            <w:tcW w:w="1147" w:type="dxa"/>
            <w:vAlign w:val="top"/>
          </w:tcPr>
          <w:p w14:paraId="7E8348B5" w14:textId="77777777" w:rsidR="00423AA6" w:rsidRPr="003C2DCB" w:rsidRDefault="00423AA6" w:rsidP="00423AA6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3874" w:type="dxa"/>
            <w:vAlign w:val="top"/>
          </w:tcPr>
          <w:p w14:paraId="0D893D65" w14:textId="78AD9CDD" w:rsidR="00423AA6" w:rsidRPr="00626F5E" w:rsidRDefault="00423AA6" w:rsidP="00423AA6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>Combination open end and ring spanner</w:t>
            </w:r>
          </w:p>
        </w:tc>
        <w:tc>
          <w:tcPr>
            <w:tcW w:w="4899" w:type="dxa"/>
            <w:vAlign w:val="top"/>
          </w:tcPr>
          <w:p w14:paraId="449EAC45" w14:textId="54DAC4AD" w:rsidR="00423AA6" w:rsidRPr="00626F5E" w:rsidRDefault="00423AA6" w:rsidP="00423AA6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A0937AF">
              <w:rPr>
                <w:i/>
                <w:iCs/>
                <w:color w:val="808080" w:themeColor="text1" w:themeTint="7F"/>
                <w:sz w:val="22"/>
                <w:szCs w:val="22"/>
              </w:rPr>
              <w:t>Two different spanners in one</w:t>
            </w:r>
          </w:p>
        </w:tc>
      </w:tr>
      <w:tr w:rsidR="00423AA6" w:rsidRPr="00C35BBF" w14:paraId="3A7DA218" w14:textId="1B6AB799" w:rsidTr="00423AA6">
        <w:trPr>
          <w:trHeight w:val="592"/>
        </w:trPr>
        <w:tc>
          <w:tcPr>
            <w:tcW w:w="1147" w:type="dxa"/>
            <w:vAlign w:val="top"/>
          </w:tcPr>
          <w:p w14:paraId="0CC65A66" w14:textId="77777777" w:rsidR="00423AA6" w:rsidRPr="003C2DCB" w:rsidRDefault="00423AA6" w:rsidP="00423AA6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E</w:t>
            </w:r>
          </w:p>
        </w:tc>
        <w:tc>
          <w:tcPr>
            <w:tcW w:w="3874" w:type="dxa"/>
            <w:vAlign w:val="top"/>
          </w:tcPr>
          <w:p w14:paraId="3086B294" w14:textId="7C010D67" w:rsidR="00423AA6" w:rsidRPr="00626F5E" w:rsidRDefault="00423AA6" w:rsidP="00423AA6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>Adjustable wrench (Shifter)</w:t>
            </w:r>
          </w:p>
        </w:tc>
        <w:tc>
          <w:tcPr>
            <w:tcW w:w="4899" w:type="dxa"/>
            <w:vAlign w:val="top"/>
          </w:tcPr>
          <w:p w14:paraId="681229EB" w14:textId="1A18AC98" w:rsidR="00423AA6" w:rsidRPr="00626F5E" w:rsidRDefault="00423AA6" w:rsidP="00423AA6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A0937AF">
              <w:rPr>
                <w:i/>
                <w:iCs/>
                <w:color w:val="808080" w:themeColor="text1" w:themeTint="7F"/>
                <w:sz w:val="22"/>
                <w:szCs w:val="22"/>
              </w:rPr>
              <w:t>Convenient irregular size adjustment</w:t>
            </w:r>
          </w:p>
        </w:tc>
      </w:tr>
      <w:tr w:rsidR="002C3929" w:rsidRPr="00C35BBF" w14:paraId="296EF1A8" w14:textId="3AF67568" w:rsidTr="00423AA6">
        <w:trPr>
          <w:trHeight w:val="592"/>
        </w:trPr>
        <w:tc>
          <w:tcPr>
            <w:tcW w:w="1147" w:type="dxa"/>
            <w:vAlign w:val="top"/>
          </w:tcPr>
          <w:p w14:paraId="00C053C1" w14:textId="77777777" w:rsidR="002C3929" w:rsidRPr="003C2DCB" w:rsidRDefault="002C3929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F</w:t>
            </w:r>
          </w:p>
        </w:tc>
        <w:tc>
          <w:tcPr>
            <w:tcW w:w="3874" w:type="dxa"/>
            <w:vAlign w:val="top"/>
          </w:tcPr>
          <w:p w14:paraId="6D59CF34" w14:textId="5FDCE43B" w:rsidR="002C3929" w:rsidRPr="00626F5E" w:rsidRDefault="002C3929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>Socket set</w:t>
            </w:r>
          </w:p>
        </w:tc>
        <w:tc>
          <w:tcPr>
            <w:tcW w:w="4899" w:type="dxa"/>
          </w:tcPr>
          <w:p w14:paraId="1C02E336" w14:textId="08FF1140" w:rsidR="002C3929" w:rsidRPr="00626F5E" w:rsidRDefault="00423AA6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Various sockets and ratchet for tightening loosening hex headed fasteners</w:t>
            </w:r>
          </w:p>
        </w:tc>
      </w:tr>
      <w:tr w:rsidR="002C3929" w:rsidRPr="00C35BBF" w14:paraId="0AC90D77" w14:textId="26E9126A" w:rsidTr="00423AA6">
        <w:trPr>
          <w:trHeight w:val="607"/>
        </w:trPr>
        <w:tc>
          <w:tcPr>
            <w:tcW w:w="1147" w:type="dxa"/>
            <w:vAlign w:val="top"/>
          </w:tcPr>
          <w:p w14:paraId="2039917A" w14:textId="77777777" w:rsidR="002C3929" w:rsidRPr="003C2DCB" w:rsidRDefault="002C3929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G</w:t>
            </w:r>
          </w:p>
        </w:tc>
        <w:tc>
          <w:tcPr>
            <w:tcW w:w="3874" w:type="dxa"/>
            <w:vAlign w:val="top"/>
          </w:tcPr>
          <w:p w14:paraId="5B8EA7D2" w14:textId="7A1233CE" w:rsidR="002C3929" w:rsidRPr="00626F5E" w:rsidRDefault="002C3929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>Tube spanner</w:t>
            </w:r>
          </w:p>
        </w:tc>
        <w:tc>
          <w:tcPr>
            <w:tcW w:w="4899" w:type="dxa"/>
          </w:tcPr>
          <w:p w14:paraId="56742275" w14:textId="01D17C95" w:rsidR="002C3929" w:rsidRPr="00626F5E" w:rsidRDefault="00423AA6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Tighten/loosen (recessed) restricted areas for hex headed items eg. Spark plug</w:t>
            </w:r>
          </w:p>
        </w:tc>
      </w:tr>
      <w:tr w:rsidR="002C3929" w:rsidRPr="00C35BBF" w14:paraId="0F0B4173" w14:textId="58F91236" w:rsidTr="00423AA6">
        <w:trPr>
          <w:trHeight w:val="592"/>
        </w:trPr>
        <w:tc>
          <w:tcPr>
            <w:tcW w:w="1147" w:type="dxa"/>
            <w:vAlign w:val="top"/>
          </w:tcPr>
          <w:p w14:paraId="5E165077" w14:textId="77777777" w:rsidR="002C3929" w:rsidRPr="003C2DCB" w:rsidRDefault="002C3929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H</w:t>
            </w:r>
          </w:p>
        </w:tc>
        <w:tc>
          <w:tcPr>
            <w:tcW w:w="3874" w:type="dxa"/>
            <w:vAlign w:val="top"/>
          </w:tcPr>
          <w:p w14:paraId="1919D4F4" w14:textId="0F000C56" w:rsidR="002C3929" w:rsidRPr="00626F5E" w:rsidRDefault="002C3929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>Tap wrench</w:t>
            </w:r>
          </w:p>
        </w:tc>
        <w:tc>
          <w:tcPr>
            <w:tcW w:w="4899" w:type="dxa"/>
          </w:tcPr>
          <w:p w14:paraId="663C92AF" w14:textId="60E6D55D" w:rsidR="002C3929" w:rsidRPr="00626F5E" w:rsidRDefault="00423AA6" w:rsidP="00423AA6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Support/hold the taps for producing internal threads</w:t>
            </w:r>
          </w:p>
        </w:tc>
      </w:tr>
      <w:tr w:rsidR="002C3929" w:rsidRPr="00C35BBF" w14:paraId="24EF3224" w14:textId="51A72BBE" w:rsidTr="00423AA6">
        <w:trPr>
          <w:trHeight w:val="592"/>
        </w:trPr>
        <w:tc>
          <w:tcPr>
            <w:tcW w:w="1147" w:type="dxa"/>
            <w:vAlign w:val="top"/>
          </w:tcPr>
          <w:p w14:paraId="3DDAA415" w14:textId="77777777" w:rsidR="002C3929" w:rsidRPr="003C2DCB" w:rsidRDefault="002C3929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J</w:t>
            </w:r>
          </w:p>
        </w:tc>
        <w:tc>
          <w:tcPr>
            <w:tcW w:w="3874" w:type="dxa"/>
            <w:vAlign w:val="top"/>
          </w:tcPr>
          <w:p w14:paraId="07D5822A" w14:textId="4181E514" w:rsidR="002C3929" w:rsidRPr="00626F5E" w:rsidRDefault="002C3929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>Die wrench</w:t>
            </w:r>
            <w:r>
              <w:rPr>
                <w:i/>
                <w:color w:val="808080" w:themeColor="background1" w:themeShade="80"/>
                <w:sz w:val="22"/>
                <w:szCs w:val="22"/>
              </w:rPr>
              <w:t xml:space="preserve"> or Stock</w:t>
            </w:r>
          </w:p>
        </w:tc>
        <w:tc>
          <w:tcPr>
            <w:tcW w:w="4899" w:type="dxa"/>
          </w:tcPr>
          <w:p w14:paraId="1545F89C" w14:textId="22BE63D5" w:rsidR="002C3929" w:rsidRPr="00626F5E" w:rsidRDefault="00423AA6" w:rsidP="00423AA6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Support/hold the dies for producing external threads</w:t>
            </w:r>
          </w:p>
        </w:tc>
      </w:tr>
    </w:tbl>
    <w:p w14:paraId="5BE4A5F8" w14:textId="186267CC" w:rsidR="001B6BED" w:rsidRDefault="001B6BED" w:rsidP="00595676">
      <w:pPr>
        <w:pStyle w:val="Body"/>
        <w:ind w:left="360"/>
        <w:rPr>
          <w:sz w:val="22"/>
          <w:szCs w:val="22"/>
        </w:rPr>
      </w:pPr>
    </w:p>
    <w:p w14:paraId="6ED7B852" w14:textId="43C0448D" w:rsidR="00423AA6" w:rsidRDefault="00423AA6" w:rsidP="003D0272">
      <w:pPr>
        <w:pStyle w:val="Body"/>
        <w:rPr>
          <w:sz w:val="22"/>
          <w:szCs w:val="22"/>
        </w:rPr>
      </w:pPr>
      <w:r>
        <w:rPr>
          <w:sz w:val="22"/>
          <w:szCs w:val="22"/>
        </w:rPr>
        <w:t xml:space="preserve">8. </w:t>
      </w:r>
      <w:r w:rsidRPr="50805D62">
        <w:rPr>
          <w:sz w:val="22"/>
          <w:szCs w:val="22"/>
        </w:rPr>
        <w:t>(RK1) Using the images of tools in the diagram complete the table below by indicating the correct tool name to its respective letter and its application in general engineering.</w:t>
      </w:r>
    </w:p>
    <w:p w14:paraId="07463DF1" w14:textId="77777777" w:rsidR="0071679D" w:rsidRDefault="0071679D" w:rsidP="00595676">
      <w:pPr>
        <w:pStyle w:val="Body"/>
        <w:ind w:left="360"/>
        <w:rPr>
          <w:sz w:val="22"/>
          <w:szCs w:val="22"/>
        </w:rPr>
      </w:pPr>
    </w:p>
    <w:p w14:paraId="04A65736" w14:textId="2B9A542B" w:rsidR="001B6BED" w:rsidRDefault="00E840C7" w:rsidP="00C57A80">
      <w:pPr>
        <w:pStyle w:val="Body"/>
        <w:ind w:left="360"/>
        <w:jc w:val="both"/>
        <w:rPr>
          <w:sz w:val="22"/>
          <w:szCs w:val="22"/>
        </w:rPr>
      </w:pPr>
      <w:r>
        <w:rPr>
          <w:noProof/>
          <w:sz w:val="22"/>
          <w:szCs w:val="22"/>
          <w:lang w:eastAsia="en-AU"/>
        </w:rPr>
        <w:drawing>
          <wp:inline distT="0" distB="0" distL="0" distR="0" wp14:anchorId="597F59FD" wp14:editId="098A11BA">
            <wp:extent cx="5720398" cy="3112477"/>
            <wp:effectExtent l="0" t="0" r="0" b="0"/>
            <wp:docPr id="218" name="Picture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Hand tool identification 4 of 4.jp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0398" cy="3112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95907" w14:textId="5DC532F2" w:rsidR="001B6BED" w:rsidRDefault="001B6BED" w:rsidP="00595676">
      <w:pPr>
        <w:pStyle w:val="Body"/>
        <w:ind w:left="360"/>
        <w:rPr>
          <w:sz w:val="22"/>
          <w:szCs w:val="22"/>
        </w:rPr>
      </w:pPr>
    </w:p>
    <w:p w14:paraId="380A4217" w14:textId="3D7A9F83" w:rsidR="00E840C7" w:rsidRPr="00E6428C" w:rsidRDefault="00E840C7" w:rsidP="00E840C7">
      <w:pPr>
        <w:pStyle w:val="Caption"/>
        <w:keepNext/>
      </w:pPr>
      <w:r>
        <w:t xml:space="preserve">Table </w:t>
      </w:r>
      <w:r w:rsidR="00527F47">
        <w:rPr>
          <w:noProof/>
        </w:rPr>
        <w:t>4</w:t>
      </w:r>
      <w:r>
        <w:rPr>
          <w:noProof/>
        </w:rPr>
        <w:t xml:space="preserve"> Short answer</w:t>
      </w:r>
    </w:p>
    <w:tbl>
      <w:tblPr>
        <w:tblStyle w:val="TableGrid"/>
        <w:tblW w:w="9450" w:type="dxa"/>
        <w:tblLook w:val="04A0" w:firstRow="1" w:lastRow="0" w:firstColumn="1" w:lastColumn="0" w:noHBand="0" w:noVBand="1"/>
      </w:tblPr>
      <w:tblGrid>
        <w:gridCol w:w="1288"/>
        <w:gridCol w:w="3102"/>
        <w:gridCol w:w="5060"/>
      </w:tblGrid>
      <w:tr w:rsidR="00423AA6" w:rsidRPr="006C0771" w14:paraId="45DDD690" w14:textId="192B20FD" w:rsidTr="00C74C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3"/>
        </w:trPr>
        <w:tc>
          <w:tcPr>
            <w:tcW w:w="1288" w:type="dxa"/>
          </w:tcPr>
          <w:p w14:paraId="7C963DB9" w14:textId="13C806BF" w:rsidR="00423AA6" w:rsidRPr="006C0771" w:rsidRDefault="00423AA6" w:rsidP="00423AA6">
            <w:pPr>
              <w:pStyle w:val="Body"/>
              <w:rPr>
                <w:sz w:val="22"/>
                <w:szCs w:val="22"/>
              </w:rPr>
            </w:pPr>
            <w:r>
              <w:rPr>
                <w:lang w:eastAsia="en-AU"/>
              </w:rPr>
              <w:tab/>
            </w:r>
            <w:r>
              <w:rPr>
                <w:sz w:val="22"/>
                <w:szCs w:val="22"/>
              </w:rPr>
              <w:t xml:space="preserve">Image  </w:t>
            </w:r>
          </w:p>
        </w:tc>
        <w:tc>
          <w:tcPr>
            <w:tcW w:w="3102" w:type="dxa"/>
          </w:tcPr>
          <w:p w14:paraId="2ACAEC74" w14:textId="77777777" w:rsidR="00423AA6" w:rsidRPr="006C0771" w:rsidRDefault="00423AA6" w:rsidP="00BB2597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Tool Name </w:t>
            </w:r>
          </w:p>
        </w:tc>
        <w:tc>
          <w:tcPr>
            <w:tcW w:w="5060" w:type="dxa"/>
          </w:tcPr>
          <w:p w14:paraId="269D39F1" w14:textId="4F0F0F27" w:rsidR="00423AA6" w:rsidRDefault="00C74C60" w:rsidP="00BB2597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Application</w:t>
            </w:r>
          </w:p>
        </w:tc>
      </w:tr>
      <w:tr w:rsidR="00423AA6" w:rsidRPr="00C35BBF" w14:paraId="062C7113" w14:textId="14175D49" w:rsidTr="00C74C60">
        <w:trPr>
          <w:trHeight w:val="583"/>
        </w:trPr>
        <w:tc>
          <w:tcPr>
            <w:tcW w:w="1288" w:type="dxa"/>
            <w:vAlign w:val="top"/>
          </w:tcPr>
          <w:p w14:paraId="6A7D2388" w14:textId="77777777" w:rsidR="00423AA6" w:rsidRPr="003C2DCB" w:rsidRDefault="00423AA6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3102" w:type="dxa"/>
            <w:vAlign w:val="top"/>
          </w:tcPr>
          <w:p w14:paraId="7298E5C2" w14:textId="77777777" w:rsidR="00423AA6" w:rsidRPr="00626F5E" w:rsidRDefault="00423AA6" w:rsidP="002D4DCE">
            <w:pPr>
              <w:pStyle w:val="Body"/>
              <w:numPr>
                <w:ilvl w:val="0"/>
                <w:numId w:val="25"/>
              </w:numPr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>Tapered tap</w:t>
            </w:r>
          </w:p>
          <w:p w14:paraId="23356886" w14:textId="77777777" w:rsidR="00423AA6" w:rsidRPr="00626F5E" w:rsidRDefault="00423AA6" w:rsidP="002D4DCE">
            <w:pPr>
              <w:pStyle w:val="Body"/>
              <w:numPr>
                <w:ilvl w:val="0"/>
                <w:numId w:val="25"/>
              </w:numPr>
              <w:rPr>
                <w:i/>
                <w:color w:val="000000" w:themeColor="text1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>Intermediate tap</w:t>
            </w:r>
          </w:p>
          <w:p w14:paraId="5DC914B6" w14:textId="636A5237" w:rsidR="00423AA6" w:rsidRPr="00E840C7" w:rsidRDefault="00423AA6" w:rsidP="002D4DCE">
            <w:pPr>
              <w:pStyle w:val="Body"/>
              <w:numPr>
                <w:ilvl w:val="0"/>
                <w:numId w:val="25"/>
              </w:numPr>
              <w:rPr>
                <w:i/>
                <w:color w:val="808080" w:themeColor="background1" w:themeShade="80"/>
                <w:sz w:val="32"/>
                <w:szCs w:val="3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>Plug tap</w:t>
            </w:r>
            <w:r w:rsidRPr="00E840C7">
              <w:rPr>
                <w:i/>
                <w:color w:val="808080" w:themeColor="background1" w:themeShade="80"/>
                <w:sz w:val="32"/>
                <w:szCs w:val="32"/>
              </w:rPr>
              <w:t xml:space="preserve"> </w:t>
            </w:r>
          </w:p>
        </w:tc>
        <w:tc>
          <w:tcPr>
            <w:tcW w:w="5060" w:type="dxa"/>
          </w:tcPr>
          <w:p w14:paraId="5F626E6B" w14:textId="328B4551" w:rsidR="00423AA6" w:rsidRPr="00626F5E" w:rsidRDefault="00C74C60" w:rsidP="00C74C60">
            <w:pPr>
              <w:pStyle w:val="Body"/>
              <w:ind w:left="720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A0937AF">
              <w:rPr>
                <w:i/>
                <w:iCs/>
                <w:color w:val="7F7F7F" w:themeColor="background1" w:themeShade="7F"/>
                <w:sz w:val="22"/>
                <w:szCs w:val="22"/>
              </w:rPr>
              <w:t>Tapping threaded holes</w:t>
            </w:r>
          </w:p>
        </w:tc>
      </w:tr>
      <w:tr w:rsidR="00423AA6" w:rsidRPr="00C35BBF" w14:paraId="433C6ADF" w14:textId="2117886F" w:rsidTr="00C74C60">
        <w:trPr>
          <w:trHeight w:val="613"/>
        </w:trPr>
        <w:tc>
          <w:tcPr>
            <w:tcW w:w="1288" w:type="dxa"/>
            <w:vAlign w:val="top"/>
          </w:tcPr>
          <w:p w14:paraId="71FA890A" w14:textId="77777777" w:rsidR="00423AA6" w:rsidRPr="003C2DCB" w:rsidRDefault="00423AA6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3102" w:type="dxa"/>
            <w:vAlign w:val="top"/>
          </w:tcPr>
          <w:p w14:paraId="33684C1B" w14:textId="40CE5D85" w:rsidR="00423AA6" w:rsidRPr="00626F5E" w:rsidRDefault="00423AA6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>Steel rule</w:t>
            </w:r>
          </w:p>
        </w:tc>
        <w:tc>
          <w:tcPr>
            <w:tcW w:w="5060" w:type="dxa"/>
          </w:tcPr>
          <w:p w14:paraId="1ED9DFE5" w14:textId="3F70655A" w:rsidR="00423AA6" w:rsidRPr="00626F5E" w:rsidRDefault="00C74C60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Measuring lengths, marking straight lines, checking flatness</w:t>
            </w:r>
          </w:p>
        </w:tc>
      </w:tr>
      <w:tr w:rsidR="00423AA6" w:rsidRPr="00C35BBF" w14:paraId="24D83647" w14:textId="754FA4DC" w:rsidTr="00C74C60">
        <w:trPr>
          <w:trHeight w:val="613"/>
        </w:trPr>
        <w:tc>
          <w:tcPr>
            <w:tcW w:w="1288" w:type="dxa"/>
            <w:vAlign w:val="top"/>
          </w:tcPr>
          <w:p w14:paraId="7FDCB64A" w14:textId="77777777" w:rsidR="00423AA6" w:rsidRPr="003C2DCB" w:rsidRDefault="00423AA6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3102" w:type="dxa"/>
            <w:vAlign w:val="top"/>
          </w:tcPr>
          <w:p w14:paraId="514A2773" w14:textId="6E90B812" w:rsidR="00423AA6" w:rsidRPr="00626F5E" w:rsidRDefault="00423AA6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 xml:space="preserve">Combination square </w:t>
            </w:r>
          </w:p>
        </w:tc>
        <w:tc>
          <w:tcPr>
            <w:tcW w:w="5060" w:type="dxa"/>
          </w:tcPr>
          <w:p w14:paraId="0B748708" w14:textId="7EE162BB" w:rsidR="00423AA6" w:rsidRPr="00626F5E" w:rsidRDefault="00C74C60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Marking lines at 90 degree angles</w:t>
            </w:r>
          </w:p>
        </w:tc>
      </w:tr>
      <w:tr w:rsidR="00423AA6" w:rsidRPr="00C35BBF" w14:paraId="63F8B2B4" w14:textId="294E1454" w:rsidTr="00C74C60">
        <w:trPr>
          <w:trHeight w:val="613"/>
        </w:trPr>
        <w:tc>
          <w:tcPr>
            <w:tcW w:w="1288" w:type="dxa"/>
            <w:vAlign w:val="top"/>
          </w:tcPr>
          <w:p w14:paraId="15A710EC" w14:textId="77777777" w:rsidR="00423AA6" w:rsidRPr="003C2DCB" w:rsidRDefault="00423AA6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3102" w:type="dxa"/>
            <w:vAlign w:val="top"/>
          </w:tcPr>
          <w:p w14:paraId="4540DA04" w14:textId="1FA58579" w:rsidR="00423AA6" w:rsidRPr="00626F5E" w:rsidRDefault="00423AA6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>Dividers</w:t>
            </w:r>
          </w:p>
        </w:tc>
        <w:tc>
          <w:tcPr>
            <w:tcW w:w="5060" w:type="dxa"/>
          </w:tcPr>
          <w:p w14:paraId="336EAFEF" w14:textId="0D5E6D54" w:rsidR="00423AA6" w:rsidRPr="00626F5E" w:rsidRDefault="00C74C60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Scribing circles or arcs, measuring distances</w:t>
            </w:r>
          </w:p>
        </w:tc>
      </w:tr>
      <w:tr w:rsidR="00423AA6" w:rsidRPr="00C35BBF" w14:paraId="1A58225D" w14:textId="7CA85D69" w:rsidTr="00C74C60">
        <w:trPr>
          <w:trHeight w:val="613"/>
        </w:trPr>
        <w:tc>
          <w:tcPr>
            <w:tcW w:w="1288" w:type="dxa"/>
            <w:vAlign w:val="top"/>
          </w:tcPr>
          <w:p w14:paraId="56EC88C4" w14:textId="77777777" w:rsidR="00423AA6" w:rsidRPr="003C2DCB" w:rsidRDefault="00423AA6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E</w:t>
            </w:r>
          </w:p>
        </w:tc>
        <w:tc>
          <w:tcPr>
            <w:tcW w:w="3102" w:type="dxa"/>
            <w:vAlign w:val="top"/>
          </w:tcPr>
          <w:p w14:paraId="4B47BE30" w14:textId="4152A9E7" w:rsidR="00423AA6" w:rsidRPr="00626F5E" w:rsidRDefault="00423AA6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>Engineers /Block square</w:t>
            </w:r>
          </w:p>
        </w:tc>
        <w:tc>
          <w:tcPr>
            <w:tcW w:w="5060" w:type="dxa"/>
          </w:tcPr>
          <w:p w14:paraId="62148738" w14:textId="5681EFF1" w:rsidR="00423AA6" w:rsidRPr="00626F5E" w:rsidRDefault="00C74C60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Checking squareness, marking 90 degrees lines</w:t>
            </w:r>
          </w:p>
        </w:tc>
      </w:tr>
      <w:tr w:rsidR="00423AA6" w:rsidRPr="00C35BBF" w14:paraId="28E17838" w14:textId="2F903369" w:rsidTr="00C74C60">
        <w:trPr>
          <w:trHeight w:val="613"/>
        </w:trPr>
        <w:tc>
          <w:tcPr>
            <w:tcW w:w="1288" w:type="dxa"/>
            <w:vAlign w:val="top"/>
          </w:tcPr>
          <w:p w14:paraId="422B04FB" w14:textId="77777777" w:rsidR="00423AA6" w:rsidRPr="003C2DCB" w:rsidRDefault="00423AA6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F</w:t>
            </w:r>
          </w:p>
        </w:tc>
        <w:tc>
          <w:tcPr>
            <w:tcW w:w="3102" w:type="dxa"/>
            <w:vAlign w:val="top"/>
          </w:tcPr>
          <w:p w14:paraId="076AD7B2" w14:textId="664B0109" w:rsidR="00423AA6" w:rsidRPr="00626F5E" w:rsidRDefault="00423AA6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>Scriber</w:t>
            </w:r>
          </w:p>
        </w:tc>
        <w:tc>
          <w:tcPr>
            <w:tcW w:w="5060" w:type="dxa"/>
          </w:tcPr>
          <w:p w14:paraId="4A1103A8" w14:textId="289AE9DF" w:rsidR="00423AA6" w:rsidRPr="00626F5E" w:rsidRDefault="00C74C60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Marking lines</w:t>
            </w:r>
          </w:p>
        </w:tc>
      </w:tr>
    </w:tbl>
    <w:p w14:paraId="714045A7" w14:textId="77777777" w:rsidR="00A12322" w:rsidRDefault="00A12322" w:rsidP="00595676">
      <w:pPr>
        <w:pStyle w:val="Body"/>
        <w:ind w:left="360"/>
        <w:rPr>
          <w:sz w:val="22"/>
          <w:szCs w:val="22"/>
        </w:rPr>
      </w:pPr>
    </w:p>
    <w:p w14:paraId="62C36615" w14:textId="3FC00DD9" w:rsidR="00A12322" w:rsidRDefault="00A12322" w:rsidP="00595676">
      <w:pPr>
        <w:pStyle w:val="Body"/>
        <w:ind w:left="360"/>
        <w:rPr>
          <w:sz w:val="22"/>
          <w:szCs w:val="22"/>
        </w:rPr>
      </w:pPr>
    </w:p>
    <w:p w14:paraId="3949E8F6" w14:textId="2E4E7F05" w:rsidR="00595676" w:rsidRDefault="003D0272" w:rsidP="003D0272">
      <w:pPr>
        <w:pStyle w:val="Body"/>
        <w:rPr>
          <w:sz w:val="22"/>
          <w:szCs w:val="22"/>
        </w:rPr>
      </w:pPr>
      <w:r>
        <w:rPr>
          <w:sz w:val="22"/>
          <w:szCs w:val="22"/>
        </w:rPr>
        <w:t xml:space="preserve">9. </w:t>
      </w:r>
      <w:r w:rsidR="00C12666">
        <w:rPr>
          <w:sz w:val="22"/>
          <w:szCs w:val="22"/>
        </w:rPr>
        <w:t xml:space="preserve">(RK 5) </w:t>
      </w:r>
      <w:r w:rsidR="004528DF">
        <w:rPr>
          <w:sz w:val="22"/>
          <w:szCs w:val="22"/>
        </w:rPr>
        <w:t>Following the example shown fo</w:t>
      </w:r>
      <w:r w:rsidR="00C85D79">
        <w:rPr>
          <w:sz w:val="22"/>
          <w:szCs w:val="22"/>
        </w:rPr>
        <w:t xml:space="preserve">r tin snips in the table below, match the fault/ defect </w:t>
      </w:r>
      <w:r w:rsidR="002D4DCE">
        <w:rPr>
          <w:sz w:val="22"/>
          <w:szCs w:val="22"/>
        </w:rPr>
        <w:t>to the most appropriate a</w:t>
      </w:r>
      <w:r w:rsidR="00C85D79">
        <w:rPr>
          <w:sz w:val="22"/>
          <w:szCs w:val="22"/>
        </w:rPr>
        <w:t xml:space="preserve">ction </w:t>
      </w:r>
      <w:r w:rsidR="002D4DCE">
        <w:rPr>
          <w:sz w:val="22"/>
          <w:szCs w:val="22"/>
        </w:rPr>
        <w:t>/remedy.</w:t>
      </w:r>
    </w:p>
    <w:p w14:paraId="7CE0E63B" w14:textId="4D0A02DF" w:rsidR="00476A61" w:rsidRDefault="00476A61" w:rsidP="00476A61">
      <w:pPr>
        <w:pStyle w:val="Caption"/>
        <w:keepNext/>
      </w:pPr>
      <w:r>
        <w:t xml:space="preserve">Table </w:t>
      </w:r>
      <w:r w:rsidR="00527F47">
        <w:t>5</w:t>
      </w:r>
      <w:r>
        <w:t xml:space="preserve"> Short Answer</w:t>
      </w:r>
      <w:r w:rsidR="00527F47">
        <w:t>/ matching</w:t>
      </w:r>
    </w:p>
    <w:p w14:paraId="141CF437" w14:textId="77777777" w:rsidR="002D4DCE" w:rsidRPr="002D4DCE" w:rsidRDefault="002D4DCE" w:rsidP="002D4DCE"/>
    <w:tbl>
      <w:tblPr>
        <w:tblStyle w:val="TableGrid"/>
        <w:tblW w:w="10103" w:type="dxa"/>
        <w:tblInd w:w="-474" w:type="dxa"/>
        <w:tblLook w:val="04A0" w:firstRow="1" w:lastRow="0" w:firstColumn="1" w:lastColumn="0" w:noHBand="0" w:noVBand="1"/>
      </w:tblPr>
      <w:tblGrid>
        <w:gridCol w:w="1883"/>
        <w:gridCol w:w="4420"/>
        <w:gridCol w:w="3800"/>
      </w:tblGrid>
      <w:tr w:rsidR="00207447" w14:paraId="701E5DD4" w14:textId="6FA7885D" w:rsidTr="002074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36"/>
        </w:trPr>
        <w:tc>
          <w:tcPr>
            <w:tcW w:w="1883" w:type="dxa"/>
          </w:tcPr>
          <w:p w14:paraId="5AED51C7" w14:textId="77777777" w:rsidR="00207447" w:rsidRDefault="00207447" w:rsidP="00DD4849">
            <w:pPr>
              <w:pStyle w:val="Bod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Hand Tool</w:t>
            </w:r>
          </w:p>
        </w:tc>
        <w:tc>
          <w:tcPr>
            <w:tcW w:w="4420" w:type="dxa"/>
          </w:tcPr>
          <w:p w14:paraId="5D67324E" w14:textId="7A2AC016" w:rsidR="00207447" w:rsidRDefault="00207447" w:rsidP="00DD4849">
            <w:pPr>
              <w:pStyle w:val="Bod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Faults/Defects</w:t>
            </w:r>
          </w:p>
        </w:tc>
        <w:tc>
          <w:tcPr>
            <w:tcW w:w="3800" w:type="dxa"/>
          </w:tcPr>
          <w:p w14:paraId="3F994ED0" w14:textId="70C6E9D6" w:rsidR="00207447" w:rsidRDefault="00207447" w:rsidP="00DD4849">
            <w:pPr>
              <w:pStyle w:val="Bod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Action /Remedy</w:t>
            </w:r>
          </w:p>
        </w:tc>
      </w:tr>
      <w:tr w:rsidR="00207447" w14:paraId="55EEBD19" w14:textId="173C73C9" w:rsidTr="00207447">
        <w:trPr>
          <w:trHeight w:val="2243"/>
        </w:trPr>
        <w:tc>
          <w:tcPr>
            <w:tcW w:w="1883" w:type="dxa"/>
            <w:vAlign w:val="top"/>
          </w:tcPr>
          <w:p w14:paraId="58028D64" w14:textId="64ECBEA9" w:rsidR="00207447" w:rsidRPr="00DD4849" w:rsidRDefault="00207447" w:rsidP="00BB2597">
            <w:pPr>
              <w:pStyle w:val="Body"/>
              <w:rPr>
                <w:b/>
                <w:sz w:val="22"/>
                <w:szCs w:val="22"/>
              </w:rPr>
            </w:pPr>
            <w:r w:rsidRPr="00DD4849">
              <w:rPr>
                <w:b/>
                <w:sz w:val="22"/>
                <w:szCs w:val="22"/>
              </w:rPr>
              <w:t>Tin snips</w:t>
            </w:r>
          </w:p>
          <w:p w14:paraId="5104A8BF" w14:textId="77777777" w:rsidR="00207447" w:rsidRPr="00DD4849" w:rsidRDefault="00207447" w:rsidP="00BB2597">
            <w:pPr>
              <w:pStyle w:val="Body"/>
              <w:rPr>
                <w:sz w:val="22"/>
                <w:szCs w:val="22"/>
              </w:rPr>
            </w:pPr>
            <w:r w:rsidRPr="00DD4849">
              <w:rPr>
                <w:sz w:val="22"/>
                <w:szCs w:val="22"/>
              </w:rPr>
              <w:t>(example)</w:t>
            </w:r>
          </w:p>
          <w:p w14:paraId="05440C1F" w14:textId="77777777" w:rsidR="00207447" w:rsidRDefault="00207447" w:rsidP="00BB2597">
            <w:pPr>
              <w:pStyle w:val="Body"/>
              <w:rPr>
                <w:b/>
                <w:sz w:val="22"/>
                <w:szCs w:val="22"/>
              </w:rPr>
            </w:pPr>
          </w:p>
          <w:p w14:paraId="74F72D6F" w14:textId="7A865484" w:rsidR="00207447" w:rsidRPr="00EA0530" w:rsidRDefault="00207447" w:rsidP="00BB2597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4420" w:type="dxa"/>
            <w:vAlign w:val="top"/>
          </w:tcPr>
          <w:p w14:paraId="5B41480D" w14:textId="4475FA16" w:rsidR="00207447" w:rsidRPr="00207447" w:rsidRDefault="00207447" w:rsidP="00207447">
            <w:pPr>
              <w:pStyle w:val="Body"/>
              <w:numPr>
                <w:ilvl w:val="0"/>
                <w:numId w:val="31"/>
              </w:numPr>
              <w:spacing w:line="480" w:lineRule="auto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3621F37" wp14:editId="13FE77F6">
                      <wp:simplePos x="0" y="0"/>
                      <wp:positionH relativeFrom="column">
                        <wp:posOffset>1583231</wp:posOffset>
                      </wp:positionH>
                      <wp:positionV relativeFrom="paragraph">
                        <wp:posOffset>244736</wp:posOffset>
                      </wp:positionV>
                      <wp:extent cx="1413638" cy="330414"/>
                      <wp:effectExtent l="0" t="0" r="34290" b="3175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13638" cy="330414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75A993" id="Straight Connector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.65pt,19.25pt" to="235.95pt,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" strokecolor="red"/>
                  </w:pict>
                </mc:Fallback>
              </mc:AlternateContent>
            </w:r>
            <w:r>
              <w:rPr>
                <w:sz w:val="22"/>
                <w:szCs w:val="22"/>
              </w:rPr>
              <w:t>Blunt blades not producing clean cut</w:t>
            </w:r>
          </w:p>
          <w:p w14:paraId="5BBF7119" w14:textId="78A6D98C" w:rsidR="00207447" w:rsidRPr="00DD4849" w:rsidRDefault="00207447" w:rsidP="00207447">
            <w:pPr>
              <w:pStyle w:val="Body"/>
              <w:numPr>
                <w:ilvl w:val="0"/>
                <w:numId w:val="31"/>
              </w:num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Handles damaged</w:t>
            </w:r>
          </w:p>
        </w:tc>
        <w:tc>
          <w:tcPr>
            <w:tcW w:w="3800" w:type="dxa"/>
            <w:vAlign w:val="top"/>
          </w:tcPr>
          <w:p w14:paraId="1D84474D" w14:textId="7D0802D8" w:rsidR="00207447" w:rsidRDefault="005F0EB1" w:rsidP="002D4DCE">
            <w:pPr>
              <w:pStyle w:val="Body"/>
              <w:numPr>
                <w:ilvl w:val="0"/>
                <w:numId w:val="35"/>
              </w:num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143818" wp14:editId="3247E8DC">
                      <wp:simplePos x="0" y="0"/>
                      <wp:positionH relativeFrom="column">
                        <wp:posOffset>-224545</wp:posOffset>
                      </wp:positionH>
                      <wp:positionV relativeFrom="paragraph">
                        <wp:posOffset>175580</wp:posOffset>
                      </wp:positionV>
                      <wp:extent cx="414586" cy="276625"/>
                      <wp:effectExtent l="0" t="0" r="24130" b="28575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4586" cy="2766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7C3846" id="Straight Connector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7.7pt,13.85pt" to="14.95pt,3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" strokecolor="red"/>
                  </w:pict>
                </mc:Fallback>
              </mc:AlternateContent>
            </w:r>
            <w:r w:rsidR="00207447">
              <w:rPr>
                <w:sz w:val="22"/>
                <w:szCs w:val="22"/>
              </w:rPr>
              <w:t>Dispose of tool</w:t>
            </w:r>
          </w:p>
          <w:p w14:paraId="6F370E13" w14:textId="6695C9A2" w:rsidR="00207447" w:rsidRDefault="00207447" w:rsidP="002D4DCE">
            <w:pPr>
              <w:pStyle w:val="Body"/>
              <w:numPr>
                <w:ilvl w:val="0"/>
                <w:numId w:val="3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Sharpen</w:t>
            </w:r>
            <w:r w:rsidR="00D216EB">
              <w:rPr>
                <w:sz w:val="22"/>
                <w:szCs w:val="22"/>
              </w:rPr>
              <w:t xml:space="preserve"> and adjust blades</w:t>
            </w:r>
            <w:r>
              <w:rPr>
                <w:sz w:val="22"/>
                <w:szCs w:val="22"/>
              </w:rPr>
              <w:t xml:space="preserve"> if possible</w:t>
            </w:r>
          </w:p>
          <w:p w14:paraId="5CC5015A" w14:textId="4ECB1F4D" w:rsidR="005F0EB1" w:rsidRDefault="005F0EB1" w:rsidP="002D4DCE">
            <w:pPr>
              <w:pStyle w:val="Body"/>
              <w:numPr>
                <w:ilvl w:val="0"/>
                <w:numId w:val="3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Tape handle to prevent injury</w:t>
            </w:r>
          </w:p>
          <w:p w14:paraId="50BB67E3" w14:textId="570E43FE" w:rsidR="00207447" w:rsidRDefault="00207447" w:rsidP="004C141A">
            <w:pPr>
              <w:pStyle w:val="Body"/>
              <w:ind w:left="720"/>
              <w:rPr>
                <w:sz w:val="22"/>
                <w:szCs w:val="22"/>
              </w:rPr>
            </w:pPr>
          </w:p>
        </w:tc>
      </w:tr>
      <w:tr w:rsidR="00207447" w14:paraId="5CAC0DAE" w14:textId="1FFAB64F" w:rsidTr="00207447">
        <w:trPr>
          <w:trHeight w:val="1944"/>
        </w:trPr>
        <w:tc>
          <w:tcPr>
            <w:tcW w:w="1883" w:type="dxa"/>
            <w:vAlign w:val="top"/>
          </w:tcPr>
          <w:p w14:paraId="42D94E96" w14:textId="77777777" w:rsidR="00207447" w:rsidRPr="00DD4849" w:rsidRDefault="00207447" w:rsidP="00BB2597">
            <w:pPr>
              <w:pStyle w:val="Body"/>
              <w:rPr>
                <w:b/>
                <w:sz w:val="22"/>
                <w:szCs w:val="22"/>
              </w:rPr>
            </w:pPr>
            <w:r w:rsidRPr="00DD4849">
              <w:rPr>
                <w:b/>
                <w:sz w:val="22"/>
                <w:szCs w:val="22"/>
              </w:rPr>
              <w:t>Hammer</w:t>
            </w:r>
          </w:p>
        </w:tc>
        <w:tc>
          <w:tcPr>
            <w:tcW w:w="4420" w:type="dxa"/>
            <w:vAlign w:val="top"/>
          </w:tcPr>
          <w:p w14:paraId="32DBEA2D" w14:textId="78C1B6D3" w:rsidR="00207447" w:rsidRDefault="00207447" w:rsidP="00207447">
            <w:pPr>
              <w:pStyle w:val="Body"/>
              <w:numPr>
                <w:ilvl w:val="0"/>
                <w:numId w:val="32"/>
              </w:numPr>
              <w:spacing w:line="480" w:lineRule="auto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A8FBBCE" wp14:editId="114BC2BC">
                      <wp:simplePos x="0" y="0"/>
                      <wp:positionH relativeFrom="column">
                        <wp:posOffset>1652387</wp:posOffset>
                      </wp:positionH>
                      <wp:positionV relativeFrom="paragraph">
                        <wp:posOffset>151103</wp:posOffset>
                      </wp:positionV>
                      <wp:extent cx="1352390" cy="7684"/>
                      <wp:effectExtent l="0" t="0" r="19685" b="3048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2390" cy="7684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661C500" id="Straight Connector 8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1pt,11.9pt" to="236.6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" strokecolor="red"/>
                  </w:pict>
                </mc:Fallback>
              </mc:AlternateContent>
            </w:r>
            <w:r>
              <w:rPr>
                <w:sz w:val="22"/>
                <w:szCs w:val="22"/>
              </w:rPr>
              <w:t>Loose hammer head</w:t>
            </w:r>
          </w:p>
          <w:p w14:paraId="39B392B2" w14:textId="3596ABA9" w:rsidR="00207447" w:rsidRDefault="005F0EB1" w:rsidP="00207447">
            <w:pPr>
              <w:pStyle w:val="Body"/>
              <w:numPr>
                <w:ilvl w:val="0"/>
                <w:numId w:val="32"/>
              </w:numPr>
              <w:spacing w:line="480" w:lineRule="auto"/>
              <w:rPr>
                <w:sz w:val="22"/>
                <w:szCs w:val="22"/>
              </w:rPr>
            </w:pPr>
            <w:r>
              <w:rPr>
                <w:noProof/>
                <w:color w:val="FF0000"/>
                <w:sz w:val="22"/>
                <w:szCs w:val="22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522BEA7" wp14:editId="62EFE33C">
                      <wp:simplePos x="0" y="0"/>
                      <wp:positionH relativeFrom="column">
                        <wp:posOffset>1752280</wp:posOffset>
                      </wp:positionH>
                      <wp:positionV relativeFrom="paragraph">
                        <wp:posOffset>118750</wp:posOffset>
                      </wp:positionV>
                      <wp:extent cx="1221382" cy="384202"/>
                      <wp:effectExtent l="0" t="0" r="36195" b="34925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21382" cy="38420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A00166" id="Straight Connector 10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7.95pt,9.35pt" to="234.1pt,3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" strokecolor="red"/>
                  </w:pict>
                </mc:Fallback>
              </mc:AlternateContent>
            </w:r>
            <w:r w:rsidR="00207447">
              <w:rPr>
                <w:sz w:val="22"/>
                <w:szCs w:val="22"/>
              </w:rPr>
              <w:t>Split hammer handle</w:t>
            </w:r>
          </w:p>
          <w:p w14:paraId="72D0D779" w14:textId="47EBA145" w:rsidR="00207447" w:rsidRPr="00DD4849" w:rsidRDefault="00207447" w:rsidP="00207447">
            <w:pPr>
              <w:pStyle w:val="Body"/>
              <w:numPr>
                <w:ilvl w:val="0"/>
                <w:numId w:val="32"/>
              </w:num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Chipped hammer face</w:t>
            </w:r>
          </w:p>
        </w:tc>
        <w:tc>
          <w:tcPr>
            <w:tcW w:w="3800" w:type="dxa"/>
            <w:vAlign w:val="top"/>
          </w:tcPr>
          <w:p w14:paraId="2E3667DD" w14:textId="2059B2A4" w:rsidR="00207447" w:rsidRDefault="005F0EB1" w:rsidP="00207447">
            <w:pPr>
              <w:pStyle w:val="Body"/>
              <w:numPr>
                <w:ilvl w:val="0"/>
                <w:numId w:val="36"/>
              </w:numPr>
              <w:spacing w:line="480" w:lineRule="auto"/>
              <w:rPr>
                <w:sz w:val="22"/>
                <w:szCs w:val="22"/>
              </w:rPr>
            </w:pPr>
            <w:r w:rsidRPr="00207447">
              <w:rPr>
                <w:noProof/>
                <w:color w:val="FF0000"/>
                <w:sz w:val="22"/>
                <w:szCs w:val="22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89976F6" wp14:editId="35B6937F">
                      <wp:simplePos x="0" y="0"/>
                      <wp:positionH relativeFrom="column">
                        <wp:posOffset>-1092840</wp:posOffset>
                      </wp:positionH>
                      <wp:positionV relativeFrom="paragraph">
                        <wp:posOffset>596778</wp:posOffset>
                      </wp:positionV>
                      <wp:extent cx="1259413" cy="799140"/>
                      <wp:effectExtent l="0" t="0" r="36195" b="2032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413" cy="79914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FC27A5" id="Straight Connector 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6.05pt,47pt" to="13.1pt,10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" strokecolor="red"/>
                  </w:pict>
                </mc:Fallback>
              </mc:AlternateContent>
            </w:r>
            <w:r w:rsidR="00207447">
              <w:rPr>
                <w:sz w:val="22"/>
                <w:szCs w:val="22"/>
              </w:rPr>
              <w:t>Resecure with wedges</w:t>
            </w:r>
          </w:p>
          <w:p w14:paraId="2C26F481" w14:textId="57B19F3D" w:rsidR="005F0EB1" w:rsidRDefault="005F0EB1" w:rsidP="00207447">
            <w:pPr>
              <w:pStyle w:val="Body"/>
              <w:numPr>
                <w:ilvl w:val="0"/>
                <w:numId w:val="36"/>
              </w:num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Dispose of tool</w:t>
            </w:r>
          </w:p>
          <w:p w14:paraId="5632EA87" w14:textId="150D34E7" w:rsidR="00207447" w:rsidRDefault="005F0EB1" w:rsidP="00207447">
            <w:pPr>
              <w:pStyle w:val="Body"/>
              <w:numPr>
                <w:ilvl w:val="0"/>
                <w:numId w:val="36"/>
              </w:num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Tape handle to prevent injury</w:t>
            </w:r>
          </w:p>
          <w:p w14:paraId="18BF0104" w14:textId="22AE44A1" w:rsidR="005F0EB1" w:rsidRDefault="005F0EB1" w:rsidP="00207447">
            <w:pPr>
              <w:pStyle w:val="Body"/>
              <w:numPr>
                <w:ilvl w:val="0"/>
                <w:numId w:val="36"/>
              </w:num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Replace hammer handle</w:t>
            </w:r>
          </w:p>
          <w:p w14:paraId="05DD970C" w14:textId="7F87D1C2" w:rsidR="00207447" w:rsidRPr="002B11E8" w:rsidRDefault="005F0EB1" w:rsidP="00207447">
            <w:pPr>
              <w:pStyle w:val="Body"/>
              <w:numPr>
                <w:ilvl w:val="0"/>
                <w:numId w:val="36"/>
              </w:num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Use with caution</w:t>
            </w:r>
          </w:p>
        </w:tc>
      </w:tr>
      <w:tr w:rsidR="00207447" w14:paraId="78DB1334" w14:textId="3C5FCE99" w:rsidTr="00207447">
        <w:trPr>
          <w:trHeight w:val="2099"/>
        </w:trPr>
        <w:tc>
          <w:tcPr>
            <w:tcW w:w="1883" w:type="dxa"/>
            <w:vAlign w:val="top"/>
          </w:tcPr>
          <w:p w14:paraId="4F95A141" w14:textId="77777777" w:rsidR="00207447" w:rsidRPr="00DD4849" w:rsidRDefault="00207447" w:rsidP="00BB2597">
            <w:pPr>
              <w:pStyle w:val="Body"/>
              <w:rPr>
                <w:b/>
                <w:sz w:val="22"/>
                <w:szCs w:val="22"/>
              </w:rPr>
            </w:pPr>
            <w:r w:rsidRPr="00DD4849">
              <w:rPr>
                <w:b/>
                <w:sz w:val="22"/>
                <w:szCs w:val="22"/>
              </w:rPr>
              <w:t>Centre punch</w:t>
            </w:r>
          </w:p>
        </w:tc>
        <w:tc>
          <w:tcPr>
            <w:tcW w:w="4420" w:type="dxa"/>
            <w:vAlign w:val="top"/>
          </w:tcPr>
          <w:p w14:paraId="01E54AE2" w14:textId="44758E0A" w:rsidR="00207447" w:rsidRDefault="00207447" w:rsidP="00207447">
            <w:pPr>
              <w:pStyle w:val="Body"/>
              <w:numPr>
                <w:ilvl w:val="0"/>
                <w:numId w:val="33"/>
              </w:numPr>
              <w:spacing w:line="480" w:lineRule="auto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CD6F9A9" wp14:editId="2876E51A">
                      <wp:simplePos x="0" y="0"/>
                      <wp:positionH relativeFrom="column">
                        <wp:posOffset>1053032</wp:posOffset>
                      </wp:positionH>
                      <wp:positionV relativeFrom="paragraph">
                        <wp:posOffset>200094</wp:posOffset>
                      </wp:positionV>
                      <wp:extent cx="1920853" cy="822192"/>
                      <wp:effectExtent l="0" t="0" r="22860" b="3556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20853" cy="82219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617E9A2" id="Straight Connector 13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9pt,15.75pt" to="234.15pt,8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" strokecolor="red"/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882DE0D" wp14:editId="1044413C">
                      <wp:simplePos x="0" y="0"/>
                      <wp:positionH relativeFrom="column">
                        <wp:posOffset>1575547</wp:posOffset>
                      </wp:positionH>
                      <wp:positionV relativeFrom="paragraph">
                        <wp:posOffset>177042</wp:posOffset>
                      </wp:positionV>
                      <wp:extent cx="1421194" cy="799140"/>
                      <wp:effectExtent l="0" t="0" r="26670" b="2032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21194" cy="79914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A435758" id="Straight Connector 11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4.05pt,13.95pt" to="235.95pt,7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" strokecolor="red"/>
                  </w:pict>
                </mc:Fallback>
              </mc:AlternateContent>
            </w:r>
            <w:r>
              <w:rPr>
                <w:sz w:val="22"/>
                <w:szCs w:val="22"/>
              </w:rPr>
              <w:t>Mushroomed head</w:t>
            </w:r>
          </w:p>
          <w:p w14:paraId="54766138" w14:textId="4F8B70B1" w:rsidR="00207447" w:rsidRDefault="00207447" w:rsidP="00207447">
            <w:pPr>
              <w:pStyle w:val="Body"/>
              <w:numPr>
                <w:ilvl w:val="0"/>
                <w:numId w:val="33"/>
              </w:numPr>
              <w:spacing w:line="480" w:lineRule="auto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36F0B45" wp14:editId="7D32DA98">
                      <wp:simplePos x="0" y="0"/>
                      <wp:positionH relativeFrom="column">
                        <wp:posOffset>1175976</wp:posOffset>
                      </wp:positionH>
                      <wp:positionV relativeFrom="paragraph">
                        <wp:posOffset>106269</wp:posOffset>
                      </wp:positionV>
                      <wp:extent cx="1797909" cy="0"/>
                      <wp:effectExtent l="0" t="0" r="31115" b="1905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97909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5B9BDE0" id="Straight Connector 1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2.6pt,8.35pt" to="234.1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" strokecolor="red"/>
                  </w:pict>
                </mc:Fallback>
              </mc:AlternateContent>
            </w:r>
            <w:r>
              <w:rPr>
                <w:sz w:val="22"/>
                <w:szCs w:val="22"/>
              </w:rPr>
              <w:t>Blunt point</w:t>
            </w:r>
          </w:p>
          <w:p w14:paraId="737694E0" w14:textId="6529975A" w:rsidR="00207447" w:rsidRPr="00DD4849" w:rsidRDefault="00207447" w:rsidP="00207447">
            <w:pPr>
              <w:pStyle w:val="Body"/>
              <w:numPr>
                <w:ilvl w:val="0"/>
                <w:numId w:val="33"/>
              </w:num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Bent body</w:t>
            </w:r>
          </w:p>
        </w:tc>
        <w:tc>
          <w:tcPr>
            <w:tcW w:w="3800" w:type="dxa"/>
            <w:vAlign w:val="top"/>
          </w:tcPr>
          <w:p w14:paraId="11A51994" w14:textId="79EBF18D" w:rsidR="00207447" w:rsidRDefault="00207447" w:rsidP="00207447">
            <w:pPr>
              <w:pStyle w:val="Body"/>
              <w:numPr>
                <w:ilvl w:val="0"/>
                <w:numId w:val="37"/>
              </w:num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Dispose of tool</w:t>
            </w:r>
          </w:p>
          <w:p w14:paraId="05D2F379" w14:textId="17D67B9A" w:rsidR="00207447" w:rsidRDefault="00207447" w:rsidP="00207447">
            <w:pPr>
              <w:pStyle w:val="Body"/>
              <w:numPr>
                <w:ilvl w:val="0"/>
                <w:numId w:val="37"/>
              </w:num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Resharpen to correct angle</w:t>
            </w:r>
          </w:p>
          <w:p w14:paraId="583EF8FB" w14:textId="77777777" w:rsidR="00207447" w:rsidRDefault="00207447" w:rsidP="00207447">
            <w:pPr>
              <w:pStyle w:val="Body"/>
              <w:numPr>
                <w:ilvl w:val="0"/>
                <w:numId w:val="37"/>
              </w:num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Grind head of punch</w:t>
            </w:r>
          </w:p>
          <w:p w14:paraId="7487C0FA" w14:textId="326E065B" w:rsidR="00207447" w:rsidRPr="002B11E8" w:rsidRDefault="00207447" w:rsidP="00207447">
            <w:pPr>
              <w:pStyle w:val="Body"/>
              <w:numPr>
                <w:ilvl w:val="0"/>
                <w:numId w:val="37"/>
              </w:num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Straighten punch</w:t>
            </w:r>
            <w:r w:rsidR="005F0EB1">
              <w:rPr>
                <w:sz w:val="22"/>
                <w:szCs w:val="22"/>
              </w:rPr>
              <w:t xml:space="preserve"> in a press</w:t>
            </w:r>
          </w:p>
        </w:tc>
      </w:tr>
      <w:tr w:rsidR="00207447" w14:paraId="0B62E71A" w14:textId="7FDE50C5" w:rsidTr="00207447">
        <w:trPr>
          <w:trHeight w:val="1416"/>
        </w:trPr>
        <w:tc>
          <w:tcPr>
            <w:tcW w:w="1883" w:type="dxa"/>
            <w:vAlign w:val="top"/>
          </w:tcPr>
          <w:p w14:paraId="077CA62F" w14:textId="77777777" w:rsidR="00207447" w:rsidRPr="00DD4849" w:rsidRDefault="00207447" w:rsidP="00BB2597">
            <w:pPr>
              <w:pStyle w:val="Body"/>
              <w:rPr>
                <w:b/>
                <w:sz w:val="22"/>
                <w:szCs w:val="22"/>
              </w:rPr>
            </w:pPr>
            <w:r w:rsidRPr="00DD4849">
              <w:rPr>
                <w:b/>
                <w:sz w:val="22"/>
                <w:szCs w:val="22"/>
              </w:rPr>
              <w:t>File</w:t>
            </w:r>
          </w:p>
        </w:tc>
        <w:tc>
          <w:tcPr>
            <w:tcW w:w="4420" w:type="dxa"/>
            <w:vAlign w:val="top"/>
          </w:tcPr>
          <w:p w14:paraId="776AECFE" w14:textId="563F8A37" w:rsidR="00207447" w:rsidRDefault="00F30A5D" w:rsidP="00207447">
            <w:pPr>
              <w:pStyle w:val="Body"/>
              <w:numPr>
                <w:ilvl w:val="0"/>
                <w:numId w:val="34"/>
              </w:numPr>
              <w:spacing w:line="480" w:lineRule="auto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EA64A01" wp14:editId="6F0F85B3">
                      <wp:simplePos x="0" y="0"/>
                      <wp:positionH relativeFrom="column">
                        <wp:posOffset>1183660</wp:posOffset>
                      </wp:positionH>
                      <wp:positionV relativeFrom="paragraph">
                        <wp:posOffset>164839</wp:posOffset>
                      </wp:positionV>
                      <wp:extent cx="1790001" cy="0"/>
                      <wp:effectExtent l="0" t="0" r="20320" b="19050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9000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EE1FD39" id="Straight Connector 14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2pt,13pt" to="234.1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" strokecolor="red"/>
                  </w:pict>
                </mc:Fallback>
              </mc:AlternateContent>
            </w:r>
            <w:r w:rsidR="00207447">
              <w:rPr>
                <w:sz w:val="22"/>
                <w:szCs w:val="22"/>
              </w:rPr>
              <w:t>Split handle</w:t>
            </w:r>
          </w:p>
          <w:p w14:paraId="5C12CAAD" w14:textId="196D7EF3" w:rsidR="00207447" w:rsidRDefault="00F30A5D" w:rsidP="00207447">
            <w:pPr>
              <w:pStyle w:val="Body"/>
              <w:numPr>
                <w:ilvl w:val="0"/>
                <w:numId w:val="34"/>
              </w:numPr>
              <w:spacing w:line="480" w:lineRule="auto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8ABE302" wp14:editId="28D499A5">
                      <wp:simplePos x="0" y="0"/>
                      <wp:positionH relativeFrom="column">
                        <wp:posOffset>1444919</wp:posOffset>
                      </wp:positionH>
                      <wp:positionV relativeFrom="paragraph">
                        <wp:posOffset>124802</wp:posOffset>
                      </wp:positionV>
                      <wp:extent cx="1550804" cy="368678"/>
                      <wp:effectExtent l="0" t="0" r="30480" b="31750"/>
                      <wp:wrapNone/>
                      <wp:docPr id="15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50804" cy="36867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C50C22" id="Straight Connector 1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3.75pt,9.85pt" to="235.85pt,3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" strokecolor="red"/>
                  </w:pict>
                </mc:Fallback>
              </mc:AlternateContent>
            </w:r>
            <w:r w:rsidR="00207447">
              <w:rPr>
                <w:sz w:val="22"/>
                <w:szCs w:val="22"/>
              </w:rPr>
              <w:t>Cracked file face</w:t>
            </w:r>
          </w:p>
          <w:p w14:paraId="30BEBC82" w14:textId="6BB958D0" w:rsidR="00207447" w:rsidRPr="00DD4849" w:rsidRDefault="00207447" w:rsidP="002B11E8">
            <w:pPr>
              <w:pStyle w:val="Body"/>
              <w:ind w:left="720"/>
              <w:rPr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3800" w:type="dxa"/>
            <w:vAlign w:val="top"/>
          </w:tcPr>
          <w:p w14:paraId="29EDB063" w14:textId="36E03B75" w:rsidR="00207447" w:rsidRDefault="00207447" w:rsidP="00207447">
            <w:pPr>
              <w:pStyle w:val="Body"/>
              <w:numPr>
                <w:ilvl w:val="0"/>
                <w:numId w:val="38"/>
              </w:num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Replace handle</w:t>
            </w:r>
          </w:p>
          <w:p w14:paraId="5355C966" w14:textId="4D1F1CE4" w:rsidR="005F0EB1" w:rsidRDefault="005F0EB1" w:rsidP="00207447">
            <w:pPr>
              <w:pStyle w:val="Body"/>
              <w:numPr>
                <w:ilvl w:val="0"/>
                <w:numId w:val="38"/>
              </w:num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Use with caution</w:t>
            </w:r>
          </w:p>
          <w:p w14:paraId="1EDDA49C" w14:textId="6E045A22" w:rsidR="00207447" w:rsidRDefault="00207447" w:rsidP="00207447">
            <w:pPr>
              <w:pStyle w:val="Body"/>
              <w:numPr>
                <w:ilvl w:val="0"/>
                <w:numId w:val="38"/>
              </w:num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Dispose of file</w:t>
            </w:r>
          </w:p>
          <w:p w14:paraId="7179B1E4" w14:textId="44429092" w:rsidR="00207447" w:rsidRDefault="00207447" w:rsidP="002B11E8">
            <w:pPr>
              <w:pStyle w:val="Body"/>
              <w:ind w:left="360"/>
              <w:rPr>
                <w:sz w:val="22"/>
                <w:szCs w:val="22"/>
              </w:rPr>
            </w:pPr>
          </w:p>
        </w:tc>
      </w:tr>
    </w:tbl>
    <w:p w14:paraId="6B72DCA8" w14:textId="19B8795C" w:rsidR="003358A7" w:rsidRDefault="003358A7" w:rsidP="00595676">
      <w:pPr>
        <w:pStyle w:val="Body"/>
        <w:rPr>
          <w:sz w:val="22"/>
          <w:szCs w:val="22"/>
        </w:rPr>
      </w:pPr>
    </w:p>
    <w:p w14:paraId="20086055" w14:textId="452A4CDE" w:rsidR="008A6043" w:rsidRDefault="00846C47" w:rsidP="00846C47">
      <w:pPr>
        <w:pStyle w:val="Body"/>
        <w:rPr>
          <w:sz w:val="22"/>
          <w:szCs w:val="22"/>
        </w:rPr>
      </w:pPr>
      <w:r>
        <w:rPr>
          <w:sz w:val="22"/>
          <w:szCs w:val="22"/>
        </w:rPr>
        <w:t xml:space="preserve">10. </w:t>
      </w:r>
      <w:r w:rsidR="00C12666">
        <w:rPr>
          <w:sz w:val="22"/>
          <w:szCs w:val="22"/>
        </w:rPr>
        <w:t xml:space="preserve">(RK 7) </w:t>
      </w:r>
      <w:r w:rsidR="00B75171">
        <w:rPr>
          <w:sz w:val="22"/>
          <w:szCs w:val="22"/>
        </w:rPr>
        <w:t xml:space="preserve">Following the example shown for tin snips in the table below, </w:t>
      </w:r>
      <w:r w:rsidR="00FE357A">
        <w:rPr>
          <w:sz w:val="22"/>
          <w:szCs w:val="22"/>
        </w:rPr>
        <w:t xml:space="preserve">check </w:t>
      </w:r>
      <w:r w:rsidR="00B75171">
        <w:rPr>
          <w:sz w:val="22"/>
          <w:szCs w:val="22"/>
        </w:rPr>
        <w:t xml:space="preserve"> the correct storage requirements</w:t>
      </w:r>
      <w:r w:rsidR="00FE357A">
        <w:rPr>
          <w:sz w:val="22"/>
          <w:szCs w:val="22"/>
        </w:rPr>
        <w:t xml:space="preserve"> in the column with possible responses</w:t>
      </w:r>
      <w:r w:rsidR="00B75171">
        <w:rPr>
          <w:sz w:val="22"/>
          <w:szCs w:val="22"/>
        </w:rPr>
        <w:t>:</w:t>
      </w:r>
    </w:p>
    <w:p w14:paraId="5815ECD3" w14:textId="2B2F0A66" w:rsidR="00527F47" w:rsidRPr="000309A5" w:rsidRDefault="00527F47" w:rsidP="002D4DCE">
      <w:pPr>
        <w:pStyle w:val="Caption"/>
        <w:keepNext/>
        <w:ind w:left="142"/>
      </w:pPr>
      <w:r>
        <w:t>Table 6 Short Answer check box</w:t>
      </w:r>
    </w:p>
    <w:tbl>
      <w:tblPr>
        <w:tblStyle w:val="TableGrid"/>
        <w:tblW w:w="8771" w:type="dxa"/>
        <w:tblInd w:w="289" w:type="dxa"/>
        <w:tblLook w:val="04A0" w:firstRow="1" w:lastRow="0" w:firstColumn="1" w:lastColumn="0" w:noHBand="0" w:noVBand="1"/>
      </w:tblPr>
      <w:tblGrid>
        <w:gridCol w:w="1769"/>
        <w:gridCol w:w="3670"/>
        <w:gridCol w:w="3332"/>
      </w:tblGrid>
      <w:tr w:rsidR="00C070A1" w14:paraId="31B323AB" w14:textId="19A18CE1" w:rsidTr="00C070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69" w:type="dxa"/>
          </w:tcPr>
          <w:p w14:paraId="7E48CAA6" w14:textId="77777777" w:rsidR="00C070A1" w:rsidRDefault="00C070A1" w:rsidP="007A0F09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Hand Tool</w:t>
            </w:r>
          </w:p>
        </w:tc>
        <w:tc>
          <w:tcPr>
            <w:tcW w:w="3670" w:type="dxa"/>
          </w:tcPr>
          <w:p w14:paraId="49934461" w14:textId="0149A7E6" w:rsidR="00C070A1" w:rsidRDefault="00C070A1" w:rsidP="00C070A1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Choose from list  for  appropriate  tool storage  solutions </w:t>
            </w:r>
          </w:p>
        </w:tc>
        <w:tc>
          <w:tcPr>
            <w:tcW w:w="3332" w:type="dxa"/>
          </w:tcPr>
          <w:p w14:paraId="65A64E55" w14:textId="556CF2D7" w:rsidR="00C070A1" w:rsidRDefault="00C070A1" w:rsidP="00C070A1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Mark X in the box for appropriate Storage </w:t>
            </w:r>
          </w:p>
        </w:tc>
      </w:tr>
      <w:tr w:rsidR="00C070A1" w14:paraId="77922712" w14:textId="39B65AF0" w:rsidTr="002D4DCE">
        <w:trPr>
          <w:trHeight w:val="4508"/>
        </w:trPr>
        <w:tc>
          <w:tcPr>
            <w:tcW w:w="1769" w:type="dxa"/>
            <w:vAlign w:val="top"/>
          </w:tcPr>
          <w:p w14:paraId="406C1636" w14:textId="77777777" w:rsidR="00C070A1" w:rsidRPr="00A67EE9" w:rsidRDefault="00C070A1" w:rsidP="007A0F09">
            <w:pPr>
              <w:pStyle w:val="Body"/>
              <w:rPr>
                <w:b/>
                <w:sz w:val="22"/>
                <w:szCs w:val="22"/>
              </w:rPr>
            </w:pPr>
            <w:r w:rsidRPr="00A67EE9">
              <w:rPr>
                <w:b/>
                <w:sz w:val="22"/>
                <w:szCs w:val="22"/>
              </w:rPr>
              <w:t>Tin snips</w:t>
            </w:r>
          </w:p>
          <w:p w14:paraId="0D9CED36" w14:textId="77777777" w:rsidR="00C070A1" w:rsidRPr="00A67EE9" w:rsidRDefault="00C070A1" w:rsidP="007A0F09">
            <w:pPr>
              <w:pStyle w:val="Body"/>
              <w:rPr>
                <w:sz w:val="22"/>
                <w:szCs w:val="22"/>
              </w:rPr>
            </w:pPr>
            <w:r w:rsidRPr="00A67EE9">
              <w:rPr>
                <w:sz w:val="22"/>
                <w:szCs w:val="22"/>
              </w:rPr>
              <w:t>(example)</w:t>
            </w:r>
          </w:p>
        </w:tc>
        <w:tc>
          <w:tcPr>
            <w:tcW w:w="3670" w:type="dxa"/>
            <w:vAlign w:val="top"/>
          </w:tcPr>
          <w:p w14:paraId="5844F10E" w14:textId="46C5A353" w:rsidR="00C070A1" w:rsidRPr="00F93BB9" w:rsidRDefault="00C070A1" w:rsidP="002D4DCE">
            <w:pPr>
              <w:pStyle w:val="Body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F93BB9">
              <w:rPr>
                <w:sz w:val="22"/>
                <w:szCs w:val="22"/>
              </w:rPr>
              <w:t>Toolbox</w:t>
            </w:r>
            <w:r>
              <w:rPr>
                <w:sz w:val="22"/>
                <w:szCs w:val="22"/>
              </w:rPr>
              <w:t xml:space="preserve"> or shadow board</w:t>
            </w:r>
          </w:p>
          <w:p w14:paraId="67E08804" w14:textId="79FD6370" w:rsidR="00C070A1" w:rsidRPr="00F93BB9" w:rsidRDefault="00C070A1" w:rsidP="002D4DCE">
            <w:pPr>
              <w:pStyle w:val="Body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F93BB9">
              <w:rPr>
                <w:sz w:val="22"/>
                <w:szCs w:val="22"/>
              </w:rPr>
              <w:t>Engage safety lock to keep jaws closed</w:t>
            </w:r>
          </w:p>
          <w:p w14:paraId="2BCEEACE" w14:textId="7D1AA027" w:rsidR="00C070A1" w:rsidRPr="00F93BB9" w:rsidRDefault="00C070A1" w:rsidP="002D4DCE">
            <w:pPr>
              <w:pStyle w:val="Body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F93BB9">
              <w:rPr>
                <w:sz w:val="22"/>
                <w:szCs w:val="22"/>
              </w:rPr>
              <w:t>Check for damage and repair or dispose of if required</w:t>
            </w:r>
          </w:p>
          <w:p w14:paraId="3C12A326" w14:textId="3BCBACA0" w:rsidR="00C070A1" w:rsidRPr="00F93BB9" w:rsidRDefault="00C070A1" w:rsidP="002D4DCE">
            <w:pPr>
              <w:pStyle w:val="Body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F93BB9">
              <w:rPr>
                <w:sz w:val="22"/>
                <w:szCs w:val="22"/>
              </w:rPr>
              <w:t>inform supervisor item has been stored</w:t>
            </w:r>
          </w:p>
          <w:p w14:paraId="3209B921" w14:textId="3EE7D88F" w:rsidR="00C070A1" w:rsidRPr="00F93BB9" w:rsidRDefault="00C070A1" w:rsidP="002D4DCE">
            <w:pPr>
              <w:pStyle w:val="Body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F93BB9">
              <w:rPr>
                <w:sz w:val="22"/>
                <w:szCs w:val="22"/>
              </w:rPr>
              <w:t xml:space="preserve">complete risk assessment </w:t>
            </w:r>
          </w:p>
          <w:p w14:paraId="115EA950" w14:textId="56DCED88" w:rsidR="00C070A1" w:rsidRPr="002D4DCE" w:rsidRDefault="00C070A1" w:rsidP="002D4DCE">
            <w:pPr>
              <w:pStyle w:val="Body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F93BB9">
              <w:rPr>
                <w:sz w:val="22"/>
                <w:szCs w:val="22"/>
              </w:rPr>
              <w:t>Wipe blade with oiled cloth to prevent corrosion</w:t>
            </w:r>
          </w:p>
        </w:tc>
        <w:tc>
          <w:tcPr>
            <w:tcW w:w="3332" w:type="dxa"/>
            <w:vAlign w:val="top"/>
          </w:tcPr>
          <w:sdt>
            <w:sdtPr>
              <w:rPr>
                <w:noProof/>
                <w:sz w:val="22"/>
                <w:szCs w:val="22"/>
                <w:lang w:eastAsia="en-AU"/>
              </w:rPr>
              <w:id w:val="-11210694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CB7FA8" w14:textId="73EC3EC8" w:rsidR="0055200E" w:rsidRDefault="0004575A" w:rsidP="0004575A">
                <w:pPr>
                  <w:pStyle w:val="Body"/>
                  <w:jc w:val="center"/>
                  <w:rPr>
                    <w:noProof/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sdt>
            <w:sdtPr>
              <w:rPr>
                <w:noProof/>
                <w:sz w:val="22"/>
                <w:szCs w:val="22"/>
                <w:lang w:eastAsia="en-AU"/>
              </w:rPr>
              <w:id w:val="-8073828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E20E877" w14:textId="1EB67D6D" w:rsidR="0055200E" w:rsidRPr="0055200E" w:rsidRDefault="0004575A" w:rsidP="0004575A">
                <w:pPr>
                  <w:jc w:val="center"/>
                  <w:rPr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eastAsia="en-AU"/>
                  </w:rPr>
                  <w:t>☒</w:t>
                </w:r>
              </w:p>
            </w:sdtContent>
          </w:sdt>
          <w:p w14:paraId="4FCE6DE1" w14:textId="77777777" w:rsidR="0055200E" w:rsidRPr="0055200E" w:rsidRDefault="0055200E" w:rsidP="0004575A">
            <w:pPr>
              <w:jc w:val="center"/>
              <w:rPr>
                <w:lang w:eastAsia="en-AU"/>
              </w:rPr>
            </w:pPr>
          </w:p>
          <w:sdt>
            <w:sdtPr>
              <w:rPr>
                <w:noProof/>
                <w:sz w:val="22"/>
                <w:szCs w:val="22"/>
                <w:lang w:eastAsia="en-AU"/>
              </w:rPr>
              <w:id w:val="-216751401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4B4CA7" w14:textId="2F499837" w:rsidR="0055200E" w:rsidRDefault="0004575A" w:rsidP="0004575A">
                <w:pPr>
                  <w:spacing w:line="480" w:lineRule="auto"/>
                  <w:jc w:val="center"/>
                  <w:rPr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eastAsia="en-AU"/>
                  </w:rPr>
                  <w:t>☒</w:t>
                </w:r>
              </w:p>
            </w:sdtContent>
          </w:sdt>
          <w:sdt>
            <w:sdtPr>
              <w:rPr>
                <w:noProof/>
                <w:sz w:val="22"/>
                <w:szCs w:val="22"/>
                <w:lang w:eastAsia="en-AU"/>
              </w:rPr>
              <w:id w:val="-10291766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FB6906" w14:textId="5124EFDD" w:rsidR="0055200E" w:rsidRDefault="0055200E" w:rsidP="0004575A">
                <w:pPr>
                  <w:spacing w:line="480" w:lineRule="auto"/>
                  <w:jc w:val="center"/>
                  <w:rPr>
                    <w:noProof/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sdt>
            <w:sdtPr>
              <w:rPr>
                <w:noProof/>
                <w:sz w:val="22"/>
                <w:szCs w:val="22"/>
                <w:lang w:eastAsia="en-AU"/>
              </w:rPr>
              <w:id w:val="-19102233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DDCDA2A" w14:textId="5E602D97" w:rsidR="0055200E" w:rsidRDefault="0055200E" w:rsidP="0004575A">
                <w:pPr>
                  <w:jc w:val="center"/>
                  <w:rPr>
                    <w:noProof/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sdt>
            <w:sdtPr>
              <w:rPr>
                <w:noProof/>
                <w:sz w:val="22"/>
                <w:szCs w:val="22"/>
                <w:lang w:eastAsia="en-AU"/>
              </w:rPr>
              <w:id w:val="-207026765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FBDAA5" w14:textId="27A7B770" w:rsidR="0004575A" w:rsidRDefault="0004575A" w:rsidP="0004575A">
                <w:pPr>
                  <w:jc w:val="center"/>
                  <w:rPr>
                    <w:noProof/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eastAsia="en-AU"/>
                  </w:rPr>
                  <w:t>☒</w:t>
                </w:r>
              </w:p>
            </w:sdtContent>
          </w:sdt>
          <w:p w14:paraId="26BC2C9A" w14:textId="732F0320" w:rsidR="0055200E" w:rsidRPr="0055200E" w:rsidRDefault="0055200E" w:rsidP="0055200E">
            <w:pPr>
              <w:rPr>
                <w:lang w:eastAsia="en-AU"/>
              </w:rPr>
            </w:pPr>
          </w:p>
        </w:tc>
      </w:tr>
      <w:tr w:rsidR="00C070A1" w14:paraId="5AFACCE7" w14:textId="45DF299D" w:rsidTr="0004575A">
        <w:trPr>
          <w:trHeight w:val="2645"/>
        </w:trPr>
        <w:tc>
          <w:tcPr>
            <w:tcW w:w="1769" w:type="dxa"/>
            <w:vAlign w:val="top"/>
          </w:tcPr>
          <w:p w14:paraId="3CF1C28B" w14:textId="77777777" w:rsidR="00C070A1" w:rsidRPr="00A67EE9" w:rsidRDefault="00C070A1" w:rsidP="007A0F09">
            <w:pPr>
              <w:pStyle w:val="Body"/>
              <w:rPr>
                <w:b/>
                <w:sz w:val="22"/>
                <w:szCs w:val="22"/>
              </w:rPr>
            </w:pPr>
            <w:r w:rsidRPr="00A67EE9">
              <w:rPr>
                <w:b/>
                <w:sz w:val="22"/>
                <w:szCs w:val="22"/>
              </w:rPr>
              <w:t>File</w:t>
            </w:r>
          </w:p>
        </w:tc>
        <w:tc>
          <w:tcPr>
            <w:tcW w:w="3670" w:type="dxa"/>
            <w:vAlign w:val="top"/>
          </w:tcPr>
          <w:p w14:paraId="21C122A5" w14:textId="567220EE" w:rsidR="00C070A1" w:rsidRPr="0055200E" w:rsidRDefault="00C070A1" w:rsidP="002D4DCE">
            <w:pPr>
              <w:pStyle w:val="Body"/>
              <w:numPr>
                <w:ilvl w:val="0"/>
                <w:numId w:val="26"/>
              </w:numPr>
              <w:spacing w:line="240" w:lineRule="auto"/>
              <w:rPr>
                <w:sz w:val="22"/>
                <w:szCs w:val="22"/>
              </w:rPr>
            </w:pPr>
            <w:r w:rsidRPr="0055200E">
              <w:rPr>
                <w:sz w:val="22"/>
                <w:szCs w:val="22"/>
              </w:rPr>
              <w:t>Shadow board</w:t>
            </w:r>
          </w:p>
          <w:p w14:paraId="095AC6BF" w14:textId="3BA8EBDE" w:rsidR="00C070A1" w:rsidRPr="0055200E" w:rsidRDefault="00C070A1" w:rsidP="002D4DCE">
            <w:pPr>
              <w:pStyle w:val="Body"/>
              <w:numPr>
                <w:ilvl w:val="0"/>
                <w:numId w:val="26"/>
              </w:numPr>
              <w:spacing w:line="240" w:lineRule="auto"/>
              <w:rPr>
                <w:sz w:val="22"/>
                <w:szCs w:val="22"/>
              </w:rPr>
            </w:pPr>
            <w:r w:rsidRPr="0055200E">
              <w:rPr>
                <w:sz w:val="22"/>
                <w:szCs w:val="22"/>
              </w:rPr>
              <w:t xml:space="preserve">Remove handle </w:t>
            </w:r>
          </w:p>
          <w:p w14:paraId="7A8746B4" w14:textId="3BC44F3E" w:rsidR="00C070A1" w:rsidRPr="0055200E" w:rsidRDefault="00C070A1" w:rsidP="002D4DCE">
            <w:pPr>
              <w:pStyle w:val="Body"/>
              <w:numPr>
                <w:ilvl w:val="0"/>
                <w:numId w:val="26"/>
              </w:numPr>
              <w:spacing w:line="240" w:lineRule="auto"/>
              <w:rPr>
                <w:sz w:val="22"/>
                <w:szCs w:val="22"/>
              </w:rPr>
            </w:pPr>
            <w:r w:rsidRPr="0055200E">
              <w:rPr>
                <w:sz w:val="22"/>
                <w:szCs w:val="22"/>
              </w:rPr>
              <w:t>Keep files separate not in a draw with other files</w:t>
            </w:r>
          </w:p>
          <w:p w14:paraId="32B065DF" w14:textId="5EB5E760" w:rsidR="00C070A1" w:rsidRPr="0055200E" w:rsidRDefault="00C070A1" w:rsidP="002D4DCE">
            <w:pPr>
              <w:pStyle w:val="Body"/>
              <w:numPr>
                <w:ilvl w:val="0"/>
                <w:numId w:val="26"/>
              </w:numPr>
              <w:spacing w:line="240" w:lineRule="auto"/>
              <w:rPr>
                <w:sz w:val="22"/>
                <w:szCs w:val="22"/>
              </w:rPr>
            </w:pPr>
            <w:r w:rsidRPr="0055200E">
              <w:rPr>
                <w:sz w:val="22"/>
                <w:szCs w:val="22"/>
              </w:rPr>
              <w:t xml:space="preserve">Clean pinning’s from file </w:t>
            </w:r>
          </w:p>
          <w:p w14:paraId="3440E6DE" w14:textId="77777777" w:rsidR="00C070A1" w:rsidRPr="0055200E" w:rsidRDefault="00C070A1" w:rsidP="002D4DCE">
            <w:pPr>
              <w:pStyle w:val="Body"/>
              <w:numPr>
                <w:ilvl w:val="0"/>
                <w:numId w:val="26"/>
              </w:numPr>
              <w:spacing w:line="240" w:lineRule="auto"/>
              <w:rPr>
                <w:sz w:val="22"/>
                <w:szCs w:val="22"/>
              </w:rPr>
            </w:pPr>
            <w:r w:rsidRPr="0055200E">
              <w:rPr>
                <w:sz w:val="22"/>
                <w:szCs w:val="22"/>
              </w:rPr>
              <w:t>Keep away from moisture</w:t>
            </w:r>
          </w:p>
          <w:p w14:paraId="38E597BC" w14:textId="77777777" w:rsidR="00C070A1" w:rsidRPr="007531AE" w:rsidRDefault="00C070A1" w:rsidP="007A0F09">
            <w:pPr>
              <w:pStyle w:val="Body"/>
              <w:spacing w:line="240" w:lineRule="auto"/>
              <w:rPr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3332" w:type="dxa"/>
            <w:vAlign w:val="top"/>
          </w:tcPr>
          <w:sdt>
            <w:sdtPr>
              <w:rPr>
                <w:noProof/>
                <w:sz w:val="22"/>
                <w:szCs w:val="22"/>
                <w:lang w:eastAsia="en-AU"/>
              </w:rPr>
              <w:id w:val="-925799602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4A65D6" w14:textId="44DEB86C" w:rsidR="0004575A" w:rsidRDefault="0004575A" w:rsidP="0004575A">
                <w:pPr>
                  <w:jc w:val="center"/>
                  <w:rPr>
                    <w:noProof/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eastAsia="en-AU"/>
                  </w:rPr>
                  <w:t>☒</w:t>
                </w:r>
              </w:p>
            </w:sdtContent>
          </w:sdt>
          <w:sdt>
            <w:sdtPr>
              <w:rPr>
                <w:noProof/>
                <w:sz w:val="22"/>
                <w:szCs w:val="22"/>
                <w:lang w:eastAsia="en-AU"/>
              </w:rPr>
              <w:id w:val="-5425946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A1A96CD" w14:textId="77777777" w:rsidR="0004575A" w:rsidRDefault="0004575A" w:rsidP="0004575A">
                <w:pPr>
                  <w:jc w:val="center"/>
                  <w:rPr>
                    <w:noProof/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sdt>
            <w:sdtPr>
              <w:rPr>
                <w:noProof/>
                <w:sz w:val="22"/>
                <w:szCs w:val="22"/>
                <w:lang w:eastAsia="en-AU"/>
              </w:rPr>
              <w:id w:val="-1251965824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F227" w14:textId="12F024F3" w:rsidR="0004575A" w:rsidRDefault="0004575A" w:rsidP="0004575A">
                <w:pPr>
                  <w:jc w:val="center"/>
                  <w:rPr>
                    <w:noProof/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eastAsia="en-AU"/>
                  </w:rPr>
                  <w:t>☒</w:t>
                </w:r>
              </w:p>
            </w:sdtContent>
          </w:sdt>
          <w:sdt>
            <w:sdtPr>
              <w:rPr>
                <w:noProof/>
                <w:sz w:val="22"/>
                <w:szCs w:val="22"/>
                <w:lang w:eastAsia="en-AU"/>
              </w:rPr>
              <w:id w:val="-2052367865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C4D0BF" w14:textId="0D8B1E85" w:rsidR="0004575A" w:rsidRDefault="0004575A" w:rsidP="0004575A">
                <w:pPr>
                  <w:jc w:val="center"/>
                  <w:rPr>
                    <w:noProof/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eastAsia="en-AU"/>
                  </w:rPr>
                  <w:t>☒</w:t>
                </w:r>
              </w:p>
            </w:sdtContent>
          </w:sdt>
          <w:sdt>
            <w:sdtPr>
              <w:rPr>
                <w:noProof/>
                <w:sz w:val="22"/>
                <w:szCs w:val="22"/>
                <w:lang w:eastAsia="en-AU"/>
              </w:rPr>
              <w:id w:val="24168564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503862" w14:textId="73621166" w:rsidR="0004575A" w:rsidRDefault="0004575A" w:rsidP="0004575A">
                <w:pPr>
                  <w:jc w:val="center"/>
                  <w:rPr>
                    <w:noProof/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eastAsia="en-AU"/>
                  </w:rPr>
                  <w:t>☒</w:t>
                </w:r>
              </w:p>
            </w:sdtContent>
          </w:sdt>
          <w:p w14:paraId="1D4C3CCF" w14:textId="77777777" w:rsidR="00C070A1" w:rsidRDefault="00C070A1" w:rsidP="0055200E">
            <w:pPr>
              <w:pStyle w:val="Body"/>
              <w:spacing w:line="240" w:lineRule="auto"/>
              <w:rPr>
                <w:noProof/>
                <w:sz w:val="22"/>
                <w:szCs w:val="22"/>
                <w:lang w:eastAsia="en-AU"/>
              </w:rPr>
            </w:pPr>
          </w:p>
        </w:tc>
      </w:tr>
      <w:tr w:rsidR="00C070A1" w14:paraId="3DF6110A" w14:textId="07CFB072" w:rsidTr="0055200E">
        <w:tc>
          <w:tcPr>
            <w:tcW w:w="1769" w:type="dxa"/>
            <w:vAlign w:val="top"/>
          </w:tcPr>
          <w:p w14:paraId="6293B04E" w14:textId="77777777" w:rsidR="00C070A1" w:rsidRPr="00A67EE9" w:rsidRDefault="00C070A1" w:rsidP="007A0F09">
            <w:pPr>
              <w:pStyle w:val="Body"/>
              <w:rPr>
                <w:b/>
                <w:sz w:val="22"/>
                <w:szCs w:val="22"/>
              </w:rPr>
            </w:pPr>
            <w:r w:rsidRPr="00A67EE9">
              <w:rPr>
                <w:b/>
                <w:sz w:val="22"/>
                <w:szCs w:val="22"/>
              </w:rPr>
              <w:t>Hacksaw</w:t>
            </w:r>
          </w:p>
        </w:tc>
        <w:tc>
          <w:tcPr>
            <w:tcW w:w="3670" w:type="dxa"/>
            <w:vAlign w:val="top"/>
          </w:tcPr>
          <w:p w14:paraId="56DF79E0" w14:textId="03C60C22" w:rsidR="00C070A1" w:rsidRPr="0055200E" w:rsidRDefault="00C070A1" w:rsidP="002D4DCE">
            <w:pPr>
              <w:pStyle w:val="Body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55200E">
              <w:rPr>
                <w:sz w:val="22"/>
                <w:szCs w:val="22"/>
              </w:rPr>
              <w:t>Tool box or shadow board</w:t>
            </w:r>
          </w:p>
          <w:p w14:paraId="56536289" w14:textId="58AC146D" w:rsidR="00C070A1" w:rsidRPr="0055200E" w:rsidRDefault="00C070A1" w:rsidP="002D4DCE">
            <w:pPr>
              <w:pStyle w:val="Body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55200E">
              <w:rPr>
                <w:sz w:val="22"/>
                <w:szCs w:val="22"/>
              </w:rPr>
              <w:t>Shadow board</w:t>
            </w:r>
          </w:p>
          <w:p w14:paraId="57F80BA4" w14:textId="793046B2" w:rsidR="00C070A1" w:rsidRPr="0055200E" w:rsidRDefault="00C070A1" w:rsidP="002D4DCE">
            <w:pPr>
              <w:pStyle w:val="Body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55200E">
              <w:rPr>
                <w:sz w:val="22"/>
                <w:szCs w:val="22"/>
              </w:rPr>
              <w:t>Replace blunt or damaged blades</w:t>
            </w:r>
          </w:p>
          <w:p w14:paraId="61E385AB" w14:textId="77777777" w:rsidR="00C070A1" w:rsidRPr="0055200E" w:rsidRDefault="00C070A1" w:rsidP="002D4DCE">
            <w:pPr>
              <w:pStyle w:val="Body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55200E">
              <w:rPr>
                <w:sz w:val="22"/>
                <w:szCs w:val="22"/>
              </w:rPr>
              <w:t>Loosen blade tension nut</w:t>
            </w:r>
          </w:p>
          <w:p w14:paraId="708BCAF5" w14:textId="20594D16" w:rsidR="00C070A1" w:rsidRPr="0014704D" w:rsidRDefault="00C070A1" w:rsidP="002D4DCE">
            <w:pPr>
              <w:pStyle w:val="Body"/>
              <w:numPr>
                <w:ilvl w:val="0"/>
                <w:numId w:val="28"/>
              </w:numPr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55200E">
              <w:rPr>
                <w:sz w:val="22"/>
                <w:szCs w:val="22"/>
              </w:rPr>
              <w:t>Tighten blade tension nut</w:t>
            </w:r>
          </w:p>
        </w:tc>
        <w:tc>
          <w:tcPr>
            <w:tcW w:w="3332" w:type="dxa"/>
            <w:vAlign w:val="top"/>
          </w:tcPr>
          <w:sdt>
            <w:sdtPr>
              <w:rPr>
                <w:noProof/>
                <w:sz w:val="22"/>
                <w:szCs w:val="22"/>
                <w:lang w:eastAsia="en-AU"/>
              </w:rPr>
              <w:id w:val="1636985632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7E2DD2" w14:textId="391A3412" w:rsidR="0004575A" w:rsidRDefault="0004575A" w:rsidP="0004575A">
                <w:pPr>
                  <w:jc w:val="center"/>
                  <w:rPr>
                    <w:noProof/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eastAsia="en-AU"/>
                  </w:rPr>
                  <w:t>☒</w:t>
                </w:r>
              </w:p>
            </w:sdtContent>
          </w:sdt>
          <w:sdt>
            <w:sdtPr>
              <w:rPr>
                <w:noProof/>
                <w:sz w:val="22"/>
                <w:szCs w:val="22"/>
                <w:lang w:eastAsia="en-AU"/>
              </w:rPr>
              <w:id w:val="372127722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217F4D" w14:textId="6EA941AA" w:rsidR="0004575A" w:rsidRDefault="0004575A" w:rsidP="0004575A">
                <w:pPr>
                  <w:jc w:val="center"/>
                  <w:rPr>
                    <w:noProof/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eastAsia="en-AU"/>
                  </w:rPr>
                  <w:t>☒</w:t>
                </w:r>
              </w:p>
            </w:sdtContent>
          </w:sdt>
          <w:sdt>
            <w:sdtPr>
              <w:rPr>
                <w:noProof/>
                <w:sz w:val="22"/>
                <w:szCs w:val="22"/>
                <w:lang w:eastAsia="en-AU"/>
              </w:rPr>
              <w:id w:val="-1209642391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5BF5E1" w14:textId="50DE5726" w:rsidR="0004575A" w:rsidRDefault="0004575A" w:rsidP="0004575A">
                <w:pPr>
                  <w:spacing w:line="240" w:lineRule="auto"/>
                  <w:jc w:val="center"/>
                  <w:rPr>
                    <w:noProof/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eastAsia="en-AU"/>
                  </w:rPr>
                  <w:t>☒</w:t>
                </w:r>
              </w:p>
            </w:sdtContent>
          </w:sdt>
          <w:p w14:paraId="16BF0C33" w14:textId="77777777" w:rsidR="00C070A1" w:rsidRDefault="00C070A1" w:rsidP="0004575A">
            <w:pPr>
              <w:pStyle w:val="Body"/>
              <w:spacing w:line="240" w:lineRule="auto"/>
              <w:rPr>
                <w:noProof/>
                <w:sz w:val="22"/>
                <w:szCs w:val="22"/>
                <w:lang w:eastAsia="en-AU"/>
              </w:rPr>
            </w:pPr>
          </w:p>
          <w:sdt>
            <w:sdtPr>
              <w:rPr>
                <w:noProof/>
                <w:sz w:val="22"/>
                <w:szCs w:val="22"/>
                <w:lang w:eastAsia="en-AU"/>
              </w:rPr>
              <w:id w:val="208564236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E18E00" w14:textId="7814CBBD" w:rsidR="0004575A" w:rsidRDefault="0004575A" w:rsidP="0004575A">
                <w:pPr>
                  <w:spacing w:line="240" w:lineRule="auto"/>
                  <w:jc w:val="center"/>
                  <w:rPr>
                    <w:noProof/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eastAsia="en-AU"/>
                  </w:rPr>
                  <w:t>☒</w:t>
                </w:r>
              </w:p>
            </w:sdtContent>
          </w:sdt>
          <w:sdt>
            <w:sdtPr>
              <w:rPr>
                <w:noProof/>
                <w:sz w:val="22"/>
                <w:szCs w:val="22"/>
                <w:lang w:eastAsia="en-AU"/>
              </w:rPr>
              <w:id w:val="2001324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F950C3" w14:textId="77777777" w:rsidR="0004575A" w:rsidRDefault="0004575A" w:rsidP="0004575A">
                <w:pPr>
                  <w:jc w:val="center"/>
                  <w:rPr>
                    <w:noProof/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45B0AEED" w14:textId="584629D1" w:rsidR="0004575A" w:rsidRDefault="0004575A" w:rsidP="0055200E">
            <w:pPr>
              <w:pStyle w:val="Body"/>
              <w:rPr>
                <w:noProof/>
                <w:sz w:val="22"/>
                <w:szCs w:val="22"/>
                <w:lang w:eastAsia="en-AU"/>
              </w:rPr>
            </w:pPr>
          </w:p>
        </w:tc>
      </w:tr>
    </w:tbl>
    <w:p w14:paraId="67D5808A" w14:textId="5D6F4833" w:rsidR="00D84984" w:rsidRDefault="00D84984" w:rsidP="008A6043">
      <w:pPr>
        <w:pStyle w:val="Body"/>
        <w:ind w:left="720"/>
        <w:rPr>
          <w:sz w:val="22"/>
          <w:szCs w:val="22"/>
        </w:rPr>
      </w:pPr>
    </w:p>
    <w:p w14:paraId="2E51F26D" w14:textId="77777777" w:rsidR="00C070A1" w:rsidRDefault="00C070A1" w:rsidP="008A6043">
      <w:pPr>
        <w:pStyle w:val="Body"/>
        <w:ind w:left="720"/>
        <w:rPr>
          <w:sz w:val="22"/>
          <w:szCs w:val="22"/>
        </w:rPr>
        <w:sectPr w:rsidR="00C070A1" w:rsidSect="00B27F13">
          <w:pgSz w:w="11906" w:h="16838"/>
          <w:pgMar w:top="1418" w:right="1418" w:bottom="1418" w:left="1418" w:header="567" w:footer="454" w:gutter="0"/>
          <w:cols w:space="4253"/>
          <w:docGrid w:linePitch="360"/>
        </w:sectPr>
      </w:pPr>
    </w:p>
    <w:p w14:paraId="52822C83" w14:textId="67B40D63" w:rsidR="004D0147" w:rsidRPr="00B30F8E" w:rsidRDefault="00A462DA" w:rsidP="002D4DCE">
      <w:pPr>
        <w:pStyle w:val="Body"/>
        <w:numPr>
          <w:ilvl w:val="0"/>
          <w:numId w:val="30"/>
        </w:numPr>
        <w:rPr>
          <w:sz w:val="22"/>
          <w:szCs w:val="22"/>
        </w:rPr>
      </w:pPr>
      <w:r>
        <w:t>(RK 6) Briefly explain how you would get tools up an elevated work platform or scaffolding which is accessed by a ladder</w:t>
      </w:r>
      <w:r w:rsidR="00D90391">
        <w:t>:</w:t>
      </w:r>
    </w:p>
    <w:p w14:paraId="66F28BF5" w14:textId="53F03C6A" w:rsidR="004D0147" w:rsidRPr="00A462DA" w:rsidRDefault="00A462DA" w:rsidP="004D014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i/>
          <w:color w:val="808080" w:themeColor="background1" w:themeShade="80"/>
          <w:szCs w:val="24"/>
        </w:rPr>
      </w:pPr>
      <w:r w:rsidRPr="00A462DA">
        <w:rPr>
          <w:i/>
          <w:color w:val="808080" w:themeColor="background1" w:themeShade="80"/>
          <w:szCs w:val="24"/>
        </w:rPr>
        <w:t xml:space="preserve">Do not carry tools in hands when climbing a ladder. Tools should be raised or lowered using a bucket and handline </w:t>
      </w:r>
    </w:p>
    <w:p w14:paraId="01F02534" w14:textId="77777777" w:rsidR="004D0147" w:rsidRPr="00AC09FA" w:rsidRDefault="004D0147" w:rsidP="004D014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74CFDE48" w14:textId="77777777" w:rsidR="004D0147" w:rsidRPr="008740B8" w:rsidRDefault="004D0147" w:rsidP="004D0147"/>
    <w:p w14:paraId="63E00659" w14:textId="688C9929" w:rsidR="004D0147" w:rsidRPr="00B63E7B" w:rsidRDefault="003D4E36" w:rsidP="002D4DCE">
      <w:pPr>
        <w:pStyle w:val="Body"/>
        <w:numPr>
          <w:ilvl w:val="0"/>
          <w:numId w:val="30"/>
        </w:numPr>
        <w:rPr>
          <w:szCs w:val="24"/>
        </w:rPr>
      </w:pPr>
      <w:r w:rsidRPr="00B63E7B">
        <w:rPr>
          <w:szCs w:val="24"/>
        </w:rPr>
        <w:t>(RK 6) When working on a scaffolding or aloft what should we do with tools when we aren’t using them and give a reason why</w:t>
      </w:r>
      <w:r w:rsidR="00D90391" w:rsidRPr="00B63E7B">
        <w:rPr>
          <w:szCs w:val="24"/>
        </w:rPr>
        <w:t>:</w:t>
      </w:r>
      <w:r w:rsidRPr="00B63E7B">
        <w:rPr>
          <w:szCs w:val="24"/>
        </w:rPr>
        <w:tab/>
      </w:r>
    </w:p>
    <w:p w14:paraId="24606EE2" w14:textId="5E8A324B" w:rsidR="004D0147" w:rsidRPr="00D90391" w:rsidRDefault="003D4E36" w:rsidP="004D014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i/>
          <w:color w:val="808080" w:themeColor="background1" w:themeShade="80"/>
          <w:sz w:val="22"/>
          <w:szCs w:val="22"/>
        </w:rPr>
      </w:pPr>
      <w:r w:rsidRPr="00D90391">
        <w:rPr>
          <w:i/>
          <w:color w:val="808080" w:themeColor="background1" w:themeShade="80"/>
        </w:rPr>
        <w:t>Tools should be stored securely and not left lying around as they may be bumped and fall leading to a safety hazard to those working below</w:t>
      </w:r>
    </w:p>
    <w:p w14:paraId="228A92D2" w14:textId="77777777" w:rsidR="004D0147" w:rsidRPr="00AC09FA" w:rsidRDefault="004D0147" w:rsidP="004D014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3137BA4" w14:textId="16B92DF7" w:rsidR="004D0147" w:rsidRDefault="004D0147" w:rsidP="004D0147"/>
    <w:p w14:paraId="59250BEF" w14:textId="12493CE6" w:rsidR="00D90391" w:rsidRDefault="00B63E7B" w:rsidP="004D0147">
      <w:r>
        <w:t>13. (RK3) A tool is found to be damaged and unsafe to use</w:t>
      </w:r>
      <w:r w:rsidR="00FA7CE9">
        <w:t xml:space="preserve"> and is to be placed “out of service”</w:t>
      </w:r>
      <w:r>
        <w:t xml:space="preserve">. </w:t>
      </w:r>
      <w:r w:rsidR="00FA7CE9">
        <w:t>What information is required on the “out of service tag”?</w:t>
      </w:r>
    </w:p>
    <w:p w14:paraId="770C3A1F" w14:textId="77777777" w:rsidR="00B63E7B" w:rsidRDefault="00B63E7B" w:rsidP="00B63E7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>Place an out of service tag on the tool listing</w:t>
      </w:r>
    </w:p>
    <w:p w14:paraId="478C8E6D" w14:textId="77777777" w:rsidR="00B63E7B" w:rsidRDefault="00B63E7B" w:rsidP="00B63E7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>* Name</w:t>
      </w:r>
    </w:p>
    <w:p w14:paraId="689E737E" w14:textId="20E9CE10" w:rsidR="00B63E7B" w:rsidRDefault="00B63E7B" w:rsidP="00B63E7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>*Date</w:t>
      </w:r>
    </w:p>
    <w:p w14:paraId="4493095D" w14:textId="40A085A0" w:rsidR="00B63E7B" w:rsidRDefault="00B63E7B" w:rsidP="00B63E7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 xml:space="preserve">* </w:t>
      </w:r>
      <w:r w:rsidR="00FA7CE9">
        <w:rPr>
          <w:i/>
          <w:color w:val="808080" w:themeColor="background1" w:themeShade="80"/>
        </w:rPr>
        <w:t>Description of F</w:t>
      </w:r>
      <w:r>
        <w:rPr>
          <w:i/>
          <w:color w:val="808080" w:themeColor="background1" w:themeShade="80"/>
        </w:rPr>
        <w:t>ault or damage</w:t>
      </w:r>
    </w:p>
    <w:p w14:paraId="17072509" w14:textId="7BAB37F0" w:rsidR="00B63E7B" w:rsidRPr="00D90391" w:rsidRDefault="00B63E7B" w:rsidP="00B63E7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i/>
          <w:color w:val="808080" w:themeColor="background1" w:themeShade="80"/>
          <w:sz w:val="22"/>
          <w:szCs w:val="22"/>
        </w:rPr>
      </w:pPr>
      <w:r>
        <w:rPr>
          <w:i/>
          <w:color w:val="808080" w:themeColor="background1" w:themeShade="80"/>
        </w:rPr>
        <w:t>and notify the supervisor of the damaged tool damage.</w:t>
      </w:r>
    </w:p>
    <w:p w14:paraId="08248C49" w14:textId="77777777" w:rsidR="00B63E7B" w:rsidRPr="00AC09FA" w:rsidRDefault="00B63E7B" w:rsidP="00B63E7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1BAA170" w14:textId="77777777" w:rsidR="00B63E7B" w:rsidRDefault="00B63E7B" w:rsidP="004D0147"/>
    <w:sectPr w:rsidR="00B63E7B" w:rsidSect="00B27F13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331D99" w14:textId="77777777" w:rsidR="002C3929" w:rsidRDefault="002C3929">
      <w:pPr>
        <w:spacing w:before="0" w:after="0" w:line="240" w:lineRule="auto"/>
      </w:pPr>
      <w:r>
        <w:separator/>
      </w:r>
    </w:p>
  </w:endnote>
  <w:endnote w:type="continuationSeparator" w:id="0">
    <w:p w14:paraId="5A12205E" w14:textId="77777777" w:rsidR="002C3929" w:rsidRDefault="002C3929">
      <w:pPr>
        <w:spacing w:before="0" w:after="0" w:line="240" w:lineRule="auto"/>
      </w:pPr>
      <w:r>
        <w:continuationSeparator/>
      </w:r>
    </w:p>
  </w:endnote>
  <w:endnote w:type="continuationNotice" w:id="1">
    <w:p w14:paraId="6FAF334B" w14:textId="77777777" w:rsidR="002C3929" w:rsidRDefault="002C392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BF3EB" w14:textId="77777777" w:rsidR="002C3929" w:rsidRPr="004820C4" w:rsidRDefault="002C3929" w:rsidP="00B27F13">
    <w:pPr>
      <w:pStyle w:val="Footer-DocumentTitleLeft"/>
    </w:pPr>
  </w:p>
  <w:p w14:paraId="11E98492" w14:textId="77777777" w:rsidR="002C3929" w:rsidRDefault="002C3929" w:rsidP="00B27F13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468F94CE" w14:textId="77777777" w:rsidR="002C3929" w:rsidRPr="0006452B" w:rsidRDefault="002C3929" w:rsidP="00B27F13"/>
  <w:p w14:paraId="0D4C6C6B" w14:textId="77777777" w:rsidR="002C3929" w:rsidRDefault="002C3929" w:rsidP="00B27F1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EA7C0" w14:textId="1D538E1C" w:rsidR="002C3929" w:rsidRDefault="002C3929" w:rsidP="005C55C5">
    <w:pPr>
      <w:pStyle w:val="Bodyfooter"/>
      <w:tabs>
        <w:tab w:val="left" w:pos="3255"/>
      </w:tabs>
    </w:pPr>
    <w:r w:rsidRPr="008D467A">
      <w:t>Document title</w:t>
    </w:r>
    <w:r>
      <w:t xml:space="preserve">: </w:t>
    </w:r>
    <w:sdt>
      <w:sdtPr>
        <w:alias w:val="Title"/>
        <w:id w:val="-1635013972"/>
        <w:placeholder>
          <w:docPart w:val="05D17F34CE54431B95CF0569603981A4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t>MEM18001C_MG_Kn_1of3</w:t>
        </w:r>
      </w:sdtContent>
    </w:sdt>
    <w:r w:rsidRPr="008D467A">
      <w:tab/>
    </w:r>
  </w:p>
  <w:p w14:paraId="2B51676F" w14:textId="5C2E22DB" w:rsidR="002C3929" w:rsidRDefault="002C3929" w:rsidP="005C55C5">
    <w:pPr>
      <w:pStyle w:val="Bodyfooter"/>
      <w:tabs>
        <w:tab w:val="left" w:pos="3255"/>
      </w:tabs>
      <w:rPr>
        <w:noProof/>
      </w:rPr>
    </w:pPr>
    <w:r>
      <w:t>Resource ID: MRS_18_04_</w:t>
    </w:r>
    <w:r w:rsidRPr="001016CE">
      <w:t xml:space="preserve"> </w:t>
    </w:r>
    <w:sdt>
      <w:sdtPr>
        <w:alias w:val="Title"/>
        <w:id w:val="1257556566"/>
        <w:placeholder>
          <w:docPart w:val="E49516D5FB7C4080B802F6BB5037C96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t>MEM18001C_MG_Kn_1of3</w:t>
        </w:r>
      </w:sdtContent>
    </w:sdt>
    <w:r>
      <w:tab/>
    </w:r>
    <w: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234A39">
      <w:rPr>
        <w:noProof/>
      </w:rPr>
      <w:t>12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234A39">
      <w:rPr>
        <w:noProof/>
      </w:rPr>
      <w:t>21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30A10" w14:textId="2190F4EC" w:rsidR="002C3929" w:rsidRPr="008D467A" w:rsidRDefault="002C3929" w:rsidP="00B27F13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21</w:t>
    </w:r>
    <w:r>
      <w:rPr>
        <w:noProof/>
      </w:rPr>
      <w:fldChar w:fldCharType="end"/>
    </w:r>
  </w:p>
  <w:p w14:paraId="7F55FB93" w14:textId="77777777" w:rsidR="002C3929" w:rsidRPr="008948B1" w:rsidRDefault="002C3929" w:rsidP="00B27F13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20A12898" w14:textId="77777777" w:rsidR="002C3929" w:rsidRPr="00AA3155" w:rsidRDefault="002C3929" w:rsidP="00B27F13">
    <w:pPr>
      <w:pStyle w:val="Footer"/>
    </w:pPr>
  </w:p>
  <w:p w14:paraId="619F222A" w14:textId="77777777" w:rsidR="002C3929" w:rsidRDefault="002C3929" w:rsidP="00B27F1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754E5F" w14:textId="77777777" w:rsidR="002C3929" w:rsidRDefault="002C3929">
      <w:pPr>
        <w:spacing w:before="0" w:after="0" w:line="240" w:lineRule="auto"/>
      </w:pPr>
      <w:r>
        <w:separator/>
      </w:r>
    </w:p>
  </w:footnote>
  <w:footnote w:type="continuationSeparator" w:id="0">
    <w:p w14:paraId="1A841148" w14:textId="77777777" w:rsidR="002C3929" w:rsidRDefault="002C3929">
      <w:pPr>
        <w:spacing w:before="0" w:after="0" w:line="240" w:lineRule="auto"/>
      </w:pPr>
      <w:r>
        <w:continuationSeparator/>
      </w:r>
    </w:p>
  </w:footnote>
  <w:footnote w:type="continuationNotice" w:id="1">
    <w:p w14:paraId="704BDC97" w14:textId="77777777" w:rsidR="002C3929" w:rsidRDefault="002C392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3602F" w14:textId="77777777" w:rsidR="002C3929" w:rsidRDefault="002C3929" w:rsidP="00B27F13"/>
  <w:p w14:paraId="31ADDD1E" w14:textId="77777777" w:rsidR="002C3929" w:rsidRDefault="002C3929" w:rsidP="00B27F1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28549" w14:textId="77777777" w:rsidR="002C3929" w:rsidRDefault="002C3929" w:rsidP="00B27F13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02FC30CE" wp14:editId="1FE90550">
          <wp:extent cx="1591359" cy="397840"/>
          <wp:effectExtent l="0" t="0" r="0" b="2540"/>
          <wp:docPr id="2" name="Picture 2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B923DD" w14:textId="77777777" w:rsidR="002C3929" w:rsidRDefault="002C3929" w:rsidP="00B27F13">
    <w:pPr>
      <w:pStyle w:val="Header"/>
    </w:pPr>
  </w:p>
  <w:p w14:paraId="24A1B69E" w14:textId="77777777" w:rsidR="002C3929" w:rsidRDefault="002C3929" w:rsidP="00B27F1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B73F3"/>
    <w:multiLevelType w:val="hybridMultilevel"/>
    <w:tmpl w:val="72C8EFD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670E2"/>
    <w:multiLevelType w:val="hybridMultilevel"/>
    <w:tmpl w:val="F0E657A4"/>
    <w:lvl w:ilvl="0" w:tplc="CE38E3EC">
      <w:start w:val="1"/>
      <w:numFmt w:val="lowerLetter"/>
      <w:lvlText w:val="%1)"/>
      <w:lvlJc w:val="left"/>
      <w:pPr>
        <w:ind w:left="720" w:hanging="360"/>
      </w:pPr>
    </w:lvl>
    <w:lvl w:ilvl="1" w:tplc="9586A00A" w:tentative="1">
      <w:start w:val="1"/>
      <w:numFmt w:val="lowerLetter"/>
      <w:lvlText w:val="%2."/>
      <w:lvlJc w:val="left"/>
      <w:pPr>
        <w:ind w:left="1440" w:hanging="360"/>
      </w:pPr>
    </w:lvl>
    <w:lvl w:ilvl="2" w:tplc="148A631A" w:tentative="1">
      <w:start w:val="1"/>
      <w:numFmt w:val="lowerRoman"/>
      <w:lvlText w:val="%3."/>
      <w:lvlJc w:val="right"/>
      <w:pPr>
        <w:ind w:left="2160" w:hanging="180"/>
      </w:pPr>
    </w:lvl>
    <w:lvl w:ilvl="3" w:tplc="30408F6E" w:tentative="1">
      <w:start w:val="1"/>
      <w:numFmt w:val="decimal"/>
      <w:lvlText w:val="%4."/>
      <w:lvlJc w:val="left"/>
      <w:pPr>
        <w:ind w:left="2880" w:hanging="360"/>
      </w:pPr>
    </w:lvl>
    <w:lvl w:ilvl="4" w:tplc="D77A0682" w:tentative="1">
      <w:start w:val="1"/>
      <w:numFmt w:val="lowerLetter"/>
      <w:lvlText w:val="%5."/>
      <w:lvlJc w:val="left"/>
      <w:pPr>
        <w:ind w:left="3600" w:hanging="360"/>
      </w:pPr>
    </w:lvl>
    <w:lvl w:ilvl="5" w:tplc="ED9AC096" w:tentative="1">
      <w:start w:val="1"/>
      <w:numFmt w:val="lowerRoman"/>
      <w:lvlText w:val="%6."/>
      <w:lvlJc w:val="right"/>
      <w:pPr>
        <w:ind w:left="4320" w:hanging="180"/>
      </w:pPr>
    </w:lvl>
    <w:lvl w:ilvl="6" w:tplc="EC7E5634" w:tentative="1">
      <w:start w:val="1"/>
      <w:numFmt w:val="decimal"/>
      <w:lvlText w:val="%7."/>
      <w:lvlJc w:val="left"/>
      <w:pPr>
        <w:ind w:left="5040" w:hanging="360"/>
      </w:pPr>
    </w:lvl>
    <w:lvl w:ilvl="7" w:tplc="81D445DA" w:tentative="1">
      <w:start w:val="1"/>
      <w:numFmt w:val="lowerLetter"/>
      <w:lvlText w:val="%8."/>
      <w:lvlJc w:val="left"/>
      <w:pPr>
        <w:ind w:left="5760" w:hanging="360"/>
      </w:pPr>
    </w:lvl>
    <w:lvl w:ilvl="8" w:tplc="2C2AD2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922F8"/>
    <w:multiLevelType w:val="hybridMultilevel"/>
    <w:tmpl w:val="6B0C15AA"/>
    <w:lvl w:ilvl="0" w:tplc="CE38E3EC">
      <w:start w:val="1"/>
      <w:numFmt w:val="lowerLetter"/>
      <w:lvlText w:val="%1)"/>
      <w:lvlJc w:val="left"/>
      <w:pPr>
        <w:ind w:left="720" w:hanging="360"/>
      </w:pPr>
    </w:lvl>
    <w:lvl w:ilvl="1" w:tplc="9586A00A" w:tentative="1">
      <w:start w:val="1"/>
      <w:numFmt w:val="lowerLetter"/>
      <w:lvlText w:val="%2."/>
      <w:lvlJc w:val="left"/>
      <w:pPr>
        <w:ind w:left="1440" w:hanging="360"/>
      </w:pPr>
    </w:lvl>
    <w:lvl w:ilvl="2" w:tplc="148A631A" w:tentative="1">
      <w:start w:val="1"/>
      <w:numFmt w:val="lowerRoman"/>
      <w:lvlText w:val="%3."/>
      <w:lvlJc w:val="right"/>
      <w:pPr>
        <w:ind w:left="2160" w:hanging="180"/>
      </w:pPr>
    </w:lvl>
    <w:lvl w:ilvl="3" w:tplc="30408F6E" w:tentative="1">
      <w:start w:val="1"/>
      <w:numFmt w:val="decimal"/>
      <w:lvlText w:val="%4."/>
      <w:lvlJc w:val="left"/>
      <w:pPr>
        <w:ind w:left="2880" w:hanging="360"/>
      </w:pPr>
    </w:lvl>
    <w:lvl w:ilvl="4" w:tplc="D77A0682" w:tentative="1">
      <w:start w:val="1"/>
      <w:numFmt w:val="lowerLetter"/>
      <w:lvlText w:val="%5."/>
      <w:lvlJc w:val="left"/>
      <w:pPr>
        <w:ind w:left="3600" w:hanging="360"/>
      </w:pPr>
    </w:lvl>
    <w:lvl w:ilvl="5" w:tplc="ED9AC096" w:tentative="1">
      <w:start w:val="1"/>
      <w:numFmt w:val="lowerRoman"/>
      <w:lvlText w:val="%6."/>
      <w:lvlJc w:val="right"/>
      <w:pPr>
        <w:ind w:left="4320" w:hanging="180"/>
      </w:pPr>
    </w:lvl>
    <w:lvl w:ilvl="6" w:tplc="EC7E5634" w:tentative="1">
      <w:start w:val="1"/>
      <w:numFmt w:val="decimal"/>
      <w:lvlText w:val="%7."/>
      <w:lvlJc w:val="left"/>
      <w:pPr>
        <w:ind w:left="5040" w:hanging="360"/>
      </w:pPr>
    </w:lvl>
    <w:lvl w:ilvl="7" w:tplc="81D445DA" w:tentative="1">
      <w:start w:val="1"/>
      <w:numFmt w:val="lowerLetter"/>
      <w:lvlText w:val="%8."/>
      <w:lvlJc w:val="left"/>
      <w:pPr>
        <w:ind w:left="5760" w:hanging="360"/>
      </w:pPr>
    </w:lvl>
    <w:lvl w:ilvl="8" w:tplc="2C2AD2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F66B1"/>
    <w:multiLevelType w:val="hybridMultilevel"/>
    <w:tmpl w:val="1534F00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07F4C"/>
    <w:multiLevelType w:val="hybridMultilevel"/>
    <w:tmpl w:val="95D6B164"/>
    <w:lvl w:ilvl="0" w:tplc="CE38E3EC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523D5"/>
    <w:multiLevelType w:val="hybridMultilevel"/>
    <w:tmpl w:val="9436765A"/>
    <w:lvl w:ilvl="0" w:tplc="04C8AD34">
      <w:start w:val="1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B509D"/>
    <w:multiLevelType w:val="hybridMultilevel"/>
    <w:tmpl w:val="C7D6E560"/>
    <w:lvl w:ilvl="0" w:tplc="F3BC147C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86E9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7806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808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0FF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E070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C044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80C0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F87E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362661"/>
    <w:multiLevelType w:val="hybridMultilevel"/>
    <w:tmpl w:val="6B0C15AA"/>
    <w:lvl w:ilvl="0" w:tplc="CE38E3EC">
      <w:start w:val="1"/>
      <w:numFmt w:val="lowerLetter"/>
      <w:lvlText w:val="%1)"/>
      <w:lvlJc w:val="left"/>
      <w:pPr>
        <w:ind w:left="720" w:hanging="360"/>
      </w:pPr>
    </w:lvl>
    <w:lvl w:ilvl="1" w:tplc="9586A00A" w:tentative="1">
      <w:start w:val="1"/>
      <w:numFmt w:val="lowerLetter"/>
      <w:lvlText w:val="%2."/>
      <w:lvlJc w:val="left"/>
      <w:pPr>
        <w:ind w:left="1440" w:hanging="360"/>
      </w:pPr>
    </w:lvl>
    <w:lvl w:ilvl="2" w:tplc="148A631A" w:tentative="1">
      <w:start w:val="1"/>
      <w:numFmt w:val="lowerRoman"/>
      <w:lvlText w:val="%3."/>
      <w:lvlJc w:val="right"/>
      <w:pPr>
        <w:ind w:left="2160" w:hanging="180"/>
      </w:pPr>
    </w:lvl>
    <w:lvl w:ilvl="3" w:tplc="30408F6E" w:tentative="1">
      <w:start w:val="1"/>
      <w:numFmt w:val="decimal"/>
      <w:lvlText w:val="%4."/>
      <w:lvlJc w:val="left"/>
      <w:pPr>
        <w:ind w:left="2880" w:hanging="360"/>
      </w:pPr>
    </w:lvl>
    <w:lvl w:ilvl="4" w:tplc="D77A0682" w:tentative="1">
      <w:start w:val="1"/>
      <w:numFmt w:val="lowerLetter"/>
      <w:lvlText w:val="%5."/>
      <w:lvlJc w:val="left"/>
      <w:pPr>
        <w:ind w:left="3600" w:hanging="360"/>
      </w:pPr>
    </w:lvl>
    <w:lvl w:ilvl="5" w:tplc="ED9AC096" w:tentative="1">
      <w:start w:val="1"/>
      <w:numFmt w:val="lowerRoman"/>
      <w:lvlText w:val="%6."/>
      <w:lvlJc w:val="right"/>
      <w:pPr>
        <w:ind w:left="4320" w:hanging="180"/>
      </w:pPr>
    </w:lvl>
    <w:lvl w:ilvl="6" w:tplc="EC7E5634" w:tentative="1">
      <w:start w:val="1"/>
      <w:numFmt w:val="decimal"/>
      <w:lvlText w:val="%7."/>
      <w:lvlJc w:val="left"/>
      <w:pPr>
        <w:ind w:left="5040" w:hanging="360"/>
      </w:pPr>
    </w:lvl>
    <w:lvl w:ilvl="7" w:tplc="81D445DA" w:tentative="1">
      <w:start w:val="1"/>
      <w:numFmt w:val="lowerLetter"/>
      <w:lvlText w:val="%8."/>
      <w:lvlJc w:val="left"/>
      <w:pPr>
        <w:ind w:left="5760" w:hanging="360"/>
      </w:pPr>
    </w:lvl>
    <w:lvl w:ilvl="8" w:tplc="2C2AD2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83538"/>
    <w:multiLevelType w:val="hybridMultilevel"/>
    <w:tmpl w:val="6B0C15AA"/>
    <w:lvl w:ilvl="0" w:tplc="CE38E3EC">
      <w:start w:val="1"/>
      <w:numFmt w:val="lowerLetter"/>
      <w:lvlText w:val="%1)"/>
      <w:lvlJc w:val="left"/>
      <w:pPr>
        <w:ind w:left="720" w:hanging="360"/>
      </w:pPr>
    </w:lvl>
    <w:lvl w:ilvl="1" w:tplc="9586A00A" w:tentative="1">
      <w:start w:val="1"/>
      <w:numFmt w:val="lowerLetter"/>
      <w:lvlText w:val="%2."/>
      <w:lvlJc w:val="left"/>
      <w:pPr>
        <w:ind w:left="1440" w:hanging="360"/>
      </w:pPr>
    </w:lvl>
    <w:lvl w:ilvl="2" w:tplc="148A631A" w:tentative="1">
      <w:start w:val="1"/>
      <w:numFmt w:val="lowerRoman"/>
      <w:lvlText w:val="%3."/>
      <w:lvlJc w:val="right"/>
      <w:pPr>
        <w:ind w:left="2160" w:hanging="180"/>
      </w:pPr>
    </w:lvl>
    <w:lvl w:ilvl="3" w:tplc="30408F6E" w:tentative="1">
      <w:start w:val="1"/>
      <w:numFmt w:val="decimal"/>
      <w:lvlText w:val="%4."/>
      <w:lvlJc w:val="left"/>
      <w:pPr>
        <w:ind w:left="2880" w:hanging="360"/>
      </w:pPr>
    </w:lvl>
    <w:lvl w:ilvl="4" w:tplc="D77A0682" w:tentative="1">
      <w:start w:val="1"/>
      <w:numFmt w:val="lowerLetter"/>
      <w:lvlText w:val="%5."/>
      <w:lvlJc w:val="left"/>
      <w:pPr>
        <w:ind w:left="3600" w:hanging="360"/>
      </w:pPr>
    </w:lvl>
    <w:lvl w:ilvl="5" w:tplc="ED9AC096" w:tentative="1">
      <w:start w:val="1"/>
      <w:numFmt w:val="lowerRoman"/>
      <w:lvlText w:val="%6."/>
      <w:lvlJc w:val="right"/>
      <w:pPr>
        <w:ind w:left="4320" w:hanging="180"/>
      </w:pPr>
    </w:lvl>
    <w:lvl w:ilvl="6" w:tplc="EC7E5634" w:tentative="1">
      <w:start w:val="1"/>
      <w:numFmt w:val="decimal"/>
      <w:lvlText w:val="%7."/>
      <w:lvlJc w:val="left"/>
      <w:pPr>
        <w:ind w:left="5040" w:hanging="360"/>
      </w:pPr>
    </w:lvl>
    <w:lvl w:ilvl="7" w:tplc="81D445DA" w:tentative="1">
      <w:start w:val="1"/>
      <w:numFmt w:val="lowerLetter"/>
      <w:lvlText w:val="%8."/>
      <w:lvlJc w:val="left"/>
      <w:pPr>
        <w:ind w:left="5760" w:hanging="360"/>
      </w:pPr>
    </w:lvl>
    <w:lvl w:ilvl="8" w:tplc="2C2AD2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FF6C2F"/>
    <w:multiLevelType w:val="hybridMultilevel"/>
    <w:tmpl w:val="F2B486DC"/>
    <w:lvl w:ilvl="0" w:tplc="502C2E0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E5613"/>
    <w:multiLevelType w:val="hybridMultilevel"/>
    <w:tmpl w:val="F0E657A4"/>
    <w:lvl w:ilvl="0" w:tplc="CE38E3EC">
      <w:start w:val="1"/>
      <w:numFmt w:val="lowerLetter"/>
      <w:lvlText w:val="%1)"/>
      <w:lvlJc w:val="left"/>
      <w:pPr>
        <w:ind w:left="720" w:hanging="360"/>
      </w:pPr>
    </w:lvl>
    <w:lvl w:ilvl="1" w:tplc="9586A00A" w:tentative="1">
      <w:start w:val="1"/>
      <w:numFmt w:val="lowerLetter"/>
      <w:lvlText w:val="%2."/>
      <w:lvlJc w:val="left"/>
      <w:pPr>
        <w:ind w:left="1440" w:hanging="360"/>
      </w:pPr>
    </w:lvl>
    <w:lvl w:ilvl="2" w:tplc="148A631A" w:tentative="1">
      <w:start w:val="1"/>
      <w:numFmt w:val="lowerRoman"/>
      <w:lvlText w:val="%3."/>
      <w:lvlJc w:val="right"/>
      <w:pPr>
        <w:ind w:left="2160" w:hanging="180"/>
      </w:pPr>
    </w:lvl>
    <w:lvl w:ilvl="3" w:tplc="30408F6E" w:tentative="1">
      <w:start w:val="1"/>
      <w:numFmt w:val="decimal"/>
      <w:lvlText w:val="%4."/>
      <w:lvlJc w:val="left"/>
      <w:pPr>
        <w:ind w:left="2880" w:hanging="360"/>
      </w:pPr>
    </w:lvl>
    <w:lvl w:ilvl="4" w:tplc="D77A0682" w:tentative="1">
      <w:start w:val="1"/>
      <w:numFmt w:val="lowerLetter"/>
      <w:lvlText w:val="%5."/>
      <w:lvlJc w:val="left"/>
      <w:pPr>
        <w:ind w:left="3600" w:hanging="360"/>
      </w:pPr>
    </w:lvl>
    <w:lvl w:ilvl="5" w:tplc="ED9AC096" w:tentative="1">
      <w:start w:val="1"/>
      <w:numFmt w:val="lowerRoman"/>
      <w:lvlText w:val="%6."/>
      <w:lvlJc w:val="right"/>
      <w:pPr>
        <w:ind w:left="4320" w:hanging="180"/>
      </w:pPr>
    </w:lvl>
    <w:lvl w:ilvl="6" w:tplc="EC7E5634" w:tentative="1">
      <w:start w:val="1"/>
      <w:numFmt w:val="decimal"/>
      <w:lvlText w:val="%7."/>
      <w:lvlJc w:val="left"/>
      <w:pPr>
        <w:ind w:left="5040" w:hanging="360"/>
      </w:pPr>
    </w:lvl>
    <w:lvl w:ilvl="7" w:tplc="81D445DA" w:tentative="1">
      <w:start w:val="1"/>
      <w:numFmt w:val="lowerLetter"/>
      <w:lvlText w:val="%8."/>
      <w:lvlJc w:val="left"/>
      <w:pPr>
        <w:ind w:left="5760" w:hanging="360"/>
      </w:pPr>
    </w:lvl>
    <w:lvl w:ilvl="8" w:tplc="2C2AD2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642E30"/>
    <w:multiLevelType w:val="hybridMultilevel"/>
    <w:tmpl w:val="99DC0650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F80AC6"/>
    <w:multiLevelType w:val="hybridMultilevel"/>
    <w:tmpl w:val="CBB6B1EE"/>
    <w:lvl w:ilvl="0" w:tplc="97BEC1C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5428BC"/>
    <w:multiLevelType w:val="hybridMultilevel"/>
    <w:tmpl w:val="F0E657A4"/>
    <w:lvl w:ilvl="0" w:tplc="CE38E3EC">
      <w:start w:val="1"/>
      <w:numFmt w:val="lowerLetter"/>
      <w:lvlText w:val="%1)"/>
      <w:lvlJc w:val="left"/>
      <w:pPr>
        <w:ind w:left="720" w:hanging="360"/>
      </w:pPr>
    </w:lvl>
    <w:lvl w:ilvl="1" w:tplc="9586A00A" w:tentative="1">
      <w:start w:val="1"/>
      <w:numFmt w:val="lowerLetter"/>
      <w:lvlText w:val="%2."/>
      <w:lvlJc w:val="left"/>
      <w:pPr>
        <w:ind w:left="1440" w:hanging="360"/>
      </w:pPr>
    </w:lvl>
    <w:lvl w:ilvl="2" w:tplc="148A631A" w:tentative="1">
      <w:start w:val="1"/>
      <w:numFmt w:val="lowerRoman"/>
      <w:lvlText w:val="%3."/>
      <w:lvlJc w:val="right"/>
      <w:pPr>
        <w:ind w:left="2160" w:hanging="180"/>
      </w:pPr>
    </w:lvl>
    <w:lvl w:ilvl="3" w:tplc="30408F6E" w:tentative="1">
      <w:start w:val="1"/>
      <w:numFmt w:val="decimal"/>
      <w:lvlText w:val="%4."/>
      <w:lvlJc w:val="left"/>
      <w:pPr>
        <w:ind w:left="2880" w:hanging="360"/>
      </w:pPr>
    </w:lvl>
    <w:lvl w:ilvl="4" w:tplc="D77A0682" w:tentative="1">
      <w:start w:val="1"/>
      <w:numFmt w:val="lowerLetter"/>
      <w:lvlText w:val="%5."/>
      <w:lvlJc w:val="left"/>
      <w:pPr>
        <w:ind w:left="3600" w:hanging="360"/>
      </w:pPr>
    </w:lvl>
    <w:lvl w:ilvl="5" w:tplc="ED9AC096" w:tentative="1">
      <w:start w:val="1"/>
      <w:numFmt w:val="lowerRoman"/>
      <w:lvlText w:val="%6."/>
      <w:lvlJc w:val="right"/>
      <w:pPr>
        <w:ind w:left="4320" w:hanging="180"/>
      </w:pPr>
    </w:lvl>
    <w:lvl w:ilvl="6" w:tplc="EC7E5634" w:tentative="1">
      <w:start w:val="1"/>
      <w:numFmt w:val="decimal"/>
      <w:lvlText w:val="%7."/>
      <w:lvlJc w:val="left"/>
      <w:pPr>
        <w:ind w:left="5040" w:hanging="360"/>
      </w:pPr>
    </w:lvl>
    <w:lvl w:ilvl="7" w:tplc="81D445DA" w:tentative="1">
      <w:start w:val="1"/>
      <w:numFmt w:val="lowerLetter"/>
      <w:lvlText w:val="%8."/>
      <w:lvlJc w:val="left"/>
      <w:pPr>
        <w:ind w:left="5760" w:hanging="360"/>
      </w:pPr>
    </w:lvl>
    <w:lvl w:ilvl="8" w:tplc="2C2AD2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186DAF"/>
    <w:multiLevelType w:val="hybridMultilevel"/>
    <w:tmpl w:val="56847DD0"/>
    <w:lvl w:ilvl="0" w:tplc="45EA7AD8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615FA"/>
    <w:multiLevelType w:val="hybridMultilevel"/>
    <w:tmpl w:val="F2DA347E"/>
    <w:lvl w:ilvl="0" w:tplc="1B9EC880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749291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2E9F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FAAA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84A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2242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1268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FEB1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54E9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F354E"/>
    <w:multiLevelType w:val="hybridMultilevel"/>
    <w:tmpl w:val="6B0C15AA"/>
    <w:lvl w:ilvl="0" w:tplc="CE38E3EC">
      <w:start w:val="1"/>
      <w:numFmt w:val="lowerLetter"/>
      <w:lvlText w:val="%1)"/>
      <w:lvlJc w:val="left"/>
      <w:pPr>
        <w:ind w:left="720" w:hanging="360"/>
      </w:pPr>
    </w:lvl>
    <w:lvl w:ilvl="1" w:tplc="9586A00A" w:tentative="1">
      <w:start w:val="1"/>
      <w:numFmt w:val="lowerLetter"/>
      <w:lvlText w:val="%2."/>
      <w:lvlJc w:val="left"/>
      <w:pPr>
        <w:ind w:left="1440" w:hanging="360"/>
      </w:pPr>
    </w:lvl>
    <w:lvl w:ilvl="2" w:tplc="148A631A" w:tentative="1">
      <w:start w:val="1"/>
      <w:numFmt w:val="lowerRoman"/>
      <w:lvlText w:val="%3."/>
      <w:lvlJc w:val="right"/>
      <w:pPr>
        <w:ind w:left="2160" w:hanging="180"/>
      </w:pPr>
    </w:lvl>
    <w:lvl w:ilvl="3" w:tplc="30408F6E" w:tentative="1">
      <w:start w:val="1"/>
      <w:numFmt w:val="decimal"/>
      <w:lvlText w:val="%4."/>
      <w:lvlJc w:val="left"/>
      <w:pPr>
        <w:ind w:left="2880" w:hanging="360"/>
      </w:pPr>
    </w:lvl>
    <w:lvl w:ilvl="4" w:tplc="D77A0682" w:tentative="1">
      <w:start w:val="1"/>
      <w:numFmt w:val="lowerLetter"/>
      <w:lvlText w:val="%5."/>
      <w:lvlJc w:val="left"/>
      <w:pPr>
        <w:ind w:left="3600" w:hanging="360"/>
      </w:pPr>
    </w:lvl>
    <w:lvl w:ilvl="5" w:tplc="ED9AC096" w:tentative="1">
      <w:start w:val="1"/>
      <w:numFmt w:val="lowerRoman"/>
      <w:lvlText w:val="%6."/>
      <w:lvlJc w:val="right"/>
      <w:pPr>
        <w:ind w:left="4320" w:hanging="180"/>
      </w:pPr>
    </w:lvl>
    <w:lvl w:ilvl="6" w:tplc="EC7E5634" w:tentative="1">
      <w:start w:val="1"/>
      <w:numFmt w:val="decimal"/>
      <w:lvlText w:val="%7."/>
      <w:lvlJc w:val="left"/>
      <w:pPr>
        <w:ind w:left="5040" w:hanging="360"/>
      </w:pPr>
    </w:lvl>
    <w:lvl w:ilvl="7" w:tplc="81D445DA" w:tentative="1">
      <w:start w:val="1"/>
      <w:numFmt w:val="lowerLetter"/>
      <w:lvlText w:val="%8."/>
      <w:lvlJc w:val="left"/>
      <w:pPr>
        <w:ind w:left="5760" w:hanging="360"/>
      </w:pPr>
    </w:lvl>
    <w:lvl w:ilvl="8" w:tplc="2C2AD2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E90B09"/>
    <w:multiLevelType w:val="hybridMultilevel"/>
    <w:tmpl w:val="6B0C15AA"/>
    <w:lvl w:ilvl="0" w:tplc="CE38E3EC">
      <w:start w:val="1"/>
      <w:numFmt w:val="lowerLetter"/>
      <w:lvlText w:val="%1)"/>
      <w:lvlJc w:val="left"/>
      <w:pPr>
        <w:ind w:left="720" w:hanging="360"/>
      </w:pPr>
    </w:lvl>
    <w:lvl w:ilvl="1" w:tplc="9586A00A" w:tentative="1">
      <w:start w:val="1"/>
      <w:numFmt w:val="lowerLetter"/>
      <w:lvlText w:val="%2."/>
      <w:lvlJc w:val="left"/>
      <w:pPr>
        <w:ind w:left="1440" w:hanging="360"/>
      </w:pPr>
    </w:lvl>
    <w:lvl w:ilvl="2" w:tplc="148A631A" w:tentative="1">
      <w:start w:val="1"/>
      <w:numFmt w:val="lowerRoman"/>
      <w:lvlText w:val="%3."/>
      <w:lvlJc w:val="right"/>
      <w:pPr>
        <w:ind w:left="2160" w:hanging="180"/>
      </w:pPr>
    </w:lvl>
    <w:lvl w:ilvl="3" w:tplc="30408F6E" w:tentative="1">
      <w:start w:val="1"/>
      <w:numFmt w:val="decimal"/>
      <w:lvlText w:val="%4."/>
      <w:lvlJc w:val="left"/>
      <w:pPr>
        <w:ind w:left="2880" w:hanging="360"/>
      </w:pPr>
    </w:lvl>
    <w:lvl w:ilvl="4" w:tplc="D77A0682" w:tentative="1">
      <w:start w:val="1"/>
      <w:numFmt w:val="lowerLetter"/>
      <w:lvlText w:val="%5."/>
      <w:lvlJc w:val="left"/>
      <w:pPr>
        <w:ind w:left="3600" w:hanging="360"/>
      </w:pPr>
    </w:lvl>
    <w:lvl w:ilvl="5" w:tplc="ED9AC096" w:tentative="1">
      <w:start w:val="1"/>
      <w:numFmt w:val="lowerRoman"/>
      <w:lvlText w:val="%6."/>
      <w:lvlJc w:val="right"/>
      <w:pPr>
        <w:ind w:left="4320" w:hanging="180"/>
      </w:pPr>
    </w:lvl>
    <w:lvl w:ilvl="6" w:tplc="EC7E5634" w:tentative="1">
      <w:start w:val="1"/>
      <w:numFmt w:val="decimal"/>
      <w:lvlText w:val="%7."/>
      <w:lvlJc w:val="left"/>
      <w:pPr>
        <w:ind w:left="5040" w:hanging="360"/>
      </w:pPr>
    </w:lvl>
    <w:lvl w:ilvl="7" w:tplc="81D445DA" w:tentative="1">
      <w:start w:val="1"/>
      <w:numFmt w:val="lowerLetter"/>
      <w:lvlText w:val="%8."/>
      <w:lvlJc w:val="left"/>
      <w:pPr>
        <w:ind w:left="5760" w:hanging="360"/>
      </w:pPr>
    </w:lvl>
    <w:lvl w:ilvl="8" w:tplc="2C2AD2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9" w15:restartNumberingAfterBreak="0">
    <w:nsid w:val="31264159"/>
    <w:multiLevelType w:val="hybridMultilevel"/>
    <w:tmpl w:val="667C43EC"/>
    <w:lvl w:ilvl="0" w:tplc="8662C94C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3CAD676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BAA46FC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AB94D112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14E26008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82E6204A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23BAE118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1A105D68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EB6C43F8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33AD3DEC"/>
    <w:multiLevelType w:val="hybridMultilevel"/>
    <w:tmpl w:val="37A0660C"/>
    <w:lvl w:ilvl="0" w:tplc="243A482E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768C56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D6E9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1C2E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9686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7A8E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88E9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C852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7229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CA0971"/>
    <w:multiLevelType w:val="hybridMultilevel"/>
    <w:tmpl w:val="0D84E2F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490E45"/>
    <w:multiLevelType w:val="hybridMultilevel"/>
    <w:tmpl w:val="5CF6E274"/>
    <w:lvl w:ilvl="0" w:tplc="02827A6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D71E4F"/>
    <w:multiLevelType w:val="hybridMultilevel"/>
    <w:tmpl w:val="56847DD0"/>
    <w:lvl w:ilvl="0" w:tplc="45EA7AD8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59215A"/>
    <w:multiLevelType w:val="hybridMultilevel"/>
    <w:tmpl w:val="B32E97F4"/>
    <w:lvl w:ilvl="0" w:tplc="DADE1284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0F5DFD"/>
    <w:multiLevelType w:val="hybridMultilevel"/>
    <w:tmpl w:val="EFB452F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A514DC"/>
    <w:multiLevelType w:val="hybridMultilevel"/>
    <w:tmpl w:val="6B0C15AA"/>
    <w:lvl w:ilvl="0" w:tplc="CE38E3EC">
      <w:start w:val="1"/>
      <w:numFmt w:val="lowerLetter"/>
      <w:lvlText w:val="%1)"/>
      <w:lvlJc w:val="left"/>
      <w:pPr>
        <w:ind w:left="720" w:hanging="360"/>
      </w:pPr>
    </w:lvl>
    <w:lvl w:ilvl="1" w:tplc="9586A00A" w:tentative="1">
      <w:start w:val="1"/>
      <w:numFmt w:val="lowerLetter"/>
      <w:lvlText w:val="%2."/>
      <w:lvlJc w:val="left"/>
      <w:pPr>
        <w:ind w:left="1440" w:hanging="360"/>
      </w:pPr>
    </w:lvl>
    <w:lvl w:ilvl="2" w:tplc="148A631A" w:tentative="1">
      <w:start w:val="1"/>
      <w:numFmt w:val="lowerRoman"/>
      <w:lvlText w:val="%3."/>
      <w:lvlJc w:val="right"/>
      <w:pPr>
        <w:ind w:left="2160" w:hanging="180"/>
      </w:pPr>
    </w:lvl>
    <w:lvl w:ilvl="3" w:tplc="30408F6E" w:tentative="1">
      <w:start w:val="1"/>
      <w:numFmt w:val="decimal"/>
      <w:lvlText w:val="%4."/>
      <w:lvlJc w:val="left"/>
      <w:pPr>
        <w:ind w:left="2880" w:hanging="360"/>
      </w:pPr>
    </w:lvl>
    <w:lvl w:ilvl="4" w:tplc="D77A0682" w:tentative="1">
      <w:start w:val="1"/>
      <w:numFmt w:val="lowerLetter"/>
      <w:lvlText w:val="%5."/>
      <w:lvlJc w:val="left"/>
      <w:pPr>
        <w:ind w:left="3600" w:hanging="360"/>
      </w:pPr>
    </w:lvl>
    <w:lvl w:ilvl="5" w:tplc="ED9AC096" w:tentative="1">
      <w:start w:val="1"/>
      <w:numFmt w:val="lowerRoman"/>
      <w:lvlText w:val="%6."/>
      <w:lvlJc w:val="right"/>
      <w:pPr>
        <w:ind w:left="4320" w:hanging="180"/>
      </w:pPr>
    </w:lvl>
    <w:lvl w:ilvl="6" w:tplc="EC7E5634" w:tentative="1">
      <w:start w:val="1"/>
      <w:numFmt w:val="decimal"/>
      <w:lvlText w:val="%7."/>
      <w:lvlJc w:val="left"/>
      <w:pPr>
        <w:ind w:left="5040" w:hanging="360"/>
      </w:pPr>
    </w:lvl>
    <w:lvl w:ilvl="7" w:tplc="81D445DA" w:tentative="1">
      <w:start w:val="1"/>
      <w:numFmt w:val="lowerLetter"/>
      <w:lvlText w:val="%8."/>
      <w:lvlJc w:val="left"/>
      <w:pPr>
        <w:ind w:left="5760" w:hanging="360"/>
      </w:pPr>
    </w:lvl>
    <w:lvl w:ilvl="8" w:tplc="2C2AD2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8A54EA"/>
    <w:multiLevelType w:val="hybridMultilevel"/>
    <w:tmpl w:val="F0E657A4"/>
    <w:lvl w:ilvl="0" w:tplc="CE38E3EC">
      <w:start w:val="1"/>
      <w:numFmt w:val="lowerLetter"/>
      <w:lvlText w:val="%1)"/>
      <w:lvlJc w:val="left"/>
      <w:pPr>
        <w:ind w:left="720" w:hanging="360"/>
      </w:pPr>
    </w:lvl>
    <w:lvl w:ilvl="1" w:tplc="9586A00A" w:tentative="1">
      <w:start w:val="1"/>
      <w:numFmt w:val="lowerLetter"/>
      <w:lvlText w:val="%2."/>
      <w:lvlJc w:val="left"/>
      <w:pPr>
        <w:ind w:left="1440" w:hanging="360"/>
      </w:pPr>
    </w:lvl>
    <w:lvl w:ilvl="2" w:tplc="148A631A" w:tentative="1">
      <w:start w:val="1"/>
      <w:numFmt w:val="lowerRoman"/>
      <w:lvlText w:val="%3."/>
      <w:lvlJc w:val="right"/>
      <w:pPr>
        <w:ind w:left="2160" w:hanging="180"/>
      </w:pPr>
    </w:lvl>
    <w:lvl w:ilvl="3" w:tplc="30408F6E" w:tentative="1">
      <w:start w:val="1"/>
      <w:numFmt w:val="decimal"/>
      <w:lvlText w:val="%4."/>
      <w:lvlJc w:val="left"/>
      <w:pPr>
        <w:ind w:left="2880" w:hanging="360"/>
      </w:pPr>
    </w:lvl>
    <w:lvl w:ilvl="4" w:tplc="D77A0682" w:tentative="1">
      <w:start w:val="1"/>
      <w:numFmt w:val="lowerLetter"/>
      <w:lvlText w:val="%5."/>
      <w:lvlJc w:val="left"/>
      <w:pPr>
        <w:ind w:left="3600" w:hanging="360"/>
      </w:pPr>
    </w:lvl>
    <w:lvl w:ilvl="5" w:tplc="ED9AC096" w:tentative="1">
      <w:start w:val="1"/>
      <w:numFmt w:val="lowerRoman"/>
      <w:lvlText w:val="%6."/>
      <w:lvlJc w:val="right"/>
      <w:pPr>
        <w:ind w:left="4320" w:hanging="180"/>
      </w:pPr>
    </w:lvl>
    <w:lvl w:ilvl="6" w:tplc="EC7E5634" w:tentative="1">
      <w:start w:val="1"/>
      <w:numFmt w:val="decimal"/>
      <w:lvlText w:val="%7."/>
      <w:lvlJc w:val="left"/>
      <w:pPr>
        <w:ind w:left="5040" w:hanging="360"/>
      </w:pPr>
    </w:lvl>
    <w:lvl w:ilvl="7" w:tplc="81D445DA" w:tentative="1">
      <w:start w:val="1"/>
      <w:numFmt w:val="lowerLetter"/>
      <w:lvlText w:val="%8."/>
      <w:lvlJc w:val="left"/>
      <w:pPr>
        <w:ind w:left="5760" w:hanging="360"/>
      </w:pPr>
    </w:lvl>
    <w:lvl w:ilvl="8" w:tplc="2C2AD2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BC5D8C"/>
    <w:multiLevelType w:val="hybridMultilevel"/>
    <w:tmpl w:val="F0E657A4"/>
    <w:lvl w:ilvl="0" w:tplc="CE38E3EC">
      <w:start w:val="1"/>
      <w:numFmt w:val="lowerLetter"/>
      <w:lvlText w:val="%1)"/>
      <w:lvlJc w:val="left"/>
      <w:pPr>
        <w:ind w:left="720" w:hanging="360"/>
      </w:pPr>
    </w:lvl>
    <w:lvl w:ilvl="1" w:tplc="9586A00A" w:tentative="1">
      <w:start w:val="1"/>
      <w:numFmt w:val="lowerLetter"/>
      <w:lvlText w:val="%2."/>
      <w:lvlJc w:val="left"/>
      <w:pPr>
        <w:ind w:left="1440" w:hanging="360"/>
      </w:pPr>
    </w:lvl>
    <w:lvl w:ilvl="2" w:tplc="148A631A" w:tentative="1">
      <w:start w:val="1"/>
      <w:numFmt w:val="lowerRoman"/>
      <w:lvlText w:val="%3."/>
      <w:lvlJc w:val="right"/>
      <w:pPr>
        <w:ind w:left="2160" w:hanging="180"/>
      </w:pPr>
    </w:lvl>
    <w:lvl w:ilvl="3" w:tplc="30408F6E" w:tentative="1">
      <w:start w:val="1"/>
      <w:numFmt w:val="decimal"/>
      <w:lvlText w:val="%4."/>
      <w:lvlJc w:val="left"/>
      <w:pPr>
        <w:ind w:left="2880" w:hanging="360"/>
      </w:pPr>
    </w:lvl>
    <w:lvl w:ilvl="4" w:tplc="D77A0682" w:tentative="1">
      <w:start w:val="1"/>
      <w:numFmt w:val="lowerLetter"/>
      <w:lvlText w:val="%5."/>
      <w:lvlJc w:val="left"/>
      <w:pPr>
        <w:ind w:left="3600" w:hanging="360"/>
      </w:pPr>
    </w:lvl>
    <w:lvl w:ilvl="5" w:tplc="ED9AC096" w:tentative="1">
      <w:start w:val="1"/>
      <w:numFmt w:val="lowerRoman"/>
      <w:lvlText w:val="%6."/>
      <w:lvlJc w:val="right"/>
      <w:pPr>
        <w:ind w:left="4320" w:hanging="180"/>
      </w:pPr>
    </w:lvl>
    <w:lvl w:ilvl="6" w:tplc="EC7E5634" w:tentative="1">
      <w:start w:val="1"/>
      <w:numFmt w:val="decimal"/>
      <w:lvlText w:val="%7."/>
      <w:lvlJc w:val="left"/>
      <w:pPr>
        <w:ind w:left="5040" w:hanging="360"/>
      </w:pPr>
    </w:lvl>
    <w:lvl w:ilvl="7" w:tplc="81D445DA" w:tentative="1">
      <w:start w:val="1"/>
      <w:numFmt w:val="lowerLetter"/>
      <w:lvlText w:val="%8."/>
      <w:lvlJc w:val="left"/>
      <w:pPr>
        <w:ind w:left="5760" w:hanging="360"/>
      </w:pPr>
    </w:lvl>
    <w:lvl w:ilvl="8" w:tplc="2C2AD2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F41123"/>
    <w:multiLevelType w:val="hybridMultilevel"/>
    <w:tmpl w:val="6B0C15AA"/>
    <w:lvl w:ilvl="0" w:tplc="CE38E3EC">
      <w:start w:val="1"/>
      <w:numFmt w:val="lowerLetter"/>
      <w:lvlText w:val="%1)"/>
      <w:lvlJc w:val="left"/>
      <w:pPr>
        <w:ind w:left="720" w:hanging="360"/>
      </w:pPr>
    </w:lvl>
    <w:lvl w:ilvl="1" w:tplc="9586A00A" w:tentative="1">
      <w:start w:val="1"/>
      <w:numFmt w:val="lowerLetter"/>
      <w:lvlText w:val="%2."/>
      <w:lvlJc w:val="left"/>
      <w:pPr>
        <w:ind w:left="1440" w:hanging="360"/>
      </w:pPr>
    </w:lvl>
    <w:lvl w:ilvl="2" w:tplc="148A631A" w:tentative="1">
      <w:start w:val="1"/>
      <w:numFmt w:val="lowerRoman"/>
      <w:lvlText w:val="%3."/>
      <w:lvlJc w:val="right"/>
      <w:pPr>
        <w:ind w:left="2160" w:hanging="180"/>
      </w:pPr>
    </w:lvl>
    <w:lvl w:ilvl="3" w:tplc="30408F6E" w:tentative="1">
      <w:start w:val="1"/>
      <w:numFmt w:val="decimal"/>
      <w:lvlText w:val="%4."/>
      <w:lvlJc w:val="left"/>
      <w:pPr>
        <w:ind w:left="2880" w:hanging="360"/>
      </w:pPr>
    </w:lvl>
    <w:lvl w:ilvl="4" w:tplc="D77A0682" w:tentative="1">
      <w:start w:val="1"/>
      <w:numFmt w:val="lowerLetter"/>
      <w:lvlText w:val="%5."/>
      <w:lvlJc w:val="left"/>
      <w:pPr>
        <w:ind w:left="3600" w:hanging="360"/>
      </w:pPr>
    </w:lvl>
    <w:lvl w:ilvl="5" w:tplc="ED9AC096" w:tentative="1">
      <w:start w:val="1"/>
      <w:numFmt w:val="lowerRoman"/>
      <w:lvlText w:val="%6."/>
      <w:lvlJc w:val="right"/>
      <w:pPr>
        <w:ind w:left="4320" w:hanging="180"/>
      </w:pPr>
    </w:lvl>
    <w:lvl w:ilvl="6" w:tplc="EC7E5634" w:tentative="1">
      <w:start w:val="1"/>
      <w:numFmt w:val="decimal"/>
      <w:lvlText w:val="%7."/>
      <w:lvlJc w:val="left"/>
      <w:pPr>
        <w:ind w:left="5040" w:hanging="360"/>
      </w:pPr>
    </w:lvl>
    <w:lvl w:ilvl="7" w:tplc="81D445DA" w:tentative="1">
      <w:start w:val="1"/>
      <w:numFmt w:val="lowerLetter"/>
      <w:lvlText w:val="%8."/>
      <w:lvlJc w:val="left"/>
      <w:pPr>
        <w:ind w:left="5760" w:hanging="360"/>
      </w:pPr>
    </w:lvl>
    <w:lvl w:ilvl="8" w:tplc="2C2AD2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0002B1"/>
    <w:multiLevelType w:val="hybridMultilevel"/>
    <w:tmpl w:val="F0E657A4"/>
    <w:lvl w:ilvl="0" w:tplc="CE38E3EC">
      <w:start w:val="1"/>
      <w:numFmt w:val="lowerLetter"/>
      <w:lvlText w:val="%1)"/>
      <w:lvlJc w:val="left"/>
      <w:pPr>
        <w:ind w:left="720" w:hanging="360"/>
      </w:pPr>
    </w:lvl>
    <w:lvl w:ilvl="1" w:tplc="9586A00A" w:tentative="1">
      <w:start w:val="1"/>
      <w:numFmt w:val="lowerLetter"/>
      <w:lvlText w:val="%2."/>
      <w:lvlJc w:val="left"/>
      <w:pPr>
        <w:ind w:left="1440" w:hanging="360"/>
      </w:pPr>
    </w:lvl>
    <w:lvl w:ilvl="2" w:tplc="148A631A" w:tentative="1">
      <w:start w:val="1"/>
      <w:numFmt w:val="lowerRoman"/>
      <w:lvlText w:val="%3."/>
      <w:lvlJc w:val="right"/>
      <w:pPr>
        <w:ind w:left="2160" w:hanging="180"/>
      </w:pPr>
    </w:lvl>
    <w:lvl w:ilvl="3" w:tplc="30408F6E" w:tentative="1">
      <w:start w:val="1"/>
      <w:numFmt w:val="decimal"/>
      <w:lvlText w:val="%4."/>
      <w:lvlJc w:val="left"/>
      <w:pPr>
        <w:ind w:left="2880" w:hanging="360"/>
      </w:pPr>
    </w:lvl>
    <w:lvl w:ilvl="4" w:tplc="D77A0682" w:tentative="1">
      <w:start w:val="1"/>
      <w:numFmt w:val="lowerLetter"/>
      <w:lvlText w:val="%5."/>
      <w:lvlJc w:val="left"/>
      <w:pPr>
        <w:ind w:left="3600" w:hanging="360"/>
      </w:pPr>
    </w:lvl>
    <w:lvl w:ilvl="5" w:tplc="ED9AC096" w:tentative="1">
      <w:start w:val="1"/>
      <w:numFmt w:val="lowerRoman"/>
      <w:lvlText w:val="%6."/>
      <w:lvlJc w:val="right"/>
      <w:pPr>
        <w:ind w:left="4320" w:hanging="180"/>
      </w:pPr>
    </w:lvl>
    <w:lvl w:ilvl="6" w:tplc="EC7E5634" w:tentative="1">
      <w:start w:val="1"/>
      <w:numFmt w:val="decimal"/>
      <w:lvlText w:val="%7."/>
      <w:lvlJc w:val="left"/>
      <w:pPr>
        <w:ind w:left="5040" w:hanging="360"/>
      </w:pPr>
    </w:lvl>
    <w:lvl w:ilvl="7" w:tplc="81D445DA" w:tentative="1">
      <w:start w:val="1"/>
      <w:numFmt w:val="lowerLetter"/>
      <w:lvlText w:val="%8."/>
      <w:lvlJc w:val="left"/>
      <w:pPr>
        <w:ind w:left="5760" w:hanging="360"/>
      </w:pPr>
    </w:lvl>
    <w:lvl w:ilvl="8" w:tplc="2C2AD2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D60F43"/>
    <w:multiLevelType w:val="hybridMultilevel"/>
    <w:tmpl w:val="626097FC"/>
    <w:lvl w:ilvl="0" w:tplc="075E16CE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82B3FAE"/>
    <w:multiLevelType w:val="hybridMultilevel"/>
    <w:tmpl w:val="A89618B0"/>
    <w:lvl w:ilvl="0" w:tplc="B282DD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4E431A" w:tentative="1">
      <w:start w:val="1"/>
      <w:numFmt w:val="lowerLetter"/>
      <w:lvlText w:val="%2."/>
      <w:lvlJc w:val="left"/>
      <w:pPr>
        <w:ind w:left="1440" w:hanging="360"/>
      </w:pPr>
    </w:lvl>
    <w:lvl w:ilvl="2" w:tplc="92E024F4" w:tentative="1">
      <w:start w:val="1"/>
      <w:numFmt w:val="lowerRoman"/>
      <w:lvlText w:val="%3."/>
      <w:lvlJc w:val="right"/>
      <w:pPr>
        <w:ind w:left="2160" w:hanging="180"/>
      </w:pPr>
    </w:lvl>
    <w:lvl w:ilvl="3" w:tplc="0FC8C130" w:tentative="1">
      <w:start w:val="1"/>
      <w:numFmt w:val="decimal"/>
      <w:lvlText w:val="%4."/>
      <w:lvlJc w:val="left"/>
      <w:pPr>
        <w:ind w:left="2880" w:hanging="360"/>
      </w:pPr>
    </w:lvl>
    <w:lvl w:ilvl="4" w:tplc="D124E508" w:tentative="1">
      <w:start w:val="1"/>
      <w:numFmt w:val="lowerLetter"/>
      <w:lvlText w:val="%5."/>
      <w:lvlJc w:val="left"/>
      <w:pPr>
        <w:ind w:left="3600" w:hanging="360"/>
      </w:pPr>
    </w:lvl>
    <w:lvl w:ilvl="5" w:tplc="21680B10" w:tentative="1">
      <w:start w:val="1"/>
      <w:numFmt w:val="lowerRoman"/>
      <w:lvlText w:val="%6."/>
      <w:lvlJc w:val="right"/>
      <w:pPr>
        <w:ind w:left="4320" w:hanging="180"/>
      </w:pPr>
    </w:lvl>
    <w:lvl w:ilvl="6" w:tplc="AFF491FC" w:tentative="1">
      <w:start w:val="1"/>
      <w:numFmt w:val="decimal"/>
      <w:lvlText w:val="%7."/>
      <w:lvlJc w:val="left"/>
      <w:pPr>
        <w:ind w:left="5040" w:hanging="360"/>
      </w:pPr>
    </w:lvl>
    <w:lvl w:ilvl="7" w:tplc="0F8A5C10" w:tentative="1">
      <w:start w:val="1"/>
      <w:numFmt w:val="lowerLetter"/>
      <w:lvlText w:val="%8."/>
      <w:lvlJc w:val="left"/>
      <w:pPr>
        <w:ind w:left="5760" w:hanging="360"/>
      </w:pPr>
    </w:lvl>
    <w:lvl w:ilvl="8" w:tplc="615ED1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D75D9D"/>
    <w:multiLevelType w:val="hybridMultilevel"/>
    <w:tmpl w:val="795C2BC6"/>
    <w:lvl w:ilvl="0" w:tplc="0C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5E6E67A1"/>
    <w:multiLevelType w:val="hybridMultilevel"/>
    <w:tmpl w:val="F0E657A4"/>
    <w:lvl w:ilvl="0" w:tplc="CE38E3EC">
      <w:start w:val="1"/>
      <w:numFmt w:val="lowerLetter"/>
      <w:lvlText w:val="%1)"/>
      <w:lvlJc w:val="left"/>
      <w:pPr>
        <w:ind w:left="720" w:hanging="360"/>
      </w:pPr>
    </w:lvl>
    <w:lvl w:ilvl="1" w:tplc="9586A00A" w:tentative="1">
      <w:start w:val="1"/>
      <w:numFmt w:val="lowerLetter"/>
      <w:lvlText w:val="%2."/>
      <w:lvlJc w:val="left"/>
      <w:pPr>
        <w:ind w:left="1440" w:hanging="360"/>
      </w:pPr>
    </w:lvl>
    <w:lvl w:ilvl="2" w:tplc="148A631A" w:tentative="1">
      <w:start w:val="1"/>
      <w:numFmt w:val="lowerRoman"/>
      <w:lvlText w:val="%3."/>
      <w:lvlJc w:val="right"/>
      <w:pPr>
        <w:ind w:left="2160" w:hanging="180"/>
      </w:pPr>
    </w:lvl>
    <w:lvl w:ilvl="3" w:tplc="30408F6E" w:tentative="1">
      <w:start w:val="1"/>
      <w:numFmt w:val="decimal"/>
      <w:lvlText w:val="%4."/>
      <w:lvlJc w:val="left"/>
      <w:pPr>
        <w:ind w:left="2880" w:hanging="360"/>
      </w:pPr>
    </w:lvl>
    <w:lvl w:ilvl="4" w:tplc="D77A0682" w:tentative="1">
      <w:start w:val="1"/>
      <w:numFmt w:val="lowerLetter"/>
      <w:lvlText w:val="%5."/>
      <w:lvlJc w:val="left"/>
      <w:pPr>
        <w:ind w:left="3600" w:hanging="360"/>
      </w:pPr>
    </w:lvl>
    <w:lvl w:ilvl="5" w:tplc="ED9AC096" w:tentative="1">
      <w:start w:val="1"/>
      <w:numFmt w:val="lowerRoman"/>
      <w:lvlText w:val="%6."/>
      <w:lvlJc w:val="right"/>
      <w:pPr>
        <w:ind w:left="4320" w:hanging="180"/>
      </w:pPr>
    </w:lvl>
    <w:lvl w:ilvl="6" w:tplc="EC7E5634" w:tentative="1">
      <w:start w:val="1"/>
      <w:numFmt w:val="decimal"/>
      <w:lvlText w:val="%7."/>
      <w:lvlJc w:val="left"/>
      <w:pPr>
        <w:ind w:left="5040" w:hanging="360"/>
      </w:pPr>
    </w:lvl>
    <w:lvl w:ilvl="7" w:tplc="81D445DA" w:tentative="1">
      <w:start w:val="1"/>
      <w:numFmt w:val="lowerLetter"/>
      <w:lvlText w:val="%8."/>
      <w:lvlJc w:val="left"/>
      <w:pPr>
        <w:ind w:left="5760" w:hanging="360"/>
      </w:pPr>
    </w:lvl>
    <w:lvl w:ilvl="8" w:tplc="2C2AD2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271D9C"/>
    <w:multiLevelType w:val="hybridMultilevel"/>
    <w:tmpl w:val="6B0C15AA"/>
    <w:lvl w:ilvl="0" w:tplc="CE38E3EC">
      <w:start w:val="1"/>
      <w:numFmt w:val="lowerLetter"/>
      <w:lvlText w:val="%1)"/>
      <w:lvlJc w:val="left"/>
      <w:pPr>
        <w:ind w:left="720" w:hanging="360"/>
      </w:pPr>
    </w:lvl>
    <w:lvl w:ilvl="1" w:tplc="9586A00A" w:tentative="1">
      <w:start w:val="1"/>
      <w:numFmt w:val="lowerLetter"/>
      <w:lvlText w:val="%2."/>
      <w:lvlJc w:val="left"/>
      <w:pPr>
        <w:ind w:left="1440" w:hanging="360"/>
      </w:pPr>
    </w:lvl>
    <w:lvl w:ilvl="2" w:tplc="148A631A" w:tentative="1">
      <w:start w:val="1"/>
      <w:numFmt w:val="lowerRoman"/>
      <w:lvlText w:val="%3."/>
      <w:lvlJc w:val="right"/>
      <w:pPr>
        <w:ind w:left="2160" w:hanging="180"/>
      </w:pPr>
    </w:lvl>
    <w:lvl w:ilvl="3" w:tplc="30408F6E" w:tentative="1">
      <w:start w:val="1"/>
      <w:numFmt w:val="decimal"/>
      <w:lvlText w:val="%4."/>
      <w:lvlJc w:val="left"/>
      <w:pPr>
        <w:ind w:left="2880" w:hanging="360"/>
      </w:pPr>
    </w:lvl>
    <w:lvl w:ilvl="4" w:tplc="D77A0682" w:tentative="1">
      <w:start w:val="1"/>
      <w:numFmt w:val="lowerLetter"/>
      <w:lvlText w:val="%5."/>
      <w:lvlJc w:val="left"/>
      <w:pPr>
        <w:ind w:left="3600" w:hanging="360"/>
      </w:pPr>
    </w:lvl>
    <w:lvl w:ilvl="5" w:tplc="ED9AC096" w:tentative="1">
      <w:start w:val="1"/>
      <w:numFmt w:val="lowerRoman"/>
      <w:lvlText w:val="%6."/>
      <w:lvlJc w:val="right"/>
      <w:pPr>
        <w:ind w:left="4320" w:hanging="180"/>
      </w:pPr>
    </w:lvl>
    <w:lvl w:ilvl="6" w:tplc="EC7E5634" w:tentative="1">
      <w:start w:val="1"/>
      <w:numFmt w:val="decimal"/>
      <w:lvlText w:val="%7."/>
      <w:lvlJc w:val="left"/>
      <w:pPr>
        <w:ind w:left="5040" w:hanging="360"/>
      </w:pPr>
    </w:lvl>
    <w:lvl w:ilvl="7" w:tplc="81D445DA" w:tentative="1">
      <w:start w:val="1"/>
      <w:numFmt w:val="lowerLetter"/>
      <w:lvlText w:val="%8."/>
      <w:lvlJc w:val="left"/>
      <w:pPr>
        <w:ind w:left="5760" w:hanging="360"/>
      </w:pPr>
    </w:lvl>
    <w:lvl w:ilvl="8" w:tplc="2C2AD2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E83CAE"/>
    <w:multiLevelType w:val="hybridMultilevel"/>
    <w:tmpl w:val="B8065B60"/>
    <w:lvl w:ilvl="0" w:tplc="C812DFC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2E14B6"/>
    <w:multiLevelType w:val="hybridMultilevel"/>
    <w:tmpl w:val="4232E460"/>
    <w:lvl w:ilvl="0" w:tplc="D0E0A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32F34A" w:tentative="1">
      <w:start w:val="1"/>
      <w:numFmt w:val="lowerLetter"/>
      <w:lvlText w:val="%2."/>
      <w:lvlJc w:val="left"/>
      <w:pPr>
        <w:ind w:left="1440" w:hanging="360"/>
      </w:pPr>
    </w:lvl>
    <w:lvl w:ilvl="2" w:tplc="F83EEC7A" w:tentative="1">
      <w:start w:val="1"/>
      <w:numFmt w:val="lowerRoman"/>
      <w:lvlText w:val="%3."/>
      <w:lvlJc w:val="right"/>
      <w:pPr>
        <w:ind w:left="2160" w:hanging="180"/>
      </w:pPr>
    </w:lvl>
    <w:lvl w:ilvl="3" w:tplc="AFB651B8" w:tentative="1">
      <w:start w:val="1"/>
      <w:numFmt w:val="decimal"/>
      <w:lvlText w:val="%4."/>
      <w:lvlJc w:val="left"/>
      <w:pPr>
        <w:ind w:left="2880" w:hanging="360"/>
      </w:pPr>
    </w:lvl>
    <w:lvl w:ilvl="4" w:tplc="95CC2564" w:tentative="1">
      <w:start w:val="1"/>
      <w:numFmt w:val="lowerLetter"/>
      <w:lvlText w:val="%5."/>
      <w:lvlJc w:val="left"/>
      <w:pPr>
        <w:ind w:left="3600" w:hanging="360"/>
      </w:pPr>
    </w:lvl>
    <w:lvl w:ilvl="5" w:tplc="D51AC1DA" w:tentative="1">
      <w:start w:val="1"/>
      <w:numFmt w:val="lowerRoman"/>
      <w:lvlText w:val="%6."/>
      <w:lvlJc w:val="right"/>
      <w:pPr>
        <w:ind w:left="4320" w:hanging="180"/>
      </w:pPr>
    </w:lvl>
    <w:lvl w:ilvl="6" w:tplc="753E5884" w:tentative="1">
      <w:start w:val="1"/>
      <w:numFmt w:val="decimal"/>
      <w:lvlText w:val="%7."/>
      <w:lvlJc w:val="left"/>
      <w:pPr>
        <w:ind w:left="5040" w:hanging="360"/>
      </w:pPr>
    </w:lvl>
    <w:lvl w:ilvl="7" w:tplc="1CC298CE" w:tentative="1">
      <w:start w:val="1"/>
      <w:numFmt w:val="lowerLetter"/>
      <w:lvlText w:val="%8."/>
      <w:lvlJc w:val="left"/>
      <w:pPr>
        <w:ind w:left="5760" w:hanging="360"/>
      </w:pPr>
    </w:lvl>
    <w:lvl w:ilvl="8" w:tplc="A0B6FF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524AFD"/>
    <w:multiLevelType w:val="hybridMultilevel"/>
    <w:tmpl w:val="56847DD0"/>
    <w:lvl w:ilvl="0" w:tplc="45EA7AD8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2A1EC9"/>
    <w:multiLevelType w:val="hybridMultilevel"/>
    <w:tmpl w:val="6B0C15AA"/>
    <w:lvl w:ilvl="0" w:tplc="CE38E3EC">
      <w:start w:val="1"/>
      <w:numFmt w:val="lowerLetter"/>
      <w:lvlText w:val="%1)"/>
      <w:lvlJc w:val="left"/>
      <w:pPr>
        <w:ind w:left="720" w:hanging="360"/>
      </w:pPr>
    </w:lvl>
    <w:lvl w:ilvl="1" w:tplc="9586A00A" w:tentative="1">
      <w:start w:val="1"/>
      <w:numFmt w:val="lowerLetter"/>
      <w:lvlText w:val="%2."/>
      <w:lvlJc w:val="left"/>
      <w:pPr>
        <w:ind w:left="1440" w:hanging="360"/>
      </w:pPr>
    </w:lvl>
    <w:lvl w:ilvl="2" w:tplc="148A631A" w:tentative="1">
      <w:start w:val="1"/>
      <w:numFmt w:val="lowerRoman"/>
      <w:lvlText w:val="%3."/>
      <w:lvlJc w:val="right"/>
      <w:pPr>
        <w:ind w:left="2160" w:hanging="180"/>
      </w:pPr>
    </w:lvl>
    <w:lvl w:ilvl="3" w:tplc="30408F6E" w:tentative="1">
      <w:start w:val="1"/>
      <w:numFmt w:val="decimal"/>
      <w:lvlText w:val="%4."/>
      <w:lvlJc w:val="left"/>
      <w:pPr>
        <w:ind w:left="2880" w:hanging="360"/>
      </w:pPr>
    </w:lvl>
    <w:lvl w:ilvl="4" w:tplc="D77A0682" w:tentative="1">
      <w:start w:val="1"/>
      <w:numFmt w:val="lowerLetter"/>
      <w:lvlText w:val="%5."/>
      <w:lvlJc w:val="left"/>
      <w:pPr>
        <w:ind w:left="3600" w:hanging="360"/>
      </w:pPr>
    </w:lvl>
    <w:lvl w:ilvl="5" w:tplc="ED9AC096" w:tentative="1">
      <w:start w:val="1"/>
      <w:numFmt w:val="lowerRoman"/>
      <w:lvlText w:val="%6."/>
      <w:lvlJc w:val="right"/>
      <w:pPr>
        <w:ind w:left="4320" w:hanging="180"/>
      </w:pPr>
    </w:lvl>
    <w:lvl w:ilvl="6" w:tplc="EC7E5634" w:tentative="1">
      <w:start w:val="1"/>
      <w:numFmt w:val="decimal"/>
      <w:lvlText w:val="%7."/>
      <w:lvlJc w:val="left"/>
      <w:pPr>
        <w:ind w:left="5040" w:hanging="360"/>
      </w:pPr>
    </w:lvl>
    <w:lvl w:ilvl="7" w:tplc="81D445DA" w:tentative="1">
      <w:start w:val="1"/>
      <w:numFmt w:val="lowerLetter"/>
      <w:lvlText w:val="%8."/>
      <w:lvlJc w:val="left"/>
      <w:pPr>
        <w:ind w:left="5760" w:hanging="360"/>
      </w:pPr>
    </w:lvl>
    <w:lvl w:ilvl="8" w:tplc="2C2AD23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6"/>
  </w:num>
  <w:num w:numId="3">
    <w:abstractNumId w:val="15"/>
  </w:num>
  <w:num w:numId="4">
    <w:abstractNumId w:val="20"/>
  </w:num>
  <w:num w:numId="5">
    <w:abstractNumId w:val="37"/>
  </w:num>
  <w:num w:numId="6">
    <w:abstractNumId w:val="32"/>
  </w:num>
  <w:num w:numId="7">
    <w:abstractNumId w:val="19"/>
  </w:num>
  <w:num w:numId="8">
    <w:abstractNumId w:val="17"/>
  </w:num>
  <w:num w:numId="9">
    <w:abstractNumId w:val="7"/>
  </w:num>
  <w:num w:numId="10">
    <w:abstractNumId w:val="29"/>
  </w:num>
  <w:num w:numId="11">
    <w:abstractNumId w:val="2"/>
  </w:num>
  <w:num w:numId="12">
    <w:abstractNumId w:val="35"/>
  </w:num>
  <w:num w:numId="13">
    <w:abstractNumId w:val="16"/>
  </w:num>
  <w:num w:numId="14">
    <w:abstractNumId w:val="39"/>
  </w:num>
  <w:num w:numId="15">
    <w:abstractNumId w:val="26"/>
  </w:num>
  <w:num w:numId="16">
    <w:abstractNumId w:val="8"/>
  </w:num>
  <w:num w:numId="17">
    <w:abstractNumId w:val="28"/>
  </w:num>
  <w:num w:numId="18">
    <w:abstractNumId w:val="1"/>
  </w:num>
  <w:num w:numId="19">
    <w:abstractNumId w:val="30"/>
  </w:num>
  <w:num w:numId="20">
    <w:abstractNumId w:val="13"/>
  </w:num>
  <w:num w:numId="21">
    <w:abstractNumId w:val="10"/>
  </w:num>
  <w:num w:numId="22">
    <w:abstractNumId w:val="34"/>
  </w:num>
  <w:num w:numId="23">
    <w:abstractNumId w:val="27"/>
  </w:num>
  <w:num w:numId="24">
    <w:abstractNumId w:val="33"/>
  </w:num>
  <w:num w:numId="25">
    <w:abstractNumId w:val="31"/>
  </w:num>
  <w:num w:numId="26">
    <w:abstractNumId w:val="11"/>
  </w:num>
  <w:num w:numId="27">
    <w:abstractNumId w:val="4"/>
  </w:num>
  <w:num w:numId="28">
    <w:abstractNumId w:val="24"/>
  </w:num>
  <w:num w:numId="29">
    <w:abstractNumId w:val="14"/>
  </w:num>
  <w:num w:numId="30">
    <w:abstractNumId w:val="5"/>
  </w:num>
  <w:num w:numId="31">
    <w:abstractNumId w:val="36"/>
  </w:num>
  <w:num w:numId="32">
    <w:abstractNumId w:val="9"/>
  </w:num>
  <w:num w:numId="33">
    <w:abstractNumId w:val="22"/>
  </w:num>
  <w:num w:numId="34">
    <w:abstractNumId w:val="12"/>
  </w:num>
  <w:num w:numId="35">
    <w:abstractNumId w:val="21"/>
  </w:num>
  <w:num w:numId="36">
    <w:abstractNumId w:val="0"/>
  </w:num>
  <w:num w:numId="37">
    <w:abstractNumId w:val="25"/>
  </w:num>
  <w:num w:numId="38">
    <w:abstractNumId w:val="3"/>
  </w:num>
  <w:num w:numId="39">
    <w:abstractNumId w:val="38"/>
  </w:num>
  <w:num w:numId="40">
    <w:abstractNumId w:val="2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DEC"/>
    <w:rsid w:val="00013B67"/>
    <w:rsid w:val="000265A3"/>
    <w:rsid w:val="000309A5"/>
    <w:rsid w:val="00030DEC"/>
    <w:rsid w:val="000405D1"/>
    <w:rsid w:val="0004575A"/>
    <w:rsid w:val="00066016"/>
    <w:rsid w:val="00072107"/>
    <w:rsid w:val="00077785"/>
    <w:rsid w:val="000A088B"/>
    <w:rsid w:val="000A3C63"/>
    <w:rsid w:val="000B6626"/>
    <w:rsid w:val="000C6221"/>
    <w:rsid w:val="000D3F93"/>
    <w:rsid w:val="000E45AF"/>
    <w:rsid w:val="001016CE"/>
    <w:rsid w:val="0011283B"/>
    <w:rsid w:val="001145A4"/>
    <w:rsid w:val="001159F4"/>
    <w:rsid w:val="00126573"/>
    <w:rsid w:val="0013264C"/>
    <w:rsid w:val="00133F74"/>
    <w:rsid w:val="00141358"/>
    <w:rsid w:val="0014704D"/>
    <w:rsid w:val="0016369F"/>
    <w:rsid w:val="001773FF"/>
    <w:rsid w:val="00180B0F"/>
    <w:rsid w:val="00186559"/>
    <w:rsid w:val="00186E6F"/>
    <w:rsid w:val="001943FA"/>
    <w:rsid w:val="001A07F5"/>
    <w:rsid w:val="001B6BED"/>
    <w:rsid w:val="001C4D4C"/>
    <w:rsid w:val="001D0DF5"/>
    <w:rsid w:val="001D1BFA"/>
    <w:rsid w:val="001F64D9"/>
    <w:rsid w:val="00207447"/>
    <w:rsid w:val="00212ED9"/>
    <w:rsid w:val="00217361"/>
    <w:rsid w:val="00223AAA"/>
    <w:rsid w:val="00226751"/>
    <w:rsid w:val="00234A39"/>
    <w:rsid w:val="00256298"/>
    <w:rsid w:val="00257C08"/>
    <w:rsid w:val="00263786"/>
    <w:rsid w:val="00265A11"/>
    <w:rsid w:val="0028066F"/>
    <w:rsid w:val="002814F3"/>
    <w:rsid w:val="002863EE"/>
    <w:rsid w:val="002B11E8"/>
    <w:rsid w:val="002C3929"/>
    <w:rsid w:val="002D4DCE"/>
    <w:rsid w:val="002D65E7"/>
    <w:rsid w:val="002F291D"/>
    <w:rsid w:val="002F324E"/>
    <w:rsid w:val="002F602B"/>
    <w:rsid w:val="003064ED"/>
    <w:rsid w:val="00306E22"/>
    <w:rsid w:val="00310CAF"/>
    <w:rsid w:val="00312EDE"/>
    <w:rsid w:val="00322A1B"/>
    <w:rsid w:val="003345D6"/>
    <w:rsid w:val="003358A7"/>
    <w:rsid w:val="00361E99"/>
    <w:rsid w:val="003676ED"/>
    <w:rsid w:val="00380E22"/>
    <w:rsid w:val="003A1B68"/>
    <w:rsid w:val="003C3329"/>
    <w:rsid w:val="003D0272"/>
    <w:rsid w:val="003D4E29"/>
    <w:rsid w:val="003D4E36"/>
    <w:rsid w:val="003E4FBD"/>
    <w:rsid w:val="003F01C3"/>
    <w:rsid w:val="003F5C01"/>
    <w:rsid w:val="004008EC"/>
    <w:rsid w:val="004049B9"/>
    <w:rsid w:val="00407A2F"/>
    <w:rsid w:val="004174B4"/>
    <w:rsid w:val="00423AA6"/>
    <w:rsid w:val="00432996"/>
    <w:rsid w:val="004338F2"/>
    <w:rsid w:val="004528DF"/>
    <w:rsid w:val="004552DD"/>
    <w:rsid w:val="00457650"/>
    <w:rsid w:val="00476A61"/>
    <w:rsid w:val="0048300F"/>
    <w:rsid w:val="004B0F47"/>
    <w:rsid w:val="004B4ADB"/>
    <w:rsid w:val="004B7F48"/>
    <w:rsid w:val="004C141A"/>
    <w:rsid w:val="004C5B1F"/>
    <w:rsid w:val="004C5EFE"/>
    <w:rsid w:val="004D0147"/>
    <w:rsid w:val="004D1835"/>
    <w:rsid w:val="004D6208"/>
    <w:rsid w:val="004F65F7"/>
    <w:rsid w:val="0050173C"/>
    <w:rsid w:val="0050706A"/>
    <w:rsid w:val="00511DA1"/>
    <w:rsid w:val="00511DCC"/>
    <w:rsid w:val="00515F6C"/>
    <w:rsid w:val="00520116"/>
    <w:rsid w:val="00527F47"/>
    <w:rsid w:val="0053446A"/>
    <w:rsid w:val="00543531"/>
    <w:rsid w:val="0055200E"/>
    <w:rsid w:val="00553A03"/>
    <w:rsid w:val="00567C6E"/>
    <w:rsid w:val="0057608E"/>
    <w:rsid w:val="00577281"/>
    <w:rsid w:val="00580989"/>
    <w:rsid w:val="00586CEA"/>
    <w:rsid w:val="00592079"/>
    <w:rsid w:val="00595676"/>
    <w:rsid w:val="005A6C91"/>
    <w:rsid w:val="005B0943"/>
    <w:rsid w:val="005C4514"/>
    <w:rsid w:val="005C55C5"/>
    <w:rsid w:val="005C5C0E"/>
    <w:rsid w:val="005C67EE"/>
    <w:rsid w:val="005C698D"/>
    <w:rsid w:val="005D7EC3"/>
    <w:rsid w:val="005E0C25"/>
    <w:rsid w:val="005F0EB1"/>
    <w:rsid w:val="005F69AA"/>
    <w:rsid w:val="005F743F"/>
    <w:rsid w:val="00613BA0"/>
    <w:rsid w:val="00617E16"/>
    <w:rsid w:val="00626A41"/>
    <w:rsid w:val="00626F5E"/>
    <w:rsid w:val="006304F1"/>
    <w:rsid w:val="006338C4"/>
    <w:rsid w:val="00634628"/>
    <w:rsid w:val="006520B3"/>
    <w:rsid w:val="00652838"/>
    <w:rsid w:val="0065542E"/>
    <w:rsid w:val="006570FD"/>
    <w:rsid w:val="00663E18"/>
    <w:rsid w:val="006827EF"/>
    <w:rsid w:val="006843D1"/>
    <w:rsid w:val="00686E03"/>
    <w:rsid w:val="00692C18"/>
    <w:rsid w:val="006A02B0"/>
    <w:rsid w:val="006C0771"/>
    <w:rsid w:val="006C0967"/>
    <w:rsid w:val="006C5135"/>
    <w:rsid w:val="006D6F8E"/>
    <w:rsid w:val="00706536"/>
    <w:rsid w:val="007105E3"/>
    <w:rsid w:val="00710C68"/>
    <w:rsid w:val="00710D88"/>
    <w:rsid w:val="0071679D"/>
    <w:rsid w:val="00720574"/>
    <w:rsid w:val="007205EA"/>
    <w:rsid w:val="00721341"/>
    <w:rsid w:val="0072179F"/>
    <w:rsid w:val="00747C8E"/>
    <w:rsid w:val="007531AE"/>
    <w:rsid w:val="00775DD6"/>
    <w:rsid w:val="00793B0C"/>
    <w:rsid w:val="00795927"/>
    <w:rsid w:val="00797B7D"/>
    <w:rsid w:val="007A0F09"/>
    <w:rsid w:val="007B5952"/>
    <w:rsid w:val="007B7F4D"/>
    <w:rsid w:val="007D0EE2"/>
    <w:rsid w:val="007D1208"/>
    <w:rsid w:val="007D4928"/>
    <w:rsid w:val="007F282D"/>
    <w:rsid w:val="007F598F"/>
    <w:rsid w:val="00800B5F"/>
    <w:rsid w:val="0081621C"/>
    <w:rsid w:val="00836A01"/>
    <w:rsid w:val="008432AB"/>
    <w:rsid w:val="00846C47"/>
    <w:rsid w:val="00857981"/>
    <w:rsid w:val="008740B8"/>
    <w:rsid w:val="0087675D"/>
    <w:rsid w:val="0088721E"/>
    <w:rsid w:val="008902CD"/>
    <w:rsid w:val="00892BA5"/>
    <w:rsid w:val="0089378D"/>
    <w:rsid w:val="008A0C1D"/>
    <w:rsid w:val="008A4933"/>
    <w:rsid w:val="008A6043"/>
    <w:rsid w:val="008B214D"/>
    <w:rsid w:val="008B33A0"/>
    <w:rsid w:val="008C4DE3"/>
    <w:rsid w:val="008D04B4"/>
    <w:rsid w:val="008E2F2F"/>
    <w:rsid w:val="008E3266"/>
    <w:rsid w:val="008F10DD"/>
    <w:rsid w:val="008F74A9"/>
    <w:rsid w:val="0090132D"/>
    <w:rsid w:val="009061C7"/>
    <w:rsid w:val="00920101"/>
    <w:rsid w:val="00924DD9"/>
    <w:rsid w:val="00935421"/>
    <w:rsid w:val="00946538"/>
    <w:rsid w:val="0094664B"/>
    <w:rsid w:val="0096094C"/>
    <w:rsid w:val="0096683D"/>
    <w:rsid w:val="00975CC2"/>
    <w:rsid w:val="00992EF8"/>
    <w:rsid w:val="00994A9B"/>
    <w:rsid w:val="009A5D1A"/>
    <w:rsid w:val="009B2801"/>
    <w:rsid w:val="009C5029"/>
    <w:rsid w:val="009D4206"/>
    <w:rsid w:val="009E29B3"/>
    <w:rsid w:val="009F7C92"/>
    <w:rsid w:val="00A12322"/>
    <w:rsid w:val="00A1267C"/>
    <w:rsid w:val="00A12A07"/>
    <w:rsid w:val="00A1787B"/>
    <w:rsid w:val="00A24648"/>
    <w:rsid w:val="00A377F3"/>
    <w:rsid w:val="00A462DA"/>
    <w:rsid w:val="00A564A3"/>
    <w:rsid w:val="00A67EE9"/>
    <w:rsid w:val="00A72540"/>
    <w:rsid w:val="00A829C7"/>
    <w:rsid w:val="00A82BF2"/>
    <w:rsid w:val="00A842A9"/>
    <w:rsid w:val="00A94C12"/>
    <w:rsid w:val="00AA0446"/>
    <w:rsid w:val="00AA6A64"/>
    <w:rsid w:val="00AB2BD9"/>
    <w:rsid w:val="00AB6035"/>
    <w:rsid w:val="00AB67F6"/>
    <w:rsid w:val="00AC107D"/>
    <w:rsid w:val="00AD36E3"/>
    <w:rsid w:val="00AD7961"/>
    <w:rsid w:val="00AE1AC4"/>
    <w:rsid w:val="00AF38FA"/>
    <w:rsid w:val="00AF3ABD"/>
    <w:rsid w:val="00B140BC"/>
    <w:rsid w:val="00B16AB7"/>
    <w:rsid w:val="00B21ED0"/>
    <w:rsid w:val="00B2404D"/>
    <w:rsid w:val="00B27F13"/>
    <w:rsid w:val="00B30FDF"/>
    <w:rsid w:val="00B32282"/>
    <w:rsid w:val="00B536E2"/>
    <w:rsid w:val="00B63E7B"/>
    <w:rsid w:val="00B75171"/>
    <w:rsid w:val="00B82041"/>
    <w:rsid w:val="00B96D0E"/>
    <w:rsid w:val="00BB2597"/>
    <w:rsid w:val="00BB3DA0"/>
    <w:rsid w:val="00BF30EA"/>
    <w:rsid w:val="00C006D0"/>
    <w:rsid w:val="00C03F65"/>
    <w:rsid w:val="00C070A1"/>
    <w:rsid w:val="00C12666"/>
    <w:rsid w:val="00C15E51"/>
    <w:rsid w:val="00C35784"/>
    <w:rsid w:val="00C35BBF"/>
    <w:rsid w:val="00C57A80"/>
    <w:rsid w:val="00C61246"/>
    <w:rsid w:val="00C62B04"/>
    <w:rsid w:val="00C65D2A"/>
    <w:rsid w:val="00C74C60"/>
    <w:rsid w:val="00C8178D"/>
    <w:rsid w:val="00C83305"/>
    <w:rsid w:val="00C85D79"/>
    <w:rsid w:val="00C92586"/>
    <w:rsid w:val="00C930F6"/>
    <w:rsid w:val="00CB27F1"/>
    <w:rsid w:val="00CB4C64"/>
    <w:rsid w:val="00CD1880"/>
    <w:rsid w:val="00CE32E4"/>
    <w:rsid w:val="00CF4516"/>
    <w:rsid w:val="00D0213A"/>
    <w:rsid w:val="00D156A9"/>
    <w:rsid w:val="00D17D2D"/>
    <w:rsid w:val="00D216EB"/>
    <w:rsid w:val="00D23592"/>
    <w:rsid w:val="00D31740"/>
    <w:rsid w:val="00D32959"/>
    <w:rsid w:val="00D44444"/>
    <w:rsid w:val="00D528D2"/>
    <w:rsid w:val="00D60F52"/>
    <w:rsid w:val="00D730EA"/>
    <w:rsid w:val="00D84984"/>
    <w:rsid w:val="00D86BD9"/>
    <w:rsid w:val="00D90391"/>
    <w:rsid w:val="00D94FA2"/>
    <w:rsid w:val="00DA3C8A"/>
    <w:rsid w:val="00DB0592"/>
    <w:rsid w:val="00DB65E8"/>
    <w:rsid w:val="00DB69A1"/>
    <w:rsid w:val="00DB69D1"/>
    <w:rsid w:val="00DB6FB8"/>
    <w:rsid w:val="00DD21BF"/>
    <w:rsid w:val="00DD4849"/>
    <w:rsid w:val="00DF25FE"/>
    <w:rsid w:val="00E04073"/>
    <w:rsid w:val="00E06097"/>
    <w:rsid w:val="00E178D3"/>
    <w:rsid w:val="00E26296"/>
    <w:rsid w:val="00E40B64"/>
    <w:rsid w:val="00E437DB"/>
    <w:rsid w:val="00E43F7E"/>
    <w:rsid w:val="00E65CDA"/>
    <w:rsid w:val="00E840C7"/>
    <w:rsid w:val="00EA0530"/>
    <w:rsid w:val="00EA5383"/>
    <w:rsid w:val="00ED35AA"/>
    <w:rsid w:val="00EE64A5"/>
    <w:rsid w:val="00F11FA6"/>
    <w:rsid w:val="00F233C1"/>
    <w:rsid w:val="00F27850"/>
    <w:rsid w:val="00F30A5D"/>
    <w:rsid w:val="00F37657"/>
    <w:rsid w:val="00F47188"/>
    <w:rsid w:val="00F50416"/>
    <w:rsid w:val="00F623BF"/>
    <w:rsid w:val="00F64BBF"/>
    <w:rsid w:val="00F64EE8"/>
    <w:rsid w:val="00F903F1"/>
    <w:rsid w:val="00FA4F8B"/>
    <w:rsid w:val="00FA7CE9"/>
    <w:rsid w:val="00FB4FD9"/>
    <w:rsid w:val="00FC47C3"/>
    <w:rsid w:val="00FD12DD"/>
    <w:rsid w:val="00FD71A7"/>
    <w:rsid w:val="00FE1F64"/>
    <w:rsid w:val="00FE357A"/>
    <w:rsid w:val="00FF42F4"/>
    <w:rsid w:val="00FF7452"/>
    <w:rsid w:val="62E50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D83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A340F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064F9E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A340F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064F9E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4C5EFE"/>
    <w:pPr>
      <w:tabs>
        <w:tab w:val="clear" w:pos="284"/>
      </w:tabs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6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2.jpg"/><Relationship Id="rId26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openxmlformats.org/officeDocument/2006/relationships/image" Target="media/image5.jpeg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image" Target="media/image8.jpe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image" Target="media/image7.jpeg"/><Relationship Id="rId10" Type="http://schemas.openxmlformats.org/officeDocument/2006/relationships/endnotes" Target="endnotes.xml"/><Relationship Id="rId19" Type="http://schemas.openxmlformats.org/officeDocument/2006/relationships/image" Target="media/image3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6.jpeg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5D17F34CE54431B95CF056960398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3C6F87-06CA-409F-B52F-EAAB390A7243}"/>
      </w:docPartPr>
      <w:docPartBody>
        <w:p w:rsidR="00367AF6" w:rsidRDefault="00B5413D">
          <w:r w:rsidRPr="00D951B8">
            <w:rPr>
              <w:rStyle w:val="PlaceholderText"/>
            </w:rPr>
            <w:t>[Title]</w:t>
          </w:r>
        </w:p>
      </w:docPartBody>
    </w:docPart>
    <w:docPart>
      <w:docPartPr>
        <w:name w:val="E49516D5FB7C4080B802F6BB5037C9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112613-6404-454E-9C86-6F93E4E056D5}"/>
      </w:docPartPr>
      <w:docPartBody>
        <w:p w:rsidR="003F5B95" w:rsidRDefault="008532E0" w:rsidP="008532E0">
          <w:pPr>
            <w:pStyle w:val="E49516D5FB7C4080B802F6BB5037C967"/>
          </w:pPr>
          <w:r w:rsidRPr="00D951B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13D"/>
    <w:rsid w:val="000F74EE"/>
    <w:rsid w:val="00220B8B"/>
    <w:rsid w:val="00367AF6"/>
    <w:rsid w:val="003F5B95"/>
    <w:rsid w:val="004F1E4A"/>
    <w:rsid w:val="005254BD"/>
    <w:rsid w:val="0073114F"/>
    <w:rsid w:val="008532E0"/>
    <w:rsid w:val="00B5413D"/>
    <w:rsid w:val="00BB175D"/>
    <w:rsid w:val="00E8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F715D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32E0"/>
    <w:rPr>
      <w:color w:val="808080"/>
    </w:rPr>
  </w:style>
  <w:style w:type="paragraph" w:customStyle="1" w:styleId="E49516D5FB7C4080B802F6BB5037C967">
    <w:name w:val="E49516D5FB7C4080B802F6BB5037C967"/>
    <w:rsid w:val="008532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5" ma:contentTypeDescription="Create a new document." ma:contentTypeScope="" ma:versionID="579c515dee1fccc459395747a48fbfcc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b4313ff4314a454f35d3a3a3aae5176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26387-B2A2-4AEC-9683-BBE6AE5E8F89}"/>
</file>

<file path=customXml/itemProps2.xml><?xml version="1.0" encoding="utf-8"?>
<ds:datastoreItem xmlns:ds="http://schemas.openxmlformats.org/officeDocument/2006/customXml" ds:itemID="{CCF58D16-A835-4BDB-A50F-CD88A88BBFEB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816040D-D51E-4100-BF60-CD58E089A6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FCFF2B-6465-4A16-B9A4-3269CBDB2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21</Pages>
  <Words>2323</Words>
  <Characters>13243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MEM18001C_MG_Kn_1of3</vt:lpstr>
    </vt:vector>
  </TitlesOfParts>
  <Company/>
  <LinksUpToDate>false</LinksUpToDate>
  <CharactersWithSpaces>15535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MEM18001C_MG_Kn_1of3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2019-02-06T03:46:00Z</dcterms:created>
  <dcterms:modified xsi:type="dcterms:W3CDTF">2020-01-28T05:29:00Z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AuthorIds_UIVersion_512">
    <vt:lpwstr>33</vt:lpwstr>
  </property>
  <property fmtid="{D5CDD505-2E9C-101B-9397-08002B2CF9AE}" pid="4" name="AuthorIds_UIVersion_4608">
    <vt:lpwstr>33</vt:lpwstr>
  </property>
  <property fmtid="{D5CDD505-2E9C-101B-9397-08002B2CF9AE}" pid="5" name="AuthorIds_UIVersion_5632">
    <vt:lpwstr>33</vt:lpwstr>
  </property>
  <property fmtid="{D5CDD505-2E9C-101B-9397-08002B2CF9AE}" pid="6" name="AuthorIds_UIVersion_1024">
    <vt:lpwstr>33</vt:lpwstr>
  </property>
</Properties>
</file>