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82B040" w14:textId="77777777" w:rsidR="00FC48B2" w:rsidRDefault="005405D1" w:rsidP="003C3244">
      <w:pPr>
        <w:pStyle w:val="Heading1"/>
      </w:pPr>
      <w:r w:rsidRPr="007E10A9">
        <w:t>Student</w:t>
      </w:r>
      <w:r w:rsidRPr="003C3244">
        <w:t xml:space="preserve"> Declaration</w:t>
      </w:r>
    </w:p>
    <w:p w14:paraId="4AB06A9B" w14:textId="77777777" w:rsidR="00CC3D37" w:rsidRPr="00A56627" w:rsidRDefault="005405D1" w:rsidP="00CC3D37">
      <w:pPr>
        <w:pStyle w:val="Heading2"/>
      </w:pPr>
      <w:r w:rsidRPr="00A56627">
        <w:t>Criteria</w:t>
      </w:r>
    </w:p>
    <w:p w14:paraId="6CF6909A" w14:textId="77777777" w:rsidR="00CC3D37" w:rsidRDefault="005405D1" w:rsidP="00CC3D3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4A164B0C" w14:textId="77777777" w:rsidR="00CC3D37" w:rsidRPr="00D83795" w:rsidRDefault="005405D1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Qualification"/>
      <w:r w:rsidRPr="00D83795">
        <w:rPr>
          <w:sz w:val="22"/>
          <w:szCs w:val="22"/>
          <w:lang w:eastAsia="en-AU"/>
        </w:rPr>
        <w:t>MEM30305 - Certificate III in Engineering - Fabrication Trade (4)</w:t>
      </w:r>
      <w:bookmarkEnd w:id="0"/>
    </w:p>
    <w:p w14:paraId="5449E2CD" w14:textId="77777777" w:rsidR="00CC3D37" w:rsidRPr="00D83795" w:rsidRDefault="001636FD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18EAB57" w14:textId="77777777" w:rsidR="00CC3D37" w:rsidRDefault="005405D1" w:rsidP="00CC3D37">
      <w:pPr>
        <w:pStyle w:val="Heading3"/>
      </w:pPr>
      <w:r w:rsidRPr="007A6B4A">
        <w:t>Unit code, name and release number</w:t>
      </w:r>
    </w:p>
    <w:p w14:paraId="494FEC6A" w14:textId="77777777" w:rsidR="00CC3D37" w:rsidRPr="00D83795" w:rsidRDefault="005405D1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MEM18001C - Use hand tools (1)</w:t>
      </w:r>
      <w:bookmarkEnd w:id="1"/>
    </w:p>
    <w:p w14:paraId="1A2D871C" w14:textId="77777777" w:rsidR="00CC3D37" w:rsidRPr="00D83795" w:rsidRDefault="001636FD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FA50686" w14:textId="77777777" w:rsidR="00BC4442" w:rsidRPr="004A551B" w:rsidRDefault="005405D1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58F83C36" w14:textId="77777777" w:rsidR="0040694E" w:rsidRPr="004A551B" w:rsidRDefault="005405D1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</w:p>
    <w:p w14:paraId="462AD549" w14:textId="77777777" w:rsidR="0040694E" w:rsidRPr="004A551B" w:rsidRDefault="005405D1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74451A0C" w14:textId="77777777" w:rsidR="0040694E" w:rsidRPr="004A551B" w:rsidRDefault="005405D1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1A0537F8" w14:textId="77777777" w:rsidR="0040694E" w:rsidRPr="004A551B" w:rsidRDefault="005405D1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5540F770" w14:textId="77777777" w:rsidR="0040694E" w:rsidRPr="004A551B" w:rsidRDefault="005405D1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3861756E" w14:textId="77777777" w:rsidR="0040694E" w:rsidRPr="004A551B" w:rsidRDefault="005405D1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have been provided access to all required learning materials and/or resources</w:t>
      </w:r>
    </w:p>
    <w:p w14:paraId="0DE2CC77" w14:textId="77777777" w:rsidR="003F73CB" w:rsidRDefault="005405D1" w:rsidP="003F73C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B91C7D" w14:paraId="53514BB3" w14:textId="77777777" w:rsidTr="00B91C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</w:tcPr>
          <w:p w14:paraId="50CA99FE" w14:textId="77777777" w:rsidR="007E10A9" w:rsidRDefault="005405D1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078277EC" w14:textId="77777777" w:rsidR="007E10A9" w:rsidRDefault="005405D1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333F59A0" w14:textId="77777777" w:rsidR="007E10A9" w:rsidRDefault="005405D1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205E0E24" w14:textId="77777777" w:rsidR="007E10A9" w:rsidRDefault="005405D1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B91C7D" w14:paraId="3028D501" w14:textId="77777777" w:rsidTr="00B91C7D">
        <w:tc>
          <w:tcPr>
            <w:tcW w:w="310" w:type="pct"/>
            <w:shd w:val="clear" w:color="auto" w:fill="2D739F"/>
            <w:vAlign w:val="top"/>
          </w:tcPr>
          <w:p w14:paraId="70D1FCF3" w14:textId="77777777" w:rsidR="007E10A9" w:rsidRPr="007E10A9" w:rsidRDefault="005405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42E1D7D6" w14:textId="77777777" w:rsidR="007E10A9" w:rsidRDefault="001636F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D21F366" w14:textId="77777777" w:rsidR="007E10A9" w:rsidRDefault="001636F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A8374E8" w14:textId="77777777" w:rsidR="007E10A9" w:rsidRDefault="001636FD" w:rsidP="007E10A9">
            <w:pPr>
              <w:rPr>
                <w:lang w:eastAsia="en-AU"/>
              </w:rPr>
            </w:pPr>
          </w:p>
        </w:tc>
      </w:tr>
      <w:tr w:rsidR="00B91C7D" w14:paraId="76624C20" w14:textId="77777777" w:rsidTr="00B91C7D">
        <w:tc>
          <w:tcPr>
            <w:tcW w:w="310" w:type="pct"/>
            <w:shd w:val="clear" w:color="auto" w:fill="2D739F"/>
            <w:vAlign w:val="top"/>
          </w:tcPr>
          <w:p w14:paraId="29805058" w14:textId="77777777" w:rsidR="007E10A9" w:rsidRPr="007E10A9" w:rsidRDefault="005405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3A9716A9" w14:textId="77777777" w:rsidR="007E10A9" w:rsidRDefault="001636F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14D314D" w14:textId="77777777" w:rsidR="007E10A9" w:rsidRDefault="001636F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96943FF" w14:textId="77777777" w:rsidR="007E10A9" w:rsidRDefault="001636FD" w:rsidP="007E10A9">
            <w:pPr>
              <w:rPr>
                <w:lang w:eastAsia="en-AU"/>
              </w:rPr>
            </w:pPr>
          </w:p>
        </w:tc>
      </w:tr>
      <w:tr w:rsidR="00B91C7D" w14:paraId="52DE444D" w14:textId="77777777" w:rsidTr="00B91C7D">
        <w:tc>
          <w:tcPr>
            <w:tcW w:w="310" w:type="pct"/>
            <w:shd w:val="clear" w:color="auto" w:fill="2D739F"/>
            <w:vAlign w:val="top"/>
          </w:tcPr>
          <w:p w14:paraId="340F5432" w14:textId="77777777" w:rsidR="007E10A9" w:rsidRPr="007E10A9" w:rsidRDefault="005405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4B1DE3A5" w14:textId="77777777" w:rsidR="007E10A9" w:rsidRDefault="001636F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4B316D8" w14:textId="77777777" w:rsidR="007E10A9" w:rsidRDefault="001636F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5803781" w14:textId="77777777" w:rsidR="007E10A9" w:rsidRDefault="001636FD" w:rsidP="007E10A9">
            <w:pPr>
              <w:rPr>
                <w:lang w:eastAsia="en-AU"/>
              </w:rPr>
            </w:pPr>
          </w:p>
        </w:tc>
      </w:tr>
      <w:tr w:rsidR="00B91C7D" w14:paraId="3B14170A" w14:textId="77777777" w:rsidTr="00B91C7D">
        <w:tc>
          <w:tcPr>
            <w:tcW w:w="310" w:type="pct"/>
            <w:shd w:val="clear" w:color="auto" w:fill="2D739F"/>
            <w:vAlign w:val="top"/>
          </w:tcPr>
          <w:p w14:paraId="33EF224D" w14:textId="77777777" w:rsidR="007E10A9" w:rsidRPr="007E10A9" w:rsidRDefault="005405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7803C620" w14:textId="77777777" w:rsidR="007E10A9" w:rsidRDefault="001636F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3D4B7E1" w14:textId="77777777" w:rsidR="007E10A9" w:rsidRDefault="001636F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29F0F20" w14:textId="77777777" w:rsidR="007E10A9" w:rsidRDefault="001636FD" w:rsidP="007E10A9">
            <w:pPr>
              <w:rPr>
                <w:lang w:eastAsia="en-AU"/>
              </w:rPr>
            </w:pPr>
          </w:p>
        </w:tc>
      </w:tr>
      <w:tr w:rsidR="00B91C7D" w14:paraId="493BE7D2" w14:textId="77777777" w:rsidTr="00B91C7D">
        <w:tc>
          <w:tcPr>
            <w:tcW w:w="310" w:type="pct"/>
            <w:shd w:val="clear" w:color="auto" w:fill="2D739F"/>
            <w:vAlign w:val="top"/>
          </w:tcPr>
          <w:p w14:paraId="0CC4C15D" w14:textId="77777777" w:rsidR="007E10A9" w:rsidRPr="007E10A9" w:rsidRDefault="005405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5</w:t>
            </w:r>
          </w:p>
        </w:tc>
        <w:tc>
          <w:tcPr>
            <w:tcW w:w="2658" w:type="pct"/>
            <w:vAlign w:val="top"/>
          </w:tcPr>
          <w:p w14:paraId="733AC162" w14:textId="77777777" w:rsidR="007E10A9" w:rsidRDefault="001636F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019BA13" w14:textId="77777777" w:rsidR="007E10A9" w:rsidRDefault="001636F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6042CEA" w14:textId="77777777" w:rsidR="007E10A9" w:rsidRDefault="001636FD" w:rsidP="007E10A9">
            <w:pPr>
              <w:rPr>
                <w:lang w:eastAsia="en-AU"/>
              </w:rPr>
            </w:pPr>
          </w:p>
        </w:tc>
      </w:tr>
      <w:tr w:rsidR="00B91C7D" w14:paraId="55076DAF" w14:textId="77777777" w:rsidTr="00B91C7D">
        <w:tc>
          <w:tcPr>
            <w:tcW w:w="310" w:type="pct"/>
            <w:shd w:val="clear" w:color="auto" w:fill="2D739F"/>
            <w:vAlign w:val="top"/>
          </w:tcPr>
          <w:p w14:paraId="1A3942D3" w14:textId="77777777" w:rsidR="007E10A9" w:rsidRPr="007E10A9" w:rsidRDefault="005405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6</w:t>
            </w:r>
          </w:p>
        </w:tc>
        <w:tc>
          <w:tcPr>
            <w:tcW w:w="2658" w:type="pct"/>
            <w:vAlign w:val="top"/>
          </w:tcPr>
          <w:p w14:paraId="21C562D5" w14:textId="77777777" w:rsidR="007E10A9" w:rsidRDefault="001636F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C6D587A" w14:textId="77777777" w:rsidR="007E10A9" w:rsidRDefault="001636F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9E804A7" w14:textId="77777777" w:rsidR="007E10A9" w:rsidRDefault="001636FD" w:rsidP="007E10A9">
            <w:pPr>
              <w:rPr>
                <w:lang w:eastAsia="en-AU"/>
              </w:rPr>
            </w:pPr>
          </w:p>
        </w:tc>
      </w:tr>
      <w:tr w:rsidR="00B91C7D" w14:paraId="76695149" w14:textId="77777777" w:rsidTr="00B91C7D">
        <w:tc>
          <w:tcPr>
            <w:tcW w:w="310" w:type="pct"/>
            <w:shd w:val="clear" w:color="auto" w:fill="2D739F"/>
            <w:vAlign w:val="top"/>
          </w:tcPr>
          <w:p w14:paraId="1907A586" w14:textId="77777777" w:rsidR="007E10A9" w:rsidRPr="007E10A9" w:rsidRDefault="005405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lastRenderedPageBreak/>
              <w:t>7</w:t>
            </w:r>
          </w:p>
        </w:tc>
        <w:tc>
          <w:tcPr>
            <w:tcW w:w="2658" w:type="pct"/>
            <w:vAlign w:val="top"/>
          </w:tcPr>
          <w:p w14:paraId="5565BC14" w14:textId="77777777" w:rsidR="007E10A9" w:rsidRDefault="001636F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AED2029" w14:textId="77777777" w:rsidR="007E10A9" w:rsidRDefault="001636F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5F79704" w14:textId="77777777" w:rsidR="007E10A9" w:rsidRDefault="001636FD" w:rsidP="007E10A9">
            <w:pPr>
              <w:rPr>
                <w:lang w:eastAsia="en-AU"/>
              </w:rPr>
            </w:pPr>
          </w:p>
        </w:tc>
      </w:tr>
      <w:tr w:rsidR="00B91C7D" w14:paraId="6AE5992D" w14:textId="77777777" w:rsidTr="00B91C7D">
        <w:tc>
          <w:tcPr>
            <w:tcW w:w="310" w:type="pct"/>
            <w:shd w:val="clear" w:color="auto" w:fill="2D739F"/>
            <w:vAlign w:val="top"/>
          </w:tcPr>
          <w:p w14:paraId="41605FBF" w14:textId="77777777" w:rsidR="007E10A9" w:rsidRPr="007E10A9" w:rsidRDefault="005405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8</w:t>
            </w:r>
          </w:p>
        </w:tc>
        <w:tc>
          <w:tcPr>
            <w:tcW w:w="2658" w:type="pct"/>
            <w:vAlign w:val="top"/>
          </w:tcPr>
          <w:p w14:paraId="2945F08A" w14:textId="77777777" w:rsidR="007E10A9" w:rsidRDefault="001636F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B29A2EA" w14:textId="77777777" w:rsidR="007E10A9" w:rsidRDefault="001636F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75BE179" w14:textId="77777777" w:rsidR="007E10A9" w:rsidRDefault="001636FD" w:rsidP="007E10A9">
            <w:pPr>
              <w:rPr>
                <w:lang w:eastAsia="en-AU"/>
              </w:rPr>
            </w:pPr>
          </w:p>
        </w:tc>
      </w:tr>
      <w:tr w:rsidR="006B52DC" w14:paraId="18803374" w14:textId="77777777" w:rsidTr="00B91C7D">
        <w:tc>
          <w:tcPr>
            <w:tcW w:w="310" w:type="pct"/>
            <w:shd w:val="clear" w:color="auto" w:fill="2D739F"/>
            <w:vAlign w:val="top"/>
          </w:tcPr>
          <w:p w14:paraId="7F89FA1D" w14:textId="27F84D2E" w:rsidR="006B52DC" w:rsidRPr="007E10A9" w:rsidRDefault="006B52DC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9</w:t>
            </w:r>
          </w:p>
        </w:tc>
        <w:tc>
          <w:tcPr>
            <w:tcW w:w="2658" w:type="pct"/>
            <w:vAlign w:val="top"/>
          </w:tcPr>
          <w:p w14:paraId="6B4D330D" w14:textId="77777777" w:rsidR="006B52DC" w:rsidRDefault="006B52DC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BAC7821" w14:textId="77777777" w:rsidR="006B52DC" w:rsidRDefault="006B52D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2894DF2" w14:textId="77777777" w:rsidR="006B52DC" w:rsidRDefault="006B52DC" w:rsidP="007E10A9">
            <w:pPr>
              <w:rPr>
                <w:lang w:eastAsia="en-AU"/>
              </w:rPr>
            </w:pPr>
          </w:p>
        </w:tc>
      </w:tr>
      <w:tr w:rsidR="006B52DC" w14:paraId="46E989D8" w14:textId="77777777" w:rsidTr="00B91C7D">
        <w:tc>
          <w:tcPr>
            <w:tcW w:w="310" w:type="pct"/>
            <w:shd w:val="clear" w:color="auto" w:fill="2D739F"/>
            <w:vAlign w:val="top"/>
          </w:tcPr>
          <w:p w14:paraId="099D9862" w14:textId="4BE33CE9" w:rsidR="006B52DC" w:rsidRPr="007E10A9" w:rsidRDefault="006B52DC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10</w:t>
            </w:r>
          </w:p>
        </w:tc>
        <w:tc>
          <w:tcPr>
            <w:tcW w:w="2658" w:type="pct"/>
            <w:vAlign w:val="top"/>
          </w:tcPr>
          <w:p w14:paraId="7DEB9861" w14:textId="77777777" w:rsidR="006B52DC" w:rsidRDefault="006B52DC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241B018" w14:textId="77777777" w:rsidR="006B52DC" w:rsidRDefault="006B52D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D0D6BB3" w14:textId="77777777" w:rsidR="006B52DC" w:rsidRDefault="006B52DC" w:rsidP="007E10A9">
            <w:pPr>
              <w:rPr>
                <w:lang w:eastAsia="en-AU"/>
              </w:rPr>
            </w:pPr>
          </w:p>
        </w:tc>
      </w:tr>
      <w:tr w:rsidR="006B52DC" w14:paraId="5FC15EEF" w14:textId="77777777" w:rsidTr="00B91C7D">
        <w:tc>
          <w:tcPr>
            <w:tcW w:w="310" w:type="pct"/>
            <w:shd w:val="clear" w:color="auto" w:fill="2D739F"/>
            <w:vAlign w:val="top"/>
          </w:tcPr>
          <w:p w14:paraId="7C2CC9BA" w14:textId="0CFA5FDD" w:rsidR="006B52DC" w:rsidRPr="007E10A9" w:rsidRDefault="006B52DC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11</w:t>
            </w:r>
          </w:p>
        </w:tc>
        <w:tc>
          <w:tcPr>
            <w:tcW w:w="2658" w:type="pct"/>
            <w:vAlign w:val="top"/>
          </w:tcPr>
          <w:p w14:paraId="5D43E1B3" w14:textId="77777777" w:rsidR="006B52DC" w:rsidRDefault="006B52DC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036770F" w14:textId="77777777" w:rsidR="006B52DC" w:rsidRDefault="006B52D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4822490" w14:textId="77777777" w:rsidR="006B52DC" w:rsidRDefault="006B52DC" w:rsidP="007E10A9">
            <w:pPr>
              <w:rPr>
                <w:lang w:eastAsia="en-AU"/>
              </w:rPr>
            </w:pPr>
          </w:p>
        </w:tc>
      </w:tr>
      <w:tr w:rsidR="006B52DC" w14:paraId="228E50EA" w14:textId="77777777" w:rsidTr="00B91C7D">
        <w:tc>
          <w:tcPr>
            <w:tcW w:w="310" w:type="pct"/>
            <w:shd w:val="clear" w:color="auto" w:fill="2D739F"/>
            <w:vAlign w:val="top"/>
          </w:tcPr>
          <w:p w14:paraId="216EC643" w14:textId="11BDE527" w:rsidR="006B52DC" w:rsidRDefault="006B52DC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12</w:t>
            </w:r>
          </w:p>
        </w:tc>
        <w:tc>
          <w:tcPr>
            <w:tcW w:w="2658" w:type="pct"/>
            <w:vAlign w:val="top"/>
          </w:tcPr>
          <w:p w14:paraId="31B8ACA4" w14:textId="77777777" w:rsidR="006B52DC" w:rsidRDefault="006B52DC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4C3E12E" w14:textId="77777777" w:rsidR="006B52DC" w:rsidRDefault="006B52D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9A24DC5" w14:textId="77777777" w:rsidR="006B52DC" w:rsidRDefault="006B52DC" w:rsidP="007E10A9">
            <w:pPr>
              <w:rPr>
                <w:lang w:eastAsia="en-AU"/>
              </w:rPr>
            </w:pPr>
          </w:p>
        </w:tc>
      </w:tr>
      <w:tr w:rsidR="006B52DC" w14:paraId="3874723C" w14:textId="77777777" w:rsidTr="00B91C7D">
        <w:tc>
          <w:tcPr>
            <w:tcW w:w="310" w:type="pct"/>
            <w:shd w:val="clear" w:color="auto" w:fill="2D739F"/>
            <w:vAlign w:val="top"/>
          </w:tcPr>
          <w:p w14:paraId="100B4AB7" w14:textId="0118F53C" w:rsidR="006B52DC" w:rsidRDefault="006B52DC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13</w:t>
            </w:r>
          </w:p>
        </w:tc>
        <w:tc>
          <w:tcPr>
            <w:tcW w:w="2658" w:type="pct"/>
            <w:vAlign w:val="top"/>
          </w:tcPr>
          <w:p w14:paraId="1C3DFDD6" w14:textId="77777777" w:rsidR="006B52DC" w:rsidRDefault="006B52DC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13FCCCB" w14:textId="77777777" w:rsidR="006B52DC" w:rsidRDefault="006B52D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7A03740" w14:textId="77777777" w:rsidR="006B52DC" w:rsidRDefault="006B52DC" w:rsidP="007E10A9">
            <w:pPr>
              <w:rPr>
                <w:lang w:eastAsia="en-AU"/>
              </w:rPr>
            </w:pPr>
          </w:p>
        </w:tc>
      </w:tr>
      <w:tr w:rsidR="006B52DC" w14:paraId="7DF1EFAA" w14:textId="77777777" w:rsidTr="00B91C7D">
        <w:tc>
          <w:tcPr>
            <w:tcW w:w="310" w:type="pct"/>
            <w:shd w:val="clear" w:color="auto" w:fill="2D739F"/>
            <w:vAlign w:val="top"/>
          </w:tcPr>
          <w:p w14:paraId="64A539E8" w14:textId="7BD8E358" w:rsidR="006B52DC" w:rsidRDefault="006B52DC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14</w:t>
            </w:r>
          </w:p>
        </w:tc>
        <w:tc>
          <w:tcPr>
            <w:tcW w:w="2658" w:type="pct"/>
            <w:vAlign w:val="top"/>
          </w:tcPr>
          <w:p w14:paraId="31AB754A" w14:textId="77777777" w:rsidR="006B52DC" w:rsidRDefault="006B52DC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9BF62F7" w14:textId="77777777" w:rsidR="006B52DC" w:rsidRDefault="006B52D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E44515B" w14:textId="77777777" w:rsidR="006B52DC" w:rsidRDefault="006B52DC" w:rsidP="007E10A9">
            <w:pPr>
              <w:rPr>
                <w:lang w:eastAsia="en-AU"/>
              </w:rPr>
            </w:pPr>
          </w:p>
        </w:tc>
      </w:tr>
      <w:tr w:rsidR="006B52DC" w14:paraId="11FD2AAB" w14:textId="77777777" w:rsidTr="00B91C7D">
        <w:tc>
          <w:tcPr>
            <w:tcW w:w="310" w:type="pct"/>
            <w:shd w:val="clear" w:color="auto" w:fill="2D739F"/>
            <w:vAlign w:val="top"/>
          </w:tcPr>
          <w:p w14:paraId="227A6E8F" w14:textId="4A27A06C" w:rsidR="006B52DC" w:rsidRDefault="006B52DC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15</w:t>
            </w:r>
          </w:p>
        </w:tc>
        <w:tc>
          <w:tcPr>
            <w:tcW w:w="2658" w:type="pct"/>
            <w:vAlign w:val="top"/>
          </w:tcPr>
          <w:p w14:paraId="4DF03B9D" w14:textId="77777777" w:rsidR="006B52DC" w:rsidRDefault="006B52DC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42BE3CF" w14:textId="77777777" w:rsidR="006B52DC" w:rsidRDefault="006B52D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2CF33A5" w14:textId="77777777" w:rsidR="006B52DC" w:rsidRDefault="006B52DC" w:rsidP="007E10A9">
            <w:pPr>
              <w:rPr>
                <w:lang w:eastAsia="en-AU"/>
              </w:rPr>
            </w:pPr>
          </w:p>
        </w:tc>
      </w:tr>
    </w:tbl>
    <w:p w14:paraId="0532325C" w14:textId="77777777" w:rsidR="00BC4442" w:rsidRDefault="001636FD">
      <w:pPr>
        <w:tabs>
          <w:tab w:val="clear" w:pos="284"/>
        </w:tabs>
        <w:spacing w:before="0" w:after="200" w:line="276" w:lineRule="auto"/>
        <w:rPr>
          <w:lang w:eastAsia="en-AU"/>
        </w:rPr>
      </w:pPr>
      <w:bookmarkStart w:id="2" w:name="_GoBack"/>
      <w:bookmarkEnd w:id="2"/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90DCFF" w14:textId="77777777" w:rsidR="00026439" w:rsidRDefault="005405D1">
      <w:pPr>
        <w:spacing w:before="0" w:after="0" w:line="240" w:lineRule="auto"/>
      </w:pPr>
      <w:r>
        <w:separator/>
      </w:r>
    </w:p>
  </w:endnote>
  <w:endnote w:type="continuationSeparator" w:id="0">
    <w:p w14:paraId="3040257A" w14:textId="77777777" w:rsidR="00026439" w:rsidRDefault="005405D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81458" w14:textId="77777777" w:rsidR="00CC4677" w:rsidRPr="004820C4" w:rsidRDefault="001636FD" w:rsidP="0002323C">
    <w:pPr>
      <w:pStyle w:val="Footer-DocumentTitleLeft"/>
    </w:pPr>
  </w:p>
  <w:p w14:paraId="65413E25" w14:textId="77777777" w:rsidR="00CC4677" w:rsidRDefault="005405D1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12FA0AE7" w14:textId="77777777" w:rsidR="00CC4677" w:rsidRPr="0006452B" w:rsidRDefault="001636FD" w:rsidP="00EE3A11"/>
  <w:p w14:paraId="1D810441" w14:textId="77777777" w:rsidR="00BA0812" w:rsidRDefault="001636FD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60057457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6B13E758" w14:textId="794F0F5F" w:rsidR="001636FD" w:rsidRDefault="005405D1" w:rsidP="001636FD">
        <w:pPr>
          <w:pStyle w:val="Bodyfooter"/>
          <w:tabs>
            <w:tab w:val="left" w:pos="3243"/>
          </w:tabs>
          <w:rPr>
            <w:noProof/>
          </w:rPr>
        </w:pPr>
        <w:r w:rsidRPr="008D467A">
          <w:t>Document title</w:t>
        </w:r>
        <w:r>
          <w:t xml:space="preserve">: </w:t>
        </w:r>
        <w:sdt>
          <w:sdtPr>
            <w:alias w:val="Title"/>
            <w:id w:val="709919720"/>
            <w:placeholder>
              <w:docPart w:val="7911F82812D54A2191145B70ABBF8544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r w:rsidR="001636FD">
              <w:t>MEM18001C_StDec_1of1</w:t>
            </w:r>
          </w:sdtContent>
        </w:sdt>
        <w:r>
          <w:rPr>
            <w:noProof/>
          </w:rPr>
          <w:tab/>
        </w:r>
      </w:p>
      <w:p w14:paraId="31034993" w14:textId="00B1A15D" w:rsidR="00BA0812" w:rsidRDefault="001636FD" w:rsidP="001636FD">
        <w:pPr>
          <w:pStyle w:val="Bodyfooter"/>
          <w:tabs>
            <w:tab w:val="left" w:pos="3243"/>
          </w:tabs>
          <w:rPr>
            <w:noProof/>
          </w:rPr>
        </w:pPr>
        <w:r>
          <w:rPr>
            <w:noProof/>
          </w:rPr>
          <w:t>Resource ID: MRS_18_04_</w:t>
        </w:r>
        <w:r w:rsidRPr="001636FD">
          <w:t xml:space="preserve"> </w:t>
        </w:r>
        <w:sdt>
          <w:sdtPr>
            <w:alias w:val="Title"/>
            <w:id w:val="1397708338"/>
            <w:placeholder>
              <w:docPart w:val="D81C5BDEA5224A8093D56572A6A261CC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Content>
            <w:r>
              <w:t>MEM18001C_StDec_1of1</w:t>
            </w:r>
          </w:sdtContent>
        </w:sdt>
        <w:r>
          <w:tab/>
        </w:r>
        <w:r>
          <w:rPr>
            <w:noProof/>
          </w:rPr>
          <w:tab/>
        </w:r>
        <w:r w:rsidR="005405D1" w:rsidRPr="008D467A">
          <w:t xml:space="preserve">Page </w:t>
        </w:r>
        <w:r w:rsidR="005405D1" w:rsidRPr="008D467A">
          <w:fldChar w:fldCharType="begin"/>
        </w:r>
        <w:r w:rsidR="005405D1" w:rsidRPr="008D467A">
          <w:instrText xml:space="preserve"> PAGE  \* Arabic  \* MERGEFORMAT </w:instrText>
        </w:r>
        <w:r w:rsidR="005405D1" w:rsidRPr="008D467A">
          <w:fldChar w:fldCharType="separate"/>
        </w:r>
        <w:r>
          <w:rPr>
            <w:noProof/>
          </w:rPr>
          <w:t>1</w:t>
        </w:r>
        <w:r w:rsidR="005405D1" w:rsidRPr="008D467A">
          <w:fldChar w:fldCharType="end"/>
        </w:r>
        <w:r w:rsidR="005405D1" w:rsidRPr="008D467A">
          <w:t xml:space="preserve"> of </w:t>
        </w:r>
        <w:r w:rsidR="005405D1">
          <w:rPr>
            <w:noProof/>
          </w:rPr>
          <w:fldChar w:fldCharType="begin"/>
        </w:r>
        <w:r w:rsidR="005405D1">
          <w:rPr>
            <w:noProof/>
          </w:rPr>
          <w:instrText xml:space="preserve"> NUMPAGES  \* Arabic  \* MERGEFORMAT </w:instrText>
        </w:r>
        <w:r w:rsidR="005405D1">
          <w:rPr>
            <w:noProof/>
          </w:rPr>
          <w:fldChar w:fldCharType="separate"/>
        </w:r>
        <w:r>
          <w:rPr>
            <w:noProof/>
          </w:rPr>
          <w:t>2</w:t>
        </w:r>
        <w:r w:rsidR="005405D1"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291134" w14:textId="77777777" w:rsidR="00AA3155" w:rsidRPr="008D467A" w:rsidRDefault="005405D1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2085E583" w14:textId="77777777" w:rsidR="00AA3155" w:rsidRPr="008948B1" w:rsidRDefault="005405D1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4BC2A28A" w14:textId="77777777" w:rsidR="00CC4677" w:rsidRPr="00AA3155" w:rsidRDefault="001636FD" w:rsidP="00EE3A11">
    <w:pPr>
      <w:pStyle w:val="Footer"/>
    </w:pPr>
  </w:p>
  <w:p w14:paraId="04E25AB5" w14:textId="77777777" w:rsidR="00BA0812" w:rsidRDefault="001636FD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610204" w14:textId="77777777" w:rsidR="00026439" w:rsidRDefault="005405D1">
      <w:pPr>
        <w:spacing w:before="0" w:after="0" w:line="240" w:lineRule="auto"/>
      </w:pPr>
      <w:r>
        <w:separator/>
      </w:r>
    </w:p>
  </w:footnote>
  <w:footnote w:type="continuationSeparator" w:id="0">
    <w:p w14:paraId="15D94F17" w14:textId="77777777" w:rsidR="00026439" w:rsidRDefault="005405D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2BACB" w14:textId="77777777" w:rsidR="00CC4677" w:rsidRDefault="001636FD" w:rsidP="00EE3A11"/>
  <w:p w14:paraId="1A14E1C7" w14:textId="77777777" w:rsidR="00BA0812" w:rsidRDefault="001636FD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DD0C8" w14:textId="77777777" w:rsidR="00BA0812" w:rsidRDefault="005405D1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777449CB" wp14:editId="433FDF44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BB0ED" w14:textId="77777777" w:rsidR="004238CB" w:rsidRDefault="001636FD" w:rsidP="00EE3A11">
    <w:pPr>
      <w:pStyle w:val="Header"/>
    </w:pPr>
  </w:p>
  <w:p w14:paraId="728F173C" w14:textId="77777777" w:rsidR="00BA0812" w:rsidRDefault="001636FD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3F24D2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9098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A83D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AE23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F08E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707C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3267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00EB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F4FA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ACACF1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6AD9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EAC4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D692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9C17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DE0A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925B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2675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7C16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A07EAD52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8E60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BAFF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8844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2226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B473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BCD2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E4B9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342F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74BCBB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7454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AC3C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14B9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001E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8837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0448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C873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8229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4F6A0F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1494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EA2D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E0C4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A0B0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26B9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76F2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0463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0022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B1628B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A80E4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F27D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0E8D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A4E7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54E1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28D5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BC9D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20C0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6DB88B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0246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34F5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05F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D61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84D8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3AC0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CC0C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C8CF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9C18D0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ACE02B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16EDBD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176FF0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41674A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1487E6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2C22A2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F6834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F003BA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C74A156C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0FF46E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F624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83A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9E3A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48F1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3456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2425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26AD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7B1AF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F613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7E16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42FE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7A52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6290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229A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60E5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A667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994ECF88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2E2EF7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8A1D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FCF2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40F7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F20D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B027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FA3A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9C2D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F5DEC9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E298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4A9C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7E13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5830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9E3C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EC15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9814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B2BB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D9FAD2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C699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A60F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2EB0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362C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F436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52E9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34D7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F08C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B0D8C1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425F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D6D0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96F6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BE1D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7C0C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6AB7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0E95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5C3F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721E7F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E33866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D04A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F81F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980A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6AD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AA77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D87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D4A0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14D473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4404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9247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2641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0684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5E3D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2664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22B6A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8C80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F37449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3CAD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A467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C2D2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5898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024F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24CD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5287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D8C6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9DFC5F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E26E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365F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A01F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B603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248D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D68A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6A27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D42A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E71A62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1AC7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0013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3F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426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B06D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C01C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7A11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1AC4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5C687348">
      <w:start w:val="1"/>
      <w:numFmt w:val="decimal"/>
      <w:lvlText w:val="%1."/>
      <w:lvlJc w:val="left"/>
      <w:pPr>
        <w:ind w:left="720" w:hanging="360"/>
      </w:pPr>
    </w:lvl>
    <w:lvl w:ilvl="1" w:tplc="19D6676A">
      <w:start w:val="1"/>
      <w:numFmt w:val="lowerLetter"/>
      <w:lvlText w:val="%2."/>
      <w:lvlJc w:val="left"/>
      <w:pPr>
        <w:ind w:left="1440" w:hanging="360"/>
      </w:pPr>
    </w:lvl>
    <w:lvl w:ilvl="2" w:tplc="C5284B3E">
      <w:start w:val="1"/>
      <w:numFmt w:val="lowerRoman"/>
      <w:lvlText w:val="%3."/>
      <w:lvlJc w:val="right"/>
      <w:pPr>
        <w:ind w:left="2160" w:hanging="180"/>
      </w:pPr>
    </w:lvl>
    <w:lvl w:ilvl="3" w:tplc="E67A7734">
      <w:start w:val="1"/>
      <w:numFmt w:val="decimal"/>
      <w:lvlText w:val="%4."/>
      <w:lvlJc w:val="left"/>
      <w:pPr>
        <w:ind w:left="2880" w:hanging="360"/>
      </w:pPr>
    </w:lvl>
    <w:lvl w:ilvl="4" w:tplc="68F2944C">
      <w:start w:val="1"/>
      <w:numFmt w:val="lowerLetter"/>
      <w:lvlText w:val="%5."/>
      <w:lvlJc w:val="left"/>
      <w:pPr>
        <w:ind w:left="3600" w:hanging="360"/>
      </w:pPr>
    </w:lvl>
    <w:lvl w:ilvl="5" w:tplc="A1967C7A">
      <w:start w:val="1"/>
      <w:numFmt w:val="lowerRoman"/>
      <w:lvlText w:val="%6."/>
      <w:lvlJc w:val="right"/>
      <w:pPr>
        <w:ind w:left="4320" w:hanging="180"/>
      </w:pPr>
    </w:lvl>
    <w:lvl w:ilvl="6" w:tplc="BB983992">
      <w:start w:val="1"/>
      <w:numFmt w:val="decimal"/>
      <w:lvlText w:val="%7."/>
      <w:lvlJc w:val="left"/>
      <w:pPr>
        <w:ind w:left="5040" w:hanging="360"/>
      </w:pPr>
    </w:lvl>
    <w:lvl w:ilvl="7" w:tplc="EF76422C">
      <w:start w:val="1"/>
      <w:numFmt w:val="lowerLetter"/>
      <w:lvlText w:val="%8."/>
      <w:lvlJc w:val="left"/>
      <w:pPr>
        <w:ind w:left="5760" w:hanging="360"/>
      </w:pPr>
    </w:lvl>
    <w:lvl w:ilvl="8" w:tplc="1708DF3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D60871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146B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7432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9482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7089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3429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7E45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BE19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3A4C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EEE8C73C">
      <w:start w:val="1"/>
      <w:numFmt w:val="decimal"/>
      <w:lvlText w:val="%1."/>
      <w:lvlJc w:val="left"/>
      <w:pPr>
        <w:ind w:left="720" w:hanging="360"/>
      </w:pPr>
    </w:lvl>
    <w:lvl w:ilvl="1" w:tplc="D5C457A8">
      <w:start w:val="1"/>
      <w:numFmt w:val="lowerLetter"/>
      <w:lvlText w:val="%2."/>
      <w:lvlJc w:val="left"/>
      <w:pPr>
        <w:ind w:left="1440" w:hanging="360"/>
      </w:pPr>
    </w:lvl>
    <w:lvl w:ilvl="2" w:tplc="510EF55E">
      <w:start w:val="1"/>
      <w:numFmt w:val="lowerRoman"/>
      <w:lvlText w:val="%3."/>
      <w:lvlJc w:val="right"/>
      <w:pPr>
        <w:ind w:left="2160" w:hanging="180"/>
      </w:pPr>
    </w:lvl>
    <w:lvl w:ilvl="3" w:tplc="A29251B4" w:tentative="1">
      <w:start w:val="1"/>
      <w:numFmt w:val="decimal"/>
      <w:lvlText w:val="%4."/>
      <w:lvlJc w:val="left"/>
      <w:pPr>
        <w:ind w:left="2880" w:hanging="360"/>
      </w:pPr>
    </w:lvl>
    <w:lvl w:ilvl="4" w:tplc="F092A0D8" w:tentative="1">
      <w:start w:val="1"/>
      <w:numFmt w:val="lowerLetter"/>
      <w:lvlText w:val="%5."/>
      <w:lvlJc w:val="left"/>
      <w:pPr>
        <w:ind w:left="3600" w:hanging="360"/>
      </w:pPr>
    </w:lvl>
    <w:lvl w:ilvl="5" w:tplc="F2928E4E" w:tentative="1">
      <w:start w:val="1"/>
      <w:numFmt w:val="lowerRoman"/>
      <w:lvlText w:val="%6."/>
      <w:lvlJc w:val="right"/>
      <w:pPr>
        <w:ind w:left="4320" w:hanging="180"/>
      </w:pPr>
    </w:lvl>
    <w:lvl w:ilvl="6" w:tplc="C46C14D2" w:tentative="1">
      <w:start w:val="1"/>
      <w:numFmt w:val="decimal"/>
      <w:lvlText w:val="%7."/>
      <w:lvlJc w:val="left"/>
      <w:pPr>
        <w:ind w:left="5040" w:hanging="360"/>
      </w:pPr>
    </w:lvl>
    <w:lvl w:ilvl="7" w:tplc="4030ED04" w:tentative="1">
      <w:start w:val="1"/>
      <w:numFmt w:val="lowerLetter"/>
      <w:lvlText w:val="%8."/>
      <w:lvlJc w:val="left"/>
      <w:pPr>
        <w:ind w:left="5760" w:hanging="360"/>
      </w:pPr>
    </w:lvl>
    <w:lvl w:ilvl="8" w:tplc="7598CE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712C45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085D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BABD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4E0B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9482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246B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4DA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CCD9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72F0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8A347E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6C6D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24CA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402B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341F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C2B4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3CA1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2A2F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0C9A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B316EDE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620CF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5545E7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6CECA7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EEA49C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BFC698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E6EF94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986AED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80E268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4D808FAE">
      <w:start w:val="1"/>
      <w:numFmt w:val="decimal"/>
      <w:lvlText w:val="%1."/>
      <w:lvlJc w:val="left"/>
      <w:pPr>
        <w:ind w:left="720" w:hanging="360"/>
      </w:pPr>
    </w:lvl>
    <w:lvl w:ilvl="1" w:tplc="93F6E4CC" w:tentative="1">
      <w:start w:val="1"/>
      <w:numFmt w:val="lowerLetter"/>
      <w:lvlText w:val="%2."/>
      <w:lvlJc w:val="left"/>
      <w:pPr>
        <w:ind w:left="1440" w:hanging="360"/>
      </w:pPr>
    </w:lvl>
    <w:lvl w:ilvl="2" w:tplc="24B81FBE" w:tentative="1">
      <w:start w:val="1"/>
      <w:numFmt w:val="lowerRoman"/>
      <w:lvlText w:val="%3."/>
      <w:lvlJc w:val="right"/>
      <w:pPr>
        <w:ind w:left="2160" w:hanging="180"/>
      </w:pPr>
    </w:lvl>
    <w:lvl w:ilvl="3" w:tplc="423E91AE" w:tentative="1">
      <w:start w:val="1"/>
      <w:numFmt w:val="decimal"/>
      <w:lvlText w:val="%4."/>
      <w:lvlJc w:val="left"/>
      <w:pPr>
        <w:ind w:left="2880" w:hanging="360"/>
      </w:pPr>
    </w:lvl>
    <w:lvl w:ilvl="4" w:tplc="60BA59EC" w:tentative="1">
      <w:start w:val="1"/>
      <w:numFmt w:val="lowerLetter"/>
      <w:lvlText w:val="%5."/>
      <w:lvlJc w:val="left"/>
      <w:pPr>
        <w:ind w:left="3600" w:hanging="360"/>
      </w:pPr>
    </w:lvl>
    <w:lvl w:ilvl="5" w:tplc="1E923178" w:tentative="1">
      <w:start w:val="1"/>
      <w:numFmt w:val="lowerRoman"/>
      <w:lvlText w:val="%6."/>
      <w:lvlJc w:val="right"/>
      <w:pPr>
        <w:ind w:left="4320" w:hanging="180"/>
      </w:pPr>
    </w:lvl>
    <w:lvl w:ilvl="6" w:tplc="44E2E08A" w:tentative="1">
      <w:start w:val="1"/>
      <w:numFmt w:val="decimal"/>
      <w:lvlText w:val="%7."/>
      <w:lvlJc w:val="left"/>
      <w:pPr>
        <w:ind w:left="5040" w:hanging="360"/>
      </w:pPr>
    </w:lvl>
    <w:lvl w:ilvl="7" w:tplc="ABAC934C" w:tentative="1">
      <w:start w:val="1"/>
      <w:numFmt w:val="lowerLetter"/>
      <w:lvlText w:val="%8."/>
      <w:lvlJc w:val="left"/>
      <w:pPr>
        <w:ind w:left="5760" w:hanging="360"/>
      </w:pPr>
    </w:lvl>
    <w:lvl w:ilvl="8" w:tplc="5664AA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045202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ECB5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FC54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6B2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AC94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EE46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7C28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B835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C08B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30EE6F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D89C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0462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A2A7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1CDD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8C3A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BA37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22AC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345F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019E43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8881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D022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889C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2A1E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56FE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4A7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EFE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B05A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C7D"/>
    <w:rsid w:val="00026439"/>
    <w:rsid w:val="001636FD"/>
    <w:rsid w:val="005405D1"/>
    <w:rsid w:val="006B52DC"/>
    <w:rsid w:val="00B91C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5264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911F82812D54A2191145B70ABBF8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D2D20-B69F-42C8-BBB8-2A27DA91B057}"/>
      </w:docPartPr>
      <w:docPartBody>
        <w:p w:rsidR="009C355F" w:rsidRDefault="00C75B62">
          <w:r w:rsidRPr="00D951B8">
            <w:rPr>
              <w:rStyle w:val="PlaceholderText"/>
            </w:rPr>
            <w:t>[Title]</w:t>
          </w:r>
        </w:p>
      </w:docPartBody>
    </w:docPart>
    <w:docPart>
      <w:docPartPr>
        <w:name w:val="D81C5BDEA5224A8093D56572A6A261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A262E4-F80D-4A9B-9448-FDC9E43458CC}"/>
      </w:docPartPr>
      <w:docPartBody>
        <w:p w:rsidR="00000000" w:rsidRDefault="00C75B62" w:rsidP="00C75B62">
          <w:pPr>
            <w:pStyle w:val="D81C5BDEA5224A8093D56572A6A261CC"/>
          </w:pPr>
          <w:r w:rsidRPr="00D951B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B62"/>
    <w:rsid w:val="00C7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09F4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5B62"/>
    <w:rPr>
      <w:color w:val="808080"/>
    </w:rPr>
  </w:style>
  <w:style w:type="paragraph" w:customStyle="1" w:styleId="D81C5BDEA5224A8093D56572A6A261CC">
    <w:name w:val="D81C5BDEA5224A8093D56572A6A261CC"/>
    <w:rsid w:val="00C75B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1502bd91-4821-4a00-aa5e-8d420a883b7a"/>
    <ds:schemaRef ds:uri="http://purl.org/dc/terms/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ABAFFF-AEE1-4F68-B70A-69989C04EBD0}"/>
</file>

<file path=customXml/itemProps4.xml><?xml version="1.0" encoding="utf-8"?>
<ds:datastoreItem xmlns:ds="http://schemas.openxmlformats.org/officeDocument/2006/customXml" ds:itemID="{852ECFDF-9E53-4578-B446-0E09CB4FB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Code_StDec_1of1_20180913</vt:lpstr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MEM18001C_StDec_1of1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2019-01-11T04:28:00Z</dcterms:created>
  <dcterms:modified xsi:type="dcterms:W3CDTF">2019-04-01T05:35:00Z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AuthorIds_UIVersion_512">
    <vt:lpwstr>33</vt:lpwstr>
  </property>
</Properties>
</file>