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A1413" w:rsidR="00FC48B2" w:rsidP="002A1413" w:rsidRDefault="00A25EA2" w14:paraId="6C608F9A" w14:textId="77777777">
      <w:pPr>
        <w:pStyle w:val="Heading1"/>
      </w:pPr>
      <w:bookmarkStart w:name="_GoBack" w:id="0"/>
      <w:bookmarkEnd w:id="0"/>
      <w:r w:rsidRPr="002A1413">
        <w:t>Student unit result summary</w:t>
      </w:r>
    </w:p>
    <w:p w:rsidRPr="00A56627" w:rsidR="00542F2F" w:rsidP="00542F2F" w:rsidRDefault="00A25EA2" w14:paraId="4F71FA2F" w14:textId="77777777">
      <w:pPr>
        <w:pStyle w:val="Heading2"/>
      </w:pPr>
      <w:r w:rsidRPr="00A56627">
        <w:t>Criteria</w:t>
      </w:r>
    </w:p>
    <w:p w:rsidRPr="00744202" w:rsidR="00744202" w:rsidP="00744202" w:rsidRDefault="00744202" w14:paraId="36DF2252" w14:textId="77777777">
      <w:pPr>
        <w:tabs>
          <w:tab w:val="clear" w:pos="284"/>
        </w:tabs>
        <w:spacing w:before="240" w:line="240" w:lineRule="auto"/>
        <w:contextualSpacing/>
        <w:outlineLvl w:val="2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 w:rsidRPr="00744202"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  <w:t>Unit code, name and release number</w:t>
      </w:r>
    </w:p>
    <w:p w:rsidR="00B625A5" w:rsidP="00744202" w:rsidRDefault="00B625A5" w14:paraId="2D6C4420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</w:pPr>
      <w:r>
        <w:t>MEM18002B - Use power tools/hand held operations (1)</w:t>
      </w:r>
    </w:p>
    <w:p w:rsidRPr="00744202" w:rsidR="00744202" w:rsidP="00744202" w:rsidRDefault="00744202" w14:paraId="5B4637DE" w14:textId="42E6DAFF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color w:val="FF0000"/>
          <w:sz w:val="22"/>
          <w:szCs w:val="22"/>
          <w:lang w:eastAsia="en-AU"/>
        </w:rPr>
      </w:pPr>
      <w:r w:rsidRPr="00744202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:rsidRPr="00744202" w:rsidR="00744202" w:rsidP="00744202" w:rsidRDefault="00744202" w14:paraId="2FDA398F" w14:textId="77777777">
      <w:pPr>
        <w:tabs>
          <w:tab w:val="clear" w:pos="284"/>
        </w:tabs>
        <w:spacing w:before="240" w:after="0" w:line="240" w:lineRule="auto"/>
        <w:contextualSpacing/>
        <w:outlineLvl w:val="2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</w:p>
    <w:p w:rsidRPr="00744202" w:rsidR="00744202" w:rsidP="00744202" w:rsidRDefault="00744202" w14:paraId="61DEEABB" w14:textId="77777777">
      <w:pPr>
        <w:tabs>
          <w:tab w:val="clear" w:pos="284"/>
        </w:tabs>
        <w:spacing w:before="240" w:after="0" w:line="240" w:lineRule="auto"/>
        <w:contextualSpacing/>
        <w:outlineLvl w:val="2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 w:rsidRPr="00744202"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  <w:t>Qualification/Course code, name and release number</w:t>
      </w:r>
    </w:p>
    <w:p w:rsidRPr="00744202" w:rsidR="00744202" w:rsidP="00744202" w:rsidRDefault="00744202" w14:paraId="3FDFE239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bookmarkStart w:name="Qualification" w:id="1"/>
      <w:bookmarkEnd w:id="1"/>
      <w:r w:rsidRPr="00744202">
        <w:rPr>
          <w:sz w:val="22"/>
          <w:szCs w:val="22"/>
          <w:lang w:eastAsia="en-AU"/>
        </w:rPr>
        <w:t>MEM30205 – Certificate III in Engineering – Mechanical Trade (3)</w:t>
      </w:r>
    </w:p>
    <w:p w:rsidRPr="00744202" w:rsidR="00744202" w:rsidP="00744202" w:rsidRDefault="00744202" w14:paraId="0AF679D4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r w:rsidRPr="00744202">
        <w:rPr>
          <w:sz w:val="22"/>
          <w:szCs w:val="22"/>
          <w:lang w:eastAsia="en-AU"/>
        </w:rPr>
        <w:t>MEM30305 – Certificate III in Engineering – Fabrication trade (4)</w:t>
      </w:r>
    </w:p>
    <w:p w:rsidRPr="00744202" w:rsidR="00744202" w:rsidP="00744202" w:rsidRDefault="00744202" w14:paraId="2CAC7AAE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color w:val="FF0000"/>
          <w:sz w:val="22"/>
          <w:szCs w:val="22"/>
          <w:lang w:eastAsia="en-AU"/>
        </w:rPr>
      </w:pPr>
      <w:r w:rsidRPr="00744202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:rsidRPr="00D83795" w:rsidR="00542F2F" w:rsidP="00542F2F" w:rsidRDefault="0016334C" w14:paraId="648FAFF0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56627" w:rsidR="00542F2F" w:rsidP="00542F2F" w:rsidRDefault="00A25EA2" w14:paraId="775D7256" w14:textId="77777777">
      <w:pPr>
        <w:pStyle w:val="Heading2"/>
      </w:pPr>
      <w:r w:rsidRPr="00A56627">
        <w:t>Student details</w:t>
      </w:r>
    </w:p>
    <w:p w:rsidR="00542F2F" w:rsidP="00542F2F" w:rsidRDefault="00A25EA2" w14:paraId="56F83983" w14:textId="77777777">
      <w:pPr>
        <w:pStyle w:val="Heading3"/>
      </w:pPr>
      <w:r w:rsidRPr="00AA18CF">
        <w:t>Student number</w:t>
      </w:r>
    </w:p>
    <w:p w:rsidRPr="00D83795" w:rsidR="00371A61" w:rsidP="00542F2F" w:rsidRDefault="0016334C" w14:paraId="0BC34291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542F2F" w:rsidP="00542F2F" w:rsidRDefault="00A25EA2" w14:paraId="5CDD5E56" w14:textId="77777777">
      <w:pPr>
        <w:pStyle w:val="Heading3"/>
      </w:pPr>
      <w:r w:rsidRPr="00AA18CF">
        <w:t xml:space="preserve">Student </w:t>
      </w:r>
      <w:r>
        <w:t>name</w:t>
      </w:r>
    </w:p>
    <w:p w:rsidRPr="00D83795" w:rsidR="00371A61" w:rsidP="00542F2F" w:rsidRDefault="0016334C" w14:paraId="3378E2C8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542F2F" w:rsidRDefault="00A25EA2" w14:paraId="3FA0EED2" w14:textId="7777777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:rsidRPr="00542F2F" w:rsidR="00C8519C" w:rsidP="00542F2F" w:rsidRDefault="00A25EA2" w14:paraId="1BF6B1CD" w14:textId="77777777">
      <w:pPr>
        <w:pStyle w:val="Heading2"/>
      </w:pPr>
      <w:r w:rsidRPr="00542F2F">
        <w:lastRenderedPageBreak/>
        <w:t>Result of assessment events</w:t>
      </w:r>
    </w:p>
    <w:p w:rsidR="00C20C7D" w:rsidP="00C20C7D" w:rsidRDefault="00A25EA2" w14:paraId="620FD233" w14:textId="14FF9DB2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744202">
        <w:t xml:space="preserve"> of </w:t>
      </w:r>
      <w:r w:rsidR="00B625A5">
        <w:t xml:space="preserve">3 </w:t>
      </w:r>
      <w:r>
        <w:t xml:space="preserve">- </w:t>
      </w:r>
      <w:r w:rsidR="003E43E9">
        <w:rPr>
          <w:b w:val="0"/>
          <w:color w:val="auto"/>
        </w:rPr>
        <w:t xml:space="preserve">Knowledge </w:t>
      </w:r>
    </w:p>
    <w:p w:rsidR="00542F2F" w:rsidP="00542F2F" w:rsidRDefault="0016334C" w14:paraId="13FFC85F" w14:textId="77777777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the assessment event successfully completed?</w:t>
      </w:r>
    </w:p>
    <w:p w:rsidR="00542F2F" w:rsidP="00542F2F" w:rsidRDefault="0016334C" w14:paraId="56B68FD2" w14:textId="77777777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If no, was the resubmission/re-assessment successfully completed?</w:t>
      </w:r>
    </w:p>
    <w:p w:rsidRPr="00A7239E" w:rsidR="00542F2F" w:rsidP="00542F2F" w:rsidRDefault="0016334C" w14:paraId="34B844AE" w14:textId="77777777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reasonable adjustment in place for this assessment event?</w:t>
      </w:r>
      <w:r w:rsidR="00A25EA2">
        <w:br/>
      </w:r>
      <w:r w:rsidR="00A25EA2">
        <w:rPr>
          <w:i/>
          <w:color w:val="A6A6A6" w:themeColor="background1" w:themeShade="A6"/>
        </w:rPr>
        <w:t>If yes, ensure it is detailed on the assessment document.</w:t>
      </w:r>
    </w:p>
    <w:p w:rsidR="00C20C7D" w:rsidP="00C20C7D" w:rsidRDefault="00A25EA2" w14:paraId="1C2F9570" w14:textId="64A53FE5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B625A5">
        <w:t xml:space="preserve"> of 3</w:t>
      </w:r>
      <w:r>
        <w:t xml:space="preserve">- </w:t>
      </w:r>
      <w:r w:rsidR="00EE45E2">
        <w:rPr>
          <w:b w:val="0"/>
          <w:color w:val="auto"/>
        </w:rPr>
        <w:t>Skills Assessment</w:t>
      </w:r>
      <w:r w:rsidR="003E43E9">
        <w:rPr>
          <w:b w:val="0"/>
          <w:color w:val="auto"/>
        </w:rPr>
        <w:t>:</w:t>
      </w:r>
      <w:r w:rsidRPr="00905BFF" w:rsidR="00905BFF">
        <w:rPr>
          <w:b w:val="0"/>
          <w:color w:val="auto"/>
        </w:rPr>
        <w:t xml:space="preserve"> </w:t>
      </w:r>
      <w:r w:rsidR="003E43E9">
        <w:rPr>
          <w:b w:val="0"/>
          <w:color w:val="auto"/>
        </w:rPr>
        <w:t>Slotted plate</w:t>
      </w:r>
    </w:p>
    <w:p w:rsidR="00542F2F" w:rsidP="00542F2F" w:rsidRDefault="0016334C" w14:paraId="6884B570" w14:textId="77777777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the assessment event successfully completed?</w:t>
      </w:r>
    </w:p>
    <w:p w:rsidR="00542F2F" w:rsidP="00542F2F" w:rsidRDefault="0016334C" w14:paraId="46317C07" w14:textId="77777777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If no, was the resubmission/re-assessment successfully completed?</w:t>
      </w:r>
    </w:p>
    <w:p w:rsidRPr="00A7239E" w:rsidR="00542F2F" w:rsidP="00542F2F" w:rsidRDefault="0016334C" w14:paraId="736FF96C" w14:textId="77777777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reasonable adjustment in place for this assessment event?</w:t>
      </w:r>
      <w:r w:rsidR="00A25EA2">
        <w:br/>
      </w:r>
      <w:r w:rsidR="00A25EA2">
        <w:rPr>
          <w:i/>
          <w:color w:val="A6A6A6" w:themeColor="background1" w:themeShade="A6"/>
        </w:rPr>
        <w:t>If yes, ensure it is detailed on the assessment document.</w:t>
      </w:r>
    </w:p>
    <w:p w:rsidR="00C20C7D" w:rsidP="572D3A2E" w:rsidRDefault="00A25EA2" w14:paraId="29C09F1E" w14:textId="0BC6050F">
      <w:pPr>
        <w:pStyle w:val="Heading3"/>
        <w:rPr>
          <w:b w:val="0"/>
          <w:bCs w:val="0"/>
          <w:i w:val="1"/>
          <w:iCs w:val="1"/>
          <w:color w:val="808080" w:themeColor="text1" w:themeTint="7F" w:themeShade="FF"/>
        </w:rPr>
      </w:pPr>
      <w:r w:rsidR="572D3A2E">
        <w:rPr/>
        <w:t xml:space="preserve">Assessment event 3 of 3- </w:t>
      </w:r>
      <w:r w:rsidRPr="572D3A2E" w:rsidR="572D3A2E">
        <w:rPr>
          <w:b w:val="0"/>
          <w:bCs w:val="0"/>
          <w:color w:val="auto"/>
        </w:rPr>
        <w:t xml:space="preserve">Skills </w:t>
      </w:r>
      <w:r w:rsidRPr="572D3A2E" w:rsidR="572D3A2E">
        <w:rPr>
          <w:b w:val="0"/>
          <w:bCs w:val="0"/>
          <w:color w:val="auto"/>
        </w:rPr>
        <w:t>A</w:t>
      </w:r>
      <w:r w:rsidRPr="572D3A2E" w:rsidR="572D3A2E">
        <w:rPr>
          <w:b w:val="0"/>
          <w:bCs w:val="0"/>
          <w:color w:val="auto"/>
        </w:rPr>
        <w:t>ssessment: Tool Sharpening</w:t>
      </w:r>
    </w:p>
    <w:p w:rsidR="00542F2F" w:rsidP="00542F2F" w:rsidRDefault="0016334C" w14:paraId="5DA5178A" w14:textId="77777777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the assessment event successfully completed?</w:t>
      </w:r>
    </w:p>
    <w:p w:rsidR="00542F2F" w:rsidP="00542F2F" w:rsidRDefault="0016334C" w14:paraId="2184FA94" w14:textId="77777777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If no, was the resubmission/re-assessment successfully completed?</w:t>
      </w:r>
    </w:p>
    <w:p w:rsidRPr="00A7239E" w:rsidR="00542F2F" w:rsidP="00542F2F" w:rsidRDefault="0016334C" w14:paraId="058DB365" w14:textId="77777777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Was reasonable adjustment in place for this assessment event?</w:t>
      </w:r>
      <w:r w:rsidR="00A25EA2">
        <w:br/>
      </w:r>
      <w:r w:rsidR="00A25EA2">
        <w:rPr>
          <w:i/>
          <w:color w:val="A6A6A6" w:themeColor="background1" w:themeShade="A6"/>
        </w:rPr>
        <w:t>If yes, ensure it is detailed on the assessment document.</w:t>
      </w:r>
    </w:p>
    <w:p w:rsidR="00613F04" w:rsidRDefault="00A25EA2" w14:paraId="2827E2F0" w14:textId="7777777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:rsidR="00766526" w:rsidP="00542F2F" w:rsidRDefault="00A25EA2" w14:paraId="1D39E256" w14:textId="77777777">
      <w:pPr>
        <w:pStyle w:val="Heading2"/>
      </w:pPr>
      <w:r>
        <w:lastRenderedPageBreak/>
        <w:t>Overall result</w:t>
      </w:r>
    </w:p>
    <w:p w:rsidR="00542F2F" w:rsidP="00542F2F" w:rsidRDefault="00A25EA2" w14:paraId="50ACCC37" w14:textId="77777777">
      <w:pPr>
        <w:rPr>
          <w:lang w:eastAsia="en-AU"/>
        </w:rPr>
      </w:pPr>
      <w:r>
        <w:rPr>
          <w:lang w:eastAsia="en-AU"/>
        </w:rPr>
        <w:t>The overall result for this unit is:</w:t>
      </w:r>
    </w:p>
    <w:p w:rsidR="00542F2F" w:rsidP="00542F2F" w:rsidRDefault="0016334C" w14:paraId="1023450E" w14:textId="77777777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Competent (AC)</w:t>
      </w:r>
    </w:p>
    <w:p w:rsidRPr="00A7239E" w:rsidR="00542F2F" w:rsidP="00542F2F" w:rsidRDefault="0016334C" w14:paraId="341CF338" w14:textId="77777777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5EA2">
            <w:rPr>
              <w:rFonts w:hint="eastAsia" w:ascii="MS Gothic" w:hAnsi="MS Gothic" w:eastAsia="MS Gothic"/>
            </w:rPr>
            <w:t>☐</w:t>
          </w:r>
        </w:sdtContent>
      </w:sdt>
      <w:r w:rsidR="00A25EA2">
        <w:t xml:space="preserve"> Not yet competent (NC)</w:t>
      </w:r>
    </w:p>
    <w:p w:rsidR="00613F04" w:rsidP="00613F04" w:rsidRDefault="00A25EA2" w14:paraId="55AB699C" w14:textId="77777777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:rsidR="00613F04" w:rsidP="00613F04" w:rsidRDefault="0016334C" w14:paraId="2BFF5D57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7239E" w:rsidR="00613F04" w:rsidP="00613F04" w:rsidRDefault="0016334C" w14:paraId="7EAC9A02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C20C7D" w:rsidP="00613F04" w:rsidRDefault="00A25EA2" w14:paraId="3E9D42E7" w14:textId="77777777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:rsidR="00613F04" w:rsidP="00613F04" w:rsidRDefault="00A25EA2" w14:paraId="321C5B48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:rsidRPr="00A7239E" w:rsidR="00371A61" w:rsidP="00613F04" w:rsidRDefault="0016334C" w14:paraId="04E697F3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79260E" w:rsidP="00613F04" w:rsidRDefault="00A25EA2" w14:paraId="1D6000FF" w14:textId="77777777">
      <w:pPr>
        <w:pStyle w:val="Heading2"/>
      </w:pPr>
      <w:r>
        <w:t>Student declaration</w:t>
      </w:r>
    </w:p>
    <w:p w:rsidRPr="0079260E" w:rsidR="0079260E" w:rsidP="0079260E" w:rsidRDefault="00A25EA2" w14:paraId="07130790" w14:textId="77777777">
      <w:pPr>
        <w:pStyle w:val="Body"/>
      </w:pPr>
      <w:r w:rsidRPr="0079260E">
        <w:t>I confirm I have been advised of the result and provided with feedback.</w:t>
      </w:r>
    </w:p>
    <w:p w:rsidR="00613F04" w:rsidP="00613F04" w:rsidRDefault="00A25EA2" w14:paraId="0015D963" w14:textId="77777777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:rsidR="00613F04" w:rsidP="00613F04" w:rsidRDefault="0016334C" w14:paraId="614155AC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7239E" w:rsidR="00371A61" w:rsidP="00613F04" w:rsidRDefault="0016334C" w14:paraId="228095DB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766526" w:rsidP="006006A1" w:rsidRDefault="00A25EA2" w14:paraId="3A01C907" w14:textId="77777777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:rsidR="00613F04" w:rsidP="00613F04" w:rsidRDefault="00A25EA2" w14:paraId="7189DC8B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:rsidRPr="00A7239E" w:rsidR="00613F04" w:rsidP="00613F04" w:rsidRDefault="0016334C" w14:paraId="50DEB9E1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264063" w:rsidR="0079260E" w:rsidP="00C20C7D" w:rsidRDefault="00A25EA2" w14:paraId="0B8DD079" w14:textId="77777777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Pr="00264063" w:rsidR="0079260E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DB" w:rsidRDefault="00A25EA2" w14:paraId="0F9AC117" w14:textId="77777777">
      <w:pPr>
        <w:spacing w:before="0" w:after="0" w:line="240" w:lineRule="auto"/>
      </w:pPr>
      <w:r>
        <w:separator/>
      </w:r>
    </w:p>
  </w:endnote>
  <w:endnote w:type="continuationSeparator" w:id="0">
    <w:p w:rsidR="004137DB" w:rsidRDefault="00A25EA2" w14:paraId="58D540F7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820C4" w:rsidR="00CC4677" w:rsidP="0002323C" w:rsidRDefault="0016334C" w14:paraId="4402A9CF" w14:textId="77777777">
    <w:pPr>
      <w:pStyle w:val="Footer-DocumentTitleLeft"/>
    </w:pPr>
  </w:p>
  <w:p w:rsidR="00CC4677" w:rsidP="0002323C" w:rsidRDefault="00A25EA2" w14:paraId="35394F5A" w14:textId="77777777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:rsidRPr="0006452B" w:rsidR="00CC4677" w:rsidP="00EE3A11" w:rsidRDefault="0016334C" w14:paraId="72A611C6" w14:textId="77777777"/>
  <w:p w:rsidR="00BA0812" w:rsidP="00EE3A11" w:rsidRDefault="0016334C" w14:paraId="6804D037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ED8" w:rsidP="00806C6F" w:rsidRDefault="00A25EA2" w14:paraId="7D93E994" w14:textId="3B8A8428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44202">
          <w:t>MEM18002B_SURS_270919</w:t>
        </w:r>
      </w:sdtContent>
    </w:sdt>
    <w:r w:rsidRPr="008D467A"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6334C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6334C">
      <w:rPr>
        <w:noProof/>
      </w:rPr>
      <w:t>3</w:t>
    </w:r>
    <w:r>
      <w:rPr>
        <w:noProof/>
      </w:rPr>
      <w:fldChar w:fldCharType="end"/>
    </w:r>
  </w:p>
  <w:p w:rsidR="00371A61" w:rsidP="00806C6F" w:rsidRDefault="00A25EA2" w14:paraId="2E74C123" w14:textId="0482ED88">
    <w:pPr>
      <w:pStyle w:val="Bodyfooter"/>
      <w:rPr>
        <w:noProof/>
      </w:rPr>
    </w:pPr>
    <w:r>
      <w:rPr>
        <w:noProof/>
      </w:rPr>
      <w:t>Resource ID:</w:t>
    </w:r>
    <w:r w:rsidR="00744202">
      <w:rPr>
        <w:noProof/>
      </w:rPr>
      <w:t xml:space="preserve"> MRS_18_04_</w:t>
    </w:r>
    <w:r w:rsidRPr="00744202" w:rsidR="00744202">
      <w:t xml:space="preserve"> </w:t>
    </w:r>
    <w:r w:rsidR="00744202">
      <w:t>MEM18002B_SURS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8D467A" w:rsidR="00AA3155" w:rsidP="00806C6F" w:rsidRDefault="00A25EA2" w14:paraId="3E90083C" w14:textId="77777777">
    <w:pPr>
      <w:pStyle w:val="Bodyfooter"/>
    </w:pPr>
    <w:r w:rsidRPr="008D467A">
      <w:t>Document title</w:t>
    </w:r>
    <w:r w:rsidRPr="008D467A">
      <w:tab/>
    </w:r>
    <w:r w:rsidRPr="008D467A">
      <w:t>Version 1.0</w:t>
    </w:r>
    <w:r w:rsidRPr="008D467A"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Pr="008948B1" w:rsidR="00AA3155" w:rsidP="00806C6F" w:rsidRDefault="00A25EA2" w14:paraId="3698C09C" w14:textId="7777777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:rsidRPr="00AA3155" w:rsidR="00CC4677" w:rsidP="00EE3A11" w:rsidRDefault="0016334C" w14:paraId="1D220035" w14:textId="77777777">
    <w:pPr>
      <w:pStyle w:val="Footer"/>
    </w:pPr>
  </w:p>
  <w:p w:rsidR="00BA0812" w:rsidP="00EE3A11" w:rsidRDefault="0016334C" w14:paraId="3C6EBB6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DB" w:rsidRDefault="00A25EA2" w14:paraId="7C7B54A4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4137DB" w:rsidRDefault="00A25EA2" w14:paraId="0168063D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77" w:rsidP="00EE3A11" w:rsidRDefault="0016334C" w14:paraId="51E5A569" w14:textId="77777777"/>
  <w:p w:rsidR="00BA0812" w:rsidP="00EE3A11" w:rsidRDefault="0016334C" w14:paraId="720788B4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BA0812" w:rsidP="00EE3A11" w:rsidRDefault="00A25EA2" w14:paraId="76BD184A" w14:textId="77777777">
    <w:pPr>
      <w:pStyle w:val="Header-SectionTitle"/>
    </w:pPr>
    <w:r>
      <w:rPr>
        <w:noProof/>
        <w:lang w:eastAsia="en-AU"/>
      </w:rPr>
      <w:drawing>
        <wp:inline distT="0" distB="0" distL="0" distR="0" wp14:anchorId="667C78B0" wp14:editId="502EF12C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8CB" w:rsidP="00EE3A11" w:rsidRDefault="0016334C" w14:paraId="48E3B77C" w14:textId="77777777">
    <w:pPr>
      <w:pStyle w:val="Header"/>
    </w:pPr>
  </w:p>
  <w:p w:rsidR="00BA0812" w:rsidP="00EE3A11" w:rsidRDefault="0016334C" w14:paraId="6302F413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7643D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4489F0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7AE4DDD6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1C722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65ED82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5EC2A47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60BDD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169C8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6908B33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DC4CEA"/>
    <w:multiLevelType w:val="hybridMultilevel"/>
    <w:tmpl w:val="0706E59E"/>
    <w:lvl w:ilvl="0" w:tplc="47CA61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92A7D8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9702A5C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A66DD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3E686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D8069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DB08D0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B6EEBC8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F125F6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EB509D"/>
    <w:multiLevelType w:val="hybridMultilevel"/>
    <w:tmpl w:val="C7D6E560"/>
    <w:lvl w:ilvl="0" w:tplc="F766A06A">
      <w:start w:val="1"/>
      <w:numFmt w:val="bullet"/>
      <w:pStyle w:val="Bulletlis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94F7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BA90CB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304842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B74E12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B4C8F592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42926A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4C64F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58B0B2D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176621"/>
    <w:multiLevelType w:val="hybridMultilevel"/>
    <w:tmpl w:val="74B81672"/>
    <w:lvl w:ilvl="0" w:tplc="11509F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A4408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78AB0BA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807F1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7AAF2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DBC826B2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BE1F1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388AF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C14F67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E54E2C"/>
    <w:multiLevelType w:val="hybridMultilevel"/>
    <w:tmpl w:val="5440AD76"/>
    <w:lvl w:ilvl="0" w:tplc="9ED863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574A1F6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BF4043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020FE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82EB0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96D60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F49132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F26B87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8F623A3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ECD4FA2"/>
    <w:multiLevelType w:val="hybridMultilevel"/>
    <w:tmpl w:val="7500F388"/>
    <w:lvl w:ilvl="0" w:tplc="8FCC1E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0161110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668EE1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00E3A1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77A110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C2F4958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0464492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6A3AC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D3BEA74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63F0183"/>
    <w:multiLevelType w:val="hybridMultilevel"/>
    <w:tmpl w:val="3AE60CFA"/>
    <w:lvl w:ilvl="0" w:tplc="7CC87E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ED668C2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6A049F10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CC38FDBE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ED28B866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8F088E30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6A20CEB0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D11EF1B2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EDC65CD6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BB615FA"/>
    <w:multiLevelType w:val="hybridMultilevel"/>
    <w:tmpl w:val="F2DA347E"/>
    <w:lvl w:ilvl="0" w:tplc="7044675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B1A41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831A03B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ED5D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D6B6A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DF8464E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0E0A1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3241E0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979A85B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A746E4"/>
    <w:multiLevelType w:val="hybridMultilevel"/>
    <w:tmpl w:val="1C4CF6A2"/>
    <w:lvl w:ilvl="0" w:tplc="7416D4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10A12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3B0044A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A85AC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30D86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738E2C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A5B5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64C7C74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5D8083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E12CEDA8">
      <w:start w:val="1"/>
      <w:numFmt w:val="bullet"/>
      <w:pStyle w:val="Bulletslist"/>
      <w:lvlText w:val=""/>
      <w:lvlJc w:val="left"/>
      <w:pPr>
        <w:ind w:left="717" w:hanging="360"/>
      </w:pPr>
      <w:rPr>
        <w:rFonts w:hint="default" w:ascii="Wingdings" w:hAnsi="Wingdings"/>
      </w:rPr>
    </w:lvl>
    <w:lvl w:ilvl="1" w:tplc="E23CC5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7046B4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CEA74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F7C8DE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1FADE6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8C1E1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16477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2009EC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44E4481"/>
    <w:multiLevelType w:val="hybridMultilevel"/>
    <w:tmpl w:val="79CAB512"/>
    <w:lvl w:ilvl="0" w:tplc="4FE094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32D250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ECE4FA6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2C81A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14A85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9DA265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4BA426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26715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ED3EE94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79D3AFE"/>
    <w:multiLevelType w:val="hybridMultilevel"/>
    <w:tmpl w:val="C49E9C1C"/>
    <w:lvl w:ilvl="0" w:tplc="05D64E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FA4C84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B3843F1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0E756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FA529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BB084F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2ABEE2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9CA198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E2AA428C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8195877"/>
    <w:multiLevelType w:val="hybridMultilevel"/>
    <w:tmpl w:val="171AC9B2"/>
    <w:lvl w:ilvl="0" w:tplc="4078CA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37C2C0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5B616A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76381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B47A5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9E85BA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AEAD8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747B2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31456F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BAB4039"/>
    <w:multiLevelType w:val="hybridMultilevel"/>
    <w:tmpl w:val="488E0178"/>
    <w:lvl w:ilvl="0" w:tplc="1F429E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771CF1D0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62A83C3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2CC8F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B87AE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785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44E17C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1898B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E3433B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3CA5358"/>
    <w:multiLevelType w:val="hybridMultilevel"/>
    <w:tmpl w:val="366E9E88"/>
    <w:lvl w:ilvl="0" w:tplc="23B43A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9047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EC86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FE36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4E67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992803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6CD9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4639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A5682B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D0754E"/>
    <w:multiLevelType w:val="hybridMultilevel"/>
    <w:tmpl w:val="1ADE0A8A"/>
    <w:lvl w:ilvl="0" w:tplc="73D080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9142DC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D21AAB4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7A8BB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68986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552A9DA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A6C49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CB02A9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1D0564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AD47BDB"/>
    <w:multiLevelType w:val="hybridMultilevel"/>
    <w:tmpl w:val="CD408890"/>
    <w:lvl w:ilvl="0" w:tplc="F4E249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5877EA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E3E2D83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FD699D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CF2785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B83C670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303B3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7926EC6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B466BA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ED16329"/>
    <w:multiLevelType w:val="hybridMultilevel"/>
    <w:tmpl w:val="CB0AEB06"/>
    <w:lvl w:ilvl="0" w:tplc="419ED9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E216DE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5389BFA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6A020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8C692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AE8903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98213BC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CC523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502E98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0F509A"/>
    <w:multiLevelType w:val="hybridMultilevel"/>
    <w:tmpl w:val="84727A1C"/>
    <w:lvl w:ilvl="0" w:tplc="7E38A5F8">
      <w:start w:val="1"/>
      <w:numFmt w:val="decimal"/>
      <w:lvlText w:val="%1."/>
      <w:lvlJc w:val="left"/>
      <w:pPr>
        <w:ind w:left="720" w:hanging="360"/>
      </w:pPr>
    </w:lvl>
    <w:lvl w:ilvl="1" w:tplc="9F4CA764">
      <w:start w:val="1"/>
      <w:numFmt w:val="lowerLetter"/>
      <w:lvlText w:val="%2."/>
      <w:lvlJc w:val="left"/>
      <w:pPr>
        <w:ind w:left="1440" w:hanging="360"/>
      </w:pPr>
    </w:lvl>
    <w:lvl w:ilvl="2" w:tplc="5302DDE2">
      <w:start w:val="1"/>
      <w:numFmt w:val="lowerRoman"/>
      <w:lvlText w:val="%3."/>
      <w:lvlJc w:val="right"/>
      <w:pPr>
        <w:ind w:left="2160" w:hanging="180"/>
      </w:pPr>
    </w:lvl>
    <w:lvl w:ilvl="3" w:tplc="C3CAB23E">
      <w:start w:val="1"/>
      <w:numFmt w:val="decimal"/>
      <w:lvlText w:val="%4."/>
      <w:lvlJc w:val="left"/>
      <w:pPr>
        <w:ind w:left="2880" w:hanging="360"/>
      </w:pPr>
    </w:lvl>
    <w:lvl w:ilvl="4" w:tplc="8D86C604">
      <w:start w:val="1"/>
      <w:numFmt w:val="lowerLetter"/>
      <w:lvlText w:val="%5."/>
      <w:lvlJc w:val="left"/>
      <w:pPr>
        <w:ind w:left="3600" w:hanging="360"/>
      </w:pPr>
    </w:lvl>
    <w:lvl w:ilvl="5" w:tplc="26E47C06">
      <w:start w:val="1"/>
      <w:numFmt w:val="lowerRoman"/>
      <w:lvlText w:val="%6."/>
      <w:lvlJc w:val="right"/>
      <w:pPr>
        <w:ind w:left="4320" w:hanging="180"/>
      </w:pPr>
    </w:lvl>
    <w:lvl w:ilvl="6" w:tplc="5AD05534">
      <w:start w:val="1"/>
      <w:numFmt w:val="decimal"/>
      <w:lvlText w:val="%7."/>
      <w:lvlJc w:val="left"/>
      <w:pPr>
        <w:ind w:left="5040" w:hanging="360"/>
      </w:pPr>
    </w:lvl>
    <w:lvl w:ilvl="7" w:tplc="0A549B2A">
      <w:start w:val="1"/>
      <w:numFmt w:val="lowerLetter"/>
      <w:lvlText w:val="%8."/>
      <w:lvlJc w:val="left"/>
      <w:pPr>
        <w:ind w:left="5760" w:hanging="360"/>
      </w:pPr>
    </w:lvl>
    <w:lvl w:ilvl="8" w:tplc="2A42A61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74904E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D6AAF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BBE7A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616991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C0382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5185C8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AA98BA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94231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95AB63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3331697"/>
    <w:multiLevelType w:val="hybridMultilevel"/>
    <w:tmpl w:val="A4665168"/>
    <w:lvl w:ilvl="0" w:tplc="8340C1A4">
      <w:start w:val="1"/>
      <w:numFmt w:val="decimal"/>
      <w:lvlText w:val="%1."/>
      <w:lvlJc w:val="left"/>
      <w:pPr>
        <w:ind w:left="720" w:hanging="360"/>
      </w:pPr>
    </w:lvl>
    <w:lvl w:ilvl="1" w:tplc="31D64CFC">
      <w:start w:val="1"/>
      <w:numFmt w:val="lowerLetter"/>
      <w:lvlText w:val="%2."/>
      <w:lvlJc w:val="left"/>
      <w:pPr>
        <w:ind w:left="1440" w:hanging="360"/>
      </w:pPr>
    </w:lvl>
    <w:lvl w:ilvl="2" w:tplc="EDDCC3C4">
      <w:start w:val="1"/>
      <w:numFmt w:val="lowerRoman"/>
      <w:lvlText w:val="%3."/>
      <w:lvlJc w:val="right"/>
      <w:pPr>
        <w:ind w:left="2160" w:hanging="180"/>
      </w:pPr>
    </w:lvl>
    <w:lvl w:ilvl="3" w:tplc="C9C896F4" w:tentative="1">
      <w:start w:val="1"/>
      <w:numFmt w:val="decimal"/>
      <w:lvlText w:val="%4."/>
      <w:lvlJc w:val="left"/>
      <w:pPr>
        <w:ind w:left="2880" w:hanging="360"/>
      </w:pPr>
    </w:lvl>
    <w:lvl w:ilvl="4" w:tplc="98EE4900" w:tentative="1">
      <w:start w:val="1"/>
      <w:numFmt w:val="lowerLetter"/>
      <w:lvlText w:val="%5."/>
      <w:lvlJc w:val="left"/>
      <w:pPr>
        <w:ind w:left="3600" w:hanging="360"/>
      </w:pPr>
    </w:lvl>
    <w:lvl w:ilvl="5" w:tplc="16FAF7A2" w:tentative="1">
      <w:start w:val="1"/>
      <w:numFmt w:val="lowerRoman"/>
      <w:lvlText w:val="%6."/>
      <w:lvlJc w:val="right"/>
      <w:pPr>
        <w:ind w:left="4320" w:hanging="180"/>
      </w:pPr>
    </w:lvl>
    <w:lvl w:ilvl="6" w:tplc="CC2E8B9C" w:tentative="1">
      <w:start w:val="1"/>
      <w:numFmt w:val="decimal"/>
      <w:lvlText w:val="%7."/>
      <w:lvlJc w:val="left"/>
      <w:pPr>
        <w:ind w:left="5040" w:hanging="360"/>
      </w:pPr>
    </w:lvl>
    <w:lvl w:ilvl="7" w:tplc="5A8AEB98" w:tentative="1">
      <w:start w:val="1"/>
      <w:numFmt w:val="lowerLetter"/>
      <w:lvlText w:val="%8."/>
      <w:lvlJc w:val="left"/>
      <w:pPr>
        <w:ind w:left="5760" w:hanging="360"/>
      </w:pPr>
    </w:lvl>
    <w:lvl w:ilvl="8" w:tplc="B13A9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1396AC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C026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1F09E1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EB4EAD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908E4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128DA5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FA8DC32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CE0A326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75023B8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3B85EF0"/>
    <w:multiLevelType w:val="hybridMultilevel"/>
    <w:tmpl w:val="CD6C1E34"/>
    <w:lvl w:ilvl="0" w:tplc="C7C089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E70C264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22EC9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861F8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D4031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29E42C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32C7F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16E8D4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957092D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4167E9D"/>
    <w:multiLevelType w:val="hybridMultilevel"/>
    <w:tmpl w:val="F17A9AE6"/>
    <w:lvl w:ilvl="0" w:tplc="13BC890A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A7389466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B7B653D4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5466227A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74A56DC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C69E3552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D232627C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8DB4DC24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F03EFAB4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5" w15:restartNumberingAfterBreak="0">
    <w:nsid w:val="66AE6133"/>
    <w:multiLevelType w:val="hybridMultilevel"/>
    <w:tmpl w:val="6D84E280"/>
    <w:lvl w:ilvl="0" w:tplc="A68A6A5E">
      <w:start w:val="1"/>
      <w:numFmt w:val="decimal"/>
      <w:lvlText w:val="%1."/>
      <w:lvlJc w:val="left"/>
      <w:pPr>
        <w:ind w:left="720" w:hanging="360"/>
      </w:pPr>
    </w:lvl>
    <w:lvl w:ilvl="1" w:tplc="0E0C5D9A" w:tentative="1">
      <w:start w:val="1"/>
      <w:numFmt w:val="lowerLetter"/>
      <w:lvlText w:val="%2."/>
      <w:lvlJc w:val="left"/>
      <w:pPr>
        <w:ind w:left="1440" w:hanging="360"/>
      </w:pPr>
    </w:lvl>
    <w:lvl w:ilvl="2" w:tplc="6F7695F8" w:tentative="1">
      <w:start w:val="1"/>
      <w:numFmt w:val="lowerRoman"/>
      <w:lvlText w:val="%3."/>
      <w:lvlJc w:val="right"/>
      <w:pPr>
        <w:ind w:left="2160" w:hanging="180"/>
      </w:pPr>
    </w:lvl>
    <w:lvl w:ilvl="3" w:tplc="D3A27702" w:tentative="1">
      <w:start w:val="1"/>
      <w:numFmt w:val="decimal"/>
      <w:lvlText w:val="%4."/>
      <w:lvlJc w:val="left"/>
      <w:pPr>
        <w:ind w:left="2880" w:hanging="360"/>
      </w:pPr>
    </w:lvl>
    <w:lvl w:ilvl="4" w:tplc="1758FDE4" w:tentative="1">
      <w:start w:val="1"/>
      <w:numFmt w:val="lowerLetter"/>
      <w:lvlText w:val="%5."/>
      <w:lvlJc w:val="left"/>
      <w:pPr>
        <w:ind w:left="3600" w:hanging="360"/>
      </w:pPr>
    </w:lvl>
    <w:lvl w:ilvl="5" w:tplc="C9AE90B4" w:tentative="1">
      <w:start w:val="1"/>
      <w:numFmt w:val="lowerRoman"/>
      <w:lvlText w:val="%6."/>
      <w:lvlJc w:val="right"/>
      <w:pPr>
        <w:ind w:left="4320" w:hanging="180"/>
      </w:pPr>
    </w:lvl>
    <w:lvl w:ilvl="6" w:tplc="E0E093F2" w:tentative="1">
      <w:start w:val="1"/>
      <w:numFmt w:val="decimal"/>
      <w:lvlText w:val="%7."/>
      <w:lvlJc w:val="left"/>
      <w:pPr>
        <w:ind w:left="5040" w:hanging="360"/>
      </w:pPr>
    </w:lvl>
    <w:lvl w:ilvl="7" w:tplc="1BCA898A" w:tentative="1">
      <w:start w:val="1"/>
      <w:numFmt w:val="lowerLetter"/>
      <w:lvlText w:val="%8."/>
      <w:lvlJc w:val="left"/>
      <w:pPr>
        <w:ind w:left="5760" w:hanging="360"/>
      </w:pPr>
    </w:lvl>
    <w:lvl w:ilvl="8" w:tplc="0B8E9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A52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8B448C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6DC7E8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AFEFB4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D6F65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A41416B4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65411E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CED24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C68A565A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19B1A58"/>
    <w:multiLevelType w:val="hybridMultilevel"/>
    <w:tmpl w:val="CA1AC826"/>
    <w:lvl w:ilvl="0" w:tplc="214604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0C6EE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DE9477C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C0F9F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38031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659452B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72E08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A0E1E1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ECC8353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A7750D"/>
    <w:multiLevelType w:val="hybridMultilevel"/>
    <w:tmpl w:val="7E7A8CBA"/>
    <w:lvl w:ilvl="0" w:tplc="2A1CCB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3015E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7065BA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DCF048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20815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AE4C443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52616A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EAAE7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F581CC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9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A2"/>
    <w:rsid w:val="0016334C"/>
    <w:rsid w:val="003E43E9"/>
    <w:rsid w:val="004137DB"/>
    <w:rsid w:val="00744202"/>
    <w:rsid w:val="00856BCF"/>
    <w:rsid w:val="00905BFF"/>
    <w:rsid w:val="00A25EA2"/>
    <w:rsid w:val="00B625A5"/>
    <w:rsid w:val="00D16AA2"/>
    <w:rsid w:val="00E46497"/>
    <w:rsid w:val="00EE45E2"/>
    <w:rsid w:val="572D3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F7D4F"/>
  <w15:docId w15:val="{fe02d3f9-864e-4cbe-a0fc-cb74da02da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overtitle" w:customStyle="1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styleId="Heading1Char" w:customStyle="1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Coversubtitle2" w:customStyle="1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styleId="Footer-DocumentTitleLeft" w:customStyle="1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hAnsi="Arial" w:eastAsia="Times New Roman" w:cs="Times New Roman"/>
      <w:noProof/>
      <w:color w:val="464749"/>
      <w:kern w:val="22"/>
      <w:sz w:val="14"/>
      <w:szCs w:val="18"/>
      <w:lang w:val="en-US"/>
    </w:rPr>
  </w:style>
  <w:style w:type="paragraph" w:styleId="Coverunittitle" w:customStyle="1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styleId="Footer-DocumentTitleLeftCharChar" w:customStyle="1">
    <w:name w:val="Footer - Document Title Left Char Char"/>
    <w:basedOn w:val="DefaultParagraphFont"/>
    <w:link w:val="Footer-DocumentTitleLeft"/>
    <w:rsid w:val="0002323C"/>
    <w:rPr>
      <w:rFonts w:ascii="Arial" w:hAnsi="Arial" w:eastAsia="Times New Roman" w:cs="Times New Roman"/>
      <w:noProof/>
      <w:color w:val="464749"/>
      <w:kern w:val="22"/>
      <w:sz w:val="14"/>
      <w:szCs w:val="18"/>
      <w:lang w:val="en-US"/>
    </w:rPr>
  </w:style>
  <w:style w:type="paragraph" w:styleId="Coversubtitle" w:customStyle="1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styleId="CoversubtitleChar" w:customStyle="1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styleId="Header-SectionTitle" w:customStyle="1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styleId="Heading2Char" w:customStyle="1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styleId="Body" w:customStyle="1">
    <w:name w:val="Body"/>
    <w:basedOn w:val="Normal"/>
    <w:link w:val="BodyChar"/>
    <w:qFormat/>
    <w:rsid w:val="00F37D27"/>
  </w:style>
  <w:style w:type="character" w:styleId="Heading3Char" w:customStyle="1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styleId="Heading4Char" w:customStyle="1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styleId="Heading5Char" w:customStyle="1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styleId="Heading6Char" w:customStyle="1">
    <w:name w:val="Heading 6 Char"/>
    <w:basedOn w:val="DefaultParagraphFont"/>
    <w:link w:val="Heading6"/>
    <w:uiPriority w:val="9"/>
    <w:rsid w:val="00A305EB"/>
    <w:rPr>
      <w:rFonts w:ascii="Arial" w:hAnsi="Arial" w:eastAsia="Times New Roman" w:cs="Times New Roman"/>
      <w:b/>
      <w:color w:val="464749"/>
      <w:kern w:val="22"/>
      <w:sz w:val="20"/>
      <w:szCs w:val="20"/>
    </w:rPr>
  </w:style>
  <w:style w:type="paragraph" w:styleId="feature" w:customStyle="1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styleId="QuoteChar" w:customStyle="1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styleId="Bulletlist" w:customStyle="1">
    <w:name w:val="Bullet list"/>
    <w:basedOn w:val="Body"/>
    <w:autoRedefine/>
    <w:rsid w:val="00F029E0"/>
    <w:pPr>
      <w:numPr>
        <w:numId w:val="2"/>
      </w:numPr>
    </w:pPr>
  </w:style>
  <w:style w:type="table" w:styleId="eHUBTable-WithTopandSideHeadings" w:customStyle="1">
    <w:name w:val="eHUB Table - With Top and Side Headings"/>
    <w:basedOn w:val="TableNormal"/>
    <w:rsid w:val="007D40AA"/>
    <w:pPr>
      <w:spacing w:after="0" w:line="240" w:lineRule="auto"/>
    </w:pPr>
    <w:rPr>
      <w:rFonts w:ascii="Helvetica" w:hAnsi="Helvetica" w:eastAsia="Times New Roman" w:cs="Times New Roman"/>
      <w:sz w:val="21"/>
      <w:szCs w:val="20"/>
      <w:lang w:eastAsia="en-AU"/>
    </w:rPr>
    <w:tblPr>
      <w:tblInd w:w="851" w:type="dxa"/>
      <w:tblBorders>
        <w:top w:val="single" w:color="0076B8" w:sz="2" w:space="0"/>
        <w:left w:val="single" w:color="0076B8" w:sz="2" w:space="0"/>
        <w:bottom w:val="single" w:color="0076B8" w:sz="2" w:space="0"/>
        <w:right w:val="single" w:color="0076B8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color="0076B8" w:sz="2" w:space="0"/>
          <w:left w:val="single" w:color="0076B8" w:sz="2" w:space="0"/>
          <w:bottom w:val="single" w:color="0076B8" w:sz="2" w:space="0"/>
          <w:right w:val="single" w:color="0076B8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styleId="Body-ListNumbered" w:customStyle="1">
    <w:name w:val="Body - List Numbered"/>
    <w:rsid w:val="004C30D1"/>
    <w:pPr>
      <w:numPr>
        <w:numId w:val="1"/>
      </w:numPr>
    </w:pPr>
  </w:style>
  <w:style w:type="paragraph" w:styleId="Numberedlist" w:customStyle="1">
    <w:name w:val="Numbered list"/>
    <w:basedOn w:val="ListNumber"/>
    <w:autoRedefine/>
    <w:rsid w:val="00954C78"/>
  </w:style>
  <w:style w:type="paragraph" w:styleId="ReferenceCaption" w:customStyle="1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styleId="eHUBTable-WithTopHeadings" w:customStyle="1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hAnsi="Arial" w:eastAsia="Times New Roman" w:cs="Times New Roman"/>
      <w:sz w:val="20"/>
      <w:szCs w:val="20"/>
      <w:lang w:eastAsia="en-AU"/>
    </w:rPr>
    <w:tblPr>
      <w:tblInd w:w="851" w:type="dxa"/>
      <w:tblBorders>
        <w:bottom w:val="single" w:color="D9D9D9" w:themeColor="background1" w:themeShade="D9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="170" w:leftChars="0" w:right="170" w:rightChars="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color="0076B8" w:sz="2" w:space="0"/>
          <w:left w:val="nil"/>
          <w:bottom w:val="single" w:color="0076B8" w:sz="2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styleId="Tableheading1" w:customStyle="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rPr>
      <w:cantSplit/>
    </w:trPr>
    <w:tcPr>
      <w:vAlign w:val="center"/>
    </w:tcPr>
    <w:tblStylePr w:type="firstRow">
      <w:pPr>
        <w:wordWrap/>
        <w:spacing w:before="120" w:beforeLines="0" w:beforeAutospacing="0" w:after="120" w:afterLines="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styleId="eHUBTable-WithSideHeadings" w:customStyle="1">
    <w:name w:val="eHUB Table - With Side Headings"/>
    <w:basedOn w:val="TableNormal"/>
    <w:rsid w:val="003C0972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en-AU"/>
    </w:rPr>
    <w:tblPr>
      <w:tblInd w:w="851" w:type="dxa"/>
      <w:tblBorders>
        <w:top w:val="single" w:color="0076B8" w:sz="2" w:space="0"/>
        <w:left w:val="single" w:color="0076B8" w:sz="2" w:space="0"/>
        <w:bottom w:val="single" w:color="0076B8" w:sz="2" w:space="0"/>
        <w:right w:val="single" w:color="0076B8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color="0076B8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color="A6A6A6" w:themeColor="background1" w:themeShade="A6" w:sz="2" w:space="0"/>
          <w:insideH w:val="single" w:color="A6A6A6" w:themeColor="background1" w:themeShade="A6" w:sz="2" w:space="0"/>
        </w:tcBorders>
        <w:shd w:val="clear" w:color="auto" w:fill="D3E6F5"/>
      </w:tcPr>
    </w:tblStylePr>
    <w:tblStylePr w:type="neCell">
      <w:tblPr/>
      <w:tcPr>
        <w:tcBorders>
          <w:top w:val="single" w:color="0076B8" w:sz="2" w:space="0"/>
          <w:left w:val="single" w:color="D9D9D9" w:themeColor="background1" w:themeShade="D9" w:sz="2" w:space="0"/>
          <w:bottom w:val="nil"/>
          <w:right w:val="single" w:color="0076B8" w:sz="2" w:space="0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color="A6A6A6" w:themeColor="background1" w:themeShade="A6" w:sz="2" w:space="0"/>
          <w:insideH w:val="single" w:color="A6A6A6" w:themeColor="background1" w:themeShade="A6" w:sz="2" w:space="0"/>
        </w:tcBorders>
        <w:shd w:val="clear" w:color="auto" w:fill="D3E6F5"/>
      </w:tcPr>
    </w:tblStylePr>
  </w:style>
  <w:style w:type="paragraph" w:styleId="Tableheading10" w:customStyle="1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styleId="Style1" w:customStyle="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styleId="Style2" w:customStyle="1">
    <w:name w:val="Style2"/>
    <w:basedOn w:val="TableGrid"/>
    <w:uiPriority w:val="99"/>
    <w:rsid w:val="009238B3"/>
    <w:tblPr/>
    <w:tblStylePr w:type="firstRow">
      <w:pPr>
        <w:wordWrap/>
        <w:spacing w:before="120" w:beforeLines="0" w:beforeAutospacing="0" w:after="120" w:afterLines="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styleId="Style3" w:customStyle="1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styleId="Style4" w:customStyle="1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styleId="Heading7Char" w:customStyle="1">
    <w:name w:val="Heading 7 Char"/>
    <w:basedOn w:val="DefaultParagraphFont"/>
    <w:link w:val="Heading7"/>
    <w:uiPriority w:val="9"/>
    <w:rsid w:val="00FF5701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0057B8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50408C"/>
    <w:rPr>
      <w:rFonts w:asciiTheme="majorHAnsi" w:hAnsiTheme="majorHAnsi" w:eastAsiaTheme="majorEastAsia" w:cstheme="majorBidi"/>
      <w:color w:val="0057B8"/>
      <w:spacing w:val="5"/>
      <w:kern w:val="28"/>
      <w:sz w:val="52"/>
      <w:szCs w:val="52"/>
    </w:rPr>
  </w:style>
  <w:style w:type="character" w:styleId="Footerlargertext" w:customStyle="1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styleId="Bodyfooter" w:customStyle="1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cs="Arial" w:eastAsiaTheme="minorEastAsia"/>
      <w:color w:val="262626" w:themeColor="text1" w:themeTint="D9"/>
      <w:kern w:val="22"/>
      <w:sz w:val="16"/>
      <w:szCs w:val="16"/>
      <w:lang w:bidi="en-US"/>
    </w:rPr>
  </w:style>
  <w:style w:type="character" w:styleId="CaptionChar" w:customStyle="1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styleId="Bulletslist" w:customStyle="1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styleId="BulletslistChar" w:customStyle="1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styleId="Sectionname" w:customStyle="1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styleId="SectionnameChar" w:customStyle="1">
    <w:name w:val="Section name Char"/>
    <w:basedOn w:val="Heading1Char"/>
    <w:link w:val="Sectionname"/>
    <w:rsid w:val="00D97AC3"/>
    <w:rPr>
      <w:rFonts w:ascii="Calibri" w:hAnsi="Calibri" w:eastAsiaTheme="minorEastAsia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styleId="StyleTD" w:customStyle="1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styleId="GridTable1Light1" w:customStyle="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tyleTD2" w:customStyle="1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styleId="Guidetext" w:customStyle="1">
    <w:name w:val="Guide text"/>
    <w:basedOn w:val="Normal"/>
    <w:link w:val="GuidetextChar"/>
    <w:qFormat/>
    <w:rsid w:val="00EE3A11"/>
    <w:rPr>
      <w:i/>
      <w:color w:val="FF0000"/>
    </w:rPr>
  </w:style>
  <w:style w:type="table" w:styleId="TableGridLight1" w:customStyle="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GuidetextChar" w:customStyle="1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Default" w:customStyle="1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odyChar" w:customStyle="1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51DE1A-51E0-4588-A0B0-7C6E7C4C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46638-1B2C-4228-9A1E-E1DE7710E2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Practical Activity V1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MEM18002B_SURS_270919</dc:title>
  <dc:creator/>
  <dc:description>The content in this document is copyright © TAFE NSW 2019.
Generated by the Document Automation for Training and Assessment system (developed by Marc Fearby).</dc:description>
  <lastModifiedBy>Jenny Piercy</lastModifiedBy>
  <revision>2</revision>
  <dcterms:created xsi:type="dcterms:W3CDTF">2019-01-11T04:33:00.0000000Z</dcterms:created>
  <dcterms:modified xsi:type="dcterms:W3CDTF">2019-10-22T00:01:13.1018436Z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1024">
    <vt:lpwstr>33</vt:lpwstr>
  </property>
</Properties>
</file>