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40677" w14:textId="77777777" w:rsidR="002B7FBB" w:rsidRPr="00587B97" w:rsidRDefault="00D014E2" w:rsidP="002B7FBB">
      <w:pPr>
        <w:pStyle w:val="Heading1Purple"/>
      </w:pPr>
      <w:bookmarkStart w:id="0" w:name="_Toc518635098"/>
      <w:bookmarkStart w:id="1" w:name="_Toc521595604"/>
      <w:bookmarkStart w:id="2" w:name="_Hlk492044261"/>
      <w:r w:rsidRPr="00587B97">
        <w:t>PART A – SkillsPoint Product Information</w:t>
      </w:r>
      <w:bookmarkEnd w:id="0"/>
      <w:bookmarkEnd w:id="1"/>
    </w:p>
    <w:p w14:paraId="12840678" w14:textId="77777777" w:rsidR="002B7FBB" w:rsidRPr="005458DC" w:rsidRDefault="00D014E2" w:rsidP="002B7FBB">
      <w:pPr>
        <w:pStyle w:val="Heading2Purple"/>
      </w:pPr>
      <w:bookmarkStart w:id="3" w:name="_Toc517263911"/>
      <w:bookmarkStart w:id="4" w:name="_Toc517704689"/>
      <w:bookmarkStart w:id="5" w:name="_Toc518635099"/>
      <w:bookmarkStart w:id="6" w:name="_Toc521595605"/>
      <w:r w:rsidRPr="005458DC">
        <w:t>Master Product Information</w:t>
      </w:r>
      <w:bookmarkEnd w:id="3"/>
      <w:bookmarkEnd w:id="4"/>
      <w:bookmarkEnd w:id="5"/>
      <w:bookmarkEnd w:id="6"/>
    </w:p>
    <w:p w14:paraId="12840679" w14:textId="77777777" w:rsidR="002B7FBB" w:rsidRPr="00AF0F78" w:rsidRDefault="00D014E2" w:rsidP="002B7FBB">
      <w:pPr>
        <w:pBdr>
          <w:top w:val="single" w:sz="4" w:space="1" w:color="auto"/>
          <w:left w:val="single" w:sz="4" w:space="4" w:color="auto"/>
          <w:bottom w:val="single" w:sz="4" w:space="1" w:color="auto"/>
          <w:right w:val="single" w:sz="4" w:space="4" w:color="auto"/>
        </w:pBdr>
        <w:tabs>
          <w:tab w:val="left" w:pos="5529"/>
        </w:tabs>
      </w:pPr>
      <w:r w:rsidRPr="00842FED">
        <w:rPr>
          <w:b/>
        </w:rPr>
        <w:t>RTO Code:</w:t>
      </w:r>
      <w:r>
        <w:tab/>
      </w:r>
      <w:r w:rsidRPr="004F6B37">
        <w:rPr>
          <w:b/>
        </w:rPr>
        <w:t>90003</w:t>
      </w:r>
    </w:p>
    <w:p w14:paraId="1284067A"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842FED">
        <w:rPr>
          <w:b/>
        </w:rPr>
        <w:t>Training Product Code:</w:t>
      </w:r>
      <w:r w:rsidRPr="00842FED">
        <w:rPr>
          <w:b/>
        </w:rPr>
        <w:tab/>
      </w:r>
      <w:bookmarkStart w:id="7" w:name="TGACode"/>
      <w:r w:rsidRPr="00842FED">
        <w:rPr>
          <w:b/>
        </w:rPr>
        <w:t>MEM30205</w:t>
      </w:r>
      <w:bookmarkEnd w:id="7"/>
    </w:p>
    <w:p w14:paraId="1284067B"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842FED">
        <w:rPr>
          <w:b/>
          <w:bCs/>
        </w:rPr>
        <w:t>Release no.</w:t>
      </w:r>
      <w:r w:rsidRPr="00842FED">
        <w:rPr>
          <w:b/>
          <w:bCs/>
        </w:rPr>
        <w:tab/>
      </w:r>
      <w:bookmarkStart w:id="8" w:name="TGARelease"/>
      <w:r w:rsidRPr="00842FED">
        <w:rPr>
          <w:b/>
          <w:bCs/>
        </w:rPr>
        <w:t>3</w:t>
      </w:r>
      <w:bookmarkEnd w:id="8"/>
    </w:p>
    <w:p w14:paraId="1284067C" w14:textId="1F7252AA" w:rsidR="002B7FBB" w:rsidRPr="00842FED" w:rsidRDefault="00D014E2" w:rsidP="00197295">
      <w:pPr>
        <w:pBdr>
          <w:top w:val="single" w:sz="4" w:space="1" w:color="auto"/>
          <w:left w:val="single" w:sz="4" w:space="4" w:color="auto"/>
          <w:bottom w:val="single" w:sz="4" w:space="1" w:color="auto"/>
          <w:right w:val="single" w:sz="4" w:space="4" w:color="auto"/>
        </w:pBdr>
        <w:tabs>
          <w:tab w:val="left" w:pos="5529"/>
        </w:tabs>
        <w:ind w:left="5448" w:hanging="5448"/>
        <w:rPr>
          <w:b/>
        </w:rPr>
      </w:pPr>
      <w:r w:rsidRPr="00842FED">
        <w:rPr>
          <w:b/>
          <w:bCs/>
        </w:rPr>
        <w:t>Training Product Name:</w:t>
      </w:r>
      <w:r>
        <w:rPr>
          <w:b/>
          <w:bCs/>
        </w:rPr>
        <w:tab/>
      </w:r>
      <w:bookmarkStart w:id="9" w:name="TGAName"/>
      <w:r>
        <w:rPr>
          <w:b/>
          <w:bCs/>
        </w:rPr>
        <w:t>Certificate III in Engineering - Mechanical Trade</w:t>
      </w:r>
      <w:bookmarkEnd w:id="9"/>
    </w:p>
    <w:p w14:paraId="1284067D"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szCs w:val="24"/>
        </w:rPr>
      </w:pPr>
      <w:r w:rsidRPr="00842FED">
        <w:rPr>
          <w:rFonts w:ascii="Calibri" w:hAnsi="Calibri"/>
          <w:b/>
          <w:szCs w:val="24"/>
        </w:rPr>
        <w:t>Status of Training Product:</w:t>
      </w:r>
      <w:r>
        <w:rPr>
          <w:rFonts w:ascii="Calibri" w:hAnsi="Calibri"/>
          <w:szCs w:val="24"/>
        </w:rPr>
        <w:tab/>
      </w:r>
      <w:bookmarkStart w:id="10" w:name="TGAStatus"/>
      <w:r>
        <w:rPr>
          <w:rFonts w:ascii="Calibri" w:hAnsi="Calibri"/>
          <w:szCs w:val="24"/>
        </w:rPr>
        <w:t>Current</w:t>
      </w:r>
      <w:bookmarkEnd w:id="10"/>
    </w:p>
    <w:p w14:paraId="1284067E"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1" w:name="TGAReleaseDate"/>
      <w:r w:rsidRPr="00842FED">
        <w:rPr>
          <w:rFonts w:ascii="Calibri" w:hAnsi="Calibri"/>
          <w:b/>
          <w:szCs w:val="24"/>
        </w:rPr>
        <w:t>16/03/2012</w:t>
      </w:r>
      <w:bookmarkEnd w:id="11"/>
    </w:p>
    <w:p w14:paraId="1284067F" w14:textId="77777777" w:rsidR="002B7FBB" w:rsidRPr="00587B97"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EndPr/>
        <w:sdtContent>
          <w:r w:rsidR="00CF13C7">
            <w:rPr>
              <w:rFonts w:ascii="MS Gothic" w:eastAsia="MS Gothic" w:hAnsi="MS Gothic" w:hint="eastAsia"/>
            </w:rPr>
            <w:t>☒</w:t>
          </w:r>
        </w:sdtContent>
      </w:sdt>
      <w:r w:rsidRPr="005B1811">
        <w:rPr>
          <w:rFonts w:ascii="Calibri" w:hAnsi="Calibri"/>
        </w:rPr>
        <w:t xml:space="preserve"> Nationally Recognised Qualification</w:t>
      </w:r>
    </w:p>
    <w:p w14:paraId="12840680"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Accredited Course</w:t>
      </w:r>
    </w:p>
    <w:p w14:paraId="12840681"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14:paraId="12840682"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14:paraId="12840683"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Non Nationally Recognised</w:t>
      </w:r>
    </w:p>
    <w:p w14:paraId="12840684" w14:textId="77777777" w:rsidR="002B7FBB" w:rsidRPr="00CA280B" w:rsidRDefault="00D014E2" w:rsidP="002B7FB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14:paraId="12840685" w14:textId="7BC5653E" w:rsidR="002B7FBB" w:rsidRPr="0096148A"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sidR="00CF13C7">
        <w:rPr>
          <w:rFonts w:ascii="Calibri" w:hAnsi="Calibri"/>
          <w:b/>
          <w:szCs w:val="24"/>
        </w:rPr>
        <w:t xml:space="preserve"> </w:t>
      </w:r>
      <w:r w:rsidR="00197295">
        <w:rPr>
          <w:rFonts w:ascii="Calibri" w:hAnsi="Calibri"/>
          <w:b/>
          <w:szCs w:val="24"/>
        </w:rPr>
        <w:tab/>
      </w:r>
      <w:r w:rsidR="000D363F">
        <w:rPr>
          <w:rFonts w:ascii="Calibri" w:hAnsi="Calibri"/>
          <w:b/>
          <w:szCs w:val="24"/>
        </w:rPr>
        <w:t>Dean Williams</w:t>
      </w:r>
      <w:r w:rsidRPr="0096148A">
        <w:rPr>
          <w:rFonts w:ascii="Calibri" w:hAnsi="Calibri"/>
          <w:b/>
          <w:szCs w:val="24"/>
        </w:rPr>
        <w:tab/>
      </w:r>
    </w:p>
    <w:p w14:paraId="12840686" w14:textId="1EE2EABC" w:rsidR="00CF13C7" w:rsidRDefault="00D014E2" w:rsidP="002B7FBB">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sidR="00CF13C7">
        <w:rPr>
          <w:b/>
          <w:szCs w:val="24"/>
        </w:rPr>
        <w:t xml:space="preserve"> </w:t>
      </w:r>
      <w:r w:rsidR="00197295">
        <w:rPr>
          <w:b/>
          <w:szCs w:val="24"/>
        </w:rPr>
        <w:tab/>
      </w:r>
      <w:r w:rsidR="000D363F">
        <w:rPr>
          <w:b/>
          <w:szCs w:val="24"/>
        </w:rPr>
        <w:t>dean.williams</w:t>
      </w:r>
      <w:r w:rsidR="00CF13C7">
        <w:rPr>
          <w:b/>
          <w:szCs w:val="24"/>
        </w:rPr>
        <w:t>@tafensw.edu.au</w:t>
      </w:r>
    </w:p>
    <w:p w14:paraId="12840687" w14:textId="2D1E5675" w:rsidR="002B7FBB" w:rsidRPr="0096148A"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sidR="00914BEC">
        <w:rPr>
          <w:b/>
          <w:szCs w:val="24"/>
        </w:rPr>
        <w:t xml:space="preserve"> </w:t>
      </w:r>
      <w:r w:rsidR="00197295">
        <w:rPr>
          <w:b/>
          <w:szCs w:val="24"/>
        </w:rPr>
        <w:tab/>
      </w:r>
      <w:r w:rsidR="00914BEC">
        <w:rPr>
          <w:b/>
          <w:szCs w:val="24"/>
        </w:rPr>
        <w:t>MRS_18_</w:t>
      </w:r>
      <w:r w:rsidR="00AA77A5">
        <w:rPr>
          <w:b/>
          <w:szCs w:val="24"/>
        </w:rPr>
        <w:t>02_MEM30205</w:t>
      </w:r>
    </w:p>
    <w:p w14:paraId="12840688" w14:textId="77777777" w:rsidR="002B7FBB" w:rsidRDefault="002B7FBB" w:rsidP="002B7FBB">
      <w:pPr>
        <w:pStyle w:val="Heading2Purple"/>
      </w:pPr>
      <w:bookmarkStart w:id="12" w:name="_Toc517263912"/>
      <w:bookmarkStart w:id="13" w:name="_Toc517704690"/>
      <w:bookmarkStart w:id="14" w:name="_Toc518635100"/>
    </w:p>
    <w:p w14:paraId="12840689" w14:textId="77777777" w:rsidR="002B7FBB" w:rsidRDefault="00D014E2" w:rsidP="002B7FBB">
      <w:pPr>
        <w:pStyle w:val="Heading2Purple"/>
      </w:pPr>
      <w:bookmarkStart w:id="15" w:name="_Toc521595606"/>
      <w:r w:rsidRPr="00DD2C46">
        <w:t>Master Delivery Information</w:t>
      </w:r>
      <w:bookmarkEnd w:id="12"/>
      <w:bookmarkEnd w:id="13"/>
      <w:bookmarkEnd w:id="14"/>
      <w:bookmarkEnd w:id="15"/>
    </w:p>
    <w:p w14:paraId="1284068A" w14:textId="77777777" w:rsidR="002B7FBB" w:rsidRDefault="00D014E2" w:rsidP="002B7FB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6" w:name="_Toc518635101"/>
      <w:bookmarkStart w:id="17" w:name="_Toc518636836"/>
      <w:bookmarkStart w:id="18" w:name="_Toc518652928"/>
      <w:bookmarkStart w:id="19" w:name="_Toc518655264"/>
      <w:r w:rsidRPr="00B25D2C">
        <w:rPr>
          <w:rFonts w:ascii="Calibri" w:hAnsi="Calibri"/>
          <w:b/>
          <w:szCs w:val="24"/>
        </w:rPr>
        <w:t>Specialist Stream or Industry Identified Stream</w:t>
      </w:r>
      <w:bookmarkEnd w:id="16"/>
      <w:bookmarkEnd w:id="17"/>
      <w:bookmarkEnd w:id="18"/>
      <w:bookmarkEnd w:id="19"/>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14:paraId="1284068B" w14:textId="77777777" w:rsidR="002B7FBB" w:rsidRPr="001E4CD5" w:rsidRDefault="00CC4298" w:rsidP="002B7FBB">
      <w:pPr>
        <w:pBdr>
          <w:top w:val="single" w:sz="4" w:space="1" w:color="auto"/>
          <w:left w:val="single" w:sz="4" w:space="4" w:color="auto"/>
          <w:bottom w:val="single" w:sz="4" w:space="1" w:color="auto"/>
          <w:right w:val="single" w:sz="4" w:space="4" w:color="auto"/>
        </w:pBdr>
        <w:rPr>
          <w:b/>
        </w:rPr>
      </w:pPr>
      <w:r>
        <w:rPr>
          <w:b/>
        </w:rPr>
        <w:t>Fitter Welder Specialisation Stream</w:t>
      </w:r>
    </w:p>
    <w:p w14:paraId="1284068C" w14:textId="77777777" w:rsidR="002B7FBB" w:rsidRDefault="002B7FBB" w:rsidP="002B7FBB"/>
    <w:p w14:paraId="1284068D"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EndPr/>
        <w:sdtContent>
          <w:r>
            <w:rPr>
              <w:rFonts w:ascii="Segoe UI Symbol" w:hAnsi="Segoe UI Symbol" w:cs="Segoe UI Symbol"/>
            </w:rPr>
            <w:t>☐</w:t>
          </w:r>
        </w:sdtContent>
      </w:sdt>
      <w:r>
        <w:t xml:space="preserve"> Pre-employment</w:t>
      </w:r>
    </w:p>
    <w:p w14:paraId="1284068E"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732688881"/>
          <w14:checkbox>
            <w14:checked w14:val="1"/>
            <w14:checkedState w14:val="2612" w14:font="Times New Roman"/>
            <w14:uncheckedState w14:val="2610" w14:font="Times New Roman"/>
          </w14:checkbox>
        </w:sdtPr>
        <w:sdtEndPr/>
        <w:sdtContent>
          <w:r w:rsidR="00CF13C7">
            <w:rPr>
              <w:rFonts w:ascii="Segoe UI Symbol" w:hAnsi="Segoe UI Symbol" w:cs="Segoe UI Symbol"/>
            </w:rPr>
            <w:t>☒</w:t>
          </w:r>
        </w:sdtContent>
      </w:sdt>
      <w:r>
        <w:t xml:space="preserve"> Apprentices/Trainees</w:t>
      </w:r>
    </w:p>
    <w:p w14:paraId="1284068F" w14:textId="77777777" w:rsidR="002B7FBB" w:rsidRPr="00883CDC"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493915465"/>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International Students</w:t>
      </w:r>
    </w:p>
    <w:p w14:paraId="12840690"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377395197"/>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Existing Workers </w:t>
      </w:r>
    </w:p>
    <w:p w14:paraId="12840691"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400328786"/>
          <w14:checkbox>
            <w14:checked w14:val="0"/>
            <w14:checkedState w14:val="2612" w14:font="Times New Roman"/>
            <w14:uncheckedState w14:val="2610" w14:font="Times New Roman"/>
          </w14:checkbox>
        </w:sdtPr>
        <w:sdtEndPr/>
        <w:sdtContent>
          <w:r>
            <w:rPr>
              <w:rFonts w:ascii="Segoe UI Symbol" w:eastAsia="MS Mincho" w:hAnsi="Segoe UI Symbol" w:cs="Segoe UI Symbol"/>
              <w:lang w:val="en-US"/>
            </w:rPr>
            <w:t>☐</w:t>
          </w:r>
        </w:sdtContent>
      </w:sdt>
      <w:r>
        <w:t xml:space="preserve"> Other (Please specify):</w:t>
      </w:r>
    </w:p>
    <w:p w14:paraId="12840692" w14:textId="77777777" w:rsidR="002B7FBB" w:rsidRDefault="002B7FBB"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14:paraId="12840693" w14:textId="2D5B32DA" w:rsidR="002B7FBB" w:rsidRPr="006C6123"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EndPr/>
        <w:sdtContent>
          <w:r w:rsidR="00C03232">
            <w:rPr>
              <w:rFonts w:ascii="MS Gothic" w:eastAsia="MS Gothic" w:hAnsi="MS Gothic" w:cs="Calibri" w:hint="eastAsia"/>
            </w:rPr>
            <w:t>☐</w:t>
          </w:r>
        </w:sdtContent>
      </w:sdt>
      <w:r>
        <w:rPr>
          <w:rFonts w:ascii="Calibri" w:hAnsi="Calibri" w:cs="Calibri"/>
        </w:rPr>
        <w:t xml:space="preserve"> Face to Face Learning</w:t>
      </w:r>
    </w:p>
    <w:p w14:paraId="12840694" w14:textId="3AF9F8C4"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EndPr/>
        <w:sdtContent>
          <w:r w:rsidR="00C03232">
            <w:rPr>
              <w:rFonts w:ascii="MS Gothic" w:eastAsia="MS Gothic" w:hAnsi="MS Gothic" w:cs="Calibri" w:hint="eastAsia"/>
            </w:rPr>
            <w:t>☐</w:t>
          </w:r>
        </w:sdtContent>
      </w:sdt>
      <w:r>
        <w:rPr>
          <w:rFonts w:ascii="Calibri" w:hAnsi="Calibri" w:cs="Calibri"/>
        </w:rPr>
        <w:t xml:space="preserve"> Workplace</w:t>
      </w:r>
      <w:r>
        <w:t xml:space="preserve"> Training</w:t>
      </w:r>
    </w:p>
    <w:p w14:paraId="12840695" w14:textId="60DD1DF2"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EndPr/>
        <w:sdtContent>
          <w:r w:rsidR="00C03232">
            <w:rPr>
              <w:rFonts w:ascii="MS Gothic" w:eastAsia="MS Gothic" w:hAnsi="MS Gothic" w:cs="Calibri" w:hint="eastAsia"/>
            </w:rPr>
            <w:t>☐</w:t>
          </w:r>
        </w:sdtContent>
      </w:sdt>
      <w:r>
        <w:rPr>
          <w:rFonts w:ascii="Calibri" w:hAnsi="Calibri" w:cs="Calibri"/>
        </w:rPr>
        <w:t xml:space="preserve"> Online Learning</w:t>
      </w:r>
    </w:p>
    <w:p w14:paraId="12840696"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EndPr/>
        <w:sdtContent>
          <w:r w:rsidR="00CF13C7">
            <w:rPr>
              <w:rFonts w:ascii="MS Gothic" w:eastAsia="MS Gothic" w:hAnsi="MS Gothic" w:cs="Calibri" w:hint="eastAsia"/>
            </w:rPr>
            <w:t>☒</w:t>
          </w:r>
        </w:sdtContent>
      </w:sdt>
      <w:r>
        <w:rPr>
          <w:rFonts w:ascii="Calibri" w:hAnsi="Calibri" w:cs="Calibri"/>
        </w:rPr>
        <w:t xml:space="preserve"> Blended</w:t>
      </w:r>
    </w:p>
    <w:p w14:paraId="12840698" w14:textId="31D6FAFF"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Other:</w:t>
      </w:r>
      <w:r>
        <w:rPr>
          <w:b/>
        </w:rPr>
        <w:tab/>
      </w:r>
    </w:p>
    <w:p w14:paraId="12840699" w14:textId="77777777" w:rsidR="00CC4298" w:rsidRPr="00197295" w:rsidRDefault="00D014E2" w:rsidP="002B7FBB">
      <w:pPr>
        <w:pStyle w:val="Heading1Purple"/>
        <w:rPr>
          <w:noProof/>
          <w:sz w:val="20"/>
          <w:szCs w:val="20"/>
        </w:rPr>
      </w:pPr>
      <w:bookmarkStart w:id="20" w:name="_Toc517263914"/>
      <w:bookmarkStart w:id="21" w:name="_Toc517704692"/>
      <w:bookmarkStart w:id="22" w:name="_Toc518635102"/>
      <w:bookmarkStart w:id="23" w:name="_Toc518636837"/>
      <w:bookmarkStart w:id="24" w:name="_Toc518652929"/>
      <w:bookmarkStart w:id="25" w:name="_Toc518655265"/>
      <w:bookmarkStart w:id="26" w:name="_Toc519174681"/>
      <w:bookmarkStart w:id="27" w:name="_Toc519174881"/>
      <w:bookmarkStart w:id="28" w:name="_Toc519239328"/>
      <w:bookmarkStart w:id="29" w:name="_Toc519260239"/>
      <w:bookmarkStart w:id="30" w:name="_Toc519260383"/>
      <w:bookmarkStart w:id="31" w:name="_Toc520375025"/>
      <w:bookmarkStart w:id="32" w:name="_Toc521595607"/>
      <w:r>
        <w:lastRenderedPageBreak/>
        <w:t>Contents</w:t>
      </w:r>
      <w:bookmarkEnd w:id="20"/>
      <w:bookmarkEnd w:id="21"/>
      <w:bookmarkEnd w:id="22"/>
      <w:bookmarkEnd w:id="23"/>
      <w:bookmarkEnd w:id="24"/>
      <w:bookmarkEnd w:id="25"/>
      <w:bookmarkEnd w:id="26"/>
      <w:bookmarkEnd w:id="27"/>
      <w:bookmarkEnd w:id="28"/>
      <w:bookmarkEnd w:id="29"/>
      <w:bookmarkEnd w:id="30"/>
      <w:bookmarkEnd w:id="31"/>
      <w:bookmarkEnd w:id="32"/>
      <w:r w:rsidRPr="00197295">
        <w:rPr>
          <w:rFonts w:ascii="Calibri" w:hAnsi="Calibri" w:cs="Calibri"/>
          <w:noProof/>
          <w:sz w:val="20"/>
          <w:szCs w:val="20"/>
        </w:rPr>
        <w:fldChar w:fldCharType="begin"/>
      </w:r>
      <w:r w:rsidRPr="00197295">
        <w:rPr>
          <w:rFonts w:ascii="Calibri" w:hAnsi="Calibri" w:cs="Calibri"/>
          <w:noProof/>
          <w:sz w:val="20"/>
          <w:szCs w:val="20"/>
        </w:rPr>
        <w:instrText xml:space="preserve"> TOC \o "1-3" \h \z \u </w:instrText>
      </w:r>
      <w:r w:rsidRPr="00197295">
        <w:rPr>
          <w:rFonts w:ascii="Calibri" w:hAnsi="Calibri" w:cs="Calibri"/>
          <w:noProof/>
          <w:sz w:val="20"/>
          <w:szCs w:val="20"/>
        </w:rPr>
        <w:fldChar w:fldCharType="separate"/>
      </w:r>
    </w:p>
    <w:p w14:paraId="1284069A" w14:textId="3788DC5A" w:rsidR="00CC4298" w:rsidRPr="00197295" w:rsidRDefault="00C9227E">
      <w:pPr>
        <w:pStyle w:val="TOC1"/>
        <w:tabs>
          <w:tab w:val="right" w:leader="dot" w:pos="9629"/>
        </w:tabs>
        <w:rPr>
          <w:rFonts w:eastAsiaTheme="minorEastAsia"/>
          <w:b w:val="0"/>
          <w:noProof/>
          <w:color w:val="auto"/>
          <w:sz w:val="20"/>
          <w:szCs w:val="20"/>
          <w:lang w:eastAsia="en-AU"/>
        </w:rPr>
      </w:pPr>
      <w:hyperlink w:anchor="_Toc521595604" w:history="1">
        <w:r w:rsidR="00CC4298" w:rsidRPr="00197295">
          <w:rPr>
            <w:rStyle w:val="Hyperlink"/>
            <w:noProof/>
            <w:sz w:val="20"/>
            <w:szCs w:val="20"/>
          </w:rPr>
          <w:t>PART A – SkillsPoint Product Information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_Toc521595604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w:t>
        </w:r>
        <w:r w:rsidR="00CC4298" w:rsidRPr="00197295">
          <w:rPr>
            <w:noProof/>
            <w:webHidden/>
            <w:sz w:val="20"/>
            <w:szCs w:val="20"/>
          </w:rPr>
          <w:fldChar w:fldCharType="end"/>
        </w:r>
      </w:hyperlink>
    </w:p>
    <w:p w14:paraId="1284069B" w14:textId="015755EE" w:rsidR="00CC4298" w:rsidRPr="00197295" w:rsidRDefault="00C9227E">
      <w:pPr>
        <w:pStyle w:val="TOC2"/>
        <w:tabs>
          <w:tab w:val="right" w:leader="dot" w:pos="9629"/>
        </w:tabs>
        <w:rPr>
          <w:rFonts w:eastAsiaTheme="minorEastAsia"/>
          <w:noProof/>
          <w:color w:val="auto"/>
          <w:sz w:val="20"/>
          <w:szCs w:val="20"/>
          <w:lang w:eastAsia="en-AU"/>
        </w:rPr>
      </w:pPr>
      <w:hyperlink w:anchor="_Toc521595605" w:history="1">
        <w:r w:rsidR="00CC4298" w:rsidRPr="00197295">
          <w:rPr>
            <w:rStyle w:val="Hyperlink"/>
            <w:noProof/>
            <w:sz w:val="20"/>
            <w:szCs w:val="20"/>
          </w:rPr>
          <w:t>Master Product Information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_Toc521595605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w:t>
        </w:r>
        <w:r w:rsidR="00CC4298" w:rsidRPr="00197295">
          <w:rPr>
            <w:noProof/>
            <w:webHidden/>
            <w:sz w:val="20"/>
            <w:szCs w:val="20"/>
          </w:rPr>
          <w:fldChar w:fldCharType="end"/>
        </w:r>
      </w:hyperlink>
    </w:p>
    <w:p w14:paraId="1284069C" w14:textId="44EA3645" w:rsidR="00CC4298" w:rsidRPr="00197295" w:rsidRDefault="00C9227E">
      <w:pPr>
        <w:pStyle w:val="TOC2"/>
        <w:tabs>
          <w:tab w:val="right" w:leader="dot" w:pos="9629"/>
        </w:tabs>
        <w:rPr>
          <w:rFonts w:eastAsiaTheme="minorEastAsia"/>
          <w:noProof/>
          <w:color w:val="auto"/>
          <w:sz w:val="20"/>
          <w:szCs w:val="20"/>
          <w:lang w:eastAsia="en-AU"/>
        </w:rPr>
      </w:pPr>
      <w:hyperlink w:anchor="_Toc521595606" w:history="1">
        <w:r w:rsidR="00CC4298" w:rsidRPr="00197295">
          <w:rPr>
            <w:rStyle w:val="Hyperlink"/>
            <w:noProof/>
            <w:sz w:val="20"/>
            <w:szCs w:val="20"/>
          </w:rPr>
          <w:t>Master Delivery Information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_Toc521595606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w:t>
        </w:r>
        <w:r w:rsidR="00CC4298" w:rsidRPr="00197295">
          <w:rPr>
            <w:noProof/>
            <w:webHidden/>
            <w:sz w:val="20"/>
            <w:szCs w:val="20"/>
          </w:rPr>
          <w:fldChar w:fldCharType="end"/>
        </w:r>
      </w:hyperlink>
    </w:p>
    <w:p w14:paraId="1284069E" w14:textId="6E3AC2CE"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08" w:history="1">
        <w:r w:rsidR="00CC4298" w:rsidRPr="00197295">
          <w:rPr>
            <w:rStyle w:val="Hyperlink"/>
            <w:noProof/>
            <w:sz w:val="20"/>
            <w:szCs w:val="20"/>
          </w:rPr>
          <w:t>1.</w:t>
        </w:r>
        <w:r w:rsidR="00CC4298" w:rsidRPr="00197295">
          <w:rPr>
            <w:rFonts w:eastAsiaTheme="minorEastAsia"/>
            <w:noProof/>
            <w:color w:val="auto"/>
            <w:sz w:val="20"/>
            <w:szCs w:val="20"/>
            <w:lang w:eastAsia="en-AU"/>
          </w:rPr>
          <w:tab/>
        </w:r>
        <w:r w:rsidR="00CC4298" w:rsidRPr="00197295">
          <w:rPr>
            <w:rStyle w:val="Hyperlink"/>
            <w:noProof/>
            <w:sz w:val="20"/>
            <w:szCs w:val="20"/>
          </w:rPr>
          <w:t>Training Product Overview</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_Toc521595608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w:t>
        </w:r>
        <w:r w:rsidR="00CC4298" w:rsidRPr="00197295">
          <w:rPr>
            <w:noProof/>
            <w:webHidden/>
            <w:sz w:val="20"/>
            <w:szCs w:val="20"/>
          </w:rPr>
          <w:fldChar w:fldCharType="end"/>
        </w:r>
      </w:hyperlink>
    </w:p>
    <w:p w14:paraId="1284069F" w14:textId="70C9DFDD"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09" w:history="1">
        <w:r w:rsidR="00CC4298" w:rsidRPr="00197295">
          <w:rPr>
            <w:rStyle w:val="Hyperlink"/>
            <w:noProof/>
            <w:sz w:val="20"/>
            <w:szCs w:val="20"/>
          </w:rPr>
          <w:t>1.1</w:t>
        </w:r>
        <w:r w:rsidR="00CC4298" w:rsidRPr="00197295">
          <w:rPr>
            <w:rFonts w:eastAsiaTheme="minorEastAsia"/>
            <w:noProof/>
            <w:color w:val="auto"/>
            <w:sz w:val="20"/>
            <w:szCs w:val="20"/>
            <w:lang w:eastAsia="en-AU"/>
          </w:rPr>
          <w:tab/>
        </w:r>
        <w:r w:rsidR="00CC4298" w:rsidRPr="00197295">
          <w:rPr>
            <w:rStyle w:val="Hyperlink"/>
            <w:noProof/>
            <w:sz w:val="20"/>
            <w:szCs w:val="20"/>
          </w:rPr>
          <w:t>Training Product Requirements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_Toc521595609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w:t>
        </w:r>
        <w:r w:rsidR="00CC4298" w:rsidRPr="00197295">
          <w:rPr>
            <w:noProof/>
            <w:webHidden/>
            <w:sz w:val="20"/>
            <w:szCs w:val="20"/>
          </w:rPr>
          <w:fldChar w:fldCharType="end"/>
        </w:r>
      </w:hyperlink>
    </w:p>
    <w:p w14:paraId="128406A0" w14:textId="79BB0C8A"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10" w:history="1">
        <w:r w:rsidR="00CC4298" w:rsidRPr="00197295">
          <w:rPr>
            <w:rStyle w:val="Hyperlink"/>
            <w:noProof/>
            <w:sz w:val="20"/>
            <w:szCs w:val="20"/>
          </w:rPr>
          <w:t>1.2</w:t>
        </w:r>
        <w:r w:rsidR="00CC4298" w:rsidRPr="00197295">
          <w:rPr>
            <w:rFonts w:eastAsiaTheme="minorEastAsia"/>
            <w:noProof/>
            <w:color w:val="auto"/>
            <w:sz w:val="20"/>
            <w:szCs w:val="20"/>
            <w:lang w:eastAsia="en-AU"/>
          </w:rPr>
          <w:tab/>
        </w:r>
        <w:r w:rsidR="00CC4298" w:rsidRPr="00197295">
          <w:rPr>
            <w:rStyle w:val="Hyperlink"/>
            <w:noProof/>
            <w:sz w:val="20"/>
            <w:szCs w:val="20"/>
          </w:rPr>
          <w:t>Licensing and/or Regulatory Requirements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_Toc521595610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w:t>
        </w:r>
        <w:r w:rsidR="00CC4298" w:rsidRPr="00197295">
          <w:rPr>
            <w:noProof/>
            <w:webHidden/>
            <w:sz w:val="20"/>
            <w:szCs w:val="20"/>
          </w:rPr>
          <w:fldChar w:fldCharType="end"/>
        </w:r>
      </w:hyperlink>
    </w:p>
    <w:p w14:paraId="128406A1" w14:textId="79FC2D83"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11" w:history="1">
        <w:r w:rsidR="00CC4298" w:rsidRPr="00197295">
          <w:rPr>
            <w:rStyle w:val="Hyperlink"/>
            <w:noProof/>
            <w:sz w:val="20"/>
            <w:szCs w:val="20"/>
          </w:rPr>
          <w:t>1.3</w:t>
        </w:r>
        <w:r w:rsidR="00CC4298" w:rsidRPr="00197295">
          <w:rPr>
            <w:rFonts w:eastAsiaTheme="minorEastAsia"/>
            <w:noProof/>
            <w:color w:val="auto"/>
            <w:sz w:val="20"/>
            <w:szCs w:val="20"/>
            <w:lang w:eastAsia="en-AU"/>
          </w:rPr>
          <w:tab/>
        </w:r>
        <w:r w:rsidR="00CC4298" w:rsidRPr="00197295">
          <w:rPr>
            <w:rStyle w:val="Hyperlink"/>
            <w:noProof/>
            <w:sz w:val="20"/>
            <w:szCs w:val="20"/>
          </w:rPr>
          <w:t>Qualification Description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_Toc521595611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w:t>
        </w:r>
        <w:r w:rsidR="00CC4298" w:rsidRPr="00197295">
          <w:rPr>
            <w:noProof/>
            <w:webHidden/>
            <w:sz w:val="20"/>
            <w:szCs w:val="20"/>
          </w:rPr>
          <w:fldChar w:fldCharType="end"/>
        </w:r>
      </w:hyperlink>
    </w:p>
    <w:p w14:paraId="128406A2" w14:textId="1880DA5B"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12" w:history="1">
        <w:r w:rsidR="00CC4298" w:rsidRPr="00197295">
          <w:rPr>
            <w:rStyle w:val="Hyperlink"/>
            <w:noProof/>
            <w:sz w:val="20"/>
            <w:szCs w:val="20"/>
          </w:rPr>
          <w:t>1.4</w:t>
        </w:r>
        <w:r w:rsidR="00CC4298" w:rsidRPr="00197295">
          <w:rPr>
            <w:rFonts w:eastAsiaTheme="minorEastAsia"/>
            <w:noProof/>
            <w:color w:val="auto"/>
            <w:sz w:val="20"/>
            <w:szCs w:val="20"/>
            <w:lang w:eastAsia="en-AU"/>
          </w:rPr>
          <w:tab/>
        </w:r>
        <w:r w:rsidR="00CC4298" w:rsidRPr="00197295">
          <w:rPr>
            <w:rStyle w:val="Hyperlink"/>
            <w:noProof/>
            <w:sz w:val="20"/>
            <w:szCs w:val="20"/>
          </w:rPr>
          <w:t>Pathways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_Toc521595612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4</w:t>
        </w:r>
        <w:r w:rsidR="00CC4298" w:rsidRPr="00197295">
          <w:rPr>
            <w:noProof/>
            <w:webHidden/>
            <w:sz w:val="20"/>
            <w:szCs w:val="20"/>
          </w:rPr>
          <w:fldChar w:fldCharType="end"/>
        </w:r>
      </w:hyperlink>
    </w:p>
    <w:p w14:paraId="128406A3" w14:textId="32F24282"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13" w:history="1">
        <w:r w:rsidR="00CC4298" w:rsidRPr="00197295">
          <w:rPr>
            <w:rStyle w:val="Hyperlink"/>
            <w:noProof/>
            <w:sz w:val="20"/>
            <w:szCs w:val="20"/>
          </w:rPr>
          <w:t>1.5</w:t>
        </w:r>
        <w:r w:rsidR="00CC4298" w:rsidRPr="00197295">
          <w:rPr>
            <w:rFonts w:eastAsiaTheme="minorEastAsia"/>
            <w:noProof/>
            <w:color w:val="auto"/>
            <w:sz w:val="20"/>
            <w:szCs w:val="20"/>
            <w:lang w:eastAsia="en-AU"/>
          </w:rPr>
          <w:tab/>
        </w:r>
        <w:r w:rsidR="00CC4298" w:rsidRPr="00197295">
          <w:rPr>
            <w:rStyle w:val="Hyperlink"/>
            <w:noProof/>
            <w:sz w:val="20"/>
            <w:szCs w:val="20"/>
          </w:rPr>
          <w:t>Entry Requirements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_Toc521595613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4</w:t>
        </w:r>
        <w:r w:rsidR="00CC4298" w:rsidRPr="00197295">
          <w:rPr>
            <w:noProof/>
            <w:webHidden/>
            <w:sz w:val="20"/>
            <w:szCs w:val="20"/>
          </w:rPr>
          <w:fldChar w:fldCharType="end"/>
        </w:r>
      </w:hyperlink>
    </w:p>
    <w:p w14:paraId="128406A4" w14:textId="06101A7C"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14" w:history="1">
        <w:r w:rsidR="00CC4298" w:rsidRPr="00197295">
          <w:rPr>
            <w:rStyle w:val="Hyperlink"/>
            <w:noProof/>
            <w:sz w:val="20"/>
            <w:szCs w:val="20"/>
          </w:rPr>
          <w:t>1.6</w:t>
        </w:r>
        <w:r w:rsidR="00CC4298" w:rsidRPr="00197295">
          <w:rPr>
            <w:rFonts w:eastAsiaTheme="minorEastAsia"/>
            <w:noProof/>
            <w:color w:val="auto"/>
            <w:sz w:val="20"/>
            <w:szCs w:val="20"/>
            <w:lang w:eastAsia="en-AU"/>
          </w:rPr>
          <w:tab/>
        </w:r>
        <w:r w:rsidR="00CC4298" w:rsidRPr="00197295">
          <w:rPr>
            <w:rStyle w:val="Hyperlink"/>
            <w:noProof/>
            <w:sz w:val="20"/>
            <w:szCs w:val="20"/>
          </w:rPr>
          <w:t>Exit Points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_Toc521595614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5</w:t>
        </w:r>
        <w:r w:rsidR="00CC4298" w:rsidRPr="00197295">
          <w:rPr>
            <w:noProof/>
            <w:webHidden/>
            <w:sz w:val="20"/>
            <w:szCs w:val="20"/>
          </w:rPr>
          <w:fldChar w:fldCharType="end"/>
        </w:r>
      </w:hyperlink>
    </w:p>
    <w:p w14:paraId="128406A5" w14:textId="39E3FE5E"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15" w:history="1">
        <w:r w:rsidR="00CC4298" w:rsidRPr="00197295">
          <w:rPr>
            <w:rStyle w:val="Hyperlink"/>
            <w:noProof/>
            <w:sz w:val="20"/>
            <w:szCs w:val="20"/>
          </w:rPr>
          <w:t>1.7</w:t>
        </w:r>
        <w:r w:rsidR="00CC4298" w:rsidRPr="00197295">
          <w:rPr>
            <w:rFonts w:eastAsiaTheme="minorEastAsia"/>
            <w:noProof/>
            <w:color w:val="auto"/>
            <w:sz w:val="20"/>
            <w:szCs w:val="20"/>
            <w:lang w:eastAsia="en-AU"/>
          </w:rPr>
          <w:tab/>
        </w:r>
        <w:r w:rsidR="00CC4298" w:rsidRPr="00197295">
          <w:rPr>
            <w:rStyle w:val="Hyperlink"/>
            <w:noProof/>
            <w:sz w:val="20"/>
            <w:szCs w:val="20"/>
          </w:rPr>
          <w:t>Units of Competency</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_Toc521595615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6</w:t>
        </w:r>
        <w:r w:rsidR="00CC4298" w:rsidRPr="00197295">
          <w:rPr>
            <w:noProof/>
            <w:webHidden/>
            <w:sz w:val="20"/>
            <w:szCs w:val="20"/>
          </w:rPr>
          <w:fldChar w:fldCharType="end"/>
        </w:r>
      </w:hyperlink>
    </w:p>
    <w:p w14:paraId="128406A6" w14:textId="0FEFEDF5"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16" w:history="1">
        <w:r w:rsidR="00CC4298" w:rsidRPr="00197295">
          <w:rPr>
            <w:rStyle w:val="Hyperlink"/>
            <w:noProof/>
            <w:sz w:val="20"/>
            <w:szCs w:val="20"/>
          </w:rPr>
          <w:t>1.8</w:t>
        </w:r>
        <w:r w:rsidR="00CC4298" w:rsidRPr="00197295">
          <w:rPr>
            <w:rFonts w:eastAsiaTheme="minorEastAsia"/>
            <w:noProof/>
            <w:color w:val="auto"/>
            <w:sz w:val="20"/>
            <w:szCs w:val="20"/>
            <w:lang w:eastAsia="en-AU"/>
          </w:rPr>
          <w:tab/>
        </w:r>
        <w:r w:rsidR="00CC4298" w:rsidRPr="00197295">
          <w:rPr>
            <w:rStyle w:val="Hyperlink"/>
            <w:noProof/>
            <w:sz w:val="20"/>
            <w:szCs w:val="20"/>
          </w:rPr>
          <w:t>Imported Units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_Toc521595616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11</w:t>
        </w:r>
        <w:r w:rsidR="00CC4298" w:rsidRPr="00197295">
          <w:rPr>
            <w:noProof/>
            <w:webHidden/>
            <w:sz w:val="20"/>
            <w:szCs w:val="20"/>
          </w:rPr>
          <w:fldChar w:fldCharType="end"/>
        </w:r>
      </w:hyperlink>
    </w:p>
    <w:p w14:paraId="128406A7" w14:textId="356DF808"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17" w:history="1">
        <w:r w:rsidR="00CC4298" w:rsidRPr="00197295">
          <w:rPr>
            <w:rStyle w:val="Hyperlink"/>
            <w:noProof/>
            <w:sz w:val="20"/>
            <w:szCs w:val="20"/>
          </w:rPr>
          <w:t>2.</w:t>
        </w:r>
        <w:r w:rsidR="00CC4298" w:rsidRPr="00197295">
          <w:rPr>
            <w:rFonts w:eastAsiaTheme="minorEastAsia"/>
            <w:noProof/>
            <w:color w:val="auto"/>
            <w:sz w:val="20"/>
            <w:szCs w:val="20"/>
            <w:lang w:eastAsia="en-AU"/>
          </w:rPr>
          <w:tab/>
        </w:r>
        <w:r w:rsidR="00CC4298" w:rsidRPr="00197295">
          <w:rPr>
            <w:rStyle w:val="Hyperlink"/>
            <w:noProof/>
            <w:sz w:val="20"/>
            <w:szCs w:val="20"/>
          </w:rPr>
          <w:t>Additional Information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_Toc521595617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12</w:t>
        </w:r>
        <w:r w:rsidR="00CC4298" w:rsidRPr="00197295">
          <w:rPr>
            <w:noProof/>
            <w:webHidden/>
            <w:sz w:val="20"/>
            <w:szCs w:val="20"/>
          </w:rPr>
          <w:fldChar w:fldCharType="end"/>
        </w:r>
      </w:hyperlink>
    </w:p>
    <w:p w14:paraId="128406A8" w14:textId="7A886417"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18" w:history="1">
        <w:r w:rsidR="00CC4298" w:rsidRPr="00197295">
          <w:rPr>
            <w:rStyle w:val="Hyperlink"/>
            <w:noProof/>
            <w:sz w:val="20"/>
            <w:szCs w:val="20"/>
          </w:rPr>
          <w:t>2.1</w:t>
        </w:r>
        <w:r w:rsidR="00CC4298" w:rsidRPr="00197295">
          <w:rPr>
            <w:rFonts w:eastAsiaTheme="minorEastAsia"/>
            <w:noProof/>
            <w:color w:val="auto"/>
            <w:sz w:val="20"/>
            <w:szCs w:val="20"/>
            <w:lang w:eastAsia="en-AU"/>
          </w:rPr>
          <w:tab/>
        </w:r>
        <w:r w:rsidR="00CC4298" w:rsidRPr="00197295">
          <w:rPr>
            <w:rStyle w:val="Hyperlink"/>
            <w:noProof/>
            <w:sz w:val="20"/>
            <w:szCs w:val="20"/>
          </w:rPr>
          <w:t>Environment and Location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_Toc521595618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12</w:t>
        </w:r>
        <w:r w:rsidR="00CC4298" w:rsidRPr="00197295">
          <w:rPr>
            <w:noProof/>
            <w:webHidden/>
            <w:sz w:val="20"/>
            <w:szCs w:val="20"/>
          </w:rPr>
          <w:fldChar w:fldCharType="end"/>
        </w:r>
      </w:hyperlink>
    </w:p>
    <w:p w14:paraId="128406A9" w14:textId="5EF5044C"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19" w:history="1">
        <w:r w:rsidR="00CC4298" w:rsidRPr="00197295">
          <w:rPr>
            <w:rStyle w:val="Hyperlink"/>
            <w:noProof/>
            <w:sz w:val="20"/>
            <w:szCs w:val="20"/>
          </w:rPr>
          <w:t>2.2</w:t>
        </w:r>
        <w:r w:rsidR="00CC4298" w:rsidRPr="00197295">
          <w:rPr>
            <w:rFonts w:eastAsiaTheme="minorEastAsia"/>
            <w:noProof/>
            <w:color w:val="auto"/>
            <w:sz w:val="20"/>
            <w:szCs w:val="20"/>
            <w:lang w:eastAsia="en-AU"/>
          </w:rPr>
          <w:tab/>
        </w:r>
        <w:r w:rsidR="00CC4298" w:rsidRPr="00197295">
          <w:rPr>
            <w:rStyle w:val="Hyperlink"/>
            <w:noProof/>
            <w:sz w:val="20"/>
            <w:szCs w:val="20"/>
          </w:rPr>
          <w:t>Language, Literacy and Numeracy</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_Toc521595619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12</w:t>
        </w:r>
        <w:r w:rsidR="00CC4298" w:rsidRPr="00197295">
          <w:rPr>
            <w:noProof/>
            <w:webHidden/>
            <w:sz w:val="20"/>
            <w:szCs w:val="20"/>
          </w:rPr>
          <w:fldChar w:fldCharType="end"/>
        </w:r>
      </w:hyperlink>
    </w:p>
    <w:p w14:paraId="128406AA" w14:textId="598F11B4"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20" w:history="1">
        <w:r w:rsidR="00CC4298" w:rsidRPr="00197295">
          <w:rPr>
            <w:rStyle w:val="Hyperlink"/>
            <w:noProof/>
            <w:sz w:val="20"/>
            <w:szCs w:val="20"/>
          </w:rPr>
          <w:t>2.3</w:t>
        </w:r>
        <w:r w:rsidR="00CC4298" w:rsidRPr="00197295">
          <w:rPr>
            <w:rFonts w:eastAsiaTheme="minorEastAsia"/>
            <w:noProof/>
            <w:color w:val="auto"/>
            <w:sz w:val="20"/>
            <w:szCs w:val="20"/>
            <w:lang w:eastAsia="en-AU"/>
          </w:rPr>
          <w:tab/>
        </w:r>
        <w:r w:rsidR="00CC4298" w:rsidRPr="00197295">
          <w:rPr>
            <w:rStyle w:val="Hyperlink"/>
            <w:noProof/>
            <w:sz w:val="20"/>
            <w:szCs w:val="20"/>
          </w:rPr>
          <w:t>Recognition Processes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_Toc521595620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12</w:t>
        </w:r>
        <w:r w:rsidR="00CC4298" w:rsidRPr="00197295">
          <w:rPr>
            <w:noProof/>
            <w:webHidden/>
            <w:sz w:val="20"/>
            <w:szCs w:val="20"/>
          </w:rPr>
          <w:fldChar w:fldCharType="end"/>
        </w:r>
      </w:hyperlink>
    </w:p>
    <w:p w14:paraId="128406AB" w14:textId="628DA294"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21" w:history="1">
        <w:r w:rsidR="00CC4298" w:rsidRPr="00197295">
          <w:rPr>
            <w:rStyle w:val="Hyperlink"/>
            <w:noProof/>
            <w:sz w:val="20"/>
            <w:szCs w:val="20"/>
          </w:rPr>
          <w:t>2.4</w:t>
        </w:r>
        <w:r w:rsidR="00CC4298" w:rsidRPr="00197295">
          <w:rPr>
            <w:rFonts w:eastAsiaTheme="minorEastAsia"/>
            <w:noProof/>
            <w:color w:val="auto"/>
            <w:sz w:val="20"/>
            <w:szCs w:val="20"/>
            <w:lang w:eastAsia="en-AU"/>
          </w:rPr>
          <w:tab/>
        </w:r>
        <w:r w:rsidR="00CC4298" w:rsidRPr="00197295">
          <w:rPr>
            <w:rStyle w:val="Hyperlink"/>
            <w:noProof/>
            <w:sz w:val="20"/>
            <w:szCs w:val="20"/>
          </w:rPr>
          <w:t>Educational and Support Services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_Toc521595621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13</w:t>
        </w:r>
        <w:r w:rsidR="00CC4298" w:rsidRPr="00197295">
          <w:rPr>
            <w:noProof/>
            <w:webHidden/>
            <w:sz w:val="20"/>
            <w:szCs w:val="20"/>
          </w:rPr>
          <w:fldChar w:fldCharType="end"/>
        </w:r>
      </w:hyperlink>
    </w:p>
    <w:p w14:paraId="128406AC" w14:textId="3584F37E"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22" w:history="1">
        <w:r w:rsidR="00CC4298" w:rsidRPr="00197295">
          <w:rPr>
            <w:rStyle w:val="Hyperlink"/>
            <w:noProof/>
            <w:sz w:val="20"/>
            <w:szCs w:val="20"/>
          </w:rPr>
          <w:t>2.5</w:t>
        </w:r>
        <w:r w:rsidR="00CC4298" w:rsidRPr="00197295">
          <w:rPr>
            <w:rFonts w:eastAsiaTheme="minorEastAsia"/>
            <w:noProof/>
            <w:color w:val="auto"/>
            <w:sz w:val="20"/>
            <w:szCs w:val="20"/>
            <w:lang w:eastAsia="en-AU"/>
          </w:rPr>
          <w:tab/>
        </w:r>
        <w:r w:rsidR="00CC4298" w:rsidRPr="00197295">
          <w:rPr>
            <w:rStyle w:val="Hyperlink"/>
            <w:noProof/>
            <w:sz w:val="20"/>
            <w:szCs w:val="20"/>
          </w:rPr>
          <w:t>WHS Risk Ranking</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_Toc521595622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13</w:t>
        </w:r>
        <w:r w:rsidR="00CC4298" w:rsidRPr="00197295">
          <w:rPr>
            <w:noProof/>
            <w:webHidden/>
            <w:sz w:val="20"/>
            <w:szCs w:val="20"/>
          </w:rPr>
          <w:fldChar w:fldCharType="end"/>
        </w:r>
      </w:hyperlink>
    </w:p>
    <w:p w14:paraId="128406AD" w14:textId="58BB4FF4"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23" w:history="1">
        <w:r w:rsidR="00CC4298" w:rsidRPr="00197295">
          <w:rPr>
            <w:rStyle w:val="Hyperlink"/>
            <w:noProof/>
            <w:sz w:val="20"/>
            <w:szCs w:val="20"/>
          </w:rPr>
          <w:t>2.6</w:t>
        </w:r>
        <w:r w:rsidR="00CC4298" w:rsidRPr="00197295">
          <w:rPr>
            <w:rFonts w:eastAsiaTheme="minorEastAsia"/>
            <w:noProof/>
            <w:color w:val="auto"/>
            <w:sz w:val="20"/>
            <w:szCs w:val="20"/>
            <w:lang w:eastAsia="en-AU"/>
          </w:rPr>
          <w:tab/>
        </w:r>
        <w:r w:rsidR="00CC4298" w:rsidRPr="00197295">
          <w:rPr>
            <w:rStyle w:val="Hyperlink"/>
            <w:noProof/>
            <w:sz w:val="20"/>
            <w:szCs w:val="20"/>
          </w:rPr>
          <w:t>Physical and Learning Resources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_Toc521595623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14</w:t>
        </w:r>
        <w:r w:rsidR="00CC4298" w:rsidRPr="00197295">
          <w:rPr>
            <w:noProof/>
            <w:webHidden/>
            <w:sz w:val="20"/>
            <w:szCs w:val="20"/>
          </w:rPr>
          <w:fldChar w:fldCharType="end"/>
        </w:r>
      </w:hyperlink>
    </w:p>
    <w:p w14:paraId="128406AE" w14:textId="36122C78"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24" w:history="1">
        <w:r w:rsidR="00CC4298" w:rsidRPr="00197295">
          <w:rPr>
            <w:rStyle w:val="Hyperlink"/>
            <w:noProof/>
            <w:sz w:val="20"/>
            <w:szCs w:val="20"/>
          </w:rPr>
          <w:t>2.7</w:t>
        </w:r>
        <w:r w:rsidR="00CC4298" w:rsidRPr="00197295">
          <w:rPr>
            <w:rFonts w:eastAsiaTheme="minorEastAsia"/>
            <w:noProof/>
            <w:color w:val="auto"/>
            <w:sz w:val="20"/>
            <w:szCs w:val="20"/>
            <w:lang w:eastAsia="en-AU"/>
          </w:rPr>
          <w:tab/>
        </w:r>
        <w:r w:rsidR="00CC4298" w:rsidRPr="00197295">
          <w:rPr>
            <w:rStyle w:val="Hyperlink"/>
            <w:noProof/>
            <w:sz w:val="20"/>
            <w:szCs w:val="20"/>
          </w:rPr>
          <w:t>Industry Engagement</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_Toc521595624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18</w:t>
        </w:r>
        <w:r w:rsidR="00CC4298" w:rsidRPr="00197295">
          <w:rPr>
            <w:noProof/>
            <w:webHidden/>
            <w:sz w:val="20"/>
            <w:szCs w:val="20"/>
          </w:rPr>
          <w:fldChar w:fldCharType="end"/>
        </w:r>
      </w:hyperlink>
    </w:p>
    <w:p w14:paraId="128406AF" w14:textId="131C6210"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25" w:history="1">
        <w:r w:rsidR="00CC4298" w:rsidRPr="00197295">
          <w:rPr>
            <w:rStyle w:val="Hyperlink"/>
            <w:noProof/>
            <w:sz w:val="20"/>
            <w:szCs w:val="20"/>
          </w:rPr>
          <w:t>3.</w:t>
        </w:r>
        <w:r w:rsidR="00CC4298" w:rsidRPr="00197295">
          <w:rPr>
            <w:rFonts w:eastAsiaTheme="minorEastAsia"/>
            <w:noProof/>
            <w:color w:val="auto"/>
            <w:sz w:val="20"/>
            <w:szCs w:val="20"/>
            <w:lang w:eastAsia="en-AU"/>
          </w:rPr>
          <w:tab/>
        </w:r>
        <w:r w:rsidR="00CC4298" w:rsidRPr="00197295">
          <w:rPr>
            <w:rStyle w:val="Hyperlink"/>
            <w:noProof/>
            <w:sz w:val="20"/>
            <w:szCs w:val="20"/>
          </w:rPr>
          <w:t>Transition Arrangements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_Toc521595625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24</w:t>
        </w:r>
        <w:r w:rsidR="00CC4298" w:rsidRPr="00197295">
          <w:rPr>
            <w:noProof/>
            <w:webHidden/>
            <w:sz w:val="20"/>
            <w:szCs w:val="20"/>
          </w:rPr>
          <w:fldChar w:fldCharType="end"/>
        </w:r>
      </w:hyperlink>
    </w:p>
    <w:p w14:paraId="128406B0" w14:textId="5CCE1115"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26" w:history="1">
        <w:r w:rsidR="00CC4298" w:rsidRPr="00197295">
          <w:rPr>
            <w:rStyle w:val="Hyperlink"/>
            <w:noProof/>
            <w:sz w:val="20"/>
            <w:szCs w:val="20"/>
          </w:rPr>
          <w:t>4.</w:t>
        </w:r>
        <w:r w:rsidR="00CC4298" w:rsidRPr="00197295">
          <w:rPr>
            <w:rFonts w:eastAsiaTheme="minorEastAsia"/>
            <w:noProof/>
            <w:color w:val="auto"/>
            <w:sz w:val="20"/>
            <w:szCs w:val="20"/>
            <w:lang w:eastAsia="en-AU"/>
          </w:rPr>
          <w:tab/>
        </w:r>
        <w:r w:rsidR="00CC4298" w:rsidRPr="00197295">
          <w:rPr>
            <w:rStyle w:val="Hyperlink"/>
            <w:noProof/>
            <w:sz w:val="20"/>
            <w:szCs w:val="20"/>
          </w:rPr>
          <w:t>Structure, Delivery and Assessment</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_Toc521595626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24</w:t>
        </w:r>
        <w:r w:rsidR="00CC4298" w:rsidRPr="00197295">
          <w:rPr>
            <w:noProof/>
            <w:webHidden/>
            <w:sz w:val="20"/>
            <w:szCs w:val="20"/>
          </w:rPr>
          <w:fldChar w:fldCharType="end"/>
        </w:r>
      </w:hyperlink>
    </w:p>
    <w:p w14:paraId="128406B1" w14:textId="70A34B97"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27" w:history="1">
        <w:r w:rsidR="00CC4298" w:rsidRPr="00197295">
          <w:rPr>
            <w:rStyle w:val="Hyperlink"/>
            <w:noProof/>
            <w:sz w:val="20"/>
            <w:szCs w:val="20"/>
          </w:rPr>
          <w:t>4.1</w:t>
        </w:r>
        <w:r w:rsidR="00CC4298" w:rsidRPr="00197295">
          <w:rPr>
            <w:rFonts w:eastAsiaTheme="minorEastAsia"/>
            <w:noProof/>
            <w:color w:val="auto"/>
            <w:sz w:val="20"/>
            <w:szCs w:val="20"/>
            <w:lang w:eastAsia="en-AU"/>
          </w:rPr>
          <w:tab/>
        </w:r>
        <w:r w:rsidR="00CC4298" w:rsidRPr="00197295">
          <w:rPr>
            <w:rStyle w:val="Hyperlink"/>
            <w:noProof/>
            <w:sz w:val="20"/>
            <w:szCs w:val="20"/>
          </w:rPr>
          <w:t>Volume of Learning</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_Toc521595627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24</w:t>
        </w:r>
        <w:r w:rsidR="00CC4298" w:rsidRPr="00197295">
          <w:rPr>
            <w:noProof/>
            <w:webHidden/>
            <w:sz w:val="20"/>
            <w:szCs w:val="20"/>
          </w:rPr>
          <w:fldChar w:fldCharType="end"/>
        </w:r>
      </w:hyperlink>
    </w:p>
    <w:p w14:paraId="128406B2" w14:textId="1458E6DE"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28" w:history="1">
        <w:r w:rsidR="00CC4298" w:rsidRPr="00197295">
          <w:rPr>
            <w:rStyle w:val="Hyperlink"/>
            <w:noProof/>
            <w:sz w:val="20"/>
            <w:szCs w:val="20"/>
          </w:rPr>
          <w:t>4.2</w:t>
        </w:r>
        <w:r w:rsidR="00CC4298" w:rsidRPr="00197295">
          <w:rPr>
            <w:rFonts w:eastAsiaTheme="minorEastAsia"/>
            <w:noProof/>
            <w:color w:val="auto"/>
            <w:sz w:val="20"/>
            <w:szCs w:val="20"/>
            <w:lang w:eastAsia="en-AU"/>
          </w:rPr>
          <w:tab/>
        </w:r>
        <w:r w:rsidR="00CC4298" w:rsidRPr="00197295">
          <w:rPr>
            <w:rStyle w:val="Hyperlink"/>
            <w:noProof/>
            <w:sz w:val="20"/>
            <w:szCs w:val="20"/>
          </w:rPr>
          <w:t>Delivery Strategy</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_Toc521595628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25</w:t>
        </w:r>
        <w:r w:rsidR="00CC4298" w:rsidRPr="00197295">
          <w:rPr>
            <w:noProof/>
            <w:webHidden/>
            <w:sz w:val="20"/>
            <w:szCs w:val="20"/>
          </w:rPr>
          <w:fldChar w:fldCharType="end"/>
        </w:r>
      </w:hyperlink>
    </w:p>
    <w:p w14:paraId="128406B3" w14:textId="4BB9CFB3"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29" w:history="1">
        <w:r w:rsidR="00CC4298" w:rsidRPr="00197295">
          <w:rPr>
            <w:rStyle w:val="Hyperlink"/>
            <w:noProof/>
            <w:sz w:val="20"/>
            <w:szCs w:val="20"/>
          </w:rPr>
          <w:t>4.3</w:t>
        </w:r>
        <w:r w:rsidR="00CC4298" w:rsidRPr="00197295">
          <w:rPr>
            <w:rFonts w:eastAsiaTheme="minorEastAsia"/>
            <w:noProof/>
            <w:color w:val="auto"/>
            <w:sz w:val="20"/>
            <w:szCs w:val="20"/>
            <w:lang w:eastAsia="en-AU"/>
          </w:rPr>
          <w:tab/>
        </w:r>
        <w:r w:rsidR="00CC4298" w:rsidRPr="00197295">
          <w:rPr>
            <w:rStyle w:val="Hyperlink"/>
            <w:noProof/>
            <w:sz w:val="20"/>
            <w:szCs w:val="20"/>
          </w:rPr>
          <w:t>Assessment</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_Toc521595629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27</w:t>
        </w:r>
        <w:r w:rsidR="00CC4298" w:rsidRPr="00197295">
          <w:rPr>
            <w:noProof/>
            <w:webHidden/>
            <w:sz w:val="20"/>
            <w:szCs w:val="20"/>
          </w:rPr>
          <w:fldChar w:fldCharType="end"/>
        </w:r>
      </w:hyperlink>
    </w:p>
    <w:p w14:paraId="128406B4" w14:textId="290F6592"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30" w:history="1">
        <w:r w:rsidR="00CC4298" w:rsidRPr="00197295">
          <w:rPr>
            <w:rStyle w:val="Hyperlink"/>
            <w:noProof/>
            <w:sz w:val="20"/>
            <w:szCs w:val="20"/>
          </w:rPr>
          <w:t>5.</w:t>
        </w:r>
        <w:r w:rsidR="00CC4298" w:rsidRPr="00197295">
          <w:rPr>
            <w:rFonts w:eastAsiaTheme="minorEastAsia"/>
            <w:noProof/>
            <w:color w:val="auto"/>
            <w:sz w:val="20"/>
            <w:szCs w:val="20"/>
            <w:lang w:eastAsia="en-AU"/>
          </w:rPr>
          <w:tab/>
        </w:r>
        <w:r w:rsidR="00CC4298" w:rsidRPr="00197295">
          <w:rPr>
            <w:rStyle w:val="Hyperlink"/>
            <w:noProof/>
            <w:sz w:val="20"/>
            <w:szCs w:val="20"/>
          </w:rPr>
          <w:t>Master TAS Approval</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_Toc521595630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34</w:t>
        </w:r>
        <w:r w:rsidR="00CC4298" w:rsidRPr="00197295">
          <w:rPr>
            <w:noProof/>
            <w:webHidden/>
            <w:sz w:val="20"/>
            <w:szCs w:val="20"/>
          </w:rPr>
          <w:fldChar w:fldCharType="end"/>
        </w:r>
      </w:hyperlink>
    </w:p>
    <w:p w14:paraId="128406B8" w14:textId="016DF737" w:rsidR="00CC4298" w:rsidRPr="00197295" w:rsidRDefault="00C9227E">
      <w:pPr>
        <w:pStyle w:val="TOC1"/>
        <w:tabs>
          <w:tab w:val="right" w:leader="dot" w:pos="9629"/>
        </w:tabs>
        <w:rPr>
          <w:rFonts w:eastAsiaTheme="minorEastAsia"/>
          <w:b w:val="0"/>
          <w:noProof/>
          <w:color w:val="auto"/>
          <w:sz w:val="20"/>
          <w:szCs w:val="20"/>
          <w:lang w:eastAsia="en-AU"/>
        </w:rPr>
      </w:pPr>
      <w:hyperlink w:anchor="_Toc521595634" w:history="1">
        <w:r w:rsidR="00CC4298" w:rsidRPr="00197295">
          <w:rPr>
            <w:rStyle w:val="Hyperlink"/>
            <w:noProof/>
            <w:sz w:val="20"/>
            <w:szCs w:val="20"/>
          </w:rPr>
          <w:t>PART B – Delivery TAS Information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_Toc521595634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35</w:t>
        </w:r>
        <w:r w:rsidR="00CC4298" w:rsidRPr="00197295">
          <w:rPr>
            <w:noProof/>
            <w:webHidden/>
            <w:sz w:val="20"/>
            <w:szCs w:val="20"/>
          </w:rPr>
          <w:fldChar w:fldCharType="end"/>
        </w:r>
      </w:hyperlink>
    </w:p>
    <w:p w14:paraId="128406B9" w14:textId="06369CBD"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35" w:history="1">
        <w:r w:rsidR="00CC4298" w:rsidRPr="00197295">
          <w:rPr>
            <w:rStyle w:val="Hyperlink"/>
            <w:noProof/>
            <w:sz w:val="20"/>
            <w:szCs w:val="20"/>
          </w:rPr>
          <w:t>6.</w:t>
        </w:r>
        <w:r w:rsidR="00CC4298" w:rsidRPr="00197295">
          <w:rPr>
            <w:rFonts w:eastAsiaTheme="minorEastAsia"/>
            <w:noProof/>
            <w:color w:val="auto"/>
            <w:sz w:val="20"/>
            <w:szCs w:val="20"/>
            <w:lang w:eastAsia="en-AU"/>
          </w:rPr>
          <w:tab/>
        </w:r>
        <w:r w:rsidR="00CC4298" w:rsidRPr="00197295">
          <w:rPr>
            <w:rStyle w:val="Hyperlink"/>
            <w:noProof/>
            <w:sz w:val="20"/>
            <w:szCs w:val="20"/>
          </w:rPr>
          <w:t>Delivery Details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_Toc521595635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35</w:t>
        </w:r>
        <w:r w:rsidR="00CC4298" w:rsidRPr="00197295">
          <w:rPr>
            <w:noProof/>
            <w:webHidden/>
            <w:sz w:val="20"/>
            <w:szCs w:val="20"/>
          </w:rPr>
          <w:fldChar w:fldCharType="end"/>
        </w:r>
      </w:hyperlink>
    </w:p>
    <w:p w14:paraId="128406BF" w14:textId="7AB58AB3"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41" w:history="1">
        <w:r w:rsidR="00CC4298" w:rsidRPr="00197295">
          <w:rPr>
            <w:rStyle w:val="Hyperlink"/>
            <w:noProof/>
            <w:sz w:val="20"/>
            <w:szCs w:val="20"/>
          </w:rPr>
          <w:t>6.1</w:t>
        </w:r>
        <w:r w:rsidR="00CC4298" w:rsidRPr="00197295">
          <w:rPr>
            <w:rFonts w:eastAsiaTheme="minorEastAsia"/>
            <w:noProof/>
            <w:color w:val="auto"/>
            <w:sz w:val="20"/>
            <w:szCs w:val="20"/>
            <w:lang w:eastAsia="en-AU"/>
          </w:rPr>
          <w:tab/>
        </w:r>
        <w:r w:rsidR="00CC4298" w:rsidRPr="00197295">
          <w:rPr>
            <w:rStyle w:val="Hyperlink"/>
            <w:noProof/>
            <w:sz w:val="20"/>
            <w:szCs w:val="20"/>
          </w:rPr>
          <w:t>Entry Requirements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_Toc521595641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35</w:t>
        </w:r>
        <w:r w:rsidR="00CC4298" w:rsidRPr="00197295">
          <w:rPr>
            <w:noProof/>
            <w:webHidden/>
            <w:sz w:val="20"/>
            <w:szCs w:val="20"/>
          </w:rPr>
          <w:fldChar w:fldCharType="end"/>
        </w:r>
      </w:hyperlink>
    </w:p>
    <w:p w14:paraId="128406C0" w14:textId="0027A00A"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42" w:history="1">
        <w:r w:rsidR="00CC4298" w:rsidRPr="00197295">
          <w:rPr>
            <w:rStyle w:val="Hyperlink"/>
            <w:noProof/>
            <w:sz w:val="20"/>
            <w:szCs w:val="20"/>
          </w:rPr>
          <w:t>6.2</w:t>
        </w:r>
        <w:r w:rsidR="00CC4298" w:rsidRPr="00197295">
          <w:rPr>
            <w:rFonts w:eastAsiaTheme="minorEastAsia"/>
            <w:noProof/>
            <w:color w:val="auto"/>
            <w:sz w:val="20"/>
            <w:szCs w:val="20"/>
            <w:lang w:eastAsia="en-AU"/>
          </w:rPr>
          <w:tab/>
        </w:r>
        <w:r w:rsidR="00CC4298" w:rsidRPr="00197295">
          <w:rPr>
            <w:rStyle w:val="Hyperlink"/>
            <w:noProof/>
            <w:sz w:val="20"/>
            <w:szCs w:val="20"/>
          </w:rPr>
          <w:t>Additional Student Support at Delivery Location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_Toc521595642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35</w:t>
        </w:r>
        <w:r w:rsidR="00CC4298" w:rsidRPr="00197295">
          <w:rPr>
            <w:noProof/>
            <w:webHidden/>
            <w:sz w:val="20"/>
            <w:szCs w:val="20"/>
          </w:rPr>
          <w:fldChar w:fldCharType="end"/>
        </w:r>
      </w:hyperlink>
    </w:p>
    <w:p w14:paraId="128406C1" w14:textId="405628C6" w:rsidR="00CC4298" w:rsidRPr="00197295" w:rsidRDefault="00C9227E">
      <w:pPr>
        <w:pStyle w:val="TOC3"/>
        <w:tabs>
          <w:tab w:val="left" w:pos="960"/>
          <w:tab w:val="right" w:leader="dot" w:pos="9629"/>
        </w:tabs>
        <w:rPr>
          <w:rFonts w:eastAsiaTheme="minorEastAsia"/>
          <w:noProof/>
          <w:color w:val="auto"/>
          <w:sz w:val="20"/>
          <w:szCs w:val="20"/>
          <w:lang w:eastAsia="en-AU"/>
        </w:rPr>
      </w:pPr>
      <w:hyperlink w:anchor="_Toc521595643" w:history="1">
        <w:r w:rsidR="00CC4298" w:rsidRPr="00197295">
          <w:rPr>
            <w:rStyle w:val="Hyperlink"/>
            <w:noProof/>
            <w:sz w:val="20"/>
            <w:szCs w:val="20"/>
          </w:rPr>
          <w:t xml:space="preserve">6.3 </w:t>
        </w:r>
        <w:r w:rsidR="00CC4298" w:rsidRPr="00197295">
          <w:rPr>
            <w:rFonts w:eastAsiaTheme="minorEastAsia"/>
            <w:noProof/>
            <w:color w:val="auto"/>
            <w:sz w:val="20"/>
            <w:szCs w:val="20"/>
            <w:lang w:eastAsia="en-AU"/>
          </w:rPr>
          <w:tab/>
        </w:r>
        <w:r w:rsidR="00CC4298" w:rsidRPr="00197295">
          <w:rPr>
            <w:rStyle w:val="Hyperlink"/>
            <w:noProof/>
            <w:sz w:val="20"/>
            <w:szCs w:val="20"/>
          </w:rPr>
          <w:t>Contextualisation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_Toc521595643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36</w:t>
        </w:r>
        <w:r w:rsidR="00CC4298" w:rsidRPr="00197295">
          <w:rPr>
            <w:noProof/>
            <w:webHidden/>
            <w:sz w:val="20"/>
            <w:szCs w:val="20"/>
          </w:rPr>
          <w:fldChar w:fldCharType="end"/>
        </w:r>
      </w:hyperlink>
    </w:p>
    <w:p w14:paraId="128406C2" w14:textId="5C833078"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44" w:history="1">
        <w:r w:rsidR="00CC4298" w:rsidRPr="00197295">
          <w:rPr>
            <w:rStyle w:val="Hyperlink"/>
            <w:noProof/>
            <w:sz w:val="20"/>
            <w:szCs w:val="20"/>
          </w:rPr>
          <w:t>7.</w:t>
        </w:r>
        <w:r w:rsidR="00CC4298" w:rsidRPr="00197295">
          <w:rPr>
            <w:rFonts w:eastAsiaTheme="minorEastAsia"/>
            <w:noProof/>
            <w:color w:val="auto"/>
            <w:sz w:val="20"/>
            <w:szCs w:val="20"/>
            <w:lang w:eastAsia="en-AU"/>
          </w:rPr>
          <w:tab/>
        </w:r>
        <w:r w:rsidR="00CC4298" w:rsidRPr="00197295">
          <w:rPr>
            <w:rStyle w:val="Hyperlink"/>
            <w:noProof/>
            <w:sz w:val="20"/>
            <w:szCs w:val="20"/>
          </w:rPr>
          <w:t>Third Party Arrangements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_Toc521595644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36</w:t>
        </w:r>
        <w:r w:rsidR="00CC4298" w:rsidRPr="00197295">
          <w:rPr>
            <w:noProof/>
            <w:webHidden/>
            <w:sz w:val="20"/>
            <w:szCs w:val="20"/>
          </w:rPr>
          <w:fldChar w:fldCharType="end"/>
        </w:r>
      </w:hyperlink>
    </w:p>
    <w:p w14:paraId="128406C3" w14:textId="05CC9D99"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45" w:history="1">
        <w:r w:rsidR="00CC4298" w:rsidRPr="00197295">
          <w:rPr>
            <w:rStyle w:val="Hyperlink"/>
            <w:noProof/>
            <w:sz w:val="20"/>
            <w:szCs w:val="20"/>
          </w:rPr>
          <w:t>8.</w:t>
        </w:r>
        <w:r w:rsidR="00CC4298" w:rsidRPr="00197295">
          <w:rPr>
            <w:rFonts w:eastAsiaTheme="minorEastAsia"/>
            <w:noProof/>
            <w:color w:val="auto"/>
            <w:sz w:val="20"/>
            <w:szCs w:val="20"/>
            <w:lang w:eastAsia="en-AU"/>
          </w:rPr>
          <w:tab/>
        </w:r>
        <w:r w:rsidR="00CC4298" w:rsidRPr="00197295">
          <w:rPr>
            <w:rStyle w:val="Hyperlink"/>
            <w:noProof/>
            <w:sz w:val="20"/>
            <w:szCs w:val="20"/>
          </w:rPr>
          <w:t>Staff Qualifications and Industry Experience</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_Toc521595645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37</w:t>
        </w:r>
        <w:r w:rsidR="00CC4298" w:rsidRPr="00197295">
          <w:rPr>
            <w:noProof/>
            <w:webHidden/>
            <w:sz w:val="20"/>
            <w:szCs w:val="20"/>
          </w:rPr>
          <w:fldChar w:fldCharType="end"/>
        </w:r>
      </w:hyperlink>
    </w:p>
    <w:p w14:paraId="128406C4" w14:textId="42A1406B"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46" w:history="1">
        <w:r w:rsidR="00CC4298" w:rsidRPr="00197295">
          <w:rPr>
            <w:rStyle w:val="Hyperlink"/>
            <w:noProof/>
            <w:sz w:val="20"/>
            <w:szCs w:val="20"/>
          </w:rPr>
          <w:t>9.</w:t>
        </w:r>
        <w:r w:rsidR="00CC4298" w:rsidRPr="00197295">
          <w:rPr>
            <w:rFonts w:eastAsiaTheme="minorEastAsia"/>
            <w:noProof/>
            <w:color w:val="auto"/>
            <w:sz w:val="20"/>
            <w:szCs w:val="20"/>
            <w:lang w:eastAsia="en-AU"/>
          </w:rPr>
          <w:tab/>
        </w:r>
        <w:r w:rsidR="00CC4298" w:rsidRPr="00197295">
          <w:rPr>
            <w:rStyle w:val="Hyperlink"/>
            <w:noProof/>
            <w:sz w:val="20"/>
            <w:szCs w:val="20"/>
          </w:rPr>
          <w:t>Additional Industry/Community Engagement</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_Toc521595646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39</w:t>
        </w:r>
        <w:r w:rsidR="00CC4298" w:rsidRPr="00197295">
          <w:rPr>
            <w:noProof/>
            <w:webHidden/>
            <w:sz w:val="20"/>
            <w:szCs w:val="20"/>
          </w:rPr>
          <w:fldChar w:fldCharType="end"/>
        </w:r>
      </w:hyperlink>
    </w:p>
    <w:p w14:paraId="128406C5" w14:textId="574860C2"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47" w:history="1">
        <w:r w:rsidR="00CC4298" w:rsidRPr="00197295">
          <w:rPr>
            <w:rStyle w:val="Hyperlink"/>
            <w:noProof/>
            <w:sz w:val="20"/>
            <w:szCs w:val="20"/>
          </w:rPr>
          <w:t>10.</w:t>
        </w:r>
        <w:r w:rsidR="00CC4298" w:rsidRPr="00197295">
          <w:rPr>
            <w:rFonts w:eastAsiaTheme="minorEastAsia"/>
            <w:noProof/>
            <w:color w:val="auto"/>
            <w:sz w:val="20"/>
            <w:szCs w:val="20"/>
            <w:lang w:eastAsia="en-AU"/>
          </w:rPr>
          <w:tab/>
        </w:r>
        <w:r w:rsidR="00CC4298" w:rsidRPr="00197295">
          <w:rPr>
            <w:rStyle w:val="Hyperlink"/>
            <w:noProof/>
            <w:sz w:val="20"/>
            <w:szCs w:val="20"/>
          </w:rPr>
          <w:t>Assessment Validation</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_Toc521595647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40</w:t>
        </w:r>
        <w:r w:rsidR="00CC4298" w:rsidRPr="00197295">
          <w:rPr>
            <w:noProof/>
            <w:webHidden/>
            <w:sz w:val="20"/>
            <w:szCs w:val="20"/>
          </w:rPr>
          <w:fldChar w:fldCharType="end"/>
        </w:r>
      </w:hyperlink>
    </w:p>
    <w:p w14:paraId="128406C6" w14:textId="7B45CEBA" w:rsidR="00CC4298" w:rsidRPr="00197295" w:rsidRDefault="00C9227E">
      <w:pPr>
        <w:pStyle w:val="TOC3"/>
        <w:tabs>
          <w:tab w:val="left" w:pos="1200"/>
          <w:tab w:val="right" w:leader="dot" w:pos="9629"/>
        </w:tabs>
        <w:rPr>
          <w:rFonts w:eastAsiaTheme="minorEastAsia"/>
          <w:noProof/>
          <w:color w:val="auto"/>
          <w:sz w:val="20"/>
          <w:szCs w:val="20"/>
          <w:lang w:eastAsia="en-AU"/>
        </w:rPr>
      </w:pPr>
      <w:hyperlink w:anchor="_Toc521595648" w:history="1">
        <w:r w:rsidR="00CC4298" w:rsidRPr="00197295">
          <w:rPr>
            <w:rStyle w:val="Hyperlink"/>
            <w:noProof/>
            <w:sz w:val="20"/>
            <w:szCs w:val="20"/>
          </w:rPr>
          <w:t>10.1</w:t>
        </w:r>
        <w:r w:rsidR="00CC4298" w:rsidRPr="00197295">
          <w:rPr>
            <w:rFonts w:eastAsiaTheme="minorEastAsia"/>
            <w:noProof/>
            <w:color w:val="auto"/>
            <w:sz w:val="20"/>
            <w:szCs w:val="20"/>
            <w:lang w:eastAsia="en-AU"/>
          </w:rPr>
          <w:tab/>
        </w:r>
        <w:r w:rsidR="00CC4298" w:rsidRPr="00197295">
          <w:rPr>
            <w:rStyle w:val="Hyperlink"/>
            <w:noProof/>
            <w:sz w:val="20"/>
            <w:szCs w:val="20"/>
          </w:rPr>
          <w:t>Validation of assessment judgements</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_Toc521595648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40</w:t>
        </w:r>
        <w:r w:rsidR="00CC4298" w:rsidRPr="00197295">
          <w:rPr>
            <w:noProof/>
            <w:webHidden/>
            <w:sz w:val="20"/>
            <w:szCs w:val="20"/>
          </w:rPr>
          <w:fldChar w:fldCharType="end"/>
        </w:r>
      </w:hyperlink>
    </w:p>
    <w:p w14:paraId="128406C7" w14:textId="03ECF489" w:rsidR="00CC4298" w:rsidRPr="00197295" w:rsidRDefault="00C9227E">
      <w:pPr>
        <w:pStyle w:val="TOC2"/>
        <w:tabs>
          <w:tab w:val="left" w:pos="794"/>
          <w:tab w:val="right" w:leader="dot" w:pos="9629"/>
        </w:tabs>
        <w:rPr>
          <w:rFonts w:eastAsiaTheme="minorEastAsia"/>
          <w:noProof/>
          <w:color w:val="auto"/>
          <w:sz w:val="20"/>
          <w:szCs w:val="20"/>
          <w:lang w:eastAsia="en-AU"/>
        </w:rPr>
      </w:pPr>
      <w:hyperlink w:anchor="_Toc521595649" w:history="1">
        <w:r w:rsidR="00CC4298" w:rsidRPr="00197295">
          <w:rPr>
            <w:rStyle w:val="Hyperlink"/>
            <w:noProof/>
            <w:sz w:val="20"/>
            <w:szCs w:val="20"/>
          </w:rPr>
          <w:t>11.</w:t>
        </w:r>
        <w:r w:rsidR="00CC4298" w:rsidRPr="00197295">
          <w:rPr>
            <w:rFonts w:eastAsiaTheme="minorEastAsia"/>
            <w:noProof/>
            <w:color w:val="auto"/>
            <w:sz w:val="20"/>
            <w:szCs w:val="20"/>
            <w:lang w:eastAsia="en-AU"/>
          </w:rPr>
          <w:tab/>
        </w:r>
        <w:r w:rsidR="00CC4298" w:rsidRPr="00197295">
          <w:rPr>
            <w:rStyle w:val="Hyperlink"/>
            <w:noProof/>
            <w:sz w:val="20"/>
            <w:szCs w:val="20"/>
          </w:rPr>
          <w:t>Delivery TAS Approval</w:t>
        </w:r>
        <w:r w:rsidR="00CC4298" w:rsidRPr="00197295">
          <w:rPr>
            <w:noProof/>
            <w:webHidden/>
            <w:sz w:val="20"/>
            <w:szCs w:val="20"/>
          </w:rPr>
          <w:tab/>
        </w:r>
        <w:r w:rsidR="00CC4298" w:rsidRPr="00197295">
          <w:rPr>
            <w:noProof/>
            <w:webHidden/>
            <w:sz w:val="20"/>
            <w:szCs w:val="20"/>
          </w:rPr>
          <w:fldChar w:fldCharType="begin"/>
        </w:r>
        <w:r w:rsidR="00CC4298" w:rsidRPr="00197295">
          <w:rPr>
            <w:noProof/>
            <w:webHidden/>
            <w:sz w:val="20"/>
            <w:szCs w:val="20"/>
          </w:rPr>
          <w:instrText xml:space="preserve"> PAGEREF _Toc521595649 \h </w:instrText>
        </w:r>
        <w:r w:rsidR="00CC4298" w:rsidRPr="00197295">
          <w:rPr>
            <w:noProof/>
            <w:webHidden/>
            <w:sz w:val="20"/>
            <w:szCs w:val="20"/>
          </w:rPr>
        </w:r>
        <w:r w:rsidR="00CC4298" w:rsidRPr="00197295">
          <w:rPr>
            <w:noProof/>
            <w:webHidden/>
            <w:sz w:val="20"/>
            <w:szCs w:val="20"/>
          </w:rPr>
          <w:fldChar w:fldCharType="separate"/>
        </w:r>
        <w:r w:rsidR="003165FA">
          <w:rPr>
            <w:noProof/>
            <w:webHidden/>
            <w:sz w:val="20"/>
            <w:szCs w:val="20"/>
          </w:rPr>
          <w:t>41</w:t>
        </w:r>
        <w:r w:rsidR="00CC4298" w:rsidRPr="00197295">
          <w:rPr>
            <w:noProof/>
            <w:webHidden/>
            <w:sz w:val="20"/>
            <w:szCs w:val="20"/>
          </w:rPr>
          <w:fldChar w:fldCharType="end"/>
        </w:r>
      </w:hyperlink>
    </w:p>
    <w:p w14:paraId="128406CC" w14:textId="77777777" w:rsidR="002B7FBB" w:rsidRPr="00720DD3" w:rsidRDefault="00D014E2" w:rsidP="002B7FBB">
      <w:pPr>
        <w:pStyle w:val="TOC2"/>
        <w:tabs>
          <w:tab w:val="left" w:pos="794"/>
          <w:tab w:val="right" w:leader="dot" w:pos="9629"/>
        </w:tabs>
        <w:rPr>
          <w:rFonts w:eastAsiaTheme="minorEastAsia"/>
          <w:noProof/>
          <w:color w:val="auto"/>
          <w:sz w:val="20"/>
          <w:szCs w:val="20"/>
          <w:lang w:eastAsia="en-AU"/>
        </w:rPr>
      </w:pPr>
      <w:r w:rsidRPr="00197295">
        <w:rPr>
          <w:rFonts w:ascii="Calibri" w:hAnsi="Calibri" w:cs="Calibri"/>
          <w:noProof/>
          <w:sz w:val="20"/>
          <w:szCs w:val="20"/>
        </w:rPr>
        <w:fldChar w:fldCharType="end"/>
      </w:r>
      <w:r>
        <w:rPr>
          <w:rFonts w:ascii="Calibri" w:hAnsi="Calibri" w:cs="Calibri"/>
          <w:noProof/>
        </w:rPr>
        <w:br w:type="page"/>
      </w:r>
    </w:p>
    <w:p w14:paraId="128406CD" w14:textId="77777777" w:rsidR="002B7FBB" w:rsidRPr="00334733" w:rsidRDefault="00D014E2" w:rsidP="002B7FBB">
      <w:pPr>
        <w:pStyle w:val="Heading2Purple"/>
        <w:rPr>
          <w:rFonts w:ascii="Calibri" w:hAnsi="Calibri" w:cs="Calibri"/>
          <w:szCs w:val="20"/>
        </w:rPr>
      </w:pPr>
      <w:bookmarkStart w:id="33" w:name="_Toc521595608"/>
      <w:r w:rsidRPr="005845AB">
        <w:t>1</w:t>
      </w:r>
      <w:r>
        <w:t>.</w:t>
      </w:r>
      <w:r>
        <w:tab/>
        <w:t>Training Product</w:t>
      </w:r>
      <w:r w:rsidRPr="005845AB">
        <w:t xml:space="preserve"> Overview</w:t>
      </w:r>
      <w:bookmarkEnd w:id="33"/>
    </w:p>
    <w:p w14:paraId="128406CE" w14:textId="77777777" w:rsidR="002B7FBB" w:rsidRPr="005845AB" w:rsidRDefault="00D014E2" w:rsidP="002B7FBB">
      <w:pPr>
        <w:pStyle w:val="Heading3"/>
      </w:pPr>
      <w:bookmarkStart w:id="34" w:name="_Toc521595609"/>
      <w:r w:rsidRPr="005845AB">
        <w:t>1.1</w:t>
      </w:r>
      <w:r w:rsidRPr="005845AB">
        <w:tab/>
      </w:r>
      <w:r>
        <w:t>Training Product Requirements</w:t>
      </w:r>
      <w:bookmarkEnd w:id="34"/>
    </w:p>
    <w:p w14:paraId="128406CF" w14:textId="77777777" w:rsidR="002B7FBB" w:rsidRPr="007C3AB3" w:rsidRDefault="00D014E2" w:rsidP="002B7FBB">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hyperlink r:id="rId11" w:history="1">
        <w:r>
          <w:rPr>
            <w:rStyle w:val="HyperlinkPurpleChar"/>
          </w:rPr>
          <w:t>TGA</w:t>
        </w:r>
      </w:hyperlink>
      <w:r>
        <w:rPr>
          <w:b/>
          <w:szCs w:val="20"/>
        </w:rPr>
        <w:t xml:space="preserve">: </w:t>
      </w:r>
      <w:bookmarkStart w:id="35" w:name="TGALink"/>
      <w:r>
        <w:rPr>
          <w:rStyle w:val="Hyperlink"/>
          <w:b/>
          <w:szCs w:val="20"/>
        </w:rPr>
        <w:fldChar w:fldCharType="begin"/>
      </w:r>
      <w:r>
        <w:rPr>
          <w:rStyle w:val="Hyperlink"/>
          <w:b/>
          <w:szCs w:val="20"/>
        </w:rPr>
        <w:instrText xml:space="preserve"> HYPERLINK "https://training.gov.au/Training/Details/MEM30205" </w:instrText>
      </w:r>
      <w:r>
        <w:rPr>
          <w:rStyle w:val="Hyperlink"/>
          <w:b/>
          <w:szCs w:val="20"/>
        </w:rPr>
        <w:fldChar w:fldCharType="separate"/>
      </w:r>
      <w:r>
        <w:rPr>
          <w:rStyle w:val="Hyperlink"/>
          <w:b/>
          <w:szCs w:val="20"/>
        </w:rPr>
        <w:t>https://training.gov.au/Training/Details/MEM30205</w:t>
      </w:r>
      <w:r>
        <w:rPr>
          <w:rStyle w:val="Hyperlink"/>
          <w:b/>
          <w:szCs w:val="20"/>
        </w:rPr>
        <w:fldChar w:fldCharType="end"/>
      </w:r>
      <w:bookmarkEnd w:id="35"/>
    </w:p>
    <w:p w14:paraId="128406D0" w14:textId="77777777" w:rsidR="002B7FBB" w:rsidRDefault="002B7FBB" w:rsidP="002B7FBB">
      <w:pPr>
        <w:pBdr>
          <w:top w:val="single" w:sz="4" w:space="1" w:color="auto"/>
          <w:left w:val="single" w:sz="4" w:space="4" w:color="auto"/>
          <w:right w:val="single" w:sz="4" w:space="4" w:color="auto"/>
        </w:pBdr>
      </w:pPr>
    </w:p>
    <w:p w14:paraId="128406D1" w14:textId="77777777"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 xml:space="preserve">Number of Core Units: </w:t>
      </w:r>
      <w:r w:rsidR="00CF13C7">
        <w:rPr>
          <w:b/>
          <w:color w:val="auto"/>
        </w:rPr>
        <w:t>12</w:t>
      </w:r>
    </w:p>
    <w:p w14:paraId="128406D2" w14:textId="2E857AF6"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Number of Elective Units</w:t>
      </w:r>
      <w:r w:rsidR="00D147EE">
        <w:rPr>
          <w:b/>
          <w:color w:val="auto"/>
        </w:rPr>
        <w:t>/Points</w:t>
      </w:r>
      <w:r w:rsidRPr="00E217BA">
        <w:rPr>
          <w:b/>
          <w:color w:val="auto"/>
        </w:rPr>
        <w:t xml:space="preserve">: </w:t>
      </w:r>
      <w:bookmarkStart w:id="36" w:name="TGANumElect"/>
      <w:bookmarkEnd w:id="36"/>
      <w:r w:rsidR="00D147EE">
        <w:rPr>
          <w:b/>
          <w:color w:val="auto"/>
        </w:rPr>
        <w:t>7</w:t>
      </w:r>
      <w:r w:rsidR="00323F06">
        <w:rPr>
          <w:b/>
          <w:color w:val="auto"/>
        </w:rPr>
        <w:t xml:space="preserve">3 </w:t>
      </w:r>
      <w:r w:rsidR="00D147EE">
        <w:rPr>
          <w:b/>
          <w:color w:val="auto"/>
        </w:rPr>
        <w:t>Points</w:t>
      </w:r>
    </w:p>
    <w:p w14:paraId="128406D3" w14:textId="41F25D1A"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bCs/>
          <w:color w:val="auto"/>
          <w:szCs w:val="20"/>
        </w:rPr>
      </w:pPr>
      <w:r w:rsidRPr="00E217BA">
        <w:rPr>
          <w:b/>
          <w:color w:val="auto"/>
          <w:szCs w:val="20"/>
        </w:rPr>
        <w:t>Total Number of Units</w:t>
      </w:r>
      <w:r w:rsidR="00C03232">
        <w:rPr>
          <w:b/>
          <w:color w:val="auto"/>
          <w:szCs w:val="20"/>
        </w:rPr>
        <w:t>/Points</w:t>
      </w:r>
      <w:r>
        <w:rPr>
          <w:b/>
          <w:bCs/>
          <w:color w:val="auto"/>
          <w:szCs w:val="20"/>
        </w:rPr>
        <w:t>:</w:t>
      </w:r>
      <w:r w:rsidR="00D147EE">
        <w:rPr>
          <w:b/>
          <w:bCs/>
          <w:color w:val="auto"/>
          <w:szCs w:val="20"/>
        </w:rPr>
        <w:t xml:space="preserve"> </w:t>
      </w:r>
      <w:r w:rsidR="00316D0E">
        <w:rPr>
          <w:b/>
          <w:bCs/>
          <w:color w:val="auto"/>
          <w:szCs w:val="20"/>
        </w:rPr>
        <w:t>34</w:t>
      </w:r>
      <w:r w:rsidR="007C31D7">
        <w:rPr>
          <w:b/>
          <w:bCs/>
          <w:color w:val="auto"/>
          <w:szCs w:val="20"/>
        </w:rPr>
        <w:t xml:space="preserve"> </w:t>
      </w:r>
      <w:r w:rsidR="00D147EE">
        <w:rPr>
          <w:b/>
          <w:bCs/>
          <w:color w:val="auto"/>
          <w:szCs w:val="20"/>
        </w:rPr>
        <w:t>Units</w:t>
      </w:r>
    </w:p>
    <w:p w14:paraId="128406D4" w14:textId="77777777" w:rsidR="002B7FBB" w:rsidRPr="00773F2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sidRPr="00B42936">
        <w:rPr>
          <w:b/>
          <w:szCs w:val="20"/>
        </w:rPr>
        <w:t>Packaging Rules</w:t>
      </w:r>
      <w:r>
        <w:rPr>
          <w:b/>
          <w:szCs w:val="20"/>
        </w:rPr>
        <w:t xml:space="preserve">: </w:t>
      </w:r>
      <w:bookmarkStart w:id="37" w:name="PackagingRules"/>
    </w:p>
    <w:p w14:paraId="128406D6"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The minimum requirements for achievement of the Certificate III in Engineering - Mechanical Trade are:</w:t>
      </w:r>
    </w:p>
    <w:p w14:paraId="128406D7" w14:textId="11202714" w:rsidR="002B7FBB" w:rsidRDefault="00C0323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all core units of competency listed below, and</w:t>
      </w:r>
    </w:p>
    <w:p w14:paraId="128406D8" w14:textId="308BFA22" w:rsidR="002B7FBB" w:rsidRDefault="00C0323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Group A Mechanical Trade stream units to the value of at least 40 points, and</w:t>
      </w:r>
    </w:p>
    <w:p w14:paraId="128406D9" w14:textId="43842DE7" w:rsidR="002B7FBB" w:rsidRDefault="00C0323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units from Group B Certificate III Trade specialisation units listed in Appendix 1, Volume 1 of the Training Package, to bring the total value to at least 73 points</w:t>
      </w:r>
    </w:p>
    <w:p w14:paraId="128406DA"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Points associated with prerequisites count towards the total (refer to units and prerequisites listing in Appendix 2, Volume 1).</w:t>
      </w:r>
    </w:p>
    <w:p w14:paraId="128406DB"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Appropriate Group B elective units to the value of 16 points may be chosen from other endorsed Training Packages and accredited courses where those units are available for inclusion at Certificate III. Note that the elective units listed below include all of the units that are approved for selection from the MEM Training Package for use in this qualification. This meets the NQC requirement that one sixth of the total units must be able to be selected from other qualifications in the same Training Package.</w:t>
      </w:r>
    </w:p>
    <w:p w14:paraId="128406DC"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Registered Training Organisations must seek a determination from Manufacturing Skills Australia in respect of the allocation of points values for units of competency drawn from other Training Packages or accredited courses.</w:t>
      </w:r>
    </w:p>
    <w:p w14:paraId="128406E1" w14:textId="15356630" w:rsidR="002B7FBB" w:rsidRPr="00197295"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Only select units that would be suitable for Mechanical Trade occupational outcomes.</w:t>
      </w:r>
      <w:bookmarkEnd w:id="37"/>
    </w:p>
    <w:p w14:paraId="128406E2" w14:textId="77777777" w:rsidR="002B7FBB" w:rsidRPr="00BB5EF1" w:rsidRDefault="00D014E2" w:rsidP="002B7FBB">
      <w:pPr>
        <w:pStyle w:val="Heading3"/>
        <w:spacing w:before="240"/>
      </w:pPr>
      <w:bookmarkStart w:id="38" w:name="_Toc521595610"/>
      <w:r>
        <w:t>1</w:t>
      </w:r>
      <w:r w:rsidRPr="00BB5EF1">
        <w:t>.2</w:t>
      </w:r>
      <w:r w:rsidRPr="00BB5EF1">
        <w:tab/>
        <w:t>Licensing and/or Regulatory Requirements</w:t>
      </w:r>
      <w:bookmarkEnd w:id="38"/>
    </w:p>
    <w:p w14:paraId="128406E3" w14:textId="6D2D219D" w:rsidR="002B7FBB" w:rsidRDefault="00F81B21" w:rsidP="002B7FBB">
      <w:pPr>
        <w:pBdr>
          <w:top w:val="single" w:sz="4" w:space="1" w:color="auto"/>
          <w:left w:val="single" w:sz="4" w:space="4" w:color="auto"/>
          <w:bottom w:val="single" w:sz="4" w:space="1" w:color="auto"/>
          <w:right w:val="single" w:sz="4" w:space="4" w:color="auto"/>
        </w:pBdr>
      </w:pPr>
      <w:r w:rsidRPr="00F81B21">
        <w:t>There are no specific licences that relate to this qualification. However, some units in this qualification may relate to licensing or regulatory requirements. Where appropriate electives are taken these can also be used to satisfy regulations regarding refrigeration and air conditioning work. Local regulations should be checked for details.</w:t>
      </w:r>
    </w:p>
    <w:p w14:paraId="128406E4" w14:textId="4BD9F4D1" w:rsidR="002B7FBB" w:rsidRPr="005845AB" w:rsidRDefault="00D014E2" w:rsidP="002B7FBB">
      <w:pPr>
        <w:pStyle w:val="Heading3"/>
        <w:spacing w:before="240"/>
      </w:pPr>
      <w:bookmarkStart w:id="39" w:name="_Toc521595611"/>
      <w:r w:rsidRPr="005845AB">
        <w:t>1.</w:t>
      </w:r>
      <w:r>
        <w:t>3</w:t>
      </w:r>
      <w:r w:rsidRPr="005845AB">
        <w:tab/>
      </w:r>
      <w:r>
        <w:t>Qualification Description</w:t>
      </w:r>
      <w:bookmarkEnd w:id="39"/>
    </w:p>
    <w:p w14:paraId="128406E5"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bookmarkStart w:id="40" w:name="QualDescription"/>
      <w:r w:rsidRPr="00773F2B">
        <w:rPr>
          <w:szCs w:val="20"/>
        </w:rPr>
        <w:t>This qualification covers the skills and knowledge required to work as an Engineering Tradesperson - Mechanical within metal, engineering, manufacturing and associated industries or other industries where Engineering Tradesperson - Mechanical work. The qualification has been specifically developed for apprentices in the above trade. The qualification packaging has been developed on an assumption that competency will be developed through a combination of on and off-the-job learning strategies such as those delivered through a formal apprenticeship. The qualification may also be achieved through formal skills recognition assessment processes.</w:t>
      </w:r>
    </w:p>
    <w:p w14:paraId="0EBA143F" w14:textId="61DB2EE2" w:rsidR="00197295" w:rsidRPr="00F81B21" w:rsidRDefault="00D014E2" w:rsidP="002B7FBB">
      <w:pPr>
        <w:pBdr>
          <w:top w:val="single" w:sz="4" w:space="1" w:color="auto"/>
          <w:left w:val="single" w:sz="4" w:space="4" w:color="auto"/>
          <w:bottom w:val="single" w:sz="4" w:space="1" w:color="auto"/>
          <w:right w:val="single" w:sz="4" w:space="4" w:color="auto"/>
        </w:pBdr>
        <w:rPr>
          <w:b/>
          <w:szCs w:val="20"/>
        </w:rPr>
      </w:pPr>
      <w:r w:rsidRPr="00773F2B">
        <w:rPr>
          <w:szCs w:val="20"/>
        </w:rPr>
        <w:t xml:space="preserve">  </w:t>
      </w:r>
      <w:r w:rsidRPr="00F81B21">
        <w:rPr>
          <w:b/>
          <w:szCs w:val="20"/>
        </w:rPr>
        <w:t>Job roles/employment outcome</w:t>
      </w:r>
    </w:p>
    <w:p w14:paraId="128406E9"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The Certificate III in Engineering - Mechanical Trade specifies the competencies required for employment as an Engineering Tradesperson - Mechanical including the design, assembly, manufacture, installation, modification, testing, fault finding, commissioning, maintenance and service of all mechanical equipment, machinery, fluid power systems, stationary and mobile equipment, instruments, refrigeration, and the use of computer controlled machine tools.</w:t>
      </w:r>
    </w:p>
    <w:p w14:paraId="128406EA" w14:textId="6DF091F6" w:rsidR="002B7FB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Employment outcomes related to this qualification are found in a wide variety of manufacturing and engineering related sectors as well as Engineering Tradesperson - Mechanical roles in other industries.</w:t>
      </w:r>
    </w:p>
    <w:p w14:paraId="411C6C13" w14:textId="77777777" w:rsidR="00F81B21" w:rsidRPr="00773F2B" w:rsidRDefault="00F81B21" w:rsidP="002B7FBB">
      <w:pPr>
        <w:pBdr>
          <w:top w:val="single" w:sz="4" w:space="1" w:color="auto"/>
          <w:left w:val="single" w:sz="4" w:space="4" w:color="auto"/>
          <w:bottom w:val="single" w:sz="4" w:space="1" w:color="auto"/>
          <w:right w:val="single" w:sz="4" w:space="4" w:color="auto"/>
        </w:pBdr>
        <w:rPr>
          <w:szCs w:val="20"/>
        </w:rPr>
      </w:pPr>
    </w:p>
    <w:p w14:paraId="128406ED" w14:textId="04AF8C24" w:rsidR="002B7FBB" w:rsidRPr="00F81B21" w:rsidRDefault="00D014E2" w:rsidP="002B7FBB">
      <w:pPr>
        <w:pBdr>
          <w:top w:val="single" w:sz="4" w:space="1" w:color="auto"/>
          <w:left w:val="single" w:sz="4" w:space="4" w:color="auto"/>
          <w:bottom w:val="single" w:sz="4" w:space="1" w:color="auto"/>
          <w:right w:val="single" w:sz="4" w:space="4" w:color="auto"/>
        </w:pBdr>
        <w:rPr>
          <w:b/>
          <w:szCs w:val="20"/>
        </w:rPr>
      </w:pPr>
      <w:r w:rsidRPr="00F81B21">
        <w:rPr>
          <w:b/>
          <w:szCs w:val="20"/>
        </w:rPr>
        <w:t xml:space="preserve">  Application</w:t>
      </w:r>
    </w:p>
    <w:p w14:paraId="128406EE"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This qualification is designed to provide an industry recognised skills profile related to trade work as an Engineering Tradesperson - Mechanical. Skills development would be undertaken through an Australian Apprenticeship arrangement where the mix of on and off-the-job training would be specified in the Training Plan associated with the Contract of Training between the employer and apprentice.</w:t>
      </w:r>
    </w:p>
    <w:p w14:paraId="128406EF"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Assessment of some units of competency must, where indicated, include evidence of the candidate's performance in a productive work environment where there is a sufficient range of appropriate tasks and materials to cover the scope of application of those units. All outcomes must reflect the standard of performance inherent in the job.</w:t>
      </w:r>
    </w:p>
    <w:p w14:paraId="128406F0"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Occupational titles that this qualification is suitable for may vary and include mechanical tradesperson, fitter and turner, fitter and machinist, maintenance fitter, diesel fitter, plant mechanic, refrigeration mechanic and 1st class machinist.</w:t>
      </w:r>
      <w:bookmarkEnd w:id="40"/>
    </w:p>
    <w:p w14:paraId="128406F1" w14:textId="77777777" w:rsidR="002B7FBB" w:rsidRDefault="00D014E2" w:rsidP="002B7FBB">
      <w:pPr>
        <w:pStyle w:val="Heading3"/>
        <w:spacing w:before="240"/>
      </w:pPr>
      <w:bookmarkStart w:id="41" w:name="_Toc521595612"/>
      <w:r w:rsidRPr="005845AB">
        <w:t>1</w:t>
      </w:r>
      <w:r>
        <w:t>.4</w:t>
      </w:r>
      <w:r w:rsidRPr="005845AB">
        <w:tab/>
        <w:t>Pathways</w:t>
      </w:r>
      <w:bookmarkEnd w:id="41"/>
    </w:p>
    <w:p w14:paraId="128406F2" w14:textId="77777777" w:rsidR="002B7FBB" w:rsidRPr="005845AB" w:rsidRDefault="00D014E2" w:rsidP="002B7FBB">
      <w:pPr>
        <w:spacing w:after="0"/>
        <w:rPr>
          <w:b/>
        </w:rPr>
      </w:pPr>
      <w:bookmarkStart w:id="42" w:name="_Toc517263919"/>
      <w:bookmarkStart w:id="43" w:name="_Toc517704697"/>
      <w:bookmarkStart w:id="44" w:name="_Toc518636841"/>
      <w:bookmarkStart w:id="45" w:name="_Toc518652933"/>
      <w:bookmarkStart w:id="46" w:name="_Toc518655269"/>
      <w:r w:rsidRPr="005845AB">
        <w:rPr>
          <w:b/>
        </w:rPr>
        <w:t>Study Pathways</w:t>
      </w:r>
      <w:bookmarkEnd w:id="42"/>
      <w:bookmarkEnd w:id="43"/>
      <w:bookmarkEnd w:id="44"/>
      <w:bookmarkEnd w:id="45"/>
      <w:bookmarkEnd w:id="46"/>
    </w:p>
    <w:p w14:paraId="128406F3" w14:textId="77777777" w:rsidR="002B7FBB" w:rsidRPr="00F5276F" w:rsidRDefault="00D014E2" w:rsidP="002B7FBB">
      <w:pPr>
        <w:rPr>
          <w:szCs w:val="22"/>
        </w:rPr>
      </w:pPr>
      <w:r w:rsidRPr="00F5276F">
        <w:rPr>
          <w:rFonts w:ascii="Calibri" w:hAnsi="Calibri" w:cs="Calibri"/>
          <w:bCs/>
          <w:szCs w:val="22"/>
        </w:rPr>
        <w:t>The study pathways available to students who undertake this Specialist Stream or Industry Identified Stream include:</w:t>
      </w:r>
    </w:p>
    <w:p w14:paraId="128406F4" w14:textId="77777777" w:rsidR="00CC4298" w:rsidRDefault="00CC4298" w:rsidP="00CC4298">
      <w:pPr>
        <w:pBdr>
          <w:top w:val="single" w:sz="4" w:space="1" w:color="auto"/>
          <w:left w:val="single" w:sz="4" w:space="4" w:color="auto"/>
          <w:bottom w:val="single" w:sz="4" w:space="1" w:color="auto"/>
          <w:right w:val="single" w:sz="4" w:space="4" w:color="auto"/>
        </w:pBdr>
        <w:spacing w:after="0"/>
      </w:pPr>
      <w:r>
        <w:t xml:space="preserve">The study pathways available to learners who undertake this qualification include: </w:t>
      </w:r>
    </w:p>
    <w:p w14:paraId="128406F5" w14:textId="77777777" w:rsidR="00CC4298" w:rsidRDefault="00CC4298" w:rsidP="00CC4298">
      <w:pPr>
        <w:pBdr>
          <w:top w:val="single" w:sz="4" w:space="1" w:color="auto"/>
          <w:left w:val="single" w:sz="4" w:space="4" w:color="auto"/>
          <w:bottom w:val="single" w:sz="4" w:space="1" w:color="auto"/>
          <w:right w:val="single" w:sz="4" w:space="4" w:color="auto"/>
        </w:pBdr>
        <w:spacing w:after="0"/>
      </w:pPr>
      <w:r>
        <w:t xml:space="preserve">•MEM40105 Certificate IV in Engineering </w:t>
      </w:r>
    </w:p>
    <w:p w14:paraId="128406F6" w14:textId="77777777" w:rsidR="00CC4298" w:rsidRDefault="00CC4298" w:rsidP="00CC4298">
      <w:pPr>
        <w:pBdr>
          <w:top w:val="single" w:sz="4" w:space="1" w:color="auto"/>
          <w:left w:val="single" w:sz="4" w:space="4" w:color="auto"/>
          <w:bottom w:val="single" w:sz="4" w:space="1" w:color="auto"/>
          <w:right w:val="single" w:sz="4" w:space="4" w:color="auto"/>
        </w:pBdr>
        <w:spacing w:after="0"/>
      </w:pPr>
      <w:r>
        <w:t xml:space="preserve">•MEM50105 Diploma of Engineering – Advanced Trade </w:t>
      </w:r>
    </w:p>
    <w:p w14:paraId="128406F7" w14:textId="77777777" w:rsidR="00CC4298" w:rsidRDefault="00CC4298" w:rsidP="00CC4298">
      <w:pPr>
        <w:pBdr>
          <w:top w:val="single" w:sz="4" w:space="1" w:color="auto"/>
          <w:left w:val="single" w:sz="4" w:space="4" w:color="auto"/>
          <w:bottom w:val="single" w:sz="4" w:space="1" w:color="auto"/>
          <w:right w:val="single" w:sz="4" w:space="4" w:color="auto"/>
        </w:pBdr>
        <w:spacing w:after="0"/>
      </w:pPr>
      <w:r>
        <w:t xml:space="preserve">•MEM50212 Diploma of Engineering – Technical </w:t>
      </w:r>
    </w:p>
    <w:p w14:paraId="128406F8" w14:textId="77777777" w:rsidR="002B7FBB" w:rsidRDefault="00CC4298" w:rsidP="00CC4298">
      <w:pPr>
        <w:pBdr>
          <w:top w:val="single" w:sz="4" w:space="1" w:color="auto"/>
          <w:left w:val="single" w:sz="4" w:space="4" w:color="auto"/>
          <w:bottom w:val="single" w:sz="4" w:space="1" w:color="auto"/>
          <w:right w:val="single" w:sz="4" w:space="4" w:color="auto"/>
        </w:pBdr>
        <w:spacing w:after="0"/>
      </w:pPr>
      <w:r>
        <w:t>•MEM60112 Advanced Diploma of Engineering</w:t>
      </w:r>
    </w:p>
    <w:p w14:paraId="128406F9" w14:textId="77777777" w:rsidR="002B7FBB" w:rsidRPr="005845AB" w:rsidRDefault="00D014E2" w:rsidP="002B7FBB">
      <w:pPr>
        <w:spacing w:before="240" w:after="0"/>
        <w:rPr>
          <w:b/>
        </w:rPr>
      </w:pPr>
      <w:bookmarkStart w:id="47" w:name="_Toc517263920"/>
      <w:bookmarkStart w:id="48" w:name="_Toc517704698"/>
      <w:bookmarkStart w:id="49" w:name="_Toc518636842"/>
      <w:bookmarkStart w:id="50" w:name="_Toc518652934"/>
      <w:bookmarkStart w:id="51" w:name="_Toc518655270"/>
      <w:r w:rsidRPr="005845AB">
        <w:rPr>
          <w:b/>
        </w:rPr>
        <w:t>Employment Pathways</w:t>
      </w:r>
      <w:bookmarkEnd w:id="47"/>
      <w:bookmarkEnd w:id="48"/>
      <w:bookmarkEnd w:id="49"/>
      <w:bookmarkEnd w:id="50"/>
      <w:bookmarkEnd w:id="51"/>
    </w:p>
    <w:p w14:paraId="128406FA" w14:textId="77777777" w:rsidR="002B7FBB" w:rsidRPr="00F5276F" w:rsidRDefault="00D014E2" w:rsidP="002B7FBB">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14:paraId="128406FB" w14:textId="77777777" w:rsidR="002B7FBB" w:rsidRPr="00383513" w:rsidRDefault="00CC4298" w:rsidP="002B7FBB">
      <w:pPr>
        <w:pBdr>
          <w:top w:val="single" w:sz="4" w:space="1" w:color="auto"/>
          <w:left w:val="single" w:sz="4" w:space="4" w:color="auto"/>
          <w:bottom w:val="single" w:sz="4" w:space="1" w:color="auto"/>
          <w:right w:val="single" w:sz="4" w:space="4" w:color="auto"/>
        </w:pBdr>
        <w:rPr>
          <w:b/>
          <w:color w:val="0070C0"/>
        </w:rPr>
      </w:pPr>
      <w:r w:rsidRPr="00383513">
        <w:rPr>
          <w:b/>
          <w:color w:val="0070C0"/>
        </w:rPr>
        <w:t xml:space="preserve">Fitter Welder </w:t>
      </w:r>
    </w:p>
    <w:p w14:paraId="7E4D93C6" w14:textId="77777777" w:rsidR="00F81B21" w:rsidRDefault="00F81B21" w:rsidP="002B7FBB">
      <w:pPr>
        <w:pStyle w:val="Heading3"/>
        <w:spacing w:before="240"/>
      </w:pPr>
      <w:bookmarkStart w:id="52" w:name="_Toc521595613"/>
    </w:p>
    <w:p w14:paraId="128406FC" w14:textId="39C2B95A" w:rsidR="002B7FBB" w:rsidRPr="00A17CC7" w:rsidRDefault="00D014E2" w:rsidP="002B7FBB">
      <w:pPr>
        <w:pStyle w:val="Heading3"/>
        <w:spacing w:before="240"/>
      </w:pPr>
      <w:r>
        <w:t>1.5</w:t>
      </w:r>
      <w:r w:rsidRPr="00A17CC7">
        <w:tab/>
        <w:t>Entry Requirements</w:t>
      </w:r>
      <w:bookmarkEnd w:id="52"/>
    </w:p>
    <w:p w14:paraId="128406FD" w14:textId="77777777" w:rsidR="002B7FBB" w:rsidRPr="00517888" w:rsidRDefault="00D014E2" w:rsidP="002B7FBB">
      <w:r w:rsidRPr="00517888">
        <w:t xml:space="preserve">The following </w:t>
      </w:r>
      <w:r w:rsidRPr="00517888">
        <w:rPr>
          <w:b/>
        </w:rPr>
        <w:t>Training Package</w:t>
      </w:r>
      <w:r w:rsidRPr="00517888">
        <w:t xml:space="preserve"> entry requ</w:t>
      </w:r>
      <w:r>
        <w:t>irements exist for this course</w:t>
      </w:r>
      <w:r w:rsidRPr="00517888">
        <w:t>:</w:t>
      </w:r>
    </w:p>
    <w:p w14:paraId="23E115D1" w14:textId="6F0A68DD" w:rsidR="00197295" w:rsidRPr="00F81B21" w:rsidRDefault="00D014E2" w:rsidP="002B7FBB">
      <w:pPr>
        <w:pBdr>
          <w:top w:val="single" w:sz="4" w:space="1" w:color="auto"/>
          <w:left w:val="single" w:sz="4" w:space="4" w:color="auto"/>
          <w:bottom w:val="single" w:sz="4" w:space="1" w:color="auto"/>
          <w:right w:val="single" w:sz="4" w:space="4" w:color="auto"/>
        </w:pBdr>
        <w:rPr>
          <w:b/>
        </w:rPr>
      </w:pPr>
      <w:bookmarkStart w:id="53" w:name="EntryRequirements"/>
      <w:r w:rsidRPr="00F81B21">
        <w:rPr>
          <w:b/>
        </w:rPr>
        <w:t>Pathways into the qualification</w:t>
      </w:r>
    </w:p>
    <w:p w14:paraId="128406FF" w14:textId="77777777" w:rsidR="002B7FBB" w:rsidRDefault="00D014E2" w:rsidP="002B7FBB">
      <w:pPr>
        <w:pBdr>
          <w:top w:val="single" w:sz="4" w:space="1" w:color="auto"/>
          <w:left w:val="single" w:sz="4" w:space="4" w:color="auto"/>
          <w:bottom w:val="single" w:sz="4" w:space="1" w:color="auto"/>
          <w:right w:val="single" w:sz="4" w:space="4" w:color="auto"/>
        </w:pBdr>
      </w:pPr>
      <w:r>
        <w:t>There is no qualification entry requirement. It is assumed that the learner is engaged as an apprentice under a Training Contract and that the learner is receiving appropriate structured on-the-job training while undertaking this qualification.</w:t>
      </w:r>
    </w:p>
    <w:p w14:paraId="12840700" w14:textId="77777777" w:rsidR="002B7FBB" w:rsidRDefault="00D014E2" w:rsidP="002B7FBB">
      <w:pPr>
        <w:pBdr>
          <w:top w:val="single" w:sz="4" w:space="1" w:color="auto"/>
          <w:left w:val="single" w:sz="4" w:space="4" w:color="auto"/>
          <w:bottom w:val="single" w:sz="4" w:space="1" w:color="auto"/>
          <w:right w:val="single" w:sz="4" w:space="4" w:color="auto"/>
        </w:pBdr>
      </w:pPr>
      <w:r>
        <w:t>This qualification may be accessed by direct entry. Credit may be granted towards this qualification by those who have completed MEM10105 Certificate I in Engineering, MEM10205 Certificate I in Boating Services, MEM20105 Certificate II in Engineering, MEM20205 Certificate II in Engineering - Production Technology or other relevant qualifications. Credit towards this qualification may also include units of competency contained within relevant skill sets and Statements of Attainment.</w:t>
      </w:r>
    </w:p>
    <w:p w14:paraId="12840701" w14:textId="77777777" w:rsidR="002B7FBB" w:rsidRPr="00E179E7" w:rsidRDefault="00D014E2" w:rsidP="002B7FBB">
      <w:pPr>
        <w:pBdr>
          <w:top w:val="single" w:sz="4" w:space="1" w:color="auto"/>
          <w:left w:val="single" w:sz="4" w:space="4" w:color="auto"/>
          <w:bottom w:val="single" w:sz="4" w:space="1" w:color="auto"/>
          <w:right w:val="single" w:sz="4" w:space="4" w:color="auto"/>
        </w:pBdr>
        <w:rPr>
          <w:b/>
        </w:rPr>
      </w:pPr>
      <w:r>
        <w:t xml:space="preserve">  </w:t>
      </w:r>
      <w:r w:rsidRPr="00E179E7">
        <w:rPr>
          <w:b/>
        </w:rPr>
        <w:t>Pathways from the qualification</w:t>
      </w:r>
    </w:p>
    <w:p w14:paraId="12840702"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Further training pathways from this qualification include MEM40105 Certificate IV in Engineering and MEM50105 Diploma of Engineering - Advanced Trade or other relevant qualifications. </w:t>
      </w:r>
    </w:p>
    <w:p w14:paraId="12840703" w14:textId="77777777" w:rsidR="002B7FBB" w:rsidRPr="00E179E7" w:rsidRDefault="00D014E2" w:rsidP="002B7FBB">
      <w:pPr>
        <w:pBdr>
          <w:top w:val="single" w:sz="4" w:space="1" w:color="auto"/>
          <w:left w:val="single" w:sz="4" w:space="4" w:color="auto"/>
          <w:bottom w:val="single" w:sz="4" w:space="1" w:color="auto"/>
          <w:right w:val="single" w:sz="4" w:space="4" w:color="auto"/>
        </w:pBdr>
        <w:rPr>
          <w:b/>
        </w:rPr>
      </w:pPr>
      <w:r>
        <w:t xml:space="preserve">  </w:t>
      </w:r>
      <w:r w:rsidRPr="00E179E7">
        <w:rPr>
          <w:b/>
        </w:rPr>
        <w:t>Additional qualification advice</w:t>
      </w:r>
    </w:p>
    <w:p w14:paraId="12840704" w14:textId="77777777" w:rsidR="002B7FBB" w:rsidRDefault="00D014E2" w:rsidP="002B7FBB">
      <w:pPr>
        <w:pBdr>
          <w:top w:val="single" w:sz="4" w:space="1" w:color="auto"/>
          <w:left w:val="single" w:sz="4" w:space="4" w:color="auto"/>
          <w:bottom w:val="single" w:sz="4" w:space="1" w:color="auto"/>
          <w:right w:val="single" w:sz="4" w:space="4" w:color="auto"/>
        </w:pBdr>
      </w:pPr>
      <w:r>
        <w:t>An additional descriptor may be added to this qualification to illustrate a particular skills focus or trade discipline.</w:t>
      </w:r>
    </w:p>
    <w:p w14:paraId="12840705" w14:textId="77777777" w:rsidR="002B7FBB" w:rsidRDefault="00D014E2" w:rsidP="002B7FBB">
      <w:pPr>
        <w:pBdr>
          <w:top w:val="single" w:sz="4" w:space="1" w:color="auto"/>
          <w:left w:val="single" w:sz="4" w:space="4" w:color="auto"/>
          <w:bottom w:val="single" w:sz="4" w:space="1" w:color="auto"/>
          <w:right w:val="single" w:sz="4" w:space="4" w:color="auto"/>
        </w:pBdr>
      </w:pPr>
      <w:r>
        <w:t>This could be achieved by adding a pathway descriptor or sentence below the formal title of the qualification. Note that no changes may be made to the qualification title and the use of one of these descriptors to a qualification does not change the qualification's formal title or unique national code.</w:t>
      </w:r>
    </w:p>
    <w:p w14:paraId="12840706"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There are no specific requirements associated with the use of these descriptors other than their use should reflect the nature of the choice of units of competency in the qualification and must be consistent with the work role of an Engineering Tradesperson - Mechanical. </w:t>
      </w:r>
    </w:p>
    <w:p w14:paraId="12840707"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Reference to other occupational or functional pathways consistent with the role of an Engineering Tradesperson - Mechanical may be included on any qualification statement that is issued. </w:t>
      </w:r>
    </w:p>
    <w:p w14:paraId="12840708"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Competitive Manufacturing qualifications are available for employees at this level who already possess trade and other technical skills and who require additional manufacturing practice skills above those available in this qualification.  </w:t>
      </w:r>
    </w:p>
    <w:p w14:paraId="1284070B" w14:textId="2E1F013F" w:rsidR="002B7FBB" w:rsidRDefault="00D014E2" w:rsidP="002B7FBB">
      <w:pPr>
        <w:pBdr>
          <w:top w:val="single" w:sz="4" w:space="1" w:color="auto"/>
          <w:left w:val="single" w:sz="4" w:space="4" w:color="auto"/>
          <w:bottom w:val="single" w:sz="4" w:space="1" w:color="auto"/>
          <w:right w:val="single" w:sz="4" w:space="4" w:color="auto"/>
        </w:pBdr>
      </w:pPr>
      <w:r>
        <w:t xml:space="preserve"> </w:t>
      </w:r>
      <w:bookmarkEnd w:id="53"/>
    </w:p>
    <w:p w14:paraId="1284070C" w14:textId="77777777" w:rsidR="002B7FBB" w:rsidRPr="00A17CC7" w:rsidRDefault="00D014E2" w:rsidP="002B7FBB">
      <w:pPr>
        <w:pStyle w:val="Heading3"/>
        <w:spacing w:before="240"/>
      </w:pPr>
      <w:bookmarkStart w:id="54" w:name="_Toc521595614"/>
      <w:r>
        <w:t>1.6</w:t>
      </w:r>
      <w:r w:rsidRPr="00A17CC7">
        <w:tab/>
        <w:t>Exit Points</w:t>
      </w:r>
      <w:bookmarkEnd w:id="54"/>
    </w:p>
    <w:p w14:paraId="188E7F33" w14:textId="3B3AE64E" w:rsidR="00E179E7" w:rsidRDefault="00E179E7" w:rsidP="00E179E7">
      <w:pPr>
        <w:pBdr>
          <w:top w:val="single" w:sz="4" w:space="1" w:color="auto"/>
          <w:left w:val="single" w:sz="4" w:space="4" w:color="auto"/>
          <w:bottom w:val="single" w:sz="4" w:space="1" w:color="auto"/>
          <w:right w:val="single" w:sz="4" w:space="4" w:color="auto"/>
        </w:pBdr>
      </w:pPr>
      <w:r>
        <w:t xml:space="preserve">Students can be awarded a Statement of Attainment for </w:t>
      </w:r>
      <w:r w:rsidR="00197295">
        <w:t>units successfully completed.</w:t>
      </w:r>
    </w:p>
    <w:p w14:paraId="1B8142EA" w14:textId="77777777" w:rsidR="00E179E7" w:rsidRDefault="00E179E7" w:rsidP="00E179E7">
      <w:pPr>
        <w:pBdr>
          <w:top w:val="single" w:sz="4" w:space="1" w:color="auto"/>
          <w:left w:val="single" w:sz="4" w:space="4" w:color="auto"/>
          <w:bottom w:val="single" w:sz="4" w:space="1" w:color="auto"/>
          <w:right w:val="single" w:sz="4" w:space="4" w:color="auto"/>
        </w:pBdr>
      </w:pPr>
    </w:p>
    <w:p w14:paraId="1284070F" w14:textId="77777777" w:rsidR="002B7FBB" w:rsidRDefault="002B7FBB" w:rsidP="002B7FBB">
      <w:pPr>
        <w:rPr>
          <w:rFonts w:eastAsiaTheme="majorEastAsia" w:cstheme="majorBidi"/>
          <w:b/>
          <w:iCs/>
          <w:color w:val="262626" w:themeColor="text1" w:themeTint="D9"/>
        </w:rPr>
      </w:pPr>
    </w:p>
    <w:p w14:paraId="12840710" w14:textId="77777777" w:rsidR="002B7FBB" w:rsidRDefault="002B7FBB" w:rsidP="002B7FBB">
      <w:pPr>
        <w:rPr>
          <w:rFonts w:eastAsiaTheme="majorEastAsia" w:cstheme="majorBidi"/>
          <w:b/>
          <w:iCs/>
          <w:color w:val="262626" w:themeColor="text1" w:themeTint="D9"/>
        </w:rPr>
        <w:sectPr w:rsidR="002B7FBB" w:rsidSect="002B7FBB">
          <w:headerReference w:type="default" r:id="rId12"/>
          <w:footerReference w:type="default" r:id="rId13"/>
          <w:headerReference w:type="first" r:id="rId14"/>
          <w:footerReference w:type="first" r:id="rId15"/>
          <w:pgSz w:w="11906" w:h="16838"/>
          <w:pgMar w:top="1701" w:right="991" w:bottom="1232" w:left="1276" w:header="708" w:footer="338" w:gutter="0"/>
          <w:cols w:space="708"/>
          <w:docGrid w:linePitch="360"/>
        </w:sectPr>
      </w:pPr>
    </w:p>
    <w:p w14:paraId="12840711" w14:textId="77777777" w:rsidR="002B7FBB" w:rsidRDefault="00D014E2" w:rsidP="002B7FBB">
      <w:pPr>
        <w:pStyle w:val="Heading3"/>
      </w:pPr>
      <w:bookmarkStart w:id="55" w:name="_Toc521595615"/>
      <w:r>
        <w:t>1.7</w:t>
      </w:r>
      <w:r w:rsidRPr="00A17CC7">
        <w:tab/>
        <w:t>Units of Competency</w:t>
      </w:r>
      <w:bookmarkEnd w:id="55"/>
    </w:p>
    <w:p w14:paraId="12840712" w14:textId="77777777" w:rsidR="002B7FBB" w:rsidRPr="001F1065" w:rsidRDefault="00D014E2" w:rsidP="002B7FBB">
      <w:r w:rsidRPr="00787B01">
        <w:t>Consistent with the qualification packaging rules, the units listed below will be delivered and assessed</w:t>
      </w:r>
      <w:r>
        <w:t xml:space="preserve"> for this training product</w:t>
      </w:r>
      <w:r>
        <w:rPr>
          <w:color w:val="595959" w:themeColor="text1" w:themeTint="A6"/>
        </w:rPr>
        <w:t>:</w:t>
      </w:r>
    </w:p>
    <w:p w14:paraId="12840713" w14:textId="77777777" w:rsidR="002B7FBB" w:rsidRPr="00D05AF8" w:rsidRDefault="00D014E2" w:rsidP="002B7FBB">
      <w:pPr>
        <w:pStyle w:val="Heading4"/>
      </w:pPr>
      <w:r>
        <w:t>Core Units</w:t>
      </w:r>
    </w:p>
    <w:p w14:paraId="12840714" w14:textId="77777777" w:rsidR="002B7FBB" w:rsidRDefault="00D014E2" w:rsidP="002B7FBB">
      <w:pPr>
        <w:pStyle w:val="CaptionPurple"/>
      </w:pPr>
      <w:r>
        <w:t xml:space="preserve">Table </w:t>
      </w:r>
      <w:r>
        <w:rPr>
          <w:noProof/>
        </w:rPr>
        <w:t>1</w:t>
      </w:r>
      <w:r>
        <w:t xml:space="preserve"> </w:t>
      </w:r>
      <w:r w:rsidRPr="0032318C">
        <w:t>Core Units</w:t>
      </w: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Core Units"/>
        <w:tblDescription w:val="Core Units"/>
      </w:tblPr>
      <w:tblGrid>
        <w:gridCol w:w="786"/>
        <w:gridCol w:w="8537"/>
        <w:gridCol w:w="4764"/>
      </w:tblGrid>
      <w:tr w:rsidR="009571B4" w14:paraId="12840718" w14:textId="77777777" w:rsidTr="002B7FBB">
        <w:trPr>
          <w:cantSplit/>
          <w:trHeight w:val="263"/>
          <w:tblHeader/>
        </w:trPr>
        <w:tc>
          <w:tcPr>
            <w:tcW w:w="279" w:type="pct"/>
            <w:shd w:val="clear" w:color="auto" w:fill="C7C5E0"/>
            <w:vAlign w:val="center"/>
          </w:tcPr>
          <w:p w14:paraId="12840715" w14:textId="77777777" w:rsidR="002B7FBB" w:rsidRPr="00D717E9"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14:paraId="12840716" w14:textId="77777777" w:rsidR="002B7FBB" w:rsidRPr="00D717E9" w:rsidRDefault="00D014E2" w:rsidP="002B7FB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14:paraId="12840717" w14:textId="77777777" w:rsidR="002B7FBB" w:rsidRPr="000B1F5C" w:rsidRDefault="00D014E2" w:rsidP="002B7FBB">
            <w:pPr>
              <w:spacing w:after="0"/>
              <w:rPr>
                <w:rStyle w:val="SubtleEmphasis"/>
                <w:sz w:val="20"/>
                <w:szCs w:val="20"/>
              </w:rPr>
            </w:pPr>
            <w:r>
              <w:rPr>
                <w:rFonts w:ascii="Calibri" w:hAnsi="Calibri" w:cs="Calibri"/>
                <w:b/>
              </w:rPr>
              <w:t>Unit Type and Additional Notes</w:t>
            </w:r>
          </w:p>
        </w:tc>
      </w:tr>
      <w:tr w:rsidR="00EE20BD" w14:paraId="1284071C" w14:textId="77777777" w:rsidTr="002B7FBB">
        <w:trPr>
          <w:cantSplit/>
          <w:trHeight w:val="263"/>
        </w:trPr>
        <w:tc>
          <w:tcPr>
            <w:tcW w:w="279" w:type="pct"/>
            <w:shd w:val="clear" w:color="auto" w:fill="C7C5E0"/>
            <w:vAlign w:val="center"/>
          </w:tcPr>
          <w:p w14:paraId="12840719" w14:textId="77777777" w:rsidR="00EE20BD" w:rsidRPr="00A660CB" w:rsidRDefault="00EE20BD" w:rsidP="00EE20BD">
            <w:pPr>
              <w:spacing w:after="0"/>
              <w:jc w:val="center"/>
              <w:rPr>
                <w:rFonts w:ascii="Calibri" w:hAnsi="Calibri" w:cs="Calibri"/>
                <w:b/>
              </w:rPr>
            </w:pPr>
          </w:p>
        </w:tc>
        <w:tc>
          <w:tcPr>
            <w:tcW w:w="3030" w:type="pct"/>
          </w:tcPr>
          <w:p w14:paraId="1284071A" w14:textId="77777777" w:rsidR="00EE20BD" w:rsidRPr="00D717E9" w:rsidRDefault="00EE20BD" w:rsidP="00EE20BD">
            <w:pPr>
              <w:spacing w:after="0"/>
              <w:jc w:val="both"/>
              <w:rPr>
                <w:rFonts w:ascii="Calibri" w:hAnsi="Calibri" w:cs="Calibri"/>
              </w:rPr>
            </w:pPr>
            <w:r>
              <w:rPr>
                <w:rFonts w:ascii="Calibri" w:hAnsi="Calibri" w:cs="Calibri"/>
              </w:rPr>
              <w:t xml:space="preserve">MEM12023A </w:t>
            </w:r>
            <w:r w:rsidRPr="00441692">
              <w:rPr>
                <w:rFonts w:ascii="Calibri" w:hAnsi="Calibri" w:cs="Calibri"/>
              </w:rPr>
              <w:t>P</w:t>
            </w:r>
            <w:r>
              <w:rPr>
                <w:rFonts w:ascii="Calibri" w:hAnsi="Calibri" w:cs="Calibri"/>
              </w:rPr>
              <w:t>erform engineering measurements</w:t>
            </w:r>
          </w:p>
        </w:tc>
        <w:tc>
          <w:tcPr>
            <w:tcW w:w="1691" w:type="pct"/>
          </w:tcPr>
          <w:p w14:paraId="1284071B" w14:textId="77777777" w:rsidR="00EE20BD" w:rsidRPr="00D717E9" w:rsidRDefault="00EE20BD" w:rsidP="00EE20BD">
            <w:pPr>
              <w:spacing w:after="0"/>
              <w:rPr>
                <w:rFonts w:ascii="Calibri" w:hAnsi="Calibri" w:cs="Calibri"/>
              </w:rPr>
            </w:pPr>
          </w:p>
        </w:tc>
      </w:tr>
      <w:tr w:rsidR="00EE20BD" w14:paraId="12840720" w14:textId="77777777" w:rsidTr="002B7FBB">
        <w:trPr>
          <w:cantSplit/>
          <w:trHeight w:val="278"/>
        </w:trPr>
        <w:tc>
          <w:tcPr>
            <w:tcW w:w="279" w:type="pct"/>
            <w:shd w:val="clear" w:color="auto" w:fill="C7C5E0"/>
            <w:vAlign w:val="center"/>
          </w:tcPr>
          <w:p w14:paraId="1284071D" w14:textId="77777777" w:rsidR="00EE20BD" w:rsidRPr="00A660CB" w:rsidRDefault="00EE20BD" w:rsidP="00EE20BD">
            <w:pPr>
              <w:spacing w:after="0"/>
              <w:jc w:val="center"/>
              <w:rPr>
                <w:rFonts w:ascii="Calibri" w:hAnsi="Calibri" w:cs="Calibri"/>
                <w:b/>
              </w:rPr>
            </w:pPr>
          </w:p>
        </w:tc>
        <w:tc>
          <w:tcPr>
            <w:tcW w:w="3030" w:type="pct"/>
          </w:tcPr>
          <w:p w14:paraId="1284071E" w14:textId="77777777" w:rsidR="00EE20BD" w:rsidRPr="00D717E9" w:rsidRDefault="00EE20BD" w:rsidP="00EE20BD">
            <w:pPr>
              <w:spacing w:after="0"/>
              <w:jc w:val="both"/>
              <w:rPr>
                <w:rFonts w:ascii="Calibri" w:hAnsi="Calibri" w:cs="Calibri"/>
              </w:rPr>
            </w:pPr>
            <w:r>
              <w:rPr>
                <w:rFonts w:ascii="Calibri" w:hAnsi="Calibri" w:cs="Calibri"/>
              </w:rPr>
              <w:t>MEM12024A Perform computations</w:t>
            </w:r>
          </w:p>
        </w:tc>
        <w:tc>
          <w:tcPr>
            <w:tcW w:w="1691" w:type="pct"/>
          </w:tcPr>
          <w:p w14:paraId="1284071F" w14:textId="77777777" w:rsidR="00EE20BD" w:rsidRPr="00D717E9" w:rsidRDefault="00EE20BD" w:rsidP="00EE20BD">
            <w:pPr>
              <w:spacing w:after="0"/>
              <w:rPr>
                <w:rFonts w:ascii="Calibri" w:hAnsi="Calibri" w:cs="Calibri"/>
              </w:rPr>
            </w:pPr>
          </w:p>
        </w:tc>
      </w:tr>
      <w:tr w:rsidR="00EE20BD" w14:paraId="12840724" w14:textId="77777777" w:rsidTr="002B7FBB">
        <w:trPr>
          <w:cantSplit/>
          <w:trHeight w:val="543"/>
        </w:trPr>
        <w:tc>
          <w:tcPr>
            <w:tcW w:w="279" w:type="pct"/>
            <w:shd w:val="clear" w:color="auto" w:fill="C7C5E0"/>
            <w:vAlign w:val="center"/>
          </w:tcPr>
          <w:p w14:paraId="12840721" w14:textId="77777777" w:rsidR="00EE20BD" w:rsidRPr="00A660CB" w:rsidRDefault="00EE20BD" w:rsidP="00EE20BD">
            <w:pPr>
              <w:spacing w:after="0"/>
              <w:jc w:val="center"/>
              <w:rPr>
                <w:rFonts w:ascii="Calibri" w:hAnsi="Calibri" w:cs="Calibri"/>
                <w:b/>
              </w:rPr>
            </w:pPr>
          </w:p>
        </w:tc>
        <w:tc>
          <w:tcPr>
            <w:tcW w:w="3030" w:type="pct"/>
          </w:tcPr>
          <w:p w14:paraId="12840722" w14:textId="77777777" w:rsidR="00EE20BD" w:rsidRPr="00D717E9" w:rsidRDefault="00EE20BD" w:rsidP="00EE20BD">
            <w:pPr>
              <w:spacing w:after="0"/>
              <w:jc w:val="both"/>
              <w:rPr>
                <w:rFonts w:ascii="Calibri" w:hAnsi="Calibri" w:cs="Calibri"/>
              </w:rPr>
            </w:pPr>
            <w:r w:rsidRPr="00441692">
              <w:rPr>
                <w:rFonts w:ascii="Calibri" w:hAnsi="Calibri" w:cs="Calibri"/>
              </w:rPr>
              <w:t>MEM13014A</w:t>
            </w:r>
            <w:r>
              <w:rPr>
                <w:rFonts w:ascii="Calibri" w:hAnsi="Calibri" w:cs="Calibri"/>
              </w:rPr>
              <w:t xml:space="preserve"> </w:t>
            </w:r>
            <w:r w:rsidRPr="00441692">
              <w:rPr>
                <w:rFonts w:ascii="Calibri" w:hAnsi="Calibri" w:cs="Calibri"/>
              </w:rPr>
              <w:t>Apply principles of occupational health and safety in the work environment</w:t>
            </w:r>
          </w:p>
        </w:tc>
        <w:tc>
          <w:tcPr>
            <w:tcW w:w="1691" w:type="pct"/>
          </w:tcPr>
          <w:p w14:paraId="12840723" w14:textId="77777777" w:rsidR="00EE20BD" w:rsidRPr="00D717E9" w:rsidRDefault="00EE20BD" w:rsidP="00EE20BD">
            <w:pPr>
              <w:spacing w:after="0"/>
              <w:rPr>
                <w:rFonts w:ascii="Calibri" w:hAnsi="Calibri" w:cs="Calibri"/>
              </w:rPr>
            </w:pPr>
          </w:p>
        </w:tc>
      </w:tr>
      <w:tr w:rsidR="00EE20BD" w14:paraId="12840728" w14:textId="77777777" w:rsidTr="002B7FBB">
        <w:trPr>
          <w:cantSplit/>
          <w:trHeight w:val="263"/>
        </w:trPr>
        <w:tc>
          <w:tcPr>
            <w:tcW w:w="279" w:type="pct"/>
            <w:shd w:val="clear" w:color="auto" w:fill="C7C5E0"/>
            <w:vAlign w:val="center"/>
          </w:tcPr>
          <w:p w14:paraId="12840725" w14:textId="77777777" w:rsidR="00EE20BD" w:rsidRPr="00A660CB" w:rsidRDefault="00EE20BD" w:rsidP="00EE20BD">
            <w:pPr>
              <w:spacing w:after="0"/>
              <w:jc w:val="center"/>
              <w:rPr>
                <w:rFonts w:ascii="Calibri" w:hAnsi="Calibri" w:cs="Calibri"/>
                <w:b/>
              </w:rPr>
            </w:pPr>
          </w:p>
        </w:tc>
        <w:tc>
          <w:tcPr>
            <w:tcW w:w="3030" w:type="pct"/>
          </w:tcPr>
          <w:p w14:paraId="12840726" w14:textId="77777777" w:rsidR="00EE20BD" w:rsidRPr="00D717E9" w:rsidRDefault="00EE20BD" w:rsidP="00EE20BD">
            <w:pPr>
              <w:spacing w:after="0"/>
              <w:jc w:val="both"/>
              <w:rPr>
                <w:rFonts w:ascii="Calibri" w:hAnsi="Calibri" w:cs="Calibri"/>
              </w:rPr>
            </w:pPr>
            <w:r w:rsidRPr="00441692">
              <w:rPr>
                <w:rFonts w:ascii="Calibri" w:hAnsi="Calibri" w:cs="Calibri"/>
              </w:rPr>
              <w:t>MEM14004A</w:t>
            </w:r>
            <w:r>
              <w:rPr>
                <w:rFonts w:ascii="Calibri" w:hAnsi="Calibri" w:cs="Calibri"/>
              </w:rPr>
              <w:t xml:space="preserve"> </w:t>
            </w:r>
            <w:r w:rsidRPr="00441692">
              <w:rPr>
                <w:rFonts w:ascii="Calibri" w:hAnsi="Calibri" w:cs="Calibri"/>
              </w:rPr>
              <w:t>Plan to undertake a routine task</w:t>
            </w:r>
          </w:p>
        </w:tc>
        <w:tc>
          <w:tcPr>
            <w:tcW w:w="1691" w:type="pct"/>
          </w:tcPr>
          <w:p w14:paraId="12840727" w14:textId="77777777" w:rsidR="00EE20BD" w:rsidRPr="00D717E9" w:rsidRDefault="00EE20BD" w:rsidP="00EE20BD">
            <w:pPr>
              <w:spacing w:after="0"/>
              <w:rPr>
                <w:rFonts w:ascii="Calibri" w:hAnsi="Calibri" w:cs="Calibri"/>
              </w:rPr>
            </w:pPr>
          </w:p>
        </w:tc>
      </w:tr>
      <w:tr w:rsidR="00EE20BD" w14:paraId="1284072C" w14:textId="77777777" w:rsidTr="002B7FBB">
        <w:trPr>
          <w:cantSplit/>
          <w:trHeight w:val="263"/>
        </w:trPr>
        <w:tc>
          <w:tcPr>
            <w:tcW w:w="279" w:type="pct"/>
            <w:shd w:val="clear" w:color="auto" w:fill="C7C5E0"/>
            <w:vAlign w:val="center"/>
          </w:tcPr>
          <w:p w14:paraId="12840729" w14:textId="77777777" w:rsidR="00EE20BD" w:rsidRPr="00A660CB" w:rsidRDefault="00EE20BD" w:rsidP="00EE20BD">
            <w:pPr>
              <w:spacing w:after="0"/>
              <w:jc w:val="center"/>
              <w:rPr>
                <w:rFonts w:ascii="Calibri" w:hAnsi="Calibri" w:cs="Calibri"/>
                <w:b/>
              </w:rPr>
            </w:pPr>
          </w:p>
        </w:tc>
        <w:tc>
          <w:tcPr>
            <w:tcW w:w="3030" w:type="pct"/>
          </w:tcPr>
          <w:p w14:paraId="1284072A" w14:textId="77777777" w:rsidR="00EE20BD" w:rsidRPr="00D717E9" w:rsidRDefault="00EE20BD" w:rsidP="00EE20BD">
            <w:pPr>
              <w:spacing w:after="0"/>
              <w:jc w:val="both"/>
              <w:rPr>
                <w:rFonts w:ascii="Calibri" w:hAnsi="Calibri" w:cs="Calibri"/>
              </w:rPr>
            </w:pPr>
            <w:r w:rsidRPr="00441692">
              <w:rPr>
                <w:rFonts w:ascii="Calibri" w:hAnsi="Calibri" w:cs="Calibri"/>
              </w:rPr>
              <w:t>MEM14005A</w:t>
            </w:r>
            <w:r>
              <w:rPr>
                <w:rFonts w:ascii="Calibri" w:hAnsi="Calibri" w:cs="Calibri"/>
              </w:rPr>
              <w:t xml:space="preserve"> </w:t>
            </w:r>
            <w:r w:rsidRPr="00441692">
              <w:rPr>
                <w:rFonts w:ascii="Calibri" w:hAnsi="Calibri" w:cs="Calibri"/>
              </w:rPr>
              <w:t>Plan a complete activity</w:t>
            </w:r>
          </w:p>
        </w:tc>
        <w:tc>
          <w:tcPr>
            <w:tcW w:w="1691" w:type="pct"/>
          </w:tcPr>
          <w:p w14:paraId="1284072B" w14:textId="77777777" w:rsidR="00EE20BD" w:rsidRPr="00D717E9" w:rsidRDefault="00EE20BD" w:rsidP="00EE20BD">
            <w:pPr>
              <w:spacing w:after="0"/>
              <w:rPr>
                <w:rFonts w:ascii="Calibri" w:hAnsi="Calibri" w:cs="Calibri"/>
              </w:rPr>
            </w:pPr>
          </w:p>
        </w:tc>
      </w:tr>
      <w:tr w:rsidR="00EE20BD" w14:paraId="12840730" w14:textId="77777777" w:rsidTr="002B7FBB">
        <w:trPr>
          <w:cantSplit/>
          <w:trHeight w:val="263"/>
        </w:trPr>
        <w:tc>
          <w:tcPr>
            <w:tcW w:w="279" w:type="pct"/>
            <w:shd w:val="clear" w:color="auto" w:fill="C7C5E0"/>
            <w:vAlign w:val="center"/>
          </w:tcPr>
          <w:p w14:paraId="1284072D" w14:textId="77777777" w:rsidR="00EE20BD" w:rsidRPr="00A660CB" w:rsidRDefault="00EE20BD" w:rsidP="00EE20BD">
            <w:pPr>
              <w:spacing w:after="0"/>
              <w:jc w:val="center"/>
              <w:rPr>
                <w:rFonts w:ascii="Calibri" w:hAnsi="Calibri" w:cs="Calibri"/>
                <w:b/>
              </w:rPr>
            </w:pPr>
          </w:p>
        </w:tc>
        <w:tc>
          <w:tcPr>
            <w:tcW w:w="3030" w:type="pct"/>
          </w:tcPr>
          <w:p w14:paraId="1284072E" w14:textId="77777777" w:rsidR="00EE20BD" w:rsidRPr="00D717E9" w:rsidRDefault="00EE20BD" w:rsidP="00EE20BD">
            <w:pPr>
              <w:spacing w:after="0"/>
              <w:jc w:val="both"/>
              <w:rPr>
                <w:rFonts w:ascii="Calibri" w:hAnsi="Calibri" w:cs="Calibri"/>
              </w:rPr>
            </w:pPr>
            <w:r w:rsidRPr="00441692">
              <w:rPr>
                <w:rFonts w:ascii="Calibri" w:hAnsi="Calibri" w:cs="Calibri"/>
              </w:rPr>
              <w:t>MEM15002A</w:t>
            </w:r>
            <w:r>
              <w:rPr>
                <w:rFonts w:ascii="Calibri" w:hAnsi="Calibri" w:cs="Calibri"/>
              </w:rPr>
              <w:t xml:space="preserve"> </w:t>
            </w:r>
            <w:r w:rsidRPr="00441692">
              <w:rPr>
                <w:rFonts w:ascii="Calibri" w:hAnsi="Calibri" w:cs="Calibri"/>
              </w:rPr>
              <w:t>Apply quality systems</w:t>
            </w:r>
          </w:p>
        </w:tc>
        <w:tc>
          <w:tcPr>
            <w:tcW w:w="1691" w:type="pct"/>
          </w:tcPr>
          <w:p w14:paraId="1284072F" w14:textId="77777777" w:rsidR="00EE20BD" w:rsidRPr="00D717E9" w:rsidRDefault="00EE20BD" w:rsidP="00EE20BD">
            <w:pPr>
              <w:spacing w:after="0"/>
              <w:rPr>
                <w:rFonts w:ascii="Calibri" w:hAnsi="Calibri" w:cs="Calibri"/>
              </w:rPr>
            </w:pPr>
          </w:p>
        </w:tc>
      </w:tr>
      <w:tr w:rsidR="00EE20BD" w14:paraId="12840734" w14:textId="77777777" w:rsidTr="002B7FBB">
        <w:trPr>
          <w:cantSplit/>
          <w:trHeight w:val="263"/>
        </w:trPr>
        <w:tc>
          <w:tcPr>
            <w:tcW w:w="279" w:type="pct"/>
            <w:shd w:val="clear" w:color="auto" w:fill="C7C5E0"/>
            <w:vAlign w:val="center"/>
          </w:tcPr>
          <w:p w14:paraId="12840731" w14:textId="77777777" w:rsidR="00EE20BD" w:rsidRPr="00A660CB" w:rsidRDefault="00EE20BD" w:rsidP="00EE20BD">
            <w:pPr>
              <w:spacing w:after="0"/>
              <w:jc w:val="center"/>
              <w:rPr>
                <w:rFonts w:ascii="Calibri" w:hAnsi="Calibri" w:cs="Calibri"/>
                <w:b/>
              </w:rPr>
            </w:pPr>
          </w:p>
        </w:tc>
        <w:tc>
          <w:tcPr>
            <w:tcW w:w="3030" w:type="pct"/>
          </w:tcPr>
          <w:p w14:paraId="12840732" w14:textId="59BCF4A4" w:rsidR="00E179E7" w:rsidRPr="00D717E9" w:rsidRDefault="00EE20BD" w:rsidP="00EE20BD">
            <w:pPr>
              <w:spacing w:after="0"/>
              <w:jc w:val="both"/>
              <w:rPr>
                <w:rFonts w:ascii="Calibri" w:hAnsi="Calibri" w:cs="Calibri"/>
              </w:rPr>
            </w:pPr>
            <w:r w:rsidRPr="00441692">
              <w:rPr>
                <w:rFonts w:ascii="Calibri" w:hAnsi="Calibri" w:cs="Calibri"/>
              </w:rPr>
              <w:t>MEM15024A</w:t>
            </w:r>
            <w:r>
              <w:rPr>
                <w:rFonts w:ascii="Calibri" w:hAnsi="Calibri" w:cs="Calibri"/>
              </w:rPr>
              <w:t xml:space="preserve"> </w:t>
            </w:r>
            <w:r w:rsidRPr="00441692">
              <w:rPr>
                <w:rFonts w:ascii="Calibri" w:hAnsi="Calibri" w:cs="Calibri"/>
              </w:rPr>
              <w:t>Apply quality procedures</w:t>
            </w:r>
          </w:p>
        </w:tc>
        <w:tc>
          <w:tcPr>
            <w:tcW w:w="1691" w:type="pct"/>
          </w:tcPr>
          <w:p w14:paraId="12840733" w14:textId="77777777" w:rsidR="00EE20BD" w:rsidRPr="00D717E9" w:rsidRDefault="00EE20BD" w:rsidP="00EE20BD">
            <w:pPr>
              <w:spacing w:after="0"/>
              <w:rPr>
                <w:rFonts w:ascii="Calibri" w:hAnsi="Calibri" w:cs="Calibri"/>
              </w:rPr>
            </w:pPr>
          </w:p>
        </w:tc>
      </w:tr>
      <w:tr w:rsidR="00EE20BD" w14:paraId="12840738" w14:textId="77777777" w:rsidTr="002B7FBB">
        <w:trPr>
          <w:cantSplit/>
          <w:trHeight w:val="263"/>
        </w:trPr>
        <w:tc>
          <w:tcPr>
            <w:tcW w:w="279" w:type="pct"/>
            <w:shd w:val="clear" w:color="auto" w:fill="C7C5E0"/>
            <w:vAlign w:val="center"/>
          </w:tcPr>
          <w:p w14:paraId="12840735" w14:textId="77777777" w:rsidR="00EE20BD" w:rsidRPr="00A660CB" w:rsidRDefault="00EE20BD" w:rsidP="00EE20BD">
            <w:pPr>
              <w:spacing w:after="0"/>
              <w:jc w:val="center"/>
              <w:rPr>
                <w:rFonts w:ascii="Calibri" w:hAnsi="Calibri" w:cs="Calibri"/>
                <w:b/>
              </w:rPr>
            </w:pPr>
          </w:p>
        </w:tc>
        <w:tc>
          <w:tcPr>
            <w:tcW w:w="3030" w:type="pct"/>
          </w:tcPr>
          <w:p w14:paraId="12840736" w14:textId="77777777" w:rsidR="00EE20BD" w:rsidRPr="00D717E9" w:rsidRDefault="00EE20BD" w:rsidP="00EE20BD">
            <w:pPr>
              <w:spacing w:after="0"/>
              <w:jc w:val="both"/>
              <w:rPr>
                <w:rFonts w:ascii="Calibri" w:hAnsi="Calibri" w:cs="Calibri"/>
              </w:rPr>
            </w:pPr>
            <w:r w:rsidRPr="00441692">
              <w:rPr>
                <w:rFonts w:ascii="Calibri" w:hAnsi="Calibri" w:cs="Calibri"/>
              </w:rPr>
              <w:t>MEM16006A</w:t>
            </w:r>
            <w:r>
              <w:rPr>
                <w:rFonts w:ascii="Calibri" w:hAnsi="Calibri" w:cs="Calibri"/>
              </w:rPr>
              <w:t xml:space="preserve"> </w:t>
            </w:r>
            <w:r w:rsidRPr="00441692">
              <w:rPr>
                <w:rFonts w:ascii="Calibri" w:hAnsi="Calibri" w:cs="Calibri"/>
              </w:rPr>
              <w:t>Organise and communicate information</w:t>
            </w:r>
          </w:p>
        </w:tc>
        <w:tc>
          <w:tcPr>
            <w:tcW w:w="1691" w:type="pct"/>
          </w:tcPr>
          <w:p w14:paraId="12840737" w14:textId="77777777" w:rsidR="00EE20BD" w:rsidRPr="00D717E9" w:rsidRDefault="00EE20BD" w:rsidP="00EE20BD">
            <w:pPr>
              <w:spacing w:after="0"/>
              <w:rPr>
                <w:rFonts w:ascii="Calibri" w:hAnsi="Calibri" w:cs="Calibri"/>
              </w:rPr>
            </w:pPr>
          </w:p>
        </w:tc>
      </w:tr>
      <w:tr w:rsidR="00EE20BD" w14:paraId="1284073C" w14:textId="77777777" w:rsidTr="002B7FBB">
        <w:trPr>
          <w:cantSplit/>
          <w:trHeight w:val="558"/>
        </w:trPr>
        <w:tc>
          <w:tcPr>
            <w:tcW w:w="279" w:type="pct"/>
            <w:shd w:val="clear" w:color="auto" w:fill="C7C5E0"/>
            <w:vAlign w:val="center"/>
          </w:tcPr>
          <w:p w14:paraId="12840739" w14:textId="77777777" w:rsidR="00EE20BD" w:rsidRPr="00A660CB" w:rsidRDefault="00EE20BD" w:rsidP="00EE20BD">
            <w:pPr>
              <w:spacing w:after="0"/>
              <w:jc w:val="center"/>
              <w:rPr>
                <w:rFonts w:ascii="Calibri" w:hAnsi="Calibri" w:cs="Calibri"/>
                <w:b/>
              </w:rPr>
            </w:pPr>
          </w:p>
        </w:tc>
        <w:tc>
          <w:tcPr>
            <w:tcW w:w="3030" w:type="pct"/>
          </w:tcPr>
          <w:p w14:paraId="1284073A" w14:textId="77777777" w:rsidR="00EE20BD" w:rsidRPr="00D717E9" w:rsidRDefault="00EE20BD" w:rsidP="00EE20BD">
            <w:pPr>
              <w:spacing w:after="0"/>
              <w:jc w:val="both"/>
              <w:rPr>
                <w:rFonts w:ascii="Calibri" w:hAnsi="Calibri" w:cs="Calibri"/>
              </w:rPr>
            </w:pPr>
            <w:r w:rsidRPr="00441692">
              <w:rPr>
                <w:rFonts w:ascii="Calibri" w:hAnsi="Calibri" w:cs="Calibri"/>
              </w:rPr>
              <w:t>MEM16007A</w:t>
            </w:r>
            <w:r>
              <w:rPr>
                <w:rFonts w:ascii="Calibri" w:hAnsi="Calibri" w:cs="Calibri"/>
              </w:rPr>
              <w:t xml:space="preserve"> </w:t>
            </w:r>
            <w:r w:rsidRPr="00441692">
              <w:rPr>
                <w:rFonts w:ascii="Calibri" w:hAnsi="Calibri" w:cs="Calibri"/>
              </w:rPr>
              <w:t>Work with others in a manufacturing, engineering or related environment</w:t>
            </w:r>
          </w:p>
        </w:tc>
        <w:tc>
          <w:tcPr>
            <w:tcW w:w="1691" w:type="pct"/>
          </w:tcPr>
          <w:p w14:paraId="1284073B" w14:textId="77777777" w:rsidR="00EE20BD" w:rsidRPr="00D717E9" w:rsidRDefault="00EE20BD" w:rsidP="00EE20BD">
            <w:pPr>
              <w:spacing w:after="0"/>
              <w:rPr>
                <w:rFonts w:ascii="Calibri" w:hAnsi="Calibri" w:cs="Calibri"/>
              </w:rPr>
            </w:pPr>
          </w:p>
        </w:tc>
      </w:tr>
      <w:tr w:rsidR="00EE20BD" w14:paraId="12840740" w14:textId="77777777" w:rsidTr="002B7FBB">
        <w:trPr>
          <w:cantSplit/>
          <w:trHeight w:val="263"/>
        </w:trPr>
        <w:tc>
          <w:tcPr>
            <w:tcW w:w="279" w:type="pct"/>
            <w:shd w:val="clear" w:color="auto" w:fill="C7C5E0"/>
            <w:vAlign w:val="center"/>
          </w:tcPr>
          <w:p w14:paraId="1284073D" w14:textId="77777777" w:rsidR="00EE20BD" w:rsidRPr="00A660CB" w:rsidRDefault="00EE20BD" w:rsidP="00EE20BD">
            <w:pPr>
              <w:spacing w:after="0"/>
              <w:jc w:val="center"/>
              <w:rPr>
                <w:rFonts w:ascii="Calibri" w:hAnsi="Calibri" w:cs="Calibri"/>
                <w:b/>
              </w:rPr>
            </w:pPr>
          </w:p>
        </w:tc>
        <w:tc>
          <w:tcPr>
            <w:tcW w:w="3030" w:type="pct"/>
          </w:tcPr>
          <w:p w14:paraId="1284073E" w14:textId="77777777" w:rsidR="00EE20BD" w:rsidRPr="00D717E9" w:rsidRDefault="00EE20BD" w:rsidP="00EE20BD">
            <w:pPr>
              <w:spacing w:after="0"/>
              <w:jc w:val="both"/>
              <w:rPr>
                <w:rFonts w:ascii="Calibri" w:hAnsi="Calibri" w:cs="Calibri"/>
              </w:rPr>
            </w:pPr>
            <w:r w:rsidRPr="00441692">
              <w:rPr>
                <w:rFonts w:ascii="Calibri" w:hAnsi="Calibri" w:cs="Calibri"/>
              </w:rPr>
              <w:t>MEM16008A</w:t>
            </w:r>
            <w:r>
              <w:rPr>
                <w:rFonts w:ascii="Calibri" w:hAnsi="Calibri" w:cs="Calibri"/>
              </w:rPr>
              <w:t xml:space="preserve"> </w:t>
            </w:r>
            <w:r w:rsidRPr="00441692">
              <w:rPr>
                <w:rFonts w:ascii="Calibri" w:hAnsi="Calibri" w:cs="Calibri"/>
              </w:rPr>
              <w:t>Interact with computing technology</w:t>
            </w:r>
          </w:p>
        </w:tc>
        <w:tc>
          <w:tcPr>
            <w:tcW w:w="1691" w:type="pct"/>
          </w:tcPr>
          <w:p w14:paraId="1284073F" w14:textId="77777777" w:rsidR="00EE20BD" w:rsidRPr="00D717E9" w:rsidRDefault="00EE20BD" w:rsidP="00EE20BD">
            <w:pPr>
              <w:spacing w:after="0"/>
              <w:rPr>
                <w:rFonts w:ascii="Calibri" w:hAnsi="Calibri" w:cs="Calibri"/>
              </w:rPr>
            </w:pPr>
          </w:p>
        </w:tc>
      </w:tr>
      <w:tr w:rsidR="00EE20BD" w14:paraId="12840744" w14:textId="77777777" w:rsidTr="002B7FBB">
        <w:trPr>
          <w:cantSplit/>
          <w:trHeight w:val="263"/>
        </w:trPr>
        <w:tc>
          <w:tcPr>
            <w:tcW w:w="279" w:type="pct"/>
            <w:shd w:val="clear" w:color="auto" w:fill="C7C5E0"/>
            <w:vAlign w:val="center"/>
          </w:tcPr>
          <w:p w14:paraId="12840741" w14:textId="77777777" w:rsidR="00EE20BD" w:rsidRPr="00A660CB" w:rsidRDefault="00EE20BD" w:rsidP="00EE20BD">
            <w:pPr>
              <w:spacing w:after="0"/>
              <w:jc w:val="center"/>
              <w:rPr>
                <w:rFonts w:ascii="Calibri" w:hAnsi="Calibri" w:cs="Calibri"/>
                <w:b/>
              </w:rPr>
            </w:pPr>
          </w:p>
        </w:tc>
        <w:tc>
          <w:tcPr>
            <w:tcW w:w="3030" w:type="pct"/>
          </w:tcPr>
          <w:p w14:paraId="12840742" w14:textId="77777777" w:rsidR="00EE20BD" w:rsidRPr="00D717E9" w:rsidRDefault="00EE20BD" w:rsidP="00EE20BD">
            <w:pPr>
              <w:spacing w:after="0"/>
              <w:jc w:val="both"/>
              <w:rPr>
                <w:rFonts w:ascii="Calibri" w:hAnsi="Calibri" w:cs="Calibri"/>
              </w:rPr>
            </w:pPr>
            <w:r w:rsidRPr="00441692">
              <w:rPr>
                <w:rFonts w:ascii="Calibri" w:hAnsi="Calibri" w:cs="Calibri"/>
              </w:rPr>
              <w:t>MEM17003A</w:t>
            </w:r>
            <w:r>
              <w:rPr>
                <w:rFonts w:ascii="Calibri" w:hAnsi="Calibri" w:cs="Calibri"/>
              </w:rPr>
              <w:t xml:space="preserve"> </w:t>
            </w:r>
            <w:r w:rsidRPr="00441692">
              <w:rPr>
                <w:rFonts w:ascii="Calibri" w:hAnsi="Calibri" w:cs="Calibri"/>
              </w:rPr>
              <w:t>Assist in the provision of on the job training</w:t>
            </w:r>
          </w:p>
        </w:tc>
        <w:tc>
          <w:tcPr>
            <w:tcW w:w="1691" w:type="pct"/>
          </w:tcPr>
          <w:p w14:paraId="12840743" w14:textId="77777777" w:rsidR="00EE20BD" w:rsidRPr="00D717E9" w:rsidRDefault="00EE20BD" w:rsidP="00EE20BD">
            <w:pPr>
              <w:spacing w:after="0"/>
              <w:rPr>
                <w:rFonts w:ascii="Calibri" w:hAnsi="Calibri" w:cs="Calibri"/>
              </w:rPr>
            </w:pPr>
          </w:p>
        </w:tc>
      </w:tr>
      <w:tr w:rsidR="00EE20BD" w14:paraId="12840748" w14:textId="77777777" w:rsidTr="002B7FBB">
        <w:trPr>
          <w:cantSplit/>
          <w:trHeight w:val="543"/>
        </w:trPr>
        <w:tc>
          <w:tcPr>
            <w:tcW w:w="279" w:type="pct"/>
            <w:shd w:val="clear" w:color="auto" w:fill="C7C5E0"/>
            <w:vAlign w:val="center"/>
          </w:tcPr>
          <w:p w14:paraId="12840745" w14:textId="77777777" w:rsidR="00EE20BD" w:rsidRPr="00A660CB" w:rsidRDefault="00EE20BD" w:rsidP="00EE20BD">
            <w:pPr>
              <w:spacing w:after="0"/>
              <w:jc w:val="center"/>
              <w:rPr>
                <w:rFonts w:ascii="Calibri" w:hAnsi="Calibri" w:cs="Calibri"/>
                <w:b/>
              </w:rPr>
            </w:pPr>
          </w:p>
        </w:tc>
        <w:tc>
          <w:tcPr>
            <w:tcW w:w="3030" w:type="pct"/>
          </w:tcPr>
          <w:p w14:paraId="12840746" w14:textId="77777777" w:rsidR="00EE20BD" w:rsidRPr="00D717E9" w:rsidRDefault="00EE20BD" w:rsidP="00EE20BD">
            <w:pPr>
              <w:spacing w:after="0"/>
              <w:jc w:val="both"/>
              <w:rPr>
                <w:rFonts w:ascii="Calibri" w:hAnsi="Calibri" w:cs="Calibri"/>
              </w:rPr>
            </w:pPr>
            <w:r w:rsidRPr="00441692">
              <w:rPr>
                <w:rFonts w:ascii="Calibri" w:hAnsi="Calibri" w:cs="Calibri"/>
              </w:rPr>
              <w:t>MSAENV272B</w:t>
            </w:r>
            <w:r>
              <w:rPr>
                <w:rFonts w:ascii="Calibri" w:hAnsi="Calibri" w:cs="Calibri"/>
              </w:rPr>
              <w:t xml:space="preserve"> </w:t>
            </w:r>
            <w:r w:rsidRPr="00441692">
              <w:rPr>
                <w:rFonts w:ascii="Calibri" w:hAnsi="Calibri" w:cs="Calibri"/>
              </w:rPr>
              <w:t>Participate in environmentally sustainable work practices</w:t>
            </w:r>
          </w:p>
        </w:tc>
        <w:tc>
          <w:tcPr>
            <w:tcW w:w="1691" w:type="pct"/>
          </w:tcPr>
          <w:p w14:paraId="12840747" w14:textId="77777777" w:rsidR="00EE20BD" w:rsidRPr="00D717E9" w:rsidRDefault="00EE20BD" w:rsidP="00EE20BD">
            <w:pPr>
              <w:spacing w:after="0"/>
              <w:rPr>
                <w:rFonts w:ascii="Calibri" w:hAnsi="Calibri" w:cs="Calibri"/>
              </w:rPr>
            </w:pPr>
          </w:p>
        </w:tc>
      </w:tr>
    </w:tbl>
    <w:p w14:paraId="12840749" w14:textId="77777777" w:rsidR="002B7FBB" w:rsidRDefault="002B7FBB" w:rsidP="002B7FBB">
      <w:pPr>
        <w:pStyle w:val="Heading4"/>
      </w:pPr>
    </w:p>
    <w:p w14:paraId="1284074A" w14:textId="77777777" w:rsidR="002B7FBB" w:rsidRDefault="002B7FBB" w:rsidP="002B7FBB">
      <w:pPr>
        <w:pStyle w:val="Heading4"/>
      </w:pPr>
    </w:p>
    <w:p w14:paraId="1284074B" w14:textId="2EB6CB7F" w:rsidR="002B7FBB" w:rsidRDefault="002B7FBB" w:rsidP="002B7FBB">
      <w:pPr>
        <w:pStyle w:val="Heading4"/>
      </w:pPr>
    </w:p>
    <w:p w14:paraId="35A9A061" w14:textId="658E0DAA" w:rsidR="00E179E7" w:rsidRDefault="00E179E7" w:rsidP="00E179E7"/>
    <w:p w14:paraId="15AF2C85" w14:textId="0A4DD9F3" w:rsidR="00E179E7" w:rsidRDefault="00E179E7" w:rsidP="00E179E7"/>
    <w:p w14:paraId="67AF0841" w14:textId="5FADC359" w:rsidR="00E179E7" w:rsidRDefault="00E179E7" w:rsidP="00E179E7"/>
    <w:p w14:paraId="282C0E11" w14:textId="77777777" w:rsidR="00E179E7" w:rsidRPr="00E179E7" w:rsidRDefault="00E179E7" w:rsidP="00E179E7"/>
    <w:p w14:paraId="1284074C" w14:textId="77777777" w:rsidR="002B7FBB" w:rsidRPr="000B1F5C" w:rsidRDefault="00D014E2" w:rsidP="002B7FBB">
      <w:pPr>
        <w:pStyle w:val="Heading4"/>
      </w:pPr>
      <w:r>
        <w:t>Elective Units</w:t>
      </w:r>
    </w:p>
    <w:p w14:paraId="1284074D" w14:textId="77777777" w:rsidR="002B7FBB" w:rsidRDefault="00D014E2" w:rsidP="002B7FBB">
      <w:pPr>
        <w:pStyle w:val="CaptionPurple"/>
      </w:pPr>
      <w:r>
        <w:t xml:space="preserve">Table </w:t>
      </w:r>
      <w:r>
        <w:rPr>
          <w:noProof/>
        </w:rPr>
        <w:t>2</w:t>
      </w:r>
      <w:r>
        <w:t xml:space="preserve"> Elective Units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pecialist/Industry Stream 1"/>
        <w:tblDescription w:val="Specialist/Industry Stream 1"/>
      </w:tblPr>
      <w:tblGrid>
        <w:gridCol w:w="448"/>
        <w:gridCol w:w="6250"/>
        <w:gridCol w:w="3391"/>
        <w:gridCol w:w="3831"/>
      </w:tblGrid>
      <w:tr w:rsidR="009571B4" w14:paraId="12840753" w14:textId="77777777" w:rsidTr="002B7FBB">
        <w:trPr>
          <w:cantSplit/>
          <w:tblHeader/>
        </w:trPr>
        <w:tc>
          <w:tcPr>
            <w:tcW w:w="161" w:type="pct"/>
            <w:shd w:val="clear" w:color="auto" w:fill="C7C5E0"/>
            <w:vAlign w:val="center"/>
          </w:tcPr>
          <w:p w14:paraId="1284074E" w14:textId="77777777" w:rsidR="002B7FBB" w:rsidRPr="00D717E9"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14:paraId="1284074F" w14:textId="77777777" w:rsidR="002B7FBB" w:rsidRPr="00D717E9" w:rsidRDefault="00D014E2" w:rsidP="002B7FB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14:paraId="12840750" w14:textId="77777777" w:rsidR="002B7FBB" w:rsidRPr="00E41B09" w:rsidRDefault="00D014E2" w:rsidP="002B7FBB">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76" w:type="pct"/>
            <w:shd w:val="clear" w:color="auto" w:fill="C7C5E0"/>
            <w:vAlign w:val="center"/>
          </w:tcPr>
          <w:p w14:paraId="12840751" w14:textId="77777777" w:rsidR="002B7FBB" w:rsidRDefault="00D014E2" w:rsidP="002B7FBB">
            <w:pPr>
              <w:spacing w:after="0"/>
              <w:rPr>
                <w:rFonts w:ascii="Calibri" w:hAnsi="Calibri" w:cs="Calibri"/>
                <w:b/>
                <w:szCs w:val="20"/>
              </w:rPr>
            </w:pPr>
            <w:r w:rsidRPr="00D717E9">
              <w:rPr>
                <w:rFonts w:ascii="Calibri" w:hAnsi="Calibri" w:cs="Calibri"/>
                <w:b/>
                <w:szCs w:val="20"/>
              </w:rPr>
              <w:t>Packaging Rules</w:t>
            </w:r>
          </w:p>
          <w:p w14:paraId="12840752" w14:textId="77777777" w:rsidR="002B7FBB" w:rsidRPr="00502B5C" w:rsidRDefault="00D014E2" w:rsidP="002B7FBB">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R="00BC4D3A" w14:paraId="12840758" w14:textId="77777777" w:rsidTr="001830AB">
        <w:trPr>
          <w:cantSplit/>
        </w:trPr>
        <w:tc>
          <w:tcPr>
            <w:tcW w:w="161" w:type="pct"/>
            <w:shd w:val="clear" w:color="auto" w:fill="C7C5E0"/>
            <w:vAlign w:val="center"/>
          </w:tcPr>
          <w:p w14:paraId="12840754" w14:textId="77777777" w:rsidR="00BC4D3A" w:rsidRPr="00A660CB" w:rsidRDefault="00BC4D3A" w:rsidP="00BC4D3A">
            <w:pPr>
              <w:spacing w:after="0"/>
              <w:jc w:val="center"/>
              <w:rPr>
                <w:rFonts w:ascii="Calibri" w:hAnsi="Calibri" w:cs="Calibri"/>
                <w:b/>
              </w:rPr>
            </w:pPr>
            <w:r w:rsidRPr="00A660CB">
              <w:rPr>
                <w:rFonts w:ascii="Calibri" w:hAnsi="Calibri" w:cs="Calibri"/>
                <w:b/>
              </w:rPr>
              <w:t>1</w:t>
            </w:r>
          </w:p>
        </w:tc>
        <w:tc>
          <w:tcPr>
            <w:tcW w:w="2245" w:type="pct"/>
          </w:tcPr>
          <w:p w14:paraId="12840755" w14:textId="77777777" w:rsidR="00BC4D3A" w:rsidRDefault="00BC4D3A" w:rsidP="00BC4D3A">
            <w:pPr>
              <w:spacing w:after="0"/>
              <w:rPr>
                <w:rFonts w:ascii="Calibri" w:hAnsi="Calibri" w:cs="Calibri"/>
              </w:rPr>
            </w:pPr>
            <w:r>
              <w:rPr>
                <w:rFonts w:ascii="Calibri" w:hAnsi="Calibri" w:cs="Calibri"/>
              </w:rPr>
              <w:t>MEM05005B - Carry out mechanical cutting</w:t>
            </w:r>
          </w:p>
        </w:tc>
        <w:tc>
          <w:tcPr>
            <w:tcW w:w="1218" w:type="pct"/>
          </w:tcPr>
          <w:p w14:paraId="25819055" w14:textId="77777777" w:rsidR="00E179E7" w:rsidRPr="00EF581E" w:rsidRDefault="00E179E7" w:rsidP="00E179E7">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68AE5F7" w14:textId="77777777" w:rsidR="00E179E7" w:rsidRPr="00EF581E" w:rsidRDefault="00E179E7" w:rsidP="00E179E7">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49A533CF" w14:textId="77777777" w:rsidR="00E179E7" w:rsidRPr="00EF581E" w:rsidRDefault="00E179E7" w:rsidP="00E179E7">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12840756" w14:textId="77777777" w:rsidR="00BC4D3A" w:rsidRPr="00D717E9" w:rsidRDefault="00BC4D3A" w:rsidP="00BC4D3A">
            <w:pPr>
              <w:spacing w:after="0"/>
              <w:rPr>
                <w:rFonts w:ascii="Calibri" w:hAnsi="Calibri" w:cs="Calibri"/>
              </w:rPr>
            </w:pPr>
          </w:p>
        </w:tc>
        <w:tc>
          <w:tcPr>
            <w:tcW w:w="1376" w:type="pct"/>
          </w:tcPr>
          <w:p w14:paraId="12840757" w14:textId="77777777" w:rsidR="00BC4D3A" w:rsidRPr="00D717E9" w:rsidRDefault="003469BA" w:rsidP="00BC4D3A">
            <w:pPr>
              <w:spacing w:after="0"/>
              <w:rPr>
                <w:rFonts w:ascii="Calibri" w:hAnsi="Calibri" w:cs="Calibri"/>
              </w:rPr>
            </w:pPr>
            <w:r>
              <w:rPr>
                <w:rFonts w:ascii="Calibri" w:hAnsi="Calibri" w:cs="Calibri"/>
              </w:rPr>
              <w:t>Group A (</w:t>
            </w:r>
            <w:r w:rsidR="00066940">
              <w:rPr>
                <w:rFonts w:ascii="Calibri" w:hAnsi="Calibri" w:cs="Calibri"/>
              </w:rPr>
              <w:t>2 points</w:t>
            </w:r>
            <w:r>
              <w:rPr>
                <w:rFonts w:ascii="Calibri" w:hAnsi="Calibri" w:cs="Calibri"/>
              </w:rPr>
              <w:t>)</w:t>
            </w:r>
          </w:p>
        </w:tc>
      </w:tr>
      <w:tr w:rsidR="00BC4D3A" w14:paraId="1284075D" w14:textId="77777777" w:rsidTr="001830AB">
        <w:trPr>
          <w:cantSplit/>
        </w:trPr>
        <w:tc>
          <w:tcPr>
            <w:tcW w:w="161" w:type="pct"/>
            <w:shd w:val="clear" w:color="auto" w:fill="C7C5E0"/>
            <w:vAlign w:val="center"/>
          </w:tcPr>
          <w:p w14:paraId="12840759" w14:textId="77777777" w:rsidR="00BC4D3A" w:rsidRPr="00A660CB" w:rsidRDefault="00BC4D3A" w:rsidP="00BC4D3A">
            <w:pPr>
              <w:spacing w:after="0"/>
              <w:jc w:val="center"/>
              <w:rPr>
                <w:rFonts w:ascii="Calibri" w:hAnsi="Calibri" w:cs="Calibri"/>
                <w:b/>
              </w:rPr>
            </w:pPr>
            <w:r w:rsidRPr="00A660CB">
              <w:rPr>
                <w:rFonts w:ascii="Calibri" w:hAnsi="Calibri" w:cs="Calibri"/>
                <w:b/>
              </w:rPr>
              <w:t>2</w:t>
            </w:r>
          </w:p>
        </w:tc>
        <w:tc>
          <w:tcPr>
            <w:tcW w:w="2245" w:type="pct"/>
          </w:tcPr>
          <w:p w14:paraId="1284075A" w14:textId="77777777" w:rsidR="00BC4D3A" w:rsidRPr="00D717E9" w:rsidRDefault="00BC4D3A" w:rsidP="00BC4D3A">
            <w:pPr>
              <w:spacing w:after="0"/>
              <w:rPr>
                <w:rFonts w:ascii="Calibri" w:hAnsi="Calibri" w:cs="Calibri"/>
              </w:rPr>
            </w:pPr>
            <w:r>
              <w:rPr>
                <w:rFonts w:ascii="Calibri" w:hAnsi="Calibri" w:cs="Calibri"/>
              </w:rPr>
              <w:t>MEM05007C- Perform manual heating and thermal cutting</w:t>
            </w:r>
          </w:p>
        </w:tc>
        <w:tc>
          <w:tcPr>
            <w:tcW w:w="1218" w:type="pct"/>
          </w:tcPr>
          <w:p w14:paraId="1284075B" w14:textId="77777777" w:rsidR="00BC4D3A" w:rsidRPr="00D717E9" w:rsidRDefault="00BC4D3A" w:rsidP="00BC4D3A">
            <w:pPr>
              <w:spacing w:after="0"/>
              <w:rPr>
                <w:rFonts w:ascii="Calibri" w:hAnsi="Calibri" w:cs="Calibri"/>
              </w:rPr>
            </w:pPr>
          </w:p>
        </w:tc>
        <w:tc>
          <w:tcPr>
            <w:tcW w:w="1376" w:type="pct"/>
          </w:tcPr>
          <w:p w14:paraId="1284075C" w14:textId="77777777" w:rsidR="00BC4D3A" w:rsidRPr="00D717E9" w:rsidRDefault="003469BA" w:rsidP="00BC4D3A">
            <w:pPr>
              <w:spacing w:after="0"/>
              <w:rPr>
                <w:rFonts w:ascii="Calibri" w:hAnsi="Calibri" w:cs="Calibri"/>
              </w:rPr>
            </w:pPr>
            <w:r>
              <w:rPr>
                <w:rFonts w:ascii="Calibri" w:hAnsi="Calibri" w:cs="Calibri"/>
              </w:rPr>
              <w:t>Group A (2 points)</w:t>
            </w:r>
          </w:p>
        </w:tc>
      </w:tr>
      <w:tr w:rsidR="00BC4D3A" w14:paraId="12840762" w14:textId="77777777" w:rsidTr="001830AB">
        <w:trPr>
          <w:cantSplit/>
        </w:trPr>
        <w:tc>
          <w:tcPr>
            <w:tcW w:w="161" w:type="pct"/>
            <w:shd w:val="clear" w:color="auto" w:fill="C7C5E0"/>
            <w:vAlign w:val="center"/>
          </w:tcPr>
          <w:p w14:paraId="1284075E" w14:textId="77777777" w:rsidR="00BC4D3A" w:rsidRPr="00A660CB" w:rsidRDefault="00BC4D3A" w:rsidP="00BC4D3A">
            <w:pPr>
              <w:spacing w:after="0"/>
              <w:jc w:val="center"/>
              <w:rPr>
                <w:rFonts w:ascii="Calibri" w:hAnsi="Calibri" w:cs="Calibri"/>
                <w:b/>
              </w:rPr>
            </w:pPr>
            <w:r w:rsidRPr="00A660CB">
              <w:rPr>
                <w:rFonts w:ascii="Calibri" w:hAnsi="Calibri" w:cs="Calibri"/>
                <w:b/>
              </w:rPr>
              <w:t>3</w:t>
            </w:r>
          </w:p>
        </w:tc>
        <w:tc>
          <w:tcPr>
            <w:tcW w:w="2245" w:type="pct"/>
          </w:tcPr>
          <w:p w14:paraId="1284075F" w14:textId="77777777" w:rsidR="00BC4D3A" w:rsidRPr="00D717E9" w:rsidRDefault="00BC4D3A" w:rsidP="00BC4D3A">
            <w:pPr>
              <w:spacing w:after="0"/>
              <w:rPr>
                <w:rFonts w:ascii="Calibri" w:hAnsi="Calibri" w:cs="Calibri"/>
              </w:rPr>
            </w:pPr>
            <w:r>
              <w:rPr>
                <w:rFonts w:ascii="Calibri" w:hAnsi="Calibri" w:cs="Calibri"/>
              </w:rPr>
              <w:t>MEM05012C- Perform routine manual metal arc welding</w:t>
            </w:r>
          </w:p>
        </w:tc>
        <w:tc>
          <w:tcPr>
            <w:tcW w:w="1218" w:type="pct"/>
          </w:tcPr>
          <w:p w14:paraId="12840760" w14:textId="77777777" w:rsidR="00BC4D3A" w:rsidRPr="00D717E9" w:rsidRDefault="00BC4D3A" w:rsidP="00BC4D3A">
            <w:pPr>
              <w:spacing w:after="0"/>
              <w:rPr>
                <w:rFonts w:ascii="Calibri" w:hAnsi="Calibri" w:cs="Calibri"/>
              </w:rPr>
            </w:pPr>
          </w:p>
        </w:tc>
        <w:tc>
          <w:tcPr>
            <w:tcW w:w="1376" w:type="pct"/>
          </w:tcPr>
          <w:p w14:paraId="12840761" w14:textId="77777777" w:rsidR="00BC4D3A" w:rsidRPr="00D717E9" w:rsidRDefault="003469BA" w:rsidP="00BC4D3A">
            <w:pPr>
              <w:spacing w:after="0"/>
              <w:rPr>
                <w:rFonts w:ascii="Calibri" w:hAnsi="Calibri" w:cs="Calibri"/>
              </w:rPr>
            </w:pPr>
            <w:r>
              <w:rPr>
                <w:rFonts w:ascii="Calibri" w:hAnsi="Calibri" w:cs="Calibri"/>
              </w:rPr>
              <w:t>Group A (2 points)</w:t>
            </w:r>
          </w:p>
        </w:tc>
      </w:tr>
      <w:tr w:rsidR="00BC4D3A" w14:paraId="12840767" w14:textId="77777777" w:rsidTr="001830AB">
        <w:trPr>
          <w:cantSplit/>
        </w:trPr>
        <w:tc>
          <w:tcPr>
            <w:tcW w:w="161" w:type="pct"/>
            <w:shd w:val="clear" w:color="auto" w:fill="C7C5E0"/>
            <w:vAlign w:val="center"/>
          </w:tcPr>
          <w:p w14:paraId="12840763" w14:textId="77777777" w:rsidR="00BC4D3A" w:rsidRPr="00A660CB" w:rsidRDefault="00BC4D3A" w:rsidP="00BC4D3A">
            <w:pPr>
              <w:spacing w:after="0"/>
              <w:jc w:val="center"/>
              <w:rPr>
                <w:rFonts w:ascii="Calibri" w:hAnsi="Calibri" w:cs="Calibri"/>
                <w:b/>
              </w:rPr>
            </w:pPr>
            <w:r w:rsidRPr="00A660CB">
              <w:rPr>
                <w:rFonts w:ascii="Calibri" w:hAnsi="Calibri" w:cs="Calibri"/>
                <w:b/>
              </w:rPr>
              <w:t>4</w:t>
            </w:r>
          </w:p>
        </w:tc>
        <w:tc>
          <w:tcPr>
            <w:tcW w:w="2245" w:type="pct"/>
          </w:tcPr>
          <w:p w14:paraId="12840764" w14:textId="77777777" w:rsidR="00BC4D3A" w:rsidRPr="00D717E9" w:rsidRDefault="00BC4D3A" w:rsidP="00BC4D3A">
            <w:pPr>
              <w:spacing w:after="0"/>
              <w:rPr>
                <w:rFonts w:ascii="Calibri" w:hAnsi="Calibri" w:cs="Calibri"/>
              </w:rPr>
            </w:pPr>
            <w:r>
              <w:rPr>
                <w:rFonts w:ascii="Calibri" w:hAnsi="Calibri" w:cs="Calibri"/>
              </w:rPr>
              <w:t>MEM05050B – Perform routine gas metal arc welding</w:t>
            </w:r>
          </w:p>
        </w:tc>
        <w:tc>
          <w:tcPr>
            <w:tcW w:w="1218" w:type="pct"/>
          </w:tcPr>
          <w:p w14:paraId="12840765" w14:textId="77777777" w:rsidR="00BC4D3A" w:rsidRPr="00D717E9" w:rsidRDefault="00BC4D3A" w:rsidP="00BC4D3A">
            <w:pPr>
              <w:spacing w:after="0"/>
              <w:rPr>
                <w:rFonts w:ascii="Calibri" w:hAnsi="Calibri" w:cs="Calibri"/>
              </w:rPr>
            </w:pPr>
          </w:p>
        </w:tc>
        <w:tc>
          <w:tcPr>
            <w:tcW w:w="1376" w:type="pct"/>
          </w:tcPr>
          <w:p w14:paraId="12840766" w14:textId="77777777" w:rsidR="00BC4D3A" w:rsidRPr="00D717E9" w:rsidRDefault="003469BA" w:rsidP="00BC4D3A">
            <w:pPr>
              <w:spacing w:after="0"/>
              <w:rPr>
                <w:rFonts w:ascii="Calibri" w:hAnsi="Calibri" w:cs="Calibri"/>
              </w:rPr>
            </w:pPr>
            <w:r>
              <w:rPr>
                <w:rFonts w:ascii="Calibri" w:hAnsi="Calibri" w:cs="Calibri"/>
              </w:rPr>
              <w:t>Group A (2 points)</w:t>
            </w:r>
          </w:p>
        </w:tc>
      </w:tr>
      <w:tr w:rsidR="00BC4D3A" w14:paraId="1284076C" w14:textId="77777777" w:rsidTr="001830AB">
        <w:trPr>
          <w:cantSplit/>
        </w:trPr>
        <w:tc>
          <w:tcPr>
            <w:tcW w:w="161" w:type="pct"/>
            <w:shd w:val="clear" w:color="auto" w:fill="C7C5E0"/>
            <w:vAlign w:val="center"/>
          </w:tcPr>
          <w:p w14:paraId="12840768" w14:textId="77777777" w:rsidR="00BC4D3A" w:rsidRPr="00A660CB" w:rsidRDefault="00BC4D3A" w:rsidP="00BC4D3A">
            <w:pPr>
              <w:spacing w:after="0"/>
              <w:jc w:val="center"/>
              <w:rPr>
                <w:rFonts w:ascii="Calibri" w:hAnsi="Calibri" w:cs="Calibri"/>
                <w:b/>
              </w:rPr>
            </w:pPr>
            <w:r w:rsidRPr="00A660CB">
              <w:rPr>
                <w:rFonts w:ascii="Calibri" w:hAnsi="Calibri" w:cs="Calibri"/>
                <w:b/>
              </w:rPr>
              <w:t>5</w:t>
            </w:r>
          </w:p>
        </w:tc>
        <w:tc>
          <w:tcPr>
            <w:tcW w:w="2245" w:type="pct"/>
          </w:tcPr>
          <w:p w14:paraId="12840769" w14:textId="77777777" w:rsidR="00BC4D3A" w:rsidRPr="00D717E9" w:rsidRDefault="00BC4D3A" w:rsidP="00BC4D3A">
            <w:pPr>
              <w:spacing w:after="0"/>
              <w:rPr>
                <w:rFonts w:ascii="Calibri" w:hAnsi="Calibri" w:cs="Calibri"/>
              </w:rPr>
            </w:pPr>
            <w:r w:rsidRPr="00D717E9">
              <w:rPr>
                <w:rFonts w:ascii="Calibri" w:hAnsi="Calibri" w:cs="Calibri"/>
              </w:rPr>
              <w:t>MEM07005C – Perform general machining</w:t>
            </w:r>
          </w:p>
        </w:tc>
        <w:tc>
          <w:tcPr>
            <w:tcW w:w="1218" w:type="pct"/>
          </w:tcPr>
          <w:p w14:paraId="01FA5D08" w14:textId="77777777" w:rsidR="00E179E7" w:rsidRPr="00EF581E" w:rsidRDefault="00E179E7" w:rsidP="00E179E7">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CCFAFD4" w14:textId="77777777" w:rsidR="00E179E7" w:rsidRPr="00EF581E" w:rsidRDefault="00E179E7" w:rsidP="00E179E7">
            <w:pPr>
              <w:spacing w:after="0"/>
              <w:rPr>
                <w:rFonts w:ascii="Calibri" w:hAnsi="Calibri" w:cs="Calibri"/>
                <w:b/>
                <w:i/>
                <w:color w:val="auto"/>
                <w:sz w:val="16"/>
                <w:szCs w:val="16"/>
              </w:rPr>
            </w:pPr>
            <w:r w:rsidRPr="00EF581E">
              <w:rPr>
                <w:rFonts w:ascii="Calibri" w:hAnsi="Calibri" w:cs="Calibri"/>
                <w:color w:val="auto"/>
                <w:sz w:val="16"/>
                <w:szCs w:val="16"/>
              </w:rPr>
              <w:t xml:space="preserve">MEM09002B Interpret technical drawing </w:t>
            </w:r>
          </w:p>
          <w:p w14:paraId="46995380" w14:textId="77777777" w:rsidR="00E179E7" w:rsidRPr="00EF581E" w:rsidRDefault="00E179E7" w:rsidP="00E179E7">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03252D3F" w14:textId="77777777" w:rsidR="00E179E7" w:rsidRPr="00EF581E" w:rsidRDefault="00E179E7" w:rsidP="00E179E7">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1284076A" w14:textId="77777777" w:rsidR="00BC4D3A" w:rsidRPr="00D717E9" w:rsidRDefault="00BC4D3A" w:rsidP="00BC4D3A">
            <w:pPr>
              <w:spacing w:after="0"/>
              <w:rPr>
                <w:rFonts w:ascii="Calibri" w:hAnsi="Calibri" w:cs="Calibri"/>
              </w:rPr>
            </w:pPr>
          </w:p>
        </w:tc>
        <w:tc>
          <w:tcPr>
            <w:tcW w:w="1376" w:type="pct"/>
          </w:tcPr>
          <w:p w14:paraId="1284076B" w14:textId="77777777" w:rsidR="00BC4D3A" w:rsidRPr="00D717E9" w:rsidRDefault="003469BA" w:rsidP="00BC4D3A">
            <w:pPr>
              <w:spacing w:after="0"/>
              <w:rPr>
                <w:rFonts w:ascii="Calibri" w:hAnsi="Calibri" w:cs="Calibri"/>
              </w:rPr>
            </w:pPr>
            <w:r>
              <w:rPr>
                <w:rFonts w:ascii="Calibri" w:hAnsi="Calibri" w:cs="Calibri"/>
              </w:rPr>
              <w:t>Group A (8 points)</w:t>
            </w:r>
          </w:p>
        </w:tc>
      </w:tr>
      <w:tr w:rsidR="00BC4D3A" w14:paraId="12840771" w14:textId="77777777" w:rsidTr="001830AB">
        <w:trPr>
          <w:cantSplit/>
        </w:trPr>
        <w:tc>
          <w:tcPr>
            <w:tcW w:w="161" w:type="pct"/>
            <w:shd w:val="clear" w:color="auto" w:fill="C7C5E0"/>
            <w:vAlign w:val="center"/>
          </w:tcPr>
          <w:p w14:paraId="1284076D" w14:textId="77777777" w:rsidR="00BC4D3A" w:rsidRPr="00A660CB" w:rsidRDefault="00BC4D3A" w:rsidP="00BC4D3A">
            <w:pPr>
              <w:spacing w:after="0"/>
              <w:jc w:val="center"/>
              <w:rPr>
                <w:rFonts w:ascii="Calibri" w:hAnsi="Calibri" w:cs="Calibri"/>
                <w:b/>
              </w:rPr>
            </w:pPr>
            <w:r w:rsidRPr="00A660CB">
              <w:rPr>
                <w:rFonts w:ascii="Calibri" w:hAnsi="Calibri" w:cs="Calibri"/>
                <w:b/>
              </w:rPr>
              <w:t>6</w:t>
            </w:r>
          </w:p>
        </w:tc>
        <w:tc>
          <w:tcPr>
            <w:tcW w:w="2245" w:type="pct"/>
          </w:tcPr>
          <w:p w14:paraId="1284076E" w14:textId="77777777" w:rsidR="00BC4D3A" w:rsidRPr="00D717E9" w:rsidRDefault="00BC4D3A" w:rsidP="00BC4D3A">
            <w:pPr>
              <w:spacing w:after="0"/>
              <w:rPr>
                <w:rFonts w:ascii="Calibri" w:hAnsi="Calibri" w:cs="Calibri"/>
              </w:rPr>
            </w:pPr>
            <w:r w:rsidRPr="00D717E9">
              <w:rPr>
                <w:rFonts w:ascii="Calibri" w:hAnsi="Calibri" w:cs="Calibri"/>
              </w:rPr>
              <w:t>MEM07006C – Perform lathe operations</w:t>
            </w:r>
          </w:p>
        </w:tc>
        <w:tc>
          <w:tcPr>
            <w:tcW w:w="1218" w:type="pct"/>
          </w:tcPr>
          <w:p w14:paraId="799E3996" w14:textId="77777777" w:rsidR="00E179E7" w:rsidRPr="000A3AF4" w:rsidRDefault="00E179E7" w:rsidP="00E179E7">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46141BFD"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0C82935A"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085BA064"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284076F" w14:textId="3E24D4C0" w:rsidR="00BC4D3A" w:rsidRPr="00D717E9" w:rsidRDefault="00E179E7" w:rsidP="00E179E7">
            <w:pPr>
              <w:spacing w:after="0"/>
              <w:rPr>
                <w:rFonts w:ascii="Calibri" w:hAnsi="Calibri" w:cs="Calibri"/>
              </w:rPr>
            </w:pPr>
            <w:r w:rsidRPr="000A3AF4">
              <w:rPr>
                <w:rFonts w:ascii="Calibri" w:hAnsi="Calibri" w:cs="Calibri"/>
                <w:color w:val="auto"/>
                <w:sz w:val="16"/>
                <w:szCs w:val="16"/>
              </w:rPr>
              <w:t>MEM18001C Use hand tools</w:t>
            </w:r>
          </w:p>
        </w:tc>
        <w:tc>
          <w:tcPr>
            <w:tcW w:w="1376" w:type="pct"/>
          </w:tcPr>
          <w:p w14:paraId="12840770" w14:textId="77777777" w:rsidR="00BC4D3A" w:rsidRPr="00D717E9" w:rsidRDefault="003469BA" w:rsidP="00BC4D3A">
            <w:pPr>
              <w:spacing w:after="0"/>
              <w:rPr>
                <w:rFonts w:ascii="Calibri" w:hAnsi="Calibri" w:cs="Calibri"/>
              </w:rPr>
            </w:pPr>
            <w:r>
              <w:rPr>
                <w:rFonts w:ascii="Calibri" w:hAnsi="Calibri" w:cs="Calibri"/>
              </w:rPr>
              <w:t>Group A (4 points)</w:t>
            </w:r>
          </w:p>
        </w:tc>
      </w:tr>
      <w:tr w:rsidR="00E179E7" w14:paraId="12840776" w14:textId="77777777" w:rsidTr="001830AB">
        <w:trPr>
          <w:cantSplit/>
        </w:trPr>
        <w:tc>
          <w:tcPr>
            <w:tcW w:w="161" w:type="pct"/>
            <w:shd w:val="clear" w:color="auto" w:fill="C7C5E0"/>
            <w:vAlign w:val="center"/>
          </w:tcPr>
          <w:p w14:paraId="12840772" w14:textId="77777777" w:rsidR="00E179E7" w:rsidRPr="00A660CB" w:rsidRDefault="00E179E7" w:rsidP="00E179E7">
            <w:pPr>
              <w:spacing w:after="0"/>
              <w:jc w:val="center"/>
              <w:rPr>
                <w:rFonts w:ascii="Calibri" w:hAnsi="Calibri" w:cs="Calibri"/>
                <w:b/>
              </w:rPr>
            </w:pPr>
            <w:r w:rsidRPr="00A660CB">
              <w:rPr>
                <w:rFonts w:ascii="Calibri" w:hAnsi="Calibri" w:cs="Calibri"/>
                <w:b/>
              </w:rPr>
              <w:t>7</w:t>
            </w:r>
          </w:p>
        </w:tc>
        <w:tc>
          <w:tcPr>
            <w:tcW w:w="2245" w:type="pct"/>
          </w:tcPr>
          <w:p w14:paraId="12840773" w14:textId="77777777" w:rsidR="00E179E7" w:rsidRPr="00D717E9" w:rsidRDefault="00E179E7" w:rsidP="00E179E7">
            <w:pPr>
              <w:spacing w:after="0"/>
              <w:rPr>
                <w:rFonts w:ascii="Calibri" w:hAnsi="Calibri" w:cs="Calibri"/>
              </w:rPr>
            </w:pPr>
            <w:r w:rsidRPr="00D717E9">
              <w:rPr>
                <w:rFonts w:ascii="Calibri" w:hAnsi="Calibri" w:cs="Calibri"/>
              </w:rPr>
              <w:t>MEM07007C – Perform milling operations</w:t>
            </w:r>
          </w:p>
        </w:tc>
        <w:tc>
          <w:tcPr>
            <w:tcW w:w="1218" w:type="pct"/>
          </w:tcPr>
          <w:p w14:paraId="391504DC" w14:textId="77777777" w:rsidR="00E179E7" w:rsidRPr="000A3AF4" w:rsidRDefault="00E179E7" w:rsidP="00E179E7">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76682DC8"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15B144E6"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4CACED1E"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21116F44"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 xml:space="preserve">MEM18001C Use hand tools </w:t>
            </w:r>
          </w:p>
          <w:p w14:paraId="12840774" w14:textId="77777777" w:rsidR="00E179E7" w:rsidRPr="00D717E9" w:rsidRDefault="00E179E7" w:rsidP="00E179E7">
            <w:pPr>
              <w:spacing w:after="0"/>
              <w:rPr>
                <w:rFonts w:ascii="Calibri" w:hAnsi="Calibri" w:cs="Calibri"/>
              </w:rPr>
            </w:pPr>
          </w:p>
        </w:tc>
        <w:tc>
          <w:tcPr>
            <w:tcW w:w="1376" w:type="pct"/>
          </w:tcPr>
          <w:p w14:paraId="12840775" w14:textId="77777777" w:rsidR="00E179E7" w:rsidRPr="00D717E9" w:rsidRDefault="00E179E7" w:rsidP="00E179E7">
            <w:pPr>
              <w:spacing w:after="0"/>
              <w:rPr>
                <w:rFonts w:ascii="Calibri" w:hAnsi="Calibri" w:cs="Calibri"/>
              </w:rPr>
            </w:pPr>
            <w:r>
              <w:rPr>
                <w:rFonts w:ascii="Calibri" w:hAnsi="Calibri" w:cs="Calibri"/>
              </w:rPr>
              <w:t>Group A (4 points)</w:t>
            </w:r>
          </w:p>
        </w:tc>
      </w:tr>
      <w:tr w:rsidR="00E179E7" w14:paraId="1284077B" w14:textId="77777777" w:rsidTr="001830AB">
        <w:trPr>
          <w:cantSplit/>
        </w:trPr>
        <w:tc>
          <w:tcPr>
            <w:tcW w:w="161" w:type="pct"/>
            <w:shd w:val="clear" w:color="auto" w:fill="C7C5E0"/>
            <w:vAlign w:val="center"/>
          </w:tcPr>
          <w:p w14:paraId="12840777" w14:textId="77777777" w:rsidR="00E179E7" w:rsidRPr="00A660CB" w:rsidRDefault="00E179E7" w:rsidP="00E179E7">
            <w:pPr>
              <w:spacing w:after="0"/>
              <w:jc w:val="center"/>
              <w:rPr>
                <w:rFonts w:ascii="Calibri" w:hAnsi="Calibri" w:cs="Calibri"/>
                <w:b/>
              </w:rPr>
            </w:pPr>
            <w:r w:rsidRPr="00A660CB">
              <w:rPr>
                <w:rFonts w:ascii="Calibri" w:hAnsi="Calibri" w:cs="Calibri"/>
                <w:b/>
              </w:rPr>
              <w:t>8</w:t>
            </w:r>
          </w:p>
        </w:tc>
        <w:tc>
          <w:tcPr>
            <w:tcW w:w="2245" w:type="pct"/>
          </w:tcPr>
          <w:p w14:paraId="12840778" w14:textId="77777777" w:rsidR="00E179E7" w:rsidRPr="00D717E9" w:rsidRDefault="00E179E7" w:rsidP="00E179E7">
            <w:pPr>
              <w:spacing w:after="0"/>
              <w:rPr>
                <w:rFonts w:ascii="Calibri" w:hAnsi="Calibri" w:cs="Calibri"/>
              </w:rPr>
            </w:pPr>
            <w:r w:rsidRPr="00D717E9">
              <w:rPr>
                <w:rFonts w:ascii="Calibri" w:hAnsi="Calibri" w:cs="Calibri"/>
              </w:rPr>
              <w:t>MEM09002B – Interpret technical drawing</w:t>
            </w:r>
          </w:p>
        </w:tc>
        <w:tc>
          <w:tcPr>
            <w:tcW w:w="1218" w:type="pct"/>
          </w:tcPr>
          <w:p w14:paraId="12840779" w14:textId="77777777" w:rsidR="00E179E7" w:rsidRPr="00D717E9" w:rsidRDefault="00E179E7" w:rsidP="00E179E7">
            <w:pPr>
              <w:spacing w:after="0"/>
              <w:rPr>
                <w:rFonts w:ascii="Calibri" w:hAnsi="Calibri" w:cs="Calibri"/>
              </w:rPr>
            </w:pPr>
          </w:p>
        </w:tc>
        <w:tc>
          <w:tcPr>
            <w:tcW w:w="1376" w:type="pct"/>
          </w:tcPr>
          <w:p w14:paraId="1284077A" w14:textId="77777777" w:rsidR="00E179E7" w:rsidRPr="00D717E9" w:rsidRDefault="00E179E7" w:rsidP="00E179E7">
            <w:pPr>
              <w:spacing w:after="0"/>
              <w:rPr>
                <w:rFonts w:ascii="Calibri" w:hAnsi="Calibri" w:cs="Calibri"/>
              </w:rPr>
            </w:pPr>
            <w:r>
              <w:rPr>
                <w:rFonts w:ascii="Calibri" w:hAnsi="Calibri" w:cs="Calibri"/>
              </w:rPr>
              <w:t>Group A (4 points)</w:t>
            </w:r>
          </w:p>
        </w:tc>
      </w:tr>
      <w:tr w:rsidR="00730CE1" w14:paraId="7C609B12" w14:textId="77777777" w:rsidTr="001830AB">
        <w:trPr>
          <w:cantSplit/>
        </w:trPr>
        <w:tc>
          <w:tcPr>
            <w:tcW w:w="161" w:type="pct"/>
            <w:shd w:val="clear" w:color="auto" w:fill="C7C5E0"/>
            <w:vAlign w:val="center"/>
          </w:tcPr>
          <w:p w14:paraId="552E9DE3" w14:textId="448025C4" w:rsidR="00730CE1" w:rsidRPr="00A660CB" w:rsidRDefault="00730CE1" w:rsidP="00E179E7">
            <w:pPr>
              <w:spacing w:after="0"/>
              <w:jc w:val="center"/>
              <w:rPr>
                <w:rFonts w:ascii="Calibri" w:hAnsi="Calibri" w:cs="Calibri"/>
                <w:b/>
              </w:rPr>
            </w:pPr>
            <w:r>
              <w:rPr>
                <w:rFonts w:ascii="Calibri" w:hAnsi="Calibri" w:cs="Calibri"/>
                <w:b/>
              </w:rPr>
              <w:t>9</w:t>
            </w:r>
          </w:p>
        </w:tc>
        <w:tc>
          <w:tcPr>
            <w:tcW w:w="2245" w:type="pct"/>
          </w:tcPr>
          <w:p w14:paraId="786BEB59" w14:textId="4D48824A" w:rsidR="00730CE1" w:rsidRPr="00D717E9" w:rsidRDefault="00730CE1" w:rsidP="00E179E7">
            <w:pPr>
              <w:spacing w:after="0"/>
              <w:rPr>
                <w:rFonts w:ascii="Calibri" w:hAnsi="Calibri" w:cs="Calibri"/>
              </w:rPr>
            </w:pPr>
            <w:r>
              <w:rPr>
                <w:rFonts w:ascii="Calibri" w:hAnsi="Calibri" w:cs="Calibri"/>
              </w:rPr>
              <w:t>MEM10</w:t>
            </w:r>
            <w:r w:rsidR="00F76826">
              <w:rPr>
                <w:rFonts w:ascii="Calibri" w:hAnsi="Calibri" w:cs="Calibri"/>
              </w:rPr>
              <w:t>06B – Install machine/plant</w:t>
            </w:r>
          </w:p>
        </w:tc>
        <w:tc>
          <w:tcPr>
            <w:tcW w:w="1218" w:type="pct"/>
          </w:tcPr>
          <w:p w14:paraId="1FD515D4" w14:textId="77777777" w:rsidR="009811BC" w:rsidRPr="00AA75EF" w:rsidRDefault="009811BC" w:rsidP="009811BC">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4CB32E79" w14:textId="77777777" w:rsidR="009811BC" w:rsidRPr="00AA75EF" w:rsidRDefault="009811BC" w:rsidP="009811BC">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110AA43D" w14:textId="77777777" w:rsidR="009811BC" w:rsidRPr="00AA75EF" w:rsidRDefault="009811BC" w:rsidP="009811BC">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604B6830" w14:textId="77777777" w:rsidR="009811BC" w:rsidRPr="00AA75EF" w:rsidRDefault="009811BC" w:rsidP="009811BC">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47E8E3D6" w14:textId="77777777" w:rsidR="009811BC" w:rsidRPr="00AA75EF" w:rsidRDefault="009811BC" w:rsidP="009811BC">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4C795FE2" w14:textId="41F944B8" w:rsidR="009811BC" w:rsidRDefault="009811BC" w:rsidP="009811BC">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102717BC" w14:textId="77777777" w:rsidR="009811BC" w:rsidRPr="00AA75EF" w:rsidRDefault="009811BC" w:rsidP="009811BC">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12CE0D0E" w14:textId="4E4C5BC5" w:rsidR="009811BC" w:rsidRPr="00AA75EF" w:rsidRDefault="009811BC" w:rsidP="009811BC">
            <w:pPr>
              <w:spacing w:after="0"/>
              <w:rPr>
                <w:rFonts w:ascii="Calibri" w:hAnsi="Calibri" w:cs="Calibri"/>
                <w:color w:val="auto"/>
                <w:sz w:val="16"/>
                <w:szCs w:val="16"/>
              </w:rPr>
            </w:pPr>
            <w:r>
              <w:rPr>
                <w:rFonts w:ascii="Calibri" w:hAnsi="Calibri" w:cs="Calibri"/>
                <w:color w:val="auto"/>
                <w:sz w:val="16"/>
                <w:szCs w:val="16"/>
              </w:rPr>
              <w:t>MEM18009B Perform levelling and alignment of machines and engineering components</w:t>
            </w:r>
          </w:p>
          <w:p w14:paraId="5F30A606" w14:textId="3DB65477" w:rsidR="00730CE1" w:rsidRPr="009811BC" w:rsidRDefault="009811BC" w:rsidP="009811BC">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tc>
        <w:tc>
          <w:tcPr>
            <w:tcW w:w="1376" w:type="pct"/>
          </w:tcPr>
          <w:p w14:paraId="685E1536" w14:textId="28F21670" w:rsidR="00730CE1" w:rsidRDefault="009811BC" w:rsidP="00E179E7">
            <w:pPr>
              <w:spacing w:after="0"/>
              <w:rPr>
                <w:rFonts w:ascii="Calibri" w:hAnsi="Calibri" w:cs="Calibri"/>
              </w:rPr>
            </w:pPr>
            <w:r>
              <w:rPr>
                <w:rFonts w:ascii="Calibri" w:hAnsi="Calibri" w:cs="Calibri"/>
              </w:rPr>
              <w:t>Group A (4 points)</w:t>
            </w:r>
          </w:p>
        </w:tc>
      </w:tr>
      <w:tr w:rsidR="00E179E7" w14:paraId="12840780" w14:textId="77777777" w:rsidTr="002B7FBB">
        <w:trPr>
          <w:cantSplit/>
        </w:trPr>
        <w:tc>
          <w:tcPr>
            <w:tcW w:w="161" w:type="pct"/>
            <w:shd w:val="clear" w:color="auto" w:fill="C7C5E0"/>
            <w:vAlign w:val="center"/>
          </w:tcPr>
          <w:p w14:paraId="1284077C" w14:textId="47713A44" w:rsidR="00E179E7" w:rsidRPr="00A660CB" w:rsidRDefault="009811BC" w:rsidP="00E179E7">
            <w:pPr>
              <w:spacing w:after="0"/>
              <w:jc w:val="center"/>
              <w:rPr>
                <w:rFonts w:ascii="Calibri" w:hAnsi="Calibri" w:cs="Calibri"/>
                <w:b/>
              </w:rPr>
            </w:pPr>
            <w:r>
              <w:rPr>
                <w:rFonts w:ascii="Calibri" w:hAnsi="Calibri" w:cs="Calibri"/>
                <w:b/>
              </w:rPr>
              <w:t>10</w:t>
            </w:r>
          </w:p>
        </w:tc>
        <w:tc>
          <w:tcPr>
            <w:tcW w:w="2245" w:type="pct"/>
          </w:tcPr>
          <w:p w14:paraId="1284077D" w14:textId="77777777" w:rsidR="00E179E7" w:rsidRPr="00D717E9" w:rsidRDefault="00E179E7" w:rsidP="00E179E7">
            <w:pPr>
              <w:spacing w:after="0"/>
              <w:rPr>
                <w:rFonts w:ascii="Calibri" w:hAnsi="Calibri" w:cs="Calibri"/>
              </w:rPr>
            </w:pPr>
            <w:r>
              <w:rPr>
                <w:rFonts w:ascii="Calibri" w:hAnsi="Calibri" w:cs="Calibri"/>
              </w:rPr>
              <w:t>MEM11011B – Undertake manual handling</w:t>
            </w:r>
          </w:p>
        </w:tc>
        <w:tc>
          <w:tcPr>
            <w:tcW w:w="1218" w:type="pct"/>
          </w:tcPr>
          <w:p w14:paraId="1284077E" w14:textId="77777777" w:rsidR="00E179E7" w:rsidRPr="00D717E9" w:rsidRDefault="00E179E7" w:rsidP="00E179E7">
            <w:pPr>
              <w:spacing w:after="0"/>
              <w:rPr>
                <w:rFonts w:ascii="Calibri" w:hAnsi="Calibri" w:cs="Calibri"/>
              </w:rPr>
            </w:pPr>
          </w:p>
        </w:tc>
        <w:tc>
          <w:tcPr>
            <w:tcW w:w="1376" w:type="pct"/>
          </w:tcPr>
          <w:p w14:paraId="1284077F" w14:textId="77777777" w:rsidR="00E179E7" w:rsidRPr="00D717E9" w:rsidRDefault="00E179E7" w:rsidP="00E179E7">
            <w:pPr>
              <w:spacing w:after="0"/>
              <w:rPr>
                <w:rFonts w:ascii="Calibri" w:hAnsi="Calibri" w:cs="Calibri"/>
              </w:rPr>
            </w:pPr>
            <w:r>
              <w:rPr>
                <w:rFonts w:ascii="Calibri" w:hAnsi="Calibri" w:cs="Calibri"/>
              </w:rPr>
              <w:t>Group B (2 points)</w:t>
            </w:r>
          </w:p>
        </w:tc>
      </w:tr>
      <w:tr w:rsidR="00E179E7" w14:paraId="12840785" w14:textId="77777777" w:rsidTr="002B7FBB">
        <w:trPr>
          <w:cantSplit/>
        </w:trPr>
        <w:tc>
          <w:tcPr>
            <w:tcW w:w="161" w:type="pct"/>
            <w:shd w:val="clear" w:color="auto" w:fill="C7C5E0"/>
            <w:vAlign w:val="center"/>
          </w:tcPr>
          <w:p w14:paraId="12840781" w14:textId="4A965928" w:rsidR="00E179E7" w:rsidRPr="00A660CB" w:rsidRDefault="009811BC" w:rsidP="00E179E7">
            <w:pPr>
              <w:spacing w:after="0"/>
              <w:jc w:val="center"/>
              <w:rPr>
                <w:rFonts w:ascii="Calibri" w:hAnsi="Calibri" w:cs="Calibri"/>
                <w:b/>
              </w:rPr>
            </w:pPr>
            <w:r>
              <w:rPr>
                <w:rFonts w:ascii="Calibri" w:hAnsi="Calibri" w:cs="Calibri"/>
                <w:b/>
              </w:rPr>
              <w:t>11</w:t>
            </w:r>
          </w:p>
        </w:tc>
        <w:tc>
          <w:tcPr>
            <w:tcW w:w="2245" w:type="pct"/>
          </w:tcPr>
          <w:p w14:paraId="12840782" w14:textId="77777777" w:rsidR="00E179E7" w:rsidRPr="00D717E9" w:rsidRDefault="00E179E7" w:rsidP="00E179E7">
            <w:pPr>
              <w:spacing w:after="0"/>
              <w:rPr>
                <w:rFonts w:ascii="Calibri" w:hAnsi="Calibri" w:cs="Calibri"/>
              </w:rPr>
            </w:pPr>
            <w:r w:rsidRPr="00D717E9">
              <w:rPr>
                <w:rFonts w:ascii="Calibri" w:hAnsi="Calibri" w:cs="Calibri"/>
              </w:rPr>
              <w:t>MEM12006C – Mark off/out (general engineering)</w:t>
            </w:r>
          </w:p>
        </w:tc>
        <w:tc>
          <w:tcPr>
            <w:tcW w:w="1218" w:type="pct"/>
          </w:tcPr>
          <w:p w14:paraId="12840783" w14:textId="77777777" w:rsidR="00E179E7" w:rsidRPr="00D717E9" w:rsidRDefault="00E179E7" w:rsidP="00E179E7">
            <w:pPr>
              <w:spacing w:after="0"/>
              <w:rPr>
                <w:rFonts w:ascii="Calibri" w:hAnsi="Calibri" w:cs="Calibri"/>
              </w:rPr>
            </w:pPr>
          </w:p>
        </w:tc>
        <w:tc>
          <w:tcPr>
            <w:tcW w:w="1376" w:type="pct"/>
          </w:tcPr>
          <w:p w14:paraId="12840784" w14:textId="77777777" w:rsidR="00E179E7" w:rsidRPr="00D717E9" w:rsidRDefault="00E179E7" w:rsidP="00E179E7">
            <w:pPr>
              <w:spacing w:after="0"/>
              <w:rPr>
                <w:rFonts w:ascii="Calibri" w:hAnsi="Calibri" w:cs="Calibri"/>
              </w:rPr>
            </w:pPr>
            <w:r>
              <w:rPr>
                <w:rFonts w:ascii="Calibri" w:hAnsi="Calibri" w:cs="Calibri"/>
              </w:rPr>
              <w:t>Group A (4 points)</w:t>
            </w:r>
          </w:p>
        </w:tc>
      </w:tr>
      <w:tr w:rsidR="00E179E7" w14:paraId="1284078A" w14:textId="77777777" w:rsidTr="002B7FBB">
        <w:trPr>
          <w:cantSplit/>
        </w:trPr>
        <w:tc>
          <w:tcPr>
            <w:tcW w:w="161" w:type="pct"/>
            <w:shd w:val="clear" w:color="auto" w:fill="C7C5E0"/>
            <w:vAlign w:val="center"/>
          </w:tcPr>
          <w:p w14:paraId="12840786" w14:textId="7139BF1C" w:rsidR="00E179E7" w:rsidRPr="00A660CB" w:rsidRDefault="009811BC" w:rsidP="00E179E7">
            <w:pPr>
              <w:spacing w:after="0"/>
              <w:jc w:val="center"/>
              <w:rPr>
                <w:rFonts w:ascii="Calibri" w:hAnsi="Calibri" w:cs="Calibri"/>
                <w:b/>
              </w:rPr>
            </w:pPr>
            <w:r>
              <w:rPr>
                <w:rFonts w:ascii="Calibri" w:hAnsi="Calibri" w:cs="Calibri"/>
                <w:b/>
              </w:rPr>
              <w:t>12</w:t>
            </w:r>
          </w:p>
        </w:tc>
        <w:tc>
          <w:tcPr>
            <w:tcW w:w="2245" w:type="pct"/>
          </w:tcPr>
          <w:p w14:paraId="12840787" w14:textId="77777777" w:rsidR="00E179E7" w:rsidRPr="00D717E9" w:rsidRDefault="00E179E7" w:rsidP="00E179E7">
            <w:pPr>
              <w:spacing w:after="0"/>
              <w:rPr>
                <w:rFonts w:ascii="Calibri" w:hAnsi="Calibri" w:cs="Calibri"/>
              </w:rPr>
            </w:pPr>
            <w:r w:rsidRPr="00D717E9">
              <w:rPr>
                <w:rFonts w:ascii="Calibri" w:hAnsi="Calibri" w:cs="Calibri"/>
              </w:rPr>
              <w:t>MEM18001C – Use hand tools</w:t>
            </w:r>
          </w:p>
        </w:tc>
        <w:tc>
          <w:tcPr>
            <w:tcW w:w="1218" w:type="pct"/>
          </w:tcPr>
          <w:p w14:paraId="12840788" w14:textId="77777777" w:rsidR="00E179E7" w:rsidRPr="00D717E9" w:rsidRDefault="00E179E7" w:rsidP="00E179E7">
            <w:pPr>
              <w:spacing w:after="0"/>
              <w:rPr>
                <w:rFonts w:ascii="Calibri" w:hAnsi="Calibri" w:cs="Calibri"/>
              </w:rPr>
            </w:pPr>
          </w:p>
        </w:tc>
        <w:tc>
          <w:tcPr>
            <w:tcW w:w="1376" w:type="pct"/>
          </w:tcPr>
          <w:p w14:paraId="12840789" w14:textId="77777777" w:rsidR="00E179E7" w:rsidRPr="00D717E9" w:rsidRDefault="00E179E7" w:rsidP="00E179E7">
            <w:pPr>
              <w:spacing w:after="0"/>
              <w:rPr>
                <w:rFonts w:ascii="Calibri" w:hAnsi="Calibri" w:cs="Calibri"/>
              </w:rPr>
            </w:pPr>
            <w:r>
              <w:rPr>
                <w:rFonts w:ascii="Calibri" w:hAnsi="Calibri" w:cs="Calibri"/>
              </w:rPr>
              <w:t>Group A (2 points)</w:t>
            </w:r>
          </w:p>
        </w:tc>
      </w:tr>
      <w:tr w:rsidR="00E179E7" w14:paraId="1284078F" w14:textId="77777777" w:rsidTr="002B7FBB">
        <w:trPr>
          <w:cantSplit/>
        </w:trPr>
        <w:tc>
          <w:tcPr>
            <w:tcW w:w="161" w:type="pct"/>
            <w:shd w:val="clear" w:color="auto" w:fill="C7C5E0"/>
            <w:vAlign w:val="center"/>
          </w:tcPr>
          <w:p w14:paraId="1284078B" w14:textId="6BFDE747" w:rsidR="00E179E7" w:rsidRPr="00A660CB" w:rsidRDefault="009811BC" w:rsidP="00E179E7">
            <w:pPr>
              <w:spacing w:after="0"/>
              <w:jc w:val="center"/>
              <w:rPr>
                <w:rFonts w:ascii="Calibri" w:hAnsi="Calibri" w:cs="Calibri"/>
                <w:b/>
              </w:rPr>
            </w:pPr>
            <w:r>
              <w:rPr>
                <w:rFonts w:ascii="Calibri" w:hAnsi="Calibri" w:cs="Calibri"/>
                <w:b/>
              </w:rPr>
              <w:t>13</w:t>
            </w:r>
          </w:p>
        </w:tc>
        <w:tc>
          <w:tcPr>
            <w:tcW w:w="2245" w:type="pct"/>
          </w:tcPr>
          <w:p w14:paraId="1284078C" w14:textId="77777777" w:rsidR="00E179E7" w:rsidRPr="00D717E9" w:rsidRDefault="00E179E7" w:rsidP="00E179E7">
            <w:pPr>
              <w:spacing w:after="0"/>
              <w:rPr>
                <w:rFonts w:ascii="Calibri" w:hAnsi="Calibri" w:cs="Calibri"/>
              </w:rPr>
            </w:pPr>
            <w:r w:rsidRPr="00D717E9">
              <w:rPr>
                <w:rFonts w:ascii="Calibri" w:hAnsi="Calibri" w:cs="Calibri"/>
              </w:rPr>
              <w:t>MEM18002B – Use power tools/hand held operations</w:t>
            </w:r>
          </w:p>
        </w:tc>
        <w:tc>
          <w:tcPr>
            <w:tcW w:w="1218" w:type="pct"/>
          </w:tcPr>
          <w:p w14:paraId="1284078D" w14:textId="77777777" w:rsidR="00E179E7" w:rsidRPr="00D717E9" w:rsidRDefault="00E179E7" w:rsidP="00E179E7">
            <w:pPr>
              <w:spacing w:after="0"/>
              <w:rPr>
                <w:rFonts w:ascii="Calibri" w:hAnsi="Calibri" w:cs="Calibri"/>
              </w:rPr>
            </w:pPr>
          </w:p>
        </w:tc>
        <w:tc>
          <w:tcPr>
            <w:tcW w:w="1376" w:type="pct"/>
          </w:tcPr>
          <w:p w14:paraId="1284078E" w14:textId="77777777" w:rsidR="00E179E7" w:rsidRPr="00D717E9" w:rsidRDefault="00E179E7" w:rsidP="00E179E7">
            <w:pPr>
              <w:spacing w:after="0"/>
              <w:rPr>
                <w:rFonts w:ascii="Calibri" w:hAnsi="Calibri" w:cs="Calibri"/>
              </w:rPr>
            </w:pPr>
            <w:r>
              <w:rPr>
                <w:rFonts w:ascii="Calibri" w:hAnsi="Calibri" w:cs="Calibri"/>
              </w:rPr>
              <w:t>Group A (2 points)</w:t>
            </w:r>
          </w:p>
        </w:tc>
      </w:tr>
      <w:tr w:rsidR="00E179E7" w14:paraId="12840794" w14:textId="77777777" w:rsidTr="002B7FBB">
        <w:trPr>
          <w:cantSplit/>
        </w:trPr>
        <w:tc>
          <w:tcPr>
            <w:tcW w:w="161" w:type="pct"/>
            <w:shd w:val="clear" w:color="auto" w:fill="C7C5E0"/>
            <w:vAlign w:val="center"/>
          </w:tcPr>
          <w:p w14:paraId="12840790" w14:textId="4A995F4D" w:rsidR="00E179E7" w:rsidRPr="00A660CB" w:rsidRDefault="009811BC" w:rsidP="00E179E7">
            <w:pPr>
              <w:spacing w:after="0"/>
              <w:jc w:val="center"/>
              <w:rPr>
                <w:rFonts w:ascii="Calibri" w:hAnsi="Calibri" w:cs="Calibri"/>
                <w:b/>
              </w:rPr>
            </w:pPr>
            <w:r>
              <w:rPr>
                <w:rFonts w:ascii="Calibri" w:hAnsi="Calibri" w:cs="Calibri"/>
                <w:b/>
              </w:rPr>
              <w:t>14</w:t>
            </w:r>
          </w:p>
        </w:tc>
        <w:tc>
          <w:tcPr>
            <w:tcW w:w="2245" w:type="pct"/>
          </w:tcPr>
          <w:p w14:paraId="12840791" w14:textId="77777777" w:rsidR="00E179E7" w:rsidRPr="00D717E9" w:rsidRDefault="00E179E7" w:rsidP="00E179E7">
            <w:pPr>
              <w:spacing w:after="0"/>
              <w:rPr>
                <w:rFonts w:ascii="Calibri" w:hAnsi="Calibri" w:cs="Calibri"/>
              </w:rPr>
            </w:pPr>
            <w:r w:rsidRPr="00D717E9">
              <w:rPr>
                <w:rFonts w:ascii="Calibri" w:hAnsi="Calibri" w:cs="Calibri"/>
              </w:rPr>
              <w:t>MEM18003C – Use tools for precision work</w:t>
            </w:r>
          </w:p>
        </w:tc>
        <w:tc>
          <w:tcPr>
            <w:tcW w:w="1218" w:type="pct"/>
          </w:tcPr>
          <w:p w14:paraId="41FBD69E" w14:textId="77777777" w:rsidR="00E179E7" w:rsidRPr="00EF581E" w:rsidRDefault="00E179E7" w:rsidP="00E179E7">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5653653" w14:textId="77777777" w:rsidR="00E179E7" w:rsidRPr="00EF581E" w:rsidRDefault="00E179E7" w:rsidP="00E179E7">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46E20091" w14:textId="77777777" w:rsidR="00E179E7" w:rsidRPr="00EF581E" w:rsidRDefault="00E179E7" w:rsidP="00E179E7">
            <w:pPr>
              <w:spacing w:after="0"/>
              <w:rPr>
                <w:rFonts w:ascii="Calibri" w:hAnsi="Calibri" w:cs="Calibri"/>
                <w:color w:val="auto"/>
                <w:sz w:val="16"/>
                <w:szCs w:val="16"/>
              </w:rPr>
            </w:pPr>
            <w:r w:rsidRPr="00EF581E">
              <w:rPr>
                <w:rFonts w:ascii="Calibri" w:hAnsi="Calibri" w:cs="Calibri"/>
                <w:color w:val="auto"/>
                <w:sz w:val="16"/>
                <w:szCs w:val="16"/>
              </w:rPr>
              <w:t xml:space="preserve">MEM18001C Use hand tools </w:t>
            </w:r>
          </w:p>
          <w:p w14:paraId="673CA299" w14:textId="77777777" w:rsidR="00E179E7" w:rsidRPr="00EF581E" w:rsidRDefault="00E179E7" w:rsidP="00E179E7">
            <w:pPr>
              <w:spacing w:after="0"/>
              <w:rPr>
                <w:rFonts w:ascii="Calibri" w:hAnsi="Calibri" w:cs="Calibri"/>
                <w:color w:val="auto"/>
                <w:sz w:val="16"/>
                <w:szCs w:val="16"/>
              </w:rPr>
            </w:pPr>
            <w:r w:rsidRPr="00EF581E">
              <w:rPr>
                <w:rFonts w:ascii="Calibri" w:hAnsi="Calibri" w:cs="Calibri"/>
                <w:color w:val="auto"/>
                <w:sz w:val="16"/>
                <w:szCs w:val="16"/>
              </w:rPr>
              <w:t>MEM18002B Use power tools/hand held operations</w:t>
            </w:r>
          </w:p>
          <w:p w14:paraId="12840792" w14:textId="77777777" w:rsidR="00E179E7" w:rsidRPr="00D717E9" w:rsidRDefault="00E179E7" w:rsidP="00E179E7">
            <w:pPr>
              <w:spacing w:after="0"/>
              <w:rPr>
                <w:rFonts w:ascii="Calibri" w:hAnsi="Calibri" w:cs="Calibri"/>
              </w:rPr>
            </w:pPr>
          </w:p>
        </w:tc>
        <w:tc>
          <w:tcPr>
            <w:tcW w:w="1376" w:type="pct"/>
          </w:tcPr>
          <w:p w14:paraId="12840793" w14:textId="77777777" w:rsidR="00E179E7" w:rsidRPr="00D717E9" w:rsidRDefault="00E179E7" w:rsidP="00E179E7">
            <w:pPr>
              <w:spacing w:after="0"/>
              <w:rPr>
                <w:rFonts w:ascii="Calibri" w:hAnsi="Calibri" w:cs="Calibri"/>
              </w:rPr>
            </w:pPr>
            <w:r>
              <w:rPr>
                <w:rFonts w:ascii="Calibri" w:hAnsi="Calibri" w:cs="Calibri"/>
              </w:rPr>
              <w:t>Group A (4 points)</w:t>
            </w:r>
          </w:p>
        </w:tc>
      </w:tr>
      <w:tr w:rsidR="00E179E7" w14:paraId="12840799" w14:textId="77777777" w:rsidTr="002B7FBB">
        <w:trPr>
          <w:cantSplit/>
        </w:trPr>
        <w:tc>
          <w:tcPr>
            <w:tcW w:w="161" w:type="pct"/>
            <w:shd w:val="clear" w:color="auto" w:fill="C7C5E0"/>
            <w:vAlign w:val="center"/>
          </w:tcPr>
          <w:p w14:paraId="12840795" w14:textId="7EDAA980" w:rsidR="00E179E7" w:rsidRPr="00A660CB" w:rsidRDefault="009811BC" w:rsidP="00E179E7">
            <w:pPr>
              <w:spacing w:after="0"/>
              <w:jc w:val="center"/>
              <w:rPr>
                <w:rFonts w:ascii="Calibri" w:hAnsi="Calibri" w:cs="Calibri"/>
                <w:b/>
              </w:rPr>
            </w:pPr>
            <w:r>
              <w:rPr>
                <w:rFonts w:ascii="Calibri" w:hAnsi="Calibri" w:cs="Calibri"/>
                <w:b/>
              </w:rPr>
              <w:t>15</w:t>
            </w:r>
          </w:p>
        </w:tc>
        <w:tc>
          <w:tcPr>
            <w:tcW w:w="2245" w:type="pct"/>
          </w:tcPr>
          <w:p w14:paraId="12840796" w14:textId="77777777" w:rsidR="00E179E7" w:rsidRPr="00D717E9" w:rsidRDefault="00E179E7" w:rsidP="00E179E7">
            <w:pPr>
              <w:spacing w:after="0"/>
              <w:rPr>
                <w:rFonts w:ascii="Calibri" w:hAnsi="Calibri" w:cs="Calibri"/>
              </w:rPr>
            </w:pPr>
            <w:r w:rsidRPr="00D717E9">
              <w:rPr>
                <w:rFonts w:ascii="Calibri" w:hAnsi="Calibri" w:cs="Calibri"/>
              </w:rPr>
              <w:t>MEM18005B – Perform fault diagnosis, installation and removal of bearings</w:t>
            </w:r>
          </w:p>
        </w:tc>
        <w:tc>
          <w:tcPr>
            <w:tcW w:w="1218" w:type="pct"/>
          </w:tcPr>
          <w:p w14:paraId="7E7E67A1" w14:textId="77777777" w:rsidR="00E179E7" w:rsidRPr="00AA75EF" w:rsidRDefault="00E179E7" w:rsidP="00E179E7">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525A767C" w14:textId="77777777" w:rsidR="00E179E7" w:rsidRPr="00AA75EF" w:rsidRDefault="00E179E7" w:rsidP="00E179E7">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73805B92" w14:textId="77777777" w:rsidR="00E179E7" w:rsidRPr="00AA75EF" w:rsidRDefault="00E179E7" w:rsidP="00E179E7">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1E45D8CB" w14:textId="77777777" w:rsidR="00E179E7" w:rsidRPr="00AA75EF" w:rsidRDefault="00E179E7" w:rsidP="00E179E7">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789A94D2" w14:textId="77777777" w:rsidR="00E179E7" w:rsidRPr="00AA75EF" w:rsidRDefault="00E179E7" w:rsidP="00E179E7">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5D4C3B84" w14:textId="77777777" w:rsidR="00E179E7" w:rsidRPr="00AA75EF" w:rsidRDefault="00E179E7" w:rsidP="00E179E7">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50942147" w14:textId="77777777" w:rsidR="00E179E7" w:rsidRPr="00AA75EF" w:rsidRDefault="00E179E7" w:rsidP="00E179E7">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5DCD70F7" w14:textId="77777777" w:rsidR="00E179E7" w:rsidRPr="00AA75EF" w:rsidRDefault="00E179E7" w:rsidP="00E179E7">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12840797" w14:textId="77777777" w:rsidR="00E179E7" w:rsidRPr="00D717E9" w:rsidRDefault="00E179E7" w:rsidP="00E179E7">
            <w:pPr>
              <w:spacing w:after="0"/>
              <w:rPr>
                <w:rFonts w:ascii="Calibri" w:hAnsi="Calibri" w:cs="Calibri"/>
              </w:rPr>
            </w:pPr>
          </w:p>
        </w:tc>
        <w:tc>
          <w:tcPr>
            <w:tcW w:w="1376" w:type="pct"/>
          </w:tcPr>
          <w:p w14:paraId="12840798" w14:textId="77777777" w:rsidR="00E179E7" w:rsidRPr="00D717E9" w:rsidRDefault="00E179E7" w:rsidP="00E179E7">
            <w:pPr>
              <w:spacing w:after="0"/>
              <w:rPr>
                <w:rFonts w:ascii="Calibri" w:hAnsi="Calibri" w:cs="Calibri"/>
              </w:rPr>
            </w:pPr>
            <w:r>
              <w:rPr>
                <w:rFonts w:ascii="Calibri" w:hAnsi="Calibri" w:cs="Calibri"/>
              </w:rPr>
              <w:t>Group A (4 points)</w:t>
            </w:r>
          </w:p>
        </w:tc>
      </w:tr>
      <w:tr w:rsidR="00E179E7" w14:paraId="1284079E" w14:textId="77777777" w:rsidTr="002B7FBB">
        <w:trPr>
          <w:cantSplit/>
        </w:trPr>
        <w:tc>
          <w:tcPr>
            <w:tcW w:w="161" w:type="pct"/>
            <w:shd w:val="clear" w:color="auto" w:fill="C7C5E0"/>
            <w:vAlign w:val="center"/>
          </w:tcPr>
          <w:p w14:paraId="1284079A" w14:textId="571F3039" w:rsidR="00E179E7" w:rsidRPr="00A660CB" w:rsidRDefault="009811BC" w:rsidP="00E179E7">
            <w:pPr>
              <w:spacing w:after="0"/>
              <w:jc w:val="center"/>
              <w:rPr>
                <w:rFonts w:ascii="Calibri" w:hAnsi="Calibri" w:cs="Calibri"/>
                <w:b/>
              </w:rPr>
            </w:pPr>
            <w:r>
              <w:rPr>
                <w:rFonts w:ascii="Calibri" w:hAnsi="Calibri" w:cs="Calibri"/>
                <w:b/>
              </w:rPr>
              <w:t>16</w:t>
            </w:r>
          </w:p>
        </w:tc>
        <w:tc>
          <w:tcPr>
            <w:tcW w:w="2245" w:type="pct"/>
          </w:tcPr>
          <w:p w14:paraId="1284079B" w14:textId="77777777" w:rsidR="00E179E7" w:rsidRPr="00D717E9" w:rsidRDefault="00E179E7" w:rsidP="00E179E7">
            <w:pPr>
              <w:spacing w:after="0"/>
              <w:rPr>
                <w:rFonts w:ascii="Calibri" w:hAnsi="Calibri" w:cs="Calibri"/>
              </w:rPr>
            </w:pPr>
            <w:r w:rsidRPr="00D717E9">
              <w:rPr>
                <w:rFonts w:ascii="Calibri" w:hAnsi="Calibri" w:cs="Calibri"/>
              </w:rPr>
              <w:t>MEM18006C – Repair and fit engineering components</w:t>
            </w:r>
          </w:p>
        </w:tc>
        <w:tc>
          <w:tcPr>
            <w:tcW w:w="1218" w:type="pct"/>
          </w:tcPr>
          <w:p w14:paraId="2F3C24B5" w14:textId="77777777" w:rsidR="00E179E7" w:rsidRPr="000A3AF4" w:rsidRDefault="00E179E7" w:rsidP="00E179E7">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315902A8"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3EC7A4C6"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0C090D2F"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524B81F7"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35C5BBEB"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7DC70261" w14:textId="77777777" w:rsidR="00E179E7" w:rsidRPr="000A3AF4" w:rsidRDefault="00E179E7" w:rsidP="00E179E7">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1284079C" w14:textId="77777777" w:rsidR="00E179E7" w:rsidRPr="00D717E9" w:rsidRDefault="00E179E7" w:rsidP="00E179E7">
            <w:pPr>
              <w:spacing w:after="0"/>
              <w:rPr>
                <w:rFonts w:ascii="Calibri" w:hAnsi="Calibri" w:cs="Calibri"/>
              </w:rPr>
            </w:pPr>
          </w:p>
        </w:tc>
        <w:tc>
          <w:tcPr>
            <w:tcW w:w="1376" w:type="pct"/>
          </w:tcPr>
          <w:p w14:paraId="1284079D" w14:textId="77777777" w:rsidR="00E179E7" w:rsidRPr="00D717E9" w:rsidRDefault="00E179E7" w:rsidP="00E179E7">
            <w:pPr>
              <w:spacing w:after="0"/>
              <w:rPr>
                <w:rFonts w:ascii="Calibri" w:hAnsi="Calibri" w:cs="Calibri"/>
              </w:rPr>
            </w:pPr>
            <w:r>
              <w:rPr>
                <w:rFonts w:ascii="Calibri" w:hAnsi="Calibri" w:cs="Calibri"/>
              </w:rPr>
              <w:t>Group A (6 points)</w:t>
            </w:r>
          </w:p>
        </w:tc>
      </w:tr>
      <w:tr w:rsidR="00E179E7" w14:paraId="128407A3" w14:textId="77777777" w:rsidTr="002B7FBB">
        <w:trPr>
          <w:cantSplit/>
        </w:trPr>
        <w:tc>
          <w:tcPr>
            <w:tcW w:w="161" w:type="pct"/>
            <w:shd w:val="clear" w:color="auto" w:fill="C7C5E0"/>
            <w:vAlign w:val="center"/>
          </w:tcPr>
          <w:p w14:paraId="1284079F" w14:textId="6E9E9891" w:rsidR="00E179E7" w:rsidRPr="00A660CB" w:rsidRDefault="009811BC" w:rsidP="00E179E7">
            <w:pPr>
              <w:spacing w:after="0"/>
              <w:jc w:val="center"/>
              <w:rPr>
                <w:rFonts w:ascii="Calibri" w:hAnsi="Calibri" w:cs="Calibri"/>
                <w:b/>
              </w:rPr>
            </w:pPr>
            <w:r>
              <w:rPr>
                <w:rFonts w:ascii="Calibri" w:hAnsi="Calibri" w:cs="Calibri"/>
                <w:b/>
              </w:rPr>
              <w:t>17</w:t>
            </w:r>
          </w:p>
        </w:tc>
        <w:tc>
          <w:tcPr>
            <w:tcW w:w="2245" w:type="pct"/>
          </w:tcPr>
          <w:p w14:paraId="128407A0" w14:textId="77777777" w:rsidR="00E179E7" w:rsidRPr="00D717E9" w:rsidRDefault="00E179E7" w:rsidP="00E179E7">
            <w:pPr>
              <w:spacing w:after="0"/>
              <w:rPr>
                <w:rFonts w:ascii="Calibri" w:hAnsi="Calibri" w:cs="Calibri"/>
              </w:rPr>
            </w:pPr>
            <w:r w:rsidRPr="00D717E9">
              <w:rPr>
                <w:rFonts w:ascii="Calibri" w:hAnsi="Calibri" w:cs="Calibri"/>
              </w:rPr>
              <w:t>MEM18007B – Maintain and repair mechanical drives and mechanical transmission assemblies</w:t>
            </w:r>
          </w:p>
        </w:tc>
        <w:tc>
          <w:tcPr>
            <w:tcW w:w="1218" w:type="pct"/>
          </w:tcPr>
          <w:p w14:paraId="6F81509F" w14:textId="77777777" w:rsidR="00E179E7" w:rsidRPr="00C62C48" w:rsidRDefault="00E179E7" w:rsidP="00E179E7">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4EFEE7DC"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 xml:space="preserve">MEM09002B Interpret technical drawing </w:t>
            </w:r>
          </w:p>
          <w:p w14:paraId="2411C5C1"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 xml:space="preserve">MEM12023A Perform engineering measurements </w:t>
            </w:r>
          </w:p>
          <w:p w14:paraId="58DC46FE"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MEM18001C Use hand tools</w:t>
            </w:r>
          </w:p>
          <w:p w14:paraId="159C5BDD"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MEM18002B Use power tools/hand held operations</w:t>
            </w:r>
          </w:p>
          <w:p w14:paraId="2A7CDBBE"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MEM18003C Use tools for precision work</w:t>
            </w:r>
          </w:p>
          <w:p w14:paraId="1306D32E"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MEM18055B Dismantle, replace and assemble engineering components</w:t>
            </w:r>
          </w:p>
          <w:p w14:paraId="07E0464F"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MEM18006C Repair and fit engineering components</w:t>
            </w:r>
          </w:p>
          <w:p w14:paraId="41F5F9D3" w14:textId="77777777" w:rsidR="00E179E7" w:rsidRPr="00C62C48" w:rsidRDefault="00E179E7" w:rsidP="00E179E7">
            <w:pPr>
              <w:spacing w:after="0"/>
              <w:rPr>
                <w:rFonts w:ascii="Calibri" w:hAnsi="Calibri" w:cs="Calibri"/>
                <w:color w:val="auto"/>
                <w:sz w:val="16"/>
                <w:szCs w:val="16"/>
              </w:rPr>
            </w:pPr>
            <w:r>
              <w:rPr>
                <w:rFonts w:ascii="Calibri" w:hAnsi="Calibri" w:cs="Calibri"/>
                <w:color w:val="auto"/>
                <w:sz w:val="16"/>
                <w:szCs w:val="16"/>
              </w:rPr>
              <w:t>MEM18009B</w:t>
            </w:r>
            <w:r w:rsidRPr="00C62C48">
              <w:rPr>
                <w:rFonts w:ascii="Calibri" w:hAnsi="Calibri" w:cs="Calibri"/>
                <w:color w:val="auto"/>
                <w:sz w:val="16"/>
                <w:szCs w:val="16"/>
              </w:rPr>
              <w:t xml:space="preserve"> </w:t>
            </w:r>
            <w:r>
              <w:rPr>
                <w:rFonts w:ascii="Calibri" w:hAnsi="Calibri" w:cs="Calibri"/>
                <w:color w:val="auto"/>
                <w:sz w:val="16"/>
                <w:szCs w:val="16"/>
              </w:rPr>
              <w:t>Perform levelling and alignment of machines and engineering components</w:t>
            </w:r>
          </w:p>
          <w:p w14:paraId="128407A1" w14:textId="77777777" w:rsidR="00E179E7" w:rsidRPr="00D717E9" w:rsidRDefault="00E179E7" w:rsidP="00E179E7">
            <w:pPr>
              <w:spacing w:after="0"/>
              <w:rPr>
                <w:rFonts w:ascii="Calibri" w:hAnsi="Calibri" w:cs="Calibri"/>
              </w:rPr>
            </w:pPr>
          </w:p>
        </w:tc>
        <w:tc>
          <w:tcPr>
            <w:tcW w:w="1376" w:type="pct"/>
          </w:tcPr>
          <w:p w14:paraId="128407A2" w14:textId="77777777" w:rsidR="00E179E7" w:rsidRPr="00D717E9" w:rsidRDefault="00E179E7" w:rsidP="00E179E7">
            <w:pPr>
              <w:spacing w:after="0"/>
              <w:rPr>
                <w:rFonts w:ascii="Calibri" w:hAnsi="Calibri" w:cs="Calibri"/>
              </w:rPr>
            </w:pPr>
            <w:r>
              <w:rPr>
                <w:rFonts w:ascii="Calibri" w:hAnsi="Calibri" w:cs="Calibri"/>
              </w:rPr>
              <w:t>Group A (4 points)</w:t>
            </w:r>
          </w:p>
        </w:tc>
      </w:tr>
      <w:tr w:rsidR="00E179E7" w14:paraId="128407A8" w14:textId="77777777" w:rsidTr="002B7FBB">
        <w:trPr>
          <w:cantSplit/>
        </w:trPr>
        <w:tc>
          <w:tcPr>
            <w:tcW w:w="161" w:type="pct"/>
            <w:shd w:val="clear" w:color="auto" w:fill="C7C5E0"/>
            <w:vAlign w:val="center"/>
          </w:tcPr>
          <w:p w14:paraId="128407A4" w14:textId="647092AA" w:rsidR="00E179E7" w:rsidRPr="00A660CB" w:rsidRDefault="009811BC" w:rsidP="00E179E7">
            <w:pPr>
              <w:spacing w:after="0"/>
              <w:jc w:val="center"/>
              <w:rPr>
                <w:rFonts w:ascii="Calibri" w:hAnsi="Calibri" w:cs="Calibri"/>
                <w:b/>
              </w:rPr>
            </w:pPr>
            <w:r>
              <w:rPr>
                <w:rFonts w:ascii="Calibri" w:hAnsi="Calibri" w:cs="Calibri"/>
                <w:b/>
              </w:rPr>
              <w:t>18</w:t>
            </w:r>
          </w:p>
        </w:tc>
        <w:tc>
          <w:tcPr>
            <w:tcW w:w="2245" w:type="pct"/>
          </w:tcPr>
          <w:p w14:paraId="128407A5" w14:textId="77777777" w:rsidR="00E179E7" w:rsidRPr="00D717E9" w:rsidRDefault="00E179E7" w:rsidP="00E179E7">
            <w:pPr>
              <w:spacing w:after="0"/>
              <w:rPr>
                <w:rFonts w:ascii="Calibri" w:hAnsi="Calibri" w:cs="Calibri"/>
              </w:rPr>
            </w:pPr>
            <w:r w:rsidRPr="00D717E9">
              <w:rPr>
                <w:rFonts w:ascii="Calibri" w:hAnsi="Calibri" w:cs="Calibri"/>
              </w:rPr>
              <w:t>MEM18009B – Perform levelling and alignment of machines and engineering components</w:t>
            </w:r>
          </w:p>
        </w:tc>
        <w:tc>
          <w:tcPr>
            <w:tcW w:w="1218" w:type="pct"/>
          </w:tcPr>
          <w:p w14:paraId="1BDB1659" w14:textId="77777777" w:rsidR="00E179E7" w:rsidRPr="00C62C48" w:rsidRDefault="00E179E7" w:rsidP="00E179E7">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3EF51A04"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 xml:space="preserve">MEM09002B Interpret technical drawing </w:t>
            </w:r>
          </w:p>
          <w:p w14:paraId="5BF3E272"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 xml:space="preserve">MEM12023A Perform engineering measurements </w:t>
            </w:r>
          </w:p>
          <w:p w14:paraId="364304D5"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MEM18001C Use hand tools</w:t>
            </w:r>
          </w:p>
          <w:p w14:paraId="441D3BEA"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MEM18002B Use power tools/hand held operations</w:t>
            </w:r>
          </w:p>
          <w:p w14:paraId="3090665C"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MEM18003C Use tools for precision work</w:t>
            </w:r>
          </w:p>
          <w:p w14:paraId="2EB3B5E8"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MEM18055B Dismantle, replace and assemble engineering components</w:t>
            </w:r>
          </w:p>
          <w:p w14:paraId="3F5660FE" w14:textId="77777777" w:rsidR="00E179E7" w:rsidRPr="00C62C48" w:rsidRDefault="00E179E7" w:rsidP="00E179E7">
            <w:pPr>
              <w:spacing w:after="0"/>
              <w:rPr>
                <w:rFonts w:ascii="Calibri" w:hAnsi="Calibri" w:cs="Calibri"/>
                <w:color w:val="auto"/>
                <w:sz w:val="16"/>
                <w:szCs w:val="16"/>
              </w:rPr>
            </w:pPr>
            <w:r w:rsidRPr="00C62C48">
              <w:rPr>
                <w:rFonts w:ascii="Calibri" w:hAnsi="Calibri" w:cs="Calibri"/>
                <w:color w:val="auto"/>
                <w:sz w:val="16"/>
                <w:szCs w:val="16"/>
              </w:rPr>
              <w:t>MEM18006C Repair and fit engineering components</w:t>
            </w:r>
          </w:p>
          <w:p w14:paraId="128407A6" w14:textId="3E3D95D4" w:rsidR="00E179E7" w:rsidRPr="008F4A62" w:rsidRDefault="00E179E7" w:rsidP="00E179E7">
            <w:pPr>
              <w:spacing w:after="0"/>
              <w:rPr>
                <w:rFonts w:ascii="Calibri" w:hAnsi="Calibri" w:cs="Calibri"/>
                <w:color w:val="auto"/>
                <w:sz w:val="16"/>
                <w:szCs w:val="16"/>
              </w:rPr>
            </w:pPr>
            <w:r>
              <w:rPr>
                <w:rFonts w:ascii="Calibri" w:hAnsi="Calibri" w:cs="Calibri"/>
                <w:color w:val="auto"/>
                <w:sz w:val="16"/>
                <w:szCs w:val="16"/>
              </w:rPr>
              <w:t>MEM18009B</w:t>
            </w:r>
            <w:r w:rsidRPr="00C62C48">
              <w:rPr>
                <w:rFonts w:ascii="Calibri" w:hAnsi="Calibri" w:cs="Calibri"/>
                <w:color w:val="auto"/>
                <w:sz w:val="16"/>
                <w:szCs w:val="16"/>
              </w:rPr>
              <w:t xml:space="preserve"> </w:t>
            </w:r>
            <w:r>
              <w:rPr>
                <w:rFonts w:ascii="Calibri" w:hAnsi="Calibri" w:cs="Calibri"/>
                <w:color w:val="auto"/>
                <w:sz w:val="16"/>
                <w:szCs w:val="16"/>
              </w:rPr>
              <w:t>Perform levelling and alignment of machines and engineering components</w:t>
            </w:r>
          </w:p>
        </w:tc>
        <w:tc>
          <w:tcPr>
            <w:tcW w:w="1376" w:type="pct"/>
          </w:tcPr>
          <w:p w14:paraId="128407A7" w14:textId="77777777" w:rsidR="00E179E7" w:rsidRPr="00D717E9" w:rsidRDefault="00E179E7" w:rsidP="00E179E7">
            <w:pPr>
              <w:spacing w:after="0"/>
              <w:rPr>
                <w:rFonts w:ascii="Calibri" w:hAnsi="Calibri" w:cs="Calibri"/>
              </w:rPr>
            </w:pPr>
            <w:r>
              <w:rPr>
                <w:rFonts w:ascii="Calibri" w:hAnsi="Calibri" w:cs="Calibri"/>
              </w:rPr>
              <w:t>Group A (4 points)</w:t>
            </w:r>
          </w:p>
        </w:tc>
      </w:tr>
      <w:tr w:rsidR="00E179E7" w14:paraId="128407B2" w14:textId="77777777" w:rsidTr="002B7FBB">
        <w:trPr>
          <w:cantSplit/>
        </w:trPr>
        <w:tc>
          <w:tcPr>
            <w:tcW w:w="161" w:type="pct"/>
            <w:shd w:val="clear" w:color="auto" w:fill="C7C5E0"/>
            <w:vAlign w:val="center"/>
          </w:tcPr>
          <w:p w14:paraId="128407AE" w14:textId="0156673D" w:rsidR="00E179E7" w:rsidRPr="00A660CB" w:rsidRDefault="008F4A62" w:rsidP="00E179E7">
            <w:pPr>
              <w:spacing w:after="0"/>
              <w:jc w:val="center"/>
              <w:rPr>
                <w:rFonts w:ascii="Calibri" w:hAnsi="Calibri" w:cs="Calibri"/>
                <w:b/>
              </w:rPr>
            </w:pPr>
            <w:r>
              <w:rPr>
                <w:rFonts w:ascii="Calibri" w:hAnsi="Calibri" w:cs="Calibri"/>
                <w:b/>
              </w:rPr>
              <w:t>19</w:t>
            </w:r>
          </w:p>
        </w:tc>
        <w:tc>
          <w:tcPr>
            <w:tcW w:w="2245" w:type="pct"/>
          </w:tcPr>
          <w:p w14:paraId="3A47195E" w14:textId="77777777" w:rsidR="00E179E7" w:rsidRDefault="00E179E7" w:rsidP="00E179E7">
            <w:pPr>
              <w:spacing w:after="0"/>
              <w:rPr>
                <w:rFonts w:ascii="Calibri" w:hAnsi="Calibri" w:cs="Calibri"/>
              </w:rPr>
            </w:pPr>
            <w:r w:rsidRPr="00D717E9">
              <w:rPr>
                <w:rFonts w:ascii="Calibri" w:hAnsi="Calibri" w:cs="Calibri"/>
              </w:rPr>
              <w:t>MEM18011C – Shut down and isolate machines/equipment</w:t>
            </w:r>
          </w:p>
          <w:p w14:paraId="128407AF" w14:textId="3B1F492D" w:rsidR="008F4A62" w:rsidRPr="00D717E9" w:rsidRDefault="008F4A62" w:rsidP="00E179E7">
            <w:pPr>
              <w:spacing w:after="0"/>
              <w:rPr>
                <w:rFonts w:ascii="Calibri" w:hAnsi="Calibri" w:cs="Calibri"/>
              </w:rPr>
            </w:pPr>
          </w:p>
        </w:tc>
        <w:tc>
          <w:tcPr>
            <w:tcW w:w="1218" w:type="pct"/>
          </w:tcPr>
          <w:p w14:paraId="128407B0" w14:textId="77777777" w:rsidR="00E179E7" w:rsidRPr="00D717E9" w:rsidRDefault="00E179E7" w:rsidP="00E179E7">
            <w:pPr>
              <w:spacing w:after="0"/>
              <w:rPr>
                <w:rFonts w:ascii="Calibri" w:hAnsi="Calibri" w:cs="Calibri"/>
              </w:rPr>
            </w:pPr>
          </w:p>
        </w:tc>
        <w:tc>
          <w:tcPr>
            <w:tcW w:w="1376" w:type="pct"/>
          </w:tcPr>
          <w:p w14:paraId="128407B1" w14:textId="77777777" w:rsidR="00E179E7" w:rsidRPr="00D717E9" w:rsidRDefault="00E179E7" w:rsidP="00E179E7">
            <w:pPr>
              <w:spacing w:after="0"/>
              <w:rPr>
                <w:rFonts w:ascii="Calibri" w:hAnsi="Calibri" w:cs="Calibri"/>
              </w:rPr>
            </w:pPr>
            <w:r>
              <w:rPr>
                <w:rFonts w:ascii="Calibri" w:hAnsi="Calibri" w:cs="Calibri"/>
              </w:rPr>
              <w:t>Group A (2 points)</w:t>
            </w:r>
          </w:p>
        </w:tc>
      </w:tr>
      <w:tr w:rsidR="00E179E7" w14:paraId="128407B7" w14:textId="77777777" w:rsidTr="002B7FBB">
        <w:trPr>
          <w:cantSplit/>
        </w:trPr>
        <w:tc>
          <w:tcPr>
            <w:tcW w:w="161" w:type="pct"/>
            <w:shd w:val="clear" w:color="auto" w:fill="C7C5E0"/>
            <w:vAlign w:val="center"/>
          </w:tcPr>
          <w:p w14:paraId="128407B3" w14:textId="714DAD41" w:rsidR="00E179E7" w:rsidRPr="00A660CB" w:rsidRDefault="009811BC" w:rsidP="00E179E7">
            <w:pPr>
              <w:spacing w:after="0"/>
              <w:jc w:val="center"/>
              <w:rPr>
                <w:rFonts w:ascii="Calibri" w:hAnsi="Calibri" w:cs="Calibri"/>
                <w:b/>
              </w:rPr>
            </w:pPr>
            <w:r>
              <w:rPr>
                <w:rFonts w:ascii="Calibri" w:hAnsi="Calibri" w:cs="Calibri"/>
                <w:b/>
              </w:rPr>
              <w:t>2</w:t>
            </w:r>
            <w:r w:rsidR="008F4A62">
              <w:rPr>
                <w:rFonts w:ascii="Calibri" w:hAnsi="Calibri" w:cs="Calibri"/>
                <w:b/>
              </w:rPr>
              <w:t>0</w:t>
            </w:r>
          </w:p>
        </w:tc>
        <w:tc>
          <w:tcPr>
            <w:tcW w:w="2245" w:type="pct"/>
          </w:tcPr>
          <w:p w14:paraId="128407B4" w14:textId="77777777" w:rsidR="00E179E7" w:rsidRPr="00D717E9" w:rsidRDefault="00E179E7" w:rsidP="00E179E7">
            <w:pPr>
              <w:spacing w:after="0"/>
              <w:rPr>
                <w:rFonts w:ascii="Calibri" w:hAnsi="Calibri" w:cs="Calibri"/>
              </w:rPr>
            </w:pPr>
            <w:r w:rsidRPr="00D717E9">
              <w:rPr>
                <w:rFonts w:ascii="Calibri" w:hAnsi="Calibri" w:cs="Calibri"/>
              </w:rPr>
              <w:t>MEM18012B – Perform installation and removal of mechanical seals</w:t>
            </w:r>
          </w:p>
        </w:tc>
        <w:tc>
          <w:tcPr>
            <w:tcW w:w="1218" w:type="pct"/>
          </w:tcPr>
          <w:p w14:paraId="5F88DB3A" w14:textId="77777777" w:rsidR="00E179E7" w:rsidRPr="00C62C48" w:rsidRDefault="00E179E7" w:rsidP="00E179E7">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204F2A8C"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181FF49C"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1CF7BD8B"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672F522A"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1D6FF8D7"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MEM18003C Use tools for precision work</w:t>
            </w:r>
          </w:p>
          <w:p w14:paraId="6BAA12F0"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MEM18055B Dismantle, replace and assemble engineering components</w:t>
            </w:r>
          </w:p>
          <w:p w14:paraId="76A58249"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MEM18006C Repair and fit engineering components</w:t>
            </w:r>
          </w:p>
          <w:p w14:paraId="128407B5" w14:textId="77777777" w:rsidR="00E179E7" w:rsidRPr="00D717E9" w:rsidRDefault="00E179E7" w:rsidP="00E179E7">
            <w:pPr>
              <w:spacing w:after="0"/>
              <w:rPr>
                <w:rFonts w:ascii="Calibri" w:hAnsi="Calibri" w:cs="Calibri"/>
              </w:rPr>
            </w:pPr>
          </w:p>
        </w:tc>
        <w:tc>
          <w:tcPr>
            <w:tcW w:w="1376" w:type="pct"/>
          </w:tcPr>
          <w:p w14:paraId="128407B6" w14:textId="77777777" w:rsidR="00E179E7" w:rsidRPr="00D717E9" w:rsidRDefault="00E179E7" w:rsidP="00E179E7">
            <w:pPr>
              <w:spacing w:after="0"/>
              <w:rPr>
                <w:rFonts w:ascii="Calibri" w:hAnsi="Calibri" w:cs="Calibri"/>
              </w:rPr>
            </w:pPr>
            <w:r>
              <w:rPr>
                <w:rFonts w:ascii="Calibri" w:hAnsi="Calibri" w:cs="Calibri"/>
              </w:rPr>
              <w:t>Group A (2 points)</w:t>
            </w:r>
          </w:p>
        </w:tc>
      </w:tr>
      <w:tr w:rsidR="00E179E7" w14:paraId="128407BC" w14:textId="77777777" w:rsidTr="002B7FBB">
        <w:trPr>
          <w:cantSplit/>
        </w:trPr>
        <w:tc>
          <w:tcPr>
            <w:tcW w:w="161" w:type="pct"/>
            <w:shd w:val="clear" w:color="auto" w:fill="C7C5E0"/>
            <w:vAlign w:val="center"/>
          </w:tcPr>
          <w:p w14:paraId="128407B8" w14:textId="28246A8D" w:rsidR="00E179E7" w:rsidRPr="00A660CB" w:rsidRDefault="009811BC" w:rsidP="00E179E7">
            <w:pPr>
              <w:spacing w:after="0"/>
              <w:jc w:val="center"/>
              <w:rPr>
                <w:rFonts w:ascii="Calibri" w:hAnsi="Calibri" w:cs="Calibri"/>
                <w:b/>
              </w:rPr>
            </w:pPr>
            <w:r>
              <w:rPr>
                <w:rFonts w:ascii="Calibri" w:hAnsi="Calibri" w:cs="Calibri"/>
                <w:b/>
              </w:rPr>
              <w:t>2</w:t>
            </w:r>
            <w:r w:rsidR="008F4A62">
              <w:rPr>
                <w:rFonts w:ascii="Calibri" w:hAnsi="Calibri" w:cs="Calibri"/>
                <w:b/>
              </w:rPr>
              <w:t>1</w:t>
            </w:r>
          </w:p>
        </w:tc>
        <w:tc>
          <w:tcPr>
            <w:tcW w:w="2245" w:type="pct"/>
          </w:tcPr>
          <w:p w14:paraId="128407B9" w14:textId="77777777" w:rsidR="00E179E7" w:rsidRPr="00D717E9" w:rsidRDefault="00E179E7" w:rsidP="00E179E7">
            <w:pPr>
              <w:spacing w:after="0"/>
              <w:rPr>
                <w:rFonts w:ascii="Calibri" w:hAnsi="Calibri" w:cs="Calibri"/>
              </w:rPr>
            </w:pPr>
            <w:r w:rsidRPr="00D717E9">
              <w:rPr>
                <w:rFonts w:ascii="Calibri" w:hAnsi="Calibri" w:cs="Calibri"/>
              </w:rPr>
              <w:t>MEM18013B – Perform gland packing</w:t>
            </w:r>
          </w:p>
        </w:tc>
        <w:tc>
          <w:tcPr>
            <w:tcW w:w="1218" w:type="pct"/>
          </w:tcPr>
          <w:p w14:paraId="102D8567" w14:textId="77777777" w:rsidR="00E179E7" w:rsidRPr="00BF6D10" w:rsidRDefault="00E179E7" w:rsidP="00E179E7">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3D638341"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2DAF2F5A"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128407BA" w14:textId="77777777" w:rsidR="00E179E7" w:rsidRPr="00D717E9" w:rsidRDefault="00E179E7" w:rsidP="00E179E7">
            <w:pPr>
              <w:spacing w:after="0"/>
              <w:rPr>
                <w:rFonts w:ascii="Calibri" w:hAnsi="Calibri" w:cs="Calibri"/>
              </w:rPr>
            </w:pPr>
          </w:p>
        </w:tc>
        <w:tc>
          <w:tcPr>
            <w:tcW w:w="1376" w:type="pct"/>
          </w:tcPr>
          <w:p w14:paraId="128407BB" w14:textId="77777777" w:rsidR="00E179E7" w:rsidRPr="00D717E9" w:rsidRDefault="00E179E7" w:rsidP="00E179E7">
            <w:pPr>
              <w:spacing w:after="0"/>
              <w:rPr>
                <w:rFonts w:ascii="Calibri" w:hAnsi="Calibri" w:cs="Calibri"/>
              </w:rPr>
            </w:pPr>
            <w:r>
              <w:rPr>
                <w:rFonts w:ascii="Calibri" w:hAnsi="Calibri" w:cs="Calibri"/>
              </w:rPr>
              <w:t>Group A (2 points)</w:t>
            </w:r>
          </w:p>
        </w:tc>
      </w:tr>
      <w:tr w:rsidR="00E179E7" w14:paraId="128407C1" w14:textId="77777777" w:rsidTr="002B7FBB">
        <w:trPr>
          <w:cantSplit/>
        </w:trPr>
        <w:tc>
          <w:tcPr>
            <w:tcW w:w="161" w:type="pct"/>
            <w:shd w:val="clear" w:color="auto" w:fill="C7C5E0"/>
            <w:vAlign w:val="center"/>
          </w:tcPr>
          <w:p w14:paraId="128407BD" w14:textId="160B6AB0" w:rsidR="00E179E7" w:rsidRPr="00A660CB" w:rsidRDefault="009811BC" w:rsidP="00E179E7">
            <w:pPr>
              <w:spacing w:after="0"/>
              <w:jc w:val="center"/>
              <w:rPr>
                <w:rFonts w:ascii="Calibri" w:hAnsi="Calibri" w:cs="Calibri"/>
                <w:b/>
              </w:rPr>
            </w:pPr>
            <w:r>
              <w:rPr>
                <w:rFonts w:ascii="Calibri" w:hAnsi="Calibri" w:cs="Calibri"/>
                <w:b/>
              </w:rPr>
              <w:t>2</w:t>
            </w:r>
            <w:r w:rsidR="008F4A62">
              <w:rPr>
                <w:rFonts w:ascii="Calibri" w:hAnsi="Calibri" w:cs="Calibri"/>
                <w:b/>
              </w:rPr>
              <w:t>2</w:t>
            </w:r>
          </w:p>
        </w:tc>
        <w:tc>
          <w:tcPr>
            <w:tcW w:w="2245" w:type="pct"/>
          </w:tcPr>
          <w:p w14:paraId="128407BE" w14:textId="77777777" w:rsidR="00E179E7" w:rsidRPr="00D717E9" w:rsidRDefault="00E179E7" w:rsidP="00E179E7">
            <w:pPr>
              <w:spacing w:after="0"/>
              <w:rPr>
                <w:rFonts w:ascii="Calibri" w:hAnsi="Calibri" w:cs="Calibri"/>
              </w:rPr>
            </w:pPr>
            <w:r>
              <w:rPr>
                <w:rFonts w:ascii="Calibri" w:hAnsi="Calibri" w:cs="Calibri"/>
              </w:rPr>
              <w:t>MEM18055B – Dismantle, replace and assemble engineering components</w:t>
            </w:r>
          </w:p>
        </w:tc>
        <w:tc>
          <w:tcPr>
            <w:tcW w:w="1218" w:type="pct"/>
          </w:tcPr>
          <w:p w14:paraId="58B03B04" w14:textId="77777777" w:rsidR="00E179E7" w:rsidRPr="00BF6D10" w:rsidRDefault="00E179E7" w:rsidP="00E179E7">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7BD4EAD5"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3241DA2D"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235BC04C"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11ECF62F" w14:textId="77777777" w:rsidR="00E179E7" w:rsidRPr="00BF6D10" w:rsidRDefault="00E179E7" w:rsidP="00E179E7">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128407BF" w14:textId="77777777" w:rsidR="00E179E7" w:rsidRPr="00D717E9" w:rsidRDefault="00E179E7" w:rsidP="00E179E7">
            <w:pPr>
              <w:spacing w:after="0"/>
              <w:rPr>
                <w:rFonts w:ascii="Calibri" w:hAnsi="Calibri" w:cs="Calibri"/>
              </w:rPr>
            </w:pPr>
          </w:p>
        </w:tc>
        <w:tc>
          <w:tcPr>
            <w:tcW w:w="1376" w:type="pct"/>
          </w:tcPr>
          <w:p w14:paraId="128407C0" w14:textId="77777777" w:rsidR="00E179E7" w:rsidRPr="00D717E9" w:rsidRDefault="00E179E7" w:rsidP="00E179E7">
            <w:pPr>
              <w:spacing w:after="0"/>
              <w:rPr>
                <w:rFonts w:ascii="Calibri" w:hAnsi="Calibri" w:cs="Calibri"/>
              </w:rPr>
            </w:pPr>
            <w:r>
              <w:rPr>
                <w:rFonts w:ascii="Calibri" w:hAnsi="Calibri" w:cs="Calibri"/>
              </w:rPr>
              <w:t>Group A (3 points)</w:t>
            </w:r>
          </w:p>
        </w:tc>
      </w:tr>
    </w:tbl>
    <w:p w14:paraId="128407FE" w14:textId="77777777" w:rsidR="002B7FBB" w:rsidRPr="000B1F5C" w:rsidRDefault="00D014E2" w:rsidP="002B7FBB">
      <w:pPr>
        <w:spacing w:after="200" w:line="276" w:lineRule="auto"/>
        <w:rPr>
          <w:i/>
          <w:iCs/>
          <w:color w:val="404040" w:themeColor="text1" w:themeTint="BF"/>
        </w:rPr>
      </w:pPr>
      <w:r>
        <w:rPr>
          <w:i/>
          <w:iCs/>
          <w:color w:val="404040" w:themeColor="text1" w:themeTint="BF"/>
        </w:rPr>
        <w:br w:type="page"/>
      </w:r>
    </w:p>
    <w:p w14:paraId="128407FF" w14:textId="77777777" w:rsidR="002B7FBB" w:rsidRPr="001E4CD5" w:rsidRDefault="00D014E2" w:rsidP="002B7FBB">
      <w:pPr>
        <w:pStyle w:val="Heading3"/>
      </w:pPr>
      <w:bookmarkStart w:id="56" w:name="_Toc521595616"/>
      <w:r w:rsidRPr="00E32DA7">
        <w:t>1.</w:t>
      </w:r>
      <w:r>
        <w:t>8</w:t>
      </w:r>
      <w:r w:rsidRPr="00A17CC7">
        <w:tab/>
      </w:r>
      <w:r w:rsidRPr="00E32DA7">
        <w:t>Imported Units</w:t>
      </w:r>
      <w:bookmarkEnd w:id="56"/>
      <w:r w:rsidRPr="00E32DA7">
        <w:t xml:space="preserve"> </w:t>
      </w:r>
    </w:p>
    <w:p w14:paraId="12840800" w14:textId="77777777" w:rsidR="002B7FBB" w:rsidRDefault="00D014E2" w:rsidP="002B7FBB">
      <w:r>
        <w:t>Details of electives imported from another Training Package or accredited course.</w:t>
      </w:r>
    </w:p>
    <w:p w14:paraId="12840801" w14:textId="77777777" w:rsidR="002B7FBB" w:rsidRDefault="00D014E2" w:rsidP="002B7FBB">
      <w:pPr>
        <w:pStyle w:val="CaptionPurple"/>
      </w:pPr>
      <w:r>
        <w:t xml:space="preserve">Table </w:t>
      </w:r>
      <w:r>
        <w:rPr>
          <w:noProof/>
        </w:rPr>
        <w:t>4</w:t>
      </w:r>
      <w:r>
        <w:t xml:space="preserve"> </w:t>
      </w:r>
      <w:r w:rsidRPr="009A7133">
        <w:t>Imported Electives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Imported Electives"/>
        <w:tblDescription w:val="Imported Electives"/>
      </w:tblPr>
      <w:tblGrid>
        <w:gridCol w:w="437"/>
        <w:gridCol w:w="5098"/>
        <w:gridCol w:w="2126"/>
        <w:gridCol w:w="1412"/>
        <w:gridCol w:w="1559"/>
        <w:gridCol w:w="3263"/>
      </w:tblGrid>
      <w:tr w:rsidR="009571B4" w14:paraId="12840808" w14:textId="77777777" w:rsidTr="002B7FBB">
        <w:trPr>
          <w:cantSplit/>
          <w:trHeight w:val="538"/>
          <w:tblHeader/>
        </w:trPr>
        <w:tc>
          <w:tcPr>
            <w:tcW w:w="157" w:type="pct"/>
            <w:shd w:val="clear" w:color="auto" w:fill="C7C5E0"/>
            <w:vAlign w:val="center"/>
          </w:tcPr>
          <w:p w14:paraId="12840802" w14:textId="77777777" w:rsidR="002B7FBB"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14:paraId="12840803" w14:textId="77777777" w:rsidR="002B7FBB" w:rsidRPr="000B1F5C" w:rsidRDefault="00D014E2" w:rsidP="002B7FBB">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14:paraId="12840804"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14:paraId="12840805"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14:paraId="12840806"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14:paraId="12840807" w14:textId="77777777" w:rsidR="002B7FBB" w:rsidRPr="00841237" w:rsidRDefault="00D014E2" w:rsidP="002B7FBB">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R="009571B4" w14:paraId="1284080F" w14:textId="77777777" w:rsidTr="002B7FBB">
        <w:trPr>
          <w:cantSplit/>
          <w:trHeight w:val="374"/>
        </w:trPr>
        <w:tc>
          <w:tcPr>
            <w:tcW w:w="157" w:type="pct"/>
            <w:shd w:val="clear" w:color="auto" w:fill="C7C5E0"/>
            <w:vAlign w:val="center"/>
          </w:tcPr>
          <w:p w14:paraId="12840809" w14:textId="77777777" w:rsidR="002B7FBB" w:rsidRPr="00B838E1" w:rsidRDefault="00D014E2" w:rsidP="002B7FBB">
            <w:pPr>
              <w:spacing w:after="0"/>
              <w:jc w:val="center"/>
              <w:rPr>
                <w:rFonts w:ascii="Calibri" w:hAnsi="Calibri" w:cs="Calibri"/>
                <w:b/>
              </w:rPr>
            </w:pPr>
            <w:r w:rsidRPr="00B838E1">
              <w:rPr>
                <w:rFonts w:ascii="Calibri" w:hAnsi="Calibri" w:cs="Calibri"/>
                <w:b/>
              </w:rPr>
              <w:t>1</w:t>
            </w:r>
          </w:p>
        </w:tc>
        <w:tc>
          <w:tcPr>
            <w:tcW w:w="1834" w:type="pct"/>
          </w:tcPr>
          <w:p w14:paraId="1284080A" w14:textId="764552F3" w:rsidR="002B7FBB" w:rsidRPr="005D60EB" w:rsidRDefault="00197295" w:rsidP="002B7FBB">
            <w:pPr>
              <w:spacing w:after="0"/>
              <w:rPr>
                <w:rFonts w:ascii="Calibri" w:hAnsi="Calibri" w:cs="Calibri"/>
              </w:rPr>
            </w:pPr>
            <w:r>
              <w:rPr>
                <w:rFonts w:ascii="Calibri" w:hAnsi="Calibri" w:cs="Calibri"/>
              </w:rPr>
              <w:t>N/A</w:t>
            </w:r>
          </w:p>
        </w:tc>
        <w:tc>
          <w:tcPr>
            <w:tcW w:w="765" w:type="pct"/>
          </w:tcPr>
          <w:p w14:paraId="1284080B" w14:textId="77777777" w:rsidR="002B7FBB" w:rsidRPr="005D60EB" w:rsidRDefault="002B7FBB" w:rsidP="002B7FBB">
            <w:pPr>
              <w:spacing w:after="0"/>
              <w:rPr>
                <w:rFonts w:ascii="Calibri" w:hAnsi="Calibri" w:cs="Calibri"/>
              </w:rPr>
            </w:pPr>
          </w:p>
        </w:tc>
        <w:tc>
          <w:tcPr>
            <w:tcW w:w="508" w:type="pct"/>
          </w:tcPr>
          <w:p w14:paraId="1284080C" w14:textId="77777777" w:rsidR="002B7FBB" w:rsidRPr="005D60EB" w:rsidRDefault="002B7FBB" w:rsidP="002B7FBB">
            <w:pPr>
              <w:spacing w:after="0"/>
              <w:rPr>
                <w:rFonts w:ascii="Calibri" w:hAnsi="Calibri" w:cs="Calibri"/>
              </w:rPr>
            </w:pPr>
          </w:p>
        </w:tc>
        <w:tc>
          <w:tcPr>
            <w:tcW w:w="561" w:type="pct"/>
          </w:tcPr>
          <w:p w14:paraId="1284080D" w14:textId="77777777" w:rsidR="002B7FBB" w:rsidRPr="005D60EB" w:rsidRDefault="002B7FBB" w:rsidP="002B7FBB">
            <w:pPr>
              <w:spacing w:after="0"/>
              <w:rPr>
                <w:rFonts w:ascii="Calibri" w:hAnsi="Calibri" w:cs="Calibri"/>
              </w:rPr>
            </w:pPr>
          </w:p>
        </w:tc>
        <w:tc>
          <w:tcPr>
            <w:tcW w:w="1174" w:type="pct"/>
          </w:tcPr>
          <w:p w14:paraId="1284080E" w14:textId="77777777" w:rsidR="002B7FBB" w:rsidRPr="005D60EB" w:rsidRDefault="002B7FBB" w:rsidP="002B7FBB">
            <w:pPr>
              <w:spacing w:after="0"/>
              <w:rPr>
                <w:rFonts w:ascii="Calibri" w:hAnsi="Calibri" w:cs="Calibri"/>
              </w:rPr>
            </w:pPr>
          </w:p>
        </w:tc>
      </w:tr>
      <w:tr w:rsidR="009571B4" w14:paraId="12840816" w14:textId="77777777" w:rsidTr="002B7FBB">
        <w:trPr>
          <w:cantSplit/>
          <w:trHeight w:val="374"/>
        </w:trPr>
        <w:tc>
          <w:tcPr>
            <w:tcW w:w="157" w:type="pct"/>
            <w:shd w:val="clear" w:color="auto" w:fill="C7C5E0"/>
            <w:vAlign w:val="center"/>
          </w:tcPr>
          <w:p w14:paraId="12840810" w14:textId="77777777" w:rsidR="002B7FBB" w:rsidRPr="00B838E1" w:rsidRDefault="00D014E2" w:rsidP="002B7FBB">
            <w:pPr>
              <w:spacing w:after="0"/>
              <w:jc w:val="center"/>
              <w:rPr>
                <w:rFonts w:ascii="Calibri" w:hAnsi="Calibri" w:cs="Calibri"/>
                <w:b/>
              </w:rPr>
            </w:pPr>
            <w:r w:rsidRPr="00B838E1">
              <w:rPr>
                <w:rFonts w:ascii="Calibri" w:hAnsi="Calibri" w:cs="Calibri"/>
                <w:b/>
              </w:rPr>
              <w:t>2</w:t>
            </w:r>
          </w:p>
        </w:tc>
        <w:tc>
          <w:tcPr>
            <w:tcW w:w="1834" w:type="pct"/>
          </w:tcPr>
          <w:p w14:paraId="12840811" w14:textId="77777777" w:rsidR="002B7FBB" w:rsidRPr="005D60EB" w:rsidRDefault="002B7FBB" w:rsidP="002B7FBB">
            <w:pPr>
              <w:spacing w:after="0"/>
              <w:rPr>
                <w:rFonts w:ascii="Calibri" w:hAnsi="Calibri" w:cs="Calibri"/>
              </w:rPr>
            </w:pPr>
          </w:p>
        </w:tc>
        <w:tc>
          <w:tcPr>
            <w:tcW w:w="765" w:type="pct"/>
          </w:tcPr>
          <w:p w14:paraId="12840812" w14:textId="77777777" w:rsidR="002B7FBB" w:rsidRPr="005D60EB" w:rsidRDefault="002B7FBB" w:rsidP="002B7FBB">
            <w:pPr>
              <w:spacing w:after="0"/>
              <w:rPr>
                <w:rFonts w:ascii="Calibri" w:hAnsi="Calibri" w:cs="Calibri"/>
              </w:rPr>
            </w:pPr>
          </w:p>
        </w:tc>
        <w:tc>
          <w:tcPr>
            <w:tcW w:w="508" w:type="pct"/>
          </w:tcPr>
          <w:p w14:paraId="12840813" w14:textId="77777777" w:rsidR="002B7FBB" w:rsidRPr="005D60EB" w:rsidRDefault="002B7FBB" w:rsidP="002B7FBB">
            <w:pPr>
              <w:spacing w:after="0"/>
              <w:rPr>
                <w:rFonts w:ascii="Calibri" w:hAnsi="Calibri" w:cs="Calibri"/>
              </w:rPr>
            </w:pPr>
          </w:p>
        </w:tc>
        <w:tc>
          <w:tcPr>
            <w:tcW w:w="561" w:type="pct"/>
          </w:tcPr>
          <w:p w14:paraId="12840814" w14:textId="77777777" w:rsidR="002B7FBB" w:rsidRPr="005D60EB" w:rsidRDefault="002B7FBB" w:rsidP="002B7FBB">
            <w:pPr>
              <w:spacing w:after="0"/>
              <w:rPr>
                <w:rFonts w:ascii="Calibri" w:hAnsi="Calibri" w:cs="Calibri"/>
              </w:rPr>
            </w:pPr>
          </w:p>
        </w:tc>
        <w:tc>
          <w:tcPr>
            <w:tcW w:w="1174" w:type="pct"/>
          </w:tcPr>
          <w:p w14:paraId="12840815" w14:textId="77777777" w:rsidR="002B7FBB" w:rsidRPr="005D60EB" w:rsidRDefault="002B7FBB" w:rsidP="002B7FBB">
            <w:pPr>
              <w:spacing w:after="0"/>
              <w:rPr>
                <w:rFonts w:ascii="Calibri" w:hAnsi="Calibri" w:cs="Calibri"/>
              </w:rPr>
            </w:pPr>
          </w:p>
        </w:tc>
      </w:tr>
      <w:tr w:rsidR="009571B4" w14:paraId="1284081D" w14:textId="77777777" w:rsidTr="002B7FBB">
        <w:trPr>
          <w:cantSplit/>
          <w:trHeight w:val="374"/>
        </w:trPr>
        <w:tc>
          <w:tcPr>
            <w:tcW w:w="157" w:type="pct"/>
            <w:shd w:val="clear" w:color="auto" w:fill="C7C5E0"/>
            <w:vAlign w:val="center"/>
          </w:tcPr>
          <w:p w14:paraId="12840817" w14:textId="77777777" w:rsidR="002B7FBB" w:rsidRPr="00B838E1" w:rsidRDefault="00D014E2" w:rsidP="002B7FBB">
            <w:pPr>
              <w:spacing w:after="0"/>
              <w:jc w:val="center"/>
              <w:rPr>
                <w:rFonts w:ascii="Calibri" w:hAnsi="Calibri" w:cs="Calibri"/>
                <w:b/>
              </w:rPr>
            </w:pPr>
            <w:r w:rsidRPr="00B838E1">
              <w:rPr>
                <w:rFonts w:ascii="Calibri" w:hAnsi="Calibri" w:cs="Calibri"/>
                <w:b/>
              </w:rPr>
              <w:t>3</w:t>
            </w:r>
          </w:p>
        </w:tc>
        <w:tc>
          <w:tcPr>
            <w:tcW w:w="1834" w:type="pct"/>
          </w:tcPr>
          <w:p w14:paraId="12840818" w14:textId="77777777" w:rsidR="002B7FBB" w:rsidRPr="005D60EB" w:rsidRDefault="002B7FBB" w:rsidP="002B7FBB">
            <w:pPr>
              <w:spacing w:after="0"/>
              <w:rPr>
                <w:rFonts w:ascii="Calibri" w:hAnsi="Calibri" w:cs="Calibri"/>
              </w:rPr>
            </w:pPr>
          </w:p>
        </w:tc>
        <w:tc>
          <w:tcPr>
            <w:tcW w:w="765" w:type="pct"/>
          </w:tcPr>
          <w:p w14:paraId="12840819" w14:textId="77777777" w:rsidR="002B7FBB" w:rsidRPr="005D60EB" w:rsidRDefault="002B7FBB" w:rsidP="002B7FBB">
            <w:pPr>
              <w:spacing w:after="0"/>
              <w:rPr>
                <w:rFonts w:ascii="Calibri" w:hAnsi="Calibri" w:cs="Calibri"/>
              </w:rPr>
            </w:pPr>
          </w:p>
        </w:tc>
        <w:tc>
          <w:tcPr>
            <w:tcW w:w="508" w:type="pct"/>
          </w:tcPr>
          <w:p w14:paraId="1284081A" w14:textId="77777777" w:rsidR="002B7FBB" w:rsidRPr="005D60EB" w:rsidRDefault="002B7FBB" w:rsidP="002B7FBB">
            <w:pPr>
              <w:spacing w:after="0"/>
              <w:rPr>
                <w:rFonts w:ascii="Calibri" w:hAnsi="Calibri" w:cs="Calibri"/>
              </w:rPr>
            </w:pPr>
          </w:p>
        </w:tc>
        <w:tc>
          <w:tcPr>
            <w:tcW w:w="561" w:type="pct"/>
          </w:tcPr>
          <w:p w14:paraId="1284081B" w14:textId="77777777" w:rsidR="002B7FBB" w:rsidRPr="005D60EB" w:rsidRDefault="002B7FBB" w:rsidP="002B7FBB">
            <w:pPr>
              <w:spacing w:after="0"/>
              <w:rPr>
                <w:rFonts w:ascii="Calibri" w:hAnsi="Calibri" w:cs="Calibri"/>
              </w:rPr>
            </w:pPr>
          </w:p>
        </w:tc>
        <w:tc>
          <w:tcPr>
            <w:tcW w:w="1174" w:type="pct"/>
          </w:tcPr>
          <w:p w14:paraId="1284081C" w14:textId="77777777" w:rsidR="002B7FBB" w:rsidRPr="005D60EB" w:rsidRDefault="002B7FBB" w:rsidP="002B7FBB">
            <w:pPr>
              <w:spacing w:after="0"/>
              <w:rPr>
                <w:rFonts w:ascii="Calibri" w:hAnsi="Calibri" w:cs="Calibri"/>
              </w:rPr>
            </w:pPr>
          </w:p>
        </w:tc>
      </w:tr>
      <w:tr w:rsidR="009571B4" w14:paraId="12840824" w14:textId="77777777" w:rsidTr="002B7FBB">
        <w:trPr>
          <w:cantSplit/>
          <w:trHeight w:val="383"/>
        </w:trPr>
        <w:tc>
          <w:tcPr>
            <w:tcW w:w="157" w:type="pct"/>
            <w:shd w:val="clear" w:color="auto" w:fill="C7C5E0"/>
            <w:vAlign w:val="center"/>
          </w:tcPr>
          <w:p w14:paraId="1284081E" w14:textId="77777777" w:rsidR="002B7FBB" w:rsidRPr="00B838E1" w:rsidRDefault="00D014E2" w:rsidP="002B7FBB">
            <w:pPr>
              <w:spacing w:after="0"/>
              <w:jc w:val="center"/>
              <w:rPr>
                <w:rFonts w:ascii="Calibri" w:hAnsi="Calibri" w:cs="Calibri"/>
                <w:b/>
              </w:rPr>
            </w:pPr>
            <w:r w:rsidRPr="00B838E1">
              <w:rPr>
                <w:rFonts w:ascii="Calibri" w:hAnsi="Calibri" w:cs="Calibri"/>
                <w:b/>
              </w:rPr>
              <w:t>4</w:t>
            </w:r>
          </w:p>
        </w:tc>
        <w:tc>
          <w:tcPr>
            <w:tcW w:w="1834" w:type="pct"/>
          </w:tcPr>
          <w:p w14:paraId="1284081F" w14:textId="77777777" w:rsidR="002B7FBB" w:rsidRPr="005D60EB" w:rsidRDefault="002B7FBB" w:rsidP="002B7FBB">
            <w:pPr>
              <w:spacing w:after="0"/>
              <w:rPr>
                <w:rFonts w:ascii="Calibri" w:hAnsi="Calibri" w:cs="Calibri"/>
              </w:rPr>
            </w:pPr>
          </w:p>
        </w:tc>
        <w:tc>
          <w:tcPr>
            <w:tcW w:w="765" w:type="pct"/>
          </w:tcPr>
          <w:p w14:paraId="12840820" w14:textId="77777777" w:rsidR="002B7FBB" w:rsidRPr="005D60EB" w:rsidRDefault="002B7FBB" w:rsidP="002B7FBB">
            <w:pPr>
              <w:spacing w:after="0"/>
              <w:rPr>
                <w:rFonts w:ascii="Calibri" w:hAnsi="Calibri" w:cs="Calibri"/>
              </w:rPr>
            </w:pPr>
          </w:p>
        </w:tc>
        <w:tc>
          <w:tcPr>
            <w:tcW w:w="508" w:type="pct"/>
          </w:tcPr>
          <w:p w14:paraId="12840821" w14:textId="77777777" w:rsidR="002B7FBB" w:rsidRPr="005D60EB" w:rsidRDefault="002B7FBB" w:rsidP="002B7FBB">
            <w:pPr>
              <w:spacing w:after="0"/>
              <w:rPr>
                <w:rFonts w:ascii="Calibri" w:hAnsi="Calibri" w:cs="Calibri"/>
              </w:rPr>
            </w:pPr>
          </w:p>
        </w:tc>
        <w:tc>
          <w:tcPr>
            <w:tcW w:w="561" w:type="pct"/>
          </w:tcPr>
          <w:p w14:paraId="12840822" w14:textId="77777777" w:rsidR="002B7FBB" w:rsidRPr="005D60EB" w:rsidRDefault="002B7FBB" w:rsidP="002B7FBB">
            <w:pPr>
              <w:spacing w:after="0"/>
              <w:rPr>
                <w:rFonts w:ascii="Calibri" w:hAnsi="Calibri" w:cs="Calibri"/>
              </w:rPr>
            </w:pPr>
          </w:p>
        </w:tc>
        <w:tc>
          <w:tcPr>
            <w:tcW w:w="1174" w:type="pct"/>
          </w:tcPr>
          <w:p w14:paraId="12840823" w14:textId="77777777" w:rsidR="002B7FBB" w:rsidRPr="005D60EB" w:rsidRDefault="002B7FBB" w:rsidP="002B7FBB">
            <w:pPr>
              <w:spacing w:after="0"/>
              <w:rPr>
                <w:rFonts w:ascii="Calibri" w:hAnsi="Calibri" w:cs="Calibri"/>
              </w:rPr>
            </w:pPr>
          </w:p>
        </w:tc>
      </w:tr>
      <w:tr w:rsidR="009571B4" w14:paraId="1284082B" w14:textId="77777777" w:rsidTr="002B7FBB">
        <w:trPr>
          <w:cantSplit/>
          <w:trHeight w:val="374"/>
        </w:trPr>
        <w:tc>
          <w:tcPr>
            <w:tcW w:w="157" w:type="pct"/>
            <w:shd w:val="clear" w:color="auto" w:fill="C7C5E0"/>
            <w:vAlign w:val="center"/>
          </w:tcPr>
          <w:p w14:paraId="12840825" w14:textId="77777777" w:rsidR="002B7FBB" w:rsidRPr="00B838E1" w:rsidRDefault="00D014E2" w:rsidP="002B7FBB">
            <w:pPr>
              <w:spacing w:after="0"/>
              <w:jc w:val="center"/>
              <w:rPr>
                <w:rFonts w:ascii="Calibri" w:hAnsi="Calibri" w:cs="Calibri"/>
                <w:b/>
              </w:rPr>
            </w:pPr>
            <w:r w:rsidRPr="00B838E1">
              <w:rPr>
                <w:rFonts w:ascii="Calibri" w:hAnsi="Calibri" w:cs="Calibri"/>
                <w:b/>
              </w:rPr>
              <w:t>5</w:t>
            </w:r>
          </w:p>
        </w:tc>
        <w:tc>
          <w:tcPr>
            <w:tcW w:w="1834" w:type="pct"/>
          </w:tcPr>
          <w:p w14:paraId="12840826" w14:textId="77777777" w:rsidR="002B7FBB" w:rsidRPr="005D60EB" w:rsidRDefault="002B7FBB" w:rsidP="002B7FBB">
            <w:pPr>
              <w:spacing w:after="0"/>
              <w:rPr>
                <w:rFonts w:ascii="Calibri" w:hAnsi="Calibri" w:cs="Calibri"/>
              </w:rPr>
            </w:pPr>
          </w:p>
        </w:tc>
        <w:tc>
          <w:tcPr>
            <w:tcW w:w="765" w:type="pct"/>
          </w:tcPr>
          <w:p w14:paraId="12840827" w14:textId="77777777" w:rsidR="002B7FBB" w:rsidRPr="005D60EB" w:rsidRDefault="002B7FBB" w:rsidP="002B7FBB">
            <w:pPr>
              <w:spacing w:after="0"/>
              <w:rPr>
                <w:rFonts w:ascii="Calibri" w:hAnsi="Calibri" w:cs="Calibri"/>
              </w:rPr>
            </w:pPr>
          </w:p>
        </w:tc>
        <w:tc>
          <w:tcPr>
            <w:tcW w:w="508" w:type="pct"/>
          </w:tcPr>
          <w:p w14:paraId="12840828" w14:textId="77777777" w:rsidR="002B7FBB" w:rsidRPr="005D60EB" w:rsidRDefault="002B7FBB" w:rsidP="002B7FBB">
            <w:pPr>
              <w:spacing w:after="0"/>
              <w:rPr>
                <w:rFonts w:ascii="Calibri" w:hAnsi="Calibri" w:cs="Calibri"/>
              </w:rPr>
            </w:pPr>
          </w:p>
        </w:tc>
        <w:tc>
          <w:tcPr>
            <w:tcW w:w="561" w:type="pct"/>
          </w:tcPr>
          <w:p w14:paraId="12840829" w14:textId="77777777" w:rsidR="002B7FBB" w:rsidRPr="005D60EB" w:rsidRDefault="002B7FBB" w:rsidP="002B7FBB">
            <w:pPr>
              <w:spacing w:after="0"/>
              <w:rPr>
                <w:rFonts w:ascii="Calibri" w:hAnsi="Calibri" w:cs="Calibri"/>
              </w:rPr>
            </w:pPr>
          </w:p>
        </w:tc>
        <w:tc>
          <w:tcPr>
            <w:tcW w:w="1174" w:type="pct"/>
          </w:tcPr>
          <w:p w14:paraId="1284082A" w14:textId="77777777" w:rsidR="002B7FBB" w:rsidRPr="005D60EB" w:rsidRDefault="002B7FBB" w:rsidP="002B7FBB">
            <w:pPr>
              <w:spacing w:after="0"/>
              <w:rPr>
                <w:rFonts w:ascii="Calibri" w:hAnsi="Calibri" w:cs="Calibri"/>
              </w:rPr>
            </w:pPr>
          </w:p>
        </w:tc>
      </w:tr>
      <w:tr w:rsidR="009571B4" w14:paraId="12840832" w14:textId="77777777" w:rsidTr="002B7FBB">
        <w:trPr>
          <w:cantSplit/>
          <w:trHeight w:val="374"/>
        </w:trPr>
        <w:tc>
          <w:tcPr>
            <w:tcW w:w="157" w:type="pct"/>
            <w:shd w:val="clear" w:color="auto" w:fill="C7C5E0"/>
            <w:vAlign w:val="center"/>
          </w:tcPr>
          <w:p w14:paraId="1284082C" w14:textId="77777777" w:rsidR="002B7FBB" w:rsidRPr="00B838E1" w:rsidRDefault="00D014E2" w:rsidP="002B7FBB">
            <w:pPr>
              <w:spacing w:after="0"/>
              <w:jc w:val="center"/>
              <w:rPr>
                <w:rFonts w:ascii="Calibri" w:hAnsi="Calibri" w:cs="Calibri"/>
                <w:b/>
              </w:rPr>
            </w:pPr>
            <w:r w:rsidRPr="00B838E1">
              <w:rPr>
                <w:rFonts w:ascii="Calibri" w:hAnsi="Calibri" w:cs="Calibri"/>
                <w:b/>
              </w:rPr>
              <w:t>6</w:t>
            </w:r>
          </w:p>
        </w:tc>
        <w:tc>
          <w:tcPr>
            <w:tcW w:w="1834" w:type="pct"/>
          </w:tcPr>
          <w:p w14:paraId="1284082D" w14:textId="77777777" w:rsidR="002B7FBB" w:rsidRPr="005D60EB" w:rsidRDefault="002B7FBB" w:rsidP="002B7FBB">
            <w:pPr>
              <w:spacing w:after="0"/>
              <w:rPr>
                <w:rFonts w:ascii="Calibri" w:hAnsi="Calibri" w:cs="Calibri"/>
              </w:rPr>
            </w:pPr>
          </w:p>
        </w:tc>
        <w:tc>
          <w:tcPr>
            <w:tcW w:w="765" w:type="pct"/>
          </w:tcPr>
          <w:p w14:paraId="1284082E" w14:textId="77777777" w:rsidR="002B7FBB" w:rsidRPr="005D60EB" w:rsidRDefault="002B7FBB" w:rsidP="002B7FBB">
            <w:pPr>
              <w:spacing w:after="0"/>
              <w:rPr>
                <w:rFonts w:ascii="Calibri" w:hAnsi="Calibri" w:cs="Calibri"/>
              </w:rPr>
            </w:pPr>
          </w:p>
        </w:tc>
        <w:tc>
          <w:tcPr>
            <w:tcW w:w="508" w:type="pct"/>
          </w:tcPr>
          <w:p w14:paraId="1284082F" w14:textId="77777777" w:rsidR="002B7FBB" w:rsidRPr="005D60EB" w:rsidRDefault="002B7FBB" w:rsidP="002B7FBB">
            <w:pPr>
              <w:spacing w:after="0"/>
              <w:rPr>
                <w:rFonts w:ascii="Calibri" w:hAnsi="Calibri" w:cs="Calibri"/>
              </w:rPr>
            </w:pPr>
          </w:p>
        </w:tc>
        <w:tc>
          <w:tcPr>
            <w:tcW w:w="561" w:type="pct"/>
          </w:tcPr>
          <w:p w14:paraId="12840830" w14:textId="77777777" w:rsidR="002B7FBB" w:rsidRPr="005D60EB" w:rsidRDefault="002B7FBB" w:rsidP="002B7FBB">
            <w:pPr>
              <w:spacing w:after="0"/>
              <w:rPr>
                <w:rFonts w:ascii="Calibri" w:hAnsi="Calibri" w:cs="Calibri"/>
              </w:rPr>
            </w:pPr>
          </w:p>
        </w:tc>
        <w:tc>
          <w:tcPr>
            <w:tcW w:w="1174" w:type="pct"/>
          </w:tcPr>
          <w:p w14:paraId="12840831" w14:textId="77777777" w:rsidR="002B7FBB" w:rsidRPr="005D60EB" w:rsidRDefault="002B7FBB" w:rsidP="002B7FBB">
            <w:pPr>
              <w:spacing w:after="0"/>
              <w:rPr>
                <w:rFonts w:ascii="Calibri" w:hAnsi="Calibri" w:cs="Calibri"/>
              </w:rPr>
            </w:pPr>
          </w:p>
        </w:tc>
      </w:tr>
    </w:tbl>
    <w:p w14:paraId="12840833" w14:textId="77777777" w:rsidR="002B7FBB" w:rsidRDefault="002B7FBB" w:rsidP="002B7FBB">
      <w:pPr>
        <w:spacing w:after="200" w:line="276" w:lineRule="auto"/>
        <w:rPr>
          <w:rFonts w:ascii="Calibri" w:hAnsi="Calibri" w:cs="Calibri"/>
          <w:i/>
          <w:color w:val="FF0000"/>
          <w:sz w:val="18"/>
          <w:szCs w:val="18"/>
        </w:rPr>
        <w:sectPr w:rsidR="002B7FBB" w:rsidSect="002B7FBB">
          <w:pgSz w:w="16838" w:h="11906" w:orient="landscape"/>
          <w:pgMar w:top="1276" w:right="1701" w:bottom="991" w:left="1232" w:header="708" w:footer="338" w:gutter="0"/>
          <w:cols w:space="708"/>
          <w:docGrid w:linePitch="360"/>
        </w:sectPr>
      </w:pPr>
    </w:p>
    <w:p w14:paraId="12840834" w14:textId="77777777" w:rsidR="002B7FBB" w:rsidRPr="00E32DA7" w:rsidRDefault="00D014E2" w:rsidP="002B7FBB">
      <w:pPr>
        <w:pStyle w:val="Heading2Purple"/>
      </w:pPr>
      <w:bookmarkStart w:id="57" w:name="_Toc521595617"/>
      <w:r w:rsidRPr="00E32DA7">
        <w:t>2.</w:t>
      </w:r>
      <w:r w:rsidRPr="00E32DA7">
        <w:tab/>
      </w:r>
      <w:r>
        <w:t>Additional Information</w:t>
      </w:r>
      <w:bookmarkEnd w:id="57"/>
    </w:p>
    <w:p w14:paraId="12840835" w14:textId="77777777" w:rsidR="002B7FBB" w:rsidRPr="00BB5EF1" w:rsidRDefault="00D014E2" w:rsidP="002B7FBB">
      <w:pPr>
        <w:pStyle w:val="Heading3"/>
        <w:spacing w:before="240"/>
      </w:pPr>
      <w:bookmarkStart w:id="58" w:name="_Toc521595618"/>
      <w:r w:rsidRPr="00BB5EF1">
        <w:t>2.1</w:t>
      </w:r>
      <w:r w:rsidRPr="00BB5EF1">
        <w:tab/>
        <w:t>Environment and Location</w:t>
      </w:r>
      <w:bookmarkEnd w:id="58"/>
    </w:p>
    <w:p w14:paraId="12840836" w14:textId="77777777" w:rsidR="002B7FBB" w:rsidRPr="00D05AF8" w:rsidRDefault="00D014E2" w:rsidP="002B7FBB">
      <w:r w:rsidRPr="00D05AF8">
        <w:t xml:space="preserve">The </w:t>
      </w:r>
      <w:r w:rsidRPr="00D05AF8">
        <w:rPr>
          <w:b/>
        </w:rPr>
        <w:t>simulated</w:t>
      </w:r>
      <w:r>
        <w:t xml:space="preserve"> work environment </w:t>
      </w:r>
      <w:r w:rsidRPr="00D05AF8">
        <w:t>will be achieved by:</w:t>
      </w:r>
    </w:p>
    <w:p w14:paraId="12840838" w14:textId="5058685F" w:rsidR="002B7FBB" w:rsidRPr="00FF7900" w:rsidRDefault="00FF7900" w:rsidP="002B7FBB">
      <w:pPr>
        <w:pBdr>
          <w:top w:val="single" w:sz="4" w:space="1" w:color="auto"/>
          <w:left w:val="single" w:sz="4" w:space="4" w:color="auto"/>
          <w:bottom w:val="single" w:sz="4" w:space="1" w:color="auto"/>
          <w:right w:val="single" w:sz="4" w:space="4" w:color="auto"/>
        </w:pBdr>
      </w:pPr>
      <w:r w:rsidRPr="003260C2">
        <w:t>Students may demonstrate skills and performance evidence requirements in a simulated environment at a TAFE campus that is reflective of industry standards and activities. The simulated work environment will provide students with access to industry standard machinery, tooling and associated machinery to gain a real-world experience that aligns with their job role.</w:t>
      </w:r>
    </w:p>
    <w:p w14:paraId="12840839" w14:textId="77777777" w:rsidR="002B7FBB" w:rsidRPr="00D05AF8" w:rsidRDefault="00D014E2" w:rsidP="002B7FBB">
      <w:pPr>
        <w:spacing w:before="240"/>
      </w:pPr>
      <w:r w:rsidRPr="00D05AF8">
        <w:rPr>
          <w:b/>
        </w:rPr>
        <w:t>Work placement</w:t>
      </w:r>
      <w:r w:rsidRPr="00D05AF8">
        <w:t xml:space="preserve"> will be achieved by:</w:t>
      </w:r>
    </w:p>
    <w:p w14:paraId="1284083A" w14:textId="77777777" w:rsidR="002B7FBB" w:rsidRPr="00E41B09" w:rsidRDefault="00D014E2" w:rsidP="002B7FBB">
      <w:pPr>
        <w:pBdr>
          <w:top w:val="single" w:sz="4" w:space="1" w:color="auto"/>
          <w:left w:val="single" w:sz="4" w:space="4" w:color="auto"/>
          <w:bottom w:val="single" w:sz="4" w:space="1" w:color="auto"/>
          <w:right w:val="single" w:sz="4" w:space="4" w:color="auto"/>
        </w:pBdr>
        <w:rPr>
          <w:b/>
        </w:rPr>
      </w:pPr>
      <w:r w:rsidRPr="00E41B09">
        <w:rPr>
          <w:b/>
        </w:rPr>
        <w:t>Detail:</w:t>
      </w:r>
      <w:r w:rsidR="00CC4298">
        <w:rPr>
          <w:b/>
        </w:rPr>
        <w:t xml:space="preserve"> N/A</w:t>
      </w:r>
    </w:p>
    <w:p w14:paraId="1284083B" w14:textId="77777777" w:rsidR="002B7FBB" w:rsidRDefault="002B7FBB" w:rsidP="002B7FBB">
      <w:pPr>
        <w:pBdr>
          <w:top w:val="single" w:sz="4" w:space="1" w:color="auto"/>
          <w:left w:val="single" w:sz="4" w:space="4" w:color="auto"/>
          <w:bottom w:val="single" w:sz="4" w:space="1" w:color="auto"/>
          <w:right w:val="single" w:sz="4" w:space="4" w:color="auto"/>
        </w:pBdr>
        <w:rPr>
          <w:b/>
        </w:rPr>
      </w:pPr>
    </w:p>
    <w:p w14:paraId="1284083C" w14:textId="77777777" w:rsidR="002B7FBB" w:rsidRPr="00E41B09" w:rsidRDefault="002B7FBB" w:rsidP="002B7FBB">
      <w:pPr>
        <w:pBdr>
          <w:top w:val="single" w:sz="4" w:space="1" w:color="auto"/>
          <w:left w:val="single" w:sz="4" w:space="4" w:color="auto"/>
          <w:bottom w:val="single" w:sz="4" w:space="1" w:color="auto"/>
          <w:right w:val="single" w:sz="4" w:space="4" w:color="auto"/>
        </w:pBdr>
        <w:rPr>
          <w:b/>
        </w:rPr>
      </w:pPr>
    </w:p>
    <w:p w14:paraId="1284083D" w14:textId="77777777" w:rsidR="002B7FBB" w:rsidRPr="00E41B09" w:rsidRDefault="00D014E2" w:rsidP="002B7FBB">
      <w:pPr>
        <w:pBdr>
          <w:top w:val="single" w:sz="4" w:space="1" w:color="auto"/>
          <w:left w:val="single" w:sz="4" w:space="4" w:color="auto"/>
          <w:bottom w:val="single" w:sz="4" w:space="1" w:color="auto"/>
          <w:right w:val="single" w:sz="4" w:space="4" w:color="auto"/>
        </w:pBdr>
        <w:rPr>
          <w:b/>
        </w:rPr>
      </w:pPr>
      <w:r w:rsidRPr="00E41B09">
        <w:rPr>
          <w:b/>
        </w:rPr>
        <w:t>Eligibility for work placement:</w:t>
      </w:r>
      <w:r w:rsidR="00CC4298">
        <w:rPr>
          <w:b/>
        </w:rPr>
        <w:t xml:space="preserve"> N/A</w:t>
      </w:r>
    </w:p>
    <w:p w14:paraId="1284083E" w14:textId="77777777" w:rsidR="002B7FBB" w:rsidRDefault="002B7FBB" w:rsidP="002B7FBB">
      <w:pPr>
        <w:pBdr>
          <w:top w:val="single" w:sz="4" w:space="1" w:color="auto"/>
          <w:left w:val="single" w:sz="4" w:space="4" w:color="auto"/>
          <w:bottom w:val="single" w:sz="4" w:space="1" w:color="auto"/>
          <w:right w:val="single" w:sz="4" w:space="4" w:color="auto"/>
        </w:pBdr>
        <w:rPr>
          <w:b/>
        </w:rPr>
      </w:pPr>
    </w:p>
    <w:p w14:paraId="1284083F" w14:textId="77777777" w:rsidR="002B7FBB" w:rsidRPr="00E41B09" w:rsidRDefault="002B7FBB" w:rsidP="002B7FBB">
      <w:pPr>
        <w:pBdr>
          <w:top w:val="single" w:sz="4" w:space="1" w:color="auto"/>
          <w:left w:val="single" w:sz="4" w:space="4" w:color="auto"/>
          <w:bottom w:val="single" w:sz="4" w:space="1" w:color="auto"/>
          <w:right w:val="single" w:sz="4" w:space="4" w:color="auto"/>
        </w:pBdr>
        <w:rPr>
          <w:b/>
        </w:rPr>
      </w:pPr>
    </w:p>
    <w:p w14:paraId="12840840" w14:textId="77777777" w:rsidR="002B7FBB" w:rsidRPr="00D05AF8" w:rsidRDefault="00D014E2" w:rsidP="002B7FBB">
      <w:pPr>
        <w:pBdr>
          <w:top w:val="single" w:sz="4" w:space="1" w:color="auto"/>
          <w:left w:val="single" w:sz="4" w:space="4" w:color="auto"/>
          <w:bottom w:val="single" w:sz="4" w:space="1" w:color="auto"/>
          <w:right w:val="single" w:sz="4" w:space="4" w:color="auto"/>
        </w:pBdr>
        <w:rPr>
          <w:b/>
        </w:rPr>
      </w:pPr>
      <w:r w:rsidRPr="00E41B09">
        <w:rPr>
          <w:b/>
        </w:rPr>
        <w:t>Tot</w:t>
      </w:r>
      <w:r>
        <w:rPr>
          <w:b/>
        </w:rPr>
        <w:t>al Work Placement Hours:</w:t>
      </w:r>
      <w:r w:rsidR="00CC4298">
        <w:rPr>
          <w:b/>
        </w:rPr>
        <w:t xml:space="preserve"> N/A</w:t>
      </w:r>
    </w:p>
    <w:p w14:paraId="12840841" w14:textId="77777777" w:rsidR="002B7FBB" w:rsidRPr="00076446" w:rsidRDefault="00D014E2" w:rsidP="002B7FBB">
      <w:pPr>
        <w:pStyle w:val="Heading3"/>
        <w:spacing w:before="240"/>
      </w:pPr>
      <w:bookmarkStart w:id="59" w:name="_Toc521595619"/>
      <w:r>
        <w:t>2.2</w:t>
      </w:r>
      <w:r w:rsidRPr="00BB5EF1">
        <w:tab/>
        <w:t>Language, Literacy and Numeracy</w:t>
      </w:r>
      <w:bookmarkEnd w:id="59"/>
    </w:p>
    <w:p w14:paraId="12840842" w14:textId="77777777" w:rsidR="002B7FBB" w:rsidRPr="00140C48" w:rsidRDefault="00D014E2" w:rsidP="002B7FBB">
      <w:r w:rsidRPr="00140C48">
        <w:t>Based on the Australian Core Skills Framework (</w:t>
      </w:r>
      <w:hyperlink r:id="rId16" w:history="1">
        <w:r w:rsidRPr="00140C48">
          <w:rPr>
            <w:color w:val="7472C0"/>
            <w:u w:val="single"/>
          </w:rPr>
          <w:t>ACSF</w:t>
        </w:r>
      </w:hyperlink>
      <w:r w:rsidRPr="00140C48">
        <w:t>), please indicate which performance levels students are expected to be at the commencement of the course for each of the core skills listed in the table below.</w:t>
      </w:r>
    </w:p>
    <w:p w14:paraId="12840843" w14:textId="77777777" w:rsidR="002B7FBB" w:rsidRPr="006E68E0" w:rsidRDefault="00D014E2" w:rsidP="002B7FBB">
      <w:r>
        <w:t xml:space="preserve">For assistance in determining the LLN level of performance please consult with your </w:t>
      </w:r>
      <w:r w:rsidRPr="001E54C6">
        <w:t xml:space="preserve">relevant Learning Support </w:t>
      </w:r>
      <w:r>
        <w:t>Services.</w:t>
      </w:r>
    </w:p>
    <w:p w14:paraId="12840844" w14:textId="77777777" w:rsidR="002B7FBB" w:rsidRDefault="00D014E2" w:rsidP="002B7FBB">
      <w:pPr>
        <w:pStyle w:val="CaptionPurple"/>
      </w:pPr>
      <w:r>
        <w:t xml:space="preserve">Table </w:t>
      </w:r>
      <w:r>
        <w:rPr>
          <w:noProof/>
        </w:rPr>
        <w:t xml:space="preserve">4 </w:t>
      </w:r>
      <w:r w:rsidRPr="00121BBA">
        <w:t>Language, Literacy and Numeracy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Language, Literacy and Numeracy"/>
        <w:tblDescription w:val="Language, Literacy and Numeracy"/>
      </w:tblPr>
      <w:tblGrid>
        <w:gridCol w:w="2835"/>
        <w:gridCol w:w="1134"/>
        <w:gridCol w:w="1134"/>
        <w:gridCol w:w="1134"/>
        <w:gridCol w:w="1134"/>
        <w:gridCol w:w="1134"/>
        <w:gridCol w:w="1134"/>
      </w:tblGrid>
      <w:tr w:rsidR="009571B4" w14:paraId="1284084C" w14:textId="77777777" w:rsidTr="002B7FBB">
        <w:trPr>
          <w:cantSplit/>
          <w:tblHeader/>
        </w:trPr>
        <w:tc>
          <w:tcPr>
            <w:tcW w:w="2835" w:type="dxa"/>
            <w:shd w:val="clear" w:color="auto" w:fill="C7C5E0"/>
            <w:vAlign w:val="center"/>
          </w:tcPr>
          <w:p w14:paraId="12840845" w14:textId="77777777" w:rsidR="002B7FBB" w:rsidRPr="006B172E" w:rsidRDefault="00D014E2" w:rsidP="002B7FBB">
            <w:pPr>
              <w:spacing w:after="0"/>
              <w:rPr>
                <w:b/>
              </w:rPr>
            </w:pPr>
            <w:r w:rsidRPr="006B172E">
              <w:rPr>
                <w:b/>
              </w:rPr>
              <w:t>Level of Performance</w:t>
            </w:r>
          </w:p>
        </w:tc>
        <w:tc>
          <w:tcPr>
            <w:tcW w:w="1134" w:type="dxa"/>
            <w:shd w:val="clear" w:color="auto" w:fill="C7C5E0"/>
            <w:vAlign w:val="center"/>
          </w:tcPr>
          <w:p w14:paraId="12840846" w14:textId="77777777" w:rsidR="002B7FBB" w:rsidRPr="006B172E" w:rsidRDefault="00D014E2" w:rsidP="002B7FBB">
            <w:pPr>
              <w:spacing w:after="0"/>
              <w:jc w:val="center"/>
              <w:rPr>
                <w:b/>
              </w:rPr>
            </w:pPr>
            <w:r w:rsidRPr="006B172E">
              <w:rPr>
                <w:b/>
              </w:rPr>
              <w:t>PL1A&amp;B</w:t>
            </w:r>
          </w:p>
        </w:tc>
        <w:tc>
          <w:tcPr>
            <w:tcW w:w="1134" w:type="dxa"/>
            <w:shd w:val="clear" w:color="auto" w:fill="C7C5E0"/>
            <w:vAlign w:val="center"/>
          </w:tcPr>
          <w:p w14:paraId="12840847" w14:textId="77777777" w:rsidR="002B7FBB" w:rsidRPr="006B172E" w:rsidRDefault="00D014E2" w:rsidP="002B7FBB">
            <w:pPr>
              <w:spacing w:after="0"/>
              <w:jc w:val="center"/>
              <w:rPr>
                <w:b/>
              </w:rPr>
            </w:pPr>
            <w:r w:rsidRPr="006B172E">
              <w:rPr>
                <w:b/>
              </w:rPr>
              <w:t>1</w:t>
            </w:r>
          </w:p>
        </w:tc>
        <w:tc>
          <w:tcPr>
            <w:tcW w:w="1134" w:type="dxa"/>
            <w:shd w:val="clear" w:color="auto" w:fill="C7C5E0"/>
            <w:vAlign w:val="center"/>
          </w:tcPr>
          <w:p w14:paraId="12840848" w14:textId="77777777" w:rsidR="002B7FBB" w:rsidRPr="006B172E" w:rsidRDefault="00D014E2" w:rsidP="002B7FBB">
            <w:pPr>
              <w:spacing w:after="0"/>
              <w:jc w:val="center"/>
              <w:rPr>
                <w:b/>
              </w:rPr>
            </w:pPr>
            <w:r w:rsidRPr="006B172E">
              <w:rPr>
                <w:b/>
              </w:rPr>
              <w:t>2</w:t>
            </w:r>
          </w:p>
        </w:tc>
        <w:tc>
          <w:tcPr>
            <w:tcW w:w="1134" w:type="dxa"/>
            <w:shd w:val="clear" w:color="auto" w:fill="C7C5E0"/>
            <w:vAlign w:val="center"/>
          </w:tcPr>
          <w:p w14:paraId="12840849" w14:textId="77777777" w:rsidR="002B7FBB" w:rsidRPr="006B172E" w:rsidRDefault="00D014E2" w:rsidP="002B7FBB">
            <w:pPr>
              <w:spacing w:after="0"/>
              <w:jc w:val="center"/>
              <w:rPr>
                <w:b/>
              </w:rPr>
            </w:pPr>
            <w:r w:rsidRPr="006B172E">
              <w:rPr>
                <w:b/>
              </w:rPr>
              <w:t>3</w:t>
            </w:r>
          </w:p>
        </w:tc>
        <w:tc>
          <w:tcPr>
            <w:tcW w:w="1134" w:type="dxa"/>
            <w:shd w:val="clear" w:color="auto" w:fill="C7C5E0"/>
            <w:vAlign w:val="center"/>
          </w:tcPr>
          <w:p w14:paraId="1284084A" w14:textId="77777777" w:rsidR="002B7FBB" w:rsidRPr="006B172E" w:rsidRDefault="00D014E2" w:rsidP="002B7FBB">
            <w:pPr>
              <w:spacing w:after="0"/>
              <w:jc w:val="center"/>
              <w:rPr>
                <w:b/>
              </w:rPr>
            </w:pPr>
            <w:r w:rsidRPr="006B172E">
              <w:rPr>
                <w:b/>
              </w:rPr>
              <w:t>4</w:t>
            </w:r>
          </w:p>
        </w:tc>
        <w:tc>
          <w:tcPr>
            <w:tcW w:w="1134" w:type="dxa"/>
            <w:shd w:val="clear" w:color="auto" w:fill="C7C5E0"/>
            <w:vAlign w:val="center"/>
          </w:tcPr>
          <w:p w14:paraId="1284084B" w14:textId="77777777" w:rsidR="002B7FBB" w:rsidRPr="006B172E" w:rsidRDefault="00D014E2" w:rsidP="002B7FBB">
            <w:pPr>
              <w:spacing w:after="0"/>
              <w:jc w:val="center"/>
              <w:rPr>
                <w:b/>
              </w:rPr>
            </w:pPr>
            <w:r w:rsidRPr="006B172E">
              <w:rPr>
                <w:b/>
              </w:rPr>
              <w:t>5</w:t>
            </w:r>
          </w:p>
        </w:tc>
      </w:tr>
      <w:tr w:rsidR="009571B4" w14:paraId="12840854" w14:textId="77777777" w:rsidTr="002B7FBB">
        <w:trPr>
          <w:cantSplit/>
        </w:trPr>
        <w:tc>
          <w:tcPr>
            <w:tcW w:w="2835" w:type="dxa"/>
            <w:shd w:val="clear" w:color="auto" w:fill="C7C5E0"/>
            <w:vAlign w:val="center"/>
          </w:tcPr>
          <w:p w14:paraId="1284084D" w14:textId="77777777" w:rsidR="002B7FBB" w:rsidRPr="00874FF5" w:rsidRDefault="00D014E2" w:rsidP="002B7FBB">
            <w:pPr>
              <w:spacing w:after="0"/>
              <w:rPr>
                <w:b/>
              </w:rPr>
            </w:pPr>
            <w:r w:rsidRPr="00874FF5">
              <w:rPr>
                <w:b/>
              </w:rPr>
              <w:t>Learning</w:t>
            </w:r>
          </w:p>
        </w:tc>
        <w:tc>
          <w:tcPr>
            <w:tcW w:w="1134" w:type="dxa"/>
            <w:vAlign w:val="center"/>
          </w:tcPr>
          <w:p w14:paraId="1284084E" w14:textId="77777777" w:rsidR="002B7FBB" w:rsidRDefault="00C9227E" w:rsidP="002B7FBB">
            <w:pPr>
              <w:spacing w:after="0"/>
              <w:jc w:val="center"/>
            </w:pPr>
            <w:sdt>
              <w:sdtPr>
                <w:rPr>
                  <w:rFonts w:ascii="Calibri" w:hAnsi="Calibri"/>
                </w:rPr>
                <w:id w:val="1348132774"/>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4F" w14:textId="77777777" w:rsidR="002B7FBB" w:rsidRDefault="00C9227E" w:rsidP="002B7FBB">
            <w:pPr>
              <w:spacing w:after="0"/>
              <w:jc w:val="center"/>
            </w:pPr>
            <w:sdt>
              <w:sdtPr>
                <w:rPr>
                  <w:rFonts w:ascii="Calibri" w:hAnsi="Calibri"/>
                </w:rPr>
                <w:id w:val="88167346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50" w14:textId="77777777" w:rsidR="002B7FBB" w:rsidRDefault="00C9227E" w:rsidP="002B7FBB">
            <w:pPr>
              <w:spacing w:after="0"/>
              <w:jc w:val="center"/>
            </w:pPr>
            <w:sdt>
              <w:sdtPr>
                <w:rPr>
                  <w:rFonts w:ascii="Calibri" w:hAnsi="Calibri"/>
                </w:rPr>
                <w:id w:val="644936916"/>
                <w14:checkbox>
                  <w14:checked w14:val="1"/>
                  <w14:checkedState w14:val="2612" w14:font="MS Gothic"/>
                  <w14:uncheckedState w14:val="2610" w14:font="MS Gothic"/>
                </w14:checkbox>
              </w:sdtPr>
              <w:sdtEndPr/>
              <w:sdtContent>
                <w:r w:rsidR="001B1742">
                  <w:rPr>
                    <w:rFonts w:ascii="MS Gothic" w:eastAsia="MS Gothic" w:hAnsi="MS Gothic" w:hint="eastAsia"/>
                  </w:rPr>
                  <w:t>☒</w:t>
                </w:r>
              </w:sdtContent>
            </w:sdt>
          </w:p>
        </w:tc>
        <w:tc>
          <w:tcPr>
            <w:tcW w:w="1134" w:type="dxa"/>
            <w:vAlign w:val="center"/>
          </w:tcPr>
          <w:p w14:paraId="12840851" w14:textId="77777777" w:rsidR="002B7FBB" w:rsidRDefault="00C9227E" w:rsidP="002B7FBB">
            <w:pPr>
              <w:spacing w:after="0"/>
              <w:jc w:val="center"/>
            </w:pPr>
            <w:sdt>
              <w:sdtPr>
                <w:rPr>
                  <w:rFonts w:ascii="Calibri" w:hAnsi="Calibri"/>
                </w:rPr>
                <w:id w:val="-1846936598"/>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52" w14:textId="77777777" w:rsidR="002B7FBB" w:rsidRDefault="00C9227E" w:rsidP="002B7FBB">
            <w:pPr>
              <w:spacing w:after="0"/>
              <w:jc w:val="center"/>
            </w:pPr>
            <w:sdt>
              <w:sdtPr>
                <w:rPr>
                  <w:rFonts w:ascii="Calibri" w:hAnsi="Calibri"/>
                </w:rPr>
                <w:id w:val="-366134905"/>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53" w14:textId="77777777" w:rsidR="002B7FBB" w:rsidRDefault="00C9227E" w:rsidP="002B7FBB">
            <w:pPr>
              <w:spacing w:after="0"/>
              <w:jc w:val="center"/>
            </w:pPr>
            <w:sdt>
              <w:sdtPr>
                <w:rPr>
                  <w:rFonts w:ascii="Calibri" w:hAnsi="Calibri"/>
                </w:rPr>
                <w:id w:val="976502136"/>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1284085C" w14:textId="77777777" w:rsidTr="002B7FBB">
        <w:trPr>
          <w:cantSplit/>
        </w:trPr>
        <w:tc>
          <w:tcPr>
            <w:tcW w:w="2835" w:type="dxa"/>
            <w:shd w:val="clear" w:color="auto" w:fill="C7C5E0"/>
            <w:vAlign w:val="center"/>
          </w:tcPr>
          <w:p w14:paraId="12840855" w14:textId="77777777" w:rsidR="002B7FBB" w:rsidRPr="00874FF5" w:rsidRDefault="00D014E2" w:rsidP="002B7FBB">
            <w:pPr>
              <w:spacing w:after="0"/>
              <w:rPr>
                <w:b/>
              </w:rPr>
            </w:pPr>
            <w:r w:rsidRPr="00874FF5">
              <w:rPr>
                <w:b/>
              </w:rPr>
              <w:t>Reading</w:t>
            </w:r>
          </w:p>
        </w:tc>
        <w:tc>
          <w:tcPr>
            <w:tcW w:w="1134" w:type="dxa"/>
            <w:vAlign w:val="center"/>
          </w:tcPr>
          <w:p w14:paraId="12840856" w14:textId="77777777" w:rsidR="002B7FBB" w:rsidRDefault="00C9227E" w:rsidP="002B7FBB">
            <w:pPr>
              <w:spacing w:after="0"/>
              <w:jc w:val="center"/>
            </w:pPr>
            <w:sdt>
              <w:sdtPr>
                <w:rPr>
                  <w:rFonts w:ascii="Calibri" w:hAnsi="Calibri"/>
                </w:rPr>
                <w:id w:val="86094034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57" w14:textId="77777777" w:rsidR="002B7FBB" w:rsidRDefault="00C9227E" w:rsidP="002B7FBB">
            <w:pPr>
              <w:spacing w:after="0"/>
              <w:jc w:val="center"/>
            </w:pPr>
            <w:sdt>
              <w:sdtPr>
                <w:rPr>
                  <w:rFonts w:ascii="Calibri" w:hAnsi="Calibri"/>
                </w:rPr>
                <w:id w:val="1428617691"/>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58" w14:textId="77777777" w:rsidR="002B7FBB" w:rsidRDefault="00C9227E" w:rsidP="002B7FBB">
            <w:pPr>
              <w:spacing w:after="0"/>
              <w:jc w:val="center"/>
            </w:pPr>
            <w:sdt>
              <w:sdtPr>
                <w:rPr>
                  <w:rFonts w:ascii="Calibri" w:hAnsi="Calibri"/>
                </w:rPr>
                <w:id w:val="747856661"/>
                <w14:checkbox>
                  <w14:checked w14:val="1"/>
                  <w14:checkedState w14:val="2612" w14:font="MS Gothic"/>
                  <w14:uncheckedState w14:val="2610" w14:font="MS Gothic"/>
                </w14:checkbox>
              </w:sdtPr>
              <w:sdtEndPr/>
              <w:sdtContent>
                <w:r w:rsidR="001B1742">
                  <w:rPr>
                    <w:rFonts w:ascii="MS Gothic" w:eastAsia="MS Gothic" w:hAnsi="MS Gothic" w:hint="eastAsia"/>
                  </w:rPr>
                  <w:t>☒</w:t>
                </w:r>
              </w:sdtContent>
            </w:sdt>
          </w:p>
        </w:tc>
        <w:tc>
          <w:tcPr>
            <w:tcW w:w="1134" w:type="dxa"/>
            <w:vAlign w:val="center"/>
          </w:tcPr>
          <w:p w14:paraId="12840859" w14:textId="77777777" w:rsidR="002B7FBB" w:rsidRDefault="00C9227E" w:rsidP="002B7FBB">
            <w:pPr>
              <w:spacing w:after="0"/>
              <w:jc w:val="center"/>
            </w:pPr>
            <w:sdt>
              <w:sdtPr>
                <w:rPr>
                  <w:rFonts w:ascii="Calibri" w:hAnsi="Calibri"/>
                </w:rPr>
                <w:id w:val="-1218973171"/>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5A" w14:textId="77777777" w:rsidR="002B7FBB" w:rsidRDefault="00C9227E" w:rsidP="002B7FBB">
            <w:pPr>
              <w:spacing w:after="0"/>
              <w:jc w:val="center"/>
            </w:pPr>
            <w:sdt>
              <w:sdtPr>
                <w:rPr>
                  <w:rFonts w:ascii="Calibri" w:hAnsi="Calibri"/>
                </w:rPr>
                <w:id w:val="124435706"/>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5B" w14:textId="77777777" w:rsidR="002B7FBB" w:rsidRDefault="00C9227E" w:rsidP="002B7FBB">
            <w:pPr>
              <w:spacing w:after="0"/>
              <w:jc w:val="center"/>
            </w:pPr>
            <w:sdt>
              <w:sdtPr>
                <w:rPr>
                  <w:rFonts w:ascii="Calibri" w:hAnsi="Calibri"/>
                </w:rPr>
                <w:id w:val="48358382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12840864" w14:textId="77777777" w:rsidTr="002B7FBB">
        <w:trPr>
          <w:cantSplit/>
        </w:trPr>
        <w:tc>
          <w:tcPr>
            <w:tcW w:w="2835" w:type="dxa"/>
            <w:shd w:val="clear" w:color="auto" w:fill="C7C5E0"/>
            <w:vAlign w:val="center"/>
          </w:tcPr>
          <w:p w14:paraId="1284085D" w14:textId="77777777" w:rsidR="002B7FBB" w:rsidRPr="00874FF5" w:rsidRDefault="00D014E2" w:rsidP="002B7FBB">
            <w:pPr>
              <w:spacing w:after="0"/>
              <w:rPr>
                <w:b/>
              </w:rPr>
            </w:pPr>
            <w:r w:rsidRPr="00874FF5">
              <w:rPr>
                <w:b/>
              </w:rPr>
              <w:t>Writing</w:t>
            </w:r>
          </w:p>
        </w:tc>
        <w:tc>
          <w:tcPr>
            <w:tcW w:w="1134" w:type="dxa"/>
            <w:vAlign w:val="center"/>
          </w:tcPr>
          <w:p w14:paraId="1284085E" w14:textId="77777777" w:rsidR="002B7FBB" w:rsidRDefault="00C9227E" w:rsidP="002B7FBB">
            <w:pPr>
              <w:spacing w:after="0"/>
              <w:jc w:val="center"/>
            </w:pPr>
            <w:sdt>
              <w:sdtPr>
                <w:rPr>
                  <w:rFonts w:ascii="Calibri" w:hAnsi="Calibri"/>
                </w:rPr>
                <w:id w:val="200145710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5F" w14:textId="77777777" w:rsidR="002B7FBB" w:rsidRDefault="00C9227E" w:rsidP="002B7FBB">
            <w:pPr>
              <w:spacing w:after="0"/>
              <w:jc w:val="center"/>
            </w:pPr>
            <w:sdt>
              <w:sdtPr>
                <w:rPr>
                  <w:rFonts w:ascii="Calibri" w:hAnsi="Calibri"/>
                </w:rPr>
                <w:id w:val="16083223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60" w14:textId="77777777" w:rsidR="002B7FBB" w:rsidRDefault="00C9227E" w:rsidP="002B7FBB">
            <w:pPr>
              <w:spacing w:after="0"/>
              <w:jc w:val="center"/>
            </w:pPr>
            <w:sdt>
              <w:sdtPr>
                <w:rPr>
                  <w:rFonts w:ascii="Calibri" w:hAnsi="Calibri"/>
                </w:rPr>
                <w:id w:val="-1438282009"/>
                <w14:checkbox>
                  <w14:checked w14:val="1"/>
                  <w14:checkedState w14:val="2612" w14:font="MS Gothic"/>
                  <w14:uncheckedState w14:val="2610" w14:font="MS Gothic"/>
                </w14:checkbox>
              </w:sdtPr>
              <w:sdtEndPr/>
              <w:sdtContent>
                <w:r w:rsidR="001B1742">
                  <w:rPr>
                    <w:rFonts w:ascii="MS Gothic" w:eastAsia="MS Gothic" w:hAnsi="MS Gothic" w:hint="eastAsia"/>
                  </w:rPr>
                  <w:t>☒</w:t>
                </w:r>
              </w:sdtContent>
            </w:sdt>
          </w:p>
        </w:tc>
        <w:tc>
          <w:tcPr>
            <w:tcW w:w="1134" w:type="dxa"/>
            <w:vAlign w:val="center"/>
          </w:tcPr>
          <w:p w14:paraId="12840861" w14:textId="77777777" w:rsidR="002B7FBB" w:rsidRDefault="00C9227E" w:rsidP="002B7FBB">
            <w:pPr>
              <w:spacing w:after="0"/>
              <w:jc w:val="center"/>
            </w:pPr>
            <w:sdt>
              <w:sdtPr>
                <w:rPr>
                  <w:rFonts w:ascii="Calibri" w:hAnsi="Calibri"/>
                </w:rPr>
                <w:id w:val="134597562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62" w14:textId="77777777" w:rsidR="002B7FBB" w:rsidRDefault="00C9227E" w:rsidP="002B7FBB">
            <w:pPr>
              <w:spacing w:after="0"/>
              <w:jc w:val="center"/>
            </w:pPr>
            <w:sdt>
              <w:sdtPr>
                <w:rPr>
                  <w:rFonts w:ascii="Calibri" w:hAnsi="Calibri"/>
                </w:rPr>
                <w:id w:val="72649584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63" w14:textId="77777777" w:rsidR="002B7FBB" w:rsidRDefault="00C9227E" w:rsidP="002B7FBB">
            <w:pPr>
              <w:spacing w:after="0"/>
              <w:jc w:val="center"/>
            </w:pPr>
            <w:sdt>
              <w:sdtPr>
                <w:rPr>
                  <w:rFonts w:ascii="Calibri" w:hAnsi="Calibri"/>
                </w:rPr>
                <w:id w:val="-836460935"/>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1284086C" w14:textId="77777777" w:rsidTr="002B7FBB">
        <w:trPr>
          <w:cantSplit/>
        </w:trPr>
        <w:tc>
          <w:tcPr>
            <w:tcW w:w="2835" w:type="dxa"/>
            <w:shd w:val="clear" w:color="auto" w:fill="C7C5E0"/>
            <w:vAlign w:val="center"/>
          </w:tcPr>
          <w:p w14:paraId="12840865" w14:textId="77777777" w:rsidR="002B7FBB" w:rsidRPr="00874FF5" w:rsidRDefault="00D014E2" w:rsidP="002B7FBB">
            <w:pPr>
              <w:spacing w:after="0"/>
              <w:rPr>
                <w:b/>
              </w:rPr>
            </w:pPr>
            <w:r w:rsidRPr="00874FF5">
              <w:rPr>
                <w:b/>
              </w:rPr>
              <w:t>Numeracy</w:t>
            </w:r>
          </w:p>
        </w:tc>
        <w:tc>
          <w:tcPr>
            <w:tcW w:w="1134" w:type="dxa"/>
            <w:vAlign w:val="center"/>
          </w:tcPr>
          <w:p w14:paraId="12840866" w14:textId="77777777" w:rsidR="002B7FBB" w:rsidRDefault="00C9227E" w:rsidP="002B7FBB">
            <w:pPr>
              <w:spacing w:after="0"/>
              <w:jc w:val="center"/>
            </w:pPr>
            <w:sdt>
              <w:sdtPr>
                <w:rPr>
                  <w:rFonts w:ascii="Calibri" w:hAnsi="Calibri"/>
                </w:rPr>
                <w:id w:val="-12747977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67" w14:textId="77777777" w:rsidR="002B7FBB" w:rsidRDefault="00C9227E" w:rsidP="002B7FBB">
            <w:pPr>
              <w:spacing w:after="0"/>
              <w:jc w:val="center"/>
            </w:pPr>
            <w:sdt>
              <w:sdtPr>
                <w:rPr>
                  <w:rFonts w:ascii="Calibri" w:hAnsi="Calibri"/>
                </w:rPr>
                <w:id w:val="445896606"/>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68" w14:textId="77777777" w:rsidR="002B7FBB" w:rsidRDefault="00C9227E" w:rsidP="002B7FBB">
            <w:pPr>
              <w:spacing w:after="0"/>
              <w:jc w:val="center"/>
            </w:pPr>
            <w:sdt>
              <w:sdtPr>
                <w:rPr>
                  <w:rFonts w:ascii="Calibri" w:hAnsi="Calibri"/>
                </w:rPr>
                <w:id w:val="915593949"/>
                <w14:checkbox>
                  <w14:checked w14:val="1"/>
                  <w14:checkedState w14:val="2612" w14:font="MS Gothic"/>
                  <w14:uncheckedState w14:val="2610" w14:font="MS Gothic"/>
                </w14:checkbox>
              </w:sdtPr>
              <w:sdtEndPr/>
              <w:sdtContent>
                <w:r w:rsidR="001B1742">
                  <w:rPr>
                    <w:rFonts w:ascii="MS Gothic" w:eastAsia="MS Gothic" w:hAnsi="MS Gothic" w:hint="eastAsia"/>
                  </w:rPr>
                  <w:t>☒</w:t>
                </w:r>
              </w:sdtContent>
            </w:sdt>
          </w:p>
        </w:tc>
        <w:tc>
          <w:tcPr>
            <w:tcW w:w="1134" w:type="dxa"/>
            <w:vAlign w:val="center"/>
          </w:tcPr>
          <w:p w14:paraId="12840869" w14:textId="77777777" w:rsidR="002B7FBB" w:rsidRDefault="00C9227E" w:rsidP="002B7FBB">
            <w:pPr>
              <w:spacing w:after="0"/>
              <w:jc w:val="center"/>
            </w:pPr>
            <w:sdt>
              <w:sdtPr>
                <w:rPr>
                  <w:rFonts w:ascii="Calibri" w:hAnsi="Calibri"/>
                </w:rPr>
                <w:id w:val="1554888307"/>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6A" w14:textId="77777777" w:rsidR="002B7FBB" w:rsidRDefault="00C9227E" w:rsidP="002B7FBB">
            <w:pPr>
              <w:spacing w:after="0"/>
              <w:jc w:val="center"/>
            </w:pPr>
            <w:sdt>
              <w:sdtPr>
                <w:rPr>
                  <w:rFonts w:ascii="Calibri" w:hAnsi="Calibri"/>
                </w:rPr>
                <w:id w:val="-194181955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6B" w14:textId="77777777" w:rsidR="002B7FBB" w:rsidRDefault="00C9227E" w:rsidP="002B7FBB">
            <w:pPr>
              <w:spacing w:after="0"/>
              <w:jc w:val="center"/>
            </w:pPr>
            <w:sdt>
              <w:sdtPr>
                <w:rPr>
                  <w:rFonts w:ascii="Calibri" w:hAnsi="Calibri"/>
                </w:rPr>
                <w:id w:val="105165195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12840874" w14:textId="77777777" w:rsidTr="002B7FBB">
        <w:trPr>
          <w:cantSplit/>
        </w:trPr>
        <w:tc>
          <w:tcPr>
            <w:tcW w:w="2835" w:type="dxa"/>
            <w:shd w:val="clear" w:color="auto" w:fill="C7C5E0"/>
            <w:vAlign w:val="center"/>
          </w:tcPr>
          <w:p w14:paraId="1284086D" w14:textId="77777777" w:rsidR="002B7FBB" w:rsidRPr="00874FF5" w:rsidRDefault="00D014E2" w:rsidP="002B7FBB">
            <w:pPr>
              <w:spacing w:after="0"/>
              <w:rPr>
                <w:b/>
              </w:rPr>
            </w:pPr>
            <w:r w:rsidRPr="00874FF5">
              <w:rPr>
                <w:b/>
              </w:rPr>
              <w:t>Oral communication</w:t>
            </w:r>
          </w:p>
        </w:tc>
        <w:tc>
          <w:tcPr>
            <w:tcW w:w="1134" w:type="dxa"/>
            <w:vAlign w:val="center"/>
          </w:tcPr>
          <w:p w14:paraId="1284086E" w14:textId="77777777" w:rsidR="002B7FBB" w:rsidRDefault="00C9227E" w:rsidP="002B7FBB">
            <w:pPr>
              <w:spacing w:after="0"/>
              <w:jc w:val="center"/>
            </w:pPr>
            <w:sdt>
              <w:sdtPr>
                <w:rPr>
                  <w:rFonts w:ascii="Calibri" w:hAnsi="Calibri"/>
                </w:rPr>
                <w:id w:val="-844249649"/>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6F" w14:textId="77777777" w:rsidR="002B7FBB" w:rsidRDefault="00C9227E" w:rsidP="002B7FBB">
            <w:pPr>
              <w:spacing w:after="0"/>
              <w:jc w:val="center"/>
            </w:pPr>
            <w:sdt>
              <w:sdtPr>
                <w:rPr>
                  <w:rFonts w:ascii="Calibri" w:hAnsi="Calibri"/>
                </w:rPr>
                <w:id w:val="187805114"/>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70" w14:textId="77777777" w:rsidR="002B7FBB" w:rsidRDefault="00C9227E" w:rsidP="002B7FBB">
            <w:pPr>
              <w:spacing w:after="0"/>
              <w:jc w:val="center"/>
            </w:pPr>
            <w:sdt>
              <w:sdtPr>
                <w:rPr>
                  <w:rFonts w:ascii="Calibri" w:hAnsi="Calibri"/>
                </w:rPr>
                <w:id w:val="-605503856"/>
                <w14:checkbox>
                  <w14:checked w14:val="1"/>
                  <w14:checkedState w14:val="2612" w14:font="MS Gothic"/>
                  <w14:uncheckedState w14:val="2610" w14:font="MS Gothic"/>
                </w14:checkbox>
              </w:sdtPr>
              <w:sdtEndPr/>
              <w:sdtContent>
                <w:r w:rsidR="001B1742">
                  <w:rPr>
                    <w:rFonts w:ascii="MS Gothic" w:eastAsia="MS Gothic" w:hAnsi="MS Gothic" w:hint="eastAsia"/>
                  </w:rPr>
                  <w:t>☒</w:t>
                </w:r>
              </w:sdtContent>
            </w:sdt>
          </w:p>
        </w:tc>
        <w:tc>
          <w:tcPr>
            <w:tcW w:w="1134" w:type="dxa"/>
            <w:vAlign w:val="center"/>
          </w:tcPr>
          <w:p w14:paraId="12840871" w14:textId="77777777" w:rsidR="002B7FBB" w:rsidRDefault="00C9227E" w:rsidP="002B7FBB">
            <w:pPr>
              <w:spacing w:after="0"/>
              <w:jc w:val="center"/>
            </w:pPr>
            <w:sdt>
              <w:sdtPr>
                <w:rPr>
                  <w:rFonts w:ascii="Calibri" w:hAnsi="Calibri"/>
                </w:rPr>
                <w:id w:val="-1465270229"/>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72" w14:textId="77777777" w:rsidR="002B7FBB" w:rsidRDefault="00C9227E" w:rsidP="002B7FBB">
            <w:pPr>
              <w:spacing w:after="0"/>
              <w:jc w:val="center"/>
            </w:pPr>
            <w:sdt>
              <w:sdtPr>
                <w:rPr>
                  <w:rFonts w:ascii="Calibri" w:hAnsi="Calibri"/>
                </w:rPr>
                <w:id w:val="1090968241"/>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2840873" w14:textId="77777777" w:rsidR="002B7FBB" w:rsidRDefault="00C9227E" w:rsidP="002B7FBB">
            <w:pPr>
              <w:spacing w:after="0"/>
              <w:jc w:val="center"/>
            </w:pPr>
            <w:sdt>
              <w:sdtPr>
                <w:rPr>
                  <w:rFonts w:ascii="Calibri" w:hAnsi="Calibri"/>
                </w:rPr>
                <w:id w:val="-192016808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bl>
    <w:p w14:paraId="12840875" w14:textId="77777777" w:rsidR="002B7FBB" w:rsidRPr="00076446" w:rsidRDefault="00D014E2" w:rsidP="002B7FBB">
      <w:pPr>
        <w:pStyle w:val="Heading3"/>
        <w:spacing w:before="240"/>
      </w:pPr>
      <w:bookmarkStart w:id="60" w:name="_Toc521595620"/>
      <w:r w:rsidRPr="00BB5EF1">
        <w:t>2.</w:t>
      </w:r>
      <w:r>
        <w:t>3</w:t>
      </w:r>
      <w:r w:rsidRPr="00BB5EF1">
        <w:tab/>
        <w:t>Recognition Processes</w:t>
      </w:r>
      <w:bookmarkEnd w:id="60"/>
    </w:p>
    <w:p w14:paraId="12840876" w14:textId="77777777" w:rsidR="002B7FBB" w:rsidRPr="00443A01" w:rsidRDefault="00D014E2" w:rsidP="002B7FBB">
      <w:pPr>
        <w:pStyle w:val="Heading4"/>
        <w:rPr>
          <w:szCs w:val="22"/>
        </w:rPr>
      </w:pPr>
      <w:r w:rsidRPr="00443A01">
        <w:rPr>
          <w:szCs w:val="22"/>
        </w:rPr>
        <w:t>Recognition of Prior Learning</w:t>
      </w:r>
    </w:p>
    <w:p w14:paraId="12840877" w14:textId="77777777" w:rsidR="002B7FBB" w:rsidRPr="000B1F5C" w:rsidRDefault="00D014E2" w:rsidP="002B7FBB">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14:paraId="12840878"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14:paraId="12840879"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14:paraId="1284087A"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14:paraId="1284087B" w14:textId="77777777" w:rsidR="002B7FBB" w:rsidRPr="000B1F5C" w:rsidRDefault="00D014E2" w:rsidP="002B7FBB">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14:paraId="1284087C" w14:textId="77777777" w:rsidR="002B7FBB" w:rsidRDefault="002B7FBB" w:rsidP="002B7FBB">
      <w:pPr>
        <w:spacing w:after="0"/>
        <w:rPr>
          <w:rFonts w:ascii="Calibri" w:hAnsi="Calibri" w:cs="Calibri"/>
          <w:b/>
          <w:bCs/>
          <w:color w:val="auto"/>
          <w:szCs w:val="22"/>
        </w:rPr>
      </w:pPr>
    </w:p>
    <w:p w14:paraId="1284087D" w14:textId="77777777" w:rsidR="002B7FBB" w:rsidRPr="000B1F5C" w:rsidRDefault="00D014E2" w:rsidP="002B7FBB">
      <w:pPr>
        <w:spacing w:after="0"/>
        <w:rPr>
          <w:rFonts w:ascii="Calibri" w:hAnsi="Calibri" w:cs="Calibri"/>
          <w:b/>
          <w:bCs/>
          <w:color w:val="auto"/>
          <w:szCs w:val="22"/>
        </w:rPr>
      </w:pPr>
      <w:r w:rsidRPr="000B1F5C">
        <w:rPr>
          <w:rFonts w:ascii="Calibri" w:hAnsi="Calibri" w:cs="Calibri"/>
          <w:b/>
          <w:bCs/>
          <w:color w:val="auto"/>
          <w:szCs w:val="22"/>
        </w:rPr>
        <w:t>Credit Transfer</w:t>
      </w:r>
    </w:p>
    <w:p w14:paraId="1284087E" w14:textId="77777777" w:rsidR="002B7FBB" w:rsidRPr="00F621A4" w:rsidRDefault="00D014E2" w:rsidP="002B7FBB">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14:paraId="1284087F" w14:textId="77777777" w:rsidR="002B7FBB" w:rsidRPr="00BB5EF1" w:rsidRDefault="00D014E2" w:rsidP="002B7FBB">
      <w:pPr>
        <w:pStyle w:val="Heading3"/>
        <w:spacing w:before="240"/>
      </w:pPr>
      <w:bookmarkStart w:id="61" w:name="_Toc521595621"/>
      <w:r w:rsidRPr="00BB5EF1">
        <w:t>2.</w:t>
      </w:r>
      <w:r>
        <w:t>4</w:t>
      </w:r>
      <w:r w:rsidRPr="00BB5EF1">
        <w:tab/>
        <w:t>Educational and Support Services</w:t>
      </w:r>
      <w:bookmarkEnd w:id="61"/>
    </w:p>
    <w:p w14:paraId="12840880" w14:textId="77777777" w:rsidR="002B7FBB" w:rsidRDefault="00D014E2" w:rsidP="002B7FBB">
      <w:r>
        <w:t>TAFE NSW provides the following services to ensure a supported and successful learning environment for all students:</w:t>
      </w:r>
    </w:p>
    <w:p w14:paraId="12840881" w14:textId="77777777" w:rsidR="002B7FBB" w:rsidRDefault="00D014E2" w:rsidP="002B7FBB">
      <w:pPr>
        <w:pStyle w:val="ListParagraph"/>
        <w:numPr>
          <w:ilvl w:val="0"/>
          <w:numId w:val="29"/>
        </w:numPr>
      </w:pPr>
      <w:r>
        <w:t>Aboriginal and/or Torres Strait Islander Student Support and Services</w:t>
      </w:r>
    </w:p>
    <w:p w14:paraId="12840882" w14:textId="77777777" w:rsidR="002B7FBB" w:rsidRDefault="00D014E2" w:rsidP="002B7FBB">
      <w:pPr>
        <w:pStyle w:val="ListParagraph"/>
        <w:numPr>
          <w:ilvl w:val="0"/>
          <w:numId w:val="29"/>
        </w:numPr>
      </w:pPr>
      <w:r>
        <w:t>Accessibility and Disability Services</w:t>
      </w:r>
    </w:p>
    <w:p w14:paraId="12840883" w14:textId="77777777" w:rsidR="002B7FBB" w:rsidRDefault="00D014E2" w:rsidP="002B7FBB">
      <w:pPr>
        <w:pStyle w:val="ListParagraph"/>
        <w:numPr>
          <w:ilvl w:val="0"/>
          <w:numId w:val="29"/>
        </w:numPr>
      </w:pPr>
      <w:r>
        <w:t>Personal Counselling</w:t>
      </w:r>
    </w:p>
    <w:p w14:paraId="12840884" w14:textId="77777777" w:rsidR="002B7FBB" w:rsidRDefault="00D014E2" w:rsidP="002B7FBB">
      <w:pPr>
        <w:pStyle w:val="ListParagraph"/>
        <w:numPr>
          <w:ilvl w:val="0"/>
          <w:numId w:val="29"/>
        </w:numPr>
      </w:pPr>
      <w:r>
        <w:t>Vocational Counselling</w:t>
      </w:r>
    </w:p>
    <w:p w14:paraId="12840885" w14:textId="77777777" w:rsidR="002B7FBB" w:rsidRDefault="00D014E2" w:rsidP="002B7FBB">
      <w:pPr>
        <w:pStyle w:val="ListParagraph"/>
        <w:numPr>
          <w:ilvl w:val="0"/>
          <w:numId w:val="29"/>
        </w:numPr>
      </w:pPr>
      <w:r>
        <w:t>Learning Support</w:t>
      </w:r>
    </w:p>
    <w:p w14:paraId="12840886" w14:textId="77777777" w:rsidR="002B7FBB" w:rsidRDefault="00D014E2" w:rsidP="002B7FBB">
      <w:pPr>
        <w:pStyle w:val="ListParagraph"/>
        <w:numPr>
          <w:ilvl w:val="0"/>
          <w:numId w:val="29"/>
        </w:numPr>
      </w:pPr>
      <w:r>
        <w:t>International Student Support</w:t>
      </w:r>
    </w:p>
    <w:p w14:paraId="12840887" w14:textId="77777777" w:rsidR="002B7FBB" w:rsidRDefault="00D014E2" w:rsidP="002B7FBB">
      <w:pPr>
        <w:pStyle w:val="ListParagraph"/>
        <w:numPr>
          <w:ilvl w:val="0"/>
          <w:numId w:val="29"/>
        </w:numPr>
      </w:pPr>
      <w:r>
        <w:t>Scholarships</w:t>
      </w:r>
    </w:p>
    <w:p w14:paraId="12840888" w14:textId="77777777" w:rsidR="002B7FBB" w:rsidRDefault="00D014E2" w:rsidP="002B7FBB">
      <w:pPr>
        <w:pStyle w:val="ListParagraph"/>
        <w:numPr>
          <w:ilvl w:val="0"/>
          <w:numId w:val="29"/>
        </w:numPr>
      </w:pPr>
      <w:r>
        <w:t>Multicultural Support</w:t>
      </w:r>
    </w:p>
    <w:p w14:paraId="12840889" w14:textId="77777777" w:rsidR="002B7FBB" w:rsidRDefault="00D014E2" w:rsidP="002B7FBB">
      <w:r>
        <w:t xml:space="preserve">Detailed current information on these Support Services are made available to staff and students at </w:t>
      </w:r>
      <w:hyperlink r:id="rId17" w:history="1">
        <w:r w:rsidRPr="00F621A4">
          <w:rPr>
            <w:rStyle w:val="HyperlinkPurpleChar"/>
          </w:rPr>
          <w:t>TAFE NSW Student Services</w:t>
        </w:r>
      </w:hyperlink>
      <w:r w:rsidRPr="00785546">
        <w:t xml:space="preserve">.  Additionally </w:t>
      </w:r>
      <w:r>
        <w:t>every student is supported by a dedicated Student Services team at each campus location.</w:t>
      </w:r>
    </w:p>
    <w:p w14:paraId="1284088A" w14:textId="77777777" w:rsidR="002B7FBB" w:rsidRPr="00076446" w:rsidRDefault="00D014E2" w:rsidP="002B7FBB">
      <w:pPr>
        <w:pStyle w:val="Heading3"/>
        <w:spacing w:before="240"/>
      </w:pPr>
      <w:bookmarkStart w:id="62" w:name="_Toc521595622"/>
      <w:r w:rsidRPr="00076446">
        <w:t>2.5</w:t>
      </w:r>
      <w:r w:rsidRPr="00076446">
        <w:tab/>
        <w:t>WHS Risk Ranking</w:t>
      </w:r>
      <w:bookmarkEnd w:id="62"/>
    </w:p>
    <w:p w14:paraId="1284088B" w14:textId="77777777" w:rsidR="002B7FBB" w:rsidRDefault="00D014E2" w:rsidP="002B7FBB">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14:paraId="1284088C"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istItem w:value="Choose an item."/>
            <w:listItem w:displayText="Low risk" w:value="Low risk"/>
            <w:listItem w:displayText="Medium risk" w:value="Medium risk"/>
            <w:listItem w:displayText="High risk" w:value="High risk"/>
          </w:dropDownList>
        </w:sdtPr>
        <w:sdtEndPr/>
        <w:sdtContent>
          <w:r w:rsidR="00CC4298">
            <w:t>High risk</w:t>
          </w:r>
        </w:sdtContent>
      </w:sdt>
    </w:p>
    <w:p w14:paraId="1284088D" w14:textId="77777777" w:rsidR="002B7FBB" w:rsidRDefault="00D014E2" w:rsidP="002B7FBB">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hyperlink r:id="rId18" w:history="1">
        <w:r w:rsidRPr="00443A01">
          <w:rPr>
            <w:rStyle w:val="HyperlinkPurpleChar"/>
          </w:rPr>
          <w:t>Risk Management Policy</w:t>
        </w:r>
      </w:hyperlink>
      <w:r>
        <w:t xml:space="preserve"> for more details</w:t>
      </w:r>
    </w:p>
    <w:p w14:paraId="1284088E" w14:textId="77777777" w:rsidR="002B7FBB" w:rsidRPr="00785546" w:rsidRDefault="002B7FBB" w:rsidP="002B7FBB"/>
    <w:p w14:paraId="1284088F" w14:textId="77777777" w:rsidR="002B7FBB" w:rsidRPr="00785546" w:rsidRDefault="002B7FBB" w:rsidP="002B7FBB"/>
    <w:p w14:paraId="12840890" w14:textId="77777777" w:rsidR="002B7FBB" w:rsidRDefault="002B7FBB" w:rsidP="002B7FBB"/>
    <w:p w14:paraId="12840891" w14:textId="77777777" w:rsidR="002B7FBB" w:rsidRDefault="002B7FBB" w:rsidP="002B7FBB">
      <w:pPr>
        <w:sectPr w:rsidR="002B7FBB" w:rsidSect="002B7FBB">
          <w:pgSz w:w="11906" w:h="16838"/>
          <w:pgMar w:top="1701" w:right="991" w:bottom="1232" w:left="1276" w:header="708" w:footer="338" w:gutter="0"/>
          <w:cols w:space="708"/>
          <w:docGrid w:linePitch="360"/>
        </w:sectPr>
      </w:pPr>
    </w:p>
    <w:p w14:paraId="12840892" w14:textId="77777777" w:rsidR="002B7FBB" w:rsidRPr="001E4CD5" w:rsidRDefault="00D014E2" w:rsidP="002B7FBB">
      <w:pPr>
        <w:pStyle w:val="Heading3"/>
        <w:spacing w:before="240"/>
      </w:pPr>
      <w:bookmarkStart w:id="63" w:name="_Toc521595623"/>
      <w:r w:rsidRPr="00BB5EF1">
        <w:t>2.</w:t>
      </w:r>
      <w:r>
        <w:t>6</w:t>
      </w:r>
      <w:r w:rsidRPr="00BB5EF1">
        <w:tab/>
        <w:t>Physical and Learning Resources</w:t>
      </w:r>
      <w:bookmarkEnd w:id="63"/>
    </w:p>
    <w:p w14:paraId="12840893" w14:textId="77777777" w:rsidR="002B7FBB" w:rsidRDefault="00D014E2" w:rsidP="002B7FBB">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14:paraId="12840894" w14:textId="77777777" w:rsidR="002B7FBB" w:rsidRDefault="00D014E2" w:rsidP="002B7FBB">
      <w:pPr>
        <w:pStyle w:val="CaptionPurple"/>
      </w:pPr>
      <w:r>
        <w:t xml:space="preserve">Table </w:t>
      </w:r>
      <w:r>
        <w:rPr>
          <w:noProof/>
        </w:rPr>
        <w:t>5</w:t>
      </w:r>
      <w:r>
        <w:t xml:space="preserve"> </w:t>
      </w:r>
      <w:r w:rsidRPr="0001483D">
        <w:t>Physical and Learning Resources</w:t>
      </w:r>
    </w:p>
    <w:tbl>
      <w:tblPr>
        <w:tblStyle w:val="GridTable5Dark-Accent31"/>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Physical and Learning Resources"/>
        <w:tblDescription w:val="Physical and Learning Resources"/>
      </w:tblPr>
      <w:tblGrid>
        <w:gridCol w:w="2446"/>
        <w:gridCol w:w="10818"/>
      </w:tblGrid>
      <w:tr w:rsidR="009571B4" w14:paraId="12840897" w14:textId="77777777" w:rsidTr="009571B4">
        <w:trPr>
          <w:cnfStyle w:val="100000000000" w:firstRow="1" w:lastRow="0" w:firstColumn="0" w:lastColumn="0" w:oddVBand="0" w:evenVBand="0" w:oddHBand="0" w:evenHBand="0" w:firstRowFirstColumn="0" w:firstRowLastColumn="0" w:lastRowFirstColumn="0" w:lastRowLastColumn="0"/>
          <w:cantSplit/>
          <w:trHeight w:val="514"/>
          <w:tblHeader/>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left w:val="none" w:sz="0" w:space="0" w:color="auto"/>
              <w:right w:val="none" w:sz="0" w:space="0" w:color="auto"/>
            </w:tcBorders>
            <w:shd w:val="clear" w:color="auto" w:fill="C7C5E0"/>
            <w:vAlign w:val="center"/>
          </w:tcPr>
          <w:p w14:paraId="12840895" w14:textId="77777777" w:rsidR="002B7FBB" w:rsidRPr="003B563A" w:rsidRDefault="00D014E2" w:rsidP="002B7FBB">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14:paraId="12840896" w14:textId="77777777" w:rsidR="002B7FBB" w:rsidRPr="005010ED" w:rsidRDefault="00D014E2" w:rsidP="002B7FBB">
            <w:pPr>
              <w:spacing w:after="0"/>
              <w:cnfStyle w:val="100000000000" w:firstRow="1" w:lastRow="0" w:firstColumn="0" w:lastColumn="0" w:oddVBand="0" w:evenVBand="0" w:oddHBand="0" w:evenHBand="0" w:firstRowFirstColumn="0" w:firstRowLastColumn="0" w:lastRowFirstColumn="0" w:lastRowLastColumn="0"/>
            </w:pPr>
            <w:bookmarkStart w:id="64" w:name="_Toc518652946"/>
            <w:bookmarkStart w:id="65" w:name="_Toc518655282"/>
            <w:r>
              <w:t>Resource</w:t>
            </w:r>
            <w:r w:rsidRPr="005010ED">
              <w:t xml:space="preserve"> Requirements</w:t>
            </w:r>
            <w:bookmarkEnd w:id="64"/>
            <w:bookmarkEnd w:id="65"/>
          </w:p>
        </w:tc>
      </w:tr>
      <w:tr w:rsidR="009571B4" w14:paraId="1284089C" w14:textId="77777777" w:rsidTr="009571B4">
        <w:trPr>
          <w:cantSplit/>
          <w:trHeight w:val="1453"/>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12840898" w14:textId="77777777" w:rsidR="002B7FBB" w:rsidRPr="005010ED" w:rsidRDefault="00D014E2" w:rsidP="002B7FBB">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14:paraId="67F028FB" w14:textId="77777777" w:rsidR="00FF7900" w:rsidRDefault="00FF7900" w:rsidP="00FF790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557A7">
              <w:t>Each TAFE</w:t>
            </w:r>
            <w:r>
              <w:t xml:space="preserve"> </w:t>
            </w:r>
            <w:r w:rsidRPr="00C557A7">
              <w:t xml:space="preserve">NSW Regional centre will provide at least one delivery campus.  Facilities will include a classroom with computers </w:t>
            </w:r>
            <w:r>
              <w:t xml:space="preserve">with relevant software installed for online learning/ CAD drawing capabilities, internet access, desks, chairs, </w:t>
            </w:r>
            <w:r w:rsidRPr="00C557A7">
              <w:t>white/chalk board</w:t>
            </w:r>
            <w:r>
              <w:t xml:space="preserve"> and projector capabilities. </w:t>
            </w:r>
          </w:p>
          <w:p w14:paraId="036121B8" w14:textId="77777777" w:rsidR="00FF7900" w:rsidRDefault="00FF7900" w:rsidP="00FF790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40573EF9" w14:textId="77777777" w:rsidR="00FF7900" w:rsidRPr="00C557A7" w:rsidRDefault="00FF7900" w:rsidP="00FF790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An</w:t>
            </w:r>
            <w:r w:rsidRPr="00C557A7">
              <w:t xml:space="preserve"> </w:t>
            </w:r>
            <w:r>
              <w:t>Engineering Mechanical</w:t>
            </w:r>
            <w:r w:rsidRPr="00C557A7">
              <w:t xml:space="preserve"> workshop for the delivery of practical activities and assessments, complete with all tools</w:t>
            </w:r>
            <w:r>
              <w:t>/equipment and machinery of industry standard.</w:t>
            </w:r>
          </w:p>
          <w:p w14:paraId="6E17B9F6" w14:textId="77777777" w:rsidR="00FF7900" w:rsidRPr="00C557A7" w:rsidRDefault="00FF7900" w:rsidP="00FF790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1284089B" w14:textId="1F45F49A" w:rsidR="002B7FBB" w:rsidRPr="00D05AF8" w:rsidRDefault="00FF7900" w:rsidP="00FF7900">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557A7">
              <w:t>TAFE Campus Library facilities including: computing lab equipped with relevant software for prov</w:t>
            </w:r>
            <w:r>
              <w:t>ision of online learning access, internet access.</w:t>
            </w:r>
          </w:p>
        </w:tc>
      </w:tr>
      <w:tr w:rsidR="009571B4" w14:paraId="128408B3" w14:textId="77777777" w:rsidTr="009571B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1284089D" w14:textId="77777777" w:rsidR="002B7FBB" w:rsidRPr="005010ED" w:rsidRDefault="00D014E2" w:rsidP="002B7FBB">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14:paraId="1284089E" w14:textId="77777777" w:rsidR="00111666" w:rsidRPr="00111666" w:rsidRDefault="00111666" w:rsidP="00111666">
            <w:pPr>
              <w:spacing w:before="120"/>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val="en-US" w:eastAsia="en-AU"/>
              </w:rPr>
            </w:pPr>
            <w:r w:rsidRPr="00111666">
              <w:rPr>
                <w:rFonts w:eastAsiaTheme="minorEastAsia"/>
                <w:color w:val="auto"/>
                <w:sz w:val="24"/>
                <w:szCs w:val="24"/>
                <w:lang w:eastAsia="en-AU"/>
              </w:rPr>
              <w:t xml:space="preserve">MEM05005B </w:t>
            </w:r>
            <w:r w:rsidRPr="00111666">
              <w:rPr>
                <w:rFonts w:eastAsiaTheme="minorEastAsia"/>
                <w:color w:val="auto"/>
                <w:sz w:val="24"/>
                <w:szCs w:val="24"/>
                <w:lang w:val="en-US" w:eastAsia="en-AU"/>
              </w:rPr>
              <w:t>Guillotines, croppers, cold saws, band saws, automatic saws etc</w:t>
            </w:r>
          </w:p>
          <w:p w14:paraId="1284089F" w14:textId="77777777" w:rsidR="00111666" w:rsidRPr="00111666" w:rsidRDefault="00111666" w:rsidP="00111666">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24"/>
                <w:szCs w:val="24"/>
                <w:lang w:eastAsia="en-AU"/>
              </w:rPr>
            </w:pPr>
            <w:r w:rsidRPr="00111666">
              <w:rPr>
                <w:rFonts w:eastAsia="Times New Roman" w:cs="Times New Roman"/>
                <w:color w:val="auto"/>
                <w:sz w:val="24"/>
                <w:szCs w:val="24"/>
                <w:lang w:eastAsia="en-AU"/>
              </w:rPr>
              <w:t>MEM05007C Oxygen and Acetylene welding equipment</w:t>
            </w:r>
          </w:p>
          <w:p w14:paraId="128408A0" w14:textId="77777777" w:rsidR="00111666" w:rsidRPr="00111666" w:rsidRDefault="00111666" w:rsidP="00111666">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24"/>
                <w:szCs w:val="24"/>
                <w:lang w:eastAsia="en-AU"/>
              </w:rPr>
            </w:pPr>
            <w:r w:rsidRPr="00111666">
              <w:rPr>
                <w:rFonts w:eastAsia="Times New Roman" w:cs="Times New Roman"/>
                <w:color w:val="auto"/>
                <w:sz w:val="24"/>
                <w:szCs w:val="24"/>
                <w:lang w:eastAsia="en-AU"/>
              </w:rPr>
              <w:t>MEM05012C Manual Metal Arc Welding Machine, Welding leads, welding machines, electrode holder etc.</w:t>
            </w:r>
          </w:p>
          <w:p w14:paraId="128408A1" w14:textId="77777777" w:rsidR="00111666" w:rsidRPr="00111666" w:rsidRDefault="00111666" w:rsidP="00111666">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sz w:val="24"/>
                <w:szCs w:val="24"/>
                <w:lang w:eastAsia="en-AU"/>
              </w:rPr>
            </w:pPr>
            <w:r w:rsidRPr="00111666">
              <w:rPr>
                <w:rFonts w:eastAsia="Times New Roman" w:cs="Times New Roman"/>
                <w:color w:val="auto"/>
                <w:sz w:val="24"/>
                <w:szCs w:val="24"/>
                <w:lang w:eastAsia="en-AU"/>
              </w:rPr>
              <w:t>MEM05050B Gas Metal Arc Welding Machine, Hoses, welding leads, gas shrouds, gas regulators, liners, contact tips</w:t>
            </w:r>
          </w:p>
          <w:p w14:paraId="128408A2" w14:textId="77777777" w:rsidR="00111666" w:rsidRPr="00111666" w:rsidRDefault="00111666" w:rsidP="00111666">
            <w:pPr>
              <w:spacing w:before="120"/>
              <w:cnfStyle w:val="000000000000" w:firstRow="0" w:lastRow="0" w:firstColumn="0" w:lastColumn="0" w:oddVBand="0" w:evenVBand="0" w:oddHBand="0" w:evenHBand="0" w:firstRowFirstColumn="0" w:firstRowLastColumn="0" w:lastRowFirstColumn="0" w:lastRowLastColumn="0"/>
              <w:rPr>
                <w:rFonts w:eastAsiaTheme="minorEastAsia" w:cstheme="minorHAnsi"/>
                <w:color w:val="auto"/>
                <w:sz w:val="24"/>
                <w:szCs w:val="24"/>
                <w:lang w:val="en-US" w:eastAsia="en-AU"/>
              </w:rPr>
            </w:pPr>
            <w:r w:rsidRPr="00111666">
              <w:rPr>
                <w:rFonts w:eastAsiaTheme="minorEastAsia" w:cstheme="minorHAnsi"/>
                <w:color w:val="auto"/>
                <w:sz w:val="24"/>
                <w:szCs w:val="24"/>
                <w:lang w:val="en-US" w:eastAsia="en-AU"/>
              </w:rPr>
              <w:t xml:space="preserve">MEM07001B </w:t>
            </w:r>
            <w:r w:rsidRPr="00111666">
              <w:rPr>
                <w:rFonts w:eastAsia="Times New Roman" w:cstheme="minorHAnsi"/>
                <w:color w:val="auto"/>
                <w:sz w:val="24"/>
                <w:szCs w:val="24"/>
                <w:lang w:eastAsia="en-AU"/>
              </w:rPr>
              <w:t>Manual, semi-automatic and automatic machines of a stand-alone continuous production or process nature</w:t>
            </w:r>
          </w:p>
          <w:p w14:paraId="128408A3" w14:textId="77777777" w:rsidR="00111666" w:rsidRPr="00111666" w:rsidRDefault="00111666" w:rsidP="00111666">
            <w:pPr>
              <w:spacing w:before="120"/>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eastAsia="en-AU"/>
              </w:rPr>
            </w:pPr>
            <w:r w:rsidRPr="00111666">
              <w:rPr>
                <w:rFonts w:eastAsiaTheme="minorEastAsia"/>
                <w:color w:val="auto"/>
                <w:sz w:val="24"/>
                <w:szCs w:val="24"/>
                <w:lang w:eastAsia="en-AU"/>
              </w:rPr>
              <w:t>MEM07005C callipers, steel rules, dividers and scribers, cutting tools and accessories measuring devices, lathes, mills, planers, shapers, radial arm drills, slotters, surface grinder</w:t>
            </w:r>
          </w:p>
          <w:p w14:paraId="128408A4"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sz w:val="24"/>
                <w:szCs w:val="22"/>
                <w:lang w:val="en-US"/>
              </w:rPr>
              <w:t>MEM07006C Centre lathes, high speed steel, tungsten carbide, ceramic graphite and other standard cutting tools, boring bars, drills, reamers, thread chasers, tapping heads, t</w:t>
            </w:r>
            <w:r w:rsidRPr="00111666">
              <w:rPr>
                <w:rFonts w:eastAsiaTheme="minorEastAsia"/>
                <w:color w:val="auto"/>
                <w:sz w:val="24"/>
                <w:szCs w:val="22"/>
                <w:lang w:val="en-US"/>
              </w:rPr>
              <w:t xml:space="preserve">aps, </w:t>
            </w:r>
            <w:r w:rsidRPr="00111666">
              <w:rPr>
                <w:rFonts w:eastAsiaTheme="minorEastAsia"/>
                <w:sz w:val="24"/>
                <w:szCs w:val="22"/>
                <w:lang w:val="en-US"/>
              </w:rPr>
              <w:t xml:space="preserve">manual and digital micrometers, vernier calipers, dial indicators, </w:t>
            </w:r>
            <w:r w:rsidRPr="00111666">
              <w:rPr>
                <w:rFonts w:eastAsiaTheme="minorEastAsia"/>
                <w:color w:val="auto"/>
                <w:sz w:val="24"/>
                <w:szCs w:val="22"/>
                <w:lang w:val="en-US"/>
              </w:rPr>
              <w:t xml:space="preserve">scribing blocks, </w:t>
            </w:r>
            <w:r w:rsidRPr="00111666">
              <w:rPr>
                <w:rFonts w:eastAsiaTheme="minorEastAsia"/>
                <w:sz w:val="24"/>
                <w:szCs w:val="22"/>
                <w:lang w:val="en-US"/>
              </w:rPr>
              <w:t xml:space="preserve">three and four jaw chucks, centres, face plate, steadies, cross slide, </w:t>
            </w:r>
            <w:r w:rsidRPr="00111666">
              <w:rPr>
                <w:rFonts w:eastAsiaTheme="minorEastAsia"/>
                <w:color w:val="auto"/>
                <w:sz w:val="24"/>
                <w:szCs w:val="22"/>
                <w:lang w:val="en-US"/>
              </w:rPr>
              <w:t>tailstock</w:t>
            </w:r>
          </w:p>
          <w:p w14:paraId="128408A5"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color w:val="auto"/>
                <w:sz w:val="24"/>
                <w:szCs w:val="22"/>
                <w:lang w:val="en-US"/>
              </w:rPr>
              <w:t>MEM07007C Vertical milling machines, horizontal milling machines, slab, gang, end, shell, slot, form, slitting cutters, dividing heads and rotary tables</w:t>
            </w:r>
          </w:p>
          <w:p w14:paraId="128408A6"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color w:val="auto"/>
                <w:sz w:val="24"/>
                <w:szCs w:val="22"/>
                <w:lang w:val="en-US"/>
              </w:rPr>
              <w:t>MEM10006B Rotating equipment and machinery such as pumps, blowers, compressors, drive units, etc., production equipment and plant, process equipment, plant and machinery, engineering plant and machine tools etc.</w:t>
            </w:r>
          </w:p>
          <w:p w14:paraId="128408A7"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color w:val="auto"/>
                <w:sz w:val="24"/>
                <w:szCs w:val="22"/>
                <w:lang w:val="en-US"/>
              </w:rPr>
              <w:t>MEM11011B Hand trolleys, wheelbarrows, motorised/hand pallet trucks (not sit on), scissor lifts, boom lifts, hand carts, dedicated production or process lifting equipment such as baskets, spreader bars, cradles or the like attached to lifting equipment.</w:t>
            </w:r>
          </w:p>
          <w:p w14:paraId="128408A8"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color w:val="auto"/>
                <w:sz w:val="24"/>
                <w:szCs w:val="22"/>
                <w:lang w:val="en-US"/>
              </w:rPr>
              <w:t xml:space="preserve">MEM12006C Marking out tables, surface tables, rotary tables, dividing heads, vee blocks, cylinder squares, sine bars, vernier height gauges, </w:t>
            </w:r>
            <w:r w:rsidRPr="00111666">
              <w:rPr>
                <w:rFonts w:eastAsiaTheme="minorEastAsia"/>
                <w:sz w:val="24"/>
                <w:szCs w:val="22"/>
                <w:lang w:val="en-US"/>
              </w:rPr>
              <w:t xml:space="preserve">protractors, straight edge and set squares, hammers, scribers, centre punch, </w:t>
            </w:r>
            <w:r w:rsidRPr="00111666">
              <w:rPr>
                <w:rFonts w:eastAsiaTheme="minorEastAsia"/>
                <w:color w:val="auto"/>
                <w:sz w:val="24"/>
                <w:szCs w:val="22"/>
                <w:lang w:val="en-US"/>
              </w:rPr>
              <w:t>marking medium.</w:t>
            </w:r>
          </w:p>
          <w:p w14:paraId="128408A9"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color w:val="auto"/>
                <w:sz w:val="24"/>
                <w:szCs w:val="22"/>
                <w:lang w:val="en-US"/>
              </w:rPr>
              <w:t>MEM12023A Protractors, combination squares, set squares, dial indicators, thermometers, tapes, rules, micrometers, vernier-scaled measuring equipment.</w:t>
            </w:r>
          </w:p>
          <w:p w14:paraId="128408AA"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color w:val="auto"/>
                <w:sz w:val="24"/>
                <w:szCs w:val="22"/>
                <w:lang w:val="en-US"/>
              </w:rPr>
              <w:t>MEM18001C Hacksaws, hammers, punches, screwdrivers, sockets, wrenches, scrapers, chisels, gouges, wood planes and files of all cross-sectional shapes and types</w:t>
            </w:r>
          </w:p>
          <w:p w14:paraId="128408AB"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color w:val="auto"/>
                <w:sz w:val="24"/>
                <w:szCs w:val="22"/>
                <w:lang w:val="en-US"/>
              </w:rPr>
              <w:t>MEM18002B Electric or pneumatic/hydraulic drills, grinders, jigsaws, nibblers, cutting saws, sanders, planers, routers, pedestal drills and pedestal grinders, multigrips, vices, jigs and fixtures, clamps etc.</w:t>
            </w:r>
          </w:p>
          <w:p w14:paraId="128408AC"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color w:val="auto"/>
                <w:sz w:val="24"/>
                <w:szCs w:val="22"/>
                <w:lang w:val="en-US"/>
              </w:rPr>
              <w:t>MEM18003C Engineering techniques, methods and procedures may include cutting out, drills, files, reamers, lapping equipment, broaching equipment, burnishing equipment, scrapers, polishing equipment, hand held grinders, chisels.</w:t>
            </w:r>
          </w:p>
          <w:p w14:paraId="128408AD" w14:textId="41FE4CF3" w:rsidR="00111666" w:rsidRPr="00111666" w:rsidRDefault="00FF7900"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Pr>
                <w:rFonts w:eastAsiaTheme="minorEastAsia"/>
                <w:color w:val="auto"/>
                <w:sz w:val="24"/>
                <w:szCs w:val="22"/>
                <w:lang w:val="en-US"/>
              </w:rPr>
              <w:t>MEM18005B</w:t>
            </w:r>
            <w:r w:rsidR="00111666" w:rsidRPr="00111666">
              <w:rPr>
                <w:rFonts w:eastAsiaTheme="minorEastAsia"/>
                <w:color w:val="auto"/>
                <w:sz w:val="24"/>
                <w:szCs w:val="22"/>
                <w:lang w:val="en-US"/>
              </w:rPr>
              <w:t xml:space="preserve"> Rotational plain bearings, Ball and roller bearings (anti-friction or rolling element bearings) Bearing installation and removal equipment, presses, pullers. </w:t>
            </w:r>
          </w:p>
          <w:p w14:paraId="128408AE"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11666">
              <w:rPr>
                <w:rFonts w:eastAsiaTheme="minorEastAsia"/>
                <w:color w:val="auto"/>
                <w:sz w:val="24"/>
                <w:szCs w:val="22"/>
                <w:lang w:val="en-US"/>
              </w:rPr>
              <w:t xml:space="preserve">MEM18006C Mechanical transmission equipment, including drive shafts, couplings, crankshafts, camshafts and journals, bearings and bearing surfaces, various drive keys. Precision measurement equipment and testing equipment for </w:t>
            </w:r>
            <w:r w:rsidRPr="00111666">
              <w:rPr>
                <w:rFonts w:eastAsiaTheme="minorEastAsia"/>
                <w:sz w:val="24"/>
                <w:szCs w:val="22"/>
                <w:lang w:val="en-US"/>
              </w:rPr>
              <w:t>squareness, roundness, concentricity, flatness, straightness, surface finish and angular correctness.</w:t>
            </w:r>
          </w:p>
          <w:p w14:paraId="128408AF" w14:textId="2D2DEEC2" w:rsidR="00111666" w:rsidRPr="00111666" w:rsidRDefault="00FF7900"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Pr>
                <w:rFonts w:eastAsiaTheme="minorEastAsia"/>
                <w:sz w:val="24"/>
                <w:szCs w:val="22"/>
                <w:lang w:val="en-US"/>
              </w:rPr>
              <w:t>MEM18007CB</w:t>
            </w:r>
            <w:r w:rsidR="00111666" w:rsidRPr="00111666">
              <w:rPr>
                <w:rFonts w:eastAsiaTheme="minorEastAsia"/>
                <w:sz w:val="24"/>
                <w:szCs w:val="22"/>
                <w:lang w:val="en-US"/>
              </w:rPr>
              <w:t xml:space="preserve">Mechanical drive/ transmissions including: </w:t>
            </w:r>
            <w:r w:rsidR="00111666" w:rsidRPr="00111666">
              <w:rPr>
                <w:rFonts w:eastAsiaTheme="minorEastAsia"/>
                <w:color w:val="auto"/>
                <w:sz w:val="24"/>
                <w:szCs w:val="22"/>
                <w:lang w:val="en-US"/>
              </w:rPr>
              <w:t>Worm and worm wheel, line shafts, plumber blocks, pulleys, sprockets, belts, taper bush assemblies, roller chains, chain drives, mechanical and hydraulic couplings, compression couplings, disc type flexible couplings, spider type, chain couplings, universal joints, bevel gearing, rack and pinion gearing, dog toothed clutches, cone type clutches, expanding shoe type clutches, friction/plate type clutches, centrifugal clutches, toggle action linkages, magnetic clutches, sprag clutches, band type brakes and other associated drive components.</w:t>
            </w:r>
          </w:p>
          <w:p w14:paraId="128408B0"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stheme="minorHAnsi"/>
                <w:color w:val="auto"/>
                <w:sz w:val="24"/>
                <w:szCs w:val="24"/>
                <w:lang w:val="en-US"/>
              </w:rPr>
            </w:pPr>
            <w:r w:rsidRPr="00111666">
              <w:rPr>
                <w:rFonts w:eastAsiaTheme="minorEastAsia"/>
                <w:color w:val="auto"/>
                <w:sz w:val="24"/>
                <w:szCs w:val="22"/>
                <w:lang w:val="en-US"/>
              </w:rPr>
              <w:t xml:space="preserve">MEM18011C </w:t>
            </w:r>
            <w:r w:rsidRPr="00111666">
              <w:rPr>
                <w:rFonts w:cstheme="minorHAnsi"/>
                <w:color w:val="auto"/>
                <w:sz w:val="24"/>
                <w:szCs w:val="24"/>
              </w:rPr>
              <w:t>Shut down/isolation means and includes isolation of mechanical, electrical drives, pipework (pressure) rotating equipment etc. utilising electrical lock-off isolators, mechanical and power driven valves etc. in accordance with standard operating instructions.</w:t>
            </w:r>
          </w:p>
          <w:p w14:paraId="128408B1" w14:textId="77777777" w:rsidR="00111666" w:rsidRPr="00111666" w:rsidRDefault="00111666" w:rsidP="00111666">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val="en-US"/>
              </w:rPr>
            </w:pPr>
            <w:r w:rsidRPr="00111666">
              <w:rPr>
                <w:rFonts w:eastAsiaTheme="minorEastAsia"/>
                <w:color w:val="auto"/>
                <w:sz w:val="24"/>
                <w:szCs w:val="24"/>
                <w:lang w:val="en-US"/>
              </w:rPr>
              <w:t>MEM18012B Range of seals and mechanical seals include carbon, satellite, neoprene and other associated materials. Range of mechanical seal assemblies used across different sealing applications</w:t>
            </w:r>
          </w:p>
          <w:p w14:paraId="128408B2" w14:textId="77777777" w:rsidR="002B7FBB" w:rsidRPr="00D05AF8" w:rsidRDefault="00111666" w:rsidP="00111666">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111666">
              <w:rPr>
                <w:rFonts w:eastAsiaTheme="minorEastAsia"/>
                <w:color w:val="auto"/>
                <w:sz w:val="24"/>
                <w:szCs w:val="22"/>
                <w:lang w:val="en-US"/>
              </w:rPr>
              <w:t>MEM18055B Component parts found in equipment or product assemblies, sub-assemblies, e.g. couplings, universal joints, pumps etc. employing shafts, pre-manufactured bearings and seals, lubricants, fasteners, gaskets etc. Includes a range of hand and power tools, bearing pullers, special purpose dismantling and assembly tools etc.</w:t>
            </w:r>
          </w:p>
        </w:tc>
      </w:tr>
      <w:tr w:rsidR="00163607" w14:paraId="128408BC" w14:textId="77777777" w:rsidTr="009571B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128408B4" w14:textId="77777777" w:rsidR="00163607" w:rsidRPr="00C30035" w:rsidRDefault="00163607" w:rsidP="00163607">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14:paraId="128408B5" w14:textId="77777777" w:rsidR="00163607" w:rsidRPr="00A24859" w:rsidRDefault="00163607" w:rsidP="00163607">
            <w:pPr>
              <w:spacing w:after="0"/>
              <w:rPr>
                <w:rStyle w:val="SubtleEmphasis"/>
                <w:i w:val="0"/>
              </w:rPr>
            </w:pPr>
          </w:p>
        </w:tc>
        <w:tc>
          <w:tcPr>
            <w:tcW w:w="4078" w:type="pct"/>
            <w:shd w:val="clear" w:color="auto" w:fill="auto"/>
          </w:tcPr>
          <w:p w14:paraId="128408B6" w14:textId="77777777" w:rsidR="00163607" w:rsidRDefault="00163607" w:rsidP="0016360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Minimum qualification of Certificate III in Engineering Mechanical or equivalent.</w:t>
            </w:r>
          </w:p>
          <w:p w14:paraId="128408B7" w14:textId="77777777" w:rsidR="00163607" w:rsidRDefault="00163607" w:rsidP="0016360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 xml:space="preserve">Evidence of maintaining relevant and current industry professional development </w:t>
            </w:r>
            <w:r w:rsidRPr="00EC1FCA">
              <w:rPr>
                <w:bCs/>
              </w:rPr>
              <w:t>including ongoing exposure and development to maintain currency of industry skills.</w:t>
            </w:r>
          </w:p>
          <w:p w14:paraId="128408B8" w14:textId="77777777" w:rsidR="00163607" w:rsidRDefault="00163607" w:rsidP="0016360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128408B9" w14:textId="77777777" w:rsidR="00163607" w:rsidRDefault="00163607" w:rsidP="0016360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TAE40110 - Certificate IV in Training and Assessment.</w:t>
            </w:r>
          </w:p>
          <w:p w14:paraId="128408BA" w14:textId="77777777" w:rsidR="00163607" w:rsidRPr="00EC1FCA" w:rsidRDefault="00163607" w:rsidP="00163607">
            <w:pPr>
              <w:tabs>
                <w:tab w:val="left" w:pos="576"/>
              </w:tabs>
              <w:spacing w:after="0"/>
              <w:jc w:val="both"/>
              <w:cnfStyle w:val="000000000000" w:firstRow="0" w:lastRow="0" w:firstColumn="0" w:lastColumn="0" w:oddVBand="0" w:evenVBand="0" w:oddHBand="0" w:evenHBand="0" w:firstRowFirstColumn="0" w:firstRowLastColumn="0" w:lastRowFirstColumn="0" w:lastRowLastColumn="0"/>
              <w:rPr>
                <w:bCs/>
              </w:rPr>
            </w:pPr>
            <w:r>
              <w:t>Evidence of maintaining</w:t>
            </w:r>
            <w:r w:rsidRPr="00EC1FCA">
              <w:t xml:space="preserve"> </w:t>
            </w:r>
            <w:r w:rsidRPr="00EC1FCA">
              <w:rPr>
                <w:bCs/>
              </w:rPr>
              <w:t>Training and Assessment Qualifications and Professional Development,</w:t>
            </w:r>
          </w:p>
          <w:p w14:paraId="128408BB" w14:textId="77777777" w:rsidR="00163607" w:rsidRPr="00D05AF8" w:rsidRDefault="00163607" w:rsidP="0016360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EC1FCA">
              <w:rPr>
                <w:bCs/>
              </w:rPr>
              <w:t>Including ongoing development in current training and assessment practice.</w:t>
            </w:r>
          </w:p>
        </w:tc>
      </w:tr>
      <w:tr w:rsidR="00163607" w14:paraId="128408C3" w14:textId="77777777" w:rsidTr="009571B4">
        <w:trPr>
          <w:cantSplit/>
          <w:trHeight w:val="1387"/>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bottom w:val="none" w:sz="0" w:space="0" w:color="auto"/>
            </w:tcBorders>
            <w:shd w:val="clear" w:color="auto" w:fill="C7C5E0"/>
          </w:tcPr>
          <w:p w14:paraId="128408BD" w14:textId="77777777" w:rsidR="00163607" w:rsidRPr="005010ED" w:rsidRDefault="00163607" w:rsidP="00163607">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14:paraId="51004DBC" w14:textId="77777777" w:rsidR="00FF7900" w:rsidRDefault="00FF7900" w:rsidP="00FF7900">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F96801">
              <w:t>Each unit to have a set of comprehensive unit notes,</w:t>
            </w:r>
            <w:r>
              <w:t xml:space="preserve"> class activities, practical task with relevant drawings and instructions, teaching and learning resources, assessments and RPL documents</w:t>
            </w:r>
          </w:p>
          <w:p w14:paraId="13B2FC97" w14:textId="77777777" w:rsidR="00FF7900" w:rsidRDefault="00FF7900" w:rsidP="00FF7900">
            <w:pPr>
              <w:pStyle w:val="BodyTextIntro"/>
              <w:spacing w:before="0" w:after="0"/>
              <w:cnfStyle w:val="000000000000" w:firstRow="0" w:lastRow="0" w:firstColumn="0" w:lastColumn="0" w:oddVBand="0" w:evenVBand="0" w:oddHBand="0" w:evenHBand="0" w:firstRowFirstColumn="0" w:firstRowLastColumn="0" w:lastRowFirstColumn="0" w:lastRowLastColumn="0"/>
            </w:pPr>
          </w:p>
          <w:p w14:paraId="5490F7C8" w14:textId="77777777" w:rsidR="00FF7900" w:rsidRPr="00C557A7" w:rsidRDefault="00FF7900" w:rsidP="00FF7900">
            <w:pPr>
              <w:pStyle w:val="BodyTextIntro"/>
              <w:spacing w:before="0" w:after="0"/>
              <w:cnfStyle w:val="000000000000" w:firstRow="0" w:lastRow="0" w:firstColumn="0" w:lastColumn="0" w:oddVBand="0" w:evenVBand="0" w:oddHBand="0" w:evenHBand="0" w:firstRowFirstColumn="0" w:firstRowLastColumn="0" w:lastRowFirstColumn="0" w:lastRowLastColumn="0"/>
            </w:pPr>
            <w:r>
              <w:t>Online teaching and learning and assessment capabilities</w:t>
            </w:r>
            <w:r w:rsidRPr="00C557A7">
              <w:t>. Software packages such as CAD Master, Microsoft Word, Excel are all available on classroom computers.</w:t>
            </w:r>
          </w:p>
          <w:p w14:paraId="587EA612" w14:textId="77777777" w:rsidR="00FF7900" w:rsidRPr="00C557A7" w:rsidRDefault="00FF7900" w:rsidP="00FF7900">
            <w:pPr>
              <w:pStyle w:val="BodyTextIntro"/>
              <w:spacing w:before="0" w:after="0"/>
              <w:cnfStyle w:val="000000000000" w:firstRow="0" w:lastRow="0" w:firstColumn="0" w:lastColumn="0" w:oddVBand="0" w:evenVBand="0" w:oddHBand="0" w:evenHBand="0" w:firstRowFirstColumn="0" w:firstRowLastColumn="0" w:lastRowFirstColumn="0" w:lastRowLastColumn="0"/>
            </w:pPr>
          </w:p>
          <w:p w14:paraId="128408C2" w14:textId="0DB5E865" w:rsidR="00163607" w:rsidRPr="00D05AF8" w:rsidRDefault="00FF7900" w:rsidP="00FF7900">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C557A7">
              <w:t xml:space="preserve">Access to library services including books, </w:t>
            </w:r>
            <w:r>
              <w:t xml:space="preserve">ebooks, </w:t>
            </w:r>
            <w:r w:rsidRPr="00C557A7">
              <w:t>industry journals and magazines, on-line data base specific to trade profile. Access to trade relevan</w:t>
            </w:r>
            <w:r>
              <w:t>t multimedia learning materials. A</w:t>
            </w:r>
            <w:r w:rsidRPr="00995DA6">
              <w:t xml:space="preserve">ccess </w:t>
            </w:r>
            <w:r>
              <w:t xml:space="preserve">to </w:t>
            </w:r>
            <w:r w:rsidRPr="00995DA6">
              <w:t>policies and procedures, WHS legislation, reg</w:t>
            </w:r>
            <w:r>
              <w:t xml:space="preserve">ulations </w:t>
            </w:r>
            <w:r w:rsidRPr="00995DA6">
              <w:t>and codes of practice, Australian Standards, manufacturer instructions, industry legislation, forms and templates such as checklists, hazard reports, quality assurance, work plans etc</w:t>
            </w:r>
          </w:p>
        </w:tc>
      </w:tr>
    </w:tbl>
    <w:p w14:paraId="128408C4" w14:textId="77777777" w:rsidR="002B7FBB" w:rsidRDefault="002B7FBB" w:rsidP="002B7FBB">
      <w:pPr>
        <w:sectPr w:rsidR="002B7FBB" w:rsidSect="002B7FBB">
          <w:pgSz w:w="16838" w:h="11906" w:orient="landscape"/>
          <w:pgMar w:top="1276" w:right="1701" w:bottom="991" w:left="1232" w:header="708" w:footer="338" w:gutter="0"/>
          <w:cols w:space="708"/>
          <w:docGrid w:linePitch="360"/>
        </w:sectPr>
      </w:pPr>
    </w:p>
    <w:p w14:paraId="128408C5" w14:textId="77777777" w:rsidR="002B7FBB" w:rsidRPr="001E4CD5" w:rsidRDefault="00D014E2" w:rsidP="002B7FBB">
      <w:pPr>
        <w:pStyle w:val="Heading3"/>
        <w:spacing w:before="240"/>
      </w:pPr>
      <w:bookmarkStart w:id="66" w:name="_Toc521595624"/>
      <w:r w:rsidRPr="006E0267">
        <w:t>2.</w:t>
      </w:r>
      <w:r>
        <w:t>7</w:t>
      </w:r>
      <w:r w:rsidRPr="006E0267">
        <w:tab/>
        <w:t>Industry Engagement</w:t>
      </w:r>
      <w:bookmarkEnd w:id="66"/>
    </w:p>
    <w:p w14:paraId="128408C6" w14:textId="77777777" w:rsidR="002B7FBB" w:rsidRPr="00D66908" w:rsidRDefault="00D014E2" w:rsidP="002B7FBB">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14:paraId="128408C7" w14:textId="77777777" w:rsidR="002B7FBB" w:rsidRDefault="00D014E2" w:rsidP="002B7FBB">
      <w:pPr>
        <w:pStyle w:val="CaptionPurple"/>
      </w:pPr>
      <w:r>
        <w:t xml:space="preserve">Table </w:t>
      </w:r>
      <w:r>
        <w:rPr>
          <w:noProof/>
        </w:rPr>
        <w:t>6</w:t>
      </w:r>
      <w:r>
        <w:t xml:space="preserve"> </w:t>
      </w:r>
      <w:r w:rsidRPr="006C49D2">
        <w:t>SkillsPoint Engagement</w:t>
      </w:r>
    </w:p>
    <w:tbl>
      <w:tblPr>
        <w:tblStyle w:val="GridTable4-Accent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firstRow="1" w:lastRow="0" w:firstColumn="0" w:lastColumn="0" w:noHBand="1" w:noVBand="1"/>
        <w:tblCaption w:val="SkillsPoint Engagement"/>
        <w:tblDescription w:val="SkillsPoint Engagement"/>
      </w:tblPr>
      <w:tblGrid>
        <w:gridCol w:w="427"/>
        <w:gridCol w:w="2143"/>
        <w:gridCol w:w="2387"/>
        <w:gridCol w:w="2407"/>
        <w:gridCol w:w="1420"/>
        <w:gridCol w:w="5111"/>
      </w:tblGrid>
      <w:tr w:rsidR="009571B4" w14:paraId="128408D7" w14:textId="77777777" w:rsidTr="00005D2A">
        <w:trPr>
          <w:cnfStyle w:val="100000000000" w:firstRow="1" w:lastRow="0" w:firstColumn="0" w:lastColumn="0" w:oddVBand="0" w:evenVBand="0" w:oddHBand="0" w:evenHBand="0" w:firstRowFirstColumn="0" w:firstRowLastColumn="0" w:lastRowFirstColumn="0" w:lastRowLastColumn="0"/>
          <w:cantSplit/>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14:paraId="128408C8" w14:textId="77777777" w:rsidR="002B7FBB" w:rsidRPr="00265889" w:rsidRDefault="00D014E2" w:rsidP="002B7FBB">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14:paraId="128408C9" w14:textId="77777777" w:rsidR="002B7FBB" w:rsidRPr="00265889" w:rsidRDefault="00D014E2" w:rsidP="002B7FBB">
            <w:pPr>
              <w:spacing w:after="0"/>
            </w:pPr>
            <w:r w:rsidRPr="00265889">
              <w:t>Industry/Organisation</w:t>
            </w:r>
          </w:p>
        </w:tc>
        <w:tc>
          <w:tcPr>
            <w:tcW w:w="859" w:type="pct"/>
            <w:tcBorders>
              <w:top w:val="none" w:sz="0" w:space="0" w:color="auto"/>
              <w:left w:val="none" w:sz="0" w:space="0" w:color="auto"/>
              <w:bottom w:val="none" w:sz="0" w:space="0" w:color="auto"/>
              <w:right w:val="none" w:sz="0" w:space="0" w:color="auto"/>
            </w:tcBorders>
            <w:shd w:val="clear" w:color="auto" w:fill="C7C5E0"/>
            <w:vAlign w:val="center"/>
          </w:tcPr>
          <w:p w14:paraId="128408CA" w14:textId="77777777" w:rsidR="002B7FBB" w:rsidRPr="00265889" w:rsidRDefault="00D014E2" w:rsidP="002B7FBB">
            <w:pPr>
              <w:spacing w:after="0"/>
            </w:pPr>
            <w:r w:rsidRPr="00265889">
              <w:t>Representative Name</w:t>
            </w:r>
          </w:p>
        </w:tc>
        <w:tc>
          <w:tcPr>
            <w:tcW w:w="866" w:type="pct"/>
            <w:tcBorders>
              <w:top w:val="none" w:sz="0" w:space="0" w:color="auto"/>
              <w:left w:val="none" w:sz="0" w:space="0" w:color="auto"/>
              <w:bottom w:val="none" w:sz="0" w:space="0" w:color="auto"/>
              <w:right w:val="none" w:sz="0" w:space="0" w:color="auto"/>
            </w:tcBorders>
            <w:shd w:val="clear" w:color="auto" w:fill="C7C5E0"/>
            <w:vAlign w:val="center"/>
          </w:tcPr>
          <w:p w14:paraId="128408CB" w14:textId="77777777" w:rsidR="002B7FBB" w:rsidRPr="00265889" w:rsidRDefault="00D014E2" w:rsidP="002B7FBB">
            <w:pPr>
              <w:spacing w:after="0"/>
            </w:pPr>
            <w:r w:rsidRPr="00265889">
              <w:t>Contact Details</w:t>
            </w:r>
          </w:p>
          <w:p w14:paraId="128408CC" w14:textId="77777777" w:rsidR="002B7FBB" w:rsidRPr="00265889" w:rsidRDefault="00D014E2" w:rsidP="002B7FBB">
            <w:pPr>
              <w:spacing w:after="0"/>
            </w:pPr>
            <w:r w:rsidRPr="00265889">
              <w:t>(Email/Telephone)</w:t>
            </w:r>
          </w:p>
        </w:tc>
        <w:tc>
          <w:tcPr>
            <w:tcW w:w="511" w:type="pct"/>
            <w:tcBorders>
              <w:top w:val="none" w:sz="0" w:space="0" w:color="auto"/>
              <w:left w:val="none" w:sz="0" w:space="0" w:color="auto"/>
              <w:bottom w:val="none" w:sz="0" w:space="0" w:color="auto"/>
              <w:right w:val="none" w:sz="0" w:space="0" w:color="auto"/>
            </w:tcBorders>
            <w:shd w:val="clear" w:color="auto" w:fill="C7C5E0"/>
            <w:vAlign w:val="center"/>
          </w:tcPr>
          <w:p w14:paraId="128408CD" w14:textId="77777777" w:rsidR="002B7FBB" w:rsidRPr="00265889" w:rsidRDefault="00D014E2" w:rsidP="002B7FBB">
            <w:pPr>
              <w:spacing w:after="0"/>
            </w:pPr>
            <w:r w:rsidRPr="00265889">
              <w:t>Date of Consultation</w:t>
            </w:r>
          </w:p>
        </w:tc>
        <w:tc>
          <w:tcPr>
            <w:tcW w:w="1839" w:type="pct"/>
            <w:tcBorders>
              <w:top w:val="none" w:sz="0" w:space="0" w:color="auto"/>
              <w:left w:val="none" w:sz="0" w:space="0" w:color="auto"/>
              <w:bottom w:val="none" w:sz="0" w:space="0" w:color="auto"/>
              <w:right w:val="none" w:sz="0" w:space="0" w:color="auto"/>
            </w:tcBorders>
            <w:shd w:val="clear" w:color="auto" w:fill="C7C5E0"/>
            <w:vAlign w:val="center"/>
          </w:tcPr>
          <w:p w14:paraId="128408CE" w14:textId="77777777" w:rsidR="002B7FBB" w:rsidRPr="00265889" w:rsidRDefault="00D014E2" w:rsidP="002B7FBB">
            <w:pPr>
              <w:spacing w:after="0"/>
            </w:pPr>
            <w:r w:rsidRPr="00265889">
              <w:t>How did this engagement influence one or more of the following?</w:t>
            </w:r>
          </w:p>
          <w:p w14:paraId="128408CF" w14:textId="77777777" w:rsidR="002B7FBB" w:rsidRPr="00D302DC" w:rsidRDefault="00D014E2" w:rsidP="002B7FBB">
            <w:pPr>
              <w:pStyle w:val="Bulletslist"/>
              <w:spacing w:after="0"/>
            </w:pPr>
            <w:r w:rsidRPr="00D302DC">
              <w:rPr>
                <w:b w:val="0"/>
              </w:rPr>
              <w:t>Qualification/ Course / Skill set selection</w:t>
            </w:r>
          </w:p>
          <w:p w14:paraId="128408D0" w14:textId="77777777" w:rsidR="002B7FBB" w:rsidRPr="00D302DC" w:rsidRDefault="00D014E2" w:rsidP="002B7FBB">
            <w:pPr>
              <w:pStyle w:val="Bulletslist"/>
              <w:spacing w:after="0"/>
            </w:pPr>
            <w:r w:rsidRPr="00D302DC">
              <w:rPr>
                <w:b w:val="0"/>
              </w:rPr>
              <w:t>Elective selection and/or sequencing</w:t>
            </w:r>
          </w:p>
          <w:p w14:paraId="128408D1" w14:textId="77777777" w:rsidR="002B7FBB" w:rsidRPr="00D302DC" w:rsidRDefault="00D014E2" w:rsidP="002B7FBB">
            <w:pPr>
              <w:pStyle w:val="Bulletslist"/>
              <w:spacing w:after="0"/>
            </w:pPr>
            <w:r w:rsidRPr="00D302DC">
              <w:rPr>
                <w:b w:val="0"/>
              </w:rPr>
              <w:t>Mode of study</w:t>
            </w:r>
          </w:p>
          <w:p w14:paraId="128408D2" w14:textId="77777777" w:rsidR="002B7FBB" w:rsidRPr="00D302DC" w:rsidRDefault="00D014E2" w:rsidP="002B7FBB">
            <w:pPr>
              <w:pStyle w:val="Bulletslist"/>
              <w:spacing w:after="0"/>
            </w:pPr>
            <w:r w:rsidRPr="00D302DC">
              <w:rPr>
                <w:b w:val="0"/>
              </w:rPr>
              <w:t>Training Methods</w:t>
            </w:r>
          </w:p>
          <w:p w14:paraId="128408D3" w14:textId="77777777" w:rsidR="002B7FBB" w:rsidRPr="00D302DC" w:rsidRDefault="00D014E2" w:rsidP="002B7FBB">
            <w:pPr>
              <w:pStyle w:val="Bulletslist"/>
              <w:spacing w:after="0"/>
            </w:pPr>
            <w:r w:rsidRPr="00D302DC">
              <w:rPr>
                <w:b w:val="0"/>
              </w:rPr>
              <w:t>Assessment Methods</w:t>
            </w:r>
          </w:p>
          <w:p w14:paraId="128408D4" w14:textId="77777777" w:rsidR="002B7FBB" w:rsidRPr="00D302DC" w:rsidRDefault="00D014E2" w:rsidP="002B7FBB">
            <w:pPr>
              <w:pStyle w:val="Bulletslist"/>
              <w:spacing w:after="0"/>
            </w:pPr>
            <w:r w:rsidRPr="00D302DC">
              <w:rPr>
                <w:b w:val="0"/>
              </w:rPr>
              <w:t>Trainer and assessor requirements</w:t>
            </w:r>
          </w:p>
          <w:p w14:paraId="128408D5" w14:textId="77777777" w:rsidR="002B7FBB" w:rsidRPr="00152B13" w:rsidRDefault="00D014E2" w:rsidP="002B7FBB">
            <w:pPr>
              <w:pStyle w:val="Bulletslist"/>
              <w:spacing w:after="0"/>
              <w:rPr>
                <w:lang w:val="en-AU"/>
              </w:rPr>
            </w:pPr>
            <w:r w:rsidRPr="00D302DC">
              <w:rPr>
                <w:b w:val="0"/>
              </w:rPr>
              <w:t>Training and assessment resources and equipment</w:t>
            </w:r>
          </w:p>
          <w:p w14:paraId="128408D6" w14:textId="77777777" w:rsidR="002B7FBB" w:rsidRPr="00455DCF" w:rsidRDefault="00D014E2" w:rsidP="002B7FBB">
            <w:pPr>
              <w:pStyle w:val="Bulletslist"/>
              <w:spacing w:after="0"/>
            </w:pPr>
            <w:r w:rsidRPr="00152B13">
              <w:rPr>
                <w:b w:val="0"/>
                <w:lang w:val="en-AU"/>
              </w:rPr>
              <w:t>Contextualisation</w:t>
            </w:r>
          </w:p>
        </w:tc>
      </w:tr>
      <w:tr w:rsidR="00005D2A" w14:paraId="128408E8" w14:textId="77777777" w:rsidTr="00005D2A">
        <w:trPr>
          <w:cantSplit/>
          <w:trHeight w:val="668"/>
        </w:trPr>
        <w:tc>
          <w:tcPr>
            <w:tcW w:w="154" w:type="pct"/>
            <w:shd w:val="clear" w:color="auto" w:fill="C7C5E0"/>
            <w:vAlign w:val="center"/>
          </w:tcPr>
          <w:p w14:paraId="128408D8" w14:textId="77777777" w:rsidR="00005D2A" w:rsidRPr="00704BD3" w:rsidRDefault="00005D2A" w:rsidP="00005D2A">
            <w:pPr>
              <w:tabs>
                <w:tab w:val="left" w:pos="975"/>
              </w:tabs>
              <w:spacing w:after="0"/>
              <w:rPr>
                <w:rFonts w:cs="Calibri"/>
                <w:b/>
                <w:sz w:val="20"/>
                <w:szCs w:val="20"/>
              </w:rPr>
            </w:pPr>
            <w:r w:rsidRPr="00704BD3">
              <w:rPr>
                <w:rFonts w:cs="Calibri"/>
                <w:b/>
                <w:sz w:val="20"/>
                <w:szCs w:val="20"/>
              </w:rPr>
              <w:t>1</w:t>
            </w:r>
          </w:p>
        </w:tc>
        <w:tc>
          <w:tcPr>
            <w:tcW w:w="771" w:type="pct"/>
          </w:tcPr>
          <w:p w14:paraId="1645349B" w14:textId="77777777" w:rsidR="00005D2A" w:rsidRPr="00E51450" w:rsidRDefault="00005D2A" w:rsidP="00E51450">
            <w:pPr>
              <w:spacing w:before="120" w:after="0"/>
              <w:rPr>
                <w:rFonts w:cstheme="minorHAnsi"/>
                <w:szCs w:val="22"/>
              </w:rPr>
            </w:pPr>
            <w:r w:rsidRPr="00E51450">
              <w:rPr>
                <w:rFonts w:cstheme="minorHAnsi"/>
                <w:bCs/>
                <w:szCs w:val="22"/>
              </w:rPr>
              <w:t>Peak Body</w:t>
            </w:r>
          </w:p>
          <w:p w14:paraId="77FFE6B0" w14:textId="77777777" w:rsidR="00005D2A" w:rsidRPr="00E51450" w:rsidRDefault="00005D2A" w:rsidP="00E51450">
            <w:pPr>
              <w:spacing w:before="120" w:after="0"/>
              <w:rPr>
                <w:rFonts w:cstheme="minorHAnsi"/>
                <w:szCs w:val="22"/>
              </w:rPr>
            </w:pPr>
            <w:r w:rsidRPr="00E51450">
              <w:rPr>
                <w:rFonts w:cstheme="minorHAnsi"/>
                <w:szCs w:val="22"/>
              </w:rPr>
              <w:t>Mechanical Trade Employers</w:t>
            </w:r>
          </w:p>
          <w:p w14:paraId="2F41D99C" w14:textId="77777777"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bCs/>
                <w:szCs w:val="22"/>
              </w:rPr>
              <w:t>National electricity supplier</w:t>
            </w:r>
          </w:p>
          <w:p w14:paraId="0C461043" w14:textId="77777777"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bCs/>
                <w:szCs w:val="22"/>
              </w:rPr>
              <w:t xml:space="preserve">State based </w:t>
            </w:r>
            <w:r w:rsidRPr="00E51450">
              <w:rPr>
                <w:rFonts w:cstheme="minorHAnsi"/>
                <w:szCs w:val="22"/>
              </w:rPr>
              <w:t>Engineering enterprise</w:t>
            </w:r>
          </w:p>
          <w:p w14:paraId="128408D9" w14:textId="76EAA4F7" w:rsidR="00005D2A" w:rsidRPr="00E51450" w:rsidRDefault="00005D2A" w:rsidP="00A60CA3">
            <w:pPr>
              <w:pStyle w:val="ListParagraph"/>
              <w:numPr>
                <w:ilvl w:val="0"/>
                <w:numId w:val="33"/>
              </w:numPr>
              <w:spacing w:before="120" w:after="0" w:line="259" w:lineRule="auto"/>
              <w:contextualSpacing w:val="0"/>
              <w:rPr>
                <w:rFonts w:cstheme="minorHAnsi"/>
                <w:szCs w:val="22"/>
              </w:rPr>
            </w:pPr>
            <w:r w:rsidRPr="00A60CA3">
              <w:rPr>
                <w:rFonts w:cstheme="minorHAnsi"/>
                <w:bCs/>
                <w:szCs w:val="22"/>
              </w:rPr>
              <w:t>Multinational</w:t>
            </w:r>
            <w:r w:rsidRPr="00E51450">
              <w:rPr>
                <w:rFonts w:cstheme="minorHAnsi"/>
                <w:szCs w:val="22"/>
              </w:rPr>
              <w:t xml:space="preserve"> engineering enterprise</w:t>
            </w:r>
          </w:p>
        </w:tc>
        <w:tc>
          <w:tcPr>
            <w:tcW w:w="859" w:type="pct"/>
          </w:tcPr>
          <w:p w14:paraId="5D9E0343" w14:textId="77777777" w:rsidR="00005D2A" w:rsidRPr="00E51450" w:rsidRDefault="00005D2A" w:rsidP="00E51450">
            <w:pPr>
              <w:spacing w:before="120" w:after="0"/>
              <w:rPr>
                <w:rFonts w:eastAsia="Times New Roman" w:cstheme="minorHAnsi"/>
                <w:szCs w:val="22"/>
                <w:lang w:eastAsia="en-AU"/>
              </w:rPr>
            </w:pPr>
            <w:r w:rsidRPr="00E51450">
              <w:rPr>
                <w:rFonts w:eastAsia="Times New Roman" w:cstheme="minorHAnsi"/>
                <w:szCs w:val="22"/>
                <w:lang w:eastAsia="en-AU"/>
              </w:rPr>
              <w:t>MRS_18_04_MEM30205_IER_02</w:t>
            </w:r>
          </w:p>
          <w:p w14:paraId="11EFF736" w14:textId="77777777" w:rsidR="00005D2A" w:rsidRPr="00E51450" w:rsidRDefault="00005D2A" w:rsidP="00E51450">
            <w:pPr>
              <w:spacing w:before="120" w:after="0"/>
              <w:rPr>
                <w:rFonts w:eastAsia="Times New Roman" w:cstheme="minorHAnsi"/>
                <w:szCs w:val="22"/>
                <w:lang w:eastAsia="en-AU"/>
              </w:rPr>
            </w:pPr>
            <w:r w:rsidRPr="00E51450">
              <w:rPr>
                <w:rFonts w:eastAsia="Times New Roman" w:cstheme="minorHAnsi"/>
                <w:szCs w:val="22"/>
                <w:lang w:eastAsia="en-AU"/>
              </w:rPr>
              <w:t>MRS_18_04_MEM30205_IER_01</w:t>
            </w:r>
          </w:p>
          <w:p w14:paraId="3DEB8C3D" w14:textId="77777777" w:rsidR="00005D2A" w:rsidRPr="00E51450" w:rsidRDefault="00005D2A" w:rsidP="00E51450">
            <w:pPr>
              <w:spacing w:before="120" w:after="0"/>
              <w:rPr>
                <w:rFonts w:eastAsia="Times New Roman" w:cstheme="minorHAnsi"/>
                <w:szCs w:val="22"/>
                <w:lang w:eastAsia="en-AU"/>
              </w:rPr>
            </w:pPr>
            <w:r w:rsidRPr="00E51450">
              <w:rPr>
                <w:rFonts w:eastAsia="Times New Roman" w:cstheme="minorHAnsi"/>
                <w:szCs w:val="22"/>
                <w:lang w:eastAsia="en-AU"/>
              </w:rPr>
              <w:t>MRS_18_04_MEM30205_IER_03</w:t>
            </w:r>
          </w:p>
          <w:p w14:paraId="128408DB" w14:textId="106FCDCA" w:rsidR="00005D2A" w:rsidRPr="00E51450" w:rsidRDefault="00005D2A" w:rsidP="00E51450">
            <w:pPr>
              <w:spacing w:before="120" w:after="0"/>
              <w:rPr>
                <w:rFonts w:cstheme="minorHAnsi"/>
                <w:szCs w:val="22"/>
              </w:rPr>
            </w:pPr>
            <w:r w:rsidRPr="00E51450">
              <w:rPr>
                <w:rFonts w:eastAsia="Times New Roman" w:cstheme="minorHAnsi"/>
                <w:szCs w:val="22"/>
                <w:lang w:eastAsia="en-AU"/>
              </w:rPr>
              <w:t>MRS_18_04_MEM30205_IER_04</w:t>
            </w:r>
          </w:p>
        </w:tc>
        <w:tc>
          <w:tcPr>
            <w:tcW w:w="866" w:type="pct"/>
          </w:tcPr>
          <w:p w14:paraId="40C34AB2" w14:textId="77777777" w:rsidR="00005D2A" w:rsidRPr="00E51450" w:rsidRDefault="00005D2A" w:rsidP="00E51450">
            <w:pPr>
              <w:spacing w:before="120" w:after="0"/>
              <w:rPr>
                <w:rFonts w:eastAsia="Times New Roman" w:cstheme="minorHAnsi"/>
                <w:szCs w:val="22"/>
                <w:lang w:eastAsia="en-AU"/>
              </w:rPr>
            </w:pPr>
            <w:r w:rsidRPr="00E51450">
              <w:rPr>
                <w:rFonts w:eastAsia="Times New Roman" w:cstheme="minorHAnsi"/>
                <w:szCs w:val="22"/>
                <w:lang w:eastAsia="en-AU"/>
              </w:rPr>
              <w:t>MRS_18_04_MEM30205_IER_02</w:t>
            </w:r>
          </w:p>
          <w:p w14:paraId="1F156C8D" w14:textId="77777777" w:rsidR="00005D2A" w:rsidRPr="00E51450" w:rsidRDefault="00005D2A" w:rsidP="00E51450">
            <w:pPr>
              <w:spacing w:before="120" w:after="0"/>
              <w:rPr>
                <w:rFonts w:eastAsia="Times New Roman" w:cstheme="minorHAnsi"/>
                <w:szCs w:val="22"/>
                <w:lang w:eastAsia="en-AU"/>
              </w:rPr>
            </w:pPr>
            <w:r w:rsidRPr="00E51450">
              <w:rPr>
                <w:rFonts w:eastAsia="Times New Roman" w:cstheme="minorHAnsi"/>
                <w:szCs w:val="22"/>
                <w:lang w:eastAsia="en-AU"/>
              </w:rPr>
              <w:t>MRS_18_04_MEM30205_IER_01</w:t>
            </w:r>
          </w:p>
          <w:p w14:paraId="13F2278E" w14:textId="77777777" w:rsidR="00005D2A" w:rsidRPr="00E51450" w:rsidRDefault="00005D2A" w:rsidP="00E51450">
            <w:pPr>
              <w:spacing w:before="120" w:after="0"/>
              <w:rPr>
                <w:rFonts w:eastAsia="Times New Roman" w:cstheme="minorHAnsi"/>
                <w:szCs w:val="22"/>
                <w:lang w:eastAsia="en-AU"/>
              </w:rPr>
            </w:pPr>
            <w:r w:rsidRPr="00E51450">
              <w:rPr>
                <w:rFonts w:eastAsia="Times New Roman" w:cstheme="minorHAnsi"/>
                <w:szCs w:val="22"/>
                <w:lang w:eastAsia="en-AU"/>
              </w:rPr>
              <w:t>MRS_18_04_MEM30205_IER_03</w:t>
            </w:r>
          </w:p>
          <w:p w14:paraId="128408DD" w14:textId="4BE42D41" w:rsidR="00005D2A" w:rsidRPr="00E51450" w:rsidRDefault="00005D2A" w:rsidP="00E51450">
            <w:pPr>
              <w:spacing w:before="120" w:after="0"/>
              <w:rPr>
                <w:rFonts w:cstheme="minorHAnsi"/>
                <w:szCs w:val="22"/>
              </w:rPr>
            </w:pPr>
            <w:r w:rsidRPr="00E51450">
              <w:rPr>
                <w:rFonts w:eastAsia="Times New Roman" w:cstheme="minorHAnsi"/>
                <w:szCs w:val="22"/>
                <w:lang w:eastAsia="en-AU"/>
              </w:rPr>
              <w:t>MRS_18_04_MEM30205_IER_04</w:t>
            </w:r>
          </w:p>
        </w:tc>
        <w:tc>
          <w:tcPr>
            <w:tcW w:w="511" w:type="pct"/>
          </w:tcPr>
          <w:p w14:paraId="6C67F4F0" w14:textId="77777777" w:rsidR="00005D2A" w:rsidRPr="00E51450" w:rsidRDefault="00005D2A" w:rsidP="00E51450">
            <w:pPr>
              <w:tabs>
                <w:tab w:val="center" w:pos="764"/>
              </w:tabs>
              <w:spacing w:before="120" w:after="0"/>
              <w:rPr>
                <w:rFonts w:cstheme="minorHAnsi"/>
                <w:szCs w:val="22"/>
              </w:rPr>
            </w:pPr>
            <w:r w:rsidRPr="00E51450">
              <w:rPr>
                <w:rFonts w:cstheme="minorHAnsi"/>
                <w:szCs w:val="22"/>
              </w:rPr>
              <w:t>25/06/18</w:t>
            </w:r>
          </w:p>
          <w:p w14:paraId="6B2C8D60" w14:textId="77777777" w:rsidR="00005D2A" w:rsidRPr="00E51450" w:rsidRDefault="00005D2A" w:rsidP="00E51450">
            <w:pPr>
              <w:tabs>
                <w:tab w:val="center" w:pos="764"/>
              </w:tabs>
              <w:spacing w:before="120" w:after="0"/>
              <w:rPr>
                <w:rFonts w:cstheme="minorHAnsi"/>
                <w:szCs w:val="22"/>
              </w:rPr>
            </w:pPr>
            <w:r w:rsidRPr="00E51450">
              <w:rPr>
                <w:rFonts w:cstheme="minorHAnsi"/>
                <w:szCs w:val="22"/>
              </w:rPr>
              <w:t>27/06/18</w:t>
            </w:r>
          </w:p>
          <w:p w14:paraId="27389530" w14:textId="77777777" w:rsidR="00005D2A" w:rsidRPr="00E51450" w:rsidRDefault="00005D2A" w:rsidP="00E51450">
            <w:pPr>
              <w:tabs>
                <w:tab w:val="center" w:pos="764"/>
              </w:tabs>
              <w:spacing w:before="120" w:after="0"/>
              <w:rPr>
                <w:rFonts w:cstheme="minorHAnsi"/>
                <w:szCs w:val="22"/>
              </w:rPr>
            </w:pPr>
            <w:r w:rsidRPr="00E51450">
              <w:rPr>
                <w:rFonts w:cstheme="minorHAnsi"/>
                <w:szCs w:val="22"/>
              </w:rPr>
              <w:t>26/06/18</w:t>
            </w:r>
          </w:p>
          <w:p w14:paraId="128408DE" w14:textId="40C008E9" w:rsidR="00005D2A" w:rsidRPr="00E51450" w:rsidRDefault="00005D2A" w:rsidP="00E51450">
            <w:pPr>
              <w:tabs>
                <w:tab w:val="left" w:pos="975"/>
              </w:tabs>
              <w:spacing w:before="120" w:after="0"/>
              <w:rPr>
                <w:rFonts w:cstheme="minorHAnsi"/>
                <w:szCs w:val="22"/>
              </w:rPr>
            </w:pPr>
            <w:r w:rsidRPr="00E51450">
              <w:rPr>
                <w:rFonts w:cstheme="minorHAnsi"/>
                <w:szCs w:val="22"/>
              </w:rPr>
              <w:t>10/07/18</w:t>
            </w:r>
          </w:p>
        </w:tc>
        <w:tc>
          <w:tcPr>
            <w:tcW w:w="1839" w:type="pct"/>
          </w:tcPr>
          <w:p w14:paraId="278D7F3B" w14:textId="77777777" w:rsidR="00005D2A" w:rsidRPr="00E51450" w:rsidRDefault="00005D2A" w:rsidP="00E51450">
            <w:pPr>
              <w:spacing w:before="120" w:after="0"/>
              <w:rPr>
                <w:rFonts w:cstheme="minorHAnsi"/>
                <w:b/>
                <w:bCs/>
                <w:szCs w:val="22"/>
              </w:rPr>
            </w:pPr>
            <w:r w:rsidRPr="00E51450">
              <w:rPr>
                <w:rFonts w:cstheme="minorHAnsi"/>
                <w:bCs/>
                <w:szCs w:val="22"/>
              </w:rPr>
              <w:t>The current mode of study was discussed with a range of stakeholders including the Peak Body, a major electricity supplier as well as state based and multinational engineering services enterprises.</w:t>
            </w:r>
          </w:p>
          <w:p w14:paraId="7A56B147" w14:textId="77777777" w:rsidR="00005D2A" w:rsidRPr="00E51450" w:rsidRDefault="00005D2A" w:rsidP="00E51450">
            <w:pPr>
              <w:spacing w:before="120" w:after="0"/>
              <w:rPr>
                <w:rFonts w:cstheme="minorHAnsi"/>
                <w:b/>
                <w:bCs/>
                <w:szCs w:val="22"/>
              </w:rPr>
            </w:pPr>
            <w:r w:rsidRPr="00E51450">
              <w:rPr>
                <w:rFonts w:cstheme="minorHAnsi"/>
                <w:b/>
                <w:bCs/>
                <w:szCs w:val="22"/>
              </w:rPr>
              <w:t>Feedback:</w:t>
            </w:r>
          </w:p>
          <w:p w14:paraId="6ADBEF7F" w14:textId="77777777" w:rsidR="00005D2A" w:rsidRPr="00E51450" w:rsidRDefault="00005D2A" w:rsidP="00E51450">
            <w:pPr>
              <w:spacing w:before="120" w:after="0"/>
              <w:rPr>
                <w:rFonts w:cstheme="minorHAnsi"/>
                <w:b/>
                <w:bCs/>
                <w:szCs w:val="22"/>
              </w:rPr>
            </w:pPr>
            <w:r w:rsidRPr="00E51450">
              <w:rPr>
                <w:rFonts w:cstheme="minorHAnsi"/>
                <w:bCs/>
                <w:szCs w:val="22"/>
              </w:rPr>
              <w:t>All stakeholders supported the current delivery and sequencing which includes 1 day at TAFE NSW face to Face supplemented with some online (Blended).</w:t>
            </w:r>
          </w:p>
          <w:p w14:paraId="127FBAF9" w14:textId="77777777" w:rsidR="00005D2A" w:rsidRPr="00E51450" w:rsidRDefault="00005D2A" w:rsidP="00E51450">
            <w:pPr>
              <w:spacing w:before="120" w:after="0"/>
              <w:rPr>
                <w:rFonts w:cstheme="minorHAnsi"/>
                <w:b/>
                <w:bCs/>
                <w:szCs w:val="22"/>
              </w:rPr>
            </w:pPr>
            <w:r w:rsidRPr="00E51450">
              <w:rPr>
                <w:rFonts w:cstheme="minorHAnsi"/>
                <w:b/>
                <w:bCs/>
                <w:szCs w:val="22"/>
              </w:rPr>
              <w:t>Action</w:t>
            </w:r>
          </w:p>
          <w:p w14:paraId="128408E7" w14:textId="4934A239" w:rsidR="00005D2A" w:rsidRPr="00E51450" w:rsidRDefault="00005D2A" w:rsidP="00E51450">
            <w:pPr>
              <w:spacing w:before="120" w:after="0"/>
              <w:rPr>
                <w:rFonts w:cstheme="minorHAnsi"/>
                <w:szCs w:val="22"/>
              </w:rPr>
            </w:pPr>
            <w:r w:rsidRPr="00E51450">
              <w:rPr>
                <w:rFonts w:cstheme="minorHAnsi"/>
                <w:szCs w:val="22"/>
              </w:rPr>
              <w:t xml:space="preserve">TAFE NSW will adopt a blended mode of delivery to provide flexibility without compromising practical hands on learning. </w:t>
            </w:r>
          </w:p>
        </w:tc>
      </w:tr>
      <w:tr w:rsidR="00005D2A" w14:paraId="128408F5" w14:textId="77777777" w:rsidTr="00005D2A">
        <w:trPr>
          <w:cantSplit/>
          <w:trHeight w:val="668"/>
        </w:trPr>
        <w:tc>
          <w:tcPr>
            <w:tcW w:w="154" w:type="pct"/>
            <w:shd w:val="clear" w:color="auto" w:fill="C7C5E0"/>
            <w:vAlign w:val="center"/>
          </w:tcPr>
          <w:p w14:paraId="128408E9" w14:textId="77777777" w:rsidR="00005D2A" w:rsidRPr="00704BD3" w:rsidRDefault="00005D2A" w:rsidP="00005D2A">
            <w:pPr>
              <w:spacing w:after="0"/>
              <w:rPr>
                <w:rFonts w:cs="Calibri"/>
                <w:b/>
                <w:sz w:val="20"/>
                <w:szCs w:val="20"/>
              </w:rPr>
            </w:pPr>
            <w:r w:rsidRPr="00704BD3">
              <w:rPr>
                <w:rFonts w:cs="Calibri"/>
                <w:b/>
                <w:sz w:val="20"/>
                <w:szCs w:val="20"/>
              </w:rPr>
              <w:t>2</w:t>
            </w:r>
          </w:p>
        </w:tc>
        <w:tc>
          <w:tcPr>
            <w:tcW w:w="771" w:type="pct"/>
          </w:tcPr>
          <w:p w14:paraId="503C8E98" w14:textId="77777777" w:rsidR="00005D2A" w:rsidRPr="00E51450" w:rsidRDefault="00005D2A" w:rsidP="00E51450">
            <w:pPr>
              <w:spacing w:before="120" w:after="0"/>
              <w:rPr>
                <w:rFonts w:cstheme="minorHAnsi"/>
                <w:szCs w:val="22"/>
              </w:rPr>
            </w:pPr>
            <w:r w:rsidRPr="00E51450">
              <w:rPr>
                <w:rFonts w:cstheme="minorHAnsi"/>
                <w:bCs/>
                <w:szCs w:val="22"/>
              </w:rPr>
              <w:t>Peak Body</w:t>
            </w:r>
          </w:p>
          <w:p w14:paraId="3E374286" w14:textId="77777777" w:rsidR="00005D2A" w:rsidRPr="00E51450" w:rsidRDefault="00005D2A" w:rsidP="00E51450">
            <w:pPr>
              <w:spacing w:before="120" w:after="0"/>
              <w:rPr>
                <w:rFonts w:cstheme="minorHAnsi"/>
                <w:szCs w:val="22"/>
              </w:rPr>
            </w:pPr>
            <w:r w:rsidRPr="00E51450">
              <w:rPr>
                <w:rFonts w:cstheme="minorHAnsi"/>
                <w:szCs w:val="22"/>
              </w:rPr>
              <w:t>Mechanical Trade Employer</w:t>
            </w:r>
          </w:p>
          <w:p w14:paraId="128408EA" w14:textId="68FFEF56"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bCs/>
                <w:szCs w:val="22"/>
              </w:rPr>
              <w:t xml:space="preserve">National </w:t>
            </w:r>
            <w:r w:rsidRPr="00E51450">
              <w:rPr>
                <w:rFonts w:cstheme="minorHAnsi"/>
                <w:szCs w:val="22"/>
              </w:rPr>
              <w:t xml:space="preserve">Multinational </w:t>
            </w:r>
            <w:r w:rsidRPr="00E51450">
              <w:rPr>
                <w:rFonts w:cstheme="minorHAnsi"/>
                <w:bCs/>
                <w:szCs w:val="22"/>
              </w:rPr>
              <w:t>engineering</w:t>
            </w:r>
            <w:r w:rsidRPr="00E51450">
              <w:rPr>
                <w:rFonts w:cstheme="minorHAnsi"/>
                <w:szCs w:val="22"/>
              </w:rPr>
              <w:t xml:space="preserve"> enterprise</w:t>
            </w:r>
          </w:p>
        </w:tc>
        <w:tc>
          <w:tcPr>
            <w:tcW w:w="859" w:type="pct"/>
          </w:tcPr>
          <w:p w14:paraId="7CAEF259" w14:textId="77777777" w:rsidR="00005D2A" w:rsidRPr="00E51450" w:rsidRDefault="00005D2A" w:rsidP="00E51450">
            <w:pPr>
              <w:spacing w:before="120" w:after="0"/>
              <w:rPr>
                <w:rFonts w:eastAsia="Times New Roman" w:cstheme="minorHAnsi"/>
                <w:szCs w:val="22"/>
                <w:lang w:eastAsia="en-AU"/>
              </w:rPr>
            </w:pPr>
            <w:r w:rsidRPr="00E51450">
              <w:rPr>
                <w:rFonts w:eastAsia="Times New Roman" w:cstheme="minorHAnsi"/>
                <w:szCs w:val="22"/>
                <w:lang w:eastAsia="en-AU"/>
              </w:rPr>
              <w:t>MRS_18_04_MEM30205_IER_04</w:t>
            </w:r>
          </w:p>
          <w:p w14:paraId="5E9430A6" w14:textId="77777777" w:rsidR="00005D2A" w:rsidRPr="00E51450" w:rsidRDefault="00005D2A" w:rsidP="00E51450">
            <w:pPr>
              <w:spacing w:before="120" w:after="0"/>
              <w:rPr>
                <w:rFonts w:eastAsia="Times New Roman" w:cstheme="minorHAnsi"/>
                <w:szCs w:val="22"/>
                <w:highlight w:val="yellow"/>
                <w:lang w:eastAsia="en-AU"/>
              </w:rPr>
            </w:pPr>
            <w:r w:rsidRPr="00E51450">
              <w:rPr>
                <w:rFonts w:eastAsia="Times New Roman" w:cstheme="minorHAnsi"/>
                <w:szCs w:val="22"/>
                <w:lang w:eastAsia="en-AU"/>
              </w:rPr>
              <w:t>MRS_18_04_MEM30205_IER_02</w:t>
            </w:r>
          </w:p>
          <w:p w14:paraId="761B34EE" w14:textId="77777777" w:rsidR="00005D2A" w:rsidRPr="00E51450" w:rsidRDefault="00005D2A" w:rsidP="00E51450">
            <w:pPr>
              <w:spacing w:before="120" w:after="0"/>
              <w:rPr>
                <w:rFonts w:eastAsia="Times New Roman" w:cstheme="minorHAnsi"/>
                <w:szCs w:val="22"/>
                <w:highlight w:val="yellow"/>
                <w:lang w:eastAsia="en-AU"/>
              </w:rPr>
            </w:pPr>
          </w:p>
          <w:p w14:paraId="128408EB" w14:textId="3D8D9C38" w:rsidR="00005D2A" w:rsidRPr="00E51450" w:rsidRDefault="00005D2A" w:rsidP="00E51450">
            <w:pPr>
              <w:spacing w:before="120" w:after="0"/>
              <w:rPr>
                <w:rFonts w:cstheme="minorHAnsi"/>
                <w:szCs w:val="22"/>
              </w:rPr>
            </w:pPr>
          </w:p>
        </w:tc>
        <w:tc>
          <w:tcPr>
            <w:tcW w:w="866" w:type="pct"/>
          </w:tcPr>
          <w:p w14:paraId="517C8554" w14:textId="77777777" w:rsidR="00005D2A" w:rsidRPr="00E51450" w:rsidRDefault="00005D2A" w:rsidP="00E51450">
            <w:pPr>
              <w:spacing w:before="120" w:after="0"/>
              <w:rPr>
                <w:rFonts w:eastAsia="Times New Roman" w:cstheme="minorHAnsi"/>
                <w:szCs w:val="22"/>
                <w:lang w:eastAsia="en-AU"/>
              </w:rPr>
            </w:pPr>
            <w:r w:rsidRPr="00E51450">
              <w:rPr>
                <w:rFonts w:eastAsia="Times New Roman" w:cstheme="minorHAnsi"/>
                <w:szCs w:val="22"/>
                <w:lang w:eastAsia="en-AU"/>
              </w:rPr>
              <w:t>MRS_18_04_MEM30205_IER_04</w:t>
            </w:r>
          </w:p>
          <w:p w14:paraId="128408EC" w14:textId="3113D344" w:rsidR="00005D2A" w:rsidRPr="00E51450" w:rsidRDefault="00005D2A" w:rsidP="00E51450">
            <w:pPr>
              <w:spacing w:before="120" w:after="0"/>
              <w:rPr>
                <w:rFonts w:cstheme="minorHAnsi"/>
                <w:szCs w:val="22"/>
              </w:rPr>
            </w:pPr>
            <w:r w:rsidRPr="00E51450">
              <w:rPr>
                <w:rFonts w:eastAsia="Times New Roman" w:cstheme="minorHAnsi"/>
                <w:szCs w:val="22"/>
                <w:lang w:eastAsia="en-AU"/>
              </w:rPr>
              <w:t>MRS_18_04_MEM30205_IER_02</w:t>
            </w:r>
          </w:p>
        </w:tc>
        <w:tc>
          <w:tcPr>
            <w:tcW w:w="511" w:type="pct"/>
          </w:tcPr>
          <w:p w14:paraId="71B96830" w14:textId="77777777" w:rsidR="00005D2A" w:rsidRPr="00E51450" w:rsidRDefault="00005D2A" w:rsidP="00E51450">
            <w:pPr>
              <w:spacing w:before="120" w:after="0"/>
              <w:textAlignment w:val="baseline"/>
              <w:rPr>
                <w:rFonts w:eastAsia="Times New Roman" w:cstheme="minorHAnsi"/>
                <w:szCs w:val="22"/>
                <w:lang w:eastAsia="en-AU"/>
              </w:rPr>
            </w:pPr>
            <w:r w:rsidRPr="00E51450">
              <w:rPr>
                <w:rFonts w:eastAsia="Times New Roman" w:cstheme="minorHAnsi"/>
                <w:szCs w:val="22"/>
                <w:lang w:eastAsia="en-AU"/>
              </w:rPr>
              <w:t>25/06/2018</w:t>
            </w:r>
          </w:p>
          <w:p w14:paraId="128408ED" w14:textId="70DEFAD6" w:rsidR="00005D2A" w:rsidRPr="00E51450" w:rsidRDefault="00005D2A" w:rsidP="00E51450">
            <w:pPr>
              <w:spacing w:before="120" w:after="0"/>
              <w:rPr>
                <w:rFonts w:cstheme="minorHAnsi"/>
                <w:szCs w:val="22"/>
              </w:rPr>
            </w:pPr>
            <w:r w:rsidRPr="00E51450">
              <w:rPr>
                <w:rFonts w:eastAsia="Times New Roman" w:cstheme="minorHAnsi"/>
                <w:szCs w:val="22"/>
                <w:lang w:eastAsia="en-AU"/>
              </w:rPr>
              <w:t>10/07/2018</w:t>
            </w:r>
          </w:p>
        </w:tc>
        <w:tc>
          <w:tcPr>
            <w:tcW w:w="1839" w:type="pct"/>
          </w:tcPr>
          <w:p w14:paraId="6CFA20D5" w14:textId="77777777" w:rsidR="00005D2A" w:rsidRPr="00E51450" w:rsidRDefault="00005D2A" w:rsidP="00E51450">
            <w:pPr>
              <w:spacing w:before="120" w:after="0"/>
              <w:rPr>
                <w:rFonts w:cstheme="minorHAnsi"/>
                <w:bCs/>
                <w:szCs w:val="22"/>
              </w:rPr>
            </w:pPr>
            <w:r w:rsidRPr="00E51450">
              <w:rPr>
                <w:rFonts w:cstheme="minorHAnsi"/>
                <w:bCs/>
                <w:szCs w:val="22"/>
              </w:rPr>
              <w:t>This employer provides the perspective of a multinational enterprise providing specialist engineering services.</w:t>
            </w:r>
          </w:p>
          <w:p w14:paraId="52CA88CF" w14:textId="77777777" w:rsidR="00005D2A" w:rsidRPr="00E51450" w:rsidRDefault="00005D2A" w:rsidP="00E51450">
            <w:pPr>
              <w:spacing w:before="120" w:after="0"/>
              <w:rPr>
                <w:rFonts w:cstheme="minorHAnsi"/>
                <w:b/>
                <w:bCs/>
                <w:szCs w:val="22"/>
              </w:rPr>
            </w:pPr>
            <w:r w:rsidRPr="00E51450">
              <w:rPr>
                <w:rFonts w:cstheme="minorHAnsi"/>
                <w:b/>
                <w:bCs/>
                <w:szCs w:val="22"/>
              </w:rPr>
              <w:t>Feedback:</w:t>
            </w:r>
          </w:p>
          <w:p w14:paraId="3EEF49BC" w14:textId="77777777" w:rsidR="00005D2A" w:rsidRPr="00E51450" w:rsidRDefault="00005D2A" w:rsidP="00E51450">
            <w:pPr>
              <w:pStyle w:val="ListParagraph"/>
              <w:numPr>
                <w:ilvl w:val="0"/>
                <w:numId w:val="35"/>
              </w:numPr>
              <w:spacing w:before="120" w:after="0" w:line="259" w:lineRule="auto"/>
              <w:ind w:hanging="357"/>
              <w:contextualSpacing w:val="0"/>
              <w:rPr>
                <w:rFonts w:cstheme="minorHAnsi"/>
                <w:bCs/>
                <w:szCs w:val="22"/>
              </w:rPr>
            </w:pPr>
            <w:r w:rsidRPr="00E51450">
              <w:rPr>
                <w:rFonts w:cstheme="minorHAnsi"/>
                <w:bCs/>
                <w:szCs w:val="22"/>
              </w:rPr>
              <w:t>This stakeholder felt that apprentices require further skilling in CAD drawing and CNC machining.</w:t>
            </w:r>
          </w:p>
          <w:p w14:paraId="7CEC97A5" w14:textId="77777777" w:rsidR="00005D2A" w:rsidRPr="00E51450" w:rsidRDefault="00005D2A" w:rsidP="00E51450">
            <w:pPr>
              <w:pStyle w:val="ListParagraph"/>
              <w:numPr>
                <w:ilvl w:val="0"/>
                <w:numId w:val="35"/>
              </w:numPr>
              <w:spacing w:before="120" w:after="0" w:line="259" w:lineRule="auto"/>
              <w:ind w:hanging="357"/>
              <w:contextualSpacing w:val="0"/>
              <w:rPr>
                <w:rFonts w:cstheme="minorHAnsi"/>
                <w:bCs/>
                <w:szCs w:val="22"/>
              </w:rPr>
            </w:pPr>
            <w:r w:rsidRPr="00E51450">
              <w:rPr>
                <w:rFonts w:cstheme="minorHAnsi"/>
                <w:bCs/>
                <w:szCs w:val="22"/>
              </w:rPr>
              <w:t>The need for CNC was supported by the Peak body and the following two units were specifically recommended for inclusion.</w:t>
            </w:r>
          </w:p>
          <w:p w14:paraId="1B8299CB" w14:textId="77777777" w:rsidR="00005D2A" w:rsidRPr="00E51450" w:rsidRDefault="00005D2A" w:rsidP="00E51450">
            <w:pPr>
              <w:pStyle w:val="ListParagraph"/>
              <w:numPr>
                <w:ilvl w:val="0"/>
                <w:numId w:val="34"/>
              </w:numPr>
              <w:spacing w:before="120" w:after="0" w:line="259" w:lineRule="auto"/>
              <w:ind w:hanging="357"/>
              <w:contextualSpacing w:val="0"/>
              <w:rPr>
                <w:rFonts w:cstheme="minorHAnsi"/>
                <w:szCs w:val="22"/>
              </w:rPr>
            </w:pPr>
            <w:r w:rsidRPr="00E51450">
              <w:rPr>
                <w:rFonts w:cstheme="minorHAnsi"/>
                <w:szCs w:val="22"/>
              </w:rPr>
              <w:t>MEM07015B Set computer controlled machines/processes</w:t>
            </w:r>
          </w:p>
          <w:p w14:paraId="7C52B62B" w14:textId="77777777" w:rsidR="00005D2A" w:rsidRPr="00E51450" w:rsidRDefault="00005D2A" w:rsidP="00E51450">
            <w:pPr>
              <w:pStyle w:val="ListParagraph"/>
              <w:numPr>
                <w:ilvl w:val="0"/>
                <w:numId w:val="34"/>
              </w:numPr>
              <w:spacing w:before="120" w:after="0" w:line="259" w:lineRule="auto"/>
              <w:ind w:hanging="357"/>
              <w:contextualSpacing w:val="0"/>
              <w:rPr>
                <w:rFonts w:cstheme="minorHAnsi"/>
                <w:szCs w:val="22"/>
              </w:rPr>
            </w:pPr>
            <w:r w:rsidRPr="00E51450">
              <w:rPr>
                <w:rFonts w:cstheme="minorHAnsi"/>
                <w:szCs w:val="22"/>
              </w:rPr>
              <w:t>MEM07016C Set and edit computer controlled machines/process</w:t>
            </w:r>
          </w:p>
          <w:p w14:paraId="0C237D05" w14:textId="77777777" w:rsidR="00005D2A" w:rsidRPr="00E51450" w:rsidRDefault="00005D2A" w:rsidP="00E51450">
            <w:pPr>
              <w:pStyle w:val="ListParagraph"/>
              <w:numPr>
                <w:ilvl w:val="0"/>
                <w:numId w:val="35"/>
              </w:numPr>
              <w:spacing w:before="120" w:after="0" w:line="259" w:lineRule="auto"/>
              <w:ind w:hanging="357"/>
              <w:contextualSpacing w:val="0"/>
              <w:rPr>
                <w:rFonts w:cstheme="minorHAnsi"/>
                <w:szCs w:val="22"/>
              </w:rPr>
            </w:pPr>
            <w:r w:rsidRPr="00E51450">
              <w:rPr>
                <w:rFonts w:cstheme="minorHAnsi"/>
                <w:szCs w:val="22"/>
              </w:rPr>
              <w:t xml:space="preserve">This </w:t>
            </w:r>
            <w:r w:rsidRPr="00E51450">
              <w:rPr>
                <w:rFonts w:cstheme="minorHAnsi"/>
                <w:bCs/>
                <w:szCs w:val="22"/>
              </w:rPr>
              <w:t>employer</w:t>
            </w:r>
            <w:r w:rsidRPr="00E51450">
              <w:rPr>
                <w:rFonts w:cstheme="minorHAnsi"/>
                <w:szCs w:val="22"/>
              </w:rPr>
              <w:t xml:space="preserve"> also confirmed that the facilities and equipment adequate for delivery.</w:t>
            </w:r>
          </w:p>
          <w:p w14:paraId="487FE3C9" w14:textId="77777777" w:rsidR="00005D2A" w:rsidRPr="00E51450" w:rsidRDefault="00005D2A" w:rsidP="00E51450">
            <w:pPr>
              <w:spacing w:before="120" w:after="0"/>
              <w:rPr>
                <w:rFonts w:cstheme="minorHAnsi"/>
                <w:b/>
                <w:bCs/>
                <w:szCs w:val="22"/>
              </w:rPr>
            </w:pPr>
            <w:r w:rsidRPr="00E51450">
              <w:rPr>
                <w:rFonts w:cstheme="minorHAnsi"/>
                <w:b/>
                <w:bCs/>
                <w:szCs w:val="22"/>
              </w:rPr>
              <w:t>Action</w:t>
            </w:r>
          </w:p>
          <w:p w14:paraId="6D526DFC" w14:textId="77777777" w:rsidR="00005D2A" w:rsidRPr="00E51450" w:rsidRDefault="00005D2A" w:rsidP="00E51450">
            <w:pPr>
              <w:pStyle w:val="ListParagraph"/>
              <w:numPr>
                <w:ilvl w:val="0"/>
                <w:numId w:val="35"/>
              </w:numPr>
              <w:spacing w:before="120" w:after="0" w:line="259" w:lineRule="auto"/>
              <w:ind w:hanging="357"/>
              <w:contextualSpacing w:val="0"/>
              <w:rPr>
                <w:rFonts w:cstheme="minorHAnsi"/>
                <w:szCs w:val="22"/>
              </w:rPr>
            </w:pPr>
            <w:r w:rsidRPr="00E51450">
              <w:rPr>
                <w:rFonts w:cstheme="minorHAnsi"/>
                <w:szCs w:val="22"/>
              </w:rPr>
              <w:t>TAFE NSW have proposed a ‘CNC Machinist’ stream that includes the following machining units.</w:t>
            </w:r>
          </w:p>
          <w:p w14:paraId="0E523FD5" w14:textId="77777777" w:rsidR="00005D2A" w:rsidRPr="00E51450" w:rsidRDefault="00005D2A" w:rsidP="00E51450">
            <w:pPr>
              <w:pStyle w:val="ListParagraph"/>
              <w:numPr>
                <w:ilvl w:val="0"/>
                <w:numId w:val="34"/>
              </w:numPr>
              <w:spacing w:before="120" w:after="0" w:line="259" w:lineRule="auto"/>
              <w:ind w:hanging="357"/>
              <w:contextualSpacing w:val="0"/>
              <w:rPr>
                <w:rFonts w:cstheme="minorHAnsi"/>
                <w:szCs w:val="22"/>
              </w:rPr>
            </w:pPr>
            <w:r w:rsidRPr="00E51450">
              <w:rPr>
                <w:rFonts w:cstheme="minorHAnsi"/>
                <w:szCs w:val="22"/>
              </w:rPr>
              <w:t>MEM07015B Set computer controlled machines/processes</w:t>
            </w:r>
          </w:p>
          <w:p w14:paraId="0467756C" w14:textId="77777777" w:rsidR="00005D2A" w:rsidRPr="00E51450" w:rsidRDefault="00005D2A" w:rsidP="00E51450">
            <w:pPr>
              <w:pStyle w:val="ListParagraph"/>
              <w:numPr>
                <w:ilvl w:val="0"/>
                <w:numId w:val="34"/>
              </w:numPr>
              <w:spacing w:before="120" w:after="0" w:line="259" w:lineRule="auto"/>
              <w:ind w:hanging="357"/>
              <w:contextualSpacing w:val="0"/>
              <w:rPr>
                <w:rFonts w:cstheme="minorHAnsi"/>
                <w:szCs w:val="22"/>
              </w:rPr>
            </w:pPr>
            <w:r w:rsidRPr="00E51450">
              <w:rPr>
                <w:rFonts w:cstheme="minorHAnsi"/>
                <w:szCs w:val="22"/>
              </w:rPr>
              <w:t>MEM07016C Set and edit computer controlled machines/process</w:t>
            </w:r>
          </w:p>
          <w:p w14:paraId="101055B4" w14:textId="77777777" w:rsidR="00005D2A" w:rsidRPr="00E51450" w:rsidRDefault="00005D2A" w:rsidP="00E51450">
            <w:pPr>
              <w:pStyle w:val="ListParagraph"/>
              <w:numPr>
                <w:ilvl w:val="0"/>
                <w:numId w:val="34"/>
              </w:numPr>
              <w:spacing w:before="120" w:after="0" w:line="259" w:lineRule="auto"/>
              <w:ind w:hanging="357"/>
              <w:contextualSpacing w:val="0"/>
              <w:rPr>
                <w:rFonts w:cstheme="minorHAnsi"/>
                <w:szCs w:val="22"/>
              </w:rPr>
            </w:pPr>
            <w:r w:rsidRPr="00E51450">
              <w:rPr>
                <w:rFonts w:cstheme="minorHAnsi"/>
                <w:szCs w:val="22"/>
              </w:rPr>
              <w:t>MEM07018C Write basic NC/CNC programs</w:t>
            </w:r>
          </w:p>
          <w:p w14:paraId="5DB486F9" w14:textId="77777777" w:rsidR="00005D2A" w:rsidRPr="00E51450" w:rsidRDefault="00005D2A" w:rsidP="00E51450">
            <w:pPr>
              <w:pStyle w:val="ListParagraph"/>
              <w:numPr>
                <w:ilvl w:val="0"/>
                <w:numId w:val="34"/>
              </w:numPr>
              <w:spacing w:before="120" w:after="0" w:line="259" w:lineRule="auto"/>
              <w:ind w:hanging="357"/>
              <w:contextualSpacing w:val="0"/>
              <w:rPr>
                <w:rFonts w:cstheme="minorHAnsi"/>
                <w:szCs w:val="22"/>
              </w:rPr>
            </w:pPr>
            <w:r w:rsidRPr="00E51450">
              <w:rPr>
                <w:rFonts w:cstheme="minorHAnsi"/>
                <w:szCs w:val="22"/>
              </w:rPr>
              <w:t>MEM07024B Operate and monitor machine/process</w:t>
            </w:r>
          </w:p>
          <w:p w14:paraId="71AADB37" w14:textId="77777777" w:rsidR="00005D2A" w:rsidRPr="00E51450" w:rsidRDefault="00005D2A" w:rsidP="00E51450">
            <w:pPr>
              <w:pStyle w:val="ListParagraph"/>
              <w:numPr>
                <w:ilvl w:val="0"/>
                <w:numId w:val="34"/>
              </w:numPr>
              <w:spacing w:before="120" w:after="0" w:line="259" w:lineRule="auto"/>
              <w:ind w:hanging="357"/>
              <w:contextualSpacing w:val="0"/>
              <w:rPr>
                <w:rFonts w:cstheme="minorHAnsi"/>
                <w:szCs w:val="22"/>
              </w:rPr>
            </w:pPr>
            <w:r w:rsidRPr="00E51450">
              <w:rPr>
                <w:rFonts w:cstheme="minorHAnsi"/>
                <w:szCs w:val="22"/>
              </w:rPr>
              <w:t>MEM07028B Operate computer controlled machine/process</w:t>
            </w:r>
          </w:p>
          <w:p w14:paraId="42A8C83D" w14:textId="77777777" w:rsidR="00005D2A" w:rsidRPr="00E51450" w:rsidRDefault="00005D2A" w:rsidP="00E51450">
            <w:pPr>
              <w:pStyle w:val="ListParagraph"/>
              <w:numPr>
                <w:ilvl w:val="0"/>
                <w:numId w:val="35"/>
              </w:numPr>
              <w:spacing w:before="120" w:after="0" w:line="259" w:lineRule="auto"/>
              <w:ind w:hanging="357"/>
              <w:contextualSpacing w:val="0"/>
              <w:rPr>
                <w:rFonts w:cstheme="minorHAnsi"/>
                <w:szCs w:val="22"/>
              </w:rPr>
            </w:pPr>
            <w:r w:rsidRPr="00E51450">
              <w:rPr>
                <w:rFonts w:cstheme="minorHAnsi"/>
                <w:szCs w:val="22"/>
              </w:rPr>
              <w:t>There are no electives listed in the qualification that relate directly to CAD.</w:t>
            </w:r>
          </w:p>
          <w:p w14:paraId="128408F4" w14:textId="60169E5B" w:rsidR="00005D2A" w:rsidRPr="00E51450" w:rsidRDefault="00005D2A" w:rsidP="00E51450">
            <w:pPr>
              <w:pStyle w:val="ListParagraph"/>
              <w:numPr>
                <w:ilvl w:val="0"/>
                <w:numId w:val="35"/>
              </w:numPr>
              <w:spacing w:before="120" w:after="0" w:line="259" w:lineRule="auto"/>
              <w:ind w:hanging="357"/>
              <w:contextualSpacing w:val="0"/>
              <w:rPr>
                <w:rFonts w:cstheme="minorHAnsi"/>
                <w:szCs w:val="22"/>
              </w:rPr>
            </w:pPr>
            <w:r w:rsidRPr="00E51450">
              <w:rPr>
                <w:rFonts w:cstheme="minorHAnsi"/>
                <w:szCs w:val="22"/>
              </w:rPr>
              <w:t>Although MEM16008A Interact with computing technology, a core unit does not specify CAD, TAFE NSW is considering the inclusion of CAD in the training for this unit.</w:t>
            </w:r>
          </w:p>
        </w:tc>
      </w:tr>
      <w:tr w:rsidR="00005D2A" w14:paraId="12840901" w14:textId="77777777" w:rsidTr="00005D2A">
        <w:trPr>
          <w:cantSplit/>
          <w:trHeight w:val="668"/>
        </w:trPr>
        <w:tc>
          <w:tcPr>
            <w:tcW w:w="154" w:type="pct"/>
            <w:shd w:val="clear" w:color="auto" w:fill="C7C5E0"/>
            <w:vAlign w:val="center"/>
          </w:tcPr>
          <w:p w14:paraId="128408F6" w14:textId="77777777" w:rsidR="00005D2A" w:rsidRPr="00704BD3" w:rsidRDefault="00005D2A" w:rsidP="00005D2A">
            <w:pPr>
              <w:spacing w:after="0"/>
              <w:rPr>
                <w:rFonts w:cs="Calibri"/>
                <w:b/>
                <w:sz w:val="20"/>
                <w:szCs w:val="20"/>
              </w:rPr>
            </w:pPr>
            <w:r w:rsidRPr="00704BD3">
              <w:rPr>
                <w:rFonts w:cs="Calibri"/>
                <w:b/>
                <w:sz w:val="20"/>
                <w:szCs w:val="20"/>
              </w:rPr>
              <w:t>3</w:t>
            </w:r>
          </w:p>
        </w:tc>
        <w:tc>
          <w:tcPr>
            <w:tcW w:w="771" w:type="pct"/>
          </w:tcPr>
          <w:p w14:paraId="6A1CB206" w14:textId="77777777" w:rsidR="00005D2A" w:rsidRPr="00E51450" w:rsidRDefault="00005D2A" w:rsidP="00E51450">
            <w:pPr>
              <w:spacing w:before="120" w:after="0"/>
              <w:rPr>
                <w:rFonts w:cstheme="minorHAnsi"/>
                <w:szCs w:val="22"/>
              </w:rPr>
            </w:pPr>
            <w:r w:rsidRPr="00E51450">
              <w:rPr>
                <w:rFonts w:cstheme="minorHAnsi"/>
                <w:szCs w:val="22"/>
              </w:rPr>
              <w:t>Mechanical Trade Employer</w:t>
            </w:r>
          </w:p>
          <w:p w14:paraId="128408F7" w14:textId="69E684EA"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bCs/>
                <w:szCs w:val="22"/>
              </w:rPr>
              <w:t>National electricity supplier</w:t>
            </w:r>
          </w:p>
        </w:tc>
        <w:tc>
          <w:tcPr>
            <w:tcW w:w="859" w:type="pct"/>
          </w:tcPr>
          <w:p w14:paraId="128408F9" w14:textId="6F7CFA8C" w:rsidR="00005D2A" w:rsidRPr="00E51450" w:rsidRDefault="00005D2A" w:rsidP="00E51450">
            <w:pPr>
              <w:spacing w:before="120" w:after="0"/>
              <w:rPr>
                <w:rFonts w:cstheme="minorHAnsi"/>
                <w:szCs w:val="22"/>
              </w:rPr>
            </w:pPr>
            <w:r w:rsidRPr="00E51450">
              <w:rPr>
                <w:rFonts w:eastAsia="Times New Roman" w:cstheme="minorHAnsi"/>
                <w:szCs w:val="22"/>
                <w:lang w:eastAsia="en-AU"/>
              </w:rPr>
              <w:t>MRS_18_04_MEM30205_IER_01</w:t>
            </w:r>
          </w:p>
        </w:tc>
        <w:tc>
          <w:tcPr>
            <w:tcW w:w="866" w:type="pct"/>
          </w:tcPr>
          <w:p w14:paraId="128408FB" w14:textId="50C6E553" w:rsidR="00005D2A" w:rsidRPr="00E51450" w:rsidRDefault="00005D2A" w:rsidP="00E51450">
            <w:pPr>
              <w:spacing w:before="120" w:after="0"/>
              <w:rPr>
                <w:rFonts w:cstheme="minorHAnsi"/>
                <w:szCs w:val="22"/>
              </w:rPr>
            </w:pPr>
            <w:r w:rsidRPr="00E51450">
              <w:rPr>
                <w:rFonts w:eastAsia="Times New Roman" w:cstheme="minorHAnsi"/>
                <w:szCs w:val="22"/>
                <w:lang w:eastAsia="en-AU"/>
              </w:rPr>
              <w:t>MRS_18_04_MEM30205_IER_01</w:t>
            </w:r>
          </w:p>
        </w:tc>
        <w:tc>
          <w:tcPr>
            <w:tcW w:w="511" w:type="pct"/>
          </w:tcPr>
          <w:p w14:paraId="128408FC" w14:textId="52705413" w:rsidR="00005D2A" w:rsidRPr="00E51450" w:rsidRDefault="00005D2A" w:rsidP="00E51450">
            <w:pPr>
              <w:spacing w:before="120" w:after="0"/>
              <w:rPr>
                <w:rFonts w:cstheme="minorHAnsi"/>
                <w:szCs w:val="22"/>
              </w:rPr>
            </w:pPr>
            <w:r w:rsidRPr="00E51450">
              <w:rPr>
                <w:rFonts w:eastAsia="Times New Roman" w:cstheme="minorHAnsi"/>
                <w:szCs w:val="22"/>
                <w:lang w:eastAsia="en-AU"/>
              </w:rPr>
              <w:t>27/06/18</w:t>
            </w:r>
          </w:p>
        </w:tc>
        <w:tc>
          <w:tcPr>
            <w:tcW w:w="1839" w:type="pct"/>
          </w:tcPr>
          <w:p w14:paraId="190EA23B" w14:textId="77777777" w:rsidR="00005D2A" w:rsidRPr="00E51450" w:rsidRDefault="00005D2A" w:rsidP="00E51450">
            <w:pPr>
              <w:spacing w:before="120" w:after="0"/>
              <w:rPr>
                <w:rFonts w:cstheme="minorHAnsi"/>
                <w:szCs w:val="22"/>
              </w:rPr>
            </w:pPr>
            <w:r w:rsidRPr="00E51450">
              <w:rPr>
                <w:rFonts w:cstheme="minorHAnsi"/>
                <w:szCs w:val="22"/>
              </w:rPr>
              <w:t>This stakeholder is one of Australia's major electricity generators with multiple power stations and gas turbines.</w:t>
            </w:r>
          </w:p>
          <w:p w14:paraId="61727C96" w14:textId="77777777" w:rsidR="00005D2A" w:rsidRPr="00E51450" w:rsidRDefault="00005D2A" w:rsidP="00E51450">
            <w:pPr>
              <w:spacing w:before="120" w:after="0"/>
              <w:rPr>
                <w:rFonts w:cstheme="minorHAnsi"/>
                <w:b/>
                <w:bCs/>
                <w:szCs w:val="22"/>
              </w:rPr>
            </w:pPr>
            <w:r w:rsidRPr="00E51450">
              <w:rPr>
                <w:rFonts w:cstheme="minorHAnsi"/>
                <w:b/>
                <w:bCs/>
                <w:szCs w:val="22"/>
              </w:rPr>
              <w:t>Feedback:</w:t>
            </w:r>
          </w:p>
          <w:p w14:paraId="00226774" w14:textId="77777777" w:rsidR="00005D2A" w:rsidRPr="00E51450" w:rsidRDefault="00005D2A" w:rsidP="00E51450">
            <w:pPr>
              <w:spacing w:before="120" w:after="0"/>
              <w:rPr>
                <w:rFonts w:cstheme="minorHAnsi"/>
                <w:bCs/>
                <w:szCs w:val="22"/>
              </w:rPr>
            </w:pPr>
            <w:r w:rsidRPr="00E51450">
              <w:rPr>
                <w:rFonts w:cstheme="minorHAnsi"/>
                <w:bCs/>
                <w:szCs w:val="22"/>
              </w:rPr>
              <w:t>MEM07008D - Perform grinding operations is no longer relevant.</w:t>
            </w:r>
          </w:p>
          <w:p w14:paraId="42E78244" w14:textId="77777777" w:rsidR="00005D2A" w:rsidRPr="00E51450" w:rsidRDefault="00005D2A" w:rsidP="00E51450">
            <w:pPr>
              <w:spacing w:before="120" w:after="0"/>
              <w:rPr>
                <w:rFonts w:cstheme="minorHAnsi"/>
                <w:bCs/>
                <w:szCs w:val="22"/>
              </w:rPr>
            </w:pPr>
            <w:r w:rsidRPr="00E51450">
              <w:rPr>
                <w:rFonts w:cstheme="minorHAnsi"/>
                <w:bCs/>
                <w:szCs w:val="22"/>
              </w:rPr>
              <w:t>Would like to see MEM18004B - Maintain and overhaul mechanical equipment is currently used and they would like to see this in lieu of grinding unit.</w:t>
            </w:r>
          </w:p>
          <w:p w14:paraId="467D3C3A" w14:textId="77777777" w:rsidR="00005D2A" w:rsidRPr="00E51450" w:rsidRDefault="00005D2A" w:rsidP="00E51450">
            <w:pPr>
              <w:spacing w:before="120" w:after="0"/>
              <w:rPr>
                <w:rFonts w:cstheme="minorHAnsi"/>
                <w:b/>
                <w:bCs/>
                <w:szCs w:val="22"/>
              </w:rPr>
            </w:pPr>
            <w:r w:rsidRPr="00E51450">
              <w:rPr>
                <w:rFonts w:cstheme="minorHAnsi"/>
                <w:b/>
                <w:bCs/>
                <w:szCs w:val="22"/>
              </w:rPr>
              <w:t>Action:</w:t>
            </w:r>
          </w:p>
          <w:p w14:paraId="4D7C56E9" w14:textId="77777777" w:rsidR="00005D2A" w:rsidRPr="00E51450" w:rsidRDefault="00005D2A" w:rsidP="00E51450">
            <w:pPr>
              <w:spacing w:before="120" w:after="0"/>
              <w:rPr>
                <w:rFonts w:cstheme="minorHAnsi"/>
                <w:szCs w:val="22"/>
              </w:rPr>
            </w:pPr>
            <w:r w:rsidRPr="00E51450">
              <w:rPr>
                <w:rFonts w:cstheme="minorHAnsi"/>
                <w:szCs w:val="22"/>
              </w:rPr>
              <w:t>MEM07008D - Perform grinding operations was removed as an elective.</w:t>
            </w:r>
          </w:p>
          <w:p w14:paraId="361EFA51" w14:textId="77777777" w:rsidR="00005D2A" w:rsidRPr="00E51450" w:rsidRDefault="00005D2A" w:rsidP="00E51450">
            <w:pPr>
              <w:spacing w:before="120" w:after="0"/>
              <w:rPr>
                <w:rFonts w:cstheme="minorHAnsi"/>
                <w:szCs w:val="22"/>
              </w:rPr>
            </w:pPr>
            <w:r w:rsidRPr="00E51450">
              <w:rPr>
                <w:rFonts w:cstheme="minorHAnsi"/>
                <w:szCs w:val="22"/>
              </w:rPr>
              <w:t>After consideration, MEM18004B - Maintain and overhaul mechanical equipment was excluded from this specialisation. Inclusion of this unit would result in the inability to include other critical units due to limitations in the packaging rules. This unit will be considered for inclusion in the Certificate IV engineering qualifications.</w:t>
            </w:r>
          </w:p>
          <w:p w14:paraId="5D75CED0" w14:textId="77777777" w:rsidR="00005D2A" w:rsidRPr="00E51450" w:rsidRDefault="00005D2A" w:rsidP="00E51450">
            <w:pPr>
              <w:spacing w:before="120" w:after="0"/>
              <w:rPr>
                <w:rFonts w:cstheme="minorHAnsi"/>
                <w:b/>
                <w:bCs/>
                <w:szCs w:val="22"/>
              </w:rPr>
            </w:pPr>
            <w:r w:rsidRPr="00E51450">
              <w:rPr>
                <w:rFonts w:cstheme="minorHAnsi"/>
                <w:b/>
                <w:bCs/>
                <w:szCs w:val="22"/>
              </w:rPr>
              <w:t>Feedback:</w:t>
            </w:r>
          </w:p>
          <w:p w14:paraId="0B8BF628" w14:textId="77777777" w:rsidR="00005D2A" w:rsidRPr="00E51450" w:rsidRDefault="00005D2A" w:rsidP="00E51450">
            <w:pPr>
              <w:pStyle w:val="ListParagraph"/>
              <w:numPr>
                <w:ilvl w:val="0"/>
                <w:numId w:val="36"/>
              </w:numPr>
              <w:spacing w:before="120" w:after="0" w:line="259" w:lineRule="auto"/>
              <w:contextualSpacing w:val="0"/>
              <w:rPr>
                <w:rFonts w:cstheme="minorHAnsi"/>
                <w:szCs w:val="22"/>
              </w:rPr>
            </w:pPr>
            <w:r w:rsidRPr="00E51450">
              <w:rPr>
                <w:rFonts w:cstheme="minorHAnsi"/>
                <w:szCs w:val="22"/>
              </w:rPr>
              <w:t>This stakeholder currently utilises a comprehensive portfolio of evidence for all apprentices undertaking training.</w:t>
            </w:r>
          </w:p>
          <w:p w14:paraId="136F01EC" w14:textId="77777777" w:rsidR="00005D2A" w:rsidRPr="00E51450" w:rsidRDefault="00005D2A" w:rsidP="00E51450">
            <w:pPr>
              <w:pStyle w:val="ListParagraph"/>
              <w:numPr>
                <w:ilvl w:val="0"/>
                <w:numId w:val="36"/>
              </w:numPr>
              <w:spacing w:before="120" w:after="0" w:line="259" w:lineRule="auto"/>
              <w:contextualSpacing w:val="0"/>
              <w:rPr>
                <w:rFonts w:cstheme="minorHAnsi"/>
                <w:szCs w:val="22"/>
              </w:rPr>
            </w:pPr>
            <w:r w:rsidRPr="00E51450">
              <w:rPr>
                <w:rFonts w:cstheme="minorHAnsi"/>
                <w:szCs w:val="22"/>
              </w:rPr>
              <w:t>Confirmed TAFE NSW facilities and equipment adequate for delivery.</w:t>
            </w:r>
          </w:p>
          <w:p w14:paraId="24A986B7" w14:textId="77777777" w:rsidR="00005D2A" w:rsidRPr="00E51450" w:rsidRDefault="00005D2A" w:rsidP="00E51450">
            <w:pPr>
              <w:spacing w:before="120" w:after="0"/>
              <w:rPr>
                <w:rFonts w:cstheme="minorHAnsi"/>
                <w:b/>
                <w:bCs/>
                <w:szCs w:val="22"/>
              </w:rPr>
            </w:pPr>
            <w:r w:rsidRPr="00E51450">
              <w:rPr>
                <w:rFonts w:cstheme="minorHAnsi"/>
                <w:b/>
                <w:bCs/>
                <w:szCs w:val="22"/>
              </w:rPr>
              <w:t>Action</w:t>
            </w:r>
          </w:p>
          <w:p w14:paraId="12840900" w14:textId="16A1D501" w:rsidR="00005D2A" w:rsidRPr="00E51450" w:rsidRDefault="00005D2A" w:rsidP="00E51450">
            <w:pPr>
              <w:spacing w:before="120" w:after="0"/>
              <w:rPr>
                <w:rFonts w:cstheme="minorHAnsi"/>
                <w:szCs w:val="22"/>
              </w:rPr>
            </w:pPr>
            <w:r w:rsidRPr="00E51450">
              <w:rPr>
                <w:rFonts w:cstheme="minorHAnsi"/>
                <w:szCs w:val="22"/>
              </w:rPr>
              <w:t>TAFE NSW is considering the use of portfolios in training and assessment.</w:t>
            </w:r>
          </w:p>
        </w:tc>
      </w:tr>
      <w:tr w:rsidR="00005D2A" w14:paraId="12840911" w14:textId="77777777" w:rsidTr="00005D2A">
        <w:trPr>
          <w:cantSplit/>
          <w:trHeight w:val="668"/>
        </w:trPr>
        <w:tc>
          <w:tcPr>
            <w:tcW w:w="154" w:type="pct"/>
            <w:shd w:val="clear" w:color="auto" w:fill="C7C5E0"/>
            <w:vAlign w:val="center"/>
          </w:tcPr>
          <w:p w14:paraId="12840902" w14:textId="77777777" w:rsidR="00005D2A" w:rsidRPr="00704BD3" w:rsidRDefault="00005D2A" w:rsidP="00005D2A">
            <w:pPr>
              <w:spacing w:after="0"/>
              <w:rPr>
                <w:rFonts w:cs="Calibri"/>
                <w:b/>
                <w:sz w:val="20"/>
                <w:szCs w:val="20"/>
              </w:rPr>
            </w:pPr>
            <w:r w:rsidRPr="00704BD3">
              <w:rPr>
                <w:rFonts w:cs="Calibri"/>
                <w:b/>
                <w:sz w:val="20"/>
                <w:szCs w:val="20"/>
              </w:rPr>
              <w:t>4</w:t>
            </w:r>
          </w:p>
        </w:tc>
        <w:tc>
          <w:tcPr>
            <w:tcW w:w="771" w:type="pct"/>
          </w:tcPr>
          <w:p w14:paraId="009304F7" w14:textId="77777777" w:rsidR="00005D2A" w:rsidRPr="00E51450" w:rsidRDefault="00005D2A" w:rsidP="00E51450">
            <w:pPr>
              <w:spacing w:before="120" w:after="0"/>
              <w:rPr>
                <w:rFonts w:cstheme="minorHAnsi"/>
                <w:szCs w:val="22"/>
              </w:rPr>
            </w:pPr>
            <w:r w:rsidRPr="00E51450">
              <w:rPr>
                <w:rFonts w:cstheme="minorHAnsi"/>
                <w:szCs w:val="22"/>
              </w:rPr>
              <w:t>Mechanical Trade Employers</w:t>
            </w:r>
          </w:p>
          <w:p w14:paraId="23321C73" w14:textId="77777777"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bCs/>
                <w:szCs w:val="22"/>
              </w:rPr>
              <w:t xml:space="preserve">State based </w:t>
            </w:r>
            <w:r w:rsidRPr="00E51450">
              <w:rPr>
                <w:rFonts w:cstheme="minorHAnsi"/>
                <w:szCs w:val="22"/>
              </w:rPr>
              <w:t>Engineering enterprise</w:t>
            </w:r>
          </w:p>
          <w:p w14:paraId="547A1B67" w14:textId="77777777" w:rsidR="00005D2A" w:rsidRPr="00E51450" w:rsidRDefault="00005D2A" w:rsidP="00E51450">
            <w:pPr>
              <w:spacing w:before="120" w:after="0"/>
              <w:rPr>
                <w:rFonts w:cstheme="minorHAnsi"/>
                <w:szCs w:val="22"/>
              </w:rPr>
            </w:pPr>
            <w:r w:rsidRPr="00E51450">
              <w:rPr>
                <w:rFonts w:cstheme="minorHAnsi"/>
                <w:bCs/>
                <w:szCs w:val="22"/>
              </w:rPr>
              <w:t>Peak Body</w:t>
            </w:r>
            <w:r w:rsidRPr="00E51450">
              <w:rPr>
                <w:rFonts w:cstheme="minorHAnsi"/>
                <w:szCs w:val="22"/>
              </w:rPr>
              <w:t xml:space="preserve"> </w:t>
            </w:r>
          </w:p>
          <w:p w14:paraId="12840903" w14:textId="59753585" w:rsidR="00005D2A" w:rsidRPr="00E51450" w:rsidRDefault="00005D2A" w:rsidP="00E51450">
            <w:pPr>
              <w:spacing w:before="120" w:after="0"/>
              <w:rPr>
                <w:rFonts w:cstheme="minorHAnsi"/>
                <w:szCs w:val="22"/>
              </w:rPr>
            </w:pPr>
          </w:p>
        </w:tc>
        <w:tc>
          <w:tcPr>
            <w:tcW w:w="859" w:type="pct"/>
          </w:tcPr>
          <w:p w14:paraId="4897FFCD" w14:textId="77777777" w:rsidR="00005D2A" w:rsidRPr="00E51450" w:rsidRDefault="00005D2A" w:rsidP="00E51450">
            <w:pPr>
              <w:spacing w:before="120" w:after="0"/>
              <w:textAlignment w:val="baseline"/>
              <w:rPr>
                <w:rFonts w:eastAsia="Times New Roman" w:cstheme="minorHAnsi"/>
                <w:szCs w:val="22"/>
                <w:lang w:eastAsia="en-AU"/>
              </w:rPr>
            </w:pPr>
            <w:r w:rsidRPr="00E51450">
              <w:rPr>
                <w:rFonts w:eastAsia="Times New Roman" w:cstheme="minorHAnsi"/>
                <w:szCs w:val="22"/>
                <w:lang w:eastAsia="en-AU"/>
              </w:rPr>
              <w:t>MRS_18_04_MEM30205_IER_03</w:t>
            </w:r>
          </w:p>
          <w:p w14:paraId="12840904" w14:textId="0A3D3AB6" w:rsidR="00005D2A" w:rsidRPr="00E51450" w:rsidRDefault="00005D2A" w:rsidP="00E51450">
            <w:pPr>
              <w:spacing w:before="120" w:after="0"/>
              <w:rPr>
                <w:rFonts w:cstheme="minorHAnsi"/>
                <w:szCs w:val="22"/>
              </w:rPr>
            </w:pPr>
            <w:r w:rsidRPr="00E51450">
              <w:rPr>
                <w:rFonts w:eastAsia="Times New Roman" w:cstheme="minorHAnsi"/>
                <w:szCs w:val="22"/>
                <w:lang w:eastAsia="en-AU"/>
              </w:rPr>
              <w:t>MRS_18_04_MEM30205_IER_02</w:t>
            </w:r>
          </w:p>
        </w:tc>
        <w:tc>
          <w:tcPr>
            <w:tcW w:w="866" w:type="pct"/>
          </w:tcPr>
          <w:p w14:paraId="6ABD40D0" w14:textId="77777777" w:rsidR="00005D2A" w:rsidRPr="00E51450" w:rsidRDefault="00005D2A" w:rsidP="00E51450">
            <w:pPr>
              <w:spacing w:before="120" w:after="0"/>
              <w:textAlignment w:val="baseline"/>
              <w:rPr>
                <w:rFonts w:eastAsia="Times New Roman" w:cstheme="minorHAnsi"/>
                <w:szCs w:val="22"/>
                <w:lang w:eastAsia="en-AU"/>
              </w:rPr>
            </w:pPr>
            <w:r w:rsidRPr="00E51450">
              <w:rPr>
                <w:rFonts w:eastAsia="Times New Roman" w:cstheme="minorHAnsi"/>
                <w:szCs w:val="22"/>
                <w:lang w:eastAsia="en-AU"/>
              </w:rPr>
              <w:t>MRS_18_04_MEM30205_IER_03</w:t>
            </w:r>
          </w:p>
          <w:p w14:paraId="12840905" w14:textId="796C54C2" w:rsidR="00005D2A" w:rsidRPr="00E51450" w:rsidRDefault="00005D2A" w:rsidP="00E51450">
            <w:pPr>
              <w:spacing w:before="120" w:after="0"/>
              <w:rPr>
                <w:rFonts w:cstheme="minorHAnsi"/>
                <w:szCs w:val="22"/>
              </w:rPr>
            </w:pPr>
            <w:r w:rsidRPr="00E51450">
              <w:rPr>
                <w:rFonts w:eastAsia="Times New Roman" w:cstheme="minorHAnsi"/>
                <w:szCs w:val="22"/>
                <w:lang w:eastAsia="en-AU"/>
              </w:rPr>
              <w:t>MRS_18_04_MEM30205_IER_02</w:t>
            </w:r>
          </w:p>
        </w:tc>
        <w:tc>
          <w:tcPr>
            <w:tcW w:w="511" w:type="pct"/>
          </w:tcPr>
          <w:p w14:paraId="344FE168" w14:textId="77777777" w:rsidR="00005D2A" w:rsidRPr="00E51450" w:rsidRDefault="00005D2A" w:rsidP="00E51450">
            <w:pPr>
              <w:spacing w:before="120" w:after="0"/>
              <w:rPr>
                <w:rFonts w:cstheme="minorHAnsi"/>
                <w:szCs w:val="22"/>
              </w:rPr>
            </w:pPr>
            <w:r w:rsidRPr="00E51450">
              <w:rPr>
                <w:rFonts w:cstheme="minorHAnsi"/>
                <w:szCs w:val="22"/>
              </w:rPr>
              <w:t>26/06/18</w:t>
            </w:r>
          </w:p>
          <w:p w14:paraId="12840906" w14:textId="7787280C" w:rsidR="00005D2A" w:rsidRPr="00E51450" w:rsidRDefault="00005D2A" w:rsidP="00E51450">
            <w:pPr>
              <w:spacing w:before="120" w:after="0"/>
              <w:rPr>
                <w:rFonts w:cstheme="minorHAnsi"/>
                <w:szCs w:val="22"/>
              </w:rPr>
            </w:pPr>
            <w:r w:rsidRPr="00E51450">
              <w:rPr>
                <w:rFonts w:cstheme="minorHAnsi"/>
                <w:szCs w:val="22"/>
              </w:rPr>
              <w:t>25/06/18</w:t>
            </w:r>
          </w:p>
        </w:tc>
        <w:tc>
          <w:tcPr>
            <w:tcW w:w="1839" w:type="pct"/>
          </w:tcPr>
          <w:p w14:paraId="19C1BD76" w14:textId="77777777" w:rsidR="00005D2A" w:rsidRPr="00E51450" w:rsidRDefault="00005D2A" w:rsidP="00E51450">
            <w:pPr>
              <w:spacing w:before="120" w:after="0"/>
              <w:rPr>
                <w:rFonts w:cstheme="minorHAnsi"/>
                <w:szCs w:val="22"/>
              </w:rPr>
            </w:pPr>
            <w:r w:rsidRPr="00E51450">
              <w:rPr>
                <w:rFonts w:cstheme="minorHAnsi"/>
                <w:szCs w:val="22"/>
              </w:rPr>
              <w:t>This stakeholder’s internationally accredited product portfolio includes pumps, instrumentation, composites, filtration and sealing devices and is complemented by their comprehensive range of engineering service solutions.</w:t>
            </w:r>
          </w:p>
          <w:p w14:paraId="388E1635" w14:textId="77777777" w:rsidR="00005D2A" w:rsidRPr="00E51450" w:rsidRDefault="00005D2A" w:rsidP="00E51450">
            <w:pPr>
              <w:spacing w:before="120" w:after="0"/>
              <w:rPr>
                <w:rFonts w:cstheme="minorHAnsi"/>
                <w:b/>
                <w:bCs/>
                <w:szCs w:val="22"/>
              </w:rPr>
            </w:pPr>
            <w:r w:rsidRPr="00E51450">
              <w:rPr>
                <w:rFonts w:cstheme="minorHAnsi"/>
                <w:b/>
                <w:bCs/>
                <w:szCs w:val="22"/>
              </w:rPr>
              <w:t>Feedback:</w:t>
            </w:r>
          </w:p>
          <w:p w14:paraId="3DF6CDE4" w14:textId="77777777"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szCs w:val="22"/>
              </w:rPr>
              <w:t>There is value in including MEM18012B Perform installation and removal of mechanical seals.</w:t>
            </w:r>
          </w:p>
          <w:p w14:paraId="4045671D" w14:textId="77777777"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szCs w:val="22"/>
              </w:rPr>
              <w:t>MEM07021B - Perform complex lathe operations was considered too high for the nature of the work undertaken.  This unit would be more appropriate for the Certificate IV qualifications. The Peak body suggested this unit should be limited to the machinist stream.</w:t>
            </w:r>
          </w:p>
          <w:p w14:paraId="56627A3C" w14:textId="77777777" w:rsidR="00005D2A" w:rsidRPr="00E51450" w:rsidRDefault="00005D2A" w:rsidP="00E51450">
            <w:pPr>
              <w:spacing w:before="120" w:after="0"/>
              <w:rPr>
                <w:rFonts w:cstheme="minorHAnsi"/>
                <w:b/>
                <w:bCs/>
                <w:szCs w:val="22"/>
              </w:rPr>
            </w:pPr>
            <w:r w:rsidRPr="00E51450">
              <w:rPr>
                <w:rFonts w:cstheme="minorHAnsi"/>
                <w:b/>
                <w:bCs/>
                <w:szCs w:val="22"/>
              </w:rPr>
              <w:t>Action:</w:t>
            </w:r>
          </w:p>
          <w:p w14:paraId="1AF8357A" w14:textId="77777777"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szCs w:val="22"/>
              </w:rPr>
              <w:t>MEM18012B Perform installation and removal of mechanical seals has been included in all streams.</w:t>
            </w:r>
          </w:p>
          <w:p w14:paraId="12840910" w14:textId="03A2AAD7"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szCs w:val="22"/>
              </w:rPr>
              <w:t>MEM07021B - Perform complex lathe operations has been limited to the ‘Fitter Machinist’ specialisation to ensure cross sector employment mobility to maximise options in the event of loss of employment. This unit will be contextualised to ensure industry relevance.</w:t>
            </w:r>
          </w:p>
        </w:tc>
      </w:tr>
      <w:tr w:rsidR="00005D2A" w14:paraId="12840918" w14:textId="77777777" w:rsidTr="00005D2A">
        <w:trPr>
          <w:cantSplit/>
          <w:trHeight w:val="668"/>
        </w:trPr>
        <w:tc>
          <w:tcPr>
            <w:tcW w:w="154" w:type="pct"/>
            <w:shd w:val="clear" w:color="auto" w:fill="C7C5E0"/>
            <w:vAlign w:val="center"/>
          </w:tcPr>
          <w:p w14:paraId="12840912" w14:textId="77777777" w:rsidR="00005D2A" w:rsidRPr="00704BD3" w:rsidRDefault="00005D2A" w:rsidP="00005D2A">
            <w:pPr>
              <w:spacing w:after="0"/>
              <w:rPr>
                <w:rFonts w:cs="Calibri"/>
                <w:b/>
                <w:sz w:val="20"/>
                <w:szCs w:val="20"/>
              </w:rPr>
            </w:pPr>
            <w:r w:rsidRPr="00704BD3">
              <w:rPr>
                <w:rFonts w:cs="Calibri"/>
                <w:b/>
                <w:sz w:val="20"/>
                <w:szCs w:val="20"/>
              </w:rPr>
              <w:t>5</w:t>
            </w:r>
          </w:p>
        </w:tc>
        <w:tc>
          <w:tcPr>
            <w:tcW w:w="771" w:type="pct"/>
          </w:tcPr>
          <w:p w14:paraId="6C612191" w14:textId="77777777" w:rsidR="00005D2A" w:rsidRPr="00E51450" w:rsidRDefault="00005D2A" w:rsidP="00E51450">
            <w:pPr>
              <w:spacing w:before="120" w:after="0"/>
              <w:rPr>
                <w:rFonts w:cstheme="minorHAnsi"/>
                <w:szCs w:val="22"/>
              </w:rPr>
            </w:pPr>
            <w:r w:rsidRPr="00E51450">
              <w:rPr>
                <w:rFonts w:cstheme="minorHAnsi"/>
                <w:bCs/>
                <w:szCs w:val="22"/>
              </w:rPr>
              <w:t>Peak Body</w:t>
            </w:r>
            <w:r w:rsidRPr="00E51450">
              <w:rPr>
                <w:rFonts w:cstheme="minorHAnsi"/>
                <w:szCs w:val="22"/>
              </w:rPr>
              <w:t xml:space="preserve"> </w:t>
            </w:r>
          </w:p>
          <w:p w14:paraId="12840913" w14:textId="77777777" w:rsidR="00005D2A" w:rsidRPr="00E51450" w:rsidRDefault="00005D2A" w:rsidP="00E51450">
            <w:pPr>
              <w:spacing w:before="120" w:after="0"/>
              <w:rPr>
                <w:rFonts w:cstheme="minorHAnsi"/>
                <w:szCs w:val="22"/>
              </w:rPr>
            </w:pPr>
          </w:p>
        </w:tc>
        <w:tc>
          <w:tcPr>
            <w:tcW w:w="859" w:type="pct"/>
          </w:tcPr>
          <w:p w14:paraId="12840914" w14:textId="65519EB3" w:rsidR="00005D2A" w:rsidRPr="00E51450" w:rsidRDefault="00005D2A" w:rsidP="00E51450">
            <w:pPr>
              <w:spacing w:before="120" w:after="0"/>
              <w:rPr>
                <w:rFonts w:cstheme="minorHAnsi"/>
                <w:szCs w:val="22"/>
              </w:rPr>
            </w:pPr>
            <w:r w:rsidRPr="00E51450">
              <w:rPr>
                <w:rFonts w:eastAsia="Times New Roman" w:cstheme="minorHAnsi"/>
                <w:szCs w:val="22"/>
                <w:lang w:eastAsia="en-AU"/>
              </w:rPr>
              <w:t>MRS_18_04_MEM30205_IER_02</w:t>
            </w:r>
          </w:p>
        </w:tc>
        <w:tc>
          <w:tcPr>
            <w:tcW w:w="866" w:type="pct"/>
          </w:tcPr>
          <w:p w14:paraId="12840915" w14:textId="07422FF1" w:rsidR="00005D2A" w:rsidRPr="00E51450" w:rsidRDefault="00005D2A" w:rsidP="00E51450">
            <w:pPr>
              <w:spacing w:before="120" w:after="0"/>
              <w:rPr>
                <w:rFonts w:cstheme="minorHAnsi"/>
                <w:szCs w:val="22"/>
              </w:rPr>
            </w:pPr>
            <w:r w:rsidRPr="00E51450">
              <w:rPr>
                <w:rFonts w:eastAsia="Times New Roman" w:cstheme="minorHAnsi"/>
                <w:szCs w:val="22"/>
                <w:lang w:eastAsia="en-AU"/>
              </w:rPr>
              <w:t>MRS_18_04_MEM30205_IER_02</w:t>
            </w:r>
          </w:p>
        </w:tc>
        <w:tc>
          <w:tcPr>
            <w:tcW w:w="511" w:type="pct"/>
          </w:tcPr>
          <w:p w14:paraId="12840916" w14:textId="1135EE25" w:rsidR="00005D2A" w:rsidRPr="00E51450" w:rsidRDefault="00005D2A" w:rsidP="00E51450">
            <w:pPr>
              <w:spacing w:before="120" w:after="0"/>
              <w:rPr>
                <w:rFonts w:cstheme="minorHAnsi"/>
                <w:szCs w:val="22"/>
              </w:rPr>
            </w:pPr>
            <w:r w:rsidRPr="00E51450">
              <w:rPr>
                <w:rFonts w:cstheme="minorHAnsi"/>
                <w:szCs w:val="22"/>
              </w:rPr>
              <w:t>25/06/18</w:t>
            </w:r>
          </w:p>
        </w:tc>
        <w:tc>
          <w:tcPr>
            <w:tcW w:w="1839" w:type="pct"/>
          </w:tcPr>
          <w:p w14:paraId="5CFDC0C1" w14:textId="77777777" w:rsidR="00005D2A" w:rsidRPr="00E51450" w:rsidRDefault="00005D2A" w:rsidP="00E51450">
            <w:pPr>
              <w:tabs>
                <w:tab w:val="left" w:pos="1103"/>
              </w:tabs>
              <w:spacing w:before="120" w:after="0"/>
              <w:rPr>
                <w:rFonts w:cstheme="minorHAnsi"/>
                <w:szCs w:val="22"/>
              </w:rPr>
            </w:pPr>
            <w:r w:rsidRPr="00E51450">
              <w:rPr>
                <w:rFonts w:cstheme="minorHAnsi"/>
                <w:szCs w:val="22"/>
              </w:rPr>
              <w:t>This stakeholder is a peak employer organisation representing traditional, innovative and emerging industry sectors. Together with partner organisations they represent the interests of more than 60,000 businesses employing more than 1 million staff. Their members are small and large businesses in sectors including manufacturing, construction, engineering, transport &amp; logistics, labour hire, mining services, the defence industry, civil airlines and ICT.</w:t>
            </w:r>
          </w:p>
          <w:p w14:paraId="0DD8989D" w14:textId="77777777" w:rsidR="00005D2A" w:rsidRPr="00E51450" w:rsidRDefault="00005D2A" w:rsidP="00E51450">
            <w:pPr>
              <w:spacing w:before="120" w:after="0"/>
              <w:rPr>
                <w:rFonts w:cstheme="minorHAnsi"/>
                <w:b/>
                <w:bCs/>
                <w:szCs w:val="22"/>
              </w:rPr>
            </w:pPr>
            <w:r w:rsidRPr="00E51450">
              <w:rPr>
                <w:rFonts w:cstheme="minorHAnsi"/>
                <w:b/>
                <w:bCs/>
                <w:szCs w:val="22"/>
              </w:rPr>
              <w:t>Feedback:</w:t>
            </w:r>
          </w:p>
          <w:p w14:paraId="4963731C" w14:textId="77777777" w:rsidR="00005D2A" w:rsidRPr="00E51450" w:rsidRDefault="00005D2A" w:rsidP="00E51450">
            <w:pPr>
              <w:spacing w:before="120" w:after="0"/>
              <w:rPr>
                <w:rFonts w:cstheme="minorHAnsi"/>
                <w:bCs/>
                <w:szCs w:val="22"/>
              </w:rPr>
            </w:pPr>
            <w:r w:rsidRPr="00E51450">
              <w:rPr>
                <w:rFonts w:cstheme="minorHAnsi"/>
                <w:bCs/>
                <w:szCs w:val="22"/>
              </w:rPr>
              <w:t>This stakeholder noted the lack of welding units in the mechanical trade and discussed the possibility of adding introductory welding units as common electives.</w:t>
            </w:r>
          </w:p>
          <w:p w14:paraId="0743DC3B" w14:textId="77777777" w:rsidR="00005D2A" w:rsidRPr="00E51450" w:rsidRDefault="00005D2A" w:rsidP="00E51450">
            <w:pPr>
              <w:spacing w:before="120" w:after="0"/>
              <w:rPr>
                <w:rFonts w:cstheme="minorHAnsi"/>
                <w:bCs/>
                <w:szCs w:val="22"/>
              </w:rPr>
            </w:pPr>
            <w:r w:rsidRPr="00E51450">
              <w:rPr>
                <w:rFonts w:cstheme="minorHAnsi"/>
                <w:bCs/>
                <w:szCs w:val="22"/>
              </w:rPr>
              <w:t>Would also like to see routine MIG and MMA and thermal cutting in common electives as there is an expectation that a fitter will undertake some basic welding.</w:t>
            </w:r>
          </w:p>
          <w:p w14:paraId="51647BDB" w14:textId="77777777" w:rsidR="00005D2A" w:rsidRPr="00E51450" w:rsidRDefault="00005D2A" w:rsidP="00E51450">
            <w:pPr>
              <w:spacing w:before="120" w:after="0"/>
              <w:rPr>
                <w:rFonts w:cstheme="minorHAnsi"/>
                <w:b/>
                <w:bCs/>
                <w:szCs w:val="22"/>
              </w:rPr>
            </w:pPr>
            <w:r w:rsidRPr="00E51450">
              <w:rPr>
                <w:rFonts w:cstheme="minorHAnsi"/>
                <w:b/>
                <w:bCs/>
                <w:szCs w:val="22"/>
              </w:rPr>
              <w:t>Action:</w:t>
            </w:r>
          </w:p>
          <w:p w14:paraId="16F051C9" w14:textId="77777777" w:rsidR="00005D2A" w:rsidRPr="00E51450" w:rsidRDefault="00005D2A" w:rsidP="00E51450">
            <w:pPr>
              <w:spacing w:before="120" w:after="0"/>
              <w:rPr>
                <w:rFonts w:cstheme="minorHAnsi"/>
                <w:bCs/>
                <w:szCs w:val="22"/>
              </w:rPr>
            </w:pPr>
            <w:r w:rsidRPr="00E51450">
              <w:rPr>
                <w:rFonts w:cstheme="minorHAnsi"/>
                <w:bCs/>
                <w:szCs w:val="22"/>
              </w:rPr>
              <w:t>TAFE NSW have proposed a ‘Fitter Welder’ stream that includes the following welding units.</w:t>
            </w:r>
          </w:p>
          <w:p w14:paraId="1C7E3B9A" w14:textId="77777777" w:rsidR="00005D2A" w:rsidRPr="00E51450" w:rsidRDefault="00005D2A" w:rsidP="00E51450">
            <w:pPr>
              <w:pStyle w:val="ListParagraph"/>
              <w:numPr>
                <w:ilvl w:val="0"/>
                <w:numId w:val="38"/>
              </w:numPr>
              <w:spacing w:before="120" w:after="0" w:line="259" w:lineRule="auto"/>
              <w:contextualSpacing w:val="0"/>
              <w:rPr>
                <w:rFonts w:cstheme="minorHAnsi"/>
                <w:bCs/>
                <w:szCs w:val="22"/>
              </w:rPr>
            </w:pPr>
            <w:r w:rsidRPr="00E51450">
              <w:rPr>
                <w:rFonts w:cstheme="minorHAnsi"/>
                <w:bCs/>
                <w:szCs w:val="22"/>
              </w:rPr>
              <w:t>MEM05012C Perform routine manual metal arc welding</w:t>
            </w:r>
          </w:p>
          <w:p w14:paraId="12840917" w14:textId="324B4494" w:rsidR="00005D2A" w:rsidRPr="00E51450" w:rsidRDefault="00005D2A" w:rsidP="00E51450">
            <w:pPr>
              <w:pStyle w:val="ListParagraph"/>
              <w:numPr>
                <w:ilvl w:val="0"/>
                <w:numId w:val="38"/>
              </w:numPr>
              <w:spacing w:before="120" w:after="0" w:line="259" w:lineRule="auto"/>
              <w:contextualSpacing w:val="0"/>
              <w:rPr>
                <w:rFonts w:cstheme="minorHAnsi"/>
                <w:bCs/>
                <w:szCs w:val="22"/>
              </w:rPr>
            </w:pPr>
            <w:r w:rsidRPr="00E51450">
              <w:rPr>
                <w:rFonts w:cstheme="minorHAnsi"/>
                <w:bCs/>
                <w:szCs w:val="22"/>
              </w:rPr>
              <w:t>MEM05050B Perform routine gas metal arc welding</w:t>
            </w:r>
          </w:p>
        </w:tc>
      </w:tr>
      <w:tr w:rsidR="00005D2A" w14:paraId="1284091F" w14:textId="77777777" w:rsidTr="00005D2A">
        <w:trPr>
          <w:cantSplit/>
          <w:trHeight w:val="668"/>
        </w:trPr>
        <w:tc>
          <w:tcPr>
            <w:tcW w:w="154" w:type="pct"/>
            <w:shd w:val="clear" w:color="auto" w:fill="C7C5E0"/>
            <w:vAlign w:val="center"/>
          </w:tcPr>
          <w:p w14:paraId="12840919" w14:textId="77777777" w:rsidR="00005D2A" w:rsidRPr="00704BD3" w:rsidRDefault="00005D2A" w:rsidP="00005D2A">
            <w:pPr>
              <w:spacing w:after="0"/>
              <w:rPr>
                <w:rFonts w:cs="Calibri"/>
                <w:b/>
                <w:sz w:val="20"/>
                <w:szCs w:val="20"/>
              </w:rPr>
            </w:pPr>
            <w:r w:rsidRPr="00704BD3">
              <w:rPr>
                <w:rFonts w:cs="Calibri"/>
                <w:b/>
                <w:sz w:val="20"/>
                <w:szCs w:val="20"/>
              </w:rPr>
              <w:t>6</w:t>
            </w:r>
          </w:p>
        </w:tc>
        <w:tc>
          <w:tcPr>
            <w:tcW w:w="771" w:type="pct"/>
          </w:tcPr>
          <w:p w14:paraId="36B4EE17" w14:textId="77777777" w:rsidR="00005D2A" w:rsidRPr="00E51450" w:rsidRDefault="00005D2A" w:rsidP="00E51450">
            <w:pPr>
              <w:spacing w:before="120" w:after="0"/>
              <w:rPr>
                <w:rFonts w:cstheme="minorHAnsi"/>
                <w:szCs w:val="22"/>
              </w:rPr>
            </w:pPr>
            <w:r w:rsidRPr="00E51450">
              <w:rPr>
                <w:rFonts w:cstheme="minorHAnsi"/>
                <w:szCs w:val="22"/>
              </w:rPr>
              <w:t>Mechanical Trade Employers</w:t>
            </w:r>
          </w:p>
          <w:p w14:paraId="561EB0E3" w14:textId="77777777" w:rsidR="00005D2A" w:rsidRPr="00E51450" w:rsidRDefault="00005D2A" w:rsidP="00E51450">
            <w:pPr>
              <w:pStyle w:val="ListParagraph"/>
              <w:numPr>
                <w:ilvl w:val="0"/>
                <w:numId w:val="33"/>
              </w:numPr>
              <w:spacing w:before="120" w:after="0" w:line="259" w:lineRule="auto"/>
              <w:contextualSpacing w:val="0"/>
              <w:rPr>
                <w:rFonts w:cstheme="minorHAnsi"/>
                <w:szCs w:val="22"/>
              </w:rPr>
            </w:pPr>
            <w:r w:rsidRPr="00E51450">
              <w:rPr>
                <w:rFonts w:cstheme="minorHAnsi"/>
                <w:bCs/>
                <w:szCs w:val="22"/>
              </w:rPr>
              <w:t xml:space="preserve">State based </w:t>
            </w:r>
            <w:r w:rsidRPr="00E51450">
              <w:rPr>
                <w:rFonts w:cstheme="minorHAnsi"/>
                <w:szCs w:val="22"/>
              </w:rPr>
              <w:t>Engineering enterprise</w:t>
            </w:r>
          </w:p>
          <w:p w14:paraId="1284091A" w14:textId="77777777" w:rsidR="00005D2A" w:rsidRPr="00E51450" w:rsidRDefault="00005D2A" w:rsidP="00E51450">
            <w:pPr>
              <w:spacing w:before="120" w:after="0"/>
              <w:rPr>
                <w:rFonts w:cstheme="minorHAnsi"/>
                <w:szCs w:val="22"/>
              </w:rPr>
            </w:pPr>
          </w:p>
        </w:tc>
        <w:tc>
          <w:tcPr>
            <w:tcW w:w="859" w:type="pct"/>
          </w:tcPr>
          <w:p w14:paraId="7274C7B5" w14:textId="77777777" w:rsidR="00005D2A" w:rsidRPr="00E51450" w:rsidRDefault="00005D2A" w:rsidP="00E51450">
            <w:pPr>
              <w:spacing w:before="120" w:after="0"/>
              <w:textAlignment w:val="baseline"/>
              <w:rPr>
                <w:rFonts w:eastAsia="Times New Roman" w:cstheme="minorHAnsi"/>
                <w:szCs w:val="22"/>
                <w:lang w:eastAsia="en-AU"/>
              </w:rPr>
            </w:pPr>
            <w:r w:rsidRPr="00E51450">
              <w:rPr>
                <w:rFonts w:eastAsia="Times New Roman" w:cstheme="minorHAnsi"/>
                <w:szCs w:val="22"/>
                <w:lang w:eastAsia="en-AU"/>
              </w:rPr>
              <w:t>MRS_18_04_MEM30205_IER_03</w:t>
            </w:r>
          </w:p>
          <w:p w14:paraId="1284091B" w14:textId="77777777" w:rsidR="00005D2A" w:rsidRPr="00E51450" w:rsidRDefault="00005D2A" w:rsidP="00E51450">
            <w:pPr>
              <w:spacing w:before="120" w:after="0"/>
              <w:rPr>
                <w:rFonts w:cstheme="minorHAnsi"/>
                <w:szCs w:val="22"/>
              </w:rPr>
            </w:pPr>
          </w:p>
        </w:tc>
        <w:tc>
          <w:tcPr>
            <w:tcW w:w="866" w:type="pct"/>
          </w:tcPr>
          <w:p w14:paraId="051E6364" w14:textId="77777777" w:rsidR="00005D2A" w:rsidRPr="00E51450" w:rsidRDefault="00005D2A" w:rsidP="00E51450">
            <w:pPr>
              <w:spacing w:before="120" w:after="0"/>
              <w:textAlignment w:val="baseline"/>
              <w:rPr>
                <w:rFonts w:eastAsia="Times New Roman" w:cstheme="minorHAnsi"/>
                <w:szCs w:val="22"/>
                <w:lang w:eastAsia="en-AU"/>
              </w:rPr>
            </w:pPr>
            <w:r w:rsidRPr="00E51450">
              <w:rPr>
                <w:rFonts w:eastAsia="Times New Roman" w:cstheme="minorHAnsi"/>
                <w:szCs w:val="22"/>
                <w:lang w:eastAsia="en-AU"/>
              </w:rPr>
              <w:t>MRS_18_04_MEM30205_IER_03</w:t>
            </w:r>
          </w:p>
          <w:p w14:paraId="1284091C" w14:textId="77777777" w:rsidR="00005D2A" w:rsidRPr="00E51450" w:rsidRDefault="00005D2A" w:rsidP="00E51450">
            <w:pPr>
              <w:spacing w:before="120" w:after="0"/>
              <w:rPr>
                <w:rFonts w:cstheme="minorHAnsi"/>
                <w:szCs w:val="22"/>
              </w:rPr>
            </w:pPr>
          </w:p>
        </w:tc>
        <w:tc>
          <w:tcPr>
            <w:tcW w:w="511" w:type="pct"/>
          </w:tcPr>
          <w:p w14:paraId="79D7B7E2" w14:textId="77777777" w:rsidR="00005D2A" w:rsidRPr="00E51450" w:rsidRDefault="00005D2A" w:rsidP="00E51450">
            <w:pPr>
              <w:spacing w:before="120" w:after="0"/>
              <w:rPr>
                <w:rFonts w:cstheme="minorHAnsi"/>
                <w:szCs w:val="22"/>
              </w:rPr>
            </w:pPr>
            <w:r w:rsidRPr="00E51450">
              <w:rPr>
                <w:rFonts w:cstheme="minorHAnsi"/>
                <w:szCs w:val="22"/>
              </w:rPr>
              <w:t>26/06/18</w:t>
            </w:r>
          </w:p>
          <w:p w14:paraId="1284091D" w14:textId="77777777" w:rsidR="00005D2A" w:rsidRPr="00E51450" w:rsidRDefault="00005D2A" w:rsidP="00E51450">
            <w:pPr>
              <w:spacing w:before="120" w:after="0"/>
              <w:rPr>
                <w:rFonts w:cstheme="minorHAnsi"/>
                <w:szCs w:val="22"/>
              </w:rPr>
            </w:pPr>
          </w:p>
        </w:tc>
        <w:tc>
          <w:tcPr>
            <w:tcW w:w="1839" w:type="pct"/>
          </w:tcPr>
          <w:p w14:paraId="63B66105" w14:textId="77777777" w:rsidR="00005D2A" w:rsidRPr="00E51450" w:rsidRDefault="00005D2A" w:rsidP="00E51450">
            <w:pPr>
              <w:spacing w:before="120" w:after="0"/>
              <w:rPr>
                <w:rFonts w:eastAsia="Times New Roman" w:cstheme="minorHAnsi"/>
                <w:szCs w:val="22"/>
                <w:lang w:eastAsia="en-AU"/>
              </w:rPr>
            </w:pPr>
            <w:r w:rsidRPr="00E51450">
              <w:rPr>
                <w:rFonts w:eastAsia="Times New Roman" w:cstheme="minorHAnsi"/>
                <w:szCs w:val="22"/>
                <w:lang w:eastAsia="en-AU"/>
              </w:rPr>
              <w:t>This stakeholder provides the perspective of a state based engineering apprentice employer.</w:t>
            </w:r>
          </w:p>
          <w:p w14:paraId="66B4E9D6" w14:textId="77777777" w:rsidR="00005D2A" w:rsidRPr="00E51450" w:rsidRDefault="00005D2A" w:rsidP="00E51450">
            <w:pPr>
              <w:spacing w:before="120" w:after="0"/>
              <w:rPr>
                <w:rFonts w:cstheme="minorHAnsi"/>
                <w:b/>
                <w:bCs/>
                <w:szCs w:val="22"/>
              </w:rPr>
            </w:pPr>
            <w:r w:rsidRPr="00E51450">
              <w:rPr>
                <w:rFonts w:cstheme="minorHAnsi"/>
                <w:b/>
                <w:bCs/>
                <w:szCs w:val="22"/>
              </w:rPr>
              <w:t>Feedback:</w:t>
            </w:r>
          </w:p>
          <w:p w14:paraId="457B9B98" w14:textId="77777777" w:rsidR="00005D2A" w:rsidRPr="00E51450" w:rsidRDefault="00005D2A" w:rsidP="00E51450">
            <w:pPr>
              <w:pStyle w:val="ListParagraph"/>
              <w:numPr>
                <w:ilvl w:val="0"/>
                <w:numId w:val="41"/>
              </w:numPr>
              <w:spacing w:before="120" w:after="0" w:line="259" w:lineRule="auto"/>
              <w:contextualSpacing w:val="0"/>
              <w:rPr>
                <w:rFonts w:cstheme="minorHAnsi"/>
                <w:szCs w:val="22"/>
              </w:rPr>
            </w:pPr>
            <w:r w:rsidRPr="00E51450">
              <w:rPr>
                <w:rFonts w:cstheme="minorHAnsi"/>
                <w:szCs w:val="22"/>
              </w:rPr>
              <w:t>Support augmenting delivery with online resources.</w:t>
            </w:r>
          </w:p>
          <w:p w14:paraId="320D02CB" w14:textId="77777777" w:rsidR="00005D2A" w:rsidRPr="00E51450" w:rsidRDefault="00005D2A" w:rsidP="00E51450">
            <w:pPr>
              <w:pStyle w:val="ListParagraph"/>
              <w:numPr>
                <w:ilvl w:val="0"/>
                <w:numId w:val="41"/>
              </w:numPr>
              <w:spacing w:before="120" w:after="0" w:line="259" w:lineRule="auto"/>
              <w:contextualSpacing w:val="0"/>
              <w:rPr>
                <w:rFonts w:cstheme="minorHAnsi"/>
                <w:szCs w:val="22"/>
              </w:rPr>
            </w:pPr>
            <w:r w:rsidRPr="00E51450">
              <w:rPr>
                <w:rFonts w:cstheme="minorHAnsi"/>
                <w:szCs w:val="22"/>
              </w:rPr>
              <w:t>Preference to have work based assessment for whole units, not part units.</w:t>
            </w:r>
          </w:p>
          <w:p w14:paraId="3830E0CA" w14:textId="77777777" w:rsidR="00005D2A" w:rsidRPr="00E51450" w:rsidRDefault="00005D2A" w:rsidP="00E51450">
            <w:pPr>
              <w:pStyle w:val="ListParagraph"/>
              <w:numPr>
                <w:ilvl w:val="0"/>
                <w:numId w:val="41"/>
              </w:numPr>
              <w:spacing w:before="120" w:after="0" w:line="259" w:lineRule="auto"/>
              <w:contextualSpacing w:val="0"/>
              <w:rPr>
                <w:rFonts w:cstheme="minorHAnsi"/>
                <w:szCs w:val="22"/>
              </w:rPr>
            </w:pPr>
            <w:r w:rsidRPr="00E51450">
              <w:rPr>
                <w:rFonts w:cstheme="minorHAnsi"/>
                <w:szCs w:val="22"/>
              </w:rPr>
              <w:t>Encourages the idea of supplementary evidence in the form of a log book.</w:t>
            </w:r>
          </w:p>
          <w:p w14:paraId="462C8451" w14:textId="77777777" w:rsidR="00005D2A" w:rsidRPr="00E51450" w:rsidRDefault="00005D2A" w:rsidP="00E51450">
            <w:pPr>
              <w:pStyle w:val="ListParagraph"/>
              <w:numPr>
                <w:ilvl w:val="0"/>
                <w:numId w:val="41"/>
              </w:numPr>
              <w:spacing w:before="120" w:after="0" w:line="259" w:lineRule="auto"/>
              <w:contextualSpacing w:val="0"/>
              <w:rPr>
                <w:rFonts w:cstheme="minorHAnsi"/>
                <w:szCs w:val="22"/>
              </w:rPr>
            </w:pPr>
            <w:r w:rsidRPr="00E51450">
              <w:rPr>
                <w:rFonts w:cstheme="minorHAnsi"/>
                <w:szCs w:val="22"/>
              </w:rPr>
              <w:t>Confirmed TAFE NSW facilities and equipment adequate for delivery.</w:t>
            </w:r>
          </w:p>
          <w:p w14:paraId="34DCF696" w14:textId="77777777" w:rsidR="00005D2A" w:rsidRPr="00E51450" w:rsidRDefault="00005D2A" w:rsidP="00E51450">
            <w:pPr>
              <w:spacing w:before="120" w:after="0"/>
              <w:rPr>
                <w:rFonts w:cstheme="minorHAnsi"/>
                <w:b/>
                <w:bCs/>
                <w:szCs w:val="22"/>
              </w:rPr>
            </w:pPr>
            <w:r w:rsidRPr="00E51450">
              <w:rPr>
                <w:rFonts w:cstheme="minorHAnsi"/>
                <w:b/>
                <w:bCs/>
                <w:szCs w:val="22"/>
              </w:rPr>
              <w:t>Action</w:t>
            </w:r>
          </w:p>
          <w:p w14:paraId="1BECA632" w14:textId="77777777" w:rsidR="00005D2A" w:rsidRPr="00E51450" w:rsidRDefault="00005D2A" w:rsidP="00E51450">
            <w:pPr>
              <w:pStyle w:val="ListParagraph"/>
              <w:numPr>
                <w:ilvl w:val="0"/>
                <w:numId w:val="41"/>
              </w:numPr>
              <w:spacing w:before="120" w:after="0" w:line="259" w:lineRule="auto"/>
              <w:contextualSpacing w:val="0"/>
              <w:rPr>
                <w:rFonts w:cstheme="minorHAnsi"/>
                <w:szCs w:val="22"/>
              </w:rPr>
            </w:pPr>
            <w:r w:rsidRPr="00E51450">
              <w:rPr>
                <w:rFonts w:cstheme="minorHAnsi"/>
                <w:szCs w:val="22"/>
              </w:rPr>
              <w:t>TAFE NSW is considering adopting a blended mode of deliver that will include a combination of online and face to face delivery.</w:t>
            </w:r>
          </w:p>
          <w:p w14:paraId="60B08D80" w14:textId="77777777" w:rsidR="00005D2A" w:rsidRPr="00E51450" w:rsidRDefault="00005D2A" w:rsidP="00E51450">
            <w:pPr>
              <w:pStyle w:val="ListParagraph"/>
              <w:numPr>
                <w:ilvl w:val="0"/>
                <w:numId w:val="41"/>
              </w:numPr>
              <w:spacing w:before="120" w:after="0" w:line="259" w:lineRule="auto"/>
              <w:contextualSpacing w:val="0"/>
              <w:rPr>
                <w:rFonts w:cstheme="minorHAnsi"/>
                <w:szCs w:val="22"/>
              </w:rPr>
            </w:pPr>
            <w:r w:rsidRPr="00E51450">
              <w:rPr>
                <w:rFonts w:cstheme="minorHAnsi"/>
                <w:szCs w:val="22"/>
              </w:rPr>
              <w:t>TAFE NSW will adopt a blended mode of delivery to provide flexibility to ensure practical hands on learning covers the full scope of the training required. Where possible training and assessment may be conducted on the job.</w:t>
            </w:r>
          </w:p>
          <w:p w14:paraId="1284091E" w14:textId="70315052" w:rsidR="00005D2A" w:rsidRPr="00E51450" w:rsidRDefault="00005D2A" w:rsidP="00E51450">
            <w:pPr>
              <w:pStyle w:val="ListParagraph"/>
              <w:numPr>
                <w:ilvl w:val="0"/>
                <w:numId w:val="41"/>
              </w:numPr>
              <w:spacing w:before="120" w:after="0" w:line="259" w:lineRule="auto"/>
              <w:contextualSpacing w:val="0"/>
              <w:rPr>
                <w:rFonts w:cstheme="minorHAnsi"/>
                <w:szCs w:val="22"/>
              </w:rPr>
            </w:pPr>
            <w:r w:rsidRPr="00E51450">
              <w:rPr>
                <w:rFonts w:cstheme="minorHAnsi"/>
                <w:szCs w:val="22"/>
              </w:rPr>
              <w:t>TAFE NSW is considering the use of log books as a supplementary form of evidence.</w:t>
            </w:r>
          </w:p>
        </w:tc>
      </w:tr>
    </w:tbl>
    <w:p w14:paraId="12840920" w14:textId="77777777" w:rsidR="002B7FBB" w:rsidRDefault="002B7FBB" w:rsidP="002B7FBB">
      <w:pPr>
        <w:sectPr w:rsidR="002B7FBB" w:rsidSect="002B7FBB">
          <w:pgSz w:w="16838" w:h="11906" w:orient="landscape"/>
          <w:pgMar w:top="1276" w:right="1701" w:bottom="991" w:left="1232" w:header="708" w:footer="338" w:gutter="0"/>
          <w:cols w:space="708"/>
          <w:docGrid w:linePitch="360"/>
        </w:sectPr>
      </w:pPr>
    </w:p>
    <w:p w14:paraId="12840921" w14:textId="77777777" w:rsidR="002B7FBB" w:rsidRPr="00B23387" w:rsidRDefault="00D014E2" w:rsidP="002B7FBB">
      <w:pPr>
        <w:pStyle w:val="Heading2Purple"/>
        <w:spacing w:before="240"/>
      </w:pPr>
      <w:bookmarkStart w:id="67" w:name="_Toc521595625"/>
      <w:r w:rsidRPr="00B23387">
        <w:t>3.</w:t>
      </w:r>
      <w:r w:rsidRPr="00B23387">
        <w:tab/>
        <w:t>Transition Arrangements</w:t>
      </w:r>
      <w:bookmarkEnd w:id="67"/>
    </w:p>
    <w:p w14:paraId="12840922" w14:textId="77777777" w:rsidR="002B7FBB" w:rsidRPr="00517888" w:rsidRDefault="00D014E2" w:rsidP="002B7FBB">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14:paraId="12840923" w14:textId="77777777" w:rsidR="002B7FBB" w:rsidRPr="00517888" w:rsidRDefault="00D014E2" w:rsidP="002B7FBB">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14:paraId="12840924" w14:textId="77777777" w:rsidR="002B7FBB" w:rsidRDefault="00D014E2" w:rsidP="002B7FBB">
      <w:r w:rsidRPr="00517888">
        <w:t>Transition arrangements must be completed within 12 months of changes being published on training.gov.au for superseded qualifications and two years for deleted training products.</w:t>
      </w:r>
    </w:p>
    <w:p w14:paraId="12840925" w14:textId="77777777" w:rsidR="002B7FBB" w:rsidRPr="00517888" w:rsidRDefault="00D014E2" w:rsidP="002B7FBB">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End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EndPr/>
        <w:sdtContent>
          <w:r w:rsidR="00CC4298">
            <w:rPr>
              <w:rFonts w:ascii="MS Gothic" w:eastAsia="MS Gothic" w:hAnsi="MS Gothic" w:hint="eastAsia"/>
            </w:rPr>
            <w:t>☒</w:t>
          </w:r>
        </w:sdtContent>
      </w:sdt>
      <w:r w:rsidRPr="00517888">
        <w:t xml:space="preserve"> No</w:t>
      </w:r>
    </w:p>
    <w:p w14:paraId="12840926" w14:textId="77777777" w:rsidR="002B7FBB" w:rsidRPr="00D05AF8" w:rsidRDefault="00D014E2" w:rsidP="002B7FBB">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14:paraId="12840927" w14:textId="77777777" w:rsidR="002B7FBB" w:rsidRPr="006E0267" w:rsidRDefault="00D014E2" w:rsidP="002B7FBB">
      <w:pPr>
        <w:pStyle w:val="Heading2Purple"/>
        <w:spacing w:before="360"/>
      </w:pPr>
      <w:bookmarkStart w:id="68" w:name="_Toc521595626"/>
      <w:r w:rsidRPr="006E0267">
        <w:t>4</w:t>
      </w:r>
      <w:r>
        <w:t>.</w:t>
      </w:r>
      <w:r>
        <w:tab/>
      </w:r>
      <w:r w:rsidRPr="006E0267">
        <w:t>Structure, Delivery and Assessment</w:t>
      </w:r>
      <w:bookmarkEnd w:id="68"/>
    </w:p>
    <w:p w14:paraId="12840928" w14:textId="77777777" w:rsidR="002B7FBB" w:rsidRPr="00443A01" w:rsidRDefault="00D014E2" w:rsidP="002B7FBB">
      <w:pPr>
        <w:pStyle w:val="Heading3"/>
      </w:pPr>
      <w:bookmarkStart w:id="69" w:name="_Toc521595627"/>
      <w:r w:rsidRPr="00A37DF3">
        <w:t>4.1</w:t>
      </w:r>
      <w:r w:rsidRPr="00A37DF3">
        <w:tab/>
        <w:t>Volume of Learning</w:t>
      </w:r>
      <w:bookmarkEnd w:id="69"/>
    </w:p>
    <w:p w14:paraId="12840929" w14:textId="77777777" w:rsidR="002B7FBB" w:rsidRPr="00DD605B" w:rsidRDefault="00D014E2" w:rsidP="002B7FBB">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14:paraId="1284092A" w14:textId="77777777" w:rsidR="002B7FBB" w:rsidRPr="00DD605B" w:rsidRDefault="00D014E2" w:rsidP="002B7FBB">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14:paraId="1284092B" w14:textId="77777777" w:rsidR="002B7FBB" w:rsidRPr="00DD605B" w:rsidRDefault="00D014E2" w:rsidP="002B7FBB">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14:paraId="1284092C" w14:textId="77777777" w:rsidR="002B7FBB" w:rsidRPr="00DD605B" w:rsidRDefault="00D014E2" w:rsidP="002B7FBB">
      <w:pPr>
        <w:spacing w:after="0"/>
        <w:rPr>
          <w:rFonts w:cstheme="minorHAnsi"/>
          <w:color w:val="auto"/>
          <w:szCs w:val="22"/>
        </w:rPr>
      </w:pPr>
      <w:r>
        <w:rPr>
          <w:rFonts w:cstheme="minorHAnsi"/>
          <w:color w:val="auto"/>
          <w:szCs w:val="22"/>
        </w:rPr>
        <w:t>• Learning activities</w:t>
      </w:r>
    </w:p>
    <w:p w14:paraId="1284092D" w14:textId="77777777" w:rsidR="002B7FBB" w:rsidRPr="00DD605B"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14:paraId="1284092E" w14:textId="77777777" w:rsidR="002B7FBB" w:rsidRPr="00DD605B" w:rsidRDefault="00D014E2" w:rsidP="002B7FBB">
      <w:pPr>
        <w:spacing w:after="0"/>
        <w:rPr>
          <w:rFonts w:cstheme="minorHAnsi"/>
          <w:color w:val="auto"/>
          <w:szCs w:val="22"/>
        </w:rPr>
      </w:pPr>
      <w:r>
        <w:rPr>
          <w:rFonts w:cstheme="minorHAnsi"/>
          <w:color w:val="auto"/>
          <w:szCs w:val="22"/>
        </w:rPr>
        <w:t>• Workshop activities</w:t>
      </w:r>
    </w:p>
    <w:p w14:paraId="1284092F" w14:textId="77777777" w:rsidR="002B7FBB" w:rsidRPr="00DD605B"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14:paraId="12840930" w14:textId="77777777" w:rsidR="002B7FBB" w:rsidRPr="00076446"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14:paraId="12840931" w14:textId="77777777" w:rsidR="002B7FBB" w:rsidRDefault="00D014E2" w:rsidP="002B7FBB">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14:paraId="12840932" w14:textId="77777777" w:rsidR="002B7FBB" w:rsidRDefault="00D014E2" w:rsidP="002B7FBB">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hyperlink r:id="rId19" w:history="1">
        <w:r w:rsidRPr="00443A01">
          <w:rPr>
            <w:rStyle w:val="HyperlinkPurpleChar"/>
          </w:rPr>
          <w:t>Fact Sheet - Amount of Training</w:t>
        </w:r>
      </w:hyperlink>
      <w:r w:rsidRPr="00443A01">
        <w:rPr>
          <w:rStyle w:val="HyperlinkPurpleChar"/>
        </w:rPr>
        <w:t>.</w:t>
      </w:r>
    </w:p>
    <w:p w14:paraId="330461EB" w14:textId="77777777" w:rsidR="006462E0" w:rsidRPr="00DD605B" w:rsidRDefault="006462E0" w:rsidP="006462E0">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FFEEEBC4C0B64705B1CFCFF507316974"/>
          </w:placeholder>
          <w:comboBox>
            <w:listItem w:value="Choose an item."/>
            <w:listItem w:displayText="Certificate I  600-1200 hours" w:value="Certificate I  600-1200 hours"/>
            <w:listItem w:displayText="Certificate II 600-1200 hours" w:value="Certificate II 600-1200 hours"/>
            <w:listItem w:displayText="Certificate III 1200-2400 hours" w:value="Certificate III 1200-2400 hours"/>
            <w:listItem w:displayText="Certificate IV 600-2400 hours" w:value="Certificate IV 600-2400 hours"/>
            <w:listItem w:displayText="Diploma 1200-2400 hours" w:value="Diploma 1200-2400 hours"/>
            <w:listItem w:displayText="Advanced Diploma 1800-2400 hours" w:value="Advanced Diploma 1800-2400 hours"/>
          </w:comboBox>
        </w:sdtPr>
        <w:sdtContent>
          <w:r>
            <w:rPr>
              <w:rFonts w:ascii="Calibri" w:hAnsi="Calibri" w:cs="Calibri"/>
              <w:color w:val="auto"/>
              <w:szCs w:val="22"/>
            </w:rPr>
            <w:t>Certificate III 1200-2400 hours</w:t>
          </w:r>
        </w:sdtContent>
      </w:sdt>
    </w:p>
    <w:p w14:paraId="4A2D50E8" w14:textId="77777777" w:rsidR="006462E0" w:rsidRDefault="006462E0" w:rsidP="006462E0">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612</w:t>
      </w:r>
    </w:p>
    <w:p w14:paraId="4785BAA2" w14:textId="77777777" w:rsidR="006462E0" w:rsidRPr="00DD605B" w:rsidRDefault="006462E0" w:rsidP="006462E0">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t xml:space="preserve"> 108</w:t>
      </w:r>
    </w:p>
    <w:p w14:paraId="7055B755" w14:textId="77777777" w:rsidR="006462E0" w:rsidRPr="00DD605B" w:rsidRDefault="006462E0" w:rsidP="006462E0">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1380</w:t>
      </w:r>
    </w:p>
    <w:p w14:paraId="236739F5" w14:textId="77777777" w:rsidR="006462E0" w:rsidRPr="00F5276F" w:rsidRDefault="006462E0" w:rsidP="006462E0">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2196</w:t>
      </w:r>
    </w:p>
    <w:p w14:paraId="68051136" w14:textId="20B3F680" w:rsidR="00684F2B" w:rsidRPr="00684F2B" w:rsidRDefault="00684F2B" w:rsidP="002B7FBB">
      <w:pPr>
        <w:pBdr>
          <w:top w:val="single" w:sz="4" w:space="1" w:color="auto"/>
          <w:left w:val="single" w:sz="4" w:space="4" w:color="auto"/>
          <w:bottom w:val="single" w:sz="4" w:space="1" w:color="auto"/>
          <w:right w:val="single" w:sz="4" w:space="4" w:color="auto"/>
        </w:pBdr>
        <w:rPr>
          <w:rFonts w:ascii="Calibri" w:hAnsi="Calibri" w:cs="Calibri"/>
          <w:color w:val="auto"/>
          <w:szCs w:val="22"/>
        </w:rPr>
        <w:sectPr w:rsidR="00684F2B" w:rsidRPr="00684F2B" w:rsidSect="002B7FBB">
          <w:pgSz w:w="11906" w:h="16838"/>
          <w:pgMar w:top="1230" w:right="1276" w:bottom="1701" w:left="992" w:header="709" w:footer="340" w:gutter="0"/>
          <w:cols w:space="708"/>
          <w:docGrid w:linePitch="360"/>
        </w:sectPr>
      </w:pPr>
    </w:p>
    <w:p w14:paraId="12840938" w14:textId="77777777" w:rsidR="002B7FBB" w:rsidRPr="00443A01" w:rsidRDefault="00D014E2" w:rsidP="002B7FBB">
      <w:pPr>
        <w:pStyle w:val="Heading3"/>
        <w:spacing w:before="240"/>
      </w:pPr>
      <w:bookmarkStart w:id="70" w:name="_Toc521595628"/>
      <w:r w:rsidRPr="0001720A">
        <w:t>4.2</w:t>
      </w:r>
      <w:r w:rsidRPr="0001720A">
        <w:tab/>
      </w:r>
      <w:r>
        <w:t>Delivery Strategy</w:t>
      </w:r>
      <w:bookmarkEnd w:id="70"/>
      <w:r>
        <w:t xml:space="preserve"> </w:t>
      </w:r>
    </w:p>
    <w:p w14:paraId="12840939" w14:textId="77777777" w:rsidR="002B7FBB" w:rsidRDefault="00D014E2" w:rsidP="002B7FBB">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14:paraId="1284093A" w14:textId="77777777" w:rsidR="002B7FBB" w:rsidRDefault="00D014E2" w:rsidP="002B7FBB">
      <w:pPr>
        <w:pStyle w:val="CaptionPurple"/>
      </w:pPr>
      <w:r>
        <w:t xml:space="preserve">Table </w:t>
      </w:r>
      <w:r>
        <w:rPr>
          <w:noProof/>
        </w:rPr>
        <w:t>7 Volume of Learning</w:t>
      </w:r>
      <w:r>
        <w:t xml:space="preserve"> - Detail</w:t>
      </w:r>
    </w:p>
    <w:p w14:paraId="1284097C" w14:textId="4ECA5491" w:rsidR="002B7FBB" w:rsidRDefault="00D014E2" w:rsidP="002B7FBB">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230DBA82" w14:textId="3BBF24AE" w:rsidR="00684F2B" w:rsidRDefault="00684F2B" w:rsidP="00684F2B">
      <w:pPr>
        <w:rPr>
          <w:rFonts w:ascii="Calibri" w:hAnsi="Calibri" w:cs="Calibri"/>
          <w:b/>
          <w:i/>
          <w:color w:val="auto"/>
          <w:sz w:val="24"/>
          <w:szCs w:val="22"/>
        </w:rPr>
      </w:pP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233"/>
        <w:gridCol w:w="2894"/>
        <w:gridCol w:w="2047"/>
        <w:gridCol w:w="2045"/>
        <w:gridCol w:w="2252"/>
        <w:gridCol w:w="2005"/>
      </w:tblGrid>
      <w:tr w:rsidR="006462E0" w:rsidRPr="00C1390F" w14:paraId="61767577" w14:textId="77777777" w:rsidTr="00D779A6">
        <w:trPr>
          <w:cantSplit/>
          <w:trHeight w:val="726"/>
          <w:tblHeader/>
        </w:trPr>
        <w:tc>
          <w:tcPr>
            <w:tcW w:w="602" w:type="dxa"/>
            <w:shd w:val="clear" w:color="auto" w:fill="C7C5E0" w:themeFill="text2" w:themeFillTint="66"/>
          </w:tcPr>
          <w:p w14:paraId="2255EC37" w14:textId="77777777" w:rsidR="006462E0" w:rsidRPr="006859F9" w:rsidRDefault="006462E0" w:rsidP="00D779A6">
            <w:pPr>
              <w:keepNext/>
              <w:keepLines/>
              <w:spacing w:before="40" w:after="0"/>
              <w:outlineLvl w:val="3"/>
              <w:rPr>
                <w:rFonts w:ascii="Calibri" w:hAnsi="Calibri" w:cs="Calibri"/>
                <w:b/>
                <w:color w:val="C7C5E0"/>
                <w:szCs w:val="20"/>
              </w:rPr>
            </w:pPr>
            <w:r w:rsidRPr="00C1390F">
              <w:rPr>
                <w:rFonts w:ascii="Calibri" w:hAnsi="Calibri" w:cs="Calibri"/>
                <w:b/>
                <w:color w:val="C7C5E0"/>
                <w:szCs w:val="20"/>
              </w:rPr>
              <w:t>No.</w:t>
            </w:r>
          </w:p>
        </w:tc>
        <w:tc>
          <w:tcPr>
            <w:tcW w:w="2233" w:type="dxa"/>
            <w:shd w:val="clear" w:color="auto" w:fill="C7C5E0" w:themeFill="text2" w:themeFillTint="66"/>
            <w:vAlign w:val="center"/>
          </w:tcPr>
          <w:p w14:paraId="5553AD01" w14:textId="77777777" w:rsidR="006462E0" w:rsidRPr="00C1390F" w:rsidRDefault="006462E0" w:rsidP="00D779A6">
            <w:pPr>
              <w:keepNext/>
              <w:keepLines/>
              <w:spacing w:before="40" w:after="0"/>
              <w:outlineLvl w:val="3"/>
              <w:rPr>
                <w:rFonts w:ascii="Calibri" w:hAnsi="Calibri" w:cs="Calibri"/>
                <w:bCs/>
                <w:color w:val="auto"/>
                <w:szCs w:val="22"/>
              </w:rPr>
            </w:pPr>
            <w:bookmarkStart w:id="71" w:name="_Toc517263936"/>
            <w:bookmarkStart w:id="72" w:name="_Toc517704715"/>
            <w:bookmarkStart w:id="73" w:name="_Toc518636859"/>
            <w:bookmarkStart w:id="74" w:name="_Toc518652954"/>
            <w:bookmarkStart w:id="75" w:name="_Toc518655290"/>
            <w:r w:rsidRPr="00C1390F">
              <w:rPr>
                <w:rFonts w:eastAsiaTheme="majorEastAsia" w:cstheme="majorBidi"/>
                <w:b/>
                <w:iCs/>
                <w:color w:val="262626" w:themeColor="text1" w:themeTint="D9"/>
                <w:szCs w:val="22"/>
              </w:rPr>
              <w:t>Delivery Mode</w:t>
            </w:r>
            <w:bookmarkEnd w:id="71"/>
            <w:bookmarkEnd w:id="72"/>
            <w:bookmarkEnd w:id="73"/>
            <w:bookmarkEnd w:id="74"/>
            <w:bookmarkEnd w:id="75"/>
          </w:p>
        </w:tc>
        <w:tc>
          <w:tcPr>
            <w:tcW w:w="2894" w:type="dxa"/>
            <w:shd w:val="clear" w:color="auto" w:fill="C7C5E0"/>
            <w:vAlign w:val="center"/>
          </w:tcPr>
          <w:p w14:paraId="0620F3F5" w14:textId="77777777" w:rsidR="006462E0" w:rsidRPr="00C1390F" w:rsidRDefault="006462E0" w:rsidP="00D779A6">
            <w:pPr>
              <w:keepNext/>
              <w:keepLines/>
              <w:spacing w:before="40" w:after="0"/>
              <w:outlineLvl w:val="3"/>
              <w:rPr>
                <w:rFonts w:eastAsiaTheme="majorEastAsia" w:cstheme="majorBidi"/>
                <w:b/>
                <w:iCs/>
                <w:color w:val="262626" w:themeColor="text1" w:themeTint="D9"/>
                <w:szCs w:val="22"/>
              </w:rPr>
            </w:pPr>
            <w:bookmarkStart w:id="76" w:name="_Toc517704716"/>
            <w:bookmarkStart w:id="77" w:name="_Toc518636860"/>
            <w:bookmarkStart w:id="78" w:name="_Toc518652955"/>
            <w:bookmarkStart w:id="79" w:name="_Toc518655291"/>
            <w:r w:rsidRPr="00C1390F">
              <w:rPr>
                <w:rFonts w:eastAsiaTheme="majorEastAsia" w:cstheme="majorBidi"/>
                <w:b/>
                <w:iCs/>
                <w:color w:val="262626" w:themeColor="text1" w:themeTint="D9"/>
                <w:szCs w:val="22"/>
              </w:rPr>
              <w:t>Types of Structured Learning</w:t>
            </w:r>
          </w:p>
        </w:tc>
        <w:bookmarkEnd w:id="76"/>
        <w:bookmarkEnd w:id="77"/>
        <w:bookmarkEnd w:id="78"/>
        <w:bookmarkEnd w:id="79"/>
        <w:tc>
          <w:tcPr>
            <w:tcW w:w="2047" w:type="dxa"/>
            <w:shd w:val="clear" w:color="auto" w:fill="C7C5E0" w:themeFill="text2" w:themeFillTint="66"/>
            <w:vAlign w:val="center"/>
          </w:tcPr>
          <w:p w14:paraId="393BA365" w14:textId="77777777" w:rsidR="006462E0" w:rsidRPr="00C1390F" w:rsidRDefault="006462E0"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Structured Learning</w:t>
            </w:r>
          </w:p>
          <w:p w14:paraId="3FF825AB" w14:textId="77777777" w:rsidR="006462E0" w:rsidRPr="00C1390F" w:rsidRDefault="006462E0"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Hours</w:t>
            </w:r>
          </w:p>
        </w:tc>
        <w:tc>
          <w:tcPr>
            <w:tcW w:w="2045" w:type="dxa"/>
            <w:shd w:val="clear" w:color="auto" w:fill="C7C5E0" w:themeFill="text2" w:themeFillTint="66"/>
            <w:vAlign w:val="center"/>
          </w:tcPr>
          <w:p w14:paraId="2DC9F201" w14:textId="77777777" w:rsidR="006462E0" w:rsidRPr="00C1390F" w:rsidRDefault="006462E0"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Assessment Hours</w:t>
            </w:r>
          </w:p>
        </w:tc>
        <w:tc>
          <w:tcPr>
            <w:tcW w:w="2252" w:type="dxa"/>
            <w:shd w:val="clear" w:color="auto" w:fill="C7C5E0" w:themeFill="text2" w:themeFillTint="66"/>
            <w:vAlign w:val="center"/>
          </w:tcPr>
          <w:p w14:paraId="3755E4E2" w14:textId="77777777" w:rsidR="006462E0" w:rsidRPr="00C1390F" w:rsidRDefault="006462E0"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Unstructured Learning Hours</w:t>
            </w:r>
          </w:p>
        </w:tc>
        <w:tc>
          <w:tcPr>
            <w:tcW w:w="2005" w:type="dxa"/>
            <w:shd w:val="clear" w:color="auto" w:fill="C7C5E0" w:themeFill="text2" w:themeFillTint="66"/>
            <w:vAlign w:val="center"/>
          </w:tcPr>
          <w:p w14:paraId="753A87BE" w14:textId="77777777" w:rsidR="006462E0" w:rsidRPr="00C1390F" w:rsidRDefault="006462E0"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Volume of Learning</w:t>
            </w:r>
          </w:p>
        </w:tc>
      </w:tr>
      <w:tr w:rsidR="006462E0" w:rsidRPr="00C1390F" w14:paraId="1D77F249" w14:textId="77777777" w:rsidTr="00D779A6">
        <w:trPr>
          <w:cantSplit/>
          <w:trHeight w:val="809"/>
        </w:trPr>
        <w:tc>
          <w:tcPr>
            <w:tcW w:w="602" w:type="dxa"/>
            <w:vMerge w:val="restart"/>
            <w:shd w:val="clear" w:color="auto" w:fill="C7C5E0" w:themeFill="text2" w:themeFillTint="66"/>
            <w:vAlign w:val="center"/>
          </w:tcPr>
          <w:p w14:paraId="1885305F" w14:textId="77777777" w:rsidR="006462E0" w:rsidRPr="00C1390F" w:rsidRDefault="006462E0" w:rsidP="00D779A6">
            <w:pPr>
              <w:rPr>
                <w:rFonts w:ascii="Calibri" w:hAnsi="Calibri" w:cs="Calibri"/>
                <w:b/>
                <w:color w:val="auto"/>
                <w:szCs w:val="22"/>
              </w:rPr>
            </w:pPr>
            <w:r w:rsidRPr="00C1390F">
              <w:rPr>
                <w:rFonts w:ascii="Calibri" w:hAnsi="Calibri" w:cs="Calibri"/>
                <w:b/>
                <w:color w:val="auto"/>
                <w:szCs w:val="22"/>
              </w:rPr>
              <w:t>1</w:t>
            </w:r>
          </w:p>
          <w:p w14:paraId="489D73B2" w14:textId="77777777" w:rsidR="006462E0" w:rsidRPr="00C1390F" w:rsidRDefault="006462E0" w:rsidP="00D779A6">
            <w:pPr>
              <w:rPr>
                <w:rFonts w:ascii="Calibri" w:hAnsi="Calibri" w:cs="Calibri"/>
                <w:b/>
                <w:color w:val="auto"/>
                <w:szCs w:val="22"/>
              </w:rPr>
            </w:pPr>
          </w:p>
          <w:p w14:paraId="5B6C3C91" w14:textId="77777777" w:rsidR="006462E0" w:rsidRPr="00C1390F" w:rsidRDefault="006462E0" w:rsidP="00D779A6">
            <w:pPr>
              <w:rPr>
                <w:rFonts w:ascii="Calibri" w:hAnsi="Calibri" w:cs="Calibri"/>
                <w:b/>
                <w:color w:val="auto"/>
                <w:szCs w:val="22"/>
              </w:rPr>
            </w:pPr>
          </w:p>
        </w:tc>
        <w:tc>
          <w:tcPr>
            <w:tcW w:w="2233" w:type="dxa"/>
            <w:vMerge w:val="restart"/>
          </w:tcPr>
          <w:p w14:paraId="625C7CC3" w14:textId="77777777" w:rsidR="006462E0" w:rsidRPr="00C1390F" w:rsidRDefault="006462E0" w:rsidP="00D779A6">
            <w:pPr>
              <w:rPr>
                <w:rFonts w:cstheme="minorHAnsi"/>
                <w:b/>
                <w:color w:val="auto"/>
                <w:sz w:val="20"/>
                <w:szCs w:val="20"/>
              </w:rPr>
            </w:pPr>
            <w:r w:rsidRPr="00C1390F">
              <w:rPr>
                <w:rFonts w:eastAsia="Calibri" w:cstheme="minorHAnsi"/>
                <w:b/>
                <w:color w:val="000000"/>
                <w:sz w:val="20"/>
                <w:szCs w:val="20"/>
              </w:rPr>
              <w:t>Blended Delivery</w:t>
            </w:r>
            <w:r w:rsidRPr="00C1390F">
              <w:rPr>
                <w:rFonts w:eastAsia="Calibri" w:cstheme="minorHAnsi"/>
                <w:color w:val="000000"/>
                <w:sz w:val="20"/>
                <w:szCs w:val="20"/>
              </w:rPr>
              <w:t xml:space="preserve"> (including face to face and online classes)</w:t>
            </w:r>
          </w:p>
          <w:p w14:paraId="112B28DF" w14:textId="77777777" w:rsidR="006462E0" w:rsidRPr="00C1390F" w:rsidRDefault="006462E0" w:rsidP="00D779A6">
            <w:pPr>
              <w:rPr>
                <w:rFonts w:cstheme="minorHAnsi"/>
                <w:b/>
                <w:color w:val="auto"/>
                <w:sz w:val="20"/>
                <w:szCs w:val="20"/>
              </w:rPr>
            </w:pPr>
          </w:p>
        </w:tc>
        <w:tc>
          <w:tcPr>
            <w:tcW w:w="2894" w:type="dxa"/>
            <w:shd w:val="clear" w:color="auto" w:fill="auto"/>
          </w:tcPr>
          <w:p w14:paraId="3FCBB94B" w14:textId="77777777" w:rsidR="006462E0" w:rsidRPr="00C1390F" w:rsidRDefault="006462E0" w:rsidP="00D779A6">
            <w:pPr>
              <w:spacing w:after="0"/>
              <w:rPr>
                <w:rFonts w:cstheme="minorHAnsi"/>
                <w:color w:val="auto"/>
                <w:sz w:val="20"/>
                <w:szCs w:val="20"/>
              </w:rPr>
            </w:pPr>
            <w:r w:rsidRPr="00C1390F">
              <w:rPr>
                <w:rFonts w:cstheme="minorHAnsi"/>
                <w:bCs/>
                <w:color w:val="auto"/>
                <w:sz w:val="20"/>
                <w:szCs w:val="20"/>
              </w:rPr>
              <w:t xml:space="preserve">Face-to-face or online lectures/ learning activities </w:t>
            </w:r>
            <w:r w:rsidRPr="00C1390F">
              <w:rPr>
                <w:rFonts w:cstheme="minorHAnsi"/>
                <w:color w:val="auto"/>
                <w:sz w:val="20"/>
                <w:szCs w:val="20"/>
              </w:rPr>
              <w:t xml:space="preserve"> </w:t>
            </w:r>
          </w:p>
          <w:p w14:paraId="05905AA0" w14:textId="77777777" w:rsidR="006462E0" w:rsidRPr="00C1390F" w:rsidRDefault="006462E0" w:rsidP="00D779A6">
            <w:pPr>
              <w:spacing w:after="0"/>
              <w:rPr>
                <w:rFonts w:cstheme="minorHAnsi"/>
                <w:color w:val="auto"/>
                <w:sz w:val="20"/>
                <w:szCs w:val="20"/>
              </w:rPr>
            </w:pPr>
            <w:r w:rsidRPr="00C1390F">
              <w:rPr>
                <w:rFonts w:cstheme="minorHAnsi"/>
                <w:color w:val="auto"/>
                <w:sz w:val="20"/>
                <w:szCs w:val="20"/>
              </w:rPr>
              <w:t>Workshop/ practical tasks</w:t>
            </w:r>
          </w:p>
          <w:p w14:paraId="0DF16094" w14:textId="77777777" w:rsidR="006462E0" w:rsidRPr="00C1390F" w:rsidRDefault="006462E0" w:rsidP="00D779A6">
            <w:pPr>
              <w:spacing w:after="0"/>
              <w:rPr>
                <w:rFonts w:cstheme="minorHAnsi"/>
                <w:color w:val="auto"/>
                <w:sz w:val="20"/>
                <w:szCs w:val="20"/>
              </w:rPr>
            </w:pPr>
          </w:p>
        </w:tc>
        <w:tc>
          <w:tcPr>
            <w:tcW w:w="2047" w:type="dxa"/>
            <w:shd w:val="clear" w:color="auto" w:fill="FFFFFF" w:themeFill="background1"/>
            <w:vAlign w:val="center"/>
          </w:tcPr>
          <w:p w14:paraId="0012C6F1" w14:textId="77777777" w:rsidR="006462E0" w:rsidRPr="00C1390F" w:rsidRDefault="006462E0" w:rsidP="00D779A6">
            <w:pPr>
              <w:jc w:val="center"/>
              <w:rPr>
                <w:rFonts w:cstheme="minorHAnsi"/>
                <w:color w:val="auto"/>
                <w:sz w:val="20"/>
                <w:szCs w:val="20"/>
              </w:rPr>
            </w:pPr>
            <w:r>
              <w:rPr>
                <w:rFonts w:cstheme="minorHAnsi"/>
                <w:color w:val="auto"/>
                <w:sz w:val="20"/>
                <w:szCs w:val="20"/>
              </w:rPr>
              <w:t>612</w:t>
            </w:r>
            <w:r w:rsidRPr="00C1390F">
              <w:rPr>
                <w:rFonts w:cstheme="minorHAnsi"/>
                <w:color w:val="auto"/>
                <w:sz w:val="20"/>
                <w:szCs w:val="20"/>
              </w:rPr>
              <w:t>hrs</w:t>
            </w:r>
          </w:p>
        </w:tc>
        <w:tc>
          <w:tcPr>
            <w:tcW w:w="2045" w:type="dxa"/>
            <w:shd w:val="clear" w:color="auto" w:fill="E3E2EF" w:themeFill="text2" w:themeFillTint="33"/>
            <w:vAlign w:val="center"/>
          </w:tcPr>
          <w:p w14:paraId="6B66AF5D" w14:textId="77777777" w:rsidR="006462E0" w:rsidRPr="00C1390F" w:rsidRDefault="006462E0" w:rsidP="00D779A6">
            <w:pPr>
              <w:jc w:val="center"/>
              <w:rPr>
                <w:rFonts w:cstheme="minorHAnsi"/>
                <w:color w:val="auto"/>
                <w:sz w:val="20"/>
                <w:szCs w:val="20"/>
              </w:rPr>
            </w:pPr>
          </w:p>
        </w:tc>
        <w:tc>
          <w:tcPr>
            <w:tcW w:w="2252" w:type="dxa"/>
            <w:vMerge w:val="restart"/>
            <w:shd w:val="clear" w:color="auto" w:fill="E3E2EF" w:themeFill="text2" w:themeFillTint="33"/>
            <w:vAlign w:val="center"/>
          </w:tcPr>
          <w:p w14:paraId="5D627C3E" w14:textId="77777777" w:rsidR="006462E0" w:rsidRPr="00C1390F" w:rsidRDefault="006462E0" w:rsidP="00D779A6">
            <w:pPr>
              <w:jc w:val="center"/>
              <w:rPr>
                <w:rFonts w:cstheme="minorHAnsi"/>
                <w:color w:val="auto"/>
                <w:sz w:val="20"/>
                <w:szCs w:val="20"/>
              </w:rPr>
            </w:pPr>
          </w:p>
        </w:tc>
        <w:tc>
          <w:tcPr>
            <w:tcW w:w="2005" w:type="dxa"/>
            <w:vMerge w:val="restart"/>
            <w:shd w:val="clear" w:color="auto" w:fill="FFFFFF" w:themeFill="background1"/>
            <w:vAlign w:val="center"/>
          </w:tcPr>
          <w:p w14:paraId="26454EEF" w14:textId="77777777" w:rsidR="006462E0" w:rsidRPr="00C1390F" w:rsidRDefault="006462E0" w:rsidP="00D779A6">
            <w:pPr>
              <w:jc w:val="center"/>
              <w:rPr>
                <w:rFonts w:cstheme="minorHAnsi"/>
                <w:color w:val="auto"/>
                <w:sz w:val="20"/>
                <w:szCs w:val="20"/>
              </w:rPr>
            </w:pPr>
            <w:r>
              <w:rPr>
                <w:rFonts w:cstheme="minorHAnsi"/>
                <w:color w:val="auto"/>
                <w:sz w:val="20"/>
                <w:szCs w:val="20"/>
              </w:rPr>
              <w:t>Approx. 7.5hrs per week/32</w:t>
            </w:r>
            <w:r w:rsidRPr="00C1390F">
              <w:rPr>
                <w:rFonts w:cstheme="minorHAnsi"/>
                <w:color w:val="auto"/>
                <w:sz w:val="20"/>
                <w:szCs w:val="20"/>
              </w:rPr>
              <w:t xml:space="preserve"> weeks per year x 3 years </w:t>
            </w:r>
          </w:p>
          <w:p w14:paraId="4BF1FCB1" w14:textId="77777777" w:rsidR="006462E0" w:rsidRPr="00C1390F" w:rsidRDefault="006462E0" w:rsidP="00D779A6">
            <w:pPr>
              <w:jc w:val="center"/>
              <w:rPr>
                <w:rFonts w:cstheme="minorHAnsi"/>
                <w:color w:val="auto"/>
                <w:sz w:val="20"/>
                <w:szCs w:val="20"/>
              </w:rPr>
            </w:pPr>
            <w:r>
              <w:rPr>
                <w:rFonts w:cstheme="minorHAnsi"/>
                <w:color w:val="auto"/>
                <w:sz w:val="20"/>
                <w:szCs w:val="20"/>
              </w:rPr>
              <w:t>720</w:t>
            </w:r>
          </w:p>
        </w:tc>
      </w:tr>
      <w:tr w:rsidR="006462E0" w:rsidRPr="00C1390F" w14:paraId="10321717" w14:textId="77777777" w:rsidTr="00D779A6">
        <w:trPr>
          <w:cantSplit/>
          <w:trHeight w:val="406"/>
        </w:trPr>
        <w:tc>
          <w:tcPr>
            <w:tcW w:w="602" w:type="dxa"/>
            <w:vMerge/>
            <w:shd w:val="clear" w:color="auto" w:fill="C7C5E0" w:themeFill="text2" w:themeFillTint="66"/>
            <w:vAlign w:val="center"/>
          </w:tcPr>
          <w:p w14:paraId="1D96A826" w14:textId="77777777" w:rsidR="006462E0" w:rsidRPr="00C1390F" w:rsidRDefault="006462E0" w:rsidP="00D779A6">
            <w:pPr>
              <w:rPr>
                <w:rFonts w:ascii="Calibri" w:hAnsi="Calibri" w:cs="Calibri"/>
                <w:b/>
                <w:color w:val="auto"/>
                <w:szCs w:val="22"/>
              </w:rPr>
            </w:pPr>
          </w:p>
        </w:tc>
        <w:tc>
          <w:tcPr>
            <w:tcW w:w="2233" w:type="dxa"/>
            <w:vMerge/>
          </w:tcPr>
          <w:p w14:paraId="37BD742D" w14:textId="77777777" w:rsidR="006462E0" w:rsidRPr="00C1390F" w:rsidRDefault="006462E0" w:rsidP="00D779A6">
            <w:pPr>
              <w:rPr>
                <w:rFonts w:cstheme="minorHAnsi"/>
                <w:b/>
                <w:color w:val="auto"/>
                <w:sz w:val="20"/>
                <w:szCs w:val="20"/>
              </w:rPr>
            </w:pPr>
          </w:p>
        </w:tc>
        <w:tc>
          <w:tcPr>
            <w:tcW w:w="2894" w:type="dxa"/>
            <w:shd w:val="clear" w:color="auto" w:fill="auto"/>
          </w:tcPr>
          <w:p w14:paraId="7A1EA8ED" w14:textId="77777777" w:rsidR="006462E0" w:rsidRPr="00C1390F" w:rsidRDefault="006462E0" w:rsidP="00D779A6">
            <w:pPr>
              <w:spacing w:after="0"/>
              <w:rPr>
                <w:rFonts w:cstheme="minorHAnsi"/>
                <w:color w:val="auto"/>
                <w:sz w:val="20"/>
                <w:szCs w:val="20"/>
              </w:rPr>
            </w:pPr>
            <w:r w:rsidRPr="00C1390F">
              <w:rPr>
                <w:rFonts w:cstheme="minorHAnsi"/>
                <w:color w:val="auto"/>
                <w:sz w:val="20"/>
                <w:szCs w:val="20"/>
              </w:rPr>
              <w:t>Assessments</w:t>
            </w:r>
          </w:p>
          <w:p w14:paraId="0543905A" w14:textId="77777777" w:rsidR="006462E0" w:rsidRPr="00C1390F" w:rsidRDefault="006462E0" w:rsidP="00D779A6">
            <w:pPr>
              <w:spacing w:after="0"/>
              <w:rPr>
                <w:rFonts w:cstheme="minorHAnsi"/>
                <w:color w:val="auto"/>
                <w:sz w:val="20"/>
                <w:szCs w:val="20"/>
              </w:rPr>
            </w:pPr>
            <w:r w:rsidRPr="00C1390F">
              <w:rPr>
                <w:rFonts w:cstheme="minorHAnsi"/>
                <w:color w:val="auto"/>
                <w:sz w:val="20"/>
                <w:szCs w:val="20"/>
              </w:rPr>
              <w:t>(</w:t>
            </w:r>
            <w:r>
              <w:rPr>
                <w:rFonts w:cstheme="minorHAnsi"/>
                <w:color w:val="auto"/>
                <w:sz w:val="20"/>
                <w:szCs w:val="20"/>
              </w:rPr>
              <w:t>15</w:t>
            </w:r>
            <w:r w:rsidRPr="00C1390F">
              <w:rPr>
                <w:rFonts w:cstheme="minorHAnsi"/>
                <w:color w:val="auto"/>
                <w:sz w:val="20"/>
                <w:szCs w:val="20"/>
              </w:rPr>
              <w:t>% of unit delivery hours)</w:t>
            </w:r>
          </w:p>
          <w:p w14:paraId="0C0570BD" w14:textId="77777777" w:rsidR="006462E0" w:rsidRPr="00C1390F" w:rsidRDefault="006462E0" w:rsidP="00D779A6">
            <w:pPr>
              <w:spacing w:after="0"/>
              <w:rPr>
                <w:rFonts w:cstheme="minorHAnsi"/>
                <w:color w:val="auto"/>
                <w:sz w:val="20"/>
                <w:szCs w:val="20"/>
              </w:rPr>
            </w:pPr>
          </w:p>
        </w:tc>
        <w:tc>
          <w:tcPr>
            <w:tcW w:w="2047" w:type="dxa"/>
            <w:shd w:val="clear" w:color="auto" w:fill="E3E2EF" w:themeFill="text2" w:themeFillTint="33"/>
            <w:vAlign w:val="center"/>
          </w:tcPr>
          <w:p w14:paraId="47C2C44C" w14:textId="77777777" w:rsidR="006462E0" w:rsidRPr="00C1390F" w:rsidRDefault="006462E0" w:rsidP="00D779A6">
            <w:pPr>
              <w:jc w:val="center"/>
              <w:rPr>
                <w:rFonts w:cstheme="minorHAnsi"/>
                <w:color w:val="auto"/>
                <w:sz w:val="20"/>
                <w:szCs w:val="20"/>
              </w:rPr>
            </w:pPr>
          </w:p>
        </w:tc>
        <w:tc>
          <w:tcPr>
            <w:tcW w:w="2045" w:type="dxa"/>
            <w:shd w:val="clear" w:color="auto" w:fill="FFFFFF" w:themeFill="background1"/>
            <w:vAlign w:val="center"/>
          </w:tcPr>
          <w:p w14:paraId="15F175F2" w14:textId="77777777" w:rsidR="006462E0" w:rsidRPr="00C1390F" w:rsidRDefault="006462E0" w:rsidP="00D779A6">
            <w:pPr>
              <w:jc w:val="center"/>
              <w:rPr>
                <w:rFonts w:cstheme="minorHAnsi"/>
                <w:color w:val="auto"/>
                <w:sz w:val="20"/>
                <w:szCs w:val="20"/>
              </w:rPr>
            </w:pPr>
            <w:r>
              <w:rPr>
                <w:rFonts w:cstheme="minorHAnsi"/>
                <w:color w:val="auto"/>
                <w:sz w:val="20"/>
                <w:szCs w:val="20"/>
              </w:rPr>
              <w:t>108</w:t>
            </w:r>
            <w:r w:rsidRPr="00C1390F">
              <w:rPr>
                <w:rFonts w:cstheme="minorHAnsi"/>
                <w:color w:val="auto"/>
                <w:sz w:val="20"/>
                <w:szCs w:val="20"/>
              </w:rPr>
              <w:t>hrs</w:t>
            </w:r>
          </w:p>
        </w:tc>
        <w:tc>
          <w:tcPr>
            <w:tcW w:w="2252" w:type="dxa"/>
            <w:vMerge/>
            <w:shd w:val="clear" w:color="auto" w:fill="E3E2EF" w:themeFill="text2" w:themeFillTint="33"/>
            <w:vAlign w:val="center"/>
          </w:tcPr>
          <w:p w14:paraId="6B4692B0" w14:textId="77777777" w:rsidR="006462E0" w:rsidRPr="00C1390F" w:rsidRDefault="006462E0" w:rsidP="00D779A6">
            <w:pPr>
              <w:jc w:val="center"/>
              <w:rPr>
                <w:rFonts w:cstheme="minorHAnsi"/>
                <w:color w:val="auto"/>
                <w:sz w:val="20"/>
                <w:szCs w:val="20"/>
              </w:rPr>
            </w:pPr>
          </w:p>
        </w:tc>
        <w:tc>
          <w:tcPr>
            <w:tcW w:w="2005" w:type="dxa"/>
            <w:vMerge/>
            <w:shd w:val="clear" w:color="auto" w:fill="FFFFFF" w:themeFill="background1"/>
            <w:vAlign w:val="center"/>
          </w:tcPr>
          <w:p w14:paraId="0D76589C" w14:textId="77777777" w:rsidR="006462E0" w:rsidRPr="00C1390F" w:rsidRDefault="006462E0" w:rsidP="00D779A6">
            <w:pPr>
              <w:jc w:val="center"/>
              <w:rPr>
                <w:rFonts w:cstheme="minorHAnsi"/>
                <w:color w:val="auto"/>
                <w:sz w:val="20"/>
                <w:szCs w:val="20"/>
              </w:rPr>
            </w:pPr>
          </w:p>
        </w:tc>
      </w:tr>
      <w:tr w:rsidR="006462E0" w:rsidRPr="00C1390F" w14:paraId="584446A0" w14:textId="77777777" w:rsidTr="00D779A6">
        <w:trPr>
          <w:cantSplit/>
          <w:trHeight w:val="2189"/>
        </w:trPr>
        <w:tc>
          <w:tcPr>
            <w:tcW w:w="602" w:type="dxa"/>
            <w:shd w:val="clear" w:color="auto" w:fill="C7C5E0" w:themeFill="text2" w:themeFillTint="66"/>
            <w:vAlign w:val="center"/>
          </w:tcPr>
          <w:p w14:paraId="6CAC8C98" w14:textId="77777777" w:rsidR="006462E0" w:rsidRPr="00C1390F" w:rsidRDefault="006462E0" w:rsidP="00D779A6">
            <w:pPr>
              <w:rPr>
                <w:rFonts w:ascii="Calibri" w:hAnsi="Calibri" w:cs="Calibri"/>
                <w:b/>
                <w:color w:val="auto"/>
                <w:szCs w:val="22"/>
              </w:rPr>
            </w:pPr>
            <w:r>
              <w:rPr>
                <w:rFonts w:ascii="Calibri" w:hAnsi="Calibri" w:cs="Calibri"/>
                <w:b/>
                <w:color w:val="auto"/>
                <w:szCs w:val="22"/>
              </w:rPr>
              <w:t>2</w:t>
            </w:r>
          </w:p>
        </w:tc>
        <w:tc>
          <w:tcPr>
            <w:tcW w:w="2233" w:type="dxa"/>
          </w:tcPr>
          <w:p w14:paraId="329A88BF" w14:textId="77777777" w:rsidR="006462E0" w:rsidRPr="00C1390F" w:rsidRDefault="006462E0" w:rsidP="00D779A6">
            <w:pPr>
              <w:rPr>
                <w:rFonts w:cstheme="minorHAnsi"/>
                <w:b/>
                <w:color w:val="auto"/>
                <w:sz w:val="20"/>
                <w:szCs w:val="20"/>
              </w:rPr>
            </w:pPr>
            <w:r w:rsidRPr="00C1390F">
              <w:rPr>
                <w:rFonts w:cstheme="minorHAnsi"/>
                <w:b/>
                <w:color w:val="auto"/>
                <w:sz w:val="20"/>
                <w:szCs w:val="20"/>
              </w:rPr>
              <w:t>Self-directed</w:t>
            </w:r>
          </w:p>
        </w:tc>
        <w:tc>
          <w:tcPr>
            <w:tcW w:w="2894" w:type="dxa"/>
            <w:shd w:val="clear" w:color="auto" w:fill="E3E2EF" w:themeFill="text2" w:themeFillTint="33"/>
          </w:tcPr>
          <w:p w14:paraId="6D7CE605" w14:textId="77777777" w:rsidR="006462E0" w:rsidRPr="00C1390F" w:rsidRDefault="006462E0" w:rsidP="00D779A6">
            <w:pPr>
              <w:rPr>
                <w:rFonts w:cstheme="minorHAnsi"/>
                <w:color w:val="auto"/>
                <w:sz w:val="20"/>
                <w:szCs w:val="20"/>
              </w:rPr>
            </w:pPr>
          </w:p>
        </w:tc>
        <w:tc>
          <w:tcPr>
            <w:tcW w:w="2047" w:type="dxa"/>
            <w:shd w:val="clear" w:color="auto" w:fill="E3E2EF" w:themeFill="text2" w:themeFillTint="33"/>
            <w:vAlign w:val="center"/>
          </w:tcPr>
          <w:p w14:paraId="6B913777" w14:textId="77777777" w:rsidR="006462E0" w:rsidRPr="00C1390F" w:rsidRDefault="006462E0" w:rsidP="00D779A6">
            <w:pPr>
              <w:jc w:val="center"/>
              <w:rPr>
                <w:rFonts w:cstheme="minorHAnsi"/>
                <w:color w:val="auto"/>
                <w:sz w:val="20"/>
                <w:szCs w:val="20"/>
              </w:rPr>
            </w:pPr>
          </w:p>
        </w:tc>
        <w:tc>
          <w:tcPr>
            <w:tcW w:w="2045" w:type="dxa"/>
            <w:shd w:val="clear" w:color="auto" w:fill="E3E2EF" w:themeFill="text2" w:themeFillTint="33"/>
            <w:vAlign w:val="center"/>
          </w:tcPr>
          <w:p w14:paraId="3D09AE91" w14:textId="77777777" w:rsidR="006462E0" w:rsidRPr="00C1390F" w:rsidRDefault="006462E0" w:rsidP="00D779A6">
            <w:pPr>
              <w:jc w:val="center"/>
              <w:rPr>
                <w:rFonts w:cstheme="minorHAnsi"/>
                <w:color w:val="auto"/>
                <w:sz w:val="20"/>
                <w:szCs w:val="20"/>
              </w:rPr>
            </w:pPr>
          </w:p>
        </w:tc>
        <w:tc>
          <w:tcPr>
            <w:tcW w:w="2252" w:type="dxa"/>
            <w:shd w:val="clear" w:color="auto" w:fill="FFFFFF" w:themeFill="background1"/>
          </w:tcPr>
          <w:p w14:paraId="377ABE87" w14:textId="77777777" w:rsidR="006462E0" w:rsidRDefault="006462E0" w:rsidP="00D779A6">
            <w:pPr>
              <w:jc w:val="center"/>
              <w:rPr>
                <w:rFonts w:cstheme="minorHAnsi"/>
                <w:color w:val="auto"/>
                <w:sz w:val="20"/>
                <w:szCs w:val="20"/>
              </w:rPr>
            </w:pPr>
            <w:r>
              <w:rPr>
                <w:rFonts w:cstheme="minorHAnsi"/>
                <w:color w:val="auto"/>
                <w:sz w:val="20"/>
                <w:szCs w:val="20"/>
              </w:rPr>
              <w:t>Content review/Assessment preparation</w:t>
            </w:r>
          </w:p>
          <w:p w14:paraId="7AEC1050" w14:textId="77777777" w:rsidR="006462E0" w:rsidRPr="00C1390F" w:rsidRDefault="006462E0" w:rsidP="00D779A6">
            <w:pPr>
              <w:rPr>
                <w:rFonts w:cstheme="minorHAnsi"/>
                <w:color w:val="auto"/>
                <w:sz w:val="20"/>
                <w:szCs w:val="20"/>
              </w:rPr>
            </w:pPr>
            <w:r>
              <w:rPr>
                <w:rFonts w:cstheme="minorHAnsi"/>
                <w:color w:val="auto"/>
                <w:sz w:val="20"/>
                <w:szCs w:val="20"/>
              </w:rPr>
              <w:t>1hrs per week/32</w:t>
            </w:r>
            <w:r w:rsidRPr="00C1390F">
              <w:rPr>
                <w:rFonts w:cstheme="minorHAnsi"/>
                <w:color w:val="auto"/>
                <w:sz w:val="20"/>
                <w:szCs w:val="20"/>
              </w:rPr>
              <w:t xml:space="preserve"> weeks per year x 3 years</w:t>
            </w:r>
          </w:p>
          <w:p w14:paraId="4D3AD402" w14:textId="77777777" w:rsidR="006462E0" w:rsidRPr="00C1390F" w:rsidRDefault="006462E0" w:rsidP="00D779A6">
            <w:pPr>
              <w:jc w:val="center"/>
              <w:rPr>
                <w:rFonts w:cstheme="minorHAnsi"/>
                <w:i/>
                <w:color w:val="auto"/>
                <w:sz w:val="20"/>
                <w:szCs w:val="20"/>
                <w:u w:val="single"/>
              </w:rPr>
            </w:pPr>
            <w:r>
              <w:rPr>
                <w:rFonts w:cstheme="minorHAnsi"/>
                <w:color w:val="auto"/>
                <w:sz w:val="20"/>
                <w:szCs w:val="20"/>
              </w:rPr>
              <w:t>96</w:t>
            </w:r>
            <w:r w:rsidRPr="00C1390F">
              <w:rPr>
                <w:rFonts w:cstheme="minorHAnsi"/>
                <w:color w:val="auto"/>
                <w:sz w:val="20"/>
                <w:szCs w:val="20"/>
              </w:rPr>
              <w:t>hrs</w:t>
            </w:r>
          </w:p>
          <w:p w14:paraId="64E42FCF" w14:textId="77777777" w:rsidR="006462E0" w:rsidRPr="00C1390F" w:rsidRDefault="006462E0" w:rsidP="00D779A6">
            <w:pPr>
              <w:jc w:val="center"/>
              <w:rPr>
                <w:rFonts w:cstheme="minorHAnsi"/>
                <w:i/>
                <w:color w:val="auto"/>
                <w:sz w:val="20"/>
                <w:szCs w:val="20"/>
                <w:u w:val="single"/>
              </w:rPr>
            </w:pPr>
          </w:p>
        </w:tc>
        <w:tc>
          <w:tcPr>
            <w:tcW w:w="2005" w:type="dxa"/>
            <w:shd w:val="clear" w:color="auto" w:fill="FFFFFF" w:themeFill="background1"/>
            <w:vAlign w:val="center"/>
          </w:tcPr>
          <w:p w14:paraId="210B054C" w14:textId="77777777" w:rsidR="006462E0" w:rsidRPr="00C1390F" w:rsidRDefault="006462E0" w:rsidP="00D779A6">
            <w:pPr>
              <w:jc w:val="center"/>
              <w:rPr>
                <w:rFonts w:cstheme="minorHAnsi"/>
                <w:color w:val="auto"/>
                <w:sz w:val="20"/>
                <w:szCs w:val="20"/>
              </w:rPr>
            </w:pPr>
            <w:r>
              <w:rPr>
                <w:rFonts w:cstheme="minorHAnsi"/>
                <w:color w:val="auto"/>
                <w:sz w:val="20"/>
                <w:szCs w:val="20"/>
              </w:rPr>
              <w:t>96</w:t>
            </w:r>
          </w:p>
          <w:p w14:paraId="3ED6FA11" w14:textId="77777777" w:rsidR="006462E0" w:rsidRPr="00C1390F" w:rsidRDefault="006462E0" w:rsidP="00D779A6">
            <w:pPr>
              <w:jc w:val="center"/>
              <w:rPr>
                <w:rFonts w:cstheme="minorHAnsi"/>
                <w:color w:val="auto"/>
                <w:sz w:val="20"/>
                <w:szCs w:val="20"/>
              </w:rPr>
            </w:pPr>
          </w:p>
        </w:tc>
      </w:tr>
      <w:tr w:rsidR="006462E0" w:rsidRPr="00C1390F" w14:paraId="6848CF7B" w14:textId="77777777" w:rsidTr="00D779A6">
        <w:trPr>
          <w:cantSplit/>
          <w:trHeight w:val="397"/>
        </w:trPr>
        <w:tc>
          <w:tcPr>
            <w:tcW w:w="602" w:type="dxa"/>
            <w:shd w:val="clear" w:color="auto" w:fill="C7C5E0" w:themeFill="text2" w:themeFillTint="66"/>
            <w:vAlign w:val="center"/>
          </w:tcPr>
          <w:p w14:paraId="4E5649E8" w14:textId="77777777" w:rsidR="006462E0" w:rsidRPr="00C1390F" w:rsidRDefault="006462E0" w:rsidP="00D779A6">
            <w:pPr>
              <w:rPr>
                <w:rFonts w:ascii="Calibri" w:hAnsi="Calibri" w:cs="Calibri"/>
                <w:b/>
                <w:color w:val="auto"/>
                <w:szCs w:val="22"/>
              </w:rPr>
            </w:pPr>
            <w:r>
              <w:rPr>
                <w:rFonts w:ascii="Calibri" w:hAnsi="Calibri" w:cs="Calibri"/>
                <w:b/>
                <w:color w:val="auto"/>
                <w:szCs w:val="22"/>
              </w:rPr>
              <w:t>3</w:t>
            </w:r>
          </w:p>
        </w:tc>
        <w:tc>
          <w:tcPr>
            <w:tcW w:w="2233" w:type="dxa"/>
          </w:tcPr>
          <w:p w14:paraId="5F5E24B1" w14:textId="77777777" w:rsidR="006462E0" w:rsidRPr="00C1390F" w:rsidRDefault="006462E0" w:rsidP="00D779A6">
            <w:pPr>
              <w:rPr>
                <w:rFonts w:cstheme="minorHAnsi"/>
                <w:b/>
                <w:color w:val="auto"/>
                <w:sz w:val="20"/>
                <w:szCs w:val="20"/>
              </w:rPr>
            </w:pPr>
            <w:r w:rsidRPr="00C1390F">
              <w:rPr>
                <w:rFonts w:eastAsia="Calibri" w:cstheme="minorHAnsi"/>
                <w:b/>
                <w:color w:val="000000"/>
                <w:sz w:val="20"/>
                <w:szCs w:val="20"/>
              </w:rPr>
              <w:t>Workplace learning</w:t>
            </w:r>
            <w:r w:rsidRPr="00C1390F">
              <w:rPr>
                <w:rFonts w:eastAsia="Calibri" w:cstheme="minorHAnsi"/>
                <w:color w:val="000000"/>
                <w:sz w:val="20"/>
                <w:szCs w:val="20"/>
              </w:rPr>
              <w:t xml:space="preserve"> </w:t>
            </w:r>
          </w:p>
        </w:tc>
        <w:tc>
          <w:tcPr>
            <w:tcW w:w="2894" w:type="dxa"/>
            <w:shd w:val="clear" w:color="auto" w:fill="E3E2EF" w:themeFill="text2" w:themeFillTint="33"/>
          </w:tcPr>
          <w:p w14:paraId="39B28B38" w14:textId="77777777" w:rsidR="006462E0" w:rsidRPr="00C1390F" w:rsidRDefault="006462E0" w:rsidP="00D779A6">
            <w:pPr>
              <w:rPr>
                <w:rFonts w:cstheme="minorHAnsi"/>
                <w:color w:val="auto"/>
                <w:sz w:val="20"/>
                <w:szCs w:val="20"/>
              </w:rPr>
            </w:pPr>
          </w:p>
        </w:tc>
        <w:tc>
          <w:tcPr>
            <w:tcW w:w="2047" w:type="dxa"/>
            <w:shd w:val="clear" w:color="auto" w:fill="E3E2EF" w:themeFill="text2" w:themeFillTint="33"/>
            <w:vAlign w:val="center"/>
          </w:tcPr>
          <w:p w14:paraId="1193B2EC" w14:textId="77777777" w:rsidR="006462E0" w:rsidRPr="00C1390F" w:rsidRDefault="006462E0" w:rsidP="00D779A6">
            <w:pPr>
              <w:jc w:val="center"/>
              <w:rPr>
                <w:rFonts w:cstheme="minorHAnsi"/>
                <w:color w:val="auto"/>
                <w:sz w:val="20"/>
                <w:szCs w:val="20"/>
              </w:rPr>
            </w:pPr>
          </w:p>
        </w:tc>
        <w:tc>
          <w:tcPr>
            <w:tcW w:w="2045" w:type="dxa"/>
            <w:shd w:val="clear" w:color="auto" w:fill="E3E2EF" w:themeFill="text2" w:themeFillTint="33"/>
            <w:vAlign w:val="center"/>
          </w:tcPr>
          <w:p w14:paraId="6A43B776" w14:textId="77777777" w:rsidR="006462E0" w:rsidRPr="00C1390F" w:rsidRDefault="006462E0" w:rsidP="00D779A6">
            <w:pPr>
              <w:jc w:val="center"/>
              <w:rPr>
                <w:rFonts w:cstheme="minorHAnsi"/>
                <w:color w:val="auto"/>
                <w:sz w:val="20"/>
                <w:szCs w:val="20"/>
              </w:rPr>
            </w:pPr>
          </w:p>
        </w:tc>
        <w:tc>
          <w:tcPr>
            <w:tcW w:w="2252" w:type="dxa"/>
            <w:shd w:val="clear" w:color="auto" w:fill="FFFFFF" w:themeFill="background1"/>
          </w:tcPr>
          <w:p w14:paraId="42E21EC1" w14:textId="77777777" w:rsidR="006462E0" w:rsidRPr="00C1390F" w:rsidRDefault="006462E0" w:rsidP="00D779A6">
            <w:pPr>
              <w:jc w:val="center"/>
              <w:rPr>
                <w:rFonts w:cstheme="minorHAnsi"/>
                <w:color w:val="auto"/>
                <w:sz w:val="20"/>
                <w:szCs w:val="20"/>
              </w:rPr>
            </w:pPr>
            <w:r w:rsidRPr="00C1390F">
              <w:rPr>
                <w:rFonts w:cstheme="minorHAnsi"/>
                <w:color w:val="auto"/>
                <w:sz w:val="20"/>
                <w:szCs w:val="20"/>
              </w:rPr>
              <w:t>2hrs per day / 10hrs per week/46 weeks per year x 3 years</w:t>
            </w:r>
          </w:p>
          <w:p w14:paraId="77C2B9BC" w14:textId="77777777" w:rsidR="006462E0" w:rsidRPr="00C1390F" w:rsidRDefault="006462E0" w:rsidP="00D779A6">
            <w:pPr>
              <w:jc w:val="center"/>
              <w:rPr>
                <w:rFonts w:cstheme="minorHAnsi"/>
                <w:sz w:val="20"/>
                <w:szCs w:val="20"/>
              </w:rPr>
            </w:pPr>
            <w:r w:rsidRPr="00C1390F">
              <w:rPr>
                <w:rFonts w:cstheme="minorHAnsi"/>
                <w:color w:val="auto"/>
                <w:sz w:val="20"/>
                <w:szCs w:val="20"/>
              </w:rPr>
              <w:t>1380hrs</w:t>
            </w:r>
          </w:p>
        </w:tc>
        <w:tc>
          <w:tcPr>
            <w:tcW w:w="2005" w:type="dxa"/>
            <w:shd w:val="clear" w:color="auto" w:fill="FFFFFF" w:themeFill="background1"/>
            <w:vAlign w:val="center"/>
          </w:tcPr>
          <w:p w14:paraId="045C6985" w14:textId="77777777" w:rsidR="006462E0" w:rsidRPr="00C1390F" w:rsidRDefault="006462E0" w:rsidP="00D779A6">
            <w:pPr>
              <w:jc w:val="center"/>
              <w:rPr>
                <w:rFonts w:cstheme="minorHAnsi"/>
                <w:color w:val="auto"/>
                <w:sz w:val="20"/>
                <w:szCs w:val="20"/>
              </w:rPr>
            </w:pPr>
            <w:r w:rsidRPr="00C1390F">
              <w:rPr>
                <w:rFonts w:cstheme="minorHAnsi"/>
                <w:color w:val="auto"/>
                <w:sz w:val="20"/>
                <w:szCs w:val="20"/>
              </w:rPr>
              <w:t>1380</w:t>
            </w:r>
          </w:p>
        </w:tc>
      </w:tr>
      <w:tr w:rsidR="006462E0" w:rsidRPr="00C1390F" w14:paraId="273632A4" w14:textId="77777777" w:rsidTr="00D779A6">
        <w:trPr>
          <w:cantSplit/>
          <w:trHeight w:val="406"/>
        </w:trPr>
        <w:tc>
          <w:tcPr>
            <w:tcW w:w="602" w:type="dxa"/>
            <w:shd w:val="clear" w:color="auto" w:fill="C7C5E0" w:themeFill="text2" w:themeFillTint="66"/>
            <w:vAlign w:val="center"/>
          </w:tcPr>
          <w:p w14:paraId="4C4C9C6A" w14:textId="77777777" w:rsidR="006462E0" w:rsidRPr="00C1390F" w:rsidRDefault="006462E0" w:rsidP="00D779A6">
            <w:pPr>
              <w:rPr>
                <w:rFonts w:ascii="Calibri" w:hAnsi="Calibri" w:cs="Calibri"/>
                <w:b/>
                <w:color w:val="auto"/>
                <w:szCs w:val="22"/>
              </w:rPr>
            </w:pPr>
            <w:r>
              <w:rPr>
                <w:rFonts w:ascii="Calibri" w:hAnsi="Calibri" w:cs="Calibri"/>
                <w:b/>
                <w:color w:val="auto"/>
                <w:szCs w:val="22"/>
              </w:rPr>
              <w:t>4</w:t>
            </w:r>
          </w:p>
        </w:tc>
        <w:tc>
          <w:tcPr>
            <w:tcW w:w="2233" w:type="dxa"/>
            <w:shd w:val="clear" w:color="auto" w:fill="BCFFFE" w:themeFill="accent4" w:themeFillTint="33"/>
          </w:tcPr>
          <w:p w14:paraId="32197C94" w14:textId="77777777" w:rsidR="006462E0" w:rsidRPr="00C1390F" w:rsidRDefault="006462E0" w:rsidP="00D779A6">
            <w:pPr>
              <w:rPr>
                <w:rFonts w:ascii="Calibri" w:hAnsi="Calibri" w:cs="Calibri"/>
                <w:b/>
                <w:color w:val="auto"/>
                <w:sz w:val="24"/>
                <w:szCs w:val="22"/>
              </w:rPr>
            </w:pPr>
            <w:r w:rsidRPr="00C1390F">
              <w:rPr>
                <w:rFonts w:ascii="Calibri" w:hAnsi="Calibri" w:cs="Calibri"/>
                <w:b/>
                <w:color w:val="auto"/>
                <w:sz w:val="24"/>
                <w:szCs w:val="22"/>
              </w:rPr>
              <w:t xml:space="preserve">Total </w:t>
            </w:r>
          </w:p>
        </w:tc>
        <w:tc>
          <w:tcPr>
            <w:tcW w:w="2894" w:type="dxa"/>
            <w:shd w:val="clear" w:color="auto" w:fill="auto"/>
          </w:tcPr>
          <w:p w14:paraId="16CD0D17" w14:textId="77777777" w:rsidR="006462E0" w:rsidRPr="00C1390F" w:rsidRDefault="006462E0" w:rsidP="00D779A6">
            <w:pPr>
              <w:rPr>
                <w:rFonts w:ascii="Calibri" w:hAnsi="Calibri" w:cs="Calibri"/>
                <w:color w:val="auto"/>
                <w:szCs w:val="22"/>
              </w:rPr>
            </w:pPr>
          </w:p>
        </w:tc>
        <w:tc>
          <w:tcPr>
            <w:tcW w:w="2047" w:type="dxa"/>
            <w:shd w:val="clear" w:color="auto" w:fill="FFFFFF" w:themeFill="background1"/>
            <w:vAlign w:val="center"/>
          </w:tcPr>
          <w:p w14:paraId="537BDE3B" w14:textId="77777777" w:rsidR="006462E0" w:rsidRPr="00C1390F" w:rsidRDefault="006462E0" w:rsidP="00D779A6">
            <w:pPr>
              <w:jc w:val="center"/>
              <w:rPr>
                <w:rFonts w:ascii="Calibri" w:hAnsi="Calibri" w:cs="Calibri"/>
                <w:color w:val="auto"/>
                <w:sz w:val="24"/>
                <w:szCs w:val="22"/>
              </w:rPr>
            </w:pPr>
            <w:r>
              <w:rPr>
                <w:rFonts w:ascii="Calibri" w:hAnsi="Calibri" w:cs="Calibri"/>
                <w:color w:val="auto"/>
                <w:sz w:val="24"/>
                <w:szCs w:val="22"/>
              </w:rPr>
              <w:t>612</w:t>
            </w:r>
          </w:p>
        </w:tc>
        <w:tc>
          <w:tcPr>
            <w:tcW w:w="2045" w:type="dxa"/>
            <w:shd w:val="clear" w:color="auto" w:fill="FFFFFF" w:themeFill="background1"/>
            <w:vAlign w:val="center"/>
          </w:tcPr>
          <w:p w14:paraId="52096416" w14:textId="77777777" w:rsidR="006462E0" w:rsidRPr="00C1390F" w:rsidRDefault="006462E0" w:rsidP="00D779A6">
            <w:pPr>
              <w:jc w:val="center"/>
              <w:rPr>
                <w:rFonts w:ascii="Calibri" w:hAnsi="Calibri" w:cs="Calibri"/>
                <w:color w:val="auto"/>
                <w:sz w:val="24"/>
                <w:szCs w:val="22"/>
              </w:rPr>
            </w:pPr>
            <w:r>
              <w:rPr>
                <w:rFonts w:ascii="Calibri" w:hAnsi="Calibri" w:cs="Calibri"/>
                <w:color w:val="auto"/>
                <w:sz w:val="24"/>
                <w:szCs w:val="22"/>
              </w:rPr>
              <w:t>108</w:t>
            </w:r>
          </w:p>
        </w:tc>
        <w:tc>
          <w:tcPr>
            <w:tcW w:w="2252" w:type="dxa"/>
            <w:shd w:val="clear" w:color="auto" w:fill="FFFFFF" w:themeFill="background1"/>
            <w:vAlign w:val="center"/>
          </w:tcPr>
          <w:p w14:paraId="4D5173FC" w14:textId="77777777" w:rsidR="006462E0" w:rsidRPr="00C1390F" w:rsidRDefault="006462E0" w:rsidP="00D779A6">
            <w:pPr>
              <w:jc w:val="center"/>
              <w:rPr>
                <w:rFonts w:ascii="Calibri" w:hAnsi="Calibri" w:cs="Calibri"/>
                <w:color w:val="auto"/>
                <w:sz w:val="24"/>
                <w:szCs w:val="22"/>
              </w:rPr>
            </w:pPr>
            <w:r>
              <w:rPr>
                <w:rFonts w:ascii="Calibri" w:hAnsi="Calibri" w:cs="Calibri"/>
                <w:color w:val="auto"/>
                <w:sz w:val="24"/>
                <w:szCs w:val="22"/>
              </w:rPr>
              <w:t>1476</w:t>
            </w:r>
          </w:p>
        </w:tc>
        <w:tc>
          <w:tcPr>
            <w:tcW w:w="2005" w:type="dxa"/>
            <w:shd w:val="clear" w:color="auto" w:fill="BCFFFE" w:themeFill="accent4" w:themeFillTint="33"/>
          </w:tcPr>
          <w:p w14:paraId="48DB7C23" w14:textId="77777777" w:rsidR="006462E0" w:rsidRPr="00C1390F" w:rsidRDefault="006462E0" w:rsidP="00D779A6">
            <w:pPr>
              <w:jc w:val="center"/>
              <w:rPr>
                <w:rFonts w:ascii="Calibri" w:hAnsi="Calibri" w:cs="Calibri"/>
                <w:b/>
                <w:color w:val="auto"/>
                <w:sz w:val="24"/>
                <w:szCs w:val="22"/>
              </w:rPr>
            </w:pPr>
            <w:r>
              <w:rPr>
                <w:rFonts w:ascii="Calibri" w:hAnsi="Calibri" w:cs="Calibri"/>
                <w:b/>
                <w:color w:val="auto"/>
                <w:sz w:val="24"/>
                <w:szCs w:val="22"/>
              </w:rPr>
              <w:t>2196</w:t>
            </w:r>
          </w:p>
        </w:tc>
      </w:tr>
    </w:tbl>
    <w:p w14:paraId="2EEEEA20" w14:textId="77777777" w:rsidR="006462E0" w:rsidRDefault="006462E0" w:rsidP="00684F2B">
      <w:pPr>
        <w:rPr>
          <w:rFonts w:ascii="Calibri" w:hAnsi="Calibri" w:cs="Calibri"/>
          <w:b/>
          <w:i/>
          <w:color w:val="auto"/>
          <w:sz w:val="24"/>
          <w:szCs w:val="22"/>
        </w:rPr>
      </w:pPr>
    </w:p>
    <w:p w14:paraId="14069CF6" w14:textId="79B4E4B5" w:rsidR="00684F2B" w:rsidRPr="00684F2B" w:rsidRDefault="00684F2B" w:rsidP="00684F2B">
      <w:pPr>
        <w:rPr>
          <w:rFonts w:ascii="Calibri" w:hAnsi="Calibri" w:cs="Calibri"/>
          <w:sz w:val="24"/>
          <w:szCs w:val="22"/>
        </w:rPr>
        <w:sectPr w:rsidR="00684F2B" w:rsidRPr="00684F2B" w:rsidSect="00684F2B">
          <w:pgSz w:w="16838" w:h="11906" w:orient="landscape"/>
          <w:pgMar w:top="992" w:right="1230" w:bottom="1276" w:left="1701" w:header="709" w:footer="340" w:gutter="0"/>
          <w:cols w:space="708"/>
          <w:docGrid w:linePitch="360"/>
        </w:sectPr>
      </w:pPr>
    </w:p>
    <w:p w14:paraId="071E10BD" w14:textId="77777777" w:rsidR="00684F2B" w:rsidRPr="00F5276F" w:rsidRDefault="00684F2B" w:rsidP="00684F2B">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1B8B43C0"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Student cohort</w:t>
      </w:r>
    </w:p>
    <w:p w14:paraId="48B2D266" w14:textId="6A5B46E0"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Students enrolled in this qualification are apprentices employed full time seeking to gain skills and knowledge to become a qualified Fitter </w:t>
      </w:r>
      <w:r w:rsidR="00CB28A9">
        <w:rPr>
          <w:rFonts w:ascii="Calibri" w:hAnsi="Calibri" w:cs="Calibri"/>
          <w:bCs/>
          <w:color w:val="auto"/>
          <w:szCs w:val="22"/>
        </w:rPr>
        <w:t>Welder</w:t>
      </w:r>
      <w:r w:rsidRPr="00EB5D3B">
        <w:rPr>
          <w:rFonts w:ascii="Calibri" w:hAnsi="Calibri" w:cs="Calibri"/>
          <w:bCs/>
          <w:color w:val="auto"/>
          <w:szCs w:val="22"/>
        </w:rPr>
        <w:t xml:space="preserve"> after successful completion. Students will work in industry and study at the same time.</w:t>
      </w:r>
    </w:p>
    <w:p w14:paraId="0F3E6EFF"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934DB3D"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Elective choice</w:t>
      </w:r>
    </w:p>
    <w:p w14:paraId="2BCBB29D"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Based on consultation with industry and across TAFE NSW</w:t>
      </w:r>
    </w:p>
    <w:p w14:paraId="409009C0"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70D2E6FC"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Delivery and Assessment</w:t>
      </w:r>
    </w:p>
    <w:p w14:paraId="65F44263"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Delivered over 3 years as per timeline </w:t>
      </w:r>
      <w:r>
        <w:rPr>
          <w:rFonts w:ascii="Calibri" w:hAnsi="Calibri" w:cs="Calibri"/>
          <w:bCs/>
          <w:color w:val="auto"/>
          <w:szCs w:val="22"/>
        </w:rPr>
        <w:t>in</w:t>
      </w:r>
      <w:r w:rsidRPr="00EB5D3B">
        <w:rPr>
          <w:rFonts w:ascii="Calibri" w:hAnsi="Calibri" w:cs="Calibri"/>
          <w:bCs/>
          <w:color w:val="auto"/>
          <w:szCs w:val="22"/>
        </w:rPr>
        <w:t xml:space="preserve"> Table 8: Delivery and Assessment schedule.</w:t>
      </w:r>
    </w:p>
    <w:p w14:paraId="66A3BF15"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2E670C8"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Blended which includes:</w:t>
      </w:r>
    </w:p>
    <w:p w14:paraId="4D816E90"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Face to face (synchronous) delivery supervised by a facilitator e.g. classes and tutorials. Also includes practical workshop learning activities. All learning activities completed by whole class, in small groups and individually at various points (if that’s the case)</w:t>
      </w:r>
    </w:p>
    <w:p w14:paraId="797B7635"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1072BEAD"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 xml:space="preserve">Online (asynchronous) delivery via Moodle and Learning Bank, </w:t>
      </w:r>
      <w:r>
        <w:rPr>
          <w:rFonts w:ascii="Calibri" w:hAnsi="Calibri" w:cs="Calibri"/>
          <w:bCs/>
          <w:color w:val="auto"/>
          <w:szCs w:val="22"/>
        </w:rPr>
        <w:t xml:space="preserve">this will include </w:t>
      </w:r>
      <w:r w:rsidRPr="00EB5D3B">
        <w:rPr>
          <w:rFonts w:ascii="Calibri" w:hAnsi="Calibri" w:cs="Calibri"/>
          <w:bCs/>
          <w:color w:val="auto"/>
          <w:szCs w:val="22"/>
        </w:rPr>
        <w:t>self-paced learning activities completed individually, recorded sessions, access to online resources to support learning.</w:t>
      </w:r>
    </w:p>
    <w:p w14:paraId="1D09AA39"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16D4091A" w14:textId="725DDEBC"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Workplace experience</w:t>
      </w:r>
      <w:r>
        <w:rPr>
          <w:rFonts w:ascii="Calibri" w:hAnsi="Calibri" w:cs="Calibri"/>
          <w:bCs/>
          <w:color w:val="auto"/>
          <w:szCs w:val="22"/>
        </w:rPr>
        <w:t xml:space="preserve"> - </w:t>
      </w:r>
      <w:r w:rsidRPr="00EB5D3B">
        <w:rPr>
          <w:rFonts w:ascii="Calibri" w:hAnsi="Calibri" w:cs="Calibri"/>
          <w:bCs/>
          <w:color w:val="auto"/>
          <w:szCs w:val="22"/>
        </w:rPr>
        <w:t>unstructured on the job learning as part of their apprenticeship.</w:t>
      </w:r>
    </w:p>
    <w:p w14:paraId="5F6DED5B"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Assessment can include a variety of methods where students may need to gather evidence from their experience at work and / or evidence from their time in practical hands on workshop (TAFE NSW Campus Engineering workshop) and theory based assessments that could be completed without the access to a workplace or simulated workplace environment.</w:t>
      </w:r>
    </w:p>
    <w:p w14:paraId="17379DC5"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4BAC3CA6" w14:textId="77777777" w:rsidR="00197295"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Delivery sites will work with their customers and HOSTs to determine best delivery pattern and capability.  Assessors will gain employer confirmation of competence in accordance with Training Services NSW requirements for Apprentice training plans for final sign off of units of competence.</w:t>
      </w:r>
    </w:p>
    <w:p w14:paraId="299F7AFB" w14:textId="77777777" w:rsidR="00197295"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63DBE61" w14:textId="77777777" w:rsidR="00197295" w:rsidRPr="00412BB9"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412BB9">
        <w:rPr>
          <w:rFonts w:ascii="Calibri" w:hAnsi="Calibri" w:cs="Calibri"/>
          <w:b/>
          <w:bCs/>
          <w:color w:val="auto"/>
          <w:szCs w:val="22"/>
        </w:rPr>
        <w:t>Student Support:</w:t>
      </w:r>
    </w:p>
    <w:p w14:paraId="69BD8F37" w14:textId="3687EFA2" w:rsidR="00197295" w:rsidRPr="00412BB9"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The apprentice and employer will receive a work plan outlining skills required at </w:t>
      </w:r>
      <w:r>
        <w:rPr>
          <w:rFonts w:ascii="Calibri" w:hAnsi="Calibri" w:cs="Calibri"/>
          <w:bCs/>
          <w:color w:val="auto"/>
          <w:szCs w:val="22"/>
        </w:rPr>
        <w:t>agreed</w:t>
      </w:r>
      <w:r w:rsidR="00190928">
        <w:rPr>
          <w:rFonts w:ascii="Calibri" w:hAnsi="Calibri" w:cs="Calibri"/>
          <w:bCs/>
          <w:color w:val="auto"/>
          <w:szCs w:val="22"/>
        </w:rPr>
        <w:t xml:space="preserve"> </w:t>
      </w:r>
      <w:r w:rsidRPr="00412BB9">
        <w:rPr>
          <w:rFonts w:ascii="Calibri" w:hAnsi="Calibri" w:cs="Calibri"/>
          <w:bCs/>
          <w:color w:val="auto"/>
          <w:szCs w:val="22"/>
        </w:rPr>
        <w:t xml:space="preserve">timelines, </w:t>
      </w:r>
      <w:r>
        <w:rPr>
          <w:rFonts w:ascii="Calibri" w:hAnsi="Calibri" w:cs="Calibri"/>
          <w:bCs/>
          <w:color w:val="auto"/>
          <w:szCs w:val="22"/>
        </w:rPr>
        <w:t xml:space="preserve">and a </w:t>
      </w:r>
      <w:r w:rsidRPr="00412BB9">
        <w:rPr>
          <w:rFonts w:ascii="Calibri" w:hAnsi="Calibri" w:cs="Calibri"/>
          <w:bCs/>
          <w:color w:val="auto"/>
          <w:szCs w:val="22"/>
        </w:rPr>
        <w:t xml:space="preserve">learning and assessment plan which will be supported by the apprentice’s Training </w:t>
      </w:r>
      <w:r>
        <w:rPr>
          <w:rFonts w:ascii="Calibri" w:hAnsi="Calibri" w:cs="Calibri"/>
          <w:bCs/>
          <w:color w:val="auto"/>
          <w:szCs w:val="22"/>
        </w:rPr>
        <w:t>P</w:t>
      </w:r>
      <w:r w:rsidRPr="00412BB9">
        <w:rPr>
          <w:rFonts w:ascii="Calibri" w:hAnsi="Calibri" w:cs="Calibri"/>
          <w:bCs/>
          <w:color w:val="auto"/>
          <w:szCs w:val="22"/>
        </w:rPr>
        <w:t>lan.</w:t>
      </w:r>
    </w:p>
    <w:p w14:paraId="282C141D" w14:textId="77777777" w:rsidR="00197295" w:rsidRPr="00EB5D3B" w:rsidRDefault="00197295" w:rsidP="0019729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Further support will be provided via fluid communication with teaching staff including ESOs and added sessions as appropriate. The aligned TAFE teacher will provide support as required in delivery and assessment to the context of each workplace.  </w:t>
      </w:r>
    </w:p>
    <w:p w14:paraId="1284097F" w14:textId="77777777" w:rsidR="002B7FBB" w:rsidRDefault="002B7FBB" w:rsidP="002B7FBB"/>
    <w:p w14:paraId="12840980" w14:textId="77777777" w:rsidR="002B7FBB" w:rsidRDefault="002B7FBB" w:rsidP="002B7FBB">
      <w:pPr>
        <w:sectPr w:rsidR="002B7FBB" w:rsidSect="002B7FBB">
          <w:pgSz w:w="11906" w:h="16838"/>
          <w:pgMar w:top="1230" w:right="1276" w:bottom="1701" w:left="992" w:header="709" w:footer="340" w:gutter="0"/>
          <w:cols w:space="708"/>
          <w:docGrid w:linePitch="360"/>
        </w:sectPr>
      </w:pPr>
    </w:p>
    <w:p w14:paraId="6F53C7ED" w14:textId="77777777" w:rsidR="00197295" w:rsidRDefault="00197295">
      <w:pPr>
        <w:spacing w:after="200" w:line="276" w:lineRule="auto"/>
        <w:rPr>
          <w:b/>
        </w:rPr>
      </w:pPr>
      <w:bookmarkStart w:id="80" w:name="_Toc521595629"/>
      <w:r>
        <w:br w:type="page"/>
      </w:r>
    </w:p>
    <w:p w14:paraId="12840981" w14:textId="1C2C6CB9" w:rsidR="002B7FBB" w:rsidRDefault="00D014E2" w:rsidP="002B7FBB">
      <w:pPr>
        <w:pStyle w:val="Heading3"/>
      </w:pPr>
      <w:r w:rsidRPr="0001720A">
        <w:t>4.3</w:t>
      </w:r>
      <w:r w:rsidRPr="0001720A">
        <w:tab/>
        <w:t>Assessment</w:t>
      </w:r>
      <w:bookmarkEnd w:id="80"/>
    </w:p>
    <w:p w14:paraId="12840982" w14:textId="77777777" w:rsidR="002B7FBB" w:rsidRPr="00DD605B" w:rsidRDefault="00D014E2" w:rsidP="002B7FBB">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14:paraId="12840983" w14:textId="77777777" w:rsidR="002B7FBB" w:rsidRDefault="00D014E2" w:rsidP="002B7FBB">
      <w:pPr>
        <w:pStyle w:val="Heading4"/>
        <w:spacing w:before="240"/>
      </w:pPr>
      <w:r w:rsidRPr="00D05AF8">
        <w:t>Assessment Method Legend</w:t>
      </w:r>
    </w:p>
    <w:p w14:paraId="12840984" w14:textId="77777777" w:rsidR="002B7FBB" w:rsidRPr="00D56049" w:rsidRDefault="00D014E2" w:rsidP="002B7FBB">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14:paraId="12840985"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14:paraId="12840986"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14:paraId="12840987"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14:paraId="12840988"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14:paraId="12840989"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14:paraId="1284098A" w14:textId="77777777" w:rsidR="002B7FBB" w:rsidRDefault="00D014E2" w:rsidP="002B7FBB">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14:paraId="1284098B" w14:textId="77777777" w:rsidR="002B7FBB" w:rsidRPr="007253C3"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14:paraId="1284098C" w14:textId="77777777" w:rsidR="002B7FBB" w:rsidRDefault="002B7FBB" w:rsidP="002B7FBB">
      <w:pPr>
        <w:rPr>
          <w:b/>
        </w:rPr>
        <w:sectPr w:rsidR="002B7FBB" w:rsidSect="002B7FBB">
          <w:type w:val="continuous"/>
          <w:pgSz w:w="11906" w:h="16838"/>
          <w:pgMar w:top="1230" w:right="1276" w:bottom="1701" w:left="992" w:header="709" w:footer="340" w:gutter="0"/>
          <w:cols w:space="2"/>
          <w:docGrid w:linePitch="360"/>
        </w:sectPr>
      </w:pPr>
    </w:p>
    <w:p w14:paraId="1284098D" w14:textId="77777777" w:rsidR="002B7FBB" w:rsidRDefault="00D014E2" w:rsidP="002B7FBB">
      <w:pPr>
        <w:pStyle w:val="Heading4"/>
        <w:spacing w:after="240"/>
      </w:pPr>
      <w:r>
        <w:t>Delivery and Assessment</w:t>
      </w:r>
    </w:p>
    <w:p w14:paraId="1284098E" w14:textId="77777777" w:rsidR="002B7FBB" w:rsidRDefault="00D014E2" w:rsidP="002B7FBB">
      <w:pPr>
        <w:pStyle w:val="CaptionPurple"/>
      </w:pPr>
      <w:r>
        <w:t xml:space="preserve">Table </w:t>
      </w:r>
      <w:r>
        <w:rPr>
          <w:noProof/>
        </w:rPr>
        <w:t>8</w:t>
      </w:r>
      <w:r>
        <w:t xml:space="preserve"> Delivery and Assessment Schedule</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Delivery and Assessment Details"/>
        <w:tblDescription w:val="Delivery and Assessment Details"/>
      </w:tblPr>
      <w:tblGrid>
        <w:gridCol w:w="1056"/>
        <w:gridCol w:w="3754"/>
        <w:gridCol w:w="1412"/>
        <w:gridCol w:w="1233"/>
        <w:gridCol w:w="1216"/>
        <w:gridCol w:w="1719"/>
        <w:gridCol w:w="2240"/>
        <w:gridCol w:w="1320"/>
      </w:tblGrid>
      <w:tr w:rsidR="009571B4" w14:paraId="1284099B" w14:textId="77777777" w:rsidTr="00730CE1">
        <w:trPr>
          <w:cantSplit/>
          <w:trHeight w:val="431"/>
          <w:tblHeader/>
        </w:trPr>
        <w:tc>
          <w:tcPr>
            <w:tcW w:w="378" w:type="pct"/>
            <w:shd w:val="clear" w:color="auto" w:fill="C7C5E0"/>
            <w:vAlign w:val="center"/>
          </w:tcPr>
          <w:p w14:paraId="1284098F" w14:textId="77777777" w:rsidR="002B7FBB" w:rsidRPr="00D56049" w:rsidRDefault="00D014E2" w:rsidP="002B7FBB">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6" w:type="pct"/>
            <w:shd w:val="clear" w:color="auto" w:fill="C7C5E0"/>
            <w:vAlign w:val="center"/>
          </w:tcPr>
          <w:p w14:paraId="12840990" w14:textId="77777777" w:rsidR="002B7FBB" w:rsidRPr="00841237" w:rsidRDefault="00D014E2" w:rsidP="002B7FBB">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6" w:type="pct"/>
            <w:shd w:val="clear" w:color="auto" w:fill="C7C5E0"/>
            <w:vAlign w:val="center"/>
          </w:tcPr>
          <w:p w14:paraId="12840991" w14:textId="77777777" w:rsidR="002B7FBB" w:rsidRPr="007A1488" w:rsidRDefault="00D014E2" w:rsidP="002B7FBB">
            <w:pPr>
              <w:spacing w:after="0"/>
              <w:rPr>
                <w:rFonts w:ascii="Calibri" w:hAnsi="Calibri" w:cs="Calibri"/>
                <w:b/>
                <w:sz w:val="20"/>
                <w:szCs w:val="20"/>
              </w:rPr>
            </w:pPr>
            <w:r w:rsidRPr="007A1488">
              <w:rPr>
                <w:rFonts w:ascii="Calibri" w:hAnsi="Calibri" w:cs="Calibri"/>
                <w:b/>
                <w:sz w:val="20"/>
                <w:szCs w:val="20"/>
              </w:rPr>
              <w:t>Cluster Group #</w:t>
            </w:r>
          </w:p>
          <w:p w14:paraId="12840992" w14:textId="77777777" w:rsidR="002B7FBB" w:rsidRPr="00D56049" w:rsidRDefault="00D014E2" w:rsidP="002B7FBB">
            <w:pPr>
              <w:spacing w:after="0"/>
              <w:rPr>
                <w:rFonts w:ascii="Calibri" w:hAnsi="Calibri" w:cs="Calibri"/>
                <w:szCs w:val="20"/>
              </w:rPr>
            </w:pPr>
            <w:r w:rsidRPr="007A1488">
              <w:rPr>
                <w:rFonts w:ascii="Calibri" w:hAnsi="Calibri" w:cs="Calibri"/>
                <w:b/>
                <w:sz w:val="20"/>
                <w:szCs w:val="20"/>
              </w:rPr>
              <w:t>Or Stand Alone</w:t>
            </w:r>
          </w:p>
        </w:tc>
        <w:tc>
          <w:tcPr>
            <w:tcW w:w="442" w:type="pct"/>
            <w:shd w:val="clear" w:color="auto" w:fill="C7C5E0"/>
            <w:vAlign w:val="center"/>
          </w:tcPr>
          <w:p w14:paraId="12840993" w14:textId="77777777" w:rsidR="002B7FBB" w:rsidRPr="005609C4" w:rsidRDefault="00D014E2" w:rsidP="002B7FBB">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14:paraId="12840994" w14:textId="77777777" w:rsidR="002B7FBB" w:rsidRPr="00B644C4" w:rsidRDefault="00D014E2" w:rsidP="002B7FBB">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6" w:type="pct"/>
            <w:shd w:val="clear" w:color="auto" w:fill="D9F1E4" w:themeFill="accent5" w:themeFillTint="33"/>
            <w:vAlign w:val="center"/>
          </w:tcPr>
          <w:p w14:paraId="12840995" w14:textId="77777777" w:rsidR="002B7FBB" w:rsidRDefault="00D014E2" w:rsidP="002B7FBB">
            <w:pPr>
              <w:spacing w:after="0"/>
              <w:rPr>
                <w:rFonts w:ascii="Calibri" w:hAnsi="Calibri" w:cs="Calibri"/>
                <w:b/>
                <w:sz w:val="20"/>
                <w:szCs w:val="20"/>
              </w:rPr>
            </w:pPr>
            <w:r>
              <w:rPr>
                <w:rFonts w:ascii="Calibri" w:hAnsi="Calibri" w:cs="Calibri"/>
                <w:b/>
                <w:sz w:val="20"/>
                <w:szCs w:val="20"/>
              </w:rPr>
              <w:t xml:space="preserve">Unit </w:t>
            </w:r>
          </w:p>
          <w:p w14:paraId="12840996" w14:textId="77777777" w:rsidR="002B7FBB" w:rsidRPr="00841237" w:rsidRDefault="00D014E2" w:rsidP="002B7FBB">
            <w:pPr>
              <w:spacing w:after="0"/>
              <w:rPr>
                <w:rFonts w:ascii="Calibri" w:hAnsi="Calibri" w:cs="Calibri"/>
                <w:b/>
                <w:sz w:val="20"/>
                <w:szCs w:val="20"/>
              </w:rPr>
            </w:pPr>
            <w:r w:rsidRPr="00D56049">
              <w:rPr>
                <w:rFonts w:ascii="Calibri" w:hAnsi="Calibri" w:cs="Calibri"/>
                <w:b/>
                <w:sz w:val="20"/>
                <w:szCs w:val="20"/>
              </w:rPr>
              <w:t>Start and End dates</w:t>
            </w:r>
          </w:p>
        </w:tc>
        <w:tc>
          <w:tcPr>
            <w:tcW w:w="803" w:type="pct"/>
            <w:shd w:val="clear" w:color="auto" w:fill="C7C5E0"/>
            <w:vAlign w:val="center"/>
          </w:tcPr>
          <w:p w14:paraId="12840997" w14:textId="77777777" w:rsidR="002B7FBB" w:rsidRDefault="00D014E2" w:rsidP="002B7FBB">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14:paraId="12840998" w14:textId="77777777" w:rsidR="002B7FBB" w:rsidRPr="00D56049" w:rsidRDefault="00D014E2" w:rsidP="002B7FBB">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14:paraId="12840999" w14:textId="77777777" w:rsidR="002B7FBB" w:rsidRPr="007253C3" w:rsidRDefault="00D014E2" w:rsidP="002B7FBB">
            <w:pPr>
              <w:spacing w:after="0"/>
              <w:rPr>
                <w:i/>
                <w:iCs/>
                <w:color w:val="404040" w:themeColor="text1" w:themeTint="BF"/>
                <w:sz w:val="18"/>
              </w:rPr>
            </w:pPr>
            <w:r w:rsidRPr="00D56049">
              <w:rPr>
                <w:i/>
                <w:iCs/>
                <w:color w:val="404040" w:themeColor="text1" w:themeTint="BF"/>
                <w:sz w:val="18"/>
              </w:rPr>
              <w:t>(refer to legend)</w:t>
            </w:r>
          </w:p>
        </w:tc>
        <w:tc>
          <w:tcPr>
            <w:tcW w:w="473" w:type="pct"/>
            <w:shd w:val="clear" w:color="auto" w:fill="D9F1E4" w:themeFill="accent5" w:themeFillTint="33"/>
            <w:vAlign w:val="center"/>
          </w:tcPr>
          <w:p w14:paraId="1284099A" w14:textId="77777777" w:rsidR="002B7FBB" w:rsidRPr="005609C4" w:rsidRDefault="00D014E2" w:rsidP="002B7FBB">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R="004856B8" w14:paraId="128409A6" w14:textId="77777777" w:rsidTr="00730CE1">
        <w:trPr>
          <w:cantSplit/>
          <w:trHeight w:val="428"/>
        </w:trPr>
        <w:tc>
          <w:tcPr>
            <w:tcW w:w="378" w:type="pct"/>
            <w:shd w:val="clear" w:color="auto" w:fill="C7C5E0"/>
            <w:vAlign w:val="center"/>
          </w:tcPr>
          <w:p w14:paraId="1284099E"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6" w:type="pct"/>
          </w:tcPr>
          <w:p w14:paraId="1284099F"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MEM13014A – Apply principles of occupational health and safety in the work environment</w:t>
            </w:r>
          </w:p>
        </w:tc>
        <w:tc>
          <w:tcPr>
            <w:tcW w:w="506" w:type="pct"/>
          </w:tcPr>
          <w:p w14:paraId="128409A0" w14:textId="5A7CD7A9" w:rsidR="004856B8" w:rsidRPr="00271838" w:rsidRDefault="004856B8" w:rsidP="004856B8">
            <w:pPr>
              <w:spacing w:after="0"/>
              <w:rPr>
                <w:rFonts w:ascii="Calibri" w:hAnsi="Calibri" w:cs="Calibri"/>
                <w:color w:val="auto"/>
                <w:sz w:val="20"/>
                <w:szCs w:val="20"/>
              </w:rPr>
            </w:pPr>
            <w:r>
              <w:rPr>
                <w:rFonts w:ascii="Calibri" w:hAnsi="Calibri" w:cs="Calibri"/>
                <w:color w:val="auto"/>
                <w:sz w:val="20"/>
                <w:szCs w:val="20"/>
              </w:rPr>
              <w:t>Cluster Group</w:t>
            </w:r>
          </w:p>
        </w:tc>
        <w:tc>
          <w:tcPr>
            <w:tcW w:w="442" w:type="pct"/>
          </w:tcPr>
          <w:p w14:paraId="128409A1"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9A2" w14:textId="49605CAE"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15</w:t>
            </w:r>
          </w:p>
        </w:tc>
        <w:tc>
          <w:tcPr>
            <w:tcW w:w="616" w:type="pct"/>
          </w:tcPr>
          <w:p w14:paraId="128409A3" w14:textId="77777777" w:rsidR="004856B8" w:rsidRPr="00603E09" w:rsidRDefault="004856B8" w:rsidP="004856B8">
            <w:pPr>
              <w:spacing w:after="0"/>
              <w:rPr>
                <w:rFonts w:ascii="Calibri" w:hAnsi="Calibri" w:cs="Calibri"/>
                <w:b/>
                <w:color w:val="auto"/>
                <w:sz w:val="20"/>
                <w:szCs w:val="20"/>
              </w:rPr>
            </w:pPr>
          </w:p>
        </w:tc>
        <w:tc>
          <w:tcPr>
            <w:tcW w:w="803" w:type="pct"/>
          </w:tcPr>
          <w:p w14:paraId="128409A4" w14:textId="23892465" w:rsidR="004856B8" w:rsidRPr="00603E09" w:rsidRDefault="004856B8" w:rsidP="004856B8">
            <w:pPr>
              <w:keepNext/>
              <w:keepLines/>
              <w:spacing w:after="0"/>
              <w:rPr>
                <w:rFonts w:ascii="Calibri" w:hAnsi="Calibri" w:cs="Calibri"/>
                <w:color w:val="auto"/>
                <w:szCs w:val="20"/>
              </w:rPr>
            </w:pPr>
            <w:r w:rsidRPr="00CA1A66">
              <w:rPr>
                <w:rFonts w:ascii="Calibri" w:hAnsi="Calibri" w:cs="Calibri"/>
                <w:color w:val="auto"/>
                <w:szCs w:val="20"/>
              </w:rPr>
              <w:t>Sk, Kn,      50/50</w:t>
            </w:r>
          </w:p>
        </w:tc>
        <w:tc>
          <w:tcPr>
            <w:tcW w:w="473" w:type="pct"/>
          </w:tcPr>
          <w:p w14:paraId="128409A5" w14:textId="77777777" w:rsidR="004856B8" w:rsidRPr="00603E09" w:rsidRDefault="004856B8" w:rsidP="004856B8">
            <w:pPr>
              <w:keepNext/>
              <w:keepLines/>
              <w:spacing w:after="0"/>
              <w:rPr>
                <w:rFonts w:ascii="Calibri" w:hAnsi="Calibri" w:cs="Calibri"/>
                <w:color w:val="auto"/>
                <w:szCs w:val="20"/>
              </w:rPr>
            </w:pPr>
          </w:p>
        </w:tc>
      </w:tr>
      <w:tr w:rsidR="004856B8" w14:paraId="128409AF" w14:textId="77777777" w:rsidTr="00730CE1">
        <w:trPr>
          <w:cantSplit/>
          <w:trHeight w:val="428"/>
        </w:trPr>
        <w:tc>
          <w:tcPr>
            <w:tcW w:w="378" w:type="pct"/>
            <w:shd w:val="clear" w:color="auto" w:fill="C7C5E0"/>
            <w:vAlign w:val="center"/>
          </w:tcPr>
          <w:p w14:paraId="128409A7"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6" w:type="pct"/>
          </w:tcPr>
          <w:p w14:paraId="128409A8" w14:textId="77777777" w:rsidR="004856B8" w:rsidRPr="00603E09" w:rsidRDefault="004856B8" w:rsidP="004856B8">
            <w:pPr>
              <w:spacing w:after="0"/>
              <w:rPr>
                <w:rFonts w:ascii="Calibri" w:hAnsi="Calibri" w:cs="Calibri"/>
                <w:color w:val="auto"/>
              </w:rPr>
            </w:pPr>
            <w:r>
              <w:rPr>
                <w:rFonts w:ascii="Calibri" w:hAnsi="Calibri" w:cs="Calibri"/>
                <w:color w:val="auto"/>
              </w:rPr>
              <w:t>MEM11011B – Undertake manual handling</w:t>
            </w:r>
          </w:p>
        </w:tc>
        <w:tc>
          <w:tcPr>
            <w:tcW w:w="506" w:type="pct"/>
          </w:tcPr>
          <w:p w14:paraId="128409A9" w14:textId="6281980A" w:rsidR="004856B8" w:rsidRPr="00271838" w:rsidRDefault="004856B8" w:rsidP="004856B8">
            <w:pPr>
              <w:spacing w:after="0"/>
              <w:rPr>
                <w:rFonts w:ascii="Calibri" w:hAnsi="Calibri" w:cs="Calibri"/>
                <w:color w:val="auto"/>
                <w:sz w:val="20"/>
                <w:szCs w:val="20"/>
              </w:rPr>
            </w:pPr>
            <w:r w:rsidRPr="00B81245">
              <w:rPr>
                <w:rFonts w:ascii="Calibri" w:hAnsi="Calibri" w:cs="Calibri"/>
                <w:color w:val="auto"/>
                <w:sz w:val="20"/>
                <w:szCs w:val="20"/>
              </w:rPr>
              <w:t>Cluster Group</w:t>
            </w:r>
          </w:p>
        </w:tc>
        <w:tc>
          <w:tcPr>
            <w:tcW w:w="442" w:type="pct"/>
          </w:tcPr>
          <w:p w14:paraId="128409AA"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9AB" w14:textId="268D1B86"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10</w:t>
            </w:r>
          </w:p>
        </w:tc>
        <w:tc>
          <w:tcPr>
            <w:tcW w:w="616" w:type="pct"/>
          </w:tcPr>
          <w:p w14:paraId="128409AC" w14:textId="77777777" w:rsidR="004856B8" w:rsidRPr="00603E09" w:rsidRDefault="004856B8" w:rsidP="004856B8">
            <w:pPr>
              <w:spacing w:after="0"/>
              <w:rPr>
                <w:rFonts w:ascii="Calibri" w:hAnsi="Calibri" w:cs="Calibri"/>
                <w:b/>
                <w:color w:val="auto"/>
                <w:sz w:val="20"/>
                <w:szCs w:val="20"/>
              </w:rPr>
            </w:pPr>
          </w:p>
        </w:tc>
        <w:tc>
          <w:tcPr>
            <w:tcW w:w="803" w:type="pct"/>
          </w:tcPr>
          <w:p w14:paraId="128409AD" w14:textId="1920FAB1" w:rsidR="004856B8" w:rsidRPr="00603E09" w:rsidRDefault="004856B8" w:rsidP="004856B8">
            <w:pPr>
              <w:keepNext/>
              <w:keepLines/>
              <w:spacing w:after="0"/>
              <w:rPr>
                <w:rFonts w:ascii="Calibri" w:hAnsi="Calibri" w:cs="Calibri"/>
                <w:color w:val="auto"/>
                <w:szCs w:val="20"/>
              </w:rPr>
            </w:pPr>
            <w:r w:rsidRPr="00CA1A66">
              <w:rPr>
                <w:rFonts w:ascii="Calibri" w:hAnsi="Calibri" w:cs="Calibri"/>
                <w:color w:val="auto"/>
                <w:szCs w:val="20"/>
              </w:rPr>
              <w:t>Sk, Kn,      50/50</w:t>
            </w:r>
          </w:p>
        </w:tc>
        <w:tc>
          <w:tcPr>
            <w:tcW w:w="473" w:type="pct"/>
          </w:tcPr>
          <w:p w14:paraId="128409AE" w14:textId="77777777" w:rsidR="004856B8" w:rsidRPr="00603E09" w:rsidRDefault="004856B8" w:rsidP="004856B8">
            <w:pPr>
              <w:keepNext/>
              <w:keepLines/>
              <w:spacing w:after="0"/>
              <w:rPr>
                <w:rFonts w:ascii="Calibri" w:hAnsi="Calibri" w:cs="Calibri"/>
                <w:color w:val="auto"/>
                <w:szCs w:val="20"/>
              </w:rPr>
            </w:pPr>
          </w:p>
        </w:tc>
      </w:tr>
      <w:tr w:rsidR="004856B8" w14:paraId="6295FE26" w14:textId="77777777" w:rsidTr="00730CE1">
        <w:trPr>
          <w:cantSplit/>
          <w:trHeight w:val="428"/>
        </w:trPr>
        <w:tc>
          <w:tcPr>
            <w:tcW w:w="378" w:type="pct"/>
            <w:shd w:val="clear" w:color="auto" w:fill="C7C5E0"/>
            <w:vAlign w:val="center"/>
          </w:tcPr>
          <w:p w14:paraId="3BC8A9D9" w14:textId="6144516A" w:rsidR="004856B8" w:rsidRPr="00B06FDA" w:rsidRDefault="004856B8" w:rsidP="004856B8">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6" w:type="pct"/>
          </w:tcPr>
          <w:p w14:paraId="1C28C8FE" w14:textId="484D9482" w:rsidR="004856B8" w:rsidRDefault="004856B8" w:rsidP="004856B8">
            <w:pPr>
              <w:spacing w:after="0"/>
              <w:rPr>
                <w:rFonts w:ascii="Calibri" w:hAnsi="Calibri" w:cs="Calibri"/>
                <w:color w:val="auto"/>
              </w:rPr>
            </w:pPr>
            <w:r w:rsidRPr="00603E09">
              <w:rPr>
                <w:rFonts w:ascii="Calibri" w:hAnsi="Calibri" w:cs="Calibri"/>
                <w:color w:val="auto"/>
              </w:rPr>
              <w:t>MEM16007A – Work with others in a manufacturing, engineering or related environment</w:t>
            </w:r>
          </w:p>
        </w:tc>
        <w:tc>
          <w:tcPr>
            <w:tcW w:w="506" w:type="pct"/>
          </w:tcPr>
          <w:p w14:paraId="63B385F9" w14:textId="012F9658" w:rsidR="004856B8" w:rsidRPr="00271838" w:rsidRDefault="004856B8" w:rsidP="004856B8">
            <w:pPr>
              <w:spacing w:after="0"/>
              <w:rPr>
                <w:rFonts w:ascii="Calibri" w:hAnsi="Calibri" w:cs="Calibri"/>
                <w:color w:val="auto"/>
                <w:sz w:val="20"/>
                <w:szCs w:val="20"/>
              </w:rPr>
            </w:pPr>
            <w:r w:rsidRPr="00B81245">
              <w:rPr>
                <w:rFonts w:ascii="Calibri" w:hAnsi="Calibri" w:cs="Calibri"/>
                <w:color w:val="auto"/>
                <w:sz w:val="20"/>
                <w:szCs w:val="20"/>
              </w:rPr>
              <w:t>Cluster Group</w:t>
            </w:r>
          </w:p>
        </w:tc>
        <w:tc>
          <w:tcPr>
            <w:tcW w:w="442" w:type="pct"/>
          </w:tcPr>
          <w:p w14:paraId="79278928" w14:textId="3C9EB00F"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CC5AC5A" w14:textId="6B647FB1"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10</w:t>
            </w:r>
          </w:p>
        </w:tc>
        <w:tc>
          <w:tcPr>
            <w:tcW w:w="616" w:type="pct"/>
          </w:tcPr>
          <w:p w14:paraId="4671FD65" w14:textId="77777777" w:rsidR="004856B8" w:rsidRPr="00603E09" w:rsidRDefault="004856B8" w:rsidP="004856B8">
            <w:pPr>
              <w:spacing w:after="0"/>
              <w:rPr>
                <w:rFonts w:ascii="Calibri" w:hAnsi="Calibri" w:cs="Calibri"/>
                <w:b/>
                <w:color w:val="auto"/>
                <w:sz w:val="20"/>
                <w:szCs w:val="20"/>
              </w:rPr>
            </w:pPr>
          </w:p>
        </w:tc>
        <w:tc>
          <w:tcPr>
            <w:tcW w:w="803" w:type="pct"/>
          </w:tcPr>
          <w:p w14:paraId="1E12D98B" w14:textId="655F1711" w:rsidR="004856B8" w:rsidRDefault="004856B8" w:rsidP="004856B8">
            <w:pPr>
              <w:keepNext/>
              <w:keepLines/>
              <w:spacing w:after="0"/>
              <w:rPr>
                <w:rFonts w:ascii="Calibri" w:hAnsi="Calibri" w:cs="Calibri"/>
                <w:color w:val="auto"/>
                <w:szCs w:val="20"/>
              </w:rPr>
            </w:pPr>
            <w:r w:rsidRPr="00CA1A66">
              <w:rPr>
                <w:rFonts w:ascii="Calibri" w:hAnsi="Calibri" w:cs="Calibri"/>
                <w:color w:val="auto"/>
                <w:szCs w:val="20"/>
              </w:rPr>
              <w:t>Sk, Kn,      50/50</w:t>
            </w:r>
          </w:p>
        </w:tc>
        <w:tc>
          <w:tcPr>
            <w:tcW w:w="473" w:type="pct"/>
          </w:tcPr>
          <w:p w14:paraId="543078C5" w14:textId="49E04C39" w:rsidR="004856B8" w:rsidRPr="00603E09" w:rsidRDefault="004856B8" w:rsidP="004856B8">
            <w:pPr>
              <w:keepNext/>
              <w:keepLines/>
              <w:spacing w:after="0"/>
              <w:rPr>
                <w:rFonts w:ascii="Calibri" w:hAnsi="Calibri" w:cs="Calibri"/>
                <w:color w:val="auto"/>
                <w:szCs w:val="20"/>
              </w:rPr>
            </w:pPr>
          </w:p>
        </w:tc>
      </w:tr>
      <w:tr w:rsidR="004856B8" w14:paraId="128409B8" w14:textId="77777777" w:rsidTr="00730CE1">
        <w:trPr>
          <w:cantSplit/>
          <w:trHeight w:val="428"/>
        </w:trPr>
        <w:tc>
          <w:tcPr>
            <w:tcW w:w="378" w:type="pct"/>
            <w:shd w:val="clear" w:color="auto" w:fill="C7C5E0"/>
            <w:vAlign w:val="center"/>
          </w:tcPr>
          <w:p w14:paraId="128409B0" w14:textId="092C8A7C" w:rsidR="004856B8" w:rsidRPr="00B06FDA" w:rsidRDefault="004856B8" w:rsidP="004856B8">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6" w:type="pct"/>
          </w:tcPr>
          <w:p w14:paraId="128409B1"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MEM09002B – Interpret technical drawing</w:t>
            </w:r>
          </w:p>
        </w:tc>
        <w:tc>
          <w:tcPr>
            <w:tcW w:w="506" w:type="pct"/>
          </w:tcPr>
          <w:p w14:paraId="128409B2"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9B3"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9B4" w14:textId="17C05195"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25</w:t>
            </w:r>
          </w:p>
        </w:tc>
        <w:tc>
          <w:tcPr>
            <w:tcW w:w="616" w:type="pct"/>
          </w:tcPr>
          <w:p w14:paraId="128409B5" w14:textId="77777777" w:rsidR="004856B8" w:rsidRPr="00603E09" w:rsidRDefault="004856B8" w:rsidP="004856B8">
            <w:pPr>
              <w:spacing w:after="0"/>
              <w:rPr>
                <w:rFonts w:ascii="Calibri" w:hAnsi="Calibri" w:cs="Calibri"/>
                <w:b/>
                <w:color w:val="auto"/>
                <w:sz w:val="20"/>
                <w:szCs w:val="20"/>
              </w:rPr>
            </w:pPr>
          </w:p>
        </w:tc>
        <w:tc>
          <w:tcPr>
            <w:tcW w:w="803" w:type="pct"/>
          </w:tcPr>
          <w:p w14:paraId="128409B6" w14:textId="2E08C125" w:rsidR="004856B8" w:rsidRPr="00603E09" w:rsidRDefault="004856B8" w:rsidP="004856B8">
            <w:pPr>
              <w:keepNext/>
              <w:keepLines/>
              <w:spacing w:after="0"/>
              <w:rPr>
                <w:rFonts w:ascii="Calibri" w:hAnsi="Calibri" w:cs="Calibri"/>
                <w:color w:val="auto"/>
                <w:szCs w:val="20"/>
              </w:rPr>
            </w:pPr>
            <w:r w:rsidRPr="00CA1A66">
              <w:rPr>
                <w:rFonts w:ascii="Calibri" w:hAnsi="Calibri" w:cs="Calibri"/>
                <w:color w:val="auto"/>
                <w:szCs w:val="20"/>
              </w:rPr>
              <w:t>Sk, Kn,      50/50</w:t>
            </w:r>
          </w:p>
        </w:tc>
        <w:tc>
          <w:tcPr>
            <w:tcW w:w="473" w:type="pct"/>
          </w:tcPr>
          <w:p w14:paraId="128409B7" w14:textId="77777777" w:rsidR="004856B8" w:rsidRPr="00603E09" w:rsidRDefault="004856B8" w:rsidP="004856B8">
            <w:pPr>
              <w:keepNext/>
              <w:keepLines/>
              <w:spacing w:after="0"/>
              <w:rPr>
                <w:rFonts w:ascii="Calibri" w:hAnsi="Calibri" w:cs="Calibri"/>
                <w:color w:val="auto"/>
                <w:szCs w:val="20"/>
              </w:rPr>
            </w:pPr>
          </w:p>
        </w:tc>
      </w:tr>
      <w:tr w:rsidR="004856B8" w14:paraId="128409C1" w14:textId="77777777" w:rsidTr="00730CE1">
        <w:trPr>
          <w:cantSplit/>
          <w:trHeight w:val="428"/>
        </w:trPr>
        <w:tc>
          <w:tcPr>
            <w:tcW w:w="378" w:type="pct"/>
            <w:shd w:val="clear" w:color="auto" w:fill="C7C5E0"/>
            <w:vAlign w:val="center"/>
          </w:tcPr>
          <w:p w14:paraId="128409B9" w14:textId="13037FA7" w:rsidR="004856B8" w:rsidRPr="00B06FDA" w:rsidRDefault="004856B8" w:rsidP="004856B8">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6" w:type="pct"/>
          </w:tcPr>
          <w:p w14:paraId="128409BA"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MEM18001C – Use hand tools</w:t>
            </w:r>
          </w:p>
        </w:tc>
        <w:tc>
          <w:tcPr>
            <w:tcW w:w="506" w:type="pct"/>
          </w:tcPr>
          <w:p w14:paraId="128409BB"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9BC"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9BD" w14:textId="39B45B7E"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20</w:t>
            </w:r>
          </w:p>
        </w:tc>
        <w:tc>
          <w:tcPr>
            <w:tcW w:w="616" w:type="pct"/>
          </w:tcPr>
          <w:p w14:paraId="128409BE" w14:textId="77777777" w:rsidR="004856B8" w:rsidRPr="00603E09" w:rsidRDefault="004856B8" w:rsidP="004856B8">
            <w:pPr>
              <w:spacing w:after="0"/>
              <w:rPr>
                <w:rFonts w:ascii="Calibri" w:hAnsi="Calibri" w:cs="Calibri"/>
                <w:b/>
                <w:color w:val="auto"/>
                <w:sz w:val="20"/>
                <w:szCs w:val="20"/>
              </w:rPr>
            </w:pPr>
          </w:p>
        </w:tc>
        <w:tc>
          <w:tcPr>
            <w:tcW w:w="803" w:type="pct"/>
          </w:tcPr>
          <w:p w14:paraId="128409BF" w14:textId="41750BA1" w:rsidR="004856B8" w:rsidRPr="00603E09" w:rsidRDefault="004856B8" w:rsidP="004856B8">
            <w:pPr>
              <w:keepNext/>
              <w:keepLines/>
              <w:spacing w:after="0"/>
              <w:rPr>
                <w:rFonts w:ascii="Calibri" w:hAnsi="Calibri" w:cs="Calibri"/>
                <w:color w:val="auto"/>
                <w:szCs w:val="20"/>
              </w:rPr>
            </w:pPr>
            <w:r w:rsidRPr="00CA1A66">
              <w:rPr>
                <w:rFonts w:ascii="Calibri" w:hAnsi="Calibri" w:cs="Calibri"/>
                <w:color w:val="auto"/>
                <w:szCs w:val="20"/>
              </w:rPr>
              <w:t>Sk, Kn,      50/50</w:t>
            </w:r>
          </w:p>
        </w:tc>
        <w:tc>
          <w:tcPr>
            <w:tcW w:w="473" w:type="pct"/>
          </w:tcPr>
          <w:p w14:paraId="128409C0" w14:textId="77777777" w:rsidR="004856B8" w:rsidRPr="00603E09" w:rsidRDefault="004856B8" w:rsidP="004856B8">
            <w:pPr>
              <w:keepNext/>
              <w:keepLines/>
              <w:spacing w:after="0"/>
              <w:rPr>
                <w:rFonts w:ascii="Calibri" w:hAnsi="Calibri" w:cs="Calibri"/>
                <w:color w:val="auto"/>
                <w:szCs w:val="20"/>
              </w:rPr>
            </w:pPr>
          </w:p>
        </w:tc>
      </w:tr>
      <w:tr w:rsidR="004856B8" w14:paraId="128409CA" w14:textId="77777777" w:rsidTr="00730CE1">
        <w:trPr>
          <w:cantSplit/>
          <w:trHeight w:val="428"/>
        </w:trPr>
        <w:tc>
          <w:tcPr>
            <w:tcW w:w="378" w:type="pct"/>
            <w:shd w:val="clear" w:color="auto" w:fill="C7C5E0"/>
            <w:vAlign w:val="center"/>
          </w:tcPr>
          <w:p w14:paraId="128409C2" w14:textId="7B6756C1" w:rsidR="004856B8" w:rsidRPr="00B06FDA" w:rsidRDefault="004856B8" w:rsidP="004856B8">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6" w:type="pct"/>
          </w:tcPr>
          <w:p w14:paraId="128409C3"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MEM18002B – Use power tools/hand held operations</w:t>
            </w:r>
          </w:p>
        </w:tc>
        <w:tc>
          <w:tcPr>
            <w:tcW w:w="506" w:type="pct"/>
          </w:tcPr>
          <w:p w14:paraId="128409C4"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9C5"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9C6" w14:textId="039FB896"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20</w:t>
            </w:r>
          </w:p>
        </w:tc>
        <w:tc>
          <w:tcPr>
            <w:tcW w:w="616" w:type="pct"/>
          </w:tcPr>
          <w:p w14:paraId="128409C7" w14:textId="77777777" w:rsidR="004856B8" w:rsidRPr="00603E09" w:rsidRDefault="004856B8" w:rsidP="004856B8">
            <w:pPr>
              <w:spacing w:after="0"/>
              <w:rPr>
                <w:rFonts w:ascii="Calibri" w:hAnsi="Calibri" w:cs="Calibri"/>
                <w:b/>
                <w:color w:val="auto"/>
                <w:sz w:val="20"/>
                <w:szCs w:val="20"/>
              </w:rPr>
            </w:pPr>
          </w:p>
        </w:tc>
        <w:tc>
          <w:tcPr>
            <w:tcW w:w="803" w:type="pct"/>
          </w:tcPr>
          <w:p w14:paraId="128409C8" w14:textId="75CBB2A7" w:rsidR="004856B8" w:rsidRPr="00603E09" w:rsidRDefault="004856B8" w:rsidP="004856B8">
            <w:pPr>
              <w:keepNext/>
              <w:keepLines/>
              <w:spacing w:after="0"/>
              <w:rPr>
                <w:rFonts w:ascii="Calibri" w:hAnsi="Calibri" w:cs="Calibri"/>
                <w:color w:val="auto"/>
                <w:szCs w:val="20"/>
              </w:rPr>
            </w:pPr>
            <w:r w:rsidRPr="00CA1A66">
              <w:rPr>
                <w:rFonts w:ascii="Calibri" w:hAnsi="Calibri" w:cs="Calibri"/>
                <w:color w:val="auto"/>
                <w:szCs w:val="20"/>
              </w:rPr>
              <w:t>Sk, Kn,      50/50</w:t>
            </w:r>
          </w:p>
        </w:tc>
        <w:tc>
          <w:tcPr>
            <w:tcW w:w="473" w:type="pct"/>
          </w:tcPr>
          <w:p w14:paraId="128409C9" w14:textId="77777777" w:rsidR="004856B8" w:rsidRPr="00603E09" w:rsidRDefault="004856B8" w:rsidP="004856B8">
            <w:pPr>
              <w:keepNext/>
              <w:keepLines/>
              <w:spacing w:after="0"/>
              <w:rPr>
                <w:rFonts w:ascii="Calibri" w:hAnsi="Calibri" w:cs="Calibri"/>
                <w:color w:val="auto"/>
                <w:szCs w:val="20"/>
              </w:rPr>
            </w:pPr>
          </w:p>
        </w:tc>
      </w:tr>
      <w:tr w:rsidR="004856B8" w14:paraId="128409D3" w14:textId="77777777" w:rsidTr="00730CE1">
        <w:trPr>
          <w:cantSplit/>
          <w:trHeight w:val="428"/>
        </w:trPr>
        <w:tc>
          <w:tcPr>
            <w:tcW w:w="378" w:type="pct"/>
            <w:shd w:val="clear" w:color="auto" w:fill="C7C5E0"/>
            <w:vAlign w:val="center"/>
          </w:tcPr>
          <w:p w14:paraId="128409CB" w14:textId="2BB7A337" w:rsidR="004856B8" w:rsidRPr="00B06FDA" w:rsidRDefault="004856B8" w:rsidP="004856B8">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6" w:type="pct"/>
          </w:tcPr>
          <w:p w14:paraId="128409CC"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MEM12023A – Perform engineering measurements</w:t>
            </w:r>
          </w:p>
        </w:tc>
        <w:tc>
          <w:tcPr>
            <w:tcW w:w="506" w:type="pct"/>
          </w:tcPr>
          <w:p w14:paraId="128409CD"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9CE"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9CF" w14:textId="39C479D4"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20</w:t>
            </w:r>
          </w:p>
        </w:tc>
        <w:tc>
          <w:tcPr>
            <w:tcW w:w="616" w:type="pct"/>
          </w:tcPr>
          <w:p w14:paraId="128409D0" w14:textId="77777777" w:rsidR="004856B8" w:rsidRPr="00603E09" w:rsidRDefault="004856B8" w:rsidP="004856B8">
            <w:pPr>
              <w:spacing w:after="0"/>
              <w:rPr>
                <w:rFonts w:ascii="Calibri" w:hAnsi="Calibri" w:cs="Calibri"/>
                <w:b/>
                <w:color w:val="auto"/>
                <w:sz w:val="20"/>
                <w:szCs w:val="20"/>
              </w:rPr>
            </w:pPr>
          </w:p>
        </w:tc>
        <w:tc>
          <w:tcPr>
            <w:tcW w:w="803" w:type="pct"/>
          </w:tcPr>
          <w:p w14:paraId="128409D1" w14:textId="4932B8A8" w:rsidR="004856B8" w:rsidRPr="00603E09" w:rsidRDefault="004856B8" w:rsidP="004856B8">
            <w:pPr>
              <w:keepNext/>
              <w:keepLines/>
              <w:spacing w:after="0"/>
              <w:rPr>
                <w:rFonts w:ascii="Calibri" w:hAnsi="Calibri" w:cs="Calibri"/>
                <w:color w:val="auto"/>
                <w:szCs w:val="20"/>
              </w:rPr>
            </w:pPr>
            <w:r w:rsidRPr="00CA1A66">
              <w:rPr>
                <w:rFonts w:ascii="Calibri" w:hAnsi="Calibri" w:cs="Calibri"/>
                <w:color w:val="auto"/>
                <w:szCs w:val="20"/>
              </w:rPr>
              <w:t>Sk, Kn,      50/50</w:t>
            </w:r>
          </w:p>
        </w:tc>
        <w:tc>
          <w:tcPr>
            <w:tcW w:w="473" w:type="pct"/>
          </w:tcPr>
          <w:p w14:paraId="128409D2" w14:textId="77777777" w:rsidR="004856B8" w:rsidRPr="00603E09" w:rsidRDefault="004856B8" w:rsidP="004856B8">
            <w:pPr>
              <w:keepNext/>
              <w:keepLines/>
              <w:spacing w:after="0"/>
              <w:rPr>
                <w:rFonts w:ascii="Calibri" w:hAnsi="Calibri" w:cs="Calibri"/>
                <w:color w:val="auto"/>
                <w:szCs w:val="20"/>
              </w:rPr>
            </w:pPr>
          </w:p>
        </w:tc>
      </w:tr>
      <w:tr w:rsidR="004856B8" w14:paraId="128409DE" w14:textId="77777777" w:rsidTr="00730CE1">
        <w:trPr>
          <w:cantSplit/>
          <w:trHeight w:val="428"/>
        </w:trPr>
        <w:tc>
          <w:tcPr>
            <w:tcW w:w="378" w:type="pct"/>
            <w:shd w:val="clear" w:color="auto" w:fill="C7C5E0"/>
            <w:vAlign w:val="center"/>
          </w:tcPr>
          <w:p w14:paraId="128409D6" w14:textId="6688AC76" w:rsidR="004856B8" w:rsidRPr="00B06FDA" w:rsidRDefault="004856B8" w:rsidP="004856B8">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6" w:type="pct"/>
          </w:tcPr>
          <w:p w14:paraId="128409D7"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MEM16006A – Organise and communicate information</w:t>
            </w:r>
          </w:p>
        </w:tc>
        <w:tc>
          <w:tcPr>
            <w:tcW w:w="506" w:type="pct"/>
          </w:tcPr>
          <w:p w14:paraId="128409D8"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9D9"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9DA" w14:textId="488074F7"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10</w:t>
            </w:r>
          </w:p>
        </w:tc>
        <w:tc>
          <w:tcPr>
            <w:tcW w:w="616" w:type="pct"/>
          </w:tcPr>
          <w:p w14:paraId="128409DB" w14:textId="77777777" w:rsidR="004856B8" w:rsidRPr="00603E09" w:rsidRDefault="004856B8" w:rsidP="004856B8">
            <w:pPr>
              <w:spacing w:after="0"/>
              <w:rPr>
                <w:rFonts w:ascii="Calibri" w:hAnsi="Calibri" w:cs="Calibri"/>
                <w:b/>
                <w:color w:val="auto"/>
                <w:sz w:val="20"/>
                <w:szCs w:val="20"/>
              </w:rPr>
            </w:pPr>
          </w:p>
        </w:tc>
        <w:tc>
          <w:tcPr>
            <w:tcW w:w="803" w:type="pct"/>
          </w:tcPr>
          <w:p w14:paraId="128409DC" w14:textId="62AC36B5" w:rsidR="004856B8" w:rsidRPr="00603E09" w:rsidRDefault="004856B8" w:rsidP="004856B8">
            <w:pPr>
              <w:keepNext/>
              <w:keepLines/>
              <w:spacing w:after="0"/>
              <w:rPr>
                <w:rFonts w:ascii="Calibri" w:hAnsi="Calibri" w:cs="Calibri"/>
                <w:color w:val="auto"/>
                <w:szCs w:val="20"/>
              </w:rPr>
            </w:pPr>
            <w:r>
              <w:rPr>
                <w:rFonts w:ascii="Calibri" w:hAnsi="Calibri" w:cs="Calibri"/>
                <w:color w:val="auto"/>
                <w:szCs w:val="20"/>
              </w:rPr>
              <w:t>Sk, Kn, Prt   40/40/20</w:t>
            </w:r>
          </w:p>
        </w:tc>
        <w:tc>
          <w:tcPr>
            <w:tcW w:w="473" w:type="pct"/>
          </w:tcPr>
          <w:p w14:paraId="128409DD" w14:textId="77777777" w:rsidR="004856B8" w:rsidRPr="00603E09" w:rsidRDefault="004856B8" w:rsidP="004856B8">
            <w:pPr>
              <w:keepNext/>
              <w:keepLines/>
              <w:spacing w:after="0"/>
              <w:rPr>
                <w:rFonts w:ascii="Calibri" w:hAnsi="Calibri" w:cs="Calibri"/>
                <w:color w:val="auto"/>
                <w:szCs w:val="20"/>
              </w:rPr>
            </w:pPr>
          </w:p>
        </w:tc>
      </w:tr>
      <w:tr w:rsidR="004856B8" w14:paraId="128409F4" w14:textId="77777777" w:rsidTr="00730CE1">
        <w:trPr>
          <w:cantSplit/>
          <w:trHeight w:val="428"/>
        </w:trPr>
        <w:tc>
          <w:tcPr>
            <w:tcW w:w="378" w:type="pct"/>
            <w:shd w:val="clear" w:color="auto" w:fill="C7C5E0"/>
            <w:vAlign w:val="center"/>
          </w:tcPr>
          <w:p w14:paraId="128409E8"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6" w:type="pct"/>
          </w:tcPr>
          <w:p w14:paraId="128409E9" w14:textId="77777777" w:rsidR="004856B8" w:rsidRDefault="004856B8" w:rsidP="004856B8">
            <w:pPr>
              <w:spacing w:after="0"/>
              <w:rPr>
                <w:rFonts w:ascii="Calibri" w:hAnsi="Calibri" w:cs="Calibri"/>
                <w:color w:val="auto"/>
              </w:rPr>
            </w:pPr>
            <w:r>
              <w:rPr>
                <w:rFonts w:ascii="Calibri" w:hAnsi="Calibri" w:cs="Calibri"/>
                <w:color w:val="auto"/>
              </w:rPr>
              <w:t>MEM05005B – Carry out mechanical cutting</w:t>
            </w:r>
          </w:p>
          <w:p w14:paraId="128409EA" w14:textId="77777777" w:rsidR="004856B8" w:rsidRPr="00EF581E" w:rsidRDefault="004856B8" w:rsidP="004856B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128409EB" w14:textId="77777777" w:rsidR="004856B8" w:rsidRPr="00EF581E" w:rsidRDefault="004856B8" w:rsidP="004856B8">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128409EC" w14:textId="77777777" w:rsidR="004856B8" w:rsidRPr="00EF581E" w:rsidRDefault="004856B8" w:rsidP="004856B8">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128409ED" w14:textId="77777777" w:rsidR="004856B8" w:rsidRPr="00603E09" w:rsidRDefault="004856B8" w:rsidP="004856B8">
            <w:pPr>
              <w:spacing w:after="0"/>
              <w:rPr>
                <w:rFonts w:ascii="Calibri" w:hAnsi="Calibri" w:cs="Calibri"/>
                <w:color w:val="auto"/>
              </w:rPr>
            </w:pPr>
          </w:p>
        </w:tc>
        <w:tc>
          <w:tcPr>
            <w:tcW w:w="506" w:type="pct"/>
          </w:tcPr>
          <w:p w14:paraId="128409EE"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9EF"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9F0" w14:textId="3100360D"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15</w:t>
            </w:r>
          </w:p>
        </w:tc>
        <w:tc>
          <w:tcPr>
            <w:tcW w:w="616" w:type="pct"/>
          </w:tcPr>
          <w:p w14:paraId="128409F1" w14:textId="77777777" w:rsidR="004856B8" w:rsidRPr="00603E09" w:rsidRDefault="004856B8" w:rsidP="004856B8">
            <w:pPr>
              <w:spacing w:after="0"/>
              <w:rPr>
                <w:rFonts w:ascii="Calibri" w:hAnsi="Calibri" w:cs="Calibri"/>
                <w:b/>
                <w:color w:val="auto"/>
                <w:sz w:val="20"/>
                <w:szCs w:val="20"/>
              </w:rPr>
            </w:pPr>
          </w:p>
        </w:tc>
        <w:tc>
          <w:tcPr>
            <w:tcW w:w="803" w:type="pct"/>
          </w:tcPr>
          <w:p w14:paraId="128409F2" w14:textId="667C66BB" w:rsidR="004856B8" w:rsidRPr="00603E09" w:rsidRDefault="004856B8" w:rsidP="004856B8">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3" w:type="pct"/>
          </w:tcPr>
          <w:p w14:paraId="128409F3" w14:textId="77777777" w:rsidR="004856B8" w:rsidRPr="00603E09" w:rsidRDefault="004856B8" w:rsidP="004856B8">
            <w:pPr>
              <w:keepNext/>
              <w:keepLines/>
              <w:spacing w:after="0"/>
              <w:rPr>
                <w:rFonts w:ascii="Calibri" w:hAnsi="Calibri" w:cs="Calibri"/>
                <w:color w:val="auto"/>
                <w:szCs w:val="20"/>
              </w:rPr>
            </w:pPr>
          </w:p>
        </w:tc>
      </w:tr>
      <w:tr w:rsidR="004856B8" w14:paraId="12840A02" w14:textId="77777777" w:rsidTr="00730CE1">
        <w:trPr>
          <w:cantSplit/>
          <w:trHeight w:val="428"/>
        </w:trPr>
        <w:tc>
          <w:tcPr>
            <w:tcW w:w="378" w:type="pct"/>
            <w:shd w:val="clear" w:color="auto" w:fill="C7C5E0"/>
            <w:vAlign w:val="center"/>
          </w:tcPr>
          <w:p w14:paraId="128409F5"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6" w:type="pct"/>
          </w:tcPr>
          <w:p w14:paraId="128409F6" w14:textId="77777777" w:rsidR="004856B8" w:rsidRDefault="004856B8" w:rsidP="004856B8">
            <w:pPr>
              <w:spacing w:after="0"/>
              <w:rPr>
                <w:rFonts w:ascii="Calibri" w:hAnsi="Calibri" w:cs="Calibri"/>
                <w:color w:val="auto"/>
              </w:rPr>
            </w:pPr>
            <w:r w:rsidRPr="00603E09">
              <w:rPr>
                <w:rFonts w:ascii="Calibri" w:hAnsi="Calibri" w:cs="Calibri"/>
                <w:color w:val="auto"/>
              </w:rPr>
              <w:t>MEM18003C – Use tools for precision work</w:t>
            </w:r>
          </w:p>
          <w:p w14:paraId="128409F7" w14:textId="77777777" w:rsidR="004856B8" w:rsidRPr="00EF581E" w:rsidRDefault="004856B8" w:rsidP="004856B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128409F8" w14:textId="77777777" w:rsidR="004856B8" w:rsidRPr="00EF581E" w:rsidRDefault="004856B8" w:rsidP="004856B8">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128409F9" w14:textId="77777777" w:rsidR="004856B8" w:rsidRPr="00EF581E" w:rsidRDefault="004856B8" w:rsidP="004856B8">
            <w:pPr>
              <w:spacing w:after="0"/>
              <w:rPr>
                <w:rFonts w:ascii="Calibri" w:hAnsi="Calibri" w:cs="Calibri"/>
                <w:color w:val="auto"/>
                <w:sz w:val="16"/>
                <w:szCs w:val="16"/>
              </w:rPr>
            </w:pPr>
            <w:r w:rsidRPr="00EF581E">
              <w:rPr>
                <w:rFonts w:ascii="Calibri" w:hAnsi="Calibri" w:cs="Calibri"/>
                <w:color w:val="auto"/>
                <w:sz w:val="16"/>
                <w:szCs w:val="16"/>
              </w:rPr>
              <w:t xml:space="preserve">MEM18001C Use hand tools </w:t>
            </w:r>
          </w:p>
          <w:p w14:paraId="128409FA" w14:textId="77777777" w:rsidR="004856B8" w:rsidRPr="00EF581E" w:rsidRDefault="004856B8" w:rsidP="004856B8">
            <w:pPr>
              <w:spacing w:after="0"/>
              <w:rPr>
                <w:rFonts w:ascii="Calibri" w:hAnsi="Calibri" w:cs="Calibri"/>
                <w:color w:val="auto"/>
                <w:sz w:val="16"/>
                <w:szCs w:val="16"/>
              </w:rPr>
            </w:pPr>
            <w:r w:rsidRPr="00EF581E">
              <w:rPr>
                <w:rFonts w:ascii="Calibri" w:hAnsi="Calibri" w:cs="Calibri"/>
                <w:color w:val="auto"/>
                <w:sz w:val="16"/>
                <w:szCs w:val="16"/>
              </w:rPr>
              <w:t>MEM18002B Use power tools/hand held operations</w:t>
            </w:r>
          </w:p>
          <w:p w14:paraId="128409FB" w14:textId="77777777" w:rsidR="004856B8" w:rsidRPr="00603E09" w:rsidRDefault="004856B8" w:rsidP="004856B8">
            <w:pPr>
              <w:spacing w:after="0"/>
              <w:rPr>
                <w:rFonts w:ascii="Calibri" w:hAnsi="Calibri" w:cs="Calibri"/>
                <w:color w:val="auto"/>
              </w:rPr>
            </w:pPr>
          </w:p>
        </w:tc>
        <w:tc>
          <w:tcPr>
            <w:tcW w:w="506" w:type="pct"/>
          </w:tcPr>
          <w:p w14:paraId="128409FC"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9FD"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9FE" w14:textId="313616E1"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20</w:t>
            </w:r>
          </w:p>
        </w:tc>
        <w:tc>
          <w:tcPr>
            <w:tcW w:w="616" w:type="pct"/>
          </w:tcPr>
          <w:p w14:paraId="128409FF" w14:textId="77777777" w:rsidR="004856B8" w:rsidRPr="00603E09" w:rsidRDefault="004856B8" w:rsidP="004856B8">
            <w:pPr>
              <w:spacing w:after="0"/>
              <w:rPr>
                <w:rFonts w:ascii="Calibri" w:hAnsi="Calibri" w:cs="Calibri"/>
                <w:b/>
                <w:color w:val="auto"/>
                <w:sz w:val="20"/>
                <w:szCs w:val="20"/>
              </w:rPr>
            </w:pPr>
          </w:p>
        </w:tc>
        <w:tc>
          <w:tcPr>
            <w:tcW w:w="803" w:type="pct"/>
          </w:tcPr>
          <w:p w14:paraId="12840A00" w14:textId="745F47DB" w:rsidR="004856B8" w:rsidRPr="00603E09" w:rsidRDefault="004856B8" w:rsidP="004856B8">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3" w:type="pct"/>
          </w:tcPr>
          <w:p w14:paraId="12840A01" w14:textId="77777777" w:rsidR="004856B8" w:rsidRPr="00603E09" w:rsidRDefault="004856B8" w:rsidP="004856B8">
            <w:pPr>
              <w:keepNext/>
              <w:keepLines/>
              <w:spacing w:after="0"/>
              <w:rPr>
                <w:rFonts w:ascii="Calibri" w:hAnsi="Calibri" w:cs="Calibri"/>
                <w:color w:val="auto"/>
                <w:szCs w:val="20"/>
              </w:rPr>
            </w:pPr>
          </w:p>
        </w:tc>
      </w:tr>
      <w:tr w:rsidR="004856B8" w14:paraId="12840A10" w14:textId="77777777" w:rsidTr="00730CE1">
        <w:trPr>
          <w:cantSplit/>
          <w:trHeight w:val="428"/>
        </w:trPr>
        <w:tc>
          <w:tcPr>
            <w:tcW w:w="378" w:type="pct"/>
            <w:shd w:val="clear" w:color="auto" w:fill="C7C5E0"/>
            <w:vAlign w:val="center"/>
          </w:tcPr>
          <w:p w14:paraId="12840A03"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6" w:type="pct"/>
          </w:tcPr>
          <w:p w14:paraId="12840A04" w14:textId="77777777" w:rsidR="004856B8" w:rsidRDefault="004856B8" w:rsidP="004856B8">
            <w:pPr>
              <w:spacing w:after="0"/>
              <w:rPr>
                <w:rFonts w:ascii="Calibri" w:hAnsi="Calibri" w:cs="Calibri"/>
                <w:color w:val="auto"/>
              </w:rPr>
            </w:pPr>
            <w:r w:rsidRPr="00603E09">
              <w:rPr>
                <w:rFonts w:ascii="Calibri" w:hAnsi="Calibri" w:cs="Calibri"/>
                <w:color w:val="auto"/>
              </w:rPr>
              <w:t>MEM07005C – Perform general machining</w:t>
            </w:r>
          </w:p>
          <w:p w14:paraId="12840A05" w14:textId="77777777" w:rsidR="004856B8" w:rsidRPr="00EF581E" w:rsidRDefault="004856B8" w:rsidP="004856B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12840A06" w14:textId="77777777" w:rsidR="004856B8" w:rsidRPr="00EF581E" w:rsidRDefault="004856B8" w:rsidP="004856B8">
            <w:pPr>
              <w:spacing w:after="0"/>
              <w:rPr>
                <w:rFonts w:ascii="Calibri" w:hAnsi="Calibri" w:cs="Calibri"/>
                <w:b/>
                <w:i/>
                <w:color w:val="auto"/>
                <w:sz w:val="16"/>
                <w:szCs w:val="16"/>
              </w:rPr>
            </w:pPr>
            <w:r w:rsidRPr="00EF581E">
              <w:rPr>
                <w:rFonts w:ascii="Calibri" w:hAnsi="Calibri" w:cs="Calibri"/>
                <w:color w:val="auto"/>
                <w:sz w:val="16"/>
                <w:szCs w:val="16"/>
              </w:rPr>
              <w:t xml:space="preserve">MEM09002B Interpret technical drawing </w:t>
            </w:r>
          </w:p>
          <w:p w14:paraId="12840A07" w14:textId="77777777" w:rsidR="004856B8" w:rsidRPr="00EF581E" w:rsidRDefault="004856B8" w:rsidP="004856B8">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12840A08" w14:textId="77777777" w:rsidR="004856B8" w:rsidRPr="00EF581E" w:rsidRDefault="004856B8" w:rsidP="004856B8">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12840A09" w14:textId="77777777" w:rsidR="004856B8" w:rsidRPr="00603E09" w:rsidRDefault="004856B8" w:rsidP="004856B8">
            <w:pPr>
              <w:spacing w:after="0"/>
              <w:rPr>
                <w:rFonts w:ascii="Calibri" w:hAnsi="Calibri" w:cs="Calibri"/>
                <w:color w:val="auto"/>
              </w:rPr>
            </w:pPr>
          </w:p>
        </w:tc>
        <w:tc>
          <w:tcPr>
            <w:tcW w:w="506" w:type="pct"/>
          </w:tcPr>
          <w:p w14:paraId="12840A0A"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0B"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0C" w14:textId="5D94319B"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60</w:t>
            </w:r>
          </w:p>
        </w:tc>
        <w:tc>
          <w:tcPr>
            <w:tcW w:w="616" w:type="pct"/>
          </w:tcPr>
          <w:p w14:paraId="12840A0D" w14:textId="77777777" w:rsidR="004856B8" w:rsidRPr="00603E09" w:rsidRDefault="004856B8" w:rsidP="004856B8">
            <w:pPr>
              <w:spacing w:after="0"/>
              <w:rPr>
                <w:rFonts w:ascii="Calibri" w:hAnsi="Calibri" w:cs="Calibri"/>
                <w:b/>
                <w:color w:val="auto"/>
                <w:sz w:val="20"/>
                <w:szCs w:val="20"/>
              </w:rPr>
            </w:pPr>
          </w:p>
        </w:tc>
        <w:tc>
          <w:tcPr>
            <w:tcW w:w="803" w:type="pct"/>
          </w:tcPr>
          <w:p w14:paraId="12840A0E" w14:textId="759347A8" w:rsidR="004856B8" w:rsidRPr="00603E09" w:rsidRDefault="004856B8" w:rsidP="004856B8">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3" w:type="pct"/>
          </w:tcPr>
          <w:p w14:paraId="12840A0F" w14:textId="77777777" w:rsidR="004856B8" w:rsidRPr="00603E09" w:rsidRDefault="004856B8" w:rsidP="004856B8">
            <w:pPr>
              <w:keepNext/>
              <w:keepLines/>
              <w:spacing w:after="0"/>
              <w:rPr>
                <w:rFonts w:ascii="Calibri" w:hAnsi="Calibri" w:cs="Calibri"/>
                <w:color w:val="auto"/>
                <w:szCs w:val="20"/>
              </w:rPr>
            </w:pPr>
          </w:p>
        </w:tc>
      </w:tr>
      <w:tr w:rsidR="004856B8" w14:paraId="12840A1B" w14:textId="77777777" w:rsidTr="00730CE1">
        <w:trPr>
          <w:cantSplit/>
          <w:trHeight w:val="428"/>
        </w:trPr>
        <w:tc>
          <w:tcPr>
            <w:tcW w:w="378" w:type="pct"/>
            <w:shd w:val="clear" w:color="auto" w:fill="C7C5E0"/>
            <w:vAlign w:val="center"/>
          </w:tcPr>
          <w:p w14:paraId="12840A13"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6" w:type="pct"/>
          </w:tcPr>
          <w:p w14:paraId="12840A14"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MEM12024A – Perform computations</w:t>
            </w:r>
          </w:p>
        </w:tc>
        <w:tc>
          <w:tcPr>
            <w:tcW w:w="506" w:type="pct"/>
          </w:tcPr>
          <w:p w14:paraId="12840A15"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16"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93FDC6F" w14:textId="77777777" w:rsidR="004856B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20</w:t>
            </w:r>
          </w:p>
          <w:p w14:paraId="12840A17" w14:textId="3E39A483" w:rsidR="004856B8" w:rsidRPr="00271838" w:rsidRDefault="004856B8" w:rsidP="004856B8">
            <w:pPr>
              <w:spacing w:after="0"/>
              <w:jc w:val="center"/>
              <w:rPr>
                <w:rFonts w:ascii="Calibri" w:hAnsi="Calibri" w:cs="Calibri"/>
                <w:color w:val="auto"/>
                <w:sz w:val="20"/>
                <w:szCs w:val="20"/>
              </w:rPr>
            </w:pPr>
          </w:p>
        </w:tc>
        <w:tc>
          <w:tcPr>
            <w:tcW w:w="616" w:type="pct"/>
          </w:tcPr>
          <w:p w14:paraId="12840A18" w14:textId="77777777" w:rsidR="004856B8" w:rsidRPr="00603E09" w:rsidRDefault="004856B8" w:rsidP="004856B8">
            <w:pPr>
              <w:spacing w:after="0"/>
              <w:rPr>
                <w:rFonts w:ascii="Calibri" w:hAnsi="Calibri" w:cs="Calibri"/>
                <w:b/>
                <w:color w:val="auto"/>
                <w:sz w:val="20"/>
                <w:szCs w:val="20"/>
              </w:rPr>
            </w:pPr>
          </w:p>
        </w:tc>
        <w:tc>
          <w:tcPr>
            <w:tcW w:w="803" w:type="pct"/>
          </w:tcPr>
          <w:p w14:paraId="12840A19" w14:textId="06C3D34F" w:rsidR="004856B8" w:rsidRPr="00603E09" w:rsidRDefault="004856B8" w:rsidP="004856B8">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3" w:type="pct"/>
          </w:tcPr>
          <w:p w14:paraId="12840A1A" w14:textId="77777777" w:rsidR="004856B8" w:rsidRPr="00603E09" w:rsidRDefault="004856B8" w:rsidP="004856B8">
            <w:pPr>
              <w:keepNext/>
              <w:keepLines/>
              <w:spacing w:after="0"/>
              <w:rPr>
                <w:rFonts w:ascii="Calibri" w:hAnsi="Calibri" w:cs="Calibri"/>
                <w:color w:val="auto"/>
                <w:szCs w:val="20"/>
              </w:rPr>
            </w:pPr>
          </w:p>
        </w:tc>
      </w:tr>
      <w:tr w:rsidR="004856B8" w14:paraId="12840A24" w14:textId="77777777" w:rsidTr="00730CE1">
        <w:trPr>
          <w:cantSplit/>
          <w:trHeight w:val="428"/>
        </w:trPr>
        <w:tc>
          <w:tcPr>
            <w:tcW w:w="378" w:type="pct"/>
            <w:shd w:val="clear" w:color="auto" w:fill="C7C5E0"/>
            <w:vAlign w:val="center"/>
          </w:tcPr>
          <w:p w14:paraId="12840A1C"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6" w:type="pct"/>
          </w:tcPr>
          <w:p w14:paraId="12840A1D"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MEM16008A – Interact with computing technology</w:t>
            </w:r>
          </w:p>
        </w:tc>
        <w:tc>
          <w:tcPr>
            <w:tcW w:w="506" w:type="pct"/>
          </w:tcPr>
          <w:p w14:paraId="12840A1E"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1F"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20" w14:textId="6BADCAE5"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15</w:t>
            </w:r>
          </w:p>
        </w:tc>
        <w:tc>
          <w:tcPr>
            <w:tcW w:w="616" w:type="pct"/>
          </w:tcPr>
          <w:p w14:paraId="12840A21" w14:textId="77777777" w:rsidR="004856B8" w:rsidRPr="00603E09" w:rsidRDefault="004856B8" w:rsidP="004856B8">
            <w:pPr>
              <w:spacing w:after="0"/>
              <w:rPr>
                <w:rFonts w:ascii="Calibri" w:hAnsi="Calibri" w:cs="Calibri"/>
                <w:b/>
                <w:color w:val="auto"/>
                <w:sz w:val="20"/>
                <w:szCs w:val="20"/>
              </w:rPr>
            </w:pPr>
          </w:p>
        </w:tc>
        <w:tc>
          <w:tcPr>
            <w:tcW w:w="803" w:type="pct"/>
          </w:tcPr>
          <w:p w14:paraId="12840A22" w14:textId="668002D6" w:rsidR="004856B8" w:rsidRPr="00603E09" w:rsidRDefault="004856B8" w:rsidP="004856B8">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3" w:type="pct"/>
          </w:tcPr>
          <w:p w14:paraId="12840A23" w14:textId="77777777" w:rsidR="004856B8" w:rsidRPr="00603E09" w:rsidRDefault="004856B8" w:rsidP="004856B8">
            <w:pPr>
              <w:keepNext/>
              <w:keepLines/>
              <w:spacing w:after="0"/>
              <w:rPr>
                <w:rFonts w:ascii="Calibri" w:hAnsi="Calibri" w:cs="Calibri"/>
                <w:color w:val="auto"/>
                <w:szCs w:val="20"/>
              </w:rPr>
            </w:pPr>
          </w:p>
        </w:tc>
      </w:tr>
      <w:tr w:rsidR="004856B8" w14:paraId="12840A32" w14:textId="77777777" w:rsidTr="00730CE1">
        <w:trPr>
          <w:cantSplit/>
          <w:trHeight w:val="428"/>
        </w:trPr>
        <w:tc>
          <w:tcPr>
            <w:tcW w:w="378" w:type="pct"/>
            <w:shd w:val="clear" w:color="auto" w:fill="C7C5E0"/>
            <w:vAlign w:val="center"/>
          </w:tcPr>
          <w:p w14:paraId="12840A25"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6" w:type="pct"/>
          </w:tcPr>
          <w:p w14:paraId="12840A26" w14:textId="77777777" w:rsidR="004856B8" w:rsidRDefault="004856B8" w:rsidP="004856B8">
            <w:pPr>
              <w:spacing w:after="0"/>
              <w:rPr>
                <w:rFonts w:ascii="Calibri" w:hAnsi="Calibri" w:cs="Calibri"/>
                <w:color w:val="auto"/>
              </w:rPr>
            </w:pPr>
            <w:r w:rsidRPr="00603E09">
              <w:rPr>
                <w:rFonts w:ascii="Calibri" w:hAnsi="Calibri" w:cs="Calibri"/>
                <w:color w:val="auto"/>
              </w:rPr>
              <w:t>MEM07006C – Perform lathe operations</w:t>
            </w:r>
          </w:p>
          <w:p w14:paraId="12840A27" w14:textId="77777777" w:rsidR="004856B8" w:rsidRPr="000A3AF4" w:rsidRDefault="004856B8" w:rsidP="004856B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2840A28"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12840A29"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12840A2A"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2840A2B" w14:textId="77777777" w:rsidR="004856B8" w:rsidRPr="00603E09" w:rsidRDefault="004856B8" w:rsidP="004856B8">
            <w:pPr>
              <w:spacing w:after="0"/>
              <w:rPr>
                <w:rFonts w:ascii="Calibri" w:hAnsi="Calibri" w:cs="Calibri"/>
                <w:color w:val="auto"/>
              </w:rPr>
            </w:pPr>
            <w:r w:rsidRPr="000A3AF4">
              <w:rPr>
                <w:rFonts w:ascii="Calibri" w:hAnsi="Calibri" w:cs="Calibri"/>
                <w:color w:val="auto"/>
                <w:sz w:val="16"/>
                <w:szCs w:val="16"/>
              </w:rPr>
              <w:t>MEM18001C Use hand tools</w:t>
            </w:r>
          </w:p>
        </w:tc>
        <w:tc>
          <w:tcPr>
            <w:tcW w:w="506" w:type="pct"/>
          </w:tcPr>
          <w:p w14:paraId="12840A2C"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2D"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2E" w14:textId="0BC096BA"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40</w:t>
            </w:r>
          </w:p>
        </w:tc>
        <w:tc>
          <w:tcPr>
            <w:tcW w:w="616" w:type="pct"/>
          </w:tcPr>
          <w:p w14:paraId="12840A2F" w14:textId="77777777" w:rsidR="004856B8" w:rsidRPr="00603E09" w:rsidRDefault="004856B8" w:rsidP="004856B8">
            <w:pPr>
              <w:spacing w:after="0"/>
              <w:rPr>
                <w:rFonts w:ascii="Calibri" w:hAnsi="Calibri" w:cs="Calibri"/>
                <w:b/>
                <w:color w:val="auto"/>
                <w:sz w:val="20"/>
                <w:szCs w:val="20"/>
              </w:rPr>
            </w:pPr>
          </w:p>
        </w:tc>
        <w:tc>
          <w:tcPr>
            <w:tcW w:w="803" w:type="pct"/>
          </w:tcPr>
          <w:p w14:paraId="12840A30" w14:textId="240C405B" w:rsidR="004856B8" w:rsidRPr="00603E09" w:rsidRDefault="004856B8" w:rsidP="004856B8">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3" w:type="pct"/>
          </w:tcPr>
          <w:p w14:paraId="12840A31" w14:textId="77777777" w:rsidR="004856B8" w:rsidRPr="00603E09" w:rsidRDefault="004856B8" w:rsidP="004856B8">
            <w:pPr>
              <w:keepNext/>
              <w:keepLines/>
              <w:spacing w:after="0"/>
              <w:rPr>
                <w:rFonts w:ascii="Calibri" w:hAnsi="Calibri" w:cs="Calibri"/>
                <w:color w:val="auto"/>
                <w:szCs w:val="20"/>
              </w:rPr>
            </w:pPr>
          </w:p>
        </w:tc>
      </w:tr>
      <w:tr w:rsidR="004856B8" w14:paraId="12840A41" w14:textId="77777777" w:rsidTr="00730CE1">
        <w:trPr>
          <w:cantSplit/>
          <w:trHeight w:val="428"/>
        </w:trPr>
        <w:tc>
          <w:tcPr>
            <w:tcW w:w="378" w:type="pct"/>
            <w:shd w:val="clear" w:color="auto" w:fill="C7C5E0"/>
            <w:vAlign w:val="center"/>
          </w:tcPr>
          <w:p w14:paraId="12840A33"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6" w:type="pct"/>
          </w:tcPr>
          <w:p w14:paraId="12840A34" w14:textId="77777777" w:rsidR="004856B8" w:rsidRDefault="004856B8" w:rsidP="004856B8">
            <w:pPr>
              <w:spacing w:after="0"/>
              <w:rPr>
                <w:rFonts w:ascii="Calibri" w:hAnsi="Calibri" w:cs="Calibri"/>
                <w:color w:val="auto"/>
              </w:rPr>
            </w:pPr>
            <w:r w:rsidRPr="00603E09">
              <w:rPr>
                <w:rFonts w:ascii="Calibri" w:hAnsi="Calibri" w:cs="Calibri"/>
                <w:color w:val="auto"/>
              </w:rPr>
              <w:t>MEM07007C – Perform milling operations</w:t>
            </w:r>
          </w:p>
          <w:p w14:paraId="12840A35" w14:textId="77777777" w:rsidR="004856B8" w:rsidRPr="000A3AF4" w:rsidRDefault="004856B8" w:rsidP="004856B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2840A36"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12840A37"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12840A38"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2840A39"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MEM18001C Use hand tools </w:t>
            </w:r>
          </w:p>
          <w:p w14:paraId="12840A3A" w14:textId="77777777" w:rsidR="004856B8" w:rsidRPr="00603E09" w:rsidRDefault="004856B8" w:rsidP="004856B8">
            <w:pPr>
              <w:spacing w:after="0"/>
              <w:rPr>
                <w:rFonts w:ascii="Calibri" w:hAnsi="Calibri" w:cs="Calibri"/>
                <w:color w:val="auto"/>
              </w:rPr>
            </w:pPr>
          </w:p>
        </w:tc>
        <w:tc>
          <w:tcPr>
            <w:tcW w:w="506" w:type="pct"/>
          </w:tcPr>
          <w:p w14:paraId="12840A3B"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3C"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3D" w14:textId="5343D781"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40</w:t>
            </w:r>
          </w:p>
        </w:tc>
        <w:tc>
          <w:tcPr>
            <w:tcW w:w="616" w:type="pct"/>
          </w:tcPr>
          <w:p w14:paraId="12840A3E" w14:textId="77777777" w:rsidR="004856B8" w:rsidRPr="00603E09" w:rsidRDefault="004856B8" w:rsidP="004856B8">
            <w:pPr>
              <w:spacing w:after="0"/>
              <w:rPr>
                <w:rFonts w:ascii="Calibri" w:hAnsi="Calibri" w:cs="Calibri"/>
                <w:b/>
                <w:color w:val="auto"/>
                <w:sz w:val="20"/>
                <w:szCs w:val="20"/>
              </w:rPr>
            </w:pPr>
          </w:p>
        </w:tc>
        <w:tc>
          <w:tcPr>
            <w:tcW w:w="803" w:type="pct"/>
          </w:tcPr>
          <w:p w14:paraId="12840A3F" w14:textId="1FF17043" w:rsidR="004856B8" w:rsidRPr="00603E09" w:rsidRDefault="004856B8" w:rsidP="004856B8">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3" w:type="pct"/>
          </w:tcPr>
          <w:p w14:paraId="12840A40" w14:textId="77777777" w:rsidR="004856B8" w:rsidRPr="00603E09" w:rsidRDefault="004856B8" w:rsidP="004856B8">
            <w:pPr>
              <w:keepNext/>
              <w:keepLines/>
              <w:spacing w:after="0"/>
              <w:rPr>
                <w:rFonts w:ascii="Calibri" w:hAnsi="Calibri" w:cs="Calibri"/>
                <w:color w:val="auto"/>
                <w:szCs w:val="20"/>
              </w:rPr>
            </w:pPr>
          </w:p>
        </w:tc>
      </w:tr>
      <w:tr w:rsidR="00684F2B" w14:paraId="12840A4A" w14:textId="77777777" w:rsidTr="00730CE1">
        <w:trPr>
          <w:cantSplit/>
          <w:trHeight w:val="428"/>
        </w:trPr>
        <w:tc>
          <w:tcPr>
            <w:tcW w:w="378" w:type="pct"/>
            <w:shd w:val="clear" w:color="auto" w:fill="C7C5E0"/>
            <w:vAlign w:val="center"/>
          </w:tcPr>
          <w:p w14:paraId="12840A42" w14:textId="77777777" w:rsidR="00684F2B" w:rsidRPr="00B06FDA" w:rsidRDefault="00684F2B" w:rsidP="00684F2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6" w:type="pct"/>
          </w:tcPr>
          <w:p w14:paraId="1B0443CC" w14:textId="77777777" w:rsidR="00684F2B" w:rsidRDefault="00684F2B" w:rsidP="00684F2B">
            <w:pPr>
              <w:spacing w:after="0"/>
              <w:rPr>
                <w:rFonts w:ascii="Calibri" w:hAnsi="Calibri" w:cs="Calibri"/>
                <w:color w:val="auto"/>
              </w:rPr>
            </w:pPr>
            <w:r w:rsidRPr="00603E09">
              <w:rPr>
                <w:rFonts w:ascii="Calibri" w:hAnsi="Calibri" w:cs="Calibri"/>
                <w:color w:val="auto"/>
              </w:rPr>
              <w:t>MEM12006C – Mark off/out (general engineering)</w:t>
            </w:r>
          </w:p>
          <w:p w14:paraId="12840A43" w14:textId="7EABAC77" w:rsidR="00684F2B" w:rsidRPr="00603E09" w:rsidRDefault="00684F2B" w:rsidP="00684F2B">
            <w:pPr>
              <w:spacing w:after="0"/>
              <w:rPr>
                <w:rFonts w:ascii="Calibri" w:hAnsi="Calibri" w:cs="Calibri"/>
                <w:color w:val="auto"/>
              </w:rPr>
            </w:pPr>
          </w:p>
        </w:tc>
        <w:tc>
          <w:tcPr>
            <w:tcW w:w="506" w:type="pct"/>
          </w:tcPr>
          <w:p w14:paraId="12840A44"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45"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46" w14:textId="17B84BB7" w:rsidR="00684F2B" w:rsidRPr="00271838" w:rsidRDefault="004856B8" w:rsidP="00684F2B">
            <w:pPr>
              <w:spacing w:after="0"/>
              <w:jc w:val="center"/>
              <w:rPr>
                <w:rFonts w:ascii="Calibri" w:hAnsi="Calibri" w:cs="Calibri"/>
                <w:color w:val="auto"/>
                <w:sz w:val="20"/>
                <w:szCs w:val="20"/>
              </w:rPr>
            </w:pPr>
            <w:r>
              <w:rPr>
                <w:rFonts w:ascii="Calibri" w:hAnsi="Calibri" w:cs="Calibri"/>
                <w:color w:val="auto"/>
                <w:sz w:val="20"/>
                <w:szCs w:val="20"/>
              </w:rPr>
              <w:t>20</w:t>
            </w:r>
          </w:p>
        </w:tc>
        <w:tc>
          <w:tcPr>
            <w:tcW w:w="616" w:type="pct"/>
          </w:tcPr>
          <w:p w14:paraId="12840A47" w14:textId="77777777" w:rsidR="00684F2B" w:rsidRPr="00603E09" w:rsidRDefault="00684F2B" w:rsidP="00684F2B">
            <w:pPr>
              <w:spacing w:after="0"/>
              <w:rPr>
                <w:rFonts w:ascii="Calibri" w:hAnsi="Calibri" w:cs="Calibri"/>
                <w:b/>
                <w:color w:val="auto"/>
                <w:sz w:val="20"/>
                <w:szCs w:val="20"/>
              </w:rPr>
            </w:pPr>
          </w:p>
        </w:tc>
        <w:tc>
          <w:tcPr>
            <w:tcW w:w="803" w:type="pct"/>
          </w:tcPr>
          <w:p w14:paraId="12840A48" w14:textId="3705995E" w:rsidR="00684F2B" w:rsidRPr="00603E09" w:rsidRDefault="00684F2B" w:rsidP="00684F2B">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3" w:type="pct"/>
          </w:tcPr>
          <w:p w14:paraId="12840A49" w14:textId="77777777" w:rsidR="00684F2B" w:rsidRPr="00603E09" w:rsidRDefault="00684F2B" w:rsidP="00684F2B">
            <w:pPr>
              <w:keepNext/>
              <w:keepLines/>
              <w:spacing w:after="0"/>
              <w:rPr>
                <w:rFonts w:ascii="Calibri" w:hAnsi="Calibri" w:cs="Calibri"/>
                <w:color w:val="auto"/>
                <w:szCs w:val="20"/>
              </w:rPr>
            </w:pPr>
          </w:p>
        </w:tc>
      </w:tr>
      <w:tr w:rsidR="004856B8" w14:paraId="12840A55" w14:textId="77777777" w:rsidTr="00730CE1">
        <w:trPr>
          <w:cantSplit/>
          <w:trHeight w:val="428"/>
        </w:trPr>
        <w:tc>
          <w:tcPr>
            <w:tcW w:w="378" w:type="pct"/>
            <w:shd w:val="clear" w:color="auto" w:fill="C7C5E0"/>
            <w:vAlign w:val="center"/>
          </w:tcPr>
          <w:p w14:paraId="12840A4D"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6" w:type="pct"/>
          </w:tcPr>
          <w:p w14:paraId="12840A4E"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MEM15002A – Apply quality systems</w:t>
            </w:r>
          </w:p>
        </w:tc>
        <w:tc>
          <w:tcPr>
            <w:tcW w:w="506" w:type="pct"/>
          </w:tcPr>
          <w:p w14:paraId="12840A4F" w14:textId="1C6A6DB1" w:rsidR="004856B8" w:rsidRPr="00271838" w:rsidRDefault="004856B8" w:rsidP="004856B8">
            <w:pPr>
              <w:spacing w:after="0"/>
              <w:rPr>
                <w:rFonts w:ascii="Calibri" w:hAnsi="Calibri" w:cs="Calibri"/>
                <w:color w:val="auto"/>
                <w:sz w:val="20"/>
                <w:szCs w:val="20"/>
              </w:rPr>
            </w:pPr>
            <w:r w:rsidRPr="00C456DF">
              <w:rPr>
                <w:rFonts w:ascii="Calibri" w:hAnsi="Calibri" w:cs="Calibri"/>
                <w:color w:val="auto"/>
                <w:sz w:val="20"/>
                <w:szCs w:val="20"/>
              </w:rPr>
              <w:t>Cluster Group</w:t>
            </w:r>
          </w:p>
        </w:tc>
        <w:tc>
          <w:tcPr>
            <w:tcW w:w="442" w:type="pct"/>
          </w:tcPr>
          <w:p w14:paraId="12840A50"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46D1F41D" w14:textId="77777777" w:rsidR="004856B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10</w:t>
            </w:r>
          </w:p>
          <w:p w14:paraId="12840A51" w14:textId="52FB380D" w:rsidR="004856B8" w:rsidRPr="00271838" w:rsidRDefault="004856B8" w:rsidP="004856B8">
            <w:pPr>
              <w:spacing w:after="0"/>
              <w:jc w:val="center"/>
              <w:rPr>
                <w:rFonts w:ascii="Calibri" w:hAnsi="Calibri" w:cs="Calibri"/>
                <w:color w:val="auto"/>
                <w:sz w:val="20"/>
                <w:szCs w:val="20"/>
              </w:rPr>
            </w:pPr>
          </w:p>
        </w:tc>
        <w:tc>
          <w:tcPr>
            <w:tcW w:w="616" w:type="pct"/>
          </w:tcPr>
          <w:p w14:paraId="12840A52" w14:textId="77777777" w:rsidR="004856B8" w:rsidRPr="00603E09" w:rsidRDefault="004856B8" w:rsidP="004856B8">
            <w:pPr>
              <w:spacing w:after="0"/>
              <w:rPr>
                <w:rFonts w:ascii="Calibri" w:hAnsi="Calibri" w:cs="Calibri"/>
                <w:b/>
                <w:color w:val="auto"/>
                <w:sz w:val="20"/>
                <w:szCs w:val="20"/>
              </w:rPr>
            </w:pPr>
          </w:p>
        </w:tc>
        <w:tc>
          <w:tcPr>
            <w:tcW w:w="803" w:type="pct"/>
          </w:tcPr>
          <w:p w14:paraId="12840A53" w14:textId="001CA9CF" w:rsidR="004856B8" w:rsidRPr="00603E09" w:rsidRDefault="004856B8" w:rsidP="004856B8">
            <w:pPr>
              <w:keepNext/>
              <w:keepLines/>
              <w:spacing w:after="0"/>
              <w:rPr>
                <w:rFonts w:ascii="Calibri" w:hAnsi="Calibri" w:cs="Calibri"/>
                <w:color w:val="auto"/>
                <w:szCs w:val="20"/>
              </w:rPr>
            </w:pPr>
            <w:r w:rsidRPr="003B02AF">
              <w:rPr>
                <w:rFonts w:ascii="Calibri" w:hAnsi="Calibri" w:cs="Calibri"/>
                <w:color w:val="auto"/>
                <w:szCs w:val="20"/>
              </w:rPr>
              <w:t>Sk, Kn, Prt   40/40/20</w:t>
            </w:r>
          </w:p>
        </w:tc>
        <w:tc>
          <w:tcPr>
            <w:tcW w:w="473" w:type="pct"/>
          </w:tcPr>
          <w:p w14:paraId="12840A54" w14:textId="77777777" w:rsidR="004856B8" w:rsidRPr="00603E09" w:rsidRDefault="004856B8" w:rsidP="004856B8">
            <w:pPr>
              <w:keepNext/>
              <w:keepLines/>
              <w:spacing w:after="0"/>
              <w:rPr>
                <w:rFonts w:ascii="Calibri" w:hAnsi="Calibri" w:cs="Calibri"/>
                <w:color w:val="auto"/>
                <w:szCs w:val="20"/>
              </w:rPr>
            </w:pPr>
          </w:p>
        </w:tc>
      </w:tr>
      <w:tr w:rsidR="004856B8" w14:paraId="12840A5E" w14:textId="77777777" w:rsidTr="00730CE1">
        <w:trPr>
          <w:cantSplit/>
          <w:trHeight w:val="428"/>
        </w:trPr>
        <w:tc>
          <w:tcPr>
            <w:tcW w:w="378" w:type="pct"/>
            <w:shd w:val="clear" w:color="auto" w:fill="C7C5E0"/>
            <w:vAlign w:val="center"/>
          </w:tcPr>
          <w:p w14:paraId="12840A56"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6" w:type="pct"/>
          </w:tcPr>
          <w:p w14:paraId="12840A57"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MEM15024A – Apply quality procedures</w:t>
            </w:r>
          </w:p>
        </w:tc>
        <w:tc>
          <w:tcPr>
            <w:tcW w:w="506" w:type="pct"/>
          </w:tcPr>
          <w:p w14:paraId="12840A58" w14:textId="0460FA7F" w:rsidR="004856B8" w:rsidRPr="00271838" w:rsidRDefault="004856B8" w:rsidP="004856B8">
            <w:pPr>
              <w:spacing w:after="0"/>
              <w:rPr>
                <w:rFonts w:ascii="Calibri" w:hAnsi="Calibri" w:cs="Calibri"/>
                <w:color w:val="auto"/>
                <w:sz w:val="20"/>
                <w:szCs w:val="20"/>
              </w:rPr>
            </w:pPr>
            <w:r w:rsidRPr="00C456DF">
              <w:rPr>
                <w:rFonts w:ascii="Calibri" w:hAnsi="Calibri" w:cs="Calibri"/>
                <w:color w:val="auto"/>
                <w:sz w:val="20"/>
                <w:szCs w:val="20"/>
              </w:rPr>
              <w:t>Cluster Group</w:t>
            </w:r>
          </w:p>
        </w:tc>
        <w:tc>
          <w:tcPr>
            <w:tcW w:w="442" w:type="pct"/>
          </w:tcPr>
          <w:p w14:paraId="12840A59"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5A" w14:textId="27C57B66"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10</w:t>
            </w:r>
          </w:p>
        </w:tc>
        <w:tc>
          <w:tcPr>
            <w:tcW w:w="616" w:type="pct"/>
          </w:tcPr>
          <w:p w14:paraId="12840A5B" w14:textId="77777777" w:rsidR="004856B8" w:rsidRPr="00603E09" w:rsidRDefault="004856B8" w:rsidP="004856B8">
            <w:pPr>
              <w:spacing w:after="0"/>
              <w:rPr>
                <w:rFonts w:ascii="Calibri" w:hAnsi="Calibri" w:cs="Calibri"/>
                <w:b/>
                <w:color w:val="auto"/>
                <w:sz w:val="20"/>
                <w:szCs w:val="20"/>
              </w:rPr>
            </w:pPr>
          </w:p>
        </w:tc>
        <w:tc>
          <w:tcPr>
            <w:tcW w:w="803" w:type="pct"/>
          </w:tcPr>
          <w:p w14:paraId="12840A5C" w14:textId="4A8AAAF5" w:rsidR="004856B8" w:rsidRPr="00603E09" w:rsidRDefault="004856B8" w:rsidP="004856B8">
            <w:pPr>
              <w:keepNext/>
              <w:keepLines/>
              <w:spacing w:after="0"/>
              <w:rPr>
                <w:rFonts w:ascii="Calibri" w:hAnsi="Calibri" w:cs="Calibri"/>
                <w:color w:val="auto"/>
                <w:szCs w:val="20"/>
              </w:rPr>
            </w:pPr>
            <w:r w:rsidRPr="003B02AF">
              <w:rPr>
                <w:rFonts w:ascii="Calibri" w:hAnsi="Calibri" w:cs="Calibri"/>
                <w:color w:val="auto"/>
                <w:szCs w:val="20"/>
              </w:rPr>
              <w:t>Sk, Kn, Prt   40/40/20</w:t>
            </w:r>
          </w:p>
        </w:tc>
        <w:tc>
          <w:tcPr>
            <w:tcW w:w="473" w:type="pct"/>
          </w:tcPr>
          <w:p w14:paraId="12840A5D" w14:textId="77777777" w:rsidR="004856B8" w:rsidRPr="00603E09" w:rsidRDefault="004856B8" w:rsidP="004856B8">
            <w:pPr>
              <w:keepNext/>
              <w:keepLines/>
              <w:spacing w:after="0"/>
              <w:rPr>
                <w:rFonts w:ascii="Calibri" w:hAnsi="Calibri" w:cs="Calibri"/>
                <w:color w:val="auto"/>
                <w:szCs w:val="20"/>
              </w:rPr>
            </w:pPr>
          </w:p>
        </w:tc>
      </w:tr>
      <w:tr w:rsidR="004856B8" w14:paraId="12840A67" w14:textId="77777777" w:rsidTr="00730CE1">
        <w:trPr>
          <w:cantSplit/>
          <w:trHeight w:val="428"/>
        </w:trPr>
        <w:tc>
          <w:tcPr>
            <w:tcW w:w="378" w:type="pct"/>
            <w:shd w:val="clear" w:color="auto" w:fill="C7C5E0"/>
            <w:vAlign w:val="center"/>
          </w:tcPr>
          <w:p w14:paraId="12840A5F"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6" w:type="pct"/>
          </w:tcPr>
          <w:p w14:paraId="12840A60"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MEM18011C – Shut down and isolate machines/equipment</w:t>
            </w:r>
          </w:p>
        </w:tc>
        <w:tc>
          <w:tcPr>
            <w:tcW w:w="506" w:type="pct"/>
          </w:tcPr>
          <w:p w14:paraId="12840A61"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62"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63" w14:textId="6AF15FA4"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10</w:t>
            </w:r>
          </w:p>
        </w:tc>
        <w:tc>
          <w:tcPr>
            <w:tcW w:w="616" w:type="pct"/>
          </w:tcPr>
          <w:p w14:paraId="12840A64" w14:textId="77777777" w:rsidR="004856B8" w:rsidRPr="00603E09" w:rsidRDefault="004856B8" w:rsidP="004856B8">
            <w:pPr>
              <w:spacing w:after="0"/>
              <w:rPr>
                <w:rFonts w:ascii="Calibri" w:hAnsi="Calibri" w:cs="Calibri"/>
                <w:b/>
                <w:color w:val="auto"/>
                <w:sz w:val="20"/>
                <w:szCs w:val="20"/>
              </w:rPr>
            </w:pPr>
          </w:p>
        </w:tc>
        <w:tc>
          <w:tcPr>
            <w:tcW w:w="803" w:type="pct"/>
          </w:tcPr>
          <w:p w14:paraId="12840A65" w14:textId="12C50798" w:rsidR="004856B8" w:rsidRPr="00603E09" w:rsidRDefault="004856B8" w:rsidP="004856B8">
            <w:pPr>
              <w:keepNext/>
              <w:keepLines/>
              <w:spacing w:after="0"/>
              <w:rPr>
                <w:rFonts w:ascii="Calibri" w:hAnsi="Calibri" w:cs="Calibri"/>
                <w:color w:val="auto"/>
                <w:szCs w:val="20"/>
              </w:rPr>
            </w:pPr>
            <w:r w:rsidRPr="00D350F5">
              <w:rPr>
                <w:rFonts w:ascii="Calibri" w:hAnsi="Calibri" w:cs="Calibri"/>
                <w:color w:val="auto"/>
                <w:szCs w:val="20"/>
              </w:rPr>
              <w:t>Sk, Kn,      50/50</w:t>
            </w:r>
          </w:p>
        </w:tc>
        <w:tc>
          <w:tcPr>
            <w:tcW w:w="473" w:type="pct"/>
          </w:tcPr>
          <w:p w14:paraId="12840A66" w14:textId="77777777" w:rsidR="004856B8" w:rsidRPr="00603E09" w:rsidRDefault="004856B8" w:rsidP="004856B8">
            <w:pPr>
              <w:keepNext/>
              <w:keepLines/>
              <w:spacing w:after="0"/>
              <w:rPr>
                <w:rFonts w:ascii="Calibri" w:hAnsi="Calibri" w:cs="Calibri"/>
                <w:color w:val="auto"/>
                <w:szCs w:val="20"/>
              </w:rPr>
            </w:pPr>
          </w:p>
        </w:tc>
      </w:tr>
      <w:tr w:rsidR="004856B8" w14:paraId="12840A76" w14:textId="77777777" w:rsidTr="00730CE1">
        <w:trPr>
          <w:cantSplit/>
          <w:trHeight w:val="428"/>
        </w:trPr>
        <w:tc>
          <w:tcPr>
            <w:tcW w:w="378" w:type="pct"/>
            <w:shd w:val="clear" w:color="auto" w:fill="C7C5E0"/>
            <w:vAlign w:val="center"/>
          </w:tcPr>
          <w:p w14:paraId="12840A68"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6" w:type="pct"/>
          </w:tcPr>
          <w:p w14:paraId="12840A69" w14:textId="77777777" w:rsidR="004856B8" w:rsidRDefault="004856B8" w:rsidP="004856B8">
            <w:pPr>
              <w:spacing w:after="0"/>
              <w:rPr>
                <w:rFonts w:ascii="Calibri" w:hAnsi="Calibri" w:cs="Calibri"/>
                <w:color w:val="auto"/>
              </w:rPr>
            </w:pPr>
            <w:r w:rsidRPr="00603E09">
              <w:rPr>
                <w:rFonts w:ascii="Calibri" w:hAnsi="Calibri" w:cs="Calibri"/>
                <w:color w:val="auto"/>
              </w:rPr>
              <w:t>MEM18055B – Dismantle, replace and assemble engineering components</w:t>
            </w:r>
          </w:p>
          <w:p w14:paraId="12840A6A" w14:textId="77777777" w:rsidR="004856B8" w:rsidRPr="000A3AF4" w:rsidRDefault="004856B8" w:rsidP="004856B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2840A6B"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12840A6C"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2840A6D"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12840A6E"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12840A6F" w14:textId="77777777" w:rsidR="004856B8" w:rsidRPr="00603E09" w:rsidRDefault="004856B8" w:rsidP="004856B8">
            <w:pPr>
              <w:spacing w:after="0"/>
              <w:rPr>
                <w:rFonts w:ascii="Calibri" w:hAnsi="Calibri" w:cs="Calibri"/>
                <w:color w:val="auto"/>
              </w:rPr>
            </w:pPr>
          </w:p>
        </w:tc>
        <w:tc>
          <w:tcPr>
            <w:tcW w:w="506" w:type="pct"/>
          </w:tcPr>
          <w:p w14:paraId="12840A70"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71"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72" w14:textId="1214046A"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20</w:t>
            </w:r>
          </w:p>
        </w:tc>
        <w:tc>
          <w:tcPr>
            <w:tcW w:w="616" w:type="pct"/>
          </w:tcPr>
          <w:p w14:paraId="12840A73" w14:textId="77777777" w:rsidR="004856B8" w:rsidRPr="00603E09" w:rsidRDefault="004856B8" w:rsidP="004856B8">
            <w:pPr>
              <w:spacing w:after="0"/>
              <w:rPr>
                <w:rFonts w:ascii="Calibri" w:hAnsi="Calibri" w:cs="Calibri"/>
                <w:b/>
                <w:color w:val="auto"/>
                <w:sz w:val="20"/>
                <w:szCs w:val="20"/>
              </w:rPr>
            </w:pPr>
          </w:p>
        </w:tc>
        <w:tc>
          <w:tcPr>
            <w:tcW w:w="803" w:type="pct"/>
          </w:tcPr>
          <w:p w14:paraId="12840A74" w14:textId="27F004BC" w:rsidR="004856B8" w:rsidRPr="00603E09" w:rsidRDefault="004856B8" w:rsidP="004856B8">
            <w:pPr>
              <w:keepNext/>
              <w:keepLines/>
              <w:spacing w:after="0"/>
              <w:rPr>
                <w:rFonts w:ascii="Calibri" w:hAnsi="Calibri" w:cs="Calibri"/>
                <w:color w:val="auto"/>
                <w:szCs w:val="20"/>
              </w:rPr>
            </w:pPr>
            <w:r w:rsidRPr="00D350F5">
              <w:rPr>
                <w:rFonts w:ascii="Calibri" w:hAnsi="Calibri" w:cs="Calibri"/>
                <w:color w:val="auto"/>
                <w:szCs w:val="20"/>
              </w:rPr>
              <w:t>Sk, Kn,      50/50</w:t>
            </w:r>
          </w:p>
        </w:tc>
        <w:tc>
          <w:tcPr>
            <w:tcW w:w="473" w:type="pct"/>
          </w:tcPr>
          <w:p w14:paraId="12840A75" w14:textId="77777777" w:rsidR="004856B8" w:rsidRPr="00603E09" w:rsidRDefault="004856B8" w:rsidP="004856B8">
            <w:pPr>
              <w:keepNext/>
              <w:keepLines/>
              <w:spacing w:after="0"/>
              <w:rPr>
                <w:rFonts w:ascii="Calibri" w:hAnsi="Calibri" w:cs="Calibri"/>
                <w:color w:val="auto"/>
                <w:szCs w:val="20"/>
              </w:rPr>
            </w:pPr>
          </w:p>
        </w:tc>
      </w:tr>
      <w:tr w:rsidR="004856B8" w14:paraId="12840A87" w14:textId="77777777" w:rsidTr="00730CE1">
        <w:trPr>
          <w:cantSplit/>
          <w:trHeight w:val="428"/>
        </w:trPr>
        <w:tc>
          <w:tcPr>
            <w:tcW w:w="378" w:type="pct"/>
            <w:shd w:val="clear" w:color="auto" w:fill="C7C5E0"/>
            <w:vAlign w:val="center"/>
          </w:tcPr>
          <w:p w14:paraId="12840A77"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21</w:t>
            </w:r>
          </w:p>
        </w:tc>
        <w:tc>
          <w:tcPr>
            <w:tcW w:w="1346" w:type="pct"/>
          </w:tcPr>
          <w:p w14:paraId="12840A78" w14:textId="77777777" w:rsidR="004856B8" w:rsidRDefault="004856B8" w:rsidP="004856B8">
            <w:pPr>
              <w:spacing w:after="0"/>
              <w:rPr>
                <w:rFonts w:ascii="Calibri" w:hAnsi="Calibri" w:cs="Calibri"/>
                <w:color w:val="auto"/>
              </w:rPr>
            </w:pPr>
            <w:r w:rsidRPr="00603E09">
              <w:rPr>
                <w:rFonts w:ascii="Calibri" w:hAnsi="Calibri" w:cs="Calibri"/>
                <w:color w:val="auto"/>
              </w:rPr>
              <w:t>MEM18006C – Repair and fit engineering components</w:t>
            </w:r>
          </w:p>
          <w:p w14:paraId="12840A79" w14:textId="77777777" w:rsidR="004856B8" w:rsidRPr="000A3AF4" w:rsidRDefault="004856B8" w:rsidP="004856B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2840A7A"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12840A7B"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2840A7C"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12840A7D"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12840A7E"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12840A7F"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12840A80" w14:textId="77777777" w:rsidR="004856B8" w:rsidRPr="00603E09" w:rsidRDefault="004856B8" w:rsidP="004856B8">
            <w:pPr>
              <w:spacing w:after="0"/>
              <w:rPr>
                <w:rFonts w:ascii="Calibri" w:hAnsi="Calibri" w:cs="Calibri"/>
                <w:color w:val="auto"/>
              </w:rPr>
            </w:pPr>
          </w:p>
        </w:tc>
        <w:tc>
          <w:tcPr>
            <w:tcW w:w="506" w:type="pct"/>
          </w:tcPr>
          <w:p w14:paraId="12840A81"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82"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83" w14:textId="2771F951"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40</w:t>
            </w:r>
          </w:p>
        </w:tc>
        <w:tc>
          <w:tcPr>
            <w:tcW w:w="616" w:type="pct"/>
          </w:tcPr>
          <w:p w14:paraId="12840A84" w14:textId="77777777" w:rsidR="004856B8" w:rsidRPr="00603E09" w:rsidRDefault="004856B8" w:rsidP="004856B8">
            <w:pPr>
              <w:spacing w:after="0"/>
              <w:rPr>
                <w:rFonts w:ascii="Calibri" w:hAnsi="Calibri" w:cs="Calibri"/>
                <w:b/>
                <w:color w:val="auto"/>
                <w:sz w:val="20"/>
                <w:szCs w:val="20"/>
              </w:rPr>
            </w:pPr>
          </w:p>
        </w:tc>
        <w:tc>
          <w:tcPr>
            <w:tcW w:w="803" w:type="pct"/>
          </w:tcPr>
          <w:p w14:paraId="12840A85" w14:textId="5343B18B" w:rsidR="004856B8" w:rsidRPr="00603E09" w:rsidRDefault="004856B8" w:rsidP="004856B8">
            <w:pPr>
              <w:keepNext/>
              <w:keepLines/>
              <w:spacing w:after="0"/>
              <w:rPr>
                <w:rFonts w:ascii="Calibri" w:hAnsi="Calibri" w:cs="Calibri"/>
                <w:color w:val="auto"/>
                <w:szCs w:val="20"/>
              </w:rPr>
            </w:pPr>
            <w:r w:rsidRPr="00F10EE6">
              <w:rPr>
                <w:rFonts w:ascii="Calibri" w:hAnsi="Calibri" w:cs="Calibri"/>
                <w:color w:val="auto"/>
                <w:szCs w:val="20"/>
              </w:rPr>
              <w:t>Sk, Kn,      50/50</w:t>
            </w:r>
            <w:r>
              <w:rPr>
                <w:rFonts w:ascii="Calibri" w:hAnsi="Calibri" w:cs="Calibri"/>
                <w:color w:val="auto"/>
                <w:szCs w:val="20"/>
              </w:rPr>
              <w:t xml:space="preserve">, </w:t>
            </w:r>
          </w:p>
        </w:tc>
        <w:tc>
          <w:tcPr>
            <w:tcW w:w="473" w:type="pct"/>
          </w:tcPr>
          <w:p w14:paraId="12840A86" w14:textId="77777777" w:rsidR="004856B8" w:rsidRPr="00603E09" w:rsidRDefault="004856B8" w:rsidP="004856B8">
            <w:pPr>
              <w:keepNext/>
              <w:keepLines/>
              <w:spacing w:after="0"/>
              <w:rPr>
                <w:rFonts w:ascii="Calibri" w:hAnsi="Calibri" w:cs="Calibri"/>
                <w:color w:val="auto"/>
                <w:szCs w:val="20"/>
              </w:rPr>
            </w:pPr>
          </w:p>
        </w:tc>
      </w:tr>
      <w:tr w:rsidR="004856B8" w14:paraId="12840A90" w14:textId="77777777" w:rsidTr="00730CE1">
        <w:trPr>
          <w:cantSplit/>
          <w:trHeight w:val="428"/>
        </w:trPr>
        <w:tc>
          <w:tcPr>
            <w:tcW w:w="378" w:type="pct"/>
            <w:shd w:val="clear" w:color="auto" w:fill="C7C5E0"/>
            <w:vAlign w:val="center"/>
          </w:tcPr>
          <w:p w14:paraId="12840A88"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6" w:type="pct"/>
          </w:tcPr>
          <w:p w14:paraId="12840A89"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MSAENV272B – Participate in environmentally sustainable work practices</w:t>
            </w:r>
          </w:p>
        </w:tc>
        <w:tc>
          <w:tcPr>
            <w:tcW w:w="506" w:type="pct"/>
          </w:tcPr>
          <w:p w14:paraId="12840A8A"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8B"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8C" w14:textId="08A67EF2"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20</w:t>
            </w:r>
          </w:p>
        </w:tc>
        <w:tc>
          <w:tcPr>
            <w:tcW w:w="616" w:type="pct"/>
          </w:tcPr>
          <w:p w14:paraId="12840A8D" w14:textId="77777777" w:rsidR="004856B8" w:rsidRPr="00603E09" w:rsidRDefault="004856B8" w:rsidP="004856B8">
            <w:pPr>
              <w:spacing w:after="0"/>
              <w:rPr>
                <w:rFonts w:ascii="Calibri" w:hAnsi="Calibri" w:cs="Calibri"/>
                <w:b/>
                <w:color w:val="auto"/>
                <w:sz w:val="20"/>
                <w:szCs w:val="20"/>
              </w:rPr>
            </w:pPr>
          </w:p>
        </w:tc>
        <w:tc>
          <w:tcPr>
            <w:tcW w:w="803" w:type="pct"/>
          </w:tcPr>
          <w:p w14:paraId="12840A8E" w14:textId="5E1CAE00" w:rsidR="004856B8" w:rsidRPr="00603E09" w:rsidRDefault="004856B8" w:rsidP="004856B8">
            <w:pPr>
              <w:keepNext/>
              <w:keepLines/>
              <w:spacing w:after="0"/>
              <w:rPr>
                <w:rFonts w:ascii="Calibri" w:hAnsi="Calibri" w:cs="Calibri"/>
                <w:color w:val="auto"/>
                <w:szCs w:val="20"/>
              </w:rPr>
            </w:pPr>
            <w:r>
              <w:rPr>
                <w:rFonts w:ascii="Calibri" w:hAnsi="Calibri" w:cs="Calibri"/>
                <w:color w:val="auto"/>
                <w:szCs w:val="20"/>
              </w:rPr>
              <w:t>Sk, Kn, Prt   40/40/20</w:t>
            </w:r>
          </w:p>
        </w:tc>
        <w:tc>
          <w:tcPr>
            <w:tcW w:w="473" w:type="pct"/>
          </w:tcPr>
          <w:p w14:paraId="12840A8F" w14:textId="77777777" w:rsidR="004856B8" w:rsidRPr="00603E09" w:rsidRDefault="004856B8" w:rsidP="004856B8">
            <w:pPr>
              <w:keepNext/>
              <w:keepLines/>
              <w:spacing w:after="0"/>
              <w:rPr>
                <w:rFonts w:ascii="Calibri" w:hAnsi="Calibri" w:cs="Calibri"/>
                <w:color w:val="auto"/>
                <w:szCs w:val="20"/>
              </w:rPr>
            </w:pPr>
          </w:p>
        </w:tc>
      </w:tr>
      <w:tr w:rsidR="004856B8" w14:paraId="12840A9B" w14:textId="77777777" w:rsidTr="00730CE1">
        <w:trPr>
          <w:cantSplit/>
          <w:trHeight w:val="428"/>
        </w:trPr>
        <w:tc>
          <w:tcPr>
            <w:tcW w:w="378" w:type="pct"/>
            <w:shd w:val="clear" w:color="auto" w:fill="C7C5E0"/>
            <w:vAlign w:val="center"/>
          </w:tcPr>
          <w:p w14:paraId="12840A93"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23</w:t>
            </w:r>
          </w:p>
        </w:tc>
        <w:tc>
          <w:tcPr>
            <w:tcW w:w="1346" w:type="pct"/>
          </w:tcPr>
          <w:p w14:paraId="12840A94"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MEM14004A – Plan to undertake a routine task</w:t>
            </w:r>
          </w:p>
        </w:tc>
        <w:tc>
          <w:tcPr>
            <w:tcW w:w="506" w:type="pct"/>
          </w:tcPr>
          <w:p w14:paraId="12840A95" w14:textId="048F3968" w:rsidR="004856B8" w:rsidRPr="00271838" w:rsidRDefault="004856B8" w:rsidP="004856B8">
            <w:pPr>
              <w:spacing w:after="0"/>
              <w:rPr>
                <w:rFonts w:ascii="Calibri" w:hAnsi="Calibri" w:cs="Calibri"/>
                <w:color w:val="auto"/>
                <w:sz w:val="20"/>
                <w:szCs w:val="20"/>
              </w:rPr>
            </w:pPr>
            <w:r w:rsidRPr="00552B38">
              <w:rPr>
                <w:rFonts w:ascii="Calibri" w:hAnsi="Calibri" w:cs="Calibri"/>
                <w:color w:val="auto"/>
                <w:sz w:val="20"/>
                <w:szCs w:val="20"/>
              </w:rPr>
              <w:t>Cluster Group</w:t>
            </w:r>
          </w:p>
        </w:tc>
        <w:tc>
          <w:tcPr>
            <w:tcW w:w="442" w:type="pct"/>
          </w:tcPr>
          <w:p w14:paraId="12840A96"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660BD03" w14:textId="77777777" w:rsidR="004856B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10</w:t>
            </w:r>
          </w:p>
          <w:p w14:paraId="12840A97" w14:textId="4AA6EDCA" w:rsidR="004856B8" w:rsidRPr="00271838" w:rsidRDefault="004856B8" w:rsidP="004856B8">
            <w:pPr>
              <w:spacing w:after="0"/>
              <w:jc w:val="center"/>
              <w:rPr>
                <w:rFonts w:ascii="Calibri" w:hAnsi="Calibri" w:cs="Calibri"/>
                <w:color w:val="auto"/>
                <w:sz w:val="20"/>
                <w:szCs w:val="20"/>
              </w:rPr>
            </w:pPr>
          </w:p>
        </w:tc>
        <w:tc>
          <w:tcPr>
            <w:tcW w:w="616" w:type="pct"/>
          </w:tcPr>
          <w:p w14:paraId="12840A98" w14:textId="77777777" w:rsidR="004856B8" w:rsidRPr="00603E09" w:rsidRDefault="004856B8" w:rsidP="004856B8">
            <w:pPr>
              <w:spacing w:after="0"/>
              <w:rPr>
                <w:rFonts w:ascii="Calibri" w:hAnsi="Calibri" w:cs="Calibri"/>
                <w:b/>
                <w:color w:val="auto"/>
                <w:sz w:val="20"/>
                <w:szCs w:val="20"/>
              </w:rPr>
            </w:pPr>
          </w:p>
        </w:tc>
        <w:tc>
          <w:tcPr>
            <w:tcW w:w="803" w:type="pct"/>
          </w:tcPr>
          <w:p w14:paraId="12840A99" w14:textId="58C6DAFD" w:rsidR="004856B8" w:rsidRPr="00603E09" w:rsidRDefault="004856B8" w:rsidP="004856B8">
            <w:pPr>
              <w:keepNext/>
              <w:keepLines/>
              <w:spacing w:after="0"/>
              <w:rPr>
                <w:rFonts w:ascii="Calibri" w:hAnsi="Calibri" w:cs="Calibri"/>
                <w:color w:val="auto"/>
                <w:szCs w:val="20"/>
              </w:rPr>
            </w:pPr>
            <w:r w:rsidRPr="00A17229">
              <w:rPr>
                <w:rFonts w:ascii="Calibri" w:hAnsi="Calibri" w:cs="Calibri"/>
                <w:color w:val="auto"/>
                <w:szCs w:val="20"/>
              </w:rPr>
              <w:t>Sk, Kn, Prt   40/40/20</w:t>
            </w:r>
          </w:p>
        </w:tc>
        <w:tc>
          <w:tcPr>
            <w:tcW w:w="473" w:type="pct"/>
          </w:tcPr>
          <w:p w14:paraId="12840A9A" w14:textId="77777777" w:rsidR="004856B8" w:rsidRPr="00603E09" w:rsidRDefault="004856B8" w:rsidP="004856B8">
            <w:pPr>
              <w:keepNext/>
              <w:keepLines/>
              <w:spacing w:after="0"/>
              <w:rPr>
                <w:rFonts w:ascii="Calibri" w:hAnsi="Calibri" w:cs="Calibri"/>
                <w:color w:val="auto"/>
                <w:szCs w:val="20"/>
              </w:rPr>
            </w:pPr>
          </w:p>
        </w:tc>
      </w:tr>
      <w:tr w:rsidR="004856B8" w14:paraId="12840AA4" w14:textId="77777777" w:rsidTr="00730CE1">
        <w:trPr>
          <w:cantSplit/>
          <w:trHeight w:val="428"/>
        </w:trPr>
        <w:tc>
          <w:tcPr>
            <w:tcW w:w="378" w:type="pct"/>
            <w:shd w:val="clear" w:color="auto" w:fill="C7C5E0"/>
            <w:vAlign w:val="center"/>
          </w:tcPr>
          <w:p w14:paraId="12840A9C"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24</w:t>
            </w:r>
          </w:p>
        </w:tc>
        <w:tc>
          <w:tcPr>
            <w:tcW w:w="1346" w:type="pct"/>
          </w:tcPr>
          <w:p w14:paraId="12840A9D" w14:textId="77777777" w:rsidR="004856B8" w:rsidRPr="00603E09" w:rsidRDefault="004856B8" w:rsidP="004856B8">
            <w:pPr>
              <w:spacing w:after="0"/>
              <w:rPr>
                <w:rFonts w:ascii="Calibri" w:hAnsi="Calibri" w:cs="Calibri"/>
                <w:color w:val="auto"/>
              </w:rPr>
            </w:pPr>
            <w:r w:rsidRPr="00603E09">
              <w:rPr>
                <w:rFonts w:ascii="Calibri" w:hAnsi="Calibri" w:cs="Calibri"/>
                <w:color w:val="auto"/>
              </w:rPr>
              <w:t>MEM14005A – Plan a complete activity</w:t>
            </w:r>
          </w:p>
        </w:tc>
        <w:tc>
          <w:tcPr>
            <w:tcW w:w="506" w:type="pct"/>
          </w:tcPr>
          <w:p w14:paraId="12840A9E" w14:textId="7F37C198" w:rsidR="004856B8" w:rsidRPr="00271838" w:rsidRDefault="004856B8" w:rsidP="004856B8">
            <w:pPr>
              <w:spacing w:after="0"/>
              <w:rPr>
                <w:rFonts w:ascii="Calibri" w:hAnsi="Calibri" w:cs="Calibri"/>
                <w:color w:val="auto"/>
                <w:sz w:val="20"/>
                <w:szCs w:val="20"/>
              </w:rPr>
            </w:pPr>
            <w:r w:rsidRPr="00552B38">
              <w:rPr>
                <w:rFonts w:ascii="Calibri" w:hAnsi="Calibri" w:cs="Calibri"/>
                <w:color w:val="auto"/>
                <w:sz w:val="20"/>
                <w:szCs w:val="20"/>
              </w:rPr>
              <w:t>Cluster Group</w:t>
            </w:r>
          </w:p>
        </w:tc>
        <w:tc>
          <w:tcPr>
            <w:tcW w:w="442" w:type="pct"/>
          </w:tcPr>
          <w:p w14:paraId="12840A9F"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A0" w14:textId="4DD80303"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10</w:t>
            </w:r>
          </w:p>
        </w:tc>
        <w:tc>
          <w:tcPr>
            <w:tcW w:w="616" w:type="pct"/>
          </w:tcPr>
          <w:p w14:paraId="12840AA1" w14:textId="77777777" w:rsidR="004856B8" w:rsidRPr="00603E09" w:rsidRDefault="004856B8" w:rsidP="004856B8">
            <w:pPr>
              <w:spacing w:after="0"/>
              <w:rPr>
                <w:rFonts w:ascii="Calibri" w:hAnsi="Calibri" w:cs="Calibri"/>
                <w:b/>
                <w:color w:val="auto"/>
                <w:sz w:val="20"/>
                <w:szCs w:val="20"/>
              </w:rPr>
            </w:pPr>
          </w:p>
        </w:tc>
        <w:tc>
          <w:tcPr>
            <w:tcW w:w="803" w:type="pct"/>
          </w:tcPr>
          <w:p w14:paraId="12840AA2" w14:textId="2DD0A1BC" w:rsidR="004856B8" w:rsidRPr="00603E09" w:rsidRDefault="004856B8" w:rsidP="004856B8">
            <w:pPr>
              <w:keepNext/>
              <w:keepLines/>
              <w:spacing w:after="0"/>
              <w:rPr>
                <w:rFonts w:ascii="Calibri" w:hAnsi="Calibri" w:cs="Calibri"/>
                <w:color w:val="auto"/>
                <w:szCs w:val="20"/>
              </w:rPr>
            </w:pPr>
            <w:r w:rsidRPr="00A17229">
              <w:rPr>
                <w:rFonts w:ascii="Calibri" w:hAnsi="Calibri" w:cs="Calibri"/>
                <w:color w:val="auto"/>
                <w:szCs w:val="20"/>
              </w:rPr>
              <w:t>Sk, Kn, Prt   40/40/20</w:t>
            </w:r>
          </w:p>
        </w:tc>
        <w:tc>
          <w:tcPr>
            <w:tcW w:w="473" w:type="pct"/>
          </w:tcPr>
          <w:p w14:paraId="12840AA3" w14:textId="77777777" w:rsidR="004856B8" w:rsidRPr="00603E09" w:rsidRDefault="004856B8" w:rsidP="004856B8">
            <w:pPr>
              <w:keepNext/>
              <w:keepLines/>
              <w:spacing w:after="0"/>
              <w:rPr>
                <w:rFonts w:ascii="Calibri" w:hAnsi="Calibri" w:cs="Calibri"/>
                <w:color w:val="auto"/>
                <w:szCs w:val="20"/>
              </w:rPr>
            </w:pPr>
          </w:p>
        </w:tc>
      </w:tr>
      <w:tr w:rsidR="004856B8" w14:paraId="60BFA706" w14:textId="77777777" w:rsidTr="00730CE1">
        <w:trPr>
          <w:cantSplit/>
          <w:trHeight w:val="428"/>
        </w:trPr>
        <w:tc>
          <w:tcPr>
            <w:tcW w:w="378" w:type="pct"/>
            <w:shd w:val="clear" w:color="auto" w:fill="C7C5E0"/>
            <w:vAlign w:val="center"/>
          </w:tcPr>
          <w:p w14:paraId="0B537755" w14:textId="703071DC" w:rsidR="004856B8" w:rsidRPr="00B06FDA" w:rsidRDefault="004856B8" w:rsidP="004856B8">
            <w:pPr>
              <w:spacing w:after="0"/>
              <w:jc w:val="center"/>
              <w:rPr>
                <w:rFonts w:ascii="Calibri" w:hAnsi="Calibri" w:cs="Calibri"/>
                <w:b/>
                <w:color w:val="595959" w:themeColor="text1" w:themeTint="A6"/>
              </w:rPr>
            </w:pPr>
            <w:r>
              <w:rPr>
                <w:rFonts w:ascii="Calibri" w:hAnsi="Calibri" w:cs="Calibri"/>
                <w:b/>
                <w:color w:val="595959" w:themeColor="text1" w:themeTint="A6"/>
              </w:rPr>
              <w:t>25</w:t>
            </w:r>
          </w:p>
        </w:tc>
        <w:tc>
          <w:tcPr>
            <w:tcW w:w="1346" w:type="pct"/>
          </w:tcPr>
          <w:p w14:paraId="371330F5" w14:textId="77777777" w:rsidR="004856B8" w:rsidRDefault="004856B8" w:rsidP="004856B8">
            <w:pPr>
              <w:spacing w:after="0"/>
              <w:rPr>
                <w:rFonts w:ascii="Calibri" w:hAnsi="Calibri" w:cs="Calibri"/>
                <w:color w:val="auto"/>
              </w:rPr>
            </w:pPr>
            <w:r w:rsidRPr="00603E09">
              <w:rPr>
                <w:rFonts w:ascii="Calibri" w:hAnsi="Calibri" w:cs="Calibri"/>
                <w:color w:val="auto"/>
              </w:rPr>
              <w:t>MEM18009B – Perform levelling and alignment of machines and engineering components</w:t>
            </w:r>
          </w:p>
          <w:p w14:paraId="764A0AA8" w14:textId="77777777" w:rsidR="004856B8" w:rsidRPr="00AA75EF" w:rsidRDefault="004856B8" w:rsidP="004856B8">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187BF34"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1FBEDE39"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785FEA40"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12AA8646"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32EDE9FF"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6C36A8CF"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07F710DA"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1C15B10D" w14:textId="77777777" w:rsidR="004856B8" w:rsidRPr="00603E09" w:rsidRDefault="004856B8" w:rsidP="004856B8">
            <w:pPr>
              <w:spacing w:after="0"/>
              <w:rPr>
                <w:rFonts w:ascii="Calibri" w:hAnsi="Calibri" w:cs="Calibri"/>
                <w:color w:val="auto"/>
              </w:rPr>
            </w:pPr>
          </w:p>
        </w:tc>
        <w:tc>
          <w:tcPr>
            <w:tcW w:w="506" w:type="pct"/>
          </w:tcPr>
          <w:p w14:paraId="073609E8" w14:textId="2C4E3438"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3F26B604" w14:textId="4F360496"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4B217BCA" w14:textId="20E75866" w:rsidR="004856B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30</w:t>
            </w:r>
          </w:p>
        </w:tc>
        <w:tc>
          <w:tcPr>
            <w:tcW w:w="616" w:type="pct"/>
          </w:tcPr>
          <w:p w14:paraId="5E96C108" w14:textId="77777777" w:rsidR="004856B8" w:rsidRPr="00603E09" w:rsidRDefault="004856B8" w:rsidP="004856B8">
            <w:pPr>
              <w:spacing w:after="0"/>
              <w:rPr>
                <w:rFonts w:ascii="Calibri" w:hAnsi="Calibri" w:cs="Calibri"/>
                <w:b/>
                <w:color w:val="auto"/>
                <w:sz w:val="20"/>
                <w:szCs w:val="20"/>
              </w:rPr>
            </w:pPr>
          </w:p>
        </w:tc>
        <w:tc>
          <w:tcPr>
            <w:tcW w:w="803" w:type="pct"/>
          </w:tcPr>
          <w:p w14:paraId="58784924" w14:textId="43FDB3F7" w:rsidR="004856B8" w:rsidRPr="003A5880" w:rsidRDefault="004856B8" w:rsidP="004856B8">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3" w:type="pct"/>
          </w:tcPr>
          <w:p w14:paraId="199ABFE0" w14:textId="570ADAF8" w:rsidR="004856B8" w:rsidRPr="00603E09" w:rsidRDefault="004856B8" w:rsidP="004856B8">
            <w:pPr>
              <w:keepNext/>
              <w:keepLines/>
              <w:spacing w:after="0"/>
              <w:rPr>
                <w:rFonts w:ascii="Calibri" w:hAnsi="Calibri" w:cs="Calibri"/>
                <w:color w:val="auto"/>
                <w:szCs w:val="20"/>
              </w:rPr>
            </w:pPr>
          </w:p>
        </w:tc>
      </w:tr>
      <w:tr w:rsidR="004856B8" w14:paraId="12840AC4" w14:textId="77777777" w:rsidTr="00730CE1">
        <w:trPr>
          <w:cantSplit/>
          <w:trHeight w:val="428"/>
        </w:trPr>
        <w:tc>
          <w:tcPr>
            <w:tcW w:w="378" w:type="pct"/>
            <w:shd w:val="clear" w:color="auto" w:fill="C7C5E0"/>
            <w:vAlign w:val="center"/>
          </w:tcPr>
          <w:p w14:paraId="12840AB8"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26</w:t>
            </w:r>
          </w:p>
        </w:tc>
        <w:tc>
          <w:tcPr>
            <w:tcW w:w="1346" w:type="pct"/>
          </w:tcPr>
          <w:p w14:paraId="12840AB9" w14:textId="77777777" w:rsidR="004856B8" w:rsidRDefault="004856B8" w:rsidP="004856B8">
            <w:pPr>
              <w:spacing w:after="0"/>
              <w:rPr>
                <w:rFonts w:ascii="Calibri" w:hAnsi="Calibri" w:cs="Calibri"/>
                <w:color w:val="auto"/>
              </w:rPr>
            </w:pPr>
            <w:r w:rsidRPr="00603E09">
              <w:rPr>
                <w:rFonts w:ascii="Calibri" w:hAnsi="Calibri" w:cs="Calibri"/>
                <w:color w:val="auto"/>
              </w:rPr>
              <w:t>MEM18013B – Perform gland packing</w:t>
            </w:r>
          </w:p>
          <w:p w14:paraId="12840ABA" w14:textId="77777777" w:rsidR="004856B8" w:rsidRPr="000A3AF4" w:rsidRDefault="004856B8" w:rsidP="004856B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2840ABB"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2840ABC" w14:textId="77777777" w:rsidR="004856B8" w:rsidRPr="000A3AF4" w:rsidRDefault="004856B8" w:rsidP="004856B8">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12840ABD" w14:textId="77777777" w:rsidR="004856B8" w:rsidRPr="00603E09" w:rsidRDefault="004856B8" w:rsidP="004856B8">
            <w:pPr>
              <w:spacing w:after="0"/>
              <w:rPr>
                <w:rFonts w:ascii="Calibri" w:hAnsi="Calibri" w:cs="Calibri"/>
                <w:color w:val="auto"/>
              </w:rPr>
            </w:pPr>
          </w:p>
        </w:tc>
        <w:tc>
          <w:tcPr>
            <w:tcW w:w="506" w:type="pct"/>
          </w:tcPr>
          <w:p w14:paraId="12840ABE"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BF"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C0" w14:textId="659D7396"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10</w:t>
            </w:r>
          </w:p>
        </w:tc>
        <w:tc>
          <w:tcPr>
            <w:tcW w:w="616" w:type="pct"/>
          </w:tcPr>
          <w:p w14:paraId="12840AC1" w14:textId="77777777" w:rsidR="004856B8" w:rsidRPr="00603E09" w:rsidRDefault="004856B8" w:rsidP="004856B8">
            <w:pPr>
              <w:spacing w:after="0"/>
              <w:rPr>
                <w:rFonts w:ascii="Calibri" w:hAnsi="Calibri" w:cs="Calibri"/>
                <w:b/>
                <w:color w:val="auto"/>
                <w:sz w:val="20"/>
                <w:szCs w:val="20"/>
              </w:rPr>
            </w:pPr>
          </w:p>
        </w:tc>
        <w:tc>
          <w:tcPr>
            <w:tcW w:w="803" w:type="pct"/>
          </w:tcPr>
          <w:p w14:paraId="12840AC2" w14:textId="22666048" w:rsidR="004856B8" w:rsidRPr="00603E09" w:rsidRDefault="004856B8" w:rsidP="004856B8">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3" w:type="pct"/>
          </w:tcPr>
          <w:p w14:paraId="12840AC3" w14:textId="77777777" w:rsidR="004856B8" w:rsidRPr="00603E09" w:rsidRDefault="004856B8" w:rsidP="004856B8">
            <w:pPr>
              <w:keepNext/>
              <w:keepLines/>
              <w:spacing w:after="0"/>
              <w:rPr>
                <w:rFonts w:ascii="Calibri" w:hAnsi="Calibri" w:cs="Calibri"/>
                <w:color w:val="auto"/>
                <w:szCs w:val="20"/>
              </w:rPr>
            </w:pPr>
          </w:p>
        </w:tc>
      </w:tr>
      <w:tr w:rsidR="004856B8" w14:paraId="12840AD6" w14:textId="77777777" w:rsidTr="00730CE1">
        <w:trPr>
          <w:cantSplit/>
          <w:trHeight w:val="428"/>
        </w:trPr>
        <w:tc>
          <w:tcPr>
            <w:tcW w:w="378" w:type="pct"/>
            <w:shd w:val="clear" w:color="auto" w:fill="C7C5E0"/>
            <w:vAlign w:val="center"/>
          </w:tcPr>
          <w:p w14:paraId="12840AC5" w14:textId="77777777" w:rsidR="004856B8" w:rsidRPr="00B06FDA" w:rsidRDefault="004856B8" w:rsidP="004856B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27</w:t>
            </w:r>
          </w:p>
        </w:tc>
        <w:tc>
          <w:tcPr>
            <w:tcW w:w="1346" w:type="pct"/>
          </w:tcPr>
          <w:p w14:paraId="12840AC6" w14:textId="77777777" w:rsidR="004856B8" w:rsidRDefault="004856B8" w:rsidP="004856B8">
            <w:pPr>
              <w:spacing w:after="0"/>
              <w:rPr>
                <w:rFonts w:ascii="Calibri" w:hAnsi="Calibri" w:cs="Calibri"/>
                <w:color w:val="auto"/>
              </w:rPr>
            </w:pPr>
            <w:r w:rsidRPr="00603E09">
              <w:rPr>
                <w:rFonts w:ascii="Calibri" w:hAnsi="Calibri" w:cs="Calibri"/>
                <w:color w:val="auto"/>
              </w:rPr>
              <w:t>MEM18012B – Perform installation and removal of mechanical seals</w:t>
            </w:r>
          </w:p>
          <w:p w14:paraId="12840AC7" w14:textId="77777777" w:rsidR="004856B8" w:rsidRPr="00AA75EF" w:rsidRDefault="004856B8" w:rsidP="004856B8">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2840AC8"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12840AC9"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12840ACA"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12840ACB"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12840ACC"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12840ACD"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12840ACE" w14:textId="77777777" w:rsidR="004856B8" w:rsidRPr="00AA75EF" w:rsidRDefault="004856B8" w:rsidP="004856B8">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12840ACF" w14:textId="77777777" w:rsidR="004856B8" w:rsidRPr="00603E09" w:rsidRDefault="004856B8" w:rsidP="004856B8">
            <w:pPr>
              <w:spacing w:after="0"/>
              <w:rPr>
                <w:rFonts w:ascii="Calibri" w:hAnsi="Calibri" w:cs="Calibri"/>
                <w:color w:val="auto"/>
              </w:rPr>
            </w:pPr>
          </w:p>
        </w:tc>
        <w:tc>
          <w:tcPr>
            <w:tcW w:w="506" w:type="pct"/>
          </w:tcPr>
          <w:p w14:paraId="12840AD0"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D1" w14:textId="77777777" w:rsidR="004856B8" w:rsidRPr="00271838" w:rsidRDefault="004856B8" w:rsidP="004856B8">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D2" w14:textId="096EB7BC" w:rsidR="004856B8" w:rsidRPr="00271838" w:rsidRDefault="004856B8" w:rsidP="004856B8">
            <w:pPr>
              <w:spacing w:after="0"/>
              <w:jc w:val="center"/>
              <w:rPr>
                <w:rFonts w:ascii="Calibri" w:hAnsi="Calibri" w:cs="Calibri"/>
                <w:color w:val="auto"/>
                <w:sz w:val="20"/>
                <w:szCs w:val="20"/>
              </w:rPr>
            </w:pPr>
            <w:r>
              <w:rPr>
                <w:rFonts w:ascii="Calibri" w:hAnsi="Calibri" w:cs="Calibri"/>
                <w:color w:val="auto"/>
                <w:sz w:val="20"/>
                <w:szCs w:val="20"/>
              </w:rPr>
              <w:t>20</w:t>
            </w:r>
          </w:p>
        </w:tc>
        <w:tc>
          <w:tcPr>
            <w:tcW w:w="616" w:type="pct"/>
          </w:tcPr>
          <w:p w14:paraId="12840AD3" w14:textId="77777777" w:rsidR="004856B8" w:rsidRPr="00603E09" w:rsidRDefault="004856B8" w:rsidP="004856B8">
            <w:pPr>
              <w:spacing w:after="0"/>
              <w:rPr>
                <w:rFonts w:ascii="Calibri" w:hAnsi="Calibri" w:cs="Calibri"/>
                <w:b/>
                <w:color w:val="auto"/>
                <w:sz w:val="20"/>
                <w:szCs w:val="20"/>
              </w:rPr>
            </w:pPr>
          </w:p>
        </w:tc>
        <w:tc>
          <w:tcPr>
            <w:tcW w:w="803" w:type="pct"/>
          </w:tcPr>
          <w:p w14:paraId="12840AD4" w14:textId="28122F4A" w:rsidR="004856B8" w:rsidRPr="00603E09" w:rsidRDefault="004856B8" w:rsidP="004856B8">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3" w:type="pct"/>
          </w:tcPr>
          <w:p w14:paraId="12840AD5" w14:textId="77777777" w:rsidR="004856B8" w:rsidRPr="00603E09" w:rsidRDefault="004856B8" w:rsidP="004856B8">
            <w:pPr>
              <w:keepNext/>
              <w:keepLines/>
              <w:spacing w:after="0"/>
              <w:rPr>
                <w:rFonts w:ascii="Calibri" w:hAnsi="Calibri" w:cs="Calibri"/>
                <w:color w:val="auto"/>
                <w:szCs w:val="20"/>
              </w:rPr>
            </w:pPr>
          </w:p>
        </w:tc>
      </w:tr>
      <w:tr w:rsidR="00684F2B" w14:paraId="12840AE8" w14:textId="77777777" w:rsidTr="00730CE1">
        <w:trPr>
          <w:cantSplit/>
          <w:trHeight w:val="428"/>
        </w:trPr>
        <w:tc>
          <w:tcPr>
            <w:tcW w:w="378" w:type="pct"/>
            <w:shd w:val="clear" w:color="auto" w:fill="C7C5E0"/>
            <w:vAlign w:val="center"/>
          </w:tcPr>
          <w:p w14:paraId="12840AD7" w14:textId="77777777" w:rsidR="00684F2B" w:rsidRPr="00B06FDA" w:rsidRDefault="00684F2B" w:rsidP="00684F2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28</w:t>
            </w:r>
          </w:p>
        </w:tc>
        <w:tc>
          <w:tcPr>
            <w:tcW w:w="1346" w:type="pct"/>
          </w:tcPr>
          <w:p w14:paraId="12840AD8" w14:textId="77777777" w:rsidR="00684F2B" w:rsidRDefault="00684F2B" w:rsidP="00684F2B">
            <w:pPr>
              <w:spacing w:after="0"/>
              <w:rPr>
                <w:rFonts w:ascii="Calibri" w:hAnsi="Calibri" w:cs="Calibri"/>
                <w:color w:val="auto"/>
              </w:rPr>
            </w:pPr>
            <w:r w:rsidRPr="00603E09">
              <w:rPr>
                <w:rFonts w:ascii="Calibri" w:hAnsi="Calibri" w:cs="Calibri"/>
                <w:color w:val="auto"/>
              </w:rPr>
              <w:t>MEM18005B – Perform fault diagnosis, installation and removal of bearings</w:t>
            </w:r>
          </w:p>
          <w:p w14:paraId="12840AD9" w14:textId="77777777" w:rsidR="00684F2B" w:rsidRPr="00AA75EF" w:rsidRDefault="00684F2B" w:rsidP="00684F2B">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2840ADA"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12840ADB"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12840ADC"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12840ADD"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12840ADE"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12840ADF"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12840AE0"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12840AE1" w14:textId="77777777" w:rsidR="00684F2B" w:rsidRPr="00603E09" w:rsidRDefault="00684F2B" w:rsidP="00684F2B">
            <w:pPr>
              <w:spacing w:after="0"/>
              <w:rPr>
                <w:rFonts w:ascii="Calibri" w:hAnsi="Calibri" w:cs="Calibri"/>
                <w:color w:val="auto"/>
              </w:rPr>
            </w:pPr>
          </w:p>
        </w:tc>
        <w:tc>
          <w:tcPr>
            <w:tcW w:w="506" w:type="pct"/>
          </w:tcPr>
          <w:p w14:paraId="12840AE2"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E3"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E4" w14:textId="0FDDBF11" w:rsidR="00684F2B" w:rsidRPr="00271838" w:rsidRDefault="006E2D62" w:rsidP="00684F2B">
            <w:pPr>
              <w:spacing w:after="0"/>
              <w:jc w:val="center"/>
              <w:rPr>
                <w:rFonts w:ascii="Calibri" w:hAnsi="Calibri" w:cs="Calibri"/>
                <w:color w:val="auto"/>
                <w:sz w:val="20"/>
                <w:szCs w:val="20"/>
              </w:rPr>
            </w:pPr>
            <w:r>
              <w:rPr>
                <w:rFonts w:ascii="Calibri" w:hAnsi="Calibri" w:cs="Calibri"/>
                <w:color w:val="auto"/>
                <w:sz w:val="20"/>
                <w:szCs w:val="20"/>
              </w:rPr>
              <w:t>25</w:t>
            </w:r>
          </w:p>
        </w:tc>
        <w:tc>
          <w:tcPr>
            <w:tcW w:w="616" w:type="pct"/>
          </w:tcPr>
          <w:p w14:paraId="12840AE5" w14:textId="77777777" w:rsidR="00684F2B" w:rsidRPr="00603E09" w:rsidRDefault="00684F2B" w:rsidP="00684F2B">
            <w:pPr>
              <w:spacing w:after="0"/>
              <w:rPr>
                <w:rFonts w:ascii="Calibri" w:hAnsi="Calibri" w:cs="Calibri"/>
                <w:b/>
                <w:color w:val="auto"/>
                <w:sz w:val="20"/>
                <w:szCs w:val="20"/>
              </w:rPr>
            </w:pPr>
          </w:p>
        </w:tc>
        <w:tc>
          <w:tcPr>
            <w:tcW w:w="803" w:type="pct"/>
          </w:tcPr>
          <w:p w14:paraId="12840AE6" w14:textId="4EAFC07B" w:rsidR="00684F2B" w:rsidRPr="00603E09" w:rsidRDefault="00684F2B" w:rsidP="00684F2B">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3" w:type="pct"/>
          </w:tcPr>
          <w:p w14:paraId="12840AE7" w14:textId="77777777" w:rsidR="00684F2B" w:rsidRPr="00603E09" w:rsidRDefault="00684F2B" w:rsidP="00684F2B">
            <w:pPr>
              <w:keepNext/>
              <w:keepLines/>
              <w:spacing w:after="0"/>
              <w:rPr>
                <w:rFonts w:ascii="Calibri" w:hAnsi="Calibri" w:cs="Calibri"/>
                <w:color w:val="auto"/>
                <w:szCs w:val="20"/>
              </w:rPr>
            </w:pPr>
          </w:p>
        </w:tc>
      </w:tr>
      <w:tr w:rsidR="000D1F01" w14:paraId="12840AFC" w14:textId="77777777" w:rsidTr="00730CE1">
        <w:trPr>
          <w:cantSplit/>
          <w:trHeight w:val="428"/>
        </w:trPr>
        <w:tc>
          <w:tcPr>
            <w:tcW w:w="378" w:type="pct"/>
            <w:shd w:val="clear" w:color="auto" w:fill="C7C5E0"/>
            <w:vAlign w:val="center"/>
          </w:tcPr>
          <w:p w14:paraId="12840AEB" w14:textId="50BB7EAC" w:rsidR="000D1F01" w:rsidRPr="00B06FDA" w:rsidRDefault="000D1F01" w:rsidP="000D1F01">
            <w:pPr>
              <w:spacing w:after="0"/>
              <w:jc w:val="center"/>
              <w:rPr>
                <w:rFonts w:ascii="Calibri" w:hAnsi="Calibri" w:cs="Calibri"/>
                <w:b/>
                <w:color w:val="595959" w:themeColor="text1" w:themeTint="A6"/>
              </w:rPr>
            </w:pPr>
            <w:r>
              <w:rPr>
                <w:rFonts w:ascii="Calibri" w:hAnsi="Calibri" w:cs="Calibri"/>
                <w:b/>
                <w:color w:val="595959" w:themeColor="text1" w:themeTint="A6"/>
              </w:rPr>
              <w:t>29</w:t>
            </w:r>
          </w:p>
        </w:tc>
        <w:tc>
          <w:tcPr>
            <w:tcW w:w="1346" w:type="pct"/>
          </w:tcPr>
          <w:p w14:paraId="090DF1B8" w14:textId="77777777" w:rsidR="000D1F01" w:rsidRDefault="000D1F01" w:rsidP="000D1F01">
            <w:pPr>
              <w:spacing w:after="0"/>
              <w:rPr>
                <w:rFonts w:ascii="Calibri" w:hAnsi="Calibri" w:cs="Calibri"/>
                <w:color w:val="auto"/>
              </w:rPr>
            </w:pPr>
            <w:r w:rsidRPr="00603E09">
              <w:rPr>
                <w:rFonts w:ascii="Calibri" w:hAnsi="Calibri" w:cs="Calibri"/>
                <w:color w:val="auto"/>
              </w:rPr>
              <w:t>MEM18007B – Maintain and repair mechanical drives and mechanical transmission assemblies</w:t>
            </w:r>
          </w:p>
          <w:p w14:paraId="76FED558" w14:textId="77777777" w:rsidR="000D1F01" w:rsidRPr="000A3AF4" w:rsidRDefault="000D1F01" w:rsidP="000D1F01">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294B75F7" w14:textId="77777777" w:rsidR="000D1F01" w:rsidRPr="000A3AF4" w:rsidRDefault="000D1F01" w:rsidP="000D1F01">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4EF949BD" w14:textId="77777777" w:rsidR="000D1F01" w:rsidRPr="000A3AF4" w:rsidRDefault="000D1F01" w:rsidP="000D1F01">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4C8EBCAA" w14:textId="77777777" w:rsidR="000D1F01" w:rsidRPr="000A3AF4" w:rsidRDefault="000D1F01" w:rsidP="000D1F01">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1AE899E8" w14:textId="77777777" w:rsidR="000D1F01" w:rsidRPr="000A3AF4" w:rsidRDefault="000D1F01" w:rsidP="000D1F01">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68650C15" w14:textId="77777777" w:rsidR="000D1F01" w:rsidRPr="000A3AF4" w:rsidRDefault="000D1F01" w:rsidP="000D1F01">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078D6151" w14:textId="77777777" w:rsidR="000D1F01" w:rsidRPr="000A3AF4" w:rsidRDefault="000D1F01" w:rsidP="000D1F01">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55DB122D" w14:textId="77777777" w:rsidR="000D1F01" w:rsidRPr="000A3AF4" w:rsidRDefault="000D1F01" w:rsidP="000D1F01">
            <w:pPr>
              <w:spacing w:after="0"/>
              <w:rPr>
                <w:rFonts w:ascii="Calibri" w:hAnsi="Calibri" w:cs="Calibri"/>
                <w:color w:val="auto"/>
                <w:sz w:val="16"/>
                <w:szCs w:val="16"/>
              </w:rPr>
            </w:pPr>
            <w:r w:rsidRPr="000A3AF4">
              <w:rPr>
                <w:rFonts w:ascii="Calibri" w:hAnsi="Calibri" w:cs="Calibri"/>
                <w:color w:val="auto"/>
                <w:sz w:val="16"/>
                <w:szCs w:val="16"/>
              </w:rPr>
              <w:t>MEM18006C Repair and fit engineering components</w:t>
            </w:r>
          </w:p>
          <w:p w14:paraId="50553990" w14:textId="77777777" w:rsidR="000D1F01" w:rsidRPr="000A3AF4" w:rsidRDefault="000D1F01" w:rsidP="000D1F01">
            <w:pPr>
              <w:spacing w:after="0"/>
              <w:rPr>
                <w:rFonts w:ascii="Calibri" w:hAnsi="Calibri" w:cs="Calibri"/>
                <w:color w:val="auto"/>
                <w:sz w:val="16"/>
                <w:szCs w:val="16"/>
              </w:rPr>
            </w:pPr>
            <w:r w:rsidRPr="000A3AF4">
              <w:rPr>
                <w:rFonts w:ascii="Calibri" w:hAnsi="Calibri" w:cs="Calibri"/>
                <w:color w:val="auto"/>
                <w:sz w:val="16"/>
                <w:szCs w:val="16"/>
              </w:rPr>
              <w:t xml:space="preserve">MEM18009B Perform levelling and alignment of machines and engineering components </w:t>
            </w:r>
          </w:p>
          <w:p w14:paraId="12840AF5" w14:textId="77777777" w:rsidR="000D1F01" w:rsidRPr="00603E09" w:rsidRDefault="000D1F01" w:rsidP="000D1F01">
            <w:pPr>
              <w:spacing w:after="0"/>
              <w:rPr>
                <w:rFonts w:ascii="Calibri" w:hAnsi="Calibri" w:cs="Calibri"/>
                <w:color w:val="auto"/>
              </w:rPr>
            </w:pPr>
          </w:p>
        </w:tc>
        <w:tc>
          <w:tcPr>
            <w:tcW w:w="506" w:type="pct"/>
          </w:tcPr>
          <w:p w14:paraId="12840AF6" w14:textId="1A8AE273" w:rsidR="000D1F01" w:rsidRPr="00271838" w:rsidRDefault="000D1F01" w:rsidP="000D1F01">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AF7" w14:textId="689FE2E1" w:rsidR="000D1F01" w:rsidRPr="00271838" w:rsidRDefault="000D1F01" w:rsidP="000D1F01">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AF8" w14:textId="444F2C54" w:rsidR="000D1F01" w:rsidRPr="00271838" w:rsidRDefault="006E2D62" w:rsidP="000D1F01">
            <w:pPr>
              <w:spacing w:after="0"/>
              <w:jc w:val="center"/>
              <w:rPr>
                <w:rFonts w:ascii="Calibri" w:hAnsi="Calibri" w:cs="Calibri"/>
                <w:color w:val="auto"/>
                <w:sz w:val="20"/>
                <w:szCs w:val="20"/>
              </w:rPr>
            </w:pPr>
            <w:r>
              <w:rPr>
                <w:rFonts w:ascii="Calibri" w:hAnsi="Calibri" w:cs="Calibri"/>
                <w:color w:val="auto"/>
                <w:sz w:val="20"/>
                <w:szCs w:val="20"/>
              </w:rPr>
              <w:t>30</w:t>
            </w:r>
          </w:p>
        </w:tc>
        <w:tc>
          <w:tcPr>
            <w:tcW w:w="616" w:type="pct"/>
          </w:tcPr>
          <w:p w14:paraId="12840AF9" w14:textId="77777777" w:rsidR="000D1F01" w:rsidRPr="00603E09" w:rsidRDefault="000D1F01" w:rsidP="000D1F01">
            <w:pPr>
              <w:spacing w:after="0"/>
              <w:rPr>
                <w:rFonts w:ascii="Calibri" w:hAnsi="Calibri" w:cs="Calibri"/>
                <w:b/>
                <w:color w:val="auto"/>
                <w:sz w:val="20"/>
                <w:szCs w:val="20"/>
              </w:rPr>
            </w:pPr>
          </w:p>
        </w:tc>
        <w:tc>
          <w:tcPr>
            <w:tcW w:w="803" w:type="pct"/>
          </w:tcPr>
          <w:p w14:paraId="12840AFA" w14:textId="003462BA" w:rsidR="000D1F01" w:rsidRPr="00603E09" w:rsidRDefault="000D1F01" w:rsidP="000D1F01">
            <w:pPr>
              <w:keepNext/>
              <w:keepLines/>
              <w:spacing w:after="0"/>
              <w:rPr>
                <w:rFonts w:ascii="Calibri" w:hAnsi="Calibri" w:cs="Calibri"/>
                <w:color w:val="auto"/>
                <w:szCs w:val="20"/>
              </w:rPr>
            </w:pPr>
            <w:r w:rsidRPr="003A5880">
              <w:rPr>
                <w:rFonts w:ascii="Calibri" w:hAnsi="Calibri" w:cs="Calibri"/>
                <w:color w:val="auto"/>
                <w:szCs w:val="20"/>
              </w:rPr>
              <w:t>Sk, Kn,      50/50</w:t>
            </w:r>
          </w:p>
        </w:tc>
        <w:tc>
          <w:tcPr>
            <w:tcW w:w="473" w:type="pct"/>
          </w:tcPr>
          <w:p w14:paraId="12840AFB" w14:textId="6949C189" w:rsidR="000D1F01" w:rsidRPr="00603E09" w:rsidRDefault="000D1F01" w:rsidP="000D1F01">
            <w:pPr>
              <w:keepNext/>
              <w:keepLines/>
              <w:spacing w:after="0"/>
              <w:rPr>
                <w:rFonts w:ascii="Calibri" w:hAnsi="Calibri" w:cs="Calibri"/>
                <w:color w:val="auto"/>
                <w:szCs w:val="20"/>
              </w:rPr>
            </w:pPr>
          </w:p>
        </w:tc>
      </w:tr>
      <w:tr w:rsidR="00684F2B" w14:paraId="12840B0F" w14:textId="77777777" w:rsidTr="00730CE1">
        <w:trPr>
          <w:cantSplit/>
          <w:trHeight w:val="428"/>
        </w:trPr>
        <w:tc>
          <w:tcPr>
            <w:tcW w:w="378" w:type="pct"/>
            <w:shd w:val="clear" w:color="auto" w:fill="C7C5E0"/>
            <w:vAlign w:val="center"/>
          </w:tcPr>
          <w:p w14:paraId="12840AFD" w14:textId="25CA9F30" w:rsidR="00684F2B" w:rsidRPr="00B06FDA" w:rsidRDefault="00684F2B" w:rsidP="00684F2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30</w:t>
            </w:r>
          </w:p>
        </w:tc>
        <w:tc>
          <w:tcPr>
            <w:tcW w:w="1346" w:type="pct"/>
          </w:tcPr>
          <w:p w14:paraId="12840AFE" w14:textId="77777777" w:rsidR="00684F2B" w:rsidRDefault="00684F2B" w:rsidP="00684F2B">
            <w:pPr>
              <w:spacing w:after="0"/>
              <w:rPr>
                <w:rFonts w:ascii="Calibri" w:hAnsi="Calibri" w:cs="Calibri"/>
                <w:color w:val="auto"/>
              </w:rPr>
            </w:pPr>
            <w:r w:rsidRPr="00603E09">
              <w:rPr>
                <w:rFonts w:ascii="Calibri" w:hAnsi="Calibri" w:cs="Calibri"/>
                <w:color w:val="auto"/>
              </w:rPr>
              <w:t>MEM10006B – Install machine/plant</w:t>
            </w:r>
          </w:p>
          <w:p w14:paraId="12840AFF" w14:textId="77777777" w:rsidR="00684F2B" w:rsidRPr="00AA75EF" w:rsidRDefault="00684F2B" w:rsidP="00684F2B">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2840B00"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12840B01"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12840B02"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12840B03"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12840B04"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12840B05" w14:textId="77777777" w:rsidR="00684F2B" w:rsidRPr="00AA75EF" w:rsidRDefault="00684F2B" w:rsidP="00684F2B">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12840B06" w14:textId="77777777" w:rsidR="00684F2B" w:rsidRPr="00AA75EF" w:rsidRDefault="00684F2B" w:rsidP="00684F2B">
            <w:pPr>
              <w:spacing w:after="0"/>
              <w:rPr>
                <w:rFonts w:ascii="Calibri" w:hAnsi="Calibri" w:cs="Calibri"/>
                <w:b/>
                <w:i/>
                <w:color w:val="auto"/>
                <w:sz w:val="16"/>
                <w:szCs w:val="16"/>
              </w:rPr>
            </w:pPr>
            <w:r w:rsidRPr="00AA75EF">
              <w:rPr>
                <w:rFonts w:ascii="Calibri" w:hAnsi="Calibri" w:cs="Calibri"/>
                <w:color w:val="auto"/>
                <w:sz w:val="16"/>
                <w:szCs w:val="16"/>
              </w:rPr>
              <w:t>MEM18006C Repair and fit engineering components</w:t>
            </w:r>
          </w:p>
          <w:p w14:paraId="12840B07" w14:textId="77777777" w:rsidR="00684F2B" w:rsidRPr="00AA75EF" w:rsidRDefault="00684F2B" w:rsidP="00684F2B">
            <w:pPr>
              <w:spacing w:after="0"/>
              <w:rPr>
                <w:rFonts w:ascii="Calibri" w:hAnsi="Calibri" w:cs="Calibri"/>
                <w:b/>
                <w:i/>
                <w:color w:val="auto"/>
                <w:sz w:val="16"/>
                <w:szCs w:val="16"/>
              </w:rPr>
            </w:pPr>
            <w:r w:rsidRPr="00AA75EF">
              <w:rPr>
                <w:rFonts w:ascii="Calibri" w:hAnsi="Calibri" w:cs="Calibri"/>
                <w:color w:val="auto"/>
                <w:sz w:val="16"/>
                <w:szCs w:val="16"/>
              </w:rPr>
              <w:t>MEM18009B Perform levelling and alignment of machines and engineering components</w:t>
            </w:r>
          </w:p>
          <w:p w14:paraId="12840B08" w14:textId="77777777" w:rsidR="00684F2B" w:rsidRPr="00603E09" w:rsidRDefault="00684F2B" w:rsidP="00684F2B">
            <w:pPr>
              <w:spacing w:after="0"/>
              <w:rPr>
                <w:rFonts w:ascii="Calibri" w:hAnsi="Calibri" w:cs="Calibri"/>
                <w:color w:val="auto"/>
              </w:rPr>
            </w:pPr>
          </w:p>
        </w:tc>
        <w:tc>
          <w:tcPr>
            <w:tcW w:w="506" w:type="pct"/>
          </w:tcPr>
          <w:p w14:paraId="12840B09"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B0A"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B0B" w14:textId="2599FDCC" w:rsidR="00684F2B" w:rsidRPr="00271838" w:rsidRDefault="006E2D62" w:rsidP="00684F2B">
            <w:pPr>
              <w:spacing w:after="0"/>
              <w:jc w:val="center"/>
              <w:rPr>
                <w:rFonts w:ascii="Calibri" w:hAnsi="Calibri" w:cs="Calibri"/>
                <w:color w:val="auto"/>
                <w:sz w:val="20"/>
                <w:szCs w:val="20"/>
              </w:rPr>
            </w:pPr>
            <w:r>
              <w:rPr>
                <w:rFonts w:ascii="Calibri" w:hAnsi="Calibri" w:cs="Calibri"/>
                <w:color w:val="auto"/>
                <w:sz w:val="20"/>
                <w:szCs w:val="20"/>
              </w:rPr>
              <w:t>25</w:t>
            </w:r>
          </w:p>
        </w:tc>
        <w:tc>
          <w:tcPr>
            <w:tcW w:w="616" w:type="pct"/>
          </w:tcPr>
          <w:p w14:paraId="12840B0C" w14:textId="77777777" w:rsidR="00684F2B" w:rsidRPr="00603E09" w:rsidRDefault="00684F2B" w:rsidP="00684F2B">
            <w:pPr>
              <w:spacing w:after="0"/>
              <w:rPr>
                <w:rFonts w:ascii="Calibri" w:hAnsi="Calibri" w:cs="Calibri"/>
                <w:b/>
                <w:color w:val="auto"/>
                <w:sz w:val="20"/>
                <w:szCs w:val="20"/>
              </w:rPr>
            </w:pPr>
          </w:p>
        </w:tc>
        <w:tc>
          <w:tcPr>
            <w:tcW w:w="803" w:type="pct"/>
          </w:tcPr>
          <w:p w14:paraId="12840B0D" w14:textId="64740EDC" w:rsidR="00684F2B" w:rsidRPr="00603E09" w:rsidRDefault="00684F2B" w:rsidP="00684F2B">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3" w:type="pct"/>
          </w:tcPr>
          <w:p w14:paraId="12840B0E" w14:textId="5CEA5BA5" w:rsidR="00684F2B" w:rsidRPr="00603E09" w:rsidRDefault="00684F2B" w:rsidP="00684F2B">
            <w:pPr>
              <w:keepNext/>
              <w:keepLines/>
              <w:spacing w:after="0"/>
              <w:rPr>
                <w:rFonts w:ascii="Calibri" w:hAnsi="Calibri" w:cs="Calibri"/>
                <w:color w:val="auto"/>
                <w:szCs w:val="20"/>
              </w:rPr>
            </w:pPr>
          </w:p>
        </w:tc>
      </w:tr>
      <w:tr w:rsidR="00684F2B" w14:paraId="12840B18" w14:textId="77777777" w:rsidTr="00730CE1">
        <w:trPr>
          <w:cantSplit/>
          <w:trHeight w:val="428"/>
        </w:trPr>
        <w:tc>
          <w:tcPr>
            <w:tcW w:w="378" w:type="pct"/>
            <w:shd w:val="clear" w:color="auto" w:fill="C7C5E0"/>
            <w:vAlign w:val="center"/>
          </w:tcPr>
          <w:p w14:paraId="12840B10" w14:textId="03187919" w:rsidR="00684F2B" w:rsidRPr="00B06FDA" w:rsidRDefault="00684F2B" w:rsidP="00684F2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31</w:t>
            </w:r>
          </w:p>
        </w:tc>
        <w:tc>
          <w:tcPr>
            <w:tcW w:w="1346" w:type="pct"/>
          </w:tcPr>
          <w:p w14:paraId="12840B11" w14:textId="77777777" w:rsidR="00684F2B" w:rsidRPr="00603E09" w:rsidRDefault="00684F2B" w:rsidP="00684F2B">
            <w:pPr>
              <w:spacing w:after="0"/>
              <w:rPr>
                <w:rFonts w:ascii="Calibri" w:hAnsi="Calibri" w:cs="Calibri"/>
                <w:color w:val="auto"/>
              </w:rPr>
            </w:pPr>
            <w:r>
              <w:rPr>
                <w:rFonts w:ascii="Calibri" w:hAnsi="Calibri" w:cs="Calibri"/>
                <w:color w:val="auto"/>
              </w:rPr>
              <w:t xml:space="preserve">MEM05007C - </w:t>
            </w:r>
            <w:r w:rsidRPr="00080A83">
              <w:rPr>
                <w:rFonts w:ascii="Calibri" w:hAnsi="Calibri" w:cs="Calibri"/>
                <w:color w:val="auto"/>
              </w:rPr>
              <w:t>Perform manual heating and thermal cutting</w:t>
            </w:r>
          </w:p>
        </w:tc>
        <w:tc>
          <w:tcPr>
            <w:tcW w:w="506" w:type="pct"/>
          </w:tcPr>
          <w:p w14:paraId="12840B12"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B13"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B14" w14:textId="64563F78" w:rsidR="00684F2B" w:rsidRPr="00271838" w:rsidRDefault="001F4239" w:rsidP="00891967">
            <w:pPr>
              <w:spacing w:after="0"/>
              <w:jc w:val="center"/>
              <w:rPr>
                <w:rFonts w:ascii="Calibri" w:hAnsi="Calibri" w:cs="Calibri"/>
                <w:color w:val="auto"/>
                <w:sz w:val="20"/>
                <w:szCs w:val="20"/>
              </w:rPr>
            </w:pPr>
            <w:r>
              <w:rPr>
                <w:rFonts w:ascii="Calibri" w:hAnsi="Calibri" w:cs="Calibri"/>
                <w:color w:val="auto"/>
                <w:sz w:val="20"/>
                <w:szCs w:val="20"/>
              </w:rPr>
              <w:t>20</w:t>
            </w:r>
          </w:p>
        </w:tc>
        <w:tc>
          <w:tcPr>
            <w:tcW w:w="616" w:type="pct"/>
          </w:tcPr>
          <w:p w14:paraId="12840B15" w14:textId="77777777" w:rsidR="00684F2B" w:rsidRPr="00603E09" w:rsidRDefault="00684F2B" w:rsidP="00684F2B">
            <w:pPr>
              <w:spacing w:after="0"/>
              <w:rPr>
                <w:rFonts w:ascii="Calibri" w:hAnsi="Calibri" w:cs="Calibri"/>
                <w:b/>
                <w:color w:val="auto"/>
                <w:sz w:val="20"/>
                <w:szCs w:val="20"/>
              </w:rPr>
            </w:pPr>
          </w:p>
        </w:tc>
        <w:tc>
          <w:tcPr>
            <w:tcW w:w="803" w:type="pct"/>
          </w:tcPr>
          <w:p w14:paraId="12840B16" w14:textId="4C549B72" w:rsidR="00684F2B" w:rsidRPr="00603E09" w:rsidRDefault="00684F2B" w:rsidP="00684F2B">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3" w:type="pct"/>
          </w:tcPr>
          <w:p w14:paraId="12840B17" w14:textId="488A7788" w:rsidR="00684F2B" w:rsidRPr="00603E09" w:rsidRDefault="00684F2B" w:rsidP="00684F2B">
            <w:pPr>
              <w:keepNext/>
              <w:keepLines/>
              <w:spacing w:after="0"/>
              <w:rPr>
                <w:rFonts w:ascii="Calibri" w:hAnsi="Calibri" w:cs="Calibri"/>
                <w:color w:val="auto"/>
                <w:szCs w:val="20"/>
              </w:rPr>
            </w:pPr>
          </w:p>
        </w:tc>
      </w:tr>
      <w:tr w:rsidR="00684F2B" w14:paraId="12840B21" w14:textId="77777777" w:rsidTr="00730CE1">
        <w:trPr>
          <w:cantSplit/>
          <w:trHeight w:val="428"/>
        </w:trPr>
        <w:tc>
          <w:tcPr>
            <w:tcW w:w="378" w:type="pct"/>
            <w:shd w:val="clear" w:color="auto" w:fill="C7C5E0"/>
            <w:vAlign w:val="center"/>
          </w:tcPr>
          <w:p w14:paraId="12840B19" w14:textId="2700109F" w:rsidR="00684F2B" w:rsidRPr="00B06FDA" w:rsidRDefault="00684F2B" w:rsidP="00684F2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32</w:t>
            </w:r>
          </w:p>
        </w:tc>
        <w:tc>
          <w:tcPr>
            <w:tcW w:w="1346" w:type="pct"/>
          </w:tcPr>
          <w:p w14:paraId="12840B1A" w14:textId="77777777" w:rsidR="00684F2B" w:rsidRPr="00603E09" w:rsidRDefault="00684F2B" w:rsidP="00684F2B">
            <w:pPr>
              <w:spacing w:after="0"/>
              <w:rPr>
                <w:rFonts w:ascii="Calibri" w:hAnsi="Calibri" w:cs="Calibri"/>
                <w:color w:val="auto"/>
              </w:rPr>
            </w:pPr>
            <w:r>
              <w:t xml:space="preserve">MEM05012C - </w:t>
            </w:r>
            <w:r w:rsidRPr="00EE3C41">
              <w:t>Perform routine manual metal arc welding</w:t>
            </w:r>
          </w:p>
        </w:tc>
        <w:tc>
          <w:tcPr>
            <w:tcW w:w="506" w:type="pct"/>
          </w:tcPr>
          <w:p w14:paraId="12840B1B"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B1C"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B1D" w14:textId="30C294D8" w:rsidR="00684F2B" w:rsidRPr="00271838" w:rsidRDefault="00523675" w:rsidP="00684F2B">
            <w:pPr>
              <w:spacing w:after="0"/>
              <w:jc w:val="center"/>
              <w:rPr>
                <w:rFonts w:ascii="Calibri" w:hAnsi="Calibri" w:cs="Calibri"/>
                <w:color w:val="auto"/>
                <w:sz w:val="20"/>
                <w:szCs w:val="20"/>
              </w:rPr>
            </w:pPr>
            <w:r>
              <w:rPr>
                <w:rFonts w:ascii="Calibri" w:hAnsi="Calibri" w:cs="Calibri"/>
                <w:color w:val="auto"/>
                <w:sz w:val="20"/>
                <w:szCs w:val="20"/>
              </w:rPr>
              <w:t>25</w:t>
            </w:r>
          </w:p>
        </w:tc>
        <w:tc>
          <w:tcPr>
            <w:tcW w:w="616" w:type="pct"/>
          </w:tcPr>
          <w:p w14:paraId="12840B1E" w14:textId="77777777" w:rsidR="00684F2B" w:rsidRPr="00603E09" w:rsidRDefault="00684F2B" w:rsidP="00684F2B">
            <w:pPr>
              <w:spacing w:after="0"/>
              <w:rPr>
                <w:rFonts w:ascii="Calibri" w:hAnsi="Calibri" w:cs="Calibri"/>
                <w:b/>
                <w:color w:val="auto"/>
                <w:sz w:val="20"/>
                <w:szCs w:val="20"/>
              </w:rPr>
            </w:pPr>
          </w:p>
        </w:tc>
        <w:tc>
          <w:tcPr>
            <w:tcW w:w="803" w:type="pct"/>
          </w:tcPr>
          <w:p w14:paraId="12840B1F" w14:textId="6EE5C573" w:rsidR="00684F2B" w:rsidRPr="00603E09" w:rsidRDefault="00684F2B" w:rsidP="00684F2B">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3" w:type="pct"/>
          </w:tcPr>
          <w:p w14:paraId="12840B20" w14:textId="3C6C6F8C" w:rsidR="00684F2B" w:rsidRPr="00603E09" w:rsidRDefault="00684F2B" w:rsidP="00684F2B">
            <w:pPr>
              <w:keepNext/>
              <w:keepLines/>
              <w:spacing w:after="0"/>
              <w:rPr>
                <w:rFonts w:ascii="Calibri" w:hAnsi="Calibri" w:cs="Calibri"/>
                <w:color w:val="auto"/>
                <w:szCs w:val="20"/>
              </w:rPr>
            </w:pPr>
          </w:p>
        </w:tc>
      </w:tr>
      <w:tr w:rsidR="00684F2B" w14:paraId="12840B2A" w14:textId="77777777" w:rsidTr="00730CE1">
        <w:trPr>
          <w:cantSplit/>
          <w:trHeight w:val="428"/>
        </w:trPr>
        <w:tc>
          <w:tcPr>
            <w:tcW w:w="378" w:type="pct"/>
            <w:shd w:val="clear" w:color="auto" w:fill="C7C5E0"/>
            <w:vAlign w:val="center"/>
          </w:tcPr>
          <w:p w14:paraId="12840B22" w14:textId="62323D74" w:rsidR="00684F2B" w:rsidRPr="00B06FDA" w:rsidRDefault="00684F2B" w:rsidP="00684F2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33</w:t>
            </w:r>
          </w:p>
        </w:tc>
        <w:tc>
          <w:tcPr>
            <w:tcW w:w="1346" w:type="pct"/>
          </w:tcPr>
          <w:p w14:paraId="12840B23" w14:textId="77777777" w:rsidR="00684F2B" w:rsidRPr="00603E09" w:rsidRDefault="00684F2B" w:rsidP="00684F2B">
            <w:pPr>
              <w:spacing w:after="0"/>
              <w:rPr>
                <w:rFonts w:ascii="Calibri" w:hAnsi="Calibri" w:cs="Calibri"/>
                <w:color w:val="auto"/>
              </w:rPr>
            </w:pPr>
            <w:r>
              <w:t xml:space="preserve">MEM05050B - </w:t>
            </w:r>
            <w:r w:rsidRPr="00EE3C41">
              <w:t>Perform routine gas metal arc welding</w:t>
            </w:r>
          </w:p>
        </w:tc>
        <w:tc>
          <w:tcPr>
            <w:tcW w:w="506" w:type="pct"/>
          </w:tcPr>
          <w:p w14:paraId="12840B24"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B25"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B26" w14:textId="6BCF2B4B" w:rsidR="00684F2B" w:rsidRPr="00271838" w:rsidRDefault="00523675" w:rsidP="00684F2B">
            <w:pPr>
              <w:spacing w:after="0"/>
              <w:jc w:val="center"/>
              <w:rPr>
                <w:rFonts w:ascii="Calibri" w:hAnsi="Calibri" w:cs="Calibri"/>
                <w:color w:val="auto"/>
                <w:sz w:val="20"/>
                <w:szCs w:val="20"/>
              </w:rPr>
            </w:pPr>
            <w:bookmarkStart w:id="81" w:name="_GoBack"/>
            <w:bookmarkEnd w:id="81"/>
            <w:r>
              <w:rPr>
                <w:rFonts w:ascii="Calibri" w:hAnsi="Calibri" w:cs="Calibri"/>
                <w:color w:val="auto"/>
                <w:sz w:val="20"/>
                <w:szCs w:val="20"/>
              </w:rPr>
              <w:t>25</w:t>
            </w:r>
          </w:p>
        </w:tc>
        <w:tc>
          <w:tcPr>
            <w:tcW w:w="616" w:type="pct"/>
          </w:tcPr>
          <w:p w14:paraId="12840B27" w14:textId="77777777" w:rsidR="00684F2B" w:rsidRPr="00603E09" w:rsidRDefault="00684F2B" w:rsidP="00684F2B">
            <w:pPr>
              <w:spacing w:after="0"/>
              <w:rPr>
                <w:rFonts w:ascii="Calibri" w:hAnsi="Calibri" w:cs="Calibri"/>
                <w:b/>
                <w:color w:val="auto"/>
                <w:sz w:val="20"/>
                <w:szCs w:val="20"/>
              </w:rPr>
            </w:pPr>
          </w:p>
        </w:tc>
        <w:tc>
          <w:tcPr>
            <w:tcW w:w="803" w:type="pct"/>
          </w:tcPr>
          <w:p w14:paraId="12840B28" w14:textId="1E6D1187" w:rsidR="00684F2B" w:rsidRPr="00603E09" w:rsidRDefault="00684F2B" w:rsidP="00684F2B">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3" w:type="pct"/>
          </w:tcPr>
          <w:p w14:paraId="12840B29" w14:textId="28B927A2" w:rsidR="00684F2B" w:rsidRPr="00603E09" w:rsidRDefault="00684F2B" w:rsidP="00684F2B">
            <w:pPr>
              <w:keepNext/>
              <w:keepLines/>
              <w:spacing w:after="0"/>
              <w:rPr>
                <w:rFonts w:ascii="Calibri" w:hAnsi="Calibri" w:cs="Calibri"/>
                <w:color w:val="auto"/>
                <w:szCs w:val="20"/>
              </w:rPr>
            </w:pPr>
          </w:p>
        </w:tc>
      </w:tr>
      <w:tr w:rsidR="00684F2B" w14:paraId="12840B33" w14:textId="77777777" w:rsidTr="00730CE1">
        <w:trPr>
          <w:cantSplit/>
          <w:trHeight w:val="428"/>
        </w:trPr>
        <w:tc>
          <w:tcPr>
            <w:tcW w:w="378" w:type="pct"/>
            <w:shd w:val="clear" w:color="auto" w:fill="C7C5E0"/>
            <w:vAlign w:val="center"/>
          </w:tcPr>
          <w:p w14:paraId="12840B2B" w14:textId="77777777" w:rsidR="00684F2B" w:rsidRPr="00B06FDA" w:rsidRDefault="00684F2B" w:rsidP="00684F2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34</w:t>
            </w:r>
          </w:p>
        </w:tc>
        <w:tc>
          <w:tcPr>
            <w:tcW w:w="1346" w:type="pct"/>
          </w:tcPr>
          <w:p w14:paraId="12840B2C" w14:textId="77777777" w:rsidR="00684F2B" w:rsidRPr="00603E09" w:rsidRDefault="00684F2B" w:rsidP="00684F2B">
            <w:pPr>
              <w:spacing w:after="0"/>
              <w:rPr>
                <w:rFonts w:ascii="Calibri" w:hAnsi="Calibri" w:cs="Calibri"/>
                <w:color w:val="auto"/>
              </w:rPr>
            </w:pPr>
            <w:r w:rsidRPr="00603E09">
              <w:rPr>
                <w:rFonts w:ascii="Calibri" w:hAnsi="Calibri" w:cs="Calibri"/>
                <w:color w:val="auto"/>
              </w:rPr>
              <w:t>MEM17003A – Assist in the provision of on the job training</w:t>
            </w:r>
          </w:p>
        </w:tc>
        <w:tc>
          <w:tcPr>
            <w:tcW w:w="506" w:type="pct"/>
          </w:tcPr>
          <w:p w14:paraId="12840B2D"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2" w:type="pct"/>
          </w:tcPr>
          <w:p w14:paraId="12840B2E" w14:textId="77777777" w:rsidR="00684F2B" w:rsidRPr="00271838" w:rsidRDefault="00684F2B" w:rsidP="00684F2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2840B2F" w14:textId="00F41386" w:rsidR="00684F2B" w:rsidRPr="00271838" w:rsidRDefault="00684F2B" w:rsidP="00684F2B">
            <w:pPr>
              <w:spacing w:after="0"/>
              <w:jc w:val="center"/>
              <w:rPr>
                <w:rFonts w:ascii="Calibri" w:hAnsi="Calibri" w:cs="Calibri"/>
                <w:color w:val="auto"/>
                <w:sz w:val="20"/>
                <w:szCs w:val="20"/>
              </w:rPr>
            </w:pPr>
            <w:r>
              <w:rPr>
                <w:rFonts w:ascii="Calibri" w:hAnsi="Calibri" w:cs="Calibri"/>
                <w:color w:val="auto"/>
                <w:sz w:val="20"/>
                <w:szCs w:val="20"/>
              </w:rPr>
              <w:t>15</w:t>
            </w:r>
          </w:p>
        </w:tc>
        <w:tc>
          <w:tcPr>
            <w:tcW w:w="616" w:type="pct"/>
          </w:tcPr>
          <w:p w14:paraId="12840B30" w14:textId="77777777" w:rsidR="00684F2B" w:rsidRPr="00603E09" w:rsidRDefault="00684F2B" w:rsidP="00684F2B">
            <w:pPr>
              <w:spacing w:after="0"/>
              <w:rPr>
                <w:rFonts w:ascii="Calibri" w:hAnsi="Calibri" w:cs="Calibri"/>
                <w:b/>
                <w:color w:val="auto"/>
                <w:sz w:val="20"/>
                <w:szCs w:val="20"/>
              </w:rPr>
            </w:pPr>
          </w:p>
        </w:tc>
        <w:tc>
          <w:tcPr>
            <w:tcW w:w="803" w:type="pct"/>
          </w:tcPr>
          <w:p w14:paraId="12840B31" w14:textId="32EAE596" w:rsidR="00684F2B" w:rsidRPr="00603E09" w:rsidRDefault="003E0D3D" w:rsidP="00684F2B">
            <w:pPr>
              <w:keepNext/>
              <w:keepLines/>
              <w:spacing w:after="0"/>
              <w:rPr>
                <w:rFonts w:ascii="Calibri" w:hAnsi="Calibri" w:cs="Calibri"/>
                <w:color w:val="auto"/>
                <w:szCs w:val="20"/>
              </w:rPr>
            </w:pPr>
            <w:r>
              <w:rPr>
                <w:rFonts w:ascii="Calibri" w:hAnsi="Calibri" w:cs="Calibri"/>
                <w:color w:val="auto"/>
                <w:szCs w:val="20"/>
              </w:rPr>
              <w:t>Sk, Kn, Prt   40/40/20</w:t>
            </w:r>
          </w:p>
        </w:tc>
        <w:tc>
          <w:tcPr>
            <w:tcW w:w="473" w:type="pct"/>
          </w:tcPr>
          <w:p w14:paraId="12840B32" w14:textId="77777777" w:rsidR="00684F2B" w:rsidRPr="00603E09" w:rsidRDefault="00684F2B" w:rsidP="00684F2B">
            <w:pPr>
              <w:keepNext/>
              <w:keepLines/>
              <w:spacing w:after="0"/>
              <w:rPr>
                <w:rFonts w:ascii="Calibri" w:hAnsi="Calibri" w:cs="Calibri"/>
                <w:color w:val="auto"/>
                <w:szCs w:val="20"/>
              </w:rPr>
            </w:pPr>
          </w:p>
        </w:tc>
      </w:tr>
    </w:tbl>
    <w:p w14:paraId="1BCD2DB3" w14:textId="77777777" w:rsidR="00383513" w:rsidRDefault="00383513">
      <w:pPr>
        <w:spacing w:after="200" w:line="276" w:lineRule="auto"/>
      </w:pPr>
    </w:p>
    <w:p w14:paraId="12840B34" w14:textId="6887188C" w:rsidR="002B7FBB" w:rsidRDefault="00383513">
      <w:pPr>
        <w:spacing w:after="200" w:line="276" w:lineRule="auto"/>
      </w:pPr>
      <w:r w:rsidRPr="00161D96">
        <w:rPr>
          <w:b/>
        </w:rPr>
        <w:t>Note</w:t>
      </w:r>
      <w:r>
        <w:t xml:space="preserve">: Training and Assessment hours is the total amount of structured learning hours (supervised and unsupervised) </w:t>
      </w:r>
      <w:r w:rsidR="00D014E2">
        <w:br w:type="page"/>
      </w:r>
    </w:p>
    <w:p w14:paraId="12840B35" w14:textId="77777777" w:rsidR="002B7FBB" w:rsidRDefault="002B7FBB" w:rsidP="002B7FBB">
      <w:pPr>
        <w:spacing w:after="200" w:line="276" w:lineRule="auto"/>
        <w:sectPr w:rsidR="002B7FBB" w:rsidSect="002B7FBB">
          <w:pgSz w:w="16838" w:h="11906" w:orient="landscape"/>
          <w:pgMar w:top="1276" w:right="1701" w:bottom="992" w:left="1230" w:header="709" w:footer="340" w:gutter="0"/>
          <w:cols w:space="708"/>
          <w:docGrid w:linePitch="360"/>
        </w:sectPr>
      </w:pPr>
    </w:p>
    <w:p w14:paraId="12840B36" w14:textId="77777777" w:rsidR="002B7FBB" w:rsidRPr="00436F87" w:rsidRDefault="00D014E2" w:rsidP="002B7FBB">
      <w:pPr>
        <w:pStyle w:val="Heading2Purple"/>
      </w:pPr>
      <w:bookmarkStart w:id="82" w:name="_Toc521595630"/>
      <w:r w:rsidRPr="00436F87">
        <w:t>5.</w:t>
      </w:r>
      <w:r w:rsidRPr="00436F87">
        <w:tab/>
      </w:r>
      <w:r>
        <w:t xml:space="preserve">Master TAS </w:t>
      </w:r>
      <w:r w:rsidRPr="00436F87">
        <w:t>Approval</w:t>
      </w:r>
      <w:bookmarkEnd w:id="82"/>
    </w:p>
    <w:p w14:paraId="12840B37"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3" w:name="_Toc520375049"/>
      <w:bookmarkStart w:id="84" w:name="_Toc521595631"/>
      <w:r>
        <w:t>Product Manager</w:t>
      </w:r>
      <w:bookmarkEnd w:id="83"/>
      <w:bookmarkEnd w:id="84"/>
    </w:p>
    <w:p w14:paraId="12840B38" w14:textId="7F5F01B5" w:rsidR="002B7FBB" w:rsidRDefault="00D014E2" w:rsidP="002B7FBB">
      <w:pPr>
        <w:pBdr>
          <w:top w:val="single" w:sz="4" w:space="1" w:color="auto"/>
          <w:left w:val="single" w:sz="4" w:space="4" w:color="auto"/>
          <w:bottom w:val="single" w:sz="4" w:space="1" w:color="auto"/>
          <w:right w:val="single" w:sz="4" w:space="4" w:color="auto"/>
        </w:pBdr>
      </w:pPr>
      <w:r>
        <w:t xml:space="preserve">Name: </w:t>
      </w:r>
    </w:p>
    <w:p w14:paraId="12840B39" w14:textId="215D1017" w:rsidR="002B7FBB" w:rsidRDefault="00D014E2" w:rsidP="002B7FBB">
      <w:pPr>
        <w:pBdr>
          <w:top w:val="single" w:sz="4" w:space="1" w:color="auto"/>
          <w:left w:val="single" w:sz="4" w:space="4" w:color="auto"/>
          <w:bottom w:val="single" w:sz="4" w:space="1" w:color="auto"/>
          <w:right w:val="single" w:sz="4" w:space="4" w:color="auto"/>
        </w:pBdr>
      </w:pPr>
      <w:r>
        <w:t>Signature:</w:t>
      </w:r>
      <w:r w:rsidR="000D363F" w:rsidRPr="000D363F">
        <w:rPr>
          <w:noProof/>
          <w:lang w:eastAsia="en-AU"/>
        </w:rPr>
        <w:t xml:space="preserve"> </w:t>
      </w:r>
    </w:p>
    <w:p w14:paraId="12840B3A" w14:textId="6A950CF2" w:rsidR="002B7FBB" w:rsidRPr="00B0778B" w:rsidRDefault="00D014E2" w:rsidP="002B7FBB">
      <w:pPr>
        <w:pBdr>
          <w:top w:val="single" w:sz="4" w:space="1" w:color="auto"/>
          <w:left w:val="single" w:sz="4" w:space="4" w:color="auto"/>
          <w:bottom w:val="single" w:sz="4" w:space="1" w:color="auto"/>
          <w:right w:val="single" w:sz="4" w:space="4" w:color="auto"/>
        </w:pBdr>
      </w:pPr>
      <w:r>
        <w:t>Date:</w:t>
      </w:r>
      <w:r w:rsidR="000D363F">
        <w:t xml:space="preserve"> </w:t>
      </w:r>
    </w:p>
    <w:p w14:paraId="12840B3B" w14:textId="77777777" w:rsidR="002B7FBB" w:rsidRDefault="002B7FBB" w:rsidP="002B7FBB">
      <w:pPr>
        <w:rPr>
          <w:b/>
        </w:rPr>
      </w:pPr>
    </w:p>
    <w:p w14:paraId="12840B3C"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5" w:name="_Toc520375050"/>
      <w:bookmarkStart w:id="86" w:name="_Toc521595632"/>
      <w:r>
        <w:t>Head of SkillsPoint</w:t>
      </w:r>
      <w:bookmarkEnd w:id="85"/>
      <w:bookmarkEnd w:id="86"/>
    </w:p>
    <w:p w14:paraId="12840B3D"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Name: </w:t>
      </w:r>
    </w:p>
    <w:p w14:paraId="12840B3E" w14:textId="77777777" w:rsidR="002B7FBB" w:rsidRDefault="00D014E2" w:rsidP="002B7FBB">
      <w:pPr>
        <w:pBdr>
          <w:top w:val="single" w:sz="4" w:space="1" w:color="auto"/>
          <w:left w:val="single" w:sz="4" w:space="4" w:color="auto"/>
          <w:bottom w:val="single" w:sz="4" w:space="1" w:color="auto"/>
          <w:right w:val="single" w:sz="4" w:space="4" w:color="auto"/>
        </w:pBdr>
      </w:pPr>
      <w:r>
        <w:t>Signature:</w:t>
      </w:r>
    </w:p>
    <w:p w14:paraId="12840B3F" w14:textId="77777777" w:rsidR="002B7FBB" w:rsidRPr="00B0778B" w:rsidRDefault="00D014E2" w:rsidP="002B7FBB">
      <w:pPr>
        <w:pBdr>
          <w:top w:val="single" w:sz="4" w:space="1" w:color="auto"/>
          <w:left w:val="single" w:sz="4" w:space="4" w:color="auto"/>
          <w:bottom w:val="single" w:sz="4" w:space="1" w:color="auto"/>
          <w:right w:val="single" w:sz="4" w:space="4" w:color="auto"/>
        </w:pBdr>
      </w:pPr>
      <w:r>
        <w:t>Date:</w:t>
      </w:r>
    </w:p>
    <w:p w14:paraId="12840B40" w14:textId="77777777" w:rsidR="002B7FBB" w:rsidRDefault="002B7FBB" w:rsidP="002B7FBB">
      <w:pPr>
        <w:rPr>
          <w:b/>
        </w:rPr>
      </w:pPr>
    </w:p>
    <w:p w14:paraId="12840B41"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7" w:name="_Toc520375051"/>
      <w:bookmarkStart w:id="88" w:name="_Toc521595633"/>
      <w:r w:rsidRPr="00322CAE">
        <w:t>Senior Manag</w:t>
      </w:r>
      <w:r>
        <w:t>er, Product Development Support</w:t>
      </w:r>
      <w:bookmarkEnd w:id="87"/>
      <w:bookmarkEnd w:id="88"/>
    </w:p>
    <w:p w14:paraId="603ADAA9" w14:textId="0804CBC6" w:rsidR="00B57DDB" w:rsidRDefault="00D014E2" w:rsidP="002B7FBB">
      <w:pPr>
        <w:pBdr>
          <w:top w:val="single" w:sz="4" w:space="1" w:color="auto"/>
          <w:left w:val="single" w:sz="4" w:space="4" w:color="auto"/>
          <w:bottom w:val="single" w:sz="4" w:space="1" w:color="auto"/>
          <w:right w:val="single" w:sz="4" w:space="4" w:color="auto"/>
        </w:pBdr>
      </w:pPr>
      <w:r>
        <w:t xml:space="preserve">Name: </w:t>
      </w:r>
      <w:hyperlink r:id="rId20" w:history="1">
        <w:r w:rsidR="00B57DDB" w:rsidRPr="000965E4">
          <w:rPr>
            <w:rStyle w:val="Hyperlink"/>
          </w:rPr>
          <w:t>http://live.nei.tafensw.edu.au/DATA2/Site/Approvals/request.aspx?request_id=41</w:t>
        </w:r>
      </w:hyperlink>
    </w:p>
    <w:p w14:paraId="12840B43" w14:textId="77777777" w:rsidR="002B7FBB" w:rsidRDefault="00D014E2" w:rsidP="002B7FBB">
      <w:pPr>
        <w:pBdr>
          <w:top w:val="single" w:sz="4" w:space="1" w:color="auto"/>
          <w:left w:val="single" w:sz="4" w:space="4" w:color="auto"/>
          <w:bottom w:val="single" w:sz="4" w:space="1" w:color="auto"/>
          <w:right w:val="single" w:sz="4" w:space="4" w:color="auto"/>
        </w:pBdr>
      </w:pPr>
      <w:r>
        <w:t>Signature:</w:t>
      </w:r>
    </w:p>
    <w:p w14:paraId="12840B44" w14:textId="77777777" w:rsidR="002B7FBB" w:rsidRPr="00B0778B" w:rsidRDefault="00D014E2" w:rsidP="002B7FBB">
      <w:pPr>
        <w:pBdr>
          <w:top w:val="single" w:sz="4" w:space="1" w:color="auto"/>
          <w:left w:val="single" w:sz="4" w:space="4" w:color="auto"/>
          <w:bottom w:val="single" w:sz="4" w:space="1" w:color="auto"/>
          <w:right w:val="single" w:sz="4" w:space="4" w:color="auto"/>
        </w:pBdr>
      </w:pPr>
      <w:r>
        <w:t>Date:</w:t>
      </w:r>
    </w:p>
    <w:p w14:paraId="12840B45" w14:textId="77777777" w:rsidR="002B7FBB" w:rsidRPr="003A3226" w:rsidRDefault="002B7FBB" w:rsidP="002B7FBB"/>
    <w:bookmarkEnd w:id="2"/>
    <w:p w14:paraId="12840B46" w14:textId="77777777" w:rsidR="002B7FBB" w:rsidRDefault="002B7FBB" w:rsidP="002B7FBB">
      <w:pPr>
        <w:sectPr w:rsidR="002B7FBB" w:rsidSect="002B7FBB">
          <w:pgSz w:w="11906" w:h="16838"/>
          <w:pgMar w:top="1701" w:right="992" w:bottom="1230" w:left="1276" w:header="709" w:footer="340" w:gutter="0"/>
          <w:cols w:space="708"/>
          <w:docGrid w:linePitch="360"/>
        </w:sectPr>
      </w:pPr>
    </w:p>
    <w:p w14:paraId="12840B47" w14:textId="77777777" w:rsidR="002B7FBB" w:rsidRPr="009E2998" w:rsidRDefault="00D014E2" w:rsidP="002B7FBB">
      <w:pPr>
        <w:pStyle w:val="Heading1Green"/>
        <w:rPr>
          <w:rStyle w:val="CommentReference"/>
          <w:sz w:val="28"/>
          <w:szCs w:val="28"/>
        </w:rPr>
      </w:pPr>
      <w:bookmarkStart w:id="89" w:name="_Toc521595634"/>
      <w:bookmarkStart w:id="90" w:name="_Toc517263913"/>
      <w:bookmarkStart w:id="9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89"/>
    </w:p>
    <w:p w14:paraId="12840B48" w14:textId="77777777" w:rsidR="002B7FBB" w:rsidRPr="008E3EBD" w:rsidRDefault="00D014E2" w:rsidP="002B7FBB">
      <w:pPr>
        <w:pStyle w:val="Heading2Green"/>
        <w:rPr>
          <w:rStyle w:val="CommentReference"/>
          <w:sz w:val="25"/>
          <w:szCs w:val="25"/>
        </w:rPr>
      </w:pPr>
      <w:bookmarkStart w:id="92" w:name="_Toc521595635"/>
      <w:r w:rsidRPr="008E3EBD">
        <w:rPr>
          <w:rStyle w:val="CommentReference"/>
          <w:sz w:val="25"/>
          <w:szCs w:val="25"/>
        </w:rPr>
        <w:t>6.</w:t>
      </w:r>
      <w:r w:rsidRPr="008E3EBD">
        <w:tab/>
      </w:r>
      <w:r w:rsidRPr="0097710D">
        <w:t>Delivery Details</w:t>
      </w:r>
      <w:bookmarkEnd w:id="90"/>
      <w:bookmarkEnd w:id="91"/>
      <w:bookmarkEnd w:id="92"/>
    </w:p>
    <w:p w14:paraId="12840B49" w14:textId="77777777" w:rsidR="002B7FBB" w:rsidRPr="00863EA3"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3" w:name="_Toc520375054"/>
      <w:bookmarkStart w:id="94" w:name="_Toc521595636"/>
      <w:r w:rsidRPr="00863EA3">
        <w:t>Delivery Location</w:t>
      </w:r>
      <w:bookmarkEnd w:id="93"/>
      <w:bookmarkEnd w:id="94"/>
    </w:p>
    <w:p w14:paraId="12840B4A" w14:textId="77777777" w:rsidR="002B7FBB" w:rsidRDefault="00D014E2" w:rsidP="002B7FBB">
      <w:pPr>
        <w:pBdr>
          <w:top w:val="single" w:sz="4" w:space="1" w:color="auto"/>
          <w:left w:val="single" w:sz="4" w:space="4" w:color="auto"/>
          <w:bottom w:val="single" w:sz="4" w:space="1" w:color="auto"/>
          <w:right w:val="single" w:sz="4" w:space="4" w:color="auto"/>
        </w:pBdr>
      </w:pPr>
      <w:r w:rsidRPr="00B7735B">
        <w:t>Campus</w:t>
      </w:r>
      <w:r>
        <w:t xml:space="preserve">: </w:t>
      </w:r>
    </w:p>
    <w:p w14:paraId="12840B4B" w14:textId="77777777" w:rsidR="002B7FBB" w:rsidRDefault="00D014E2" w:rsidP="002B7FBB">
      <w:pPr>
        <w:pBdr>
          <w:top w:val="single" w:sz="4" w:space="1" w:color="auto"/>
          <w:left w:val="single" w:sz="4" w:space="4" w:color="auto"/>
          <w:bottom w:val="single" w:sz="4" w:space="1" w:color="auto"/>
          <w:right w:val="single" w:sz="4" w:space="4" w:color="auto"/>
        </w:pBdr>
        <w:rPr>
          <w:rFonts w:cs="Calibri"/>
        </w:rPr>
      </w:pPr>
      <w:r w:rsidRPr="00B7735B">
        <w:rPr>
          <w:rFonts w:cs="Calibri"/>
        </w:rPr>
        <w:t>Region</w:t>
      </w:r>
      <w:r>
        <w:rPr>
          <w:rFonts w:cs="Calibri"/>
        </w:rPr>
        <w:t>:</w:t>
      </w:r>
    </w:p>
    <w:p w14:paraId="12840B4C" w14:textId="77777777" w:rsidR="002B7FBB" w:rsidRPr="00863EA3"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5" w:name="_Toc520375055"/>
      <w:bookmarkStart w:id="96" w:name="_Toc521595637"/>
      <w:r w:rsidRPr="00863EA3">
        <w:t>Offering Owner</w:t>
      </w:r>
      <w:bookmarkEnd w:id="95"/>
      <w:bookmarkEnd w:id="96"/>
    </w:p>
    <w:p w14:paraId="12840B4D" w14:textId="77777777" w:rsidR="002B7FBB" w:rsidRDefault="00D014E2" w:rsidP="002B7FBB">
      <w:pPr>
        <w:pBdr>
          <w:top w:val="single" w:sz="4" w:space="1" w:color="auto"/>
          <w:left w:val="single" w:sz="4" w:space="4" w:color="auto"/>
          <w:bottom w:val="single" w:sz="4" w:space="1" w:color="auto"/>
          <w:right w:val="single" w:sz="4" w:space="4" w:color="auto"/>
        </w:pBdr>
        <w:rPr>
          <w:rFonts w:cs="Calibri"/>
          <w:bCs/>
          <w:szCs w:val="20"/>
        </w:rPr>
      </w:pPr>
      <w:r>
        <w:rPr>
          <w:rFonts w:cs="Calibri"/>
          <w:bCs/>
          <w:szCs w:val="20"/>
        </w:rPr>
        <w:t xml:space="preserve">Name: </w:t>
      </w:r>
    </w:p>
    <w:p w14:paraId="12840B4E"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14:paraId="12840B4F" w14:textId="77777777" w:rsidR="002B7FBB" w:rsidRPr="00A87C85"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7" w:name="_Toc520375056"/>
      <w:bookmarkStart w:id="98" w:name="_Toc521595638"/>
      <w:r w:rsidRPr="00A87C85">
        <w:t>Mode/s of Delivery</w:t>
      </w:r>
      <w:bookmarkEnd w:id="97"/>
      <w:bookmarkEnd w:id="98"/>
    </w:p>
    <w:p w14:paraId="12840B50" w14:textId="77777777" w:rsidR="002B7FBB" w:rsidRDefault="00C9227E"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Face to Face Learning</w:t>
      </w:r>
    </w:p>
    <w:p w14:paraId="12840B51" w14:textId="77777777" w:rsidR="002B7FBB" w:rsidRDefault="00C9227E" w:rsidP="002B7FBB">
      <w:pPr>
        <w:pBdr>
          <w:top w:val="single" w:sz="4" w:space="1" w:color="auto"/>
          <w:left w:val="single" w:sz="4" w:space="4" w:color="auto"/>
          <w:bottom w:val="single" w:sz="4" w:space="1" w:color="auto"/>
          <w:right w:val="single" w:sz="4" w:space="4"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Workplace</w:t>
      </w:r>
      <w:r w:rsidR="00D014E2">
        <w:rPr>
          <w:rFonts w:cstheme="minorHAnsi"/>
        </w:rPr>
        <w:t xml:space="preserve"> Training</w:t>
      </w:r>
    </w:p>
    <w:p w14:paraId="12840B52" w14:textId="77777777" w:rsidR="002B7FBB" w:rsidRDefault="00C9227E"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Online Learning</w:t>
      </w:r>
    </w:p>
    <w:p w14:paraId="12840B53" w14:textId="77777777" w:rsidR="002B7FBB" w:rsidRDefault="00C9227E"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Blended</w:t>
      </w:r>
    </w:p>
    <w:p w14:paraId="12840B54" w14:textId="77777777" w:rsidR="002B7FBB" w:rsidRDefault="00C9227E"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Other: </w:t>
      </w:r>
    </w:p>
    <w:p w14:paraId="12840B55"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9" w:name="_Toc520375057"/>
      <w:bookmarkStart w:id="100" w:name="_Toc521595639"/>
      <w:r w:rsidRPr="00B44665">
        <w:t xml:space="preserve">Details of Target </w:t>
      </w:r>
      <w:r>
        <w:t>Student Group</w:t>
      </w:r>
      <w:bookmarkEnd w:id="99"/>
      <w:bookmarkEnd w:id="100"/>
    </w:p>
    <w:p w14:paraId="12840B56" w14:textId="77777777" w:rsidR="002B7FBB" w:rsidRPr="00B44665" w:rsidRDefault="002B7FBB" w:rsidP="002B7FBB">
      <w:pPr>
        <w:pBdr>
          <w:top w:val="single" w:sz="4" w:space="1" w:color="auto"/>
          <w:left w:val="single" w:sz="4" w:space="4" w:color="auto"/>
          <w:bottom w:val="single" w:sz="4" w:space="1" w:color="auto"/>
          <w:right w:val="single" w:sz="4" w:space="4" w:color="auto"/>
        </w:pBdr>
        <w:rPr>
          <w:rFonts w:ascii="Calibri" w:hAnsi="Calibri" w:cs="Calibri"/>
          <w:b/>
        </w:rPr>
      </w:pPr>
    </w:p>
    <w:p w14:paraId="12840B57" w14:textId="77777777" w:rsidR="002B7FBB" w:rsidRDefault="002B7FBB" w:rsidP="002B7FBB">
      <w:pPr>
        <w:pBdr>
          <w:top w:val="single" w:sz="4" w:space="1" w:color="auto"/>
          <w:left w:val="single" w:sz="4" w:space="4" w:color="auto"/>
          <w:bottom w:val="single" w:sz="4" w:space="1" w:color="auto"/>
          <w:right w:val="single" w:sz="4" w:space="4" w:color="auto"/>
        </w:pBdr>
        <w:rPr>
          <w:rFonts w:ascii="Calibri" w:hAnsi="Calibri" w:cs="Calibri"/>
          <w:szCs w:val="20"/>
        </w:rPr>
      </w:pPr>
    </w:p>
    <w:p w14:paraId="12840B58" w14:textId="77777777" w:rsidR="002B7FBB" w:rsidRPr="00B44665"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01" w:name="_Toc520375058"/>
      <w:bookmarkStart w:id="102" w:name="_Toc521595640"/>
      <w:r w:rsidRPr="00B44665">
        <w:t>Duration</w:t>
      </w:r>
      <w:bookmarkEnd w:id="101"/>
      <w:bookmarkEnd w:id="102"/>
    </w:p>
    <w:p w14:paraId="12840B59"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14:paraId="12840B5A"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14:paraId="12840B5B"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Start and End Date: </w:t>
      </w:r>
    </w:p>
    <w:p w14:paraId="12840B5C" w14:textId="77777777" w:rsidR="002B7FBB" w:rsidRPr="00605C02" w:rsidRDefault="00D014E2" w:rsidP="002B7FBB">
      <w:pPr>
        <w:pStyle w:val="Heading3"/>
        <w:spacing w:before="240"/>
      </w:pPr>
      <w:bookmarkStart w:id="103" w:name="_Toc521595641"/>
      <w:r w:rsidRPr="00B610BE">
        <w:t>6.1</w:t>
      </w:r>
      <w:r w:rsidRPr="00B610BE">
        <w:tab/>
        <w:t>Entry Requirements</w:t>
      </w:r>
      <w:bookmarkEnd w:id="103"/>
    </w:p>
    <w:p w14:paraId="12840B5D" w14:textId="77777777" w:rsidR="002B7FBB" w:rsidRDefault="00D014E2" w:rsidP="002B7FBB">
      <w:r w:rsidRPr="00517888">
        <w:t xml:space="preserve">The following </w:t>
      </w:r>
      <w:r w:rsidRPr="00517888">
        <w:rPr>
          <w:b/>
        </w:rPr>
        <w:t>local entry requirements</w:t>
      </w:r>
      <w:r w:rsidRPr="00517888">
        <w:t xml:space="preserve"> ex</w:t>
      </w:r>
      <w:r>
        <w:t>ist for this course</w:t>
      </w:r>
      <w:r w:rsidRPr="00517888">
        <w:t>:</w:t>
      </w:r>
    </w:p>
    <w:p w14:paraId="12840B5E" w14:textId="77777777" w:rsidR="002B7FBB" w:rsidRDefault="002B7FBB" w:rsidP="002B7FBB">
      <w:pPr>
        <w:pBdr>
          <w:top w:val="single" w:sz="4" w:space="1" w:color="auto"/>
          <w:left w:val="single" w:sz="4" w:space="4" w:color="auto"/>
          <w:bottom w:val="single" w:sz="4" w:space="1" w:color="auto"/>
          <w:right w:val="single" w:sz="4" w:space="4" w:color="auto"/>
        </w:pBdr>
      </w:pPr>
    </w:p>
    <w:p w14:paraId="12840B5F" w14:textId="77777777" w:rsidR="002B7FBB" w:rsidRDefault="002B7FBB" w:rsidP="002B7FBB">
      <w:pPr>
        <w:pBdr>
          <w:top w:val="single" w:sz="4" w:space="1" w:color="auto"/>
          <w:left w:val="single" w:sz="4" w:space="4" w:color="auto"/>
          <w:bottom w:val="single" w:sz="4" w:space="1" w:color="auto"/>
          <w:right w:val="single" w:sz="4" w:space="4" w:color="auto"/>
        </w:pBdr>
      </w:pPr>
    </w:p>
    <w:p w14:paraId="12840B60" w14:textId="77777777" w:rsidR="002B7FBB" w:rsidRPr="00517888" w:rsidRDefault="002B7FBB" w:rsidP="002B7FBB">
      <w:pPr>
        <w:pBdr>
          <w:top w:val="single" w:sz="4" w:space="1" w:color="auto"/>
          <w:left w:val="single" w:sz="4" w:space="4" w:color="auto"/>
          <w:bottom w:val="single" w:sz="4" w:space="1" w:color="auto"/>
          <w:right w:val="single" w:sz="4" w:space="4" w:color="auto"/>
        </w:pBdr>
      </w:pPr>
    </w:p>
    <w:p w14:paraId="12840B61" w14:textId="77777777" w:rsidR="002B7FBB" w:rsidRDefault="00D014E2" w:rsidP="002B7FBB">
      <w:pPr>
        <w:pStyle w:val="Heading3"/>
        <w:spacing w:before="240"/>
      </w:pPr>
      <w:bookmarkStart w:id="104" w:name="_Toc521595642"/>
      <w:r w:rsidRPr="00B610BE">
        <w:t>6.2</w:t>
      </w:r>
      <w:r w:rsidRPr="00B610BE">
        <w:tab/>
        <w:t xml:space="preserve">Additional </w:t>
      </w:r>
      <w:r>
        <w:t>Student</w:t>
      </w:r>
      <w:r w:rsidRPr="00B610BE">
        <w:t xml:space="preserve"> Support at Delivery Location</w:t>
      </w:r>
      <w:bookmarkEnd w:id="104"/>
    </w:p>
    <w:p w14:paraId="12840B62" w14:textId="77777777" w:rsidR="002B7FBB" w:rsidRPr="00152B13" w:rsidRDefault="00D014E2" w:rsidP="002B7FBB">
      <w:r w:rsidRPr="00152B13">
        <w:t>The following additional Stud</w:t>
      </w:r>
      <w:r>
        <w:t>ent Support is available</w:t>
      </w:r>
      <w:r w:rsidRPr="00152B13">
        <w:t>:</w:t>
      </w:r>
    </w:p>
    <w:p w14:paraId="12840B63" w14:textId="77777777" w:rsidR="002B7FBB" w:rsidRDefault="002B7FBB" w:rsidP="002B7FBB">
      <w:pPr>
        <w:pBdr>
          <w:top w:val="single" w:sz="4" w:space="1" w:color="auto"/>
          <w:left w:val="single" w:sz="4" w:space="4" w:color="auto"/>
          <w:bottom w:val="single" w:sz="4" w:space="1" w:color="auto"/>
          <w:right w:val="single" w:sz="4" w:space="4" w:color="auto"/>
        </w:pBdr>
      </w:pPr>
    </w:p>
    <w:p w14:paraId="12840B64" w14:textId="77777777" w:rsidR="002B7FBB" w:rsidRDefault="002B7FBB" w:rsidP="002B7FBB">
      <w:pPr>
        <w:pBdr>
          <w:top w:val="single" w:sz="4" w:space="1" w:color="auto"/>
          <w:left w:val="single" w:sz="4" w:space="4" w:color="auto"/>
          <w:bottom w:val="single" w:sz="4" w:space="1" w:color="auto"/>
          <w:right w:val="single" w:sz="4" w:space="4" w:color="auto"/>
        </w:pBdr>
      </w:pPr>
    </w:p>
    <w:p w14:paraId="12840B65" w14:textId="77777777" w:rsidR="002B7FBB" w:rsidRPr="002C4B80" w:rsidRDefault="002B7FBB" w:rsidP="002B7FBB">
      <w:pPr>
        <w:pBdr>
          <w:top w:val="single" w:sz="4" w:space="1" w:color="auto"/>
          <w:left w:val="single" w:sz="4" w:space="4" w:color="auto"/>
          <w:bottom w:val="single" w:sz="4" w:space="1" w:color="auto"/>
          <w:right w:val="single" w:sz="4" w:space="4" w:color="auto"/>
        </w:pBdr>
      </w:pPr>
    </w:p>
    <w:p w14:paraId="12840B66" w14:textId="77777777" w:rsidR="002B7FBB" w:rsidRDefault="00D014E2">
      <w:pPr>
        <w:spacing w:after="200" w:line="276" w:lineRule="auto"/>
        <w:rPr>
          <w:b/>
        </w:rPr>
      </w:pPr>
      <w:r>
        <w:br w:type="page"/>
      </w:r>
    </w:p>
    <w:p w14:paraId="12840B67" w14:textId="77777777" w:rsidR="002B7FBB" w:rsidRPr="00605C02" w:rsidRDefault="00D014E2" w:rsidP="002B7FBB">
      <w:pPr>
        <w:pStyle w:val="Heading3"/>
        <w:spacing w:before="240"/>
      </w:pPr>
      <w:bookmarkStart w:id="105" w:name="_Toc521595643"/>
      <w:r>
        <w:t xml:space="preserve">6.3 </w:t>
      </w:r>
      <w:r>
        <w:tab/>
        <w:t>Contextualisation</w:t>
      </w:r>
      <w:bookmarkEnd w:id="105"/>
    </w:p>
    <w:p w14:paraId="12840B68" w14:textId="77777777" w:rsidR="002B7FBB" w:rsidRPr="00152B13" w:rsidRDefault="00D014E2" w:rsidP="002B7FBB">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14:paraId="12840B69" w14:textId="77777777" w:rsidR="002B7FBB" w:rsidRDefault="002B7FBB" w:rsidP="002B7FBB">
      <w:pPr>
        <w:pBdr>
          <w:top w:val="single" w:sz="4" w:space="1" w:color="auto"/>
          <w:left w:val="single" w:sz="4" w:space="4" w:color="auto"/>
          <w:bottom w:val="single" w:sz="4" w:space="1" w:color="auto"/>
          <w:right w:val="single" w:sz="4" w:space="4" w:color="auto"/>
        </w:pBdr>
      </w:pPr>
    </w:p>
    <w:p w14:paraId="12840B6A" w14:textId="77777777" w:rsidR="002B7FBB" w:rsidRDefault="002B7FBB" w:rsidP="002B7FBB">
      <w:pPr>
        <w:pBdr>
          <w:top w:val="single" w:sz="4" w:space="1" w:color="auto"/>
          <w:left w:val="single" w:sz="4" w:space="4" w:color="auto"/>
          <w:bottom w:val="single" w:sz="4" w:space="1" w:color="auto"/>
          <w:right w:val="single" w:sz="4" w:space="4" w:color="auto"/>
        </w:pBdr>
      </w:pPr>
    </w:p>
    <w:p w14:paraId="12840B6B" w14:textId="77777777" w:rsidR="002B7FBB" w:rsidRDefault="002B7FBB" w:rsidP="002B7FBB">
      <w:pPr>
        <w:pBdr>
          <w:top w:val="single" w:sz="4" w:space="1" w:color="auto"/>
          <w:left w:val="single" w:sz="4" w:space="4" w:color="auto"/>
          <w:bottom w:val="single" w:sz="4" w:space="1" w:color="auto"/>
          <w:right w:val="single" w:sz="4" w:space="4" w:color="auto"/>
        </w:pBdr>
      </w:pPr>
    </w:p>
    <w:p w14:paraId="12840B6C" w14:textId="77777777" w:rsidR="002B7FBB" w:rsidRPr="007A1488" w:rsidRDefault="00D014E2" w:rsidP="002B7FBB">
      <w:pPr>
        <w:pStyle w:val="Heading2Green"/>
        <w:spacing w:before="360"/>
        <w:rPr>
          <w:rStyle w:val="CommentReference"/>
          <w:sz w:val="25"/>
          <w:szCs w:val="25"/>
        </w:rPr>
      </w:pPr>
      <w:bookmarkStart w:id="106" w:name="_Toc521595644"/>
      <w:r w:rsidRPr="00B610BE">
        <w:t>7.</w:t>
      </w:r>
      <w:r w:rsidRPr="008E3EBD">
        <w:tab/>
      </w:r>
      <w:r w:rsidRPr="00B610BE">
        <w:t>Third Party Arrangements</w:t>
      </w:r>
      <w:bookmarkEnd w:id="106"/>
    </w:p>
    <w:p w14:paraId="12840B6D"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Are any training and assessment components for this product delivered by a third party, and if so has the required written agreement been put in place?</w:t>
      </w:r>
      <w:r>
        <w:tab/>
      </w:r>
      <w:r>
        <w:tab/>
      </w:r>
      <w:r>
        <w:tab/>
      </w:r>
      <w:r>
        <w:tab/>
      </w:r>
      <w:r>
        <w:tab/>
      </w:r>
      <w:r>
        <w:tab/>
      </w:r>
      <w:r>
        <w:tab/>
      </w:r>
      <w:r>
        <w:tab/>
      </w:r>
      <w:r>
        <w:tab/>
      </w:r>
      <w:sdt>
        <w:sdtPr>
          <w:id w:val="-11343733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12840B6E" w14:textId="77777777" w:rsidR="002B7FBB" w:rsidRDefault="00D014E2" w:rsidP="002B7FBB">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14:paraId="12840B6F" w14:textId="77777777" w:rsidR="002B7FBB" w:rsidRPr="00152B13" w:rsidRDefault="002B7FBB" w:rsidP="002B7FBB">
      <w:pPr>
        <w:pBdr>
          <w:top w:val="single" w:sz="4" w:space="1" w:color="auto"/>
          <w:left w:val="single" w:sz="4" w:space="4" w:color="auto"/>
          <w:bottom w:val="single" w:sz="4" w:space="1" w:color="auto"/>
          <w:right w:val="single" w:sz="4" w:space="4" w:color="auto"/>
        </w:pBdr>
      </w:pPr>
    </w:p>
    <w:p w14:paraId="12840B70"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 xml:space="preserve">Have the details of this arrangement been attached? </w:t>
      </w:r>
      <w:r>
        <w:tab/>
      </w:r>
      <w:r>
        <w:tab/>
      </w:r>
      <w:r>
        <w:tab/>
      </w:r>
      <w:r>
        <w:tab/>
      </w:r>
      <w:r>
        <w:tab/>
      </w:r>
      <w:r>
        <w:tab/>
      </w:r>
      <w:r>
        <w:tab/>
      </w:r>
      <w:r>
        <w:tab/>
      </w:r>
      <w:sdt>
        <w:sdtPr>
          <w:id w:val="56083322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12840B71"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12840B72"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12840B73" w14:textId="77777777" w:rsidR="002B7FBB" w:rsidRDefault="002B7FBB" w:rsidP="002B7FBB">
      <w:pPr>
        <w:rPr>
          <w:rFonts w:eastAsiaTheme="majorEastAsia" w:cstheme="majorBidi"/>
          <w:b/>
        </w:rPr>
        <w:sectPr w:rsidR="002B7FBB" w:rsidSect="002B7FBB">
          <w:headerReference w:type="default" r:id="rId21"/>
          <w:pgSz w:w="11906" w:h="16838"/>
          <w:pgMar w:top="1701" w:right="992" w:bottom="1230" w:left="1276" w:header="709" w:footer="340" w:gutter="0"/>
          <w:cols w:space="708"/>
          <w:docGrid w:linePitch="360"/>
        </w:sectPr>
      </w:pPr>
    </w:p>
    <w:p w14:paraId="12840B74" w14:textId="77777777" w:rsidR="002B7FBB" w:rsidRPr="00C77672" w:rsidRDefault="00D014E2" w:rsidP="002B7FBB">
      <w:pPr>
        <w:pStyle w:val="Heading2Green"/>
      </w:pPr>
      <w:bookmarkStart w:id="107" w:name="_Toc521595645"/>
      <w:r w:rsidRPr="00C77672">
        <w:t>8.</w:t>
      </w:r>
      <w:r w:rsidRPr="008E3EBD">
        <w:tab/>
      </w:r>
      <w:r>
        <w:t>Staff Qualifications and Industry Experience</w:t>
      </w:r>
      <w:bookmarkEnd w:id="107"/>
    </w:p>
    <w:sdt>
      <w:sdtPr>
        <w:rPr>
          <w:rFonts w:ascii="Calibri" w:hAnsi="Calibri" w:cs="Calibri"/>
          <w:b/>
          <w:bCs/>
          <w:szCs w:val="20"/>
        </w:rPr>
        <w:id w:val="662668240"/>
        <w:placeholder>
          <w:docPart w:val="612B435E6380402BB701A4C2840E9EF6"/>
        </w:placeholder>
        <w:showingPlcHdr/>
      </w:sdtPr>
      <w:sdtEndPr/>
      <w:sdtContent>
        <w:p w14:paraId="12840B75" w14:textId="77777777" w:rsidR="002B7FBB" w:rsidRPr="00DC77D9" w:rsidRDefault="00D014E2" w:rsidP="002B7FBB">
          <w:pPr>
            <w:rPr>
              <w:rFonts w:ascii="Calibri" w:hAnsi="Calibri" w:cs="Calibri"/>
              <w:szCs w:val="20"/>
            </w:rPr>
          </w:pPr>
          <w:r w:rsidRPr="00DC77D9">
            <w:rPr>
              <w:rFonts w:cs="Calibri"/>
              <w:color w:val="808080"/>
              <w:szCs w:val="20"/>
            </w:rPr>
            <w:t>Insert link to detailed staff matrix.</w:t>
          </w:r>
        </w:p>
      </w:sdtContent>
    </w:sdt>
    <w:p w14:paraId="12840B76" w14:textId="77777777" w:rsidR="002B7FBB" w:rsidRDefault="00D014E2" w:rsidP="002B7FBB">
      <w:pPr>
        <w:pStyle w:val="CaptionGreen"/>
      </w:pPr>
      <w:r>
        <w:t xml:space="preserve">Table </w:t>
      </w:r>
      <w:r>
        <w:rPr>
          <w:noProof/>
        </w:rPr>
        <w:t>9</w:t>
      </w:r>
      <w:r>
        <w:t xml:space="preserve"> </w:t>
      </w:r>
      <w:r w:rsidRPr="00A61EB3">
        <w:t>Staff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taff Matrix"/>
        <w:tblDescription w:val="Staff Matrix"/>
      </w:tblPr>
      <w:tblGrid>
        <w:gridCol w:w="1021"/>
        <w:gridCol w:w="1419"/>
        <w:gridCol w:w="1720"/>
        <w:gridCol w:w="1451"/>
        <w:gridCol w:w="4141"/>
        <w:gridCol w:w="4143"/>
      </w:tblGrid>
      <w:tr w:rsidR="009571B4" w14:paraId="12840B84" w14:textId="77777777" w:rsidTr="002B7FBB">
        <w:trPr>
          <w:cantSplit/>
          <w:tblHeader/>
        </w:trPr>
        <w:tc>
          <w:tcPr>
            <w:tcW w:w="367" w:type="pct"/>
            <w:shd w:val="clear" w:color="auto" w:fill="D9F1E4"/>
            <w:vAlign w:val="center"/>
          </w:tcPr>
          <w:p w14:paraId="12840B77" w14:textId="77777777" w:rsidR="002B7FBB" w:rsidRPr="004414A5" w:rsidRDefault="00D014E2" w:rsidP="002B7FBB">
            <w:pPr>
              <w:spacing w:after="0"/>
              <w:jc w:val="center"/>
              <w:rPr>
                <w:b/>
                <w:lang w:eastAsia="en-AU"/>
              </w:rPr>
            </w:pPr>
            <w:r w:rsidRPr="00C21CF6">
              <w:rPr>
                <w:b/>
                <w:color w:val="D9F1E4"/>
                <w:lang w:eastAsia="en-AU"/>
              </w:rPr>
              <w:t>No</w:t>
            </w:r>
          </w:p>
        </w:tc>
        <w:tc>
          <w:tcPr>
            <w:tcW w:w="511" w:type="pct"/>
            <w:shd w:val="clear" w:color="auto" w:fill="D9F1E4"/>
            <w:vAlign w:val="center"/>
            <w:hideMark/>
          </w:tcPr>
          <w:p w14:paraId="12840B78" w14:textId="77777777" w:rsidR="002B7FBB" w:rsidRPr="001066D1" w:rsidRDefault="00D014E2" w:rsidP="002B7FBB">
            <w:pPr>
              <w:spacing w:after="0"/>
              <w:rPr>
                <w:b/>
                <w:sz w:val="20"/>
                <w:lang w:eastAsia="en-AU"/>
              </w:rPr>
            </w:pPr>
            <w:r w:rsidRPr="001066D1">
              <w:rPr>
                <w:b/>
                <w:sz w:val="20"/>
                <w:lang w:eastAsia="en-AU"/>
              </w:rPr>
              <w:t>Units of Competency Delivering / Assessing</w:t>
            </w:r>
          </w:p>
          <w:p w14:paraId="12840B79" w14:textId="77777777" w:rsidR="002B7FBB" w:rsidRPr="001066D1" w:rsidRDefault="00D014E2" w:rsidP="002B7FBB">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14:paraId="12840B7A" w14:textId="77777777" w:rsidR="002B7FBB" w:rsidRPr="001066D1" w:rsidRDefault="00D014E2" w:rsidP="002B7FBB">
            <w:pPr>
              <w:spacing w:after="0"/>
              <w:rPr>
                <w:b/>
                <w:sz w:val="20"/>
                <w:lang w:eastAsia="en-AU"/>
              </w:rPr>
            </w:pPr>
            <w:r w:rsidRPr="001066D1">
              <w:rPr>
                <w:b/>
                <w:sz w:val="20"/>
                <w:lang w:eastAsia="en-AU"/>
              </w:rPr>
              <w:t>Trainer/ Assessor Name</w:t>
            </w:r>
          </w:p>
        </w:tc>
        <w:tc>
          <w:tcPr>
            <w:tcW w:w="522" w:type="pct"/>
            <w:shd w:val="clear" w:color="auto" w:fill="D9F1E4"/>
            <w:vAlign w:val="center"/>
            <w:hideMark/>
          </w:tcPr>
          <w:p w14:paraId="12840B7B" w14:textId="77777777" w:rsidR="002B7FBB" w:rsidRPr="001066D1" w:rsidRDefault="00D014E2" w:rsidP="002B7FBB">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14:paraId="12840B7C" w14:textId="77777777" w:rsidR="002B7FBB" w:rsidRPr="001066D1" w:rsidRDefault="00D014E2" w:rsidP="002B7FBB">
            <w:pPr>
              <w:spacing w:after="0"/>
              <w:rPr>
                <w:b/>
                <w:sz w:val="20"/>
                <w:lang w:eastAsia="en-AU"/>
              </w:rPr>
            </w:pPr>
            <w:r w:rsidRPr="001066D1">
              <w:rPr>
                <w:b/>
                <w:sz w:val="20"/>
                <w:lang w:eastAsia="en-AU"/>
              </w:rPr>
              <w:t>Training and Assessment Qualifications</w:t>
            </w:r>
          </w:p>
          <w:p w14:paraId="12840B7D" w14:textId="77777777" w:rsidR="002B7FBB" w:rsidRPr="001066D1" w:rsidRDefault="00D014E2" w:rsidP="002B7FBB">
            <w:pPr>
              <w:spacing w:after="0"/>
              <w:rPr>
                <w:b/>
                <w:sz w:val="20"/>
                <w:lang w:eastAsia="en-AU"/>
              </w:rPr>
            </w:pPr>
            <w:r w:rsidRPr="001066D1">
              <w:rPr>
                <w:b/>
                <w:sz w:val="20"/>
                <w:lang w:eastAsia="en-AU"/>
              </w:rPr>
              <w:t>AND</w:t>
            </w:r>
          </w:p>
          <w:p w14:paraId="12840B7E" w14:textId="77777777" w:rsidR="002B7FBB" w:rsidRPr="001066D1" w:rsidRDefault="00D014E2" w:rsidP="002B7FBB">
            <w:pPr>
              <w:spacing w:after="0"/>
              <w:rPr>
                <w:b/>
                <w:sz w:val="20"/>
                <w:lang w:eastAsia="en-AU"/>
              </w:rPr>
            </w:pPr>
            <w:r w:rsidRPr="001066D1">
              <w:rPr>
                <w:b/>
                <w:sz w:val="20"/>
                <w:lang w:eastAsia="en-AU"/>
              </w:rPr>
              <w:t>Current evidence of ongoing development in training and assessment practice</w:t>
            </w:r>
          </w:p>
          <w:p w14:paraId="12840B7F" w14:textId="77777777" w:rsidR="002B7FBB" w:rsidRPr="001066D1" w:rsidRDefault="00D014E2" w:rsidP="002B7FBB">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14:paraId="12840B80" w14:textId="77777777" w:rsidR="002B7FBB" w:rsidRPr="00152B13" w:rsidRDefault="00D014E2" w:rsidP="002B7FBB">
            <w:pPr>
              <w:pStyle w:val="Bulletslist"/>
              <w:spacing w:after="0"/>
              <w:rPr>
                <w:b/>
                <w:sz w:val="20"/>
                <w:lang w:val="en-AU" w:eastAsia="en-AU"/>
              </w:rPr>
            </w:pPr>
            <w:r w:rsidRPr="001066D1">
              <w:rPr>
                <w:b/>
                <w:sz w:val="20"/>
                <w:lang w:eastAsia="en-AU"/>
              </w:rPr>
              <w:t xml:space="preserve">Vocational Qualifications </w:t>
            </w:r>
          </w:p>
          <w:p w14:paraId="12840B81" w14:textId="77777777" w:rsidR="002B7FBB" w:rsidRPr="001066D1" w:rsidRDefault="00D014E2" w:rsidP="002B7FBB">
            <w:pPr>
              <w:pStyle w:val="Bulletslist"/>
              <w:spacing w:after="0"/>
              <w:rPr>
                <w:b/>
                <w:sz w:val="20"/>
                <w:lang w:eastAsia="en-AU"/>
              </w:rPr>
            </w:pPr>
            <w:r w:rsidRPr="00152B13">
              <w:rPr>
                <w:b/>
                <w:sz w:val="20"/>
                <w:lang w:val="en-AU" w:eastAsia="en-AU"/>
              </w:rPr>
              <w:t>Licences</w:t>
            </w:r>
          </w:p>
          <w:p w14:paraId="12840B82" w14:textId="77777777" w:rsidR="002B7FBB" w:rsidRPr="001066D1" w:rsidRDefault="00D014E2" w:rsidP="002B7FBB">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14:paraId="12840B83" w14:textId="77777777" w:rsidR="002B7FBB" w:rsidRPr="001066D1" w:rsidRDefault="00D014E2" w:rsidP="002B7FBB">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R="009571B4" w14:paraId="12840B96" w14:textId="77777777" w:rsidTr="002B7FBB">
        <w:trPr>
          <w:cantSplit/>
        </w:trPr>
        <w:tc>
          <w:tcPr>
            <w:tcW w:w="367" w:type="pct"/>
            <w:shd w:val="clear" w:color="auto" w:fill="D9E2F3"/>
            <w:vAlign w:val="center"/>
          </w:tcPr>
          <w:p w14:paraId="12840B85" w14:textId="77777777" w:rsidR="002B7FBB" w:rsidRDefault="00D014E2" w:rsidP="002B7FBB">
            <w:pPr>
              <w:spacing w:after="0"/>
              <w:rPr>
                <w:i/>
                <w:iCs/>
                <w:lang w:eastAsia="en-AU"/>
              </w:rPr>
            </w:pPr>
            <w:r w:rsidRPr="00BD7816">
              <w:rPr>
                <w:i/>
                <w:iCs/>
                <w:sz w:val="20"/>
                <w:lang w:eastAsia="en-AU"/>
              </w:rPr>
              <w:t>Delete this row after completing table</w:t>
            </w:r>
          </w:p>
        </w:tc>
        <w:tc>
          <w:tcPr>
            <w:tcW w:w="511" w:type="pct"/>
            <w:shd w:val="clear" w:color="auto" w:fill="D9E2F3"/>
            <w:hideMark/>
          </w:tcPr>
          <w:p w14:paraId="12840B86" w14:textId="77777777" w:rsidR="002B7FBB" w:rsidRPr="00AB0C35" w:rsidRDefault="00D014E2" w:rsidP="002B7FBB">
            <w:pPr>
              <w:spacing w:after="0"/>
              <w:rPr>
                <w:i/>
                <w:iCs/>
                <w:sz w:val="20"/>
                <w:lang w:eastAsia="en-AU"/>
              </w:rPr>
            </w:pPr>
            <w:r w:rsidRPr="00AB0C35">
              <w:rPr>
                <w:i/>
                <w:iCs/>
                <w:sz w:val="20"/>
                <w:lang w:eastAsia="en-AU"/>
              </w:rPr>
              <w:t>RII30915 - Certificate III in Civil Construction (Release 1)</w:t>
            </w:r>
          </w:p>
          <w:p w14:paraId="12840B87" w14:textId="77777777" w:rsidR="002B7FBB" w:rsidRPr="00AB0C35" w:rsidRDefault="00D014E2" w:rsidP="002B7FBB">
            <w:pPr>
              <w:spacing w:after="0"/>
              <w:rPr>
                <w:i/>
                <w:iCs/>
                <w:sz w:val="20"/>
                <w:lang w:eastAsia="en-AU"/>
              </w:rPr>
            </w:pPr>
            <w:r w:rsidRPr="00AB0C35">
              <w:rPr>
                <w:i/>
                <w:iCs/>
                <w:sz w:val="20"/>
                <w:lang w:eastAsia="en-AU"/>
              </w:rPr>
              <w:t>RIIBEF201D</w:t>
            </w:r>
          </w:p>
          <w:p w14:paraId="12840B88" w14:textId="77777777" w:rsidR="002B7FBB" w:rsidRPr="00AB0C35" w:rsidRDefault="00D014E2" w:rsidP="002B7FBB">
            <w:pPr>
              <w:spacing w:after="0"/>
              <w:rPr>
                <w:i/>
                <w:iCs/>
                <w:sz w:val="20"/>
                <w:lang w:eastAsia="en-AU"/>
              </w:rPr>
            </w:pPr>
            <w:r w:rsidRPr="00AB0C35">
              <w:rPr>
                <w:i/>
                <w:iCs/>
                <w:sz w:val="20"/>
                <w:lang w:eastAsia="en-AU"/>
              </w:rPr>
              <w:t>RIICOM201D</w:t>
            </w:r>
          </w:p>
          <w:p w14:paraId="12840B89" w14:textId="77777777" w:rsidR="002B7FBB" w:rsidRPr="00AB0C35" w:rsidRDefault="00D014E2" w:rsidP="002B7FBB">
            <w:pPr>
              <w:spacing w:after="0"/>
              <w:rPr>
                <w:i/>
                <w:iCs/>
                <w:sz w:val="20"/>
                <w:lang w:eastAsia="en-AU"/>
              </w:rPr>
            </w:pPr>
            <w:r w:rsidRPr="00AB0C35">
              <w:rPr>
                <w:i/>
                <w:iCs/>
                <w:sz w:val="20"/>
                <w:lang w:eastAsia="en-AU"/>
              </w:rPr>
              <w:t>RIIOHS201D</w:t>
            </w:r>
          </w:p>
        </w:tc>
        <w:tc>
          <w:tcPr>
            <w:tcW w:w="619" w:type="pct"/>
            <w:shd w:val="clear" w:color="auto" w:fill="D9E2F3"/>
            <w:hideMark/>
          </w:tcPr>
          <w:p w14:paraId="12840B8A" w14:textId="77777777" w:rsidR="002B7FBB" w:rsidRPr="00AB0C35" w:rsidRDefault="00D014E2" w:rsidP="002B7FBB">
            <w:pPr>
              <w:spacing w:after="0"/>
              <w:rPr>
                <w:i/>
                <w:iCs/>
                <w:sz w:val="20"/>
                <w:lang w:eastAsia="en-AU"/>
              </w:rPr>
            </w:pPr>
            <w:r w:rsidRPr="00AB0C35">
              <w:rPr>
                <w:i/>
                <w:iCs/>
                <w:sz w:val="20"/>
                <w:lang w:eastAsia="en-AU"/>
              </w:rPr>
              <w:t>Joe Bloggs</w:t>
            </w:r>
          </w:p>
        </w:tc>
        <w:tc>
          <w:tcPr>
            <w:tcW w:w="522" w:type="pct"/>
            <w:shd w:val="clear" w:color="auto" w:fill="D9E2F3"/>
            <w:hideMark/>
          </w:tcPr>
          <w:p w14:paraId="12840B8B" w14:textId="77777777" w:rsidR="002B7FBB" w:rsidRPr="00AB0C35" w:rsidRDefault="00D014E2" w:rsidP="002B7FBB">
            <w:pPr>
              <w:spacing w:after="0"/>
              <w:rPr>
                <w:i/>
                <w:iCs/>
                <w:sz w:val="20"/>
                <w:lang w:eastAsia="en-AU"/>
              </w:rPr>
            </w:pPr>
            <w:r w:rsidRPr="00AB0C35">
              <w:rPr>
                <w:sz w:val="20"/>
                <w:lang w:eastAsia="en-AU"/>
              </w:rPr>
              <w:t>Trainer only</w:t>
            </w:r>
          </w:p>
        </w:tc>
        <w:tc>
          <w:tcPr>
            <w:tcW w:w="1490" w:type="pct"/>
            <w:shd w:val="clear" w:color="auto" w:fill="D9E2F3"/>
            <w:hideMark/>
          </w:tcPr>
          <w:p w14:paraId="12840B8C" w14:textId="77777777" w:rsidR="002B7FBB" w:rsidRPr="00AB0C35" w:rsidRDefault="00D014E2" w:rsidP="002B7FBB">
            <w:pPr>
              <w:pStyle w:val="Bulletslist"/>
              <w:spacing w:after="0"/>
              <w:rPr>
                <w:sz w:val="20"/>
                <w:lang w:eastAsia="en-AU"/>
              </w:rPr>
            </w:pPr>
            <w:r w:rsidRPr="00AB0C35">
              <w:rPr>
                <w:sz w:val="20"/>
                <w:lang w:eastAsia="en-AU"/>
              </w:rPr>
              <w:t>TAE40110 Certificate IV in Training and Assessment – ABC Training 23 November 2016.</w:t>
            </w:r>
          </w:p>
          <w:p w14:paraId="12840B8D" w14:textId="77777777" w:rsidR="002B7FBB" w:rsidRPr="00AB0C35" w:rsidRDefault="00D014E2" w:rsidP="002B7FBB">
            <w:pPr>
              <w:pStyle w:val="Bulletslist"/>
              <w:spacing w:after="0"/>
              <w:rPr>
                <w:sz w:val="20"/>
                <w:lang w:eastAsia="en-AU"/>
              </w:rPr>
            </w:pPr>
            <w:r w:rsidRPr="00AB0C35">
              <w:rPr>
                <w:sz w:val="20"/>
                <w:lang w:eastAsia="en-AU"/>
              </w:rPr>
              <w:t>VELG Assessment Practices Workshop 5 June 2018.</w:t>
            </w:r>
          </w:p>
          <w:p w14:paraId="12840B8E" w14:textId="77777777" w:rsidR="002B7FBB" w:rsidRPr="00AB0C35" w:rsidRDefault="00D014E2" w:rsidP="002B7FBB">
            <w:pPr>
              <w:pStyle w:val="Bulletslist"/>
              <w:spacing w:after="0"/>
              <w:rPr>
                <w:sz w:val="20"/>
                <w:lang w:eastAsia="en-AU"/>
              </w:rPr>
            </w:pPr>
            <w:r w:rsidRPr="00AB0C35">
              <w:rPr>
                <w:sz w:val="20"/>
                <w:lang w:eastAsia="en-AU"/>
              </w:rPr>
              <w:t>HTAN Training News Update Breakfast Meeting 26 March 2018.</w:t>
            </w:r>
          </w:p>
          <w:p w14:paraId="12840B8F" w14:textId="77777777" w:rsidR="002B7FBB" w:rsidRPr="00AB0C35" w:rsidRDefault="00D014E2" w:rsidP="002B7FBB">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14:paraId="12840B90" w14:textId="77777777" w:rsidR="002B7FBB" w:rsidRPr="00AB0C35" w:rsidRDefault="00D014E2" w:rsidP="002B7FBB">
            <w:pPr>
              <w:pStyle w:val="Bulletslist"/>
              <w:spacing w:after="0"/>
              <w:rPr>
                <w:sz w:val="20"/>
                <w:lang w:eastAsia="en-AU"/>
              </w:rPr>
            </w:pPr>
            <w:r w:rsidRPr="00AB0C35">
              <w:rPr>
                <w:sz w:val="20"/>
                <w:lang w:eastAsia="en-AU"/>
              </w:rPr>
              <w:t>BCC30107 - Certificate III in Civil Construction – XYZ Training 17 June 2008.</w:t>
            </w:r>
          </w:p>
          <w:p w14:paraId="12840B91" w14:textId="77777777" w:rsidR="002B7FBB" w:rsidRPr="00AB0C35" w:rsidRDefault="00D014E2" w:rsidP="002B7FBB">
            <w:pPr>
              <w:pStyle w:val="Bulletslist"/>
              <w:spacing w:after="0"/>
              <w:rPr>
                <w:sz w:val="20"/>
                <w:lang w:eastAsia="en-AU"/>
              </w:rPr>
            </w:pPr>
            <w:r w:rsidRPr="00AB0C35">
              <w:rPr>
                <w:sz w:val="20"/>
                <w:lang w:eastAsia="en-AU"/>
              </w:rPr>
              <w:t>RII30913 - Certificate III in Civil Construction – Bendigo Kangan Institute – 03 June 2013</w:t>
            </w:r>
          </w:p>
          <w:p w14:paraId="12840B92" w14:textId="77777777" w:rsidR="002B7FBB" w:rsidRPr="00AB0C35" w:rsidRDefault="00D014E2" w:rsidP="002B7FBB">
            <w:pPr>
              <w:pStyle w:val="Bulletslist"/>
              <w:spacing w:after="0"/>
              <w:rPr>
                <w:sz w:val="20"/>
                <w:lang w:eastAsia="en-AU"/>
              </w:rPr>
            </w:pPr>
            <w:r w:rsidRPr="00AB0C35">
              <w:rPr>
                <w:sz w:val="20"/>
                <w:lang w:eastAsia="en-AU"/>
              </w:rPr>
              <w:t>CPCCOHS1001A - Work safely in the construction industry - XYZ Training 3 Sep 2009.</w:t>
            </w:r>
          </w:p>
          <w:p w14:paraId="12840B93" w14:textId="77777777" w:rsidR="002B7FBB" w:rsidRPr="00AB0C35" w:rsidRDefault="00D014E2" w:rsidP="002B7FBB">
            <w:pPr>
              <w:pStyle w:val="Bulletslist"/>
              <w:spacing w:after="0"/>
              <w:rPr>
                <w:sz w:val="20"/>
                <w:lang w:eastAsia="en-AU"/>
              </w:rPr>
            </w:pPr>
            <w:r w:rsidRPr="00AB0C35">
              <w:rPr>
                <w:sz w:val="20"/>
                <w:lang w:eastAsia="en-AU"/>
              </w:rPr>
              <w:t>Construction Australia Expo, Brisbane, 11 March 2017</w:t>
            </w:r>
          </w:p>
          <w:p w14:paraId="12840B94" w14:textId="77777777" w:rsidR="002B7FBB" w:rsidRPr="00AB0C35" w:rsidRDefault="00D014E2" w:rsidP="002B7FBB">
            <w:pPr>
              <w:pStyle w:val="Bulletslist"/>
              <w:spacing w:after="0"/>
              <w:rPr>
                <w:sz w:val="20"/>
                <w:lang w:eastAsia="en-AU"/>
              </w:rPr>
            </w:pPr>
            <w:r w:rsidRPr="00AB0C35">
              <w:rPr>
                <w:sz w:val="20"/>
                <w:lang w:eastAsia="en-AU"/>
              </w:rPr>
              <w:t>Australian Building Codes Board Seminar, Canberra, 20 October 2017</w:t>
            </w:r>
          </w:p>
          <w:p w14:paraId="12840B95" w14:textId="77777777" w:rsidR="002B7FBB" w:rsidRPr="00AB0C35" w:rsidRDefault="00D014E2" w:rsidP="002B7FBB">
            <w:pPr>
              <w:pStyle w:val="Bulletslist"/>
              <w:spacing w:after="0"/>
              <w:rPr>
                <w:sz w:val="20"/>
                <w:lang w:eastAsia="en-AU"/>
              </w:rPr>
            </w:pPr>
            <w:r w:rsidRPr="00AB0C35">
              <w:rPr>
                <w:sz w:val="20"/>
                <w:lang w:eastAsia="en-AU"/>
              </w:rPr>
              <w:t>Civil Engineer operating own consultancy from 2005-current.</w:t>
            </w:r>
          </w:p>
        </w:tc>
      </w:tr>
      <w:tr w:rsidR="009571B4" w14:paraId="12840B9D" w14:textId="77777777" w:rsidTr="002B7FBB">
        <w:trPr>
          <w:cantSplit/>
        </w:trPr>
        <w:tc>
          <w:tcPr>
            <w:tcW w:w="367" w:type="pct"/>
            <w:shd w:val="clear" w:color="auto" w:fill="D9F1E4"/>
            <w:vAlign w:val="center"/>
          </w:tcPr>
          <w:p w14:paraId="12840B97" w14:textId="77777777" w:rsidR="002B7FBB" w:rsidRPr="00BB5D36" w:rsidRDefault="00D014E2" w:rsidP="002B7FBB">
            <w:pPr>
              <w:spacing w:after="0"/>
              <w:jc w:val="center"/>
              <w:rPr>
                <w:b/>
                <w:iCs/>
                <w:lang w:eastAsia="en-AU"/>
              </w:rPr>
            </w:pPr>
            <w:r w:rsidRPr="00BB5D36">
              <w:rPr>
                <w:b/>
                <w:iCs/>
                <w:lang w:eastAsia="en-AU"/>
              </w:rPr>
              <w:t>1</w:t>
            </w:r>
          </w:p>
        </w:tc>
        <w:tc>
          <w:tcPr>
            <w:tcW w:w="511" w:type="pct"/>
          </w:tcPr>
          <w:p w14:paraId="12840B98" w14:textId="77777777" w:rsidR="002B7FBB" w:rsidRPr="00DC77D9" w:rsidRDefault="002B7FBB" w:rsidP="002B7FBB">
            <w:pPr>
              <w:spacing w:after="0"/>
              <w:rPr>
                <w:iCs/>
                <w:lang w:eastAsia="en-AU"/>
              </w:rPr>
            </w:pPr>
          </w:p>
        </w:tc>
        <w:tc>
          <w:tcPr>
            <w:tcW w:w="619" w:type="pct"/>
          </w:tcPr>
          <w:p w14:paraId="12840B99"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9A"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12840B9B" w14:textId="77777777" w:rsidR="002B7FBB" w:rsidRPr="00DC77D9" w:rsidRDefault="002B7FBB" w:rsidP="002B7FBB">
            <w:pPr>
              <w:spacing w:after="0"/>
              <w:rPr>
                <w:iCs/>
                <w:lang w:eastAsia="en-AU"/>
              </w:rPr>
            </w:pPr>
          </w:p>
        </w:tc>
        <w:tc>
          <w:tcPr>
            <w:tcW w:w="1491" w:type="pct"/>
          </w:tcPr>
          <w:p w14:paraId="12840B9C" w14:textId="77777777" w:rsidR="002B7FBB" w:rsidRPr="00DC77D9" w:rsidRDefault="002B7FBB" w:rsidP="002B7FBB">
            <w:pPr>
              <w:spacing w:after="0"/>
              <w:rPr>
                <w:iCs/>
                <w:lang w:eastAsia="en-AU"/>
              </w:rPr>
            </w:pPr>
          </w:p>
        </w:tc>
      </w:tr>
      <w:tr w:rsidR="009571B4" w14:paraId="12840BA4" w14:textId="77777777" w:rsidTr="002B7FBB">
        <w:trPr>
          <w:cantSplit/>
        </w:trPr>
        <w:tc>
          <w:tcPr>
            <w:tcW w:w="367" w:type="pct"/>
            <w:shd w:val="clear" w:color="auto" w:fill="D9F1E4"/>
            <w:vAlign w:val="center"/>
          </w:tcPr>
          <w:p w14:paraId="12840B9E" w14:textId="77777777" w:rsidR="002B7FBB" w:rsidRPr="00BB5D36" w:rsidRDefault="00D014E2" w:rsidP="002B7FBB">
            <w:pPr>
              <w:spacing w:after="0"/>
              <w:jc w:val="center"/>
              <w:rPr>
                <w:b/>
                <w:iCs/>
                <w:lang w:eastAsia="en-AU"/>
              </w:rPr>
            </w:pPr>
            <w:r w:rsidRPr="00BB5D36">
              <w:rPr>
                <w:b/>
                <w:iCs/>
                <w:lang w:eastAsia="en-AU"/>
              </w:rPr>
              <w:t>2</w:t>
            </w:r>
          </w:p>
        </w:tc>
        <w:tc>
          <w:tcPr>
            <w:tcW w:w="511" w:type="pct"/>
          </w:tcPr>
          <w:p w14:paraId="12840B9F" w14:textId="77777777" w:rsidR="002B7FBB" w:rsidRPr="00DC77D9" w:rsidRDefault="002B7FBB" w:rsidP="002B7FBB">
            <w:pPr>
              <w:spacing w:after="0"/>
              <w:rPr>
                <w:iCs/>
                <w:lang w:eastAsia="en-AU"/>
              </w:rPr>
            </w:pPr>
          </w:p>
        </w:tc>
        <w:tc>
          <w:tcPr>
            <w:tcW w:w="619" w:type="pct"/>
          </w:tcPr>
          <w:p w14:paraId="12840BA0"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A1"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12840BA2" w14:textId="77777777" w:rsidR="002B7FBB" w:rsidRPr="00DC77D9" w:rsidRDefault="002B7FBB" w:rsidP="002B7FBB">
            <w:pPr>
              <w:spacing w:after="0"/>
              <w:rPr>
                <w:iCs/>
                <w:lang w:eastAsia="en-AU"/>
              </w:rPr>
            </w:pPr>
          </w:p>
        </w:tc>
        <w:tc>
          <w:tcPr>
            <w:tcW w:w="1491" w:type="pct"/>
          </w:tcPr>
          <w:p w14:paraId="12840BA3" w14:textId="77777777" w:rsidR="002B7FBB" w:rsidRPr="00DC77D9" w:rsidRDefault="002B7FBB" w:rsidP="002B7FBB">
            <w:pPr>
              <w:spacing w:after="0"/>
              <w:rPr>
                <w:iCs/>
                <w:lang w:eastAsia="en-AU"/>
              </w:rPr>
            </w:pPr>
          </w:p>
        </w:tc>
      </w:tr>
      <w:tr w:rsidR="009571B4" w14:paraId="12840BAB" w14:textId="77777777" w:rsidTr="002B7FBB">
        <w:trPr>
          <w:cantSplit/>
        </w:trPr>
        <w:tc>
          <w:tcPr>
            <w:tcW w:w="367" w:type="pct"/>
            <w:shd w:val="clear" w:color="auto" w:fill="D9F1E4"/>
            <w:vAlign w:val="center"/>
          </w:tcPr>
          <w:p w14:paraId="12840BA5" w14:textId="77777777" w:rsidR="002B7FBB" w:rsidRPr="00BB5D36" w:rsidRDefault="00D014E2" w:rsidP="002B7FBB">
            <w:pPr>
              <w:spacing w:after="0"/>
              <w:jc w:val="center"/>
              <w:rPr>
                <w:b/>
                <w:iCs/>
                <w:lang w:eastAsia="en-AU"/>
              </w:rPr>
            </w:pPr>
            <w:r w:rsidRPr="00BB5D36">
              <w:rPr>
                <w:b/>
                <w:iCs/>
                <w:lang w:eastAsia="en-AU"/>
              </w:rPr>
              <w:t>3</w:t>
            </w:r>
          </w:p>
        </w:tc>
        <w:tc>
          <w:tcPr>
            <w:tcW w:w="511" w:type="pct"/>
          </w:tcPr>
          <w:p w14:paraId="12840BA6" w14:textId="77777777" w:rsidR="002B7FBB" w:rsidRPr="00DC77D9" w:rsidRDefault="002B7FBB" w:rsidP="002B7FBB">
            <w:pPr>
              <w:spacing w:after="0"/>
              <w:rPr>
                <w:iCs/>
                <w:lang w:eastAsia="en-AU"/>
              </w:rPr>
            </w:pPr>
          </w:p>
        </w:tc>
        <w:tc>
          <w:tcPr>
            <w:tcW w:w="619" w:type="pct"/>
          </w:tcPr>
          <w:p w14:paraId="12840BA7"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A8"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12840BA9" w14:textId="77777777" w:rsidR="002B7FBB" w:rsidRPr="00DC77D9" w:rsidRDefault="002B7FBB" w:rsidP="002B7FBB">
            <w:pPr>
              <w:spacing w:after="0"/>
              <w:rPr>
                <w:iCs/>
                <w:lang w:eastAsia="en-AU"/>
              </w:rPr>
            </w:pPr>
          </w:p>
        </w:tc>
        <w:tc>
          <w:tcPr>
            <w:tcW w:w="1491" w:type="pct"/>
          </w:tcPr>
          <w:p w14:paraId="12840BAA" w14:textId="77777777" w:rsidR="002B7FBB" w:rsidRPr="00DC77D9" w:rsidRDefault="002B7FBB" w:rsidP="002B7FBB">
            <w:pPr>
              <w:spacing w:after="0"/>
              <w:rPr>
                <w:iCs/>
                <w:lang w:eastAsia="en-AU"/>
              </w:rPr>
            </w:pPr>
          </w:p>
        </w:tc>
      </w:tr>
      <w:tr w:rsidR="009571B4" w14:paraId="12840BB2" w14:textId="77777777" w:rsidTr="002B7FBB">
        <w:trPr>
          <w:cantSplit/>
        </w:trPr>
        <w:tc>
          <w:tcPr>
            <w:tcW w:w="367" w:type="pct"/>
            <w:shd w:val="clear" w:color="auto" w:fill="D9F1E4"/>
            <w:vAlign w:val="center"/>
          </w:tcPr>
          <w:p w14:paraId="12840BAC" w14:textId="77777777" w:rsidR="002B7FBB" w:rsidRPr="00BB5D36" w:rsidRDefault="00D014E2" w:rsidP="002B7FBB">
            <w:pPr>
              <w:spacing w:after="0"/>
              <w:jc w:val="center"/>
              <w:rPr>
                <w:b/>
                <w:iCs/>
                <w:lang w:eastAsia="en-AU"/>
              </w:rPr>
            </w:pPr>
            <w:r w:rsidRPr="00BB5D36">
              <w:rPr>
                <w:b/>
                <w:iCs/>
                <w:lang w:eastAsia="en-AU"/>
              </w:rPr>
              <w:t>4</w:t>
            </w:r>
          </w:p>
        </w:tc>
        <w:tc>
          <w:tcPr>
            <w:tcW w:w="511" w:type="pct"/>
          </w:tcPr>
          <w:p w14:paraId="12840BAD" w14:textId="77777777" w:rsidR="002B7FBB" w:rsidRPr="00DC77D9" w:rsidRDefault="002B7FBB" w:rsidP="002B7FBB">
            <w:pPr>
              <w:spacing w:after="0"/>
              <w:rPr>
                <w:iCs/>
                <w:lang w:eastAsia="en-AU"/>
              </w:rPr>
            </w:pPr>
          </w:p>
        </w:tc>
        <w:tc>
          <w:tcPr>
            <w:tcW w:w="619" w:type="pct"/>
          </w:tcPr>
          <w:p w14:paraId="12840BAE"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AF" w14:textId="77777777" w:rsidR="002B7FBB" w:rsidRDefault="00D014E2" w:rsidP="002B7FBB">
                <w:pPr>
                  <w:spacing w:after="0"/>
                  <w:rPr>
                    <w:iCs/>
                    <w:lang w:eastAsia="en-AU"/>
                  </w:rPr>
                </w:pPr>
                <w:r w:rsidRPr="00DC77D9">
                  <w:rPr>
                    <w:color w:val="808080"/>
                    <w:sz w:val="16"/>
                    <w:szCs w:val="18"/>
                  </w:rPr>
                  <w:t>Choose an item.</w:t>
                </w:r>
              </w:p>
            </w:tc>
          </w:sdtContent>
        </w:sdt>
        <w:tc>
          <w:tcPr>
            <w:tcW w:w="1490" w:type="pct"/>
          </w:tcPr>
          <w:p w14:paraId="12840BB0" w14:textId="77777777" w:rsidR="002B7FBB" w:rsidRPr="00DC77D9" w:rsidRDefault="002B7FBB" w:rsidP="002B7FBB">
            <w:pPr>
              <w:spacing w:after="0"/>
              <w:rPr>
                <w:iCs/>
                <w:lang w:eastAsia="en-AU"/>
              </w:rPr>
            </w:pPr>
          </w:p>
        </w:tc>
        <w:tc>
          <w:tcPr>
            <w:tcW w:w="1491" w:type="pct"/>
          </w:tcPr>
          <w:p w14:paraId="12840BB1" w14:textId="77777777" w:rsidR="002B7FBB" w:rsidRPr="00DC77D9" w:rsidRDefault="002B7FBB" w:rsidP="002B7FBB">
            <w:pPr>
              <w:spacing w:after="0"/>
              <w:rPr>
                <w:iCs/>
                <w:lang w:eastAsia="en-AU"/>
              </w:rPr>
            </w:pPr>
          </w:p>
        </w:tc>
      </w:tr>
      <w:tr w:rsidR="009571B4" w14:paraId="12840BB9" w14:textId="77777777" w:rsidTr="002B7FBB">
        <w:trPr>
          <w:cantSplit/>
        </w:trPr>
        <w:tc>
          <w:tcPr>
            <w:tcW w:w="367" w:type="pct"/>
            <w:shd w:val="clear" w:color="auto" w:fill="D9F1E4"/>
            <w:vAlign w:val="center"/>
          </w:tcPr>
          <w:p w14:paraId="12840BB3" w14:textId="77777777" w:rsidR="002B7FBB" w:rsidRPr="00BB5D36" w:rsidRDefault="00D014E2" w:rsidP="002B7FBB">
            <w:pPr>
              <w:spacing w:after="0"/>
              <w:jc w:val="center"/>
              <w:rPr>
                <w:b/>
                <w:iCs/>
                <w:lang w:eastAsia="en-AU"/>
              </w:rPr>
            </w:pPr>
            <w:r w:rsidRPr="00BB5D36">
              <w:rPr>
                <w:b/>
                <w:iCs/>
                <w:lang w:eastAsia="en-AU"/>
              </w:rPr>
              <w:t>5</w:t>
            </w:r>
          </w:p>
        </w:tc>
        <w:tc>
          <w:tcPr>
            <w:tcW w:w="511" w:type="pct"/>
          </w:tcPr>
          <w:p w14:paraId="12840BB4" w14:textId="77777777" w:rsidR="002B7FBB" w:rsidRPr="00DC77D9" w:rsidRDefault="002B7FBB" w:rsidP="002B7FBB">
            <w:pPr>
              <w:spacing w:after="0"/>
              <w:rPr>
                <w:iCs/>
                <w:lang w:eastAsia="en-AU"/>
              </w:rPr>
            </w:pPr>
          </w:p>
        </w:tc>
        <w:tc>
          <w:tcPr>
            <w:tcW w:w="619" w:type="pct"/>
          </w:tcPr>
          <w:p w14:paraId="12840BB5"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B6" w14:textId="77777777" w:rsidR="002B7FBB" w:rsidRDefault="00D014E2" w:rsidP="002B7FBB">
                <w:pPr>
                  <w:spacing w:after="0"/>
                  <w:rPr>
                    <w:iCs/>
                    <w:lang w:eastAsia="en-AU"/>
                  </w:rPr>
                </w:pPr>
                <w:r w:rsidRPr="00DC77D9">
                  <w:rPr>
                    <w:color w:val="808080"/>
                    <w:sz w:val="16"/>
                    <w:szCs w:val="18"/>
                  </w:rPr>
                  <w:t>Choose an item.</w:t>
                </w:r>
              </w:p>
            </w:tc>
          </w:sdtContent>
        </w:sdt>
        <w:tc>
          <w:tcPr>
            <w:tcW w:w="1490" w:type="pct"/>
          </w:tcPr>
          <w:p w14:paraId="12840BB7" w14:textId="77777777" w:rsidR="002B7FBB" w:rsidRPr="00DC77D9" w:rsidRDefault="002B7FBB" w:rsidP="002B7FBB">
            <w:pPr>
              <w:spacing w:after="0"/>
              <w:rPr>
                <w:iCs/>
                <w:lang w:eastAsia="en-AU"/>
              </w:rPr>
            </w:pPr>
          </w:p>
        </w:tc>
        <w:tc>
          <w:tcPr>
            <w:tcW w:w="1491" w:type="pct"/>
          </w:tcPr>
          <w:p w14:paraId="12840BB8" w14:textId="77777777" w:rsidR="002B7FBB" w:rsidRPr="00DC77D9" w:rsidRDefault="002B7FBB" w:rsidP="002B7FBB">
            <w:pPr>
              <w:spacing w:after="0"/>
              <w:rPr>
                <w:iCs/>
                <w:lang w:eastAsia="en-AU"/>
              </w:rPr>
            </w:pPr>
          </w:p>
        </w:tc>
      </w:tr>
      <w:tr w:rsidR="009571B4" w14:paraId="12840BC0" w14:textId="77777777" w:rsidTr="002B7FBB">
        <w:trPr>
          <w:cantSplit/>
        </w:trPr>
        <w:tc>
          <w:tcPr>
            <w:tcW w:w="367" w:type="pct"/>
            <w:shd w:val="clear" w:color="auto" w:fill="D9F1E4"/>
            <w:vAlign w:val="center"/>
          </w:tcPr>
          <w:p w14:paraId="12840BBA" w14:textId="77777777" w:rsidR="002B7FBB" w:rsidRPr="00BB5D36" w:rsidRDefault="00D014E2" w:rsidP="002B7FBB">
            <w:pPr>
              <w:spacing w:after="0"/>
              <w:jc w:val="center"/>
              <w:rPr>
                <w:b/>
                <w:iCs/>
                <w:lang w:eastAsia="en-AU"/>
              </w:rPr>
            </w:pPr>
            <w:r>
              <w:rPr>
                <w:b/>
                <w:iCs/>
                <w:lang w:eastAsia="en-AU"/>
              </w:rPr>
              <w:t>6</w:t>
            </w:r>
          </w:p>
        </w:tc>
        <w:tc>
          <w:tcPr>
            <w:tcW w:w="511" w:type="pct"/>
          </w:tcPr>
          <w:p w14:paraId="12840BBB" w14:textId="77777777" w:rsidR="002B7FBB" w:rsidRPr="00DC77D9" w:rsidRDefault="002B7FBB" w:rsidP="002B7FBB">
            <w:pPr>
              <w:spacing w:after="0"/>
              <w:rPr>
                <w:iCs/>
                <w:lang w:eastAsia="en-AU"/>
              </w:rPr>
            </w:pPr>
          </w:p>
        </w:tc>
        <w:tc>
          <w:tcPr>
            <w:tcW w:w="619" w:type="pct"/>
          </w:tcPr>
          <w:p w14:paraId="12840BBC"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BD"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BE" w14:textId="77777777" w:rsidR="002B7FBB" w:rsidRPr="00DC77D9" w:rsidRDefault="002B7FBB" w:rsidP="002B7FBB">
            <w:pPr>
              <w:spacing w:after="0"/>
              <w:rPr>
                <w:iCs/>
                <w:lang w:eastAsia="en-AU"/>
              </w:rPr>
            </w:pPr>
          </w:p>
        </w:tc>
        <w:tc>
          <w:tcPr>
            <w:tcW w:w="1491" w:type="pct"/>
          </w:tcPr>
          <w:p w14:paraId="12840BBF" w14:textId="77777777" w:rsidR="002B7FBB" w:rsidRPr="00DC77D9" w:rsidRDefault="002B7FBB" w:rsidP="002B7FBB">
            <w:pPr>
              <w:spacing w:after="0"/>
              <w:rPr>
                <w:iCs/>
                <w:lang w:eastAsia="en-AU"/>
              </w:rPr>
            </w:pPr>
          </w:p>
        </w:tc>
      </w:tr>
      <w:tr w:rsidR="009571B4" w14:paraId="12840BC7" w14:textId="77777777" w:rsidTr="002B7FBB">
        <w:trPr>
          <w:cantSplit/>
        </w:trPr>
        <w:tc>
          <w:tcPr>
            <w:tcW w:w="367" w:type="pct"/>
            <w:shd w:val="clear" w:color="auto" w:fill="D9F1E4"/>
            <w:vAlign w:val="center"/>
          </w:tcPr>
          <w:p w14:paraId="12840BC1" w14:textId="77777777" w:rsidR="002B7FBB" w:rsidRPr="00BB5D36" w:rsidRDefault="00D014E2" w:rsidP="002B7FBB">
            <w:pPr>
              <w:spacing w:after="0"/>
              <w:jc w:val="center"/>
              <w:rPr>
                <w:b/>
                <w:iCs/>
                <w:lang w:eastAsia="en-AU"/>
              </w:rPr>
            </w:pPr>
            <w:r>
              <w:rPr>
                <w:b/>
                <w:iCs/>
                <w:lang w:eastAsia="en-AU"/>
              </w:rPr>
              <w:t>7</w:t>
            </w:r>
          </w:p>
        </w:tc>
        <w:tc>
          <w:tcPr>
            <w:tcW w:w="511" w:type="pct"/>
          </w:tcPr>
          <w:p w14:paraId="12840BC2" w14:textId="77777777" w:rsidR="002B7FBB" w:rsidRPr="00DC77D9" w:rsidRDefault="002B7FBB" w:rsidP="002B7FBB">
            <w:pPr>
              <w:spacing w:after="0"/>
              <w:rPr>
                <w:iCs/>
                <w:lang w:eastAsia="en-AU"/>
              </w:rPr>
            </w:pPr>
          </w:p>
        </w:tc>
        <w:tc>
          <w:tcPr>
            <w:tcW w:w="619" w:type="pct"/>
          </w:tcPr>
          <w:p w14:paraId="12840BC3"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C4"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C5" w14:textId="77777777" w:rsidR="002B7FBB" w:rsidRPr="00DC77D9" w:rsidRDefault="002B7FBB" w:rsidP="002B7FBB">
            <w:pPr>
              <w:spacing w:after="0"/>
              <w:rPr>
                <w:iCs/>
                <w:lang w:eastAsia="en-AU"/>
              </w:rPr>
            </w:pPr>
          </w:p>
        </w:tc>
        <w:tc>
          <w:tcPr>
            <w:tcW w:w="1491" w:type="pct"/>
          </w:tcPr>
          <w:p w14:paraId="12840BC6" w14:textId="77777777" w:rsidR="002B7FBB" w:rsidRPr="00DC77D9" w:rsidRDefault="002B7FBB" w:rsidP="002B7FBB">
            <w:pPr>
              <w:spacing w:after="0"/>
              <w:rPr>
                <w:iCs/>
                <w:lang w:eastAsia="en-AU"/>
              </w:rPr>
            </w:pPr>
          </w:p>
        </w:tc>
      </w:tr>
      <w:tr w:rsidR="009571B4" w14:paraId="12840BCE" w14:textId="77777777" w:rsidTr="002B7FBB">
        <w:trPr>
          <w:cantSplit/>
        </w:trPr>
        <w:tc>
          <w:tcPr>
            <w:tcW w:w="367" w:type="pct"/>
            <w:shd w:val="clear" w:color="auto" w:fill="D9F1E4"/>
            <w:vAlign w:val="center"/>
          </w:tcPr>
          <w:p w14:paraId="12840BC8" w14:textId="77777777" w:rsidR="002B7FBB" w:rsidRPr="00BB5D36" w:rsidRDefault="00D014E2" w:rsidP="002B7FBB">
            <w:pPr>
              <w:spacing w:after="0"/>
              <w:jc w:val="center"/>
              <w:rPr>
                <w:b/>
                <w:iCs/>
                <w:lang w:eastAsia="en-AU"/>
              </w:rPr>
            </w:pPr>
            <w:r>
              <w:rPr>
                <w:b/>
                <w:iCs/>
                <w:lang w:eastAsia="en-AU"/>
              </w:rPr>
              <w:t>8</w:t>
            </w:r>
          </w:p>
        </w:tc>
        <w:tc>
          <w:tcPr>
            <w:tcW w:w="511" w:type="pct"/>
          </w:tcPr>
          <w:p w14:paraId="12840BC9" w14:textId="77777777" w:rsidR="002B7FBB" w:rsidRPr="00DC77D9" w:rsidRDefault="002B7FBB" w:rsidP="002B7FBB">
            <w:pPr>
              <w:spacing w:after="0"/>
              <w:rPr>
                <w:iCs/>
                <w:lang w:eastAsia="en-AU"/>
              </w:rPr>
            </w:pPr>
          </w:p>
        </w:tc>
        <w:tc>
          <w:tcPr>
            <w:tcW w:w="619" w:type="pct"/>
          </w:tcPr>
          <w:p w14:paraId="12840BCA"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CB"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CC" w14:textId="77777777" w:rsidR="002B7FBB" w:rsidRPr="00DC77D9" w:rsidRDefault="002B7FBB" w:rsidP="002B7FBB">
            <w:pPr>
              <w:spacing w:after="0"/>
              <w:rPr>
                <w:iCs/>
                <w:lang w:eastAsia="en-AU"/>
              </w:rPr>
            </w:pPr>
          </w:p>
        </w:tc>
        <w:tc>
          <w:tcPr>
            <w:tcW w:w="1491" w:type="pct"/>
          </w:tcPr>
          <w:p w14:paraId="12840BCD" w14:textId="77777777" w:rsidR="002B7FBB" w:rsidRPr="00DC77D9" w:rsidRDefault="002B7FBB" w:rsidP="002B7FBB">
            <w:pPr>
              <w:spacing w:after="0"/>
              <w:rPr>
                <w:iCs/>
                <w:lang w:eastAsia="en-AU"/>
              </w:rPr>
            </w:pPr>
          </w:p>
        </w:tc>
      </w:tr>
      <w:tr w:rsidR="009571B4" w14:paraId="12840BD5" w14:textId="77777777" w:rsidTr="002B7FBB">
        <w:trPr>
          <w:cantSplit/>
        </w:trPr>
        <w:tc>
          <w:tcPr>
            <w:tcW w:w="367" w:type="pct"/>
            <w:shd w:val="clear" w:color="auto" w:fill="D9F1E4"/>
            <w:vAlign w:val="center"/>
          </w:tcPr>
          <w:p w14:paraId="12840BCF" w14:textId="77777777" w:rsidR="002B7FBB" w:rsidRPr="00BB5D36" w:rsidRDefault="00D014E2" w:rsidP="002B7FBB">
            <w:pPr>
              <w:spacing w:after="0"/>
              <w:jc w:val="center"/>
              <w:rPr>
                <w:b/>
                <w:iCs/>
                <w:lang w:eastAsia="en-AU"/>
              </w:rPr>
            </w:pPr>
            <w:r>
              <w:rPr>
                <w:b/>
                <w:iCs/>
                <w:lang w:eastAsia="en-AU"/>
              </w:rPr>
              <w:t>9</w:t>
            </w:r>
          </w:p>
        </w:tc>
        <w:tc>
          <w:tcPr>
            <w:tcW w:w="511" w:type="pct"/>
          </w:tcPr>
          <w:p w14:paraId="12840BD0" w14:textId="77777777" w:rsidR="002B7FBB" w:rsidRPr="00DC77D9" w:rsidRDefault="002B7FBB" w:rsidP="002B7FBB">
            <w:pPr>
              <w:spacing w:after="0"/>
              <w:rPr>
                <w:iCs/>
                <w:lang w:eastAsia="en-AU"/>
              </w:rPr>
            </w:pPr>
          </w:p>
        </w:tc>
        <w:tc>
          <w:tcPr>
            <w:tcW w:w="619" w:type="pct"/>
          </w:tcPr>
          <w:p w14:paraId="12840BD1"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D2"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D3" w14:textId="77777777" w:rsidR="002B7FBB" w:rsidRPr="00DC77D9" w:rsidRDefault="002B7FBB" w:rsidP="002B7FBB">
            <w:pPr>
              <w:spacing w:after="0"/>
              <w:rPr>
                <w:iCs/>
                <w:lang w:eastAsia="en-AU"/>
              </w:rPr>
            </w:pPr>
          </w:p>
        </w:tc>
        <w:tc>
          <w:tcPr>
            <w:tcW w:w="1491" w:type="pct"/>
          </w:tcPr>
          <w:p w14:paraId="12840BD4" w14:textId="77777777" w:rsidR="002B7FBB" w:rsidRPr="00DC77D9" w:rsidRDefault="002B7FBB" w:rsidP="002B7FBB">
            <w:pPr>
              <w:spacing w:after="0"/>
              <w:rPr>
                <w:iCs/>
                <w:lang w:eastAsia="en-AU"/>
              </w:rPr>
            </w:pPr>
          </w:p>
        </w:tc>
      </w:tr>
      <w:tr w:rsidR="009571B4" w14:paraId="12840BDC" w14:textId="77777777" w:rsidTr="002B7FBB">
        <w:trPr>
          <w:cantSplit/>
        </w:trPr>
        <w:tc>
          <w:tcPr>
            <w:tcW w:w="367" w:type="pct"/>
            <w:shd w:val="clear" w:color="auto" w:fill="D9F1E4"/>
            <w:vAlign w:val="center"/>
          </w:tcPr>
          <w:p w14:paraId="12840BD6" w14:textId="77777777" w:rsidR="002B7FBB" w:rsidRPr="00BB5D36" w:rsidRDefault="00D014E2" w:rsidP="002B7FBB">
            <w:pPr>
              <w:spacing w:after="0"/>
              <w:jc w:val="center"/>
              <w:rPr>
                <w:b/>
                <w:iCs/>
                <w:lang w:eastAsia="en-AU"/>
              </w:rPr>
            </w:pPr>
            <w:r>
              <w:rPr>
                <w:b/>
                <w:iCs/>
                <w:lang w:eastAsia="en-AU"/>
              </w:rPr>
              <w:t>10</w:t>
            </w:r>
          </w:p>
        </w:tc>
        <w:tc>
          <w:tcPr>
            <w:tcW w:w="511" w:type="pct"/>
          </w:tcPr>
          <w:p w14:paraId="12840BD7" w14:textId="77777777" w:rsidR="002B7FBB" w:rsidRPr="00DC77D9" w:rsidRDefault="002B7FBB" w:rsidP="002B7FBB">
            <w:pPr>
              <w:spacing w:after="0"/>
              <w:rPr>
                <w:iCs/>
                <w:lang w:eastAsia="en-AU"/>
              </w:rPr>
            </w:pPr>
          </w:p>
        </w:tc>
        <w:tc>
          <w:tcPr>
            <w:tcW w:w="619" w:type="pct"/>
          </w:tcPr>
          <w:p w14:paraId="12840BD8"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D9"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DA" w14:textId="77777777" w:rsidR="002B7FBB" w:rsidRPr="00DC77D9" w:rsidRDefault="002B7FBB" w:rsidP="002B7FBB">
            <w:pPr>
              <w:spacing w:after="0"/>
              <w:rPr>
                <w:iCs/>
                <w:lang w:eastAsia="en-AU"/>
              </w:rPr>
            </w:pPr>
          </w:p>
        </w:tc>
        <w:tc>
          <w:tcPr>
            <w:tcW w:w="1491" w:type="pct"/>
          </w:tcPr>
          <w:p w14:paraId="12840BDB" w14:textId="77777777" w:rsidR="002B7FBB" w:rsidRPr="00DC77D9" w:rsidRDefault="002B7FBB" w:rsidP="002B7FBB">
            <w:pPr>
              <w:spacing w:after="0"/>
              <w:rPr>
                <w:iCs/>
                <w:lang w:eastAsia="en-AU"/>
              </w:rPr>
            </w:pPr>
          </w:p>
        </w:tc>
      </w:tr>
      <w:tr w:rsidR="009571B4" w14:paraId="12840BE3" w14:textId="77777777" w:rsidTr="002B7FBB">
        <w:trPr>
          <w:cantSplit/>
        </w:trPr>
        <w:tc>
          <w:tcPr>
            <w:tcW w:w="367" w:type="pct"/>
            <w:shd w:val="clear" w:color="auto" w:fill="D9F1E4"/>
            <w:vAlign w:val="center"/>
          </w:tcPr>
          <w:p w14:paraId="12840BDD" w14:textId="77777777" w:rsidR="002B7FBB" w:rsidRPr="00BB5D36" w:rsidRDefault="00D014E2" w:rsidP="002B7FBB">
            <w:pPr>
              <w:spacing w:after="0"/>
              <w:jc w:val="center"/>
              <w:rPr>
                <w:b/>
                <w:iCs/>
                <w:lang w:eastAsia="en-AU"/>
              </w:rPr>
            </w:pPr>
            <w:r>
              <w:rPr>
                <w:b/>
                <w:iCs/>
                <w:lang w:eastAsia="en-AU"/>
              </w:rPr>
              <w:t>11</w:t>
            </w:r>
          </w:p>
        </w:tc>
        <w:tc>
          <w:tcPr>
            <w:tcW w:w="511" w:type="pct"/>
          </w:tcPr>
          <w:p w14:paraId="12840BDE" w14:textId="77777777" w:rsidR="002B7FBB" w:rsidRPr="00DC77D9" w:rsidRDefault="002B7FBB" w:rsidP="002B7FBB">
            <w:pPr>
              <w:spacing w:after="0"/>
              <w:rPr>
                <w:iCs/>
                <w:lang w:eastAsia="en-AU"/>
              </w:rPr>
            </w:pPr>
          </w:p>
        </w:tc>
        <w:tc>
          <w:tcPr>
            <w:tcW w:w="619" w:type="pct"/>
          </w:tcPr>
          <w:p w14:paraId="12840BDF"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E0"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E1" w14:textId="77777777" w:rsidR="002B7FBB" w:rsidRPr="00DC77D9" w:rsidRDefault="002B7FBB" w:rsidP="002B7FBB">
            <w:pPr>
              <w:spacing w:after="0"/>
              <w:rPr>
                <w:iCs/>
                <w:lang w:eastAsia="en-AU"/>
              </w:rPr>
            </w:pPr>
          </w:p>
        </w:tc>
        <w:tc>
          <w:tcPr>
            <w:tcW w:w="1491" w:type="pct"/>
          </w:tcPr>
          <w:p w14:paraId="12840BE2" w14:textId="77777777" w:rsidR="002B7FBB" w:rsidRPr="00DC77D9" w:rsidRDefault="002B7FBB" w:rsidP="002B7FBB">
            <w:pPr>
              <w:spacing w:after="0"/>
              <w:rPr>
                <w:iCs/>
                <w:lang w:eastAsia="en-AU"/>
              </w:rPr>
            </w:pPr>
          </w:p>
        </w:tc>
      </w:tr>
      <w:tr w:rsidR="009571B4" w14:paraId="12840BEA" w14:textId="77777777" w:rsidTr="002B7FBB">
        <w:trPr>
          <w:cantSplit/>
        </w:trPr>
        <w:tc>
          <w:tcPr>
            <w:tcW w:w="367" w:type="pct"/>
            <w:shd w:val="clear" w:color="auto" w:fill="D9F1E4"/>
            <w:vAlign w:val="center"/>
          </w:tcPr>
          <w:p w14:paraId="12840BE4" w14:textId="77777777" w:rsidR="002B7FBB" w:rsidRPr="00BB5D36" w:rsidRDefault="00D014E2" w:rsidP="002B7FBB">
            <w:pPr>
              <w:spacing w:after="0"/>
              <w:jc w:val="center"/>
              <w:rPr>
                <w:b/>
                <w:iCs/>
                <w:lang w:eastAsia="en-AU"/>
              </w:rPr>
            </w:pPr>
            <w:r>
              <w:rPr>
                <w:b/>
                <w:iCs/>
                <w:lang w:eastAsia="en-AU"/>
              </w:rPr>
              <w:t>12</w:t>
            </w:r>
          </w:p>
        </w:tc>
        <w:tc>
          <w:tcPr>
            <w:tcW w:w="511" w:type="pct"/>
          </w:tcPr>
          <w:p w14:paraId="12840BE5" w14:textId="77777777" w:rsidR="002B7FBB" w:rsidRPr="00DC77D9" w:rsidRDefault="002B7FBB" w:rsidP="002B7FBB">
            <w:pPr>
              <w:spacing w:after="0"/>
              <w:rPr>
                <w:iCs/>
                <w:lang w:eastAsia="en-AU"/>
              </w:rPr>
            </w:pPr>
          </w:p>
        </w:tc>
        <w:tc>
          <w:tcPr>
            <w:tcW w:w="619" w:type="pct"/>
          </w:tcPr>
          <w:p w14:paraId="12840BE6"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E7"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E8" w14:textId="77777777" w:rsidR="002B7FBB" w:rsidRPr="00DC77D9" w:rsidRDefault="002B7FBB" w:rsidP="002B7FBB">
            <w:pPr>
              <w:spacing w:after="0"/>
              <w:rPr>
                <w:iCs/>
                <w:lang w:eastAsia="en-AU"/>
              </w:rPr>
            </w:pPr>
          </w:p>
        </w:tc>
        <w:tc>
          <w:tcPr>
            <w:tcW w:w="1491" w:type="pct"/>
          </w:tcPr>
          <w:p w14:paraId="12840BE9" w14:textId="77777777" w:rsidR="002B7FBB" w:rsidRPr="00DC77D9" w:rsidRDefault="002B7FBB" w:rsidP="002B7FBB">
            <w:pPr>
              <w:spacing w:after="0"/>
              <w:rPr>
                <w:iCs/>
                <w:lang w:eastAsia="en-AU"/>
              </w:rPr>
            </w:pPr>
          </w:p>
        </w:tc>
      </w:tr>
      <w:tr w:rsidR="009571B4" w14:paraId="12840BF1" w14:textId="77777777" w:rsidTr="002B7FBB">
        <w:trPr>
          <w:cantSplit/>
        </w:trPr>
        <w:tc>
          <w:tcPr>
            <w:tcW w:w="367" w:type="pct"/>
            <w:shd w:val="clear" w:color="auto" w:fill="D9F1E4"/>
            <w:vAlign w:val="center"/>
          </w:tcPr>
          <w:p w14:paraId="12840BEB" w14:textId="77777777" w:rsidR="002B7FBB" w:rsidRPr="00BB5D36" w:rsidRDefault="00D014E2" w:rsidP="002B7FBB">
            <w:pPr>
              <w:spacing w:after="0"/>
              <w:jc w:val="center"/>
              <w:rPr>
                <w:b/>
                <w:iCs/>
                <w:lang w:eastAsia="en-AU"/>
              </w:rPr>
            </w:pPr>
            <w:r>
              <w:rPr>
                <w:b/>
                <w:iCs/>
                <w:lang w:eastAsia="en-AU"/>
              </w:rPr>
              <w:t>13</w:t>
            </w:r>
          </w:p>
        </w:tc>
        <w:tc>
          <w:tcPr>
            <w:tcW w:w="511" w:type="pct"/>
          </w:tcPr>
          <w:p w14:paraId="12840BEC" w14:textId="77777777" w:rsidR="002B7FBB" w:rsidRPr="00DC77D9" w:rsidRDefault="002B7FBB" w:rsidP="002B7FBB">
            <w:pPr>
              <w:spacing w:after="0"/>
              <w:rPr>
                <w:iCs/>
                <w:lang w:eastAsia="en-AU"/>
              </w:rPr>
            </w:pPr>
          </w:p>
        </w:tc>
        <w:tc>
          <w:tcPr>
            <w:tcW w:w="619" w:type="pct"/>
          </w:tcPr>
          <w:p w14:paraId="12840BED"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EE"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EF" w14:textId="77777777" w:rsidR="002B7FBB" w:rsidRPr="00DC77D9" w:rsidRDefault="002B7FBB" w:rsidP="002B7FBB">
            <w:pPr>
              <w:spacing w:after="0"/>
              <w:rPr>
                <w:iCs/>
                <w:lang w:eastAsia="en-AU"/>
              </w:rPr>
            </w:pPr>
          </w:p>
        </w:tc>
        <w:tc>
          <w:tcPr>
            <w:tcW w:w="1491" w:type="pct"/>
          </w:tcPr>
          <w:p w14:paraId="12840BF0" w14:textId="77777777" w:rsidR="002B7FBB" w:rsidRPr="00DC77D9" w:rsidRDefault="002B7FBB" w:rsidP="002B7FBB">
            <w:pPr>
              <w:spacing w:after="0"/>
              <w:rPr>
                <w:iCs/>
                <w:lang w:eastAsia="en-AU"/>
              </w:rPr>
            </w:pPr>
          </w:p>
        </w:tc>
      </w:tr>
      <w:tr w:rsidR="009571B4" w14:paraId="12840BF8" w14:textId="77777777" w:rsidTr="002B7FBB">
        <w:trPr>
          <w:cantSplit/>
        </w:trPr>
        <w:tc>
          <w:tcPr>
            <w:tcW w:w="367" w:type="pct"/>
            <w:shd w:val="clear" w:color="auto" w:fill="D9F1E4"/>
            <w:vAlign w:val="center"/>
          </w:tcPr>
          <w:p w14:paraId="12840BF2" w14:textId="77777777" w:rsidR="002B7FBB" w:rsidRPr="00BB5D36" w:rsidRDefault="00D014E2" w:rsidP="002B7FBB">
            <w:pPr>
              <w:spacing w:after="0"/>
              <w:jc w:val="center"/>
              <w:rPr>
                <w:b/>
                <w:iCs/>
                <w:lang w:eastAsia="en-AU"/>
              </w:rPr>
            </w:pPr>
            <w:r>
              <w:rPr>
                <w:b/>
                <w:iCs/>
                <w:lang w:eastAsia="en-AU"/>
              </w:rPr>
              <w:t>14</w:t>
            </w:r>
          </w:p>
        </w:tc>
        <w:tc>
          <w:tcPr>
            <w:tcW w:w="511" w:type="pct"/>
          </w:tcPr>
          <w:p w14:paraId="12840BF3" w14:textId="77777777" w:rsidR="002B7FBB" w:rsidRPr="00DC77D9" w:rsidRDefault="002B7FBB" w:rsidP="002B7FBB">
            <w:pPr>
              <w:spacing w:after="0"/>
              <w:rPr>
                <w:iCs/>
                <w:lang w:eastAsia="en-AU"/>
              </w:rPr>
            </w:pPr>
          </w:p>
        </w:tc>
        <w:tc>
          <w:tcPr>
            <w:tcW w:w="619" w:type="pct"/>
          </w:tcPr>
          <w:p w14:paraId="12840BF4"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F5"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F6" w14:textId="77777777" w:rsidR="002B7FBB" w:rsidRPr="00DC77D9" w:rsidRDefault="002B7FBB" w:rsidP="002B7FBB">
            <w:pPr>
              <w:spacing w:after="0"/>
              <w:rPr>
                <w:iCs/>
                <w:lang w:eastAsia="en-AU"/>
              </w:rPr>
            </w:pPr>
          </w:p>
        </w:tc>
        <w:tc>
          <w:tcPr>
            <w:tcW w:w="1491" w:type="pct"/>
          </w:tcPr>
          <w:p w14:paraId="12840BF7" w14:textId="77777777" w:rsidR="002B7FBB" w:rsidRPr="00DC77D9" w:rsidRDefault="002B7FBB" w:rsidP="002B7FBB">
            <w:pPr>
              <w:spacing w:after="0"/>
              <w:rPr>
                <w:iCs/>
                <w:lang w:eastAsia="en-AU"/>
              </w:rPr>
            </w:pPr>
          </w:p>
        </w:tc>
      </w:tr>
      <w:tr w:rsidR="009571B4" w14:paraId="12840BFF" w14:textId="77777777" w:rsidTr="002B7FBB">
        <w:trPr>
          <w:cantSplit/>
        </w:trPr>
        <w:tc>
          <w:tcPr>
            <w:tcW w:w="367" w:type="pct"/>
            <w:shd w:val="clear" w:color="auto" w:fill="D9F1E4"/>
            <w:vAlign w:val="center"/>
          </w:tcPr>
          <w:p w14:paraId="12840BF9" w14:textId="77777777" w:rsidR="002B7FBB" w:rsidRPr="00BB5D36" w:rsidRDefault="00D014E2" w:rsidP="002B7FBB">
            <w:pPr>
              <w:spacing w:after="0"/>
              <w:jc w:val="center"/>
              <w:rPr>
                <w:b/>
                <w:iCs/>
                <w:lang w:eastAsia="en-AU"/>
              </w:rPr>
            </w:pPr>
            <w:r>
              <w:rPr>
                <w:b/>
                <w:iCs/>
                <w:lang w:eastAsia="en-AU"/>
              </w:rPr>
              <w:t>15</w:t>
            </w:r>
          </w:p>
        </w:tc>
        <w:tc>
          <w:tcPr>
            <w:tcW w:w="511" w:type="pct"/>
          </w:tcPr>
          <w:p w14:paraId="12840BFA" w14:textId="77777777" w:rsidR="002B7FBB" w:rsidRPr="00DC77D9" w:rsidRDefault="002B7FBB" w:rsidP="002B7FBB">
            <w:pPr>
              <w:spacing w:after="0"/>
              <w:rPr>
                <w:iCs/>
                <w:lang w:eastAsia="en-AU"/>
              </w:rPr>
            </w:pPr>
          </w:p>
        </w:tc>
        <w:tc>
          <w:tcPr>
            <w:tcW w:w="619" w:type="pct"/>
          </w:tcPr>
          <w:p w14:paraId="12840BFB"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BFC"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BFD" w14:textId="77777777" w:rsidR="002B7FBB" w:rsidRPr="00DC77D9" w:rsidRDefault="002B7FBB" w:rsidP="002B7FBB">
            <w:pPr>
              <w:spacing w:after="0"/>
              <w:rPr>
                <w:iCs/>
                <w:lang w:eastAsia="en-AU"/>
              </w:rPr>
            </w:pPr>
          </w:p>
        </w:tc>
        <w:tc>
          <w:tcPr>
            <w:tcW w:w="1491" w:type="pct"/>
          </w:tcPr>
          <w:p w14:paraId="12840BFE" w14:textId="77777777" w:rsidR="002B7FBB" w:rsidRPr="00DC77D9" w:rsidRDefault="002B7FBB" w:rsidP="002B7FBB">
            <w:pPr>
              <w:spacing w:after="0"/>
              <w:rPr>
                <w:iCs/>
                <w:lang w:eastAsia="en-AU"/>
              </w:rPr>
            </w:pPr>
          </w:p>
        </w:tc>
      </w:tr>
      <w:tr w:rsidR="009571B4" w14:paraId="12840C06" w14:textId="77777777" w:rsidTr="002B7FBB">
        <w:trPr>
          <w:cantSplit/>
        </w:trPr>
        <w:tc>
          <w:tcPr>
            <w:tcW w:w="367" w:type="pct"/>
            <w:shd w:val="clear" w:color="auto" w:fill="D9F1E4"/>
            <w:vAlign w:val="center"/>
          </w:tcPr>
          <w:p w14:paraId="12840C00" w14:textId="77777777" w:rsidR="002B7FBB" w:rsidRPr="00BB5D36" w:rsidRDefault="00D014E2" w:rsidP="002B7FBB">
            <w:pPr>
              <w:spacing w:after="0"/>
              <w:jc w:val="center"/>
              <w:rPr>
                <w:b/>
                <w:iCs/>
                <w:lang w:eastAsia="en-AU"/>
              </w:rPr>
            </w:pPr>
            <w:r>
              <w:rPr>
                <w:b/>
                <w:iCs/>
                <w:lang w:eastAsia="en-AU"/>
              </w:rPr>
              <w:t>16</w:t>
            </w:r>
          </w:p>
        </w:tc>
        <w:tc>
          <w:tcPr>
            <w:tcW w:w="511" w:type="pct"/>
          </w:tcPr>
          <w:p w14:paraId="12840C01" w14:textId="77777777" w:rsidR="002B7FBB" w:rsidRPr="00DC77D9" w:rsidRDefault="002B7FBB" w:rsidP="002B7FBB">
            <w:pPr>
              <w:spacing w:after="0"/>
              <w:rPr>
                <w:iCs/>
                <w:lang w:eastAsia="en-AU"/>
              </w:rPr>
            </w:pPr>
          </w:p>
        </w:tc>
        <w:tc>
          <w:tcPr>
            <w:tcW w:w="619" w:type="pct"/>
          </w:tcPr>
          <w:p w14:paraId="12840C02"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C03"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C04" w14:textId="77777777" w:rsidR="002B7FBB" w:rsidRPr="00DC77D9" w:rsidRDefault="002B7FBB" w:rsidP="002B7FBB">
            <w:pPr>
              <w:spacing w:after="0"/>
              <w:rPr>
                <w:iCs/>
                <w:lang w:eastAsia="en-AU"/>
              </w:rPr>
            </w:pPr>
          </w:p>
        </w:tc>
        <w:tc>
          <w:tcPr>
            <w:tcW w:w="1491" w:type="pct"/>
          </w:tcPr>
          <w:p w14:paraId="12840C05" w14:textId="77777777" w:rsidR="002B7FBB" w:rsidRPr="00DC77D9" w:rsidRDefault="002B7FBB" w:rsidP="002B7FBB">
            <w:pPr>
              <w:spacing w:after="0"/>
              <w:rPr>
                <w:iCs/>
                <w:lang w:eastAsia="en-AU"/>
              </w:rPr>
            </w:pPr>
          </w:p>
        </w:tc>
      </w:tr>
      <w:tr w:rsidR="009571B4" w14:paraId="12840C0D" w14:textId="77777777" w:rsidTr="002B7FBB">
        <w:trPr>
          <w:cantSplit/>
        </w:trPr>
        <w:tc>
          <w:tcPr>
            <w:tcW w:w="367" w:type="pct"/>
            <w:shd w:val="clear" w:color="auto" w:fill="D9F1E4"/>
            <w:vAlign w:val="center"/>
          </w:tcPr>
          <w:p w14:paraId="12840C07" w14:textId="77777777" w:rsidR="002B7FBB" w:rsidRPr="00BB5D36" w:rsidRDefault="00D014E2" w:rsidP="002B7FBB">
            <w:pPr>
              <w:spacing w:after="0"/>
              <w:jc w:val="center"/>
              <w:rPr>
                <w:b/>
                <w:iCs/>
                <w:lang w:eastAsia="en-AU"/>
              </w:rPr>
            </w:pPr>
            <w:r>
              <w:rPr>
                <w:b/>
                <w:iCs/>
                <w:lang w:eastAsia="en-AU"/>
              </w:rPr>
              <w:t>17</w:t>
            </w:r>
          </w:p>
        </w:tc>
        <w:tc>
          <w:tcPr>
            <w:tcW w:w="511" w:type="pct"/>
          </w:tcPr>
          <w:p w14:paraId="12840C08" w14:textId="77777777" w:rsidR="002B7FBB" w:rsidRPr="00DC77D9" w:rsidRDefault="002B7FBB" w:rsidP="002B7FBB">
            <w:pPr>
              <w:spacing w:after="0"/>
              <w:rPr>
                <w:iCs/>
                <w:lang w:eastAsia="en-AU"/>
              </w:rPr>
            </w:pPr>
          </w:p>
        </w:tc>
        <w:tc>
          <w:tcPr>
            <w:tcW w:w="619" w:type="pct"/>
          </w:tcPr>
          <w:p w14:paraId="12840C09"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2840C0A"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2840C0B" w14:textId="77777777" w:rsidR="002B7FBB" w:rsidRPr="00DC77D9" w:rsidRDefault="002B7FBB" w:rsidP="002B7FBB">
            <w:pPr>
              <w:spacing w:after="0"/>
              <w:rPr>
                <w:iCs/>
                <w:lang w:eastAsia="en-AU"/>
              </w:rPr>
            </w:pPr>
          </w:p>
        </w:tc>
        <w:tc>
          <w:tcPr>
            <w:tcW w:w="1491" w:type="pct"/>
          </w:tcPr>
          <w:p w14:paraId="12840C0C" w14:textId="77777777" w:rsidR="002B7FBB" w:rsidRPr="00DC77D9" w:rsidRDefault="002B7FBB" w:rsidP="002B7FBB">
            <w:pPr>
              <w:spacing w:after="0"/>
              <w:rPr>
                <w:iCs/>
                <w:lang w:eastAsia="en-AU"/>
              </w:rPr>
            </w:pPr>
          </w:p>
        </w:tc>
      </w:tr>
    </w:tbl>
    <w:p w14:paraId="12840C0E" w14:textId="77777777" w:rsidR="002B7FBB" w:rsidRPr="00DC77D9" w:rsidRDefault="002B7FBB" w:rsidP="002B7FBB">
      <w:pPr>
        <w:sectPr w:rsidR="002B7FBB" w:rsidRPr="00DC77D9" w:rsidSect="002B7FBB">
          <w:pgSz w:w="16838" w:h="11906" w:orient="landscape"/>
          <w:pgMar w:top="1276" w:right="1701" w:bottom="991" w:left="1232" w:header="708" w:footer="338" w:gutter="0"/>
          <w:cols w:space="708"/>
          <w:docGrid w:linePitch="360"/>
        </w:sectPr>
      </w:pPr>
    </w:p>
    <w:p w14:paraId="12840C0F" w14:textId="77777777" w:rsidR="002B7FBB" w:rsidRPr="00A127CC" w:rsidRDefault="00D014E2" w:rsidP="002B7FBB">
      <w:pPr>
        <w:pStyle w:val="Heading2Green"/>
      </w:pPr>
      <w:bookmarkStart w:id="108" w:name="_Toc521595646"/>
      <w:r w:rsidRPr="00A127CC">
        <w:t>9.</w:t>
      </w:r>
      <w:r w:rsidRPr="008E3EBD">
        <w:tab/>
      </w:r>
      <w:r w:rsidRPr="00A127CC">
        <w:t>Additional Industry/Community Engagement</w:t>
      </w:r>
      <w:bookmarkEnd w:id="108"/>
    </w:p>
    <w:p w14:paraId="12840C10" w14:textId="77777777" w:rsidR="002B7FBB" w:rsidRPr="00082792" w:rsidRDefault="00D014E2" w:rsidP="002B7FBB">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14:paraId="12840C11" w14:textId="77777777" w:rsidR="002B7FBB" w:rsidRDefault="00D014E2" w:rsidP="002B7FBB">
      <w:pPr>
        <w:pStyle w:val="CaptionGreen"/>
      </w:pPr>
      <w:r>
        <w:t xml:space="preserve">Table </w:t>
      </w:r>
      <w:r>
        <w:rPr>
          <w:noProof/>
        </w:rPr>
        <w:t>10</w:t>
      </w:r>
      <w:r>
        <w:t xml:space="preserve"> </w:t>
      </w:r>
      <w:r w:rsidRPr="00225AF0">
        <w:t>Additional Industry/Community 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Additional Industry/Community Engagement"/>
        <w:tblDescription w:val="Additional Industry/Community Engagement"/>
      </w:tblPr>
      <w:tblGrid>
        <w:gridCol w:w="396"/>
        <w:gridCol w:w="2272"/>
        <w:gridCol w:w="2271"/>
        <w:gridCol w:w="2271"/>
        <w:gridCol w:w="1326"/>
        <w:gridCol w:w="5361"/>
      </w:tblGrid>
      <w:tr w:rsidR="009571B4" w14:paraId="12840C21" w14:textId="77777777" w:rsidTr="002B7FBB">
        <w:trPr>
          <w:cantSplit/>
          <w:tblHeader/>
        </w:trPr>
        <w:tc>
          <w:tcPr>
            <w:tcW w:w="142" w:type="pct"/>
            <w:shd w:val="clear" w:color="auto" w:fill="D9F1E4"/>
            <w:vAlign w:val="center"/>
          </w:tcPr>
          <w:p w14:paraId="12840C12" w14:textId="77777777" w:rsidR="002B7FBB" w:rsidRPr="005560EC" w:rsidRDefault="00D014E2" w:rsidP="002B7FBB">
            <w:pPr>
              <w:rPr>
                <w:b/>
              </w:rPr>
            </w:pPr>
            <w:r w:rsidRPr="00C21CF6">
              <w:rPr>
                <w:b/>
                <w:color w:val="D9F1E4"/>
                <w:lang w:eastAsia="en-AU"/>
              </w:rPr>
              <w:t>No</w:t>
            </w:r>
          </w:p>
        </w:tc>
        <w:tc>
          <w:tcPr>
            <w:tcW w:w="817" w:type="pct"/>
            <w:shd w:val="clear" w:color="auto" w:fill="D9F1E4"/>
            <w:vAlign w:val="center"/>
          </w:tcPr>
          <w:p w14:paraId="12840C13" w14:textId="77777777" w:rsidR="002B7FBB" w:rsidRPr="005560EC" w:rsidRDefault="00D014E2" w:rsidP="002B7FBB">
            <w:pPr>
              <w:rPr>
                <w:b/>
              </w:rPr>
            </w:pPr>
            <w:r w:rsidRPr="005560EC">
              <w:rPr>
                <w:b/>
              </w:rPr>
              <w:t>Industry/Organisation</w:t>
            </w:r>
          </w:p>
        </w:tc>
        <w:tc>
          <w:tcPr>
            <w:tcW w:w="817" w:type="pct"/>
            <w:shd w:val="clear" w:color="auto" w:fill="D9F1E4"/>
            <w:vAlign w:val="center"/>
          </w:tcPr>
          <w:p w14:paraId="12840C14" w14:textId="77777777" w:rsidR="002B7FBB" w:rsidRPr="005560EC" w:rsidRDefault="00D014E2" w:rsidP="002B7FBB">
            <w:pPr>
              <w:rPr>
                <w:b/>
              </w:rPr>
            </w:pPr>
            <w:r w:rsidRPr="005560EC">
              <w:rPr>
                <w:b/>
              </w:rPr>
              <w:t>Representative Name</w:t>
            </w:r>
          </w:p>
        </w:tc>
        <w:tc>
          <w:tcPr>
            <w:tcW w:w="817" w:type="pct"/>
            <w:shd w:val="clear" w:color="auto" w:fill="D9F1E4"/>
            <w:vAlign w:val="center"/>
          </w:tcPr>
          <w:p w14:paraId="12840C15" w14:textId="77777777" w:rsidR="002B7FBB" w:rsidRPr="005560EC" w:rsidRDefault="00D014E2" w:rsidP="002B7FBB">
            <w:pPr>
              <w:rPr>
                <w:b/>
              </w:rPr>
            </w:pPr>
            <w:r w:rsidRPr="005560EC">
              <w:rPr>
                <w:b/>
              </w:rPr>
              <w:t>Contact Details</w:t>
            </w:r>
          </w:p>
          <w:p w14:paraId="12840C16" w14:textId="77777777" w:rsidR="002B7FBB" w:rsidRPr="005560EC" w:rsidRDefault="00D014E2" w:rsidP="002B7FBB">
            <w:pPr>
              <w:rPr>
                <w:b/>
              </w:rPr>
            </w:pPr>
            <w:r w:rsidRPr="005560EC">
              <w:rPr>
                <w:b/>
              </w:rPr>
              <w:t>(Email/Telephone)</w:t>
            </w:r>
          </w:p>
        </w:tc>
        <w:tc>
          <w:tcPr>
            <w:tcW w:w="477" w:type="pct"/>
            <w:shd w:val="clear" w:color="auto" w:fill="D9F1E4"/>
            <w:vAlign w:val="center"/>
          </w:tcPr>
          <w:p w14:paraId="12840C17" w14:textId="77777777" w:rsidR="002B7FBB" w:rsidRPr="005560EC" w:rsidRDefault="00D014E2" w:rsidP="002B7FBB">
            <w:pPr>
              <w:rPr>
                <w:b/>
              </w:rPr>
            </w:pPr>
            <w:r w:rsidRPr="005560EC">
              <w:rPr>
                <w:b/>
              </w:rPr>
              <w:t>Date of Consultation</w:t>
            </w:r>
          </w:p>
        </w:tc>
        <w:tc>
          <w:tcPr>
            <w:tcW w:w="1929" w:type="pct"/>
            <w:shd w:val="clear" w:color="auto" w:fill="D9F1E4"/>
            <w:vAlign w:val="center"/>
          </w:tcPr>
          <w:p w14:paraId="12840C18" w14:textId="77777777" w:rsidR="002B7FBB" w:rsidRPr="005560EC" w:rsidRDefault="00D014E2" w:rsidP="002B7FBB">
            <w:pPr>
              <w:rPr>
                <w:b/>
              </w:rPr>
            </w:pPr>
            <w:r w:rsidRPr="005560EC">
              <w:rPr>
                <w:b/>
              </w:rPr>
              <w:t>How did this engagement influence one or more of the following?</w:t>
            </w:r>
          </w:p>
          <w:p w14:paraId="12840C19" w14:textId="77777777" w:rsidR="002B7FBB" w:rsidRPr="00455DCF" w:rsidRDefault="00D014E2" w:rsidP="002B7FBB">
            <w:pPr>
              <w:pStyle w:val="Bulletslist"/>
              <w:spacing w:after="0"/>
            </w:pPr>
            <w:r w:rsidRPr="00455DCF">
              <w:t>Qualification/ Course / Skill set selection</w:t>
            </w:r>
          </w:p>
          <w:p w14:paraId="12840C1A" w14:textId="77777777" w:rsidR="002B7FBB" w:rsidRPr="00455DCF" w:rsidRDefault="00D014E2" w:rsidP="002B7FBB">
            <w:pPr>
              <w:pStyle w:val="Bulletslist"/>
              <w:spacing w:after="0"/>
            </w:pPr>
            <w:r w:rsidRPr="00455DCF">
              <w:t>Elective selection and/or sequencing</w:t>
            </w:r>
          </w:p>
          <w:p w14:paraId="12840C1B" w14:textId="77777777" w:rsidR="002B7FBB" w:rsidRPr="00455DCF" w:rsidRDefault="00D014E2" w:rsidP="002B7FBB">
            <w:pPr>
              <w:pStyle w:val="Bulletslist"/>
              <w:spacing w:after="0"/>
            </w:pPr>
            <w:r w:rsidRPr="00455DCF">
              <w:t>Mode of study</w:t>
            </w:r>
          </w:p>
          <w:p w14:paraId="12840C1C" w14:textId="77777777" w:rsidR="002B7FBB" w:rsidRPr="00455DCF" w:rsidRDefault="00D014E2" w:rsidP="002B7FBB">
            <w:pPr>
              <w:pStyle w:val="Bulletslist"/>
              <w:spacing w:after="0"/>
            </w:pPr>
            <w:r w:rsidRPr="00455DCF">
              <w:t>Training Methods</w:t>
            </w:r>
          </w:p>
          <w:p w14:paraId="12840C1D" w14:textId="77777777" w:rsidR="002B7FBB" w:rsidRPr="00455DCF" w:rsidRDefault="00D014E2" w:rsidP="002B7FBB">
            <w:pPr>
              <w:pStyle w:val="Bulletslist"/>
              <w:spacing w:after="0"/>
            </w:pPr>
            <w:r w:rsidRPr="00455DCF">
              <w:t>Assessment Methods</w:t>
            </w:r>
          </w:p>
          <w:p w14:paraId="12840C1E" w14:textId="77777777" w:rsidR="002B7FBB" w:rsidRPr="00455DCF" w:rsidRDefault="00D014E2" w:rsidP="002B7FBB">
            <w:pPr>
              <w:pStyle w:val="Bulletslist"/>
              <w:spacing w:after="0"/>
            </w:pPr>
            <w:r w:rsidRPr="00455DCF">
              <w:t>Trainer and assessor requirements</w:t>
            </w:r>
          </w:p>
          <w:p w14:paraId="12840C1F" w14:textId="77777777" w:rsidR="002B7FBB" w:rsidRPr="00152B13" w:rsidRDefault="00D014E2" w:rsidP="002B7FBB">
            <w:pPr>
              <w:pStyle w:val="Bulletslist"/>
              <w:spacing w:after="0"/>
              <w:rPr>
                <w:lang w:val="en-AU"/>
              </w:rPr>
            </w:pPr>
            <w:r w:rsidRPr="00455DCF">
              <w:t>Training and assessment resources and equipment</w:t>
            </w:r>
          </w:p>
          <w:p w14:paraId="12840C20" w14:textId="77777777" w:rsidR="002B7FBB" w:rsidRPr="0054326D" w:rsidRDefault="00D014E2" w:rsidP="002B7FBB">
            <w:pPr>
              <w:pStyle w:val="Bulletslist"/>
              <w:spacing w:after="0"/>
            </w:pPr>
            <w:r w:rsidRPr="00152B13">
              <w:rPr>
                <w:lang w:val="en-AU"/>
              </w:rPr>
              <w:t>Contextualisation</w:t>
            </w:r>
          </w:p>
        </w:tc>
      </w:tr>
      <w:tr w:rsidR="009571B4" w14:paraId="12840C28" w14:textId="77777777" w:rsidTr="002B7FBB">
        <w:trPr>
          <w:cantSplit/>
        </w:trPr>
        <w:tc>
          <w:tcPr>
            <w:tcW w:w="142" w:type="pct"/>
            <w:shd w:val="clear" w:color="auto" w:fill="D9F1E4"/>
            <w:vAlign w:val="center"/>
          </w:tcPr>
          <w:p w14:paraId="12840C22" w14:textId="77777777" w:rsidR="002B7FBB" w:rsidRPr="00964A08" w:rsidRDefault="00D014E2" w:rsidP="002B7FBB">
            <w:pPr>
              <w:jc w:val="center"/>
              <w:rPr>
                <w:b/>
              </w:rPr>
            </w:pPr>
            <w:r w:rsidRPr="00964A08">
              <w:rPr>
                <w:b/>
              </w:rPr>
              <w:t>1</w:t>
            </w:r>
          </w:p>
        </w:tc>
        <w:tc>
          <w:tcPr>
            <w:tcW w:w="817" w:type="pct"/>
          </w:tcPr>
          <w:p w14:paraId="12840C23" w14:textId="77777777" w:rsidR="002B7FBB" w:rsidRPr="007D29BD" w:rsidRDefault="002B7FBB" w:rsidP="002B7FBB"/>
        </w:tc>
        <w:tc>
          <w:tcPr>
            <w:tcW w:w="817" w:type="pct"/>
          </w:tcPr>
          <w:p w14:paraId="12840C24" w14:textId="77777777" w:rsidR="002B7FBB" w:rsidRPr="007D29BD" w:rsidRDefault="002B7FBB" w:rsidP="002B7FBB"/>
        </w:tc>
        <w:tc>
          <w:tcPr>
            <w:tcW w:w="817" w:type="pct"/>
          </w:tcPr>
          <w:p w14:paraId="12840C25" w14:textId="77777777" w:rsidR="002B7FBB" w:rsidRPr="007D29BD" w:rsidRDefault="002B7FBB" w:rsidP="002B7FBB"/>
        </w:tc>
        <w:tc>
          <w:tcPr>
            <w:tcW w:w="477" w:type="pct"/>
          </w:tcPr>
          <w:p w14:paraId="12840C26" w14:textId="77777777" w:rsidR="002B7FBB" w:rsidRPr="007D29BD" w:rsidRDefault="002B7FBB" w:rsidP="002B7FBB"/>
        </w:tc>
        <w:tc>
          <w:tcPr>
            <w:tcW w:w="1929" w:type="pct"/>
          </w:tcPr>
          <w:p w14:paraId="12840C27" w14:textId="77777777" w:rsidR="002B7FBB" w:rsidRPr="007D29BD" w:rsidRDefault="002B7FBB" w:rsidP="002B7FBB"/>
        </w:tc>
      </w:tr>
      <w:tr w:rsidR="009571B4" w14:paraId="12840C2F" w14:textId="77777777" w:rsidTr="002B7FBB">
        <w:trPr>
          <w:cantSplit/>
        </w:trPr>
        <w:tc>
          <w:tcPr>
            <w:tcW w:w="142" w:type="pct"/>
            <w:shd w:val="clear" w:color="auto" w:fill="D9F1E4"/>
            <w:vAlign w:val="center"/>
          </w:tcPr>
          <w:p w14:paraId="12840C29" w14:textId="77777777" w:rsidR="002B7FBB" w:rsidRPr="00964A08" w:rsidRDefault="00D014E2" w:rsidP="002B7FBB">
            <w:pPr>
              <w:jc w:val="center"/>
              <w:rPr>
                <w:b/>
              </w:rPr>
            </w:pPr>
            <w:r w:rsidRPr="00964A08">
              <w:rPr>
                <w:b/>
              </w:rPr>
              <w:t>2</w:t>
            </w:r>
          </w:p>
        </w:tc>
        <w:tc>
          <w:tcPr>
            <w:tcW w:w="817" w:type="pct"/>
          </w:tcPr>
          <w:p w14:paraId="12840C2A" w14:textId="77777777" w:rsidR="002B7FBB" w:rsidRPr="007D29BD" w:rsidRDefault="002B7FBB" w:rsidP="002B7FBB"/>
        </w:tc>
        <w:tc>
          <w:tcPr>
            <w:tcW w:w="817" w:type="pct"/>
          </w:tcPr>
          <w:p w14:paraId="12840C2B" w14:textId="77777777" w:rsidR="002B7FBB" w:rsidRPr="007D29BD" w:rsidRDefault="002B7FBB" w:rsidP="002B7FBB"/>
        </w:tc>
        <w:tc>
          <w:tcPr>
            <w:tcW w:w="817" w:type="pct"/>
          </w:tcPr>
          <w:p w14:paraId="12840C2C" w14:textId="77777777" w:rsidR="002B7FBB" w:rsidRPr="007D29BD" w:rsidRDefault="002B7FBB" w:rsidP="002B7FBB"/>
        </w:tc>
        <w:tc>
          <w:tcPr>
            <w:tcW w:w="477" w:type="pct"/>
          </w:tcPr>
          <w:p w14:paraId="12840C2D" w14:textId="77777777" w:rsidR="002B7FBB" w:rsidRPr="007D29BD" w:rsidRDefault="002B7FBB" w:rsidP="002B7FBB"/>
        </w:tc>
        <w:tc>
          <w:tcPr>
            <w:tcW w:w="1929" w:type="pct"/>
          </w:tcPr>
          <w:p w14:paraId="12840C2E" w14:textId="77777777" w:rsidR="002B7FBB" w:rsidRPr="007D29BD" w:rsidRDefault="002B7FBB" w:rsidP="002B7FBB"/>
        </w:tc>
      </w:tr>
      <w:tr w:rsidR="009571B4" w14:paraId="12840C36" w14:textId="77777777" w:rsidTr="002B7FBB">
        <w:trPr>
          <w:cantSplit/>
        </w:trPr>
        <w:tc>
          <w:tcPr>
            <w:tcW w:w="142" w:type="pct"/>
            <w:shd w:val="clear" w:color="auto" w:fill="D9F1E4"/>
            <w:vAlign w:val="center"/>
          </w:tcPr>
          <w:p w14:paraId="12840C30" w14:textId="77777777" w:rsidR="002B7FBB" w:rsidRPr="00964A08" w:rsidRDefault="00D014E2" w:rsidP="002B7FBB">
            <w:pPr>
              <w:jc w:val="center"/>
              <w:rPr>
                <w:b/>
              </w:rPr>
            </w:pPr>
            <w:r w:rsidRPr="00964A08">
              <w:rPr>
                <w:b/>
              </w:rPr>
              <w:t>3</w:t>
            </w:r>
          </w:p>
        </w:tc>
        <w:tc>
          <w:tcPr>
            <w:tcW w:w="817" w:type="pct"/>
          </w:tcPr>
          <w:p w14:paraId="12840C31" w14:textId="77777777" w:rsidR="002B7FBB" w:rsidRPr="007D29BD" w:rsidRDefault="002B7FBB" w:rsidP="002B7FBB"/>
        </w:tc>
        <w:tc>
          <w:tcPr>
            <w:tcW w:w="817" w:type="pct"/>
          </w:tcPr>
          <w:p w14:paraId="12840C32" w14:textId="77777777" w:rsidR="002B7FBB" w:rsidRPr="007D29BD" w:rsidRDefault="002B7FBB" w:rsidP="002B7FBB"/>
        </w:tc>
        <w:tc>
          <w:tcPr>
            <w:tcW w:w="817" w:type="pct"/>
          </w:tcPr>
          <w:p w14:paraId="12840C33" w14:textId="77777777" w:rsidR="002B7FBB" w:rsidRPr="007D29BD" w:rsidRDefault="002B7FBB" w:rsidP="002B7FBB"/>
        </w:tc>
        <w:tc>
          <w:tcPr>
            <w:tcW w:w="477" w:type="pct"/>
          </w:tcPr>
          <w:p w14:paraId="12840C34" w14:textId="77777777" w:rsidR="002B7FBB" w:rsidRPr="007D29BD" w:rsidRDefault="002B7FBB" w:rsidP="002B7FBB"/>
        </w:tc>
        <w:tc>
          <w:tcPr>
            <w:tcW w:w="1929" w:type="pct"/>
          </w:tcPr>
          <w:p w14:paraId="12840C35" w14:textId="77777777" w:rsidR="002B7FBB" w:rsidRPr="007D29BD" w:rsidRDefault="002B7FBB" w:rsidP="002B7FBB"/>
        </w:tc>
      </w:tr>
      <w:tr w:rsidR="009571B4" w14:paraId="12840C3D" w14:textId="77777777" w:rsidTr="002B7FBB">
        <w:trPr>
          <w:cantSplit/>
        </w:trPr>
        <w:tc>
          <w:tcPr>
            <w:tcW w:w="142" w:type="pct"/>
            <w:shd w:val="clear" w:color="auto" w:fill="D9F1E4"/>
            <w:vAlign w:val="center"/>
          </w:tcPr>
          <w:p w14:paraId="12840C37" w14:textId="77777777" w:rsidR="002B7FBB" w:rsidRPr="00964A08" w:rsidRDefault="00D014E2" w:rsidP="002B7FBB">
            <w:pPr>
              <w:jc w:val="center"/>
              <w:rPr>
                <w:b/>
              </w:rPr>
            </w:pPr>
            <w:r w:rsidRPr="00964A08">
              <w:rPr>
                <w:b/>
              </w:rPr>
              <w:t>4</w:t>
            </w:r>
          </w:p>
        </w:tc>
        <w:tc>
          <w:tcPr>
            <w:tcW w:w="817" w:type="pct"/>
          </w:tcPr>
          <w:p w14:paraId="12840C38" w14:textId="77777777" w:rsidR="002B7FBB" w:rsidRPr="007D29BD" w:rsidRDefault="002B7FBB" w:rsidP="002B7FBB"/>
        </w:tc>
        <w:tc>
          <w:tcPr>
            <w:tcW w:w="817" w:type="pct"/>
          </w:tcPr>
          <w:p w14:paraId="12840C39" w14:textId="77777777" w:rsidR="002B7FBB" w:rsidRPr="007D29BD" w:rsidRDefault="002B7FBB" w:rsidP="002B7FBB"/>
        </w:tc>
        <w:tc>
          <w:tcPr>
            <w:tcW w:w="817" w:type="pct"/>
          </w:tcPr>
          <w:p w14:paraId="12840C3A" w14:textId="77777777" w:rsidR="002B7FBB" w:rsidRPr="007D29BD" w:rsidRDefault="002B7FBB" w:rsidP="002B7FBB"/>
        </w:tc>
        <w:tc>
          <w:tcPr>
            <w:tcW w:w="477" w:type="pct"/>
          </w:tcPr>
          <w:p w14:paraId="12840C3B" w14:textId="77777777" w:rsidR="002B7FBB" w:rsidRPr="007D29BD" w:rsidRDefault="002B7FBB" w:rsidP="002B7FBB"/>
        </w:tc>
        <w:tc>
          <w:tcPr>
            <w:tcW w:w="1929" w:type="pct"/>
          </w:tcPr>
          <w:p w14:paraId="12840C3C" w14:textId="77777777" w:rsidR="002B7FBB" w:rsidRPr="007D29BD" w:rsidRDefault="002B7FBB" w:rsidP="002B7FBB"/>
        </w:tc>
      </w:tr>
      <w:tr w:rsidR="009571B4" w14:paraId="12840C44" w14:textId="77777777" w:rsidTr="002B7FBB">
        <w:trPr>
          <w:cantSplit/>
        </w:trPr>
        <w:tc>
          <w:tcPr>
            <w:tcW w:w="142" w:type="pct"/>
            <w:shd w:val="clear" w:color="auto" w:fill="D9F1E4"/>
            <w:vAlign w:val="center"/>
          </w:tcPr>
          <w:p w14:paraId="12840C3E" w14:textId="77777777" w:rsidR="002B7FBB" w:rsidRPr="00964A08" w:rsidRDefault="00D014E2" w:rsidP="002B7FBB">
            <w:pPr>
              <w:jc w:val="center"/>
              <w:rPr>
                <w:b/>
              </w:rPr>
            </w:pPr>
            <w:r w:rsidRPr="00964A08">
              <w:rPr>
                <w:b/>
              </w:rPr>
              <w:t>5</w:t>
            </w:r>
          </w:p>
        </w:tc>
        <w:tc>
          <w:tcPr>
            <w:tcW w:w="817" w:type="pct"/>
          </w:tcPr>
          <w:p w14:paraId="12840C3F" w14:textId="77777777" w:rsidR="002B7FBB" w:rsidRPr="007D29BD" w:rsidRDefault="002B7FBB" w:rsidP="002B7FBB"/>
        </w:tc>
        <w:tc>
          <w:tcPr>
            <w:tcW w:w="817" w:type="pct"/>
          </w:tcPr>
          <w:p w14:paraId="12840C40" w14:textId="77777777" w:rsidR="002B7FBB" w:rsidRPr="007D29BD" w:rsidRDefault="002B7FBB" w:rsidP="002B7FBB"/>
        </w:tc>
        <w:tc>
          <w:tcPr>
            <w:tcW w:w="817" w:type="pct"/>
          </w:tcPr>
          <w:p w14:paraId="12840C41" w14:textId="77777777" w:rsidR="002B7FBB" w:rsidRPr="007D29BD" w:rsidRDefault="002B7FBB" w:rsidP="002B7FBB"/>
        </w:tc>
        <w:tc>
          <w:tcPr>
            <w:tcW w:w="477" w:type="pct"/>
          </w:tcPr>
          <w:p w14:paraId="12840C42" w14:textId="77777777" w:rsidR="002B7FBB" w:rsidRPr="007D29BD" w:rsidRDefault="002B7FBB" w:rsidP="002B7FBB"/>
        </w:tc>
        <w:tc>
          <w:tcPr>
            <w:tcW w:w="1929" w:type="pct"/>
          </w:tcPr>
          <w:p w14:paraId="12840C43" w14:textId="77777777" w:rsidR="002B7FBB" w:rsidRPr="007D29BD" w:rsidRDefault="002B7FBB" w:rsidP="002B7FBB"/>
        </w:tc>
      </w:tr>
      <w:tr w:rsidR="009571B4" w14:paraId="12840C4B" w14:textId="77777777" w:rsidTr="002B7FBB">
        <w:trPr>
          <w:cantSplit/>
        </w:trPr>
        <w:tc>
          <w:tcPr>
            <w:tcW w:w="142" w:type="pct"/>
            <w:shd w:val="clear" w:color="auto" w:fill="D9F1E4"/>
            <w:vAlign w:val="center"/>
          </w:tcPr>
          <w:p w14:paraId="12840C45" w14:textId="77777777" w:rsidR="002B7FBB" w:rsidRPr="00964A08" w:rsidRDefault="00D014E2" w:rsidP="002B7FBB">
            <w:pPr>
              <w:jc w:val="center"/>
              <w:rPr>
                <w:b/>
              </w:rPr>
            </w:pPr>
            <w:r w:rsidRPr="00964A08">
              <w:rPr>
                <w:b/>
              </w:rPr>
              <w:t>6</w:t>
            </w:r>
          </w:p>
        </w:tc>
        <w:tc>
          <w:tcPr>
            <w:tcW w:w="817" w:type="pct"/>
          </w:tcPr>
          <w:p w14:paraId="12840C46" w14:textId="77777777" w:rsidR="002B7FBB" w:rsidRPr="007D29BD" w:rsidRDefault="002B7FBB" w:rsidP="002B7FBB"/>
        </w:tc>
        <w:tc>
          <w:tcPr>
            <w:tcW w:w="817" w:type="pct"/>
          </w:tcPr>
          <w:p w14:paraId="12840C47" w14:textId="77777777" w:rsidR="002B7FBB" w:rsidRPr="007D29BD" w:rsidRDefault="002B7FBB" w:rsidP="002B7FBB"/>
        </w:tc>
        <w:tc>
          <w:tcPr>
            <w:tcW w:w="817" w:type="pct"/>
          </w:tcPr>
          <w:p w14:paraId="12840C48" w14:textId="77777777" w:rsidR="002B7FBB" w:rsidRPr="007D29BD" w:rsidRDefault="002B7FBB" w:rsidP="002B7FBB"/>
        </w:tc>
        <w:tc>
          <w:tcPr>
            <w:tcW w:w="477" w:type="pct"/>
          </w:tcPr>
          <w:p w14:paraId="12840C49" w14:textId="77777777" w:rsidR="002B7FBB" w:rsidRPr="007D29BD" w:rsidRDefault="002B7FBB" w:rsidP="002B7FBB"/>
        </w:tc>
        <w:tc>
          <w:tcPr>
            <w:tcW w:w="1929" w:type="pct"/>
          </w:tcPr>
          <w:p w14:paraId="12840C4A" w14:textId="77777777" w:rsidR="002B7FBB" w:rsidRPr="007D29BD" w:rsidRDefault="002B7FBB" w:rsidP="002B7FBB"/>
        </w:tc>
      </w:tr>
      <w:tr w:rsidR="009571B4" w14:paraId="12840C52" w14:textId="77777777" w:rsidTr="002B7FBB">
        <w:trPr>
          <w:cantSplit/>
        </w:trPr>
        <w:tc>
          <w:tcPr>
            <w:tcW w:w="142" w:type="pct"/>
            <w:shd w:val="clear" w:color="auto" w:fill="D9F1E4"/>
            <w:vAlign w:val="center"/>
          </w:tcPr>
          <w:p w14:paraId="12840C4C" w14:textId="77777777" w:rsidR="002B7FBB" w:rsidRPr="00B94BEC" w:rsidRDefault="00D014E2" w:rsidP="002B7FBB">
            <w:pPr>
              <w:jc w:val="center"/>
              <w:rPr>
                <w:b/>
              </w:rPr>
            </w:pPr>
            <w:r w:rsidRPr="00B94BEC">
              <w:rPr>
                <w:b/>
              </w:rPr>
              <w:t>7</w:t>
            </w:r>
          </w:p>
        </w:tc>
        <w:tc>
          <w:tcPr>
            <w:tcW w:w="817" w:type="pct"/>
          </w:tcPr>
          <w:p w14:paraId="12840C4D" w14:textId="77777777" w:rsidR="002B7FBB" w:rsidRPr="007D29BD" w:rsidRDefault="002B7FBB" w:rsidP="002B7FBB"/>
        </w:tc>
        <w:tc>
          <w:tcPr>
            <w:tcW w:w="817" w:type="pct"/>
          </w:tcPr>
          <w:p w14:paraId="12840C4E" w14:textId="77777777" w:rsidR="002B7FBB" w:rsidRPr="007D29BD" w:rsidRDefault="002B7FBB" w:rsidP="002B7FBB"/>
        </w:tc>
        <w:tc>
          <w:tcPr>
            <w:tcW w:w="817" w:type="pct"/>
          </w:tcPr>
          <w:p w14:paraId="12840C4F" w14:textId="77777777" w:rsidR="002B7FBB" w:rsidRPr="007D29BD" w:rsidRDefault="002B7FBB" w:rsidP="002B7FBB"/>
        </w:tc>
        <w:tc>
          <w:tcPr>
            <w:tcW w:w="477" w:type="pct"/>
          </w:tcPr>
          <w:p w14:paraId="12840C50" w14:textId="77777777" w:rsidR="002B7FBB" w:rsidRPr="007D29BD" w:rsidRDefault="002B7FBB" w:rsidP="002B7FBB"/>
        </w:tc>
        <w:tc>
          <w:tcPr>
            <w:tcW w:w="1929" w:type="pct"/>
          </w:tcPr>
          <w:p w14:paraId="12840C51" w14:textId="77777777" w:rsidR="002B7FBB" w:rsidRPr="007D29BD" w:rsidRDefault="002B7FBB" w:rsidP="002B7FBB"/>
        </w:tc>
      </w:tr>
      <w:tr w:rsidR="009571B4" w14:paraId="12840C59" w14:textId="77777777" w:rsidTr="002B7FBB">
        <w:trPr>
          <w:cantSplit/>
        </w:trPr>
        <w:tc>
          <w:tcPr>
            <w:tcW w:w="142" w:type="pct"/>
            <w:shd w:val="clear" w:color="auto" w:fill="D9F1E4"/>
            <w:vAlign w:val="center"/>
          </w:tcPr>
          <w:p w14:paraId="12840C53" w14:textId="77777777" w:rsidR="002B7FBB" w:rsidRPr="00B94BEC" w:rsidRDefault="00D014E2" w:rsidP="002B7FBB">
            <w:pPr>
              <w:jc w:val="center"/>
              <w:rPr>
                <w:b/>
              </w:rPr>
            </w:pPr>
            <w:r>
              <w:rPr>
                <w:b/>
              </w:rPr>
              <w:t>8</w:t>
            </w:r>
          </w:p>
        </w:tc>
        <w:tc>
          <w:tcPr>
            <w:tcW w:w="817" w:type="pct"/>
          </w:tcPr>
          <w:p w14:paraId="12840C54" w14:textId="77777777" w:rsidR="002B7FBB" w:rsidRPr="007D29BD" w:rsidRDefault="002B7FBB" w:rsidP="002B7FBB"/>
        </w:tc>
        <w:tc>
          <w:tcPr>
            <w:tcW w:w="817" w:type="pct"/>
          </w:tcPr>
          <w:p w14:paraId="12840C55" w14:textId="77777777" w:rsidR="002B7FBB" w:rsidRPr="007D29BD" w:rsidRDefault="002B7FBB" w:rsidP="002B7FBB"/>
        </w:tc>
        <w:tc>
          <w:tcPr>
            <w:tcW w:w="817" w:type="pct"/>
          </w:tcPr>
          <w:p w14:paraId="12840C56" w14:textId="77777777" w:rsidR="002B7FBB" w:rsidRPr="007D29BD" w:rsidRDefault="002B7FBB" w:rsidP="002B7FBB"/>
        </w:tc>
        <w:tc>
          <w:tcPr>
            <w:tcW w:w="477" w:type="pct"/>
          </w:tcPr>
          <w:p w14:paraId="12840C57" w14:textId="77777777" w:rsidR="002B7FBB" w:rsidRPr="007D29BD" w:rsidRDefault="002B7FBB" w:rsidP="002B7FBB"/>
        </w:tc>
        <w:tc>
          <w:tcPr>
            <w:tcW w:w="1929" w:type="pct"/>
          </w:tcPr>
          <w:p w14:paraId="12840C58" w14:textId="77777777" w:rsidR="002B7FBB" w:rsidRPr="007D29BD" w:rsidRDefault="002B7FBB" w:rsidP="002B7FBB"/>
        </w:tc>
      </w:tr>
      <w:tr w:rsidR="009571B4" w14:paraId="12840C60" w14:textId="77777777" w:rsidTr="002B7FBB">
        <w:trPr>
          <w:cantSplit/>
        </w:trPr>
        <w:tc>
          <w:tcPr>
            <w:tcW w:w="142" w:type="pct"/>
            <w:shd w:val="clear" w:color="auto" w:fill="D9F1E4"/>
            <w:vAlign w:val="center"/>
          </w:tcPr>
          <w:p w14:paraId="12840C5A" w14:textId="77777777" w:rsidR="002B7FBB" w:rsidRDefault="00D014E2" w:rsidP="002B7FBB">
            <w:pPr>
              <w:jc w:val="center"/>
              <w:rPr>
                <w:b/>
              </w:rPr>
            </w:pPr>
            <w:r>
              <w:rPr>
                <w:b/>
              </w:rPr>
              <w:t>9</w:t>
            </w:r>
          </w:p>
        </w:tc>
        <w:tc>
          <w:tcPr>
            <w:tcW w:w="817" w:type="pct"/>
          </w:tcPr>
          <w:p w14:paraId="12840C5B" w14:textId="77777777" w:rsidR="002B7FBB" w:rsidRPr="007D29BD" w:rsidRDefault="002B7FBB" w:rsidP="002B7FBB"/>
        </w:tc>
        <w:tc>
          <w:tcPr>
            <w:tcW w:w="817" w:type="pct"/>
          </w:tcPr>
          <w:p w14:paraId="12840C5C" w14:textId="77777777" w:rsidR="002B7FBB" w:rsidRPr="007D29BD" w:rsidRDefault="002B7FBB" w:rsidP="002B7FBB"/>
        </w:tc>
        <w:tc>
          <w:tcPr>
            <w:tcW w:w="817" w:type="pct"/>
          </w:tcPr>
          <w:p w14:paraId="12840C5D" w14:textId="77777777" w:rsidR="002B7FBB" w:rsidRPr="007D29BD" w:rsidRDefault="002B7FBB" w:rsidP="002B7FBB"/>
        </w:tc>
        <w:tc>
          <w:tcPr>
            <w:tcW w:w="477" w:type="pct"/>
          </w:tcPr>
          <w:p w14:paraId="12840C5E" w14:textId="77777777" w:rsidR="002B7FBB" w:rsidRPr="007D29BD" w:rsidRDefault="002B7FBB" w:rsidP="002B7FBB"/>
        </w:tc>
        <w:tc>
          <w:tcPr>
            <w:tcW w:w="1929" w:type="pct"/>
          </w:tcPr>
          <w:p w14:paraId="12840C5F" w14:textId="77777777" w:rsidR="002B7FBB" w:rsidRPr="007D29BD" w:rsidRDefault="002B7FBB" w:rsidP="002B7FBB"/>
        </w:tc>
      </w:tr>
    </w:tbl>
    <w:p w14:paraId="12840C61" w14:textId="77777777" w:rsidR="002B7FBB" w:rsidRDefault="002B7FBB" w:rsidP="002B7FBB">
      <w:pPr>
        <w:sectPr w:rsidR="002B7FBB" w:rsidSect="002B7FBB">
          <w:pgSz w:w="16838" w:h="11906" w:orient="landscape"/>
          <w:pgMar w:top="1276" w:right="1701" w:bottom="992" w:left="1230" w:header="709" w:footer="340" w:gutter="0"/>
          <w:cols w:space="708"/>
          <w:docGrid w:linePitch="360"/>
        </w:sectPr>
      </w:pPr>
    </w:p>
    <w:p w14:paraId="12840C62" w14:textId="77777777" w:rsidR="002B7FBB" w:rsidRPr="00A27B2C" w:rsidRDefault="00D014E2" w:rsidP="002B7FBB">
      <w:pPr>
        <w:pStyle w:val="Heading2Green"/>
      </w:pPr>
      <w:bookmarkStart w:id="109" w:name="_Toc521595647"/>
      <w:r>
        <w:t>10.</w:t>
      </w:r>
      <w:r w:rsidRPr="008E3EBD">
        <w:tab/>
      </w:r>
      <w:r w:rsidRPr="00A27B2C">
        <w:t>Assessment Validation</w:t>
      </w:r>
      <w:bookmarkEnd w:id="109"/>
    </w:p>
    <w:p w14:paraId="12840C63" w14:textId="77777777" w:rsidR="002B7FBB" w:rsidRPr="00115E7F" w:rsidRDefault="00D014E2" w:rsidP="002B7FBB">
      <w:pPr>
        <w:pBdr>
          <w:top w:val="single" w:sz="4" w:space="1" w:color="auto"/>
          <w:left w:val="single" w:sz="4" w:space="4" w:color="auto"/>
          <w:bottom w:val="single" w:sz="4" w:space="1" w:color="auto"/>
          <w:right w:val="single" w:sz="4" w:space="4" w:color="auto"/>
        </w:pBdr>
      </w:pPr>
      <w:bookmarkStart w:id="110"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14:paraId="12840C64" w14:textId="77777777" w:rsidR="002B7FBB" w:rsidRPr="00115E7F" w:rsidRDefault="00D014E2" w:rsidP="002B7FBB">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14:paraId="12840C65" w14:textId="77777777" w:rsidR="002B7FBB" w:rsidRPr="00945AA4" w:rsidRDefault="00D014E2" w:rsidP="002B7FBB">
      <w:pPr>
        <w:pStyle w:val="Heading3"/>
        <w:spacing w:before="240"/>
      </w:pPr>
      <w:bookmarkStart w:id="111" w:name="_Toc521595648"/>
      <w:r w:rsidRPr="00945AA4">
        <w:t>10.1</w:t>
      </w:r>
      <w:r w:rsidRPr="00945AA4">
        <w:tab/>
        <w:t>Validation of assessment judgements</w:t>
      </w:r>
      <w:bookmarkEnd w:id="110"/>
      <w:bookmarkEnd w:id="111"/>
    </w:p>
    <w:p w14:paraId="12840C66" w14:textId="77777777" w:rsidR="002B7FBB" w:rsidRDefault="00D014E2" w:rsidP="002B7FBB">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14:paraId="12840C67" w14:textId="77777777" w:rsidR="002B7FBB" w:rsidRDefault="00D014E2" w:rsidP="002B7FBB">
      <w:pPr>
        <w:pStyle w:val="CaptionGreen"/>
      </w:pPr>
      <w:r>
        <w:t xml:space="preserve">Table </w:t>
      </w:r>
      <w:r>
        <w:rPr>
          <w:noProof/>
        </w:rPr>
        <w:t>10</w:t>
      </w:r>
      <w:r>
        <w:t xml:space="preserve"> </w:t>
      </w:r>
      <w:r w:rsidRPr="00CD26DF">
        <w:t>Validation of assessment judgements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Validation of assessment judgements"/>
        <w:tblDescription w:val="Validation of assessment judgements"/>
      </w:tblPr>
      <w:tblGrid>
        <w:gridCol w:w="1365"/>
        <w:gridCol w:w="2265"/>
        <w:gridCol w:w="1868"/>
        <w:gridCol w:w="2661"/>
        <w:gridCol w:w="1469"/>
      </w:tblGrid>
      <w:tr w:rsidR="009571B4" w14:paraId="12840C6D" w14:textId="77777777" w:rsidTr="002B7FBB">
        <w:trPr>
          <w:trHeight w:val="1679"/>
          <w:tblHeader/>
        </w:trPr>
        <w:tc>
          <w:tcPr>
            <w:tcW w:w="709" w:type="pct"/>
            <w:shd w:val="clear" w:color="auto" w:fill="D9F1E4"/>
            <w:vAlign w:val="center"/>
          </w:tcPr>
          <w:p w14:paraId="12840C68" w14:textId="77777777" w:rsidR="002B7FBB" w:rsidRPr="004145A1" w:rsidRDefault="00D014E2" w:rsidP="002B7FBB">
            <w:pPr>
              <w:rPr>
                <w:b/>
              </w:rPr>
            </w:pPr>
            <w:r w:rsidRPr="004145A1">
              <w:rPr>
                <w:b/>
              </w:rPr>
              <w:t>Date of last validation of judgements</w:t>
            </w:r>
          </w:p>
        </w:tc>
        <w:tc>
          <w:tcPr>
            <w:tcW w:w="1176" w:type="pct"/>
            <w:shd w:val="clear" w:color="auto" w:fill="D9F1E4"/>
            <w:vAlign w:val="center"/>
          </w:tcPr>
          <w:p w14:paraId="12840C69" w14:textId="77777777" w:rsidR="002B7FBB" w:rsidRPr="004145A1" w:rsidRDefault="00D014E2" w:rsidP="002B7FBB">
            <w:pPr>
              <w:rPr>
                <w:b/>
                <w:bCs/>
              </w:rPr>
            </w:pPr>
            <w:r w:rsidRPr="004145A1">
              <w:rPr>
                <w:b/>
              </w:rPr>
              <w:t>Codes and names of units validated</w:t>
            </w:r>
          </w:p>
        </w:tc>
        <w:tc>
          <w:tcPr>
            <w:tcW w:w="970" w:type="pct"/>
            <w:shd w:val="clear" w:color="auto" w:fill="D9F1E4"/>
            <w:vAlign w:val="center"/>
          </w:tcPr>
          <w:p w14:paraId="12840C6A" w14:textId="77777777" w:rsidR="002B7FBB" w:rsidRPr="004145A1" w:rsidRDefault="00D014E2" w:rsidP="002B7FBB">
            <w:pPr>
              <w:rPr>
                <w:b/>
              </w:rPr>
            </w:pPr>
            <w:r w:rsidRPr="004145A1">
              <w:rPr>
                <w:b/>
              </w:rPr>
              <w:t>Number of judgements included in the sample for each unit</w:t>
            </w:r>
          </w:p>
        </w:tc>
        <w:tc>
          <w:tcPr>
            <w:tcW w:w="1382" w:type="pct"/>
            <w:shd w:val="clear" w:color="auto" w:fill="D9F1E4"/>
            <w:vAlign w:val="center"/>
          </w:tcPr>
          <w:p w14:paraId="12840C6B" w14:textId="77777777" w:rsidR="002B7FBB" w:rsidRPr="004145A1" w:rsidRDefault="00D014E2" w:rsidP="002B7FBB">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14:paraId="12840C6C" w14:textId="77777777" w:rsidR="002B7FBB" w:rsidRPr="004145A1" w:rsidRDefault="00D014E2" w:rsidP="002B7FBB">
            <w:pPr>
              <w:rPr>
                <w:b/>
              </w:rPr>
            </w:pPr>
            <w:r w:rsidRPr="004145A1">
              <w:rPr>
                <w:b/>
              </w:rPr>
              <w:t>Scheduled date of next validation of judgements</w:t>
            </w:r>
          </w:p>
        </w:tc>
      </w:tr>
      <w:tr w:rsidR="009571B4" w14:paraId="12840C73" w14:textId="77777777" w:rsidTr="002B7FBB">
        <w:trPr>
          <w:trHeight w:val="1426"/>
        </w:trPr>
        <w:tc>
          <w:tcPr>
            <w:tcW w:w="709" w:type="pct"/>
            <w:vAlign w:val="center"/>
          </w:tcPr>
          <w:sdt>
            <w:sdtPr>
              <w:id w:val="-1588525422"/>
              <w:date>
                <w:dateFormat w:val="d MMMM yyyy"/>
                <w:lid w:val="en-AU"/>
                <w:storeMappedDataAs w:val="dateTime"/>
                <w:calendar w:val="gregorian"/>
              </w:date>
            </w:sdtPr>
            <w:sdtEndPr/>
            <w:sdtContent>
              <w:p w14:paraId="12840C6E" w14:textId="77777777" w:rsidR="002B7FBB" w:rsidRPr="007D29BD" w:rsidRDefault="00D014E2" w:rsidP="002B7FBB">
                <w:pPr>
                  <w:jc w:val="center"/>
                </w:pPr>
                <w:r w:rsidRPr="007D29BD">
                  <w:t>Click here to enter a date.</w:t>
                </w:r>
              </w:p>
            </w:sdtContent>
          </w:sdt>
        </w:tc>
        <w:tc>
          <w:tcPr>
            <w:tcW w:w="1176" w:type="pct"/>
            <w:vAlign w:val="center"/>
          </w:tcPr>
          <w:p w14:paraId="12840C6F" w14:textId="77777777" w:rsidR="002B7FBB" w:rsidRPr="007D29BD" w:rsidRDefault="002B7FBB" w:rsidP="002B7FBB">
            <w:pPr>
              <w:jc w:val="center"/>
              <w:rPr>
                <w:rFonts w:eastAsia="Times New Roman"/>
                <w:bCs/>
                <w:sz w:val="20"/>
              </w:rPr>
            </w:pPr>
          </w:p>
        </w:tc>
        <w:tc>
          <w:tcPr>
            <w:tcW w:w="970" w:type="pct"/>
          </w:tcPr>
          <w:p w14:paraId="12840C70" w14:textId="77777777" w:rsidR="002B7FBB" w:rsidRPr="007D29BD" w:rsidRDefault="002B7FBB" w:rsidP="002B7FBB">
            <w:pPr>
              <w:jc w:val="center"/>
              <w:rPr>
                <w:rFonts w:eastAsia="Times New Roman"/>
                <w:bCs/>
                <w:sz w:val="20"/>
              </w:rPr>
            </w:pPr>
          </w:p>
        </w:tc>
        <w:tc>
          <w:tcPr>
            <w:tcW w:w="1382" w:type="pct"/>
          </w:tcPr>
          <w:p w14:paraId="12840C71" w14:textId="77777777" w:rsidR="002B7FBB" w:rsidRPr="007D29BD" w:rsidRDefault="00C9227E" w:rsidP="002B7FBB">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EndPr/>
              <w:sdtContent>
                <w:r w:rsidR="00D014E2">
                  <w:rPr>
                    <w:rFonts w:ascii="MS Gothic" w:eastAsia="MS Gothic" w:hAnsi="MS Gothic" w:hint="eastAsia"/>
                    <w:bCs/>
                    <w:sz w:val="20"/>
                  </w:rPr>
                  <w:t>☐</w:t>
                </w:r>
              </w:sdtContent>
            </w:sdt>
            <w:r w:rsidR="00D014E2"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EndPr/>
              <w:sdtContent>
                <w:r w:rsidR="00D014E2" w:rsidRPr="007D29BD">
                  <w:rPr>
                    <w:rFonts w:ascii="Segoe UI Symbol" w:eastAsia="Times New Roman" w:hAnsi="Segoe UI Symbol" w:cs="Segoe UI Symbol"/>
                    <w:bCs/>
                    <w:sz w:val="20"/>
                  </w:rPr>
                  <w:t>☐</w:t>
                </w:r>
              </w:sdtContent>
            </w:sdt>
            <w:r w:rsidR="00D014E2">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EndPr/>
            <w:sdtContent>
              <w:p w14:paraId="12840C72" w14:textId="77777777" w:rsidR="002B7FBB" w:rsidRPr="007D29BD" w:rsidRDefault="00D014E2" w:rsidP="002B7FBB">
                <w:pPr>
                  <w:jc w:val="center"/>
                </w:pPr>
                <w:r w:rsidRPr="007D29BD">
                  <w:t>Click here to enter a date.</w:t>
                </w:r>
              </w:p>
            </w:sdtContent>
          </w:sdt>
        </w:tc>
      </w:tr>
    </w:tbl>
    <w:p w14:paraId="12840C74" w14:textId="77777777" w:rsidR="002B7FBB" w:rsidRDefault="002B7FBB" w:rsidP="002B7FBB"/>
    <w:p w14:paraId="12840C75" w14:textId="77777777" w:rsidR="002B7FBB" w:rsidRDefault="00D014E2" w:rsidP="002B7FBB">
      <w:pPr>
        <w:pBdr>
          <w:top w:val="single" w:sz="4" w:space="1" w:color="auto"/>
          <w:left w:val="single" w:sz="4" w:space="4" w:color="auto"/>
          <w:bottom w:val="single" w:sz="4" w:space="1" w:color="auto"/>
          <w:right w:val="single" w:sz="4" w:space="4" w:color="auto"/>
        </w:pBdr>
      </w:pPr>
      <w:r w:rsidRPr="007D29BD">
        <w:t>Location of validation record</w:t>
      </w:r>
      <w:r>
        <w:t>:</w:t>
      </w:r>
    </w:p>
    <w:p w14:paraId="12840C76" w14:textId="77777777" w:rsidR="002B7FBB" w:rsidRDefault="002B7FBB" w:rsidP="002B7FBB">
      <w:pPr>
        <w:pBdr>
          <w:top w:val="single" w:sz="4" w:space="1" w:color="auto"/>
          <w:left w:val="single" w:sz="4" w:space="4" w:color="auto"/>
          <w:bottom w:val="single" w:sz="4" w:space="1" w:color="auto"/>
          <w:right w:val="single" w:sz="4" w:space="4" w:color="auto"/>
        </w:pBdr>
      </w:pPr>
    </w:p>
    <w:p w14:paraId="12840C77" w14:textId="77777777" w:rsidR="002B7FBB" w:rsidRPr="007D29BD" w:rsidRDefault="002B7FBB" w:rsidP="002B7FBB">
      <w:pPr>
        <w:pBdr>
          <w:top w:val="single" w:sz="4" w:space="1" w:color="auto"/>
          <w:left w:val="single" w:sz="4" w:space="4" w:color="auto"/>
          <w:bottom w:val="single" w:sz="4" w:space="1" w:color="auto"/>
          <w:right w:val="single" w:sz="4" w:space="4" w:color="auto"/>
        </w:pBdr>
        <w:rPr>
          <w:color w:val="808080"/>
        </w:rPr>
      </w:pPr>
    </w:p>
    <w:p w14:paraId="12840C78" w14:textId="77777777" w:rsidR="002B7FBB" w:rsidRDefault="00D014E2" w:rsidP="002B7FBB">
      <w:pPr>
        <w:pBdr>
          <w:top w:val="single" w:sz="4" w:space="1" w:color="auto"/>
          <w:left w:val="single" w:sz="4" w:space="4" w:color="auto"/>
          <w:bottom w:val="single" w:sz="4" w:space="1" w:color="auto"/>
          <w:right w:val="single" w:sz="4" w:space="4" w:color="auto"/>
        </w:pBdr>
      </w:pPr>
      <w:r w:rsidRPr="007D29BD">
        <w:t>Details confirmed by</w:t>
      </w:r>
      <w:r>
        <w:t xml:space="preserve">: </w:t>
      </w:r>
    </w:p>
    <w:p w14:paraId="12840C79" w14:textId="77777777" w:rsidR="002B7FBB" w:rsidRPr="007D29BD" w:rsidRDefault="00D014E2" w:rsidP="002B7FBB">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14:paraId="12840C7A" w14:textId="77777777" w:rsidR="002B7FBB" w:rsidRDefault="002B7FBB" w:rsidP="002B7FBB"/>
    <w:p w14:paraId="12840C7B" w14:textId="77777777" w:rsidR="002B7FBB" w:rsidRDefault="002B7FBB" w:rsidP="002B7FBB">
      <w:pPr>
        <w:rPr>
          <w:color w:val="45B97C" w:themeColor="accent5"/>
        </w:rPr>
        <w:sectPr w:rsidR="002B7FBB" w:rsidSect="002B7FBB">
          <w:pgSz w:w="11906" w:h="16838"/>
          <w:pgMar w:top="1701" w:right="992" w:bottom="1230" w:left="1276" w:header="709" w:footer="340" w:gutter="0"/>
          <w:cols w:space="708"/>
          <w:docGrid w:linePitch="360"/>
        </w:sectPr>
      </w:pPr>
    </w:p>
    <w:p w14:paraId="12840C7C" w14:textId="77777777" w:rsidR="002B7FBB" w:rsidRPr="00945AA4" w:rsidRDefault="00D014E2" w:rsidP="002B7FBB">
      <w:pPr>
        <w:pStyle w:val="Heading2Green"/>
      </w:pPr>
      <w:bookmarkStart w:id="112" w:name="_Toc521595649"/>
      <w:r w:rsidRPr="00945AA4">
        <w:t>11.</w:t>
      </w:r>
      <w:r w:rsidRPr="00945AA4">
        <w:tab/>
      </w:r>
      <w:r>
        <w:t xml:space="preserve">Delivery TAS </w:t>
      </w:r>
      <w:r w:rsidRPr="00945AA4">
        <w:t>Approval</w:t>
      </w:r>
      <w:bookmarkEnd w:id="112"/>
    </w:p>
    <w:p w14:paraId="12840C7D" w14:textId="77777777" w:rsidR="002B7FBB" w:rsidRPr="007D29BD" w:rsidRDefault="00D014E2" w:rsidP="002B7FBB">
      <w:pPr>
        <w:rPr>
          <w:rStyle w:val="SubtleEmphasis"/>
        </w:rPr>
      </w:pPr>
      <w:bookmarkStart w:id="113" w:name="_Toc517263946"/>
      <w:bookmarkStart w:id="114" w:name="_Toc517704723"/>
      <w:bookmarkStart w:id="115" w:name="_Toc518636878"/>
      <w:bookmarkStart w:id="116" w:name="_Toc518652973"/>
      <w:bookmarkStart w:id="117"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13"/>
      <w:bookmarkEnd w:id="114"/>
      <w:bookmarkEnd w:id="115"/>
      <w:bookmarkEnd w:id="116"/>
      <w:bookmarkEnd w:id="117"/>
    </w:p>
    <w:p w14:paraId="12840C7E"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18" w:name="_Toc520375068"/>
      <w:bookmarkStart w:id="119" w:name="_Toc521595650"/>
      <w:r w:rsidRPr="00861AAE">
        <w:t>Delivery Location</w:t>
      </w:r>
      <w:bookmarkEnd w:id="118"/>
      <w:bookmarkEnd w:id="119"/>
    </w:p>
    <w:p w14:paraId="12840C7F" w14:textId="77777777" w:rsidR="002B7FBB" w:rsidRDefault="00D014E2" w:rsidP="002B7FBB">
      <w:pPr>
        <w:pBdr>
          <w:top w:val="single" w:sz="4" w:space="1" w:color="auto"/>
          <w:left w:val="single" w:sz="4" w:space="4" w:color="auto"/>
          <w:bottom w:val="single" w:sz="4" w:space="1" w:color="auto"/>
          <w:right w:val="single" w:sz="4" w:space="4" w:color="auto"/>
        </w:pBdr>
      </w:pPr>
      <w:r w:rsidRPr="003A3226">
        <w:t>Campus</w:t>
      </w:r>
      <w:r>
        <w:t xml:space="preserve">: </w:t>
      </w:r>
    </w:p>
    <w:p w14:paraId="12840C80"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Region: </w:t>
      </w:r>
    </w:p>
    <w:p w14:paraId="12840C81" w14:textId="77777777" w:rsidR="002B7FBB" w:rsidRDefault="002B7FBB" w:rsidP="002B7FBB">
      <w:pPr>
        <w:rPr>
          <w:b/>
        </w:rPr>
      </w:pPr>
    </w:p>
    <w:p w14:paraId="12840C82"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0" w:name="_Toc520375069"/>
      <w:bookmarkStart w:id="121" w:name="_Toc521595651"/>
      <w:r w:rsidRPr="00861AAE">
        <w:t>Head of Delivery, Implementation and Performance</w:t>
      </w:r>
      <w:bookmarkEnd w:id="120"/>
      <w:bookmarkEnd w:id="121"/>
    </w:p>
    <w:p w14:paraId="12840C83"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12840C84"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 xml:space="preserve">: </w:t>
      </w:r>
    </w:p>
    <w:p w14:paraId="12840C85"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12840C86" w14:textId="77777777" w:rsidR="002B7FBB" w:rsidRDefault="002B7FBB" w:rsidP="002B7FBB"/>
    <w:p w14:paraId="12840C87"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2" w:name="_Toc520375070"/>
      <w:bookmarkStart w:id="123" w:name="_Toc521595652"/>
      <w:r w:rsidRPr="00861AAE">
        <w:t>Head of Skills Team</w:t>
      </w:r>
      <w:bookmarkEnd w:id="122"/>
      <w:bookmarkEnd w:id="123"/>
    </w:p>
    <w:p w14:paraId="12840C88"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12840C89"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w:t>
      </w:r>
    </w:p>
    <w:p w14:paraId="12840C8A"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12840C8B" w14:textId="77777777" w:rsidR="002B7FBB" w:rsidRDefault="002B7FBB" w:rsidP="002B7FBB"/>
    <w:p w14:paraId="12840C8C"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4" w:name="_Toc520375071"/>
      <w:bookmarkStart w:id="125" w:name="_Toc521595653"/>
      <w:r w:rsidRPr="00861AAE">
        <w:t>Team Leader</w:t>
      </w:r>
      <w:r w:rsidRPr="003A3226">
        <w:t xml:space="preserve"> (or equivalent)</w:t>
      </w:r>
      <w:bookmarkEnd w:id="124"/>
      <w:bookmarkEnd w:id="125"/>
    </w:p>
    <w:p w14:paraId="12840C8D"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12840C8E"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w:t>
      </w:r>
    </w:p>
    <w:p w14:paraId="12840C8F" w14:textId="77777777" w:rsidR="002B7FBB"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12840C90" w14:textId="77777777" w:rsidR="002B7FBB" w:rsidRDefault="002B7FBB" w:rsidP="002B7FBB"/>
    <w:sectPr w:rsidR="002B7FBB" w:rsidSect="002B7FBB">
      <w:pgSz w:w="11906" w:h="16838"/>
      <w:pgMar w:top="1701" w:right="992" w:bottom="1230"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0CBB0" w14:textId="77777777" w:rsidR="00C9227E" w:rsidRDefault="00C9227E">
      <w:pPr>
        <w:spacing w:after="0"/>
      </w:pPr>
      <w:r>
        <w:separator/>
      </w:r>
    </w:p>
  </w:endnote>
  <w:endnote w:type="continuationSeparator" w:id="0">
    <w:p w14:paraId="5C06EDED" w14:textId="77777777" w:rsidR="00C9227E" w:rsidRDefault="00C922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0C96" w14:textId="00BF766A" w:rsidR="00985F51" w:rsidRDefault="00985F51" w:rsidP="002B7FBB">
    <w:pPr>
      <w:pStyle w:val="Bodyfooter"/>
      <w:rPr>
        <w:noProof/>
      </w:rPr>
    </w:pPr>
    <w:r>
      <w:rPr>
        <w:noProof/>
      </w:rPr>
      <w:t>Document Title:  MEM30205_TAS_FWS</w:t>
    </w:r>
    <w:r>
      <w:rPr>
        <w:noProof/>
      </w:rPr>
      <w:tab/>
    </w:r>
    <w:r>
      <w:t>Version:  20181129</w:t>
    </w:r>
    <w:r w:rsidRPr="00E56D64">
      <w:tab/>
      <w:t xml:space="preserve">Page </w:t>
    </w:r>
    <w:r w:rsidRPr="00E56D64">
      <w:fldChar w:fldCharType="begin"/>
    </w:r>
    <w:r w:rsidRPr="00E56D64">
      <w:instrText xml:space="preserve"> PAGE  \* Arabic  \* MERGEFORMAT </w:instrText>
    </w:r>
    <w:r w:rsidRPr="00E56D64">
      <w:fldChar w:fldCharType="separate"/>
    </w:r>
    <w:r w:rsidR="00C9227E">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C9227E">
      <w:rPr>
        <w:noProof/>
      </w:rPr>
      <w:t>1</w:t>
    </w:r>
    <w:r>
      <w:rPr>
        <w:noProof/>
      </w:rPr>
      <w:fldChar w:fldCharType="end"/>
    </w:r>
  </w:p>
  <w:p w14:paraId="12840C97" w14:textId="6C25CF1C" w:rsidR="00985F51" w:rsidRPr="002C6AD2" w:rsidRDefault="00985F51" w:rsidP="002B7FBB">
    <w:pPr>
      <w:pStyle w:val="Bodyfooter"/>
    </w:pPr>
    <w:r>
      <w:rPr>
        <w:noProof/>
      </w:rPr>
      <w:t>Resource ID:  MRS_18_02_</w:t>
    </w:r>
    <w:r w:rsidRPr="00197295">
      <w:t xml:space="preserve"> </w:t>
    </w:r>
    <w:r w:rsidRPr="00197295">
      <w:rPr>
        <w:noProof/>
      </w:rPr>
      <w:t>MEM30205_TAS_FWS</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BC0368">
      <w:rPr>
        <w:noProof/>
      </w:rPr>
      <w:t>8 August 2019</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594709405"/>
      <w:docPartObj>
        <w:docPartGallery w:val="Page Numbers (Top of Page)"/>
        <w:docPartUnique/>
      </w:docPartObj>
    </w:sdtPr>
    <w:sdtEndPr>
      <w:rPr>
        <w:rFonts w:cstheme="minorBidi"/>
        <w:sz w:val="16"/>
        <w:szCs w:val="16"/>
      </w:rPr>
    </w:sdtEndPr>
    <w:sdtContent>
      <w:p w14:paraId="12840C9A" w14:textId="77777777" w:rsidR="00985F51" w:rsidRPr="003D4DFB" w:rsidRDefault="00985F51" w:rsidP="002B7FBB">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B18DB" w14:textId="77777777" w:rsidR="00C9227E" w:rsidRDefault="00C9227E">
      <w:pPr>
        <w:spacing w:after="0"/>
      </w:pPr>
      <w:r>
        <w:separator/>
      </w:r>
    </w:p>
  </w:footnote>
  <w:footnote w:type="continuationSeparator" w:id="0">
    <w:p w14:paraId="02973514" w14:textId="77777777" w:rsidR="00C9227E" w:rsidRDefault="00C9227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0C95" w14:textId="54596EA5" w:rsidR="00985F51" w:rsidRPr="00F96AF7" w:rsidRDefault="00985F51" w:rsidP="002B7FBB">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14:anchorId="12840C9C" wp14:editId="12840C9D">
          <wp:extent cx="1501200" cy="360000"/>
          <wp:effectExtent l="0" t="0" r="3810" b="2540"/>
          <wp:docPr id="13" name="Picture 1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EndPr/>
      <w:sdtContent>
        <w:r>
          <w:t>TRAINING AND ASSESSMENT STRATEGY</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0C98" w14:textId="77777777" w:rsidR="00985F51" w:rsidRDefault="00985F51" w:rsidP="002B7FBB">
    <w:pPr>
      <w:pStyle w:val="Heading3"/>
    </w:pPr>
    <w:r>
      <w:t>Qualification/Course assessment guide</w:t>
    </w:r>
  </w:p>
  <w:p w14:paraId="12840C99" w14:textId="77777777" w:rsidR="00985F51" w:rsidRDefault="00985F51" w:rsidP="002B7FBB">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0C9B" w14:textId="77777777" w:rsidR="00985F51" w:rsidRPr="00F96AF7" w:rsidRDefault="00985F51" w:rsidP="002B7FBB">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14:anchorId="12840C9E" wp14:editId="12840C9F">
          <wp:extent cx="1501200" cy="360000"/>
          <wp:effectExtent l="0" t="0" r="3810" b="2540"/>
          <wp:docPr id="14" name="Picture 1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FCA7759"/>
    <w:multiLevelType w:val="hybridMultilevel"/>
    <w:tmpl w:val="A84C201E"/>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07A4B6F"/>
    <w:multiLevelType w:val="hybridMultilevel"/>
    <w:tmpl w:val="71BE1CBC"/>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753DF3"/>
    <w:multiLevelType w:val="hybridMultilevel"/>
    <w:tmpl w:val="0FB4CF46"/>
    <w:lvl w:ilvl="0" w:tplc="E1C0FF42">
      <w:start w:val="1"/>
      <w:numFmt w:val="bullet"/>
      <w:lvlText w:val=""/>
      <w:lvlJc w:val="left"/>
      <w:pPr>
        <w:ind w:left="720" w:hanging="360"/>
      </w:pPr>
      <w:rPr>
        <w:rFonts w:ascii="Wingdings 2" w:hAnsi="Wingdings 2" w:hint="default"/>
      </w:rPr>
    </w:lvl>
    <w:lvl w:ilvl="1" w:tplc="1C30B474">
      <w:start w:val="1"/>
      <w:numFmt w:val="bullet"/>
      <w:lvlText w:val="-"/>
      <w:lvlJc w:val="left"/>
      <w:pPr>
        <w:ind w:left="1440" w:hanging="360"/>
      </w:pPr>
      <w:rPr>
        <w:rFonts w:ascii="Calibri" w:hAnsi="Calibri" w:hint="default"/>
      </w:rPr>
    </w:lvl>
    <w:lvl w:ilvl="2" w:tplc="51105C42" w:tentative="1">
      <w:start w:val="1"/>
      <w:numFmt w:val="bullet"/>
      <w:lvlText w:val=""/>
      <w:lvlJc w:val="left"/>
      <w:pPr>
        <w:ind w:left="2160" w:hanging="360"/>
      </w:pPr>
      <w:rPr>
        <w:rFonts w:ascii="Wingdings" w:hAnsi="Wingdings" w:hint="default"/>
      </w:rPr>
    </w:lvl>
    <w:lvl w:ilvl="3" w:tplc="E4925056" w:tentative="1">
      <w:start w:val="1"/>
      <w:numFmt w:val="bullet"/>
      <w:lvlText w:val=""/>
      <w:lvlJc w:val="left"/>
      <w:pPr>
        <w:ind w:left="2880" w:hanging="360"/>
      </w:pPr>
      <w:rPr>
        <w:rFonts w:ascii="Symbol" w:hAnsi="Symbol" w:hint="default"/>
      </w:rPr>
    </w:lvl>
    <w:lvl w:ilvl="4" w:tplc="66901EE4" w:tentative="1">
      <w:start w:val="1"/>
      <w:numFmt w:val="bullet"/>
      <w:lvlText w:val="o"/>
      <w:lvlJc w:val="left"/>
      <w:pPr>
        <w:ind w:left="3600" w:hanging="360"/>
      </w:pPr>
      <w:rPr>
        <w:rFonts w:ascii="Courier New" w:hAnsi="Courier New" w:cs="Courier New" w:hint="default"/>
      </w:rPr>
    </w:lvl>
    <w:lvl w:ilvl="5" w:tplc="50C296F2" w:tentative="1">
      <w:start w:val="1"/>
      <w:numFmt w:val="bullet"/>
      <w:lvlText w:val=""/>
      <w:lvlJc w:val="left"/>
      <w:pPr>
        <w:ind w:left="4320" w:hanging="360"/>
      </w:pPr>
      <w:rPr>
        <w:rFonts w:ascii="Wingdings" w:hAnsi="Wingdings" w:hint="default"/>
      </w:rPr>
    </w:lvl>
    <w:lvl w:ilvl="6" w:tplc="2A7AD238" w:tentative="1">
      <w:start w:val="1"/>
      <w:numFmt w:val="bullet"/>
      <w:lvlText w:val=""/>
      <w:lvlJc w:val="left"/>
      <w:pPr>
        <w:ind w:left="5040" w:hanging="360"/>
      </w:pPr>
      <w:rPr>
        <w:rFonts w:ascii="Symbol" w:hAnsi="Symbol" w:hint="default"/>
      </w:rPr>
    </w:lvl>
    <w:lvl w:ilvl="7" w:tplc="582E77D8" w:tentative="1">
      <w:start w:val="1"/>
      <w:numFmt w:val="bullet"/>
      <w:lvlText w:val="o"/>
      <w:lvlJc w:val="left"/>
      <w:pPr>
        <w:ind w:left="5760" w:hanging="360"/>
      </w:pPr>
      <w:rPr>
        <w:rFonts w:ascii="Courier New" w:hAnsi="Courier New" w:cs="Courier New" w:hint="default"/>
      </w:rPr>
    </w:lvl>
    <w:lvl w:ilvl="8" w:tplc="04EC3EC8" w:tentative="1">
      <w:start w:val="1"/>
      <w:numFmt w:val="bullet"/>
      <w:lvlText w:val=""/>
      <w:lvlJc w:val="left"/>
      <w:pPr>
        <w:ind w:left="6480" w:hanging="360"/>
      </w:pPr>
      <w:rPr>
        <w:rFonts w:ascii="Wingdings" w:hAnsi="Wingdings" w:hint="default"/>
      </w:rPr>
    </w:lvl>
  </w:abstractNum>
  <w:abstractNum w:abstractNumId="4" w15:restartNumberingAfterBreak="0">
    <w:nsid w:val="1367136C"/>
    <w:multiLevelType w:val="hybridMultilevel"/>
    <w:tmpl w:val="3648D12A"/>
    <w:lvl w:ilvl="0" w:tplc="7D3E13DE">
      <w:start w:val="1"/>
      <w:numFmt w:val="bullet"/>
      <w:lvlText w:val=""/>
      <w:lvlJc w:val="left"/>
      <w:pPr>
        <w:ind w:left="720" w:hanging="360"/>
      </w:pPr>
      <w:rPr>
        <w:rFonts w:ascii="Wingdings 2" w:hAnsi="Wingdings 2" w:hint="default"/>
      </w:rPr>
    </w:lvl>
    <w:lvl w:ilvl="1" w:tplc="7D22EA7A">
      <w:start w:val="1"/>
      <w:numFmt w:val="bullet"/>
      <w:lvlText w:val="-"/>
      <w:lvlJc w:val="left"/>
      <w:pPr>
        <w:ind w:left="1440" w:hanging="360"/>
      </w:pPr>
      <w:rPr>
        <w:rFonts w:ascii="Calibri" w:hAnsi="Calibri" w:hint="default"/>
      </w:rPr>
    </w:lvl>
    <w:lvl w:ilvl="2" w:tplc="D4EAA064" w:tentative="1">
      <w:start w:val="1"/>
      <w:numFmt w:val="bullet"/>
      <w:lvlText w:val=""/>
      <w:lvlJc w:val="left"/>
      <w:pPr>
        <w:ind w:left="2160" w:hanging="360"/>
      </w:pPr>
      <w:rPr>
        <w:rFonts w:ascii="Wingdings" w:hAnsi="Wingdings" w:hint="default"/>
      </w:rPr>
    </w:lvl>
    <w:lvl w:ilvl="3" w:tplc="A362827E" w:tentative="1">
      <w:start w:val="1"/>
      <w:numFmt w:val="bullet"/>
      <w:lvlText w:val=""/>
      <w:lvlJc w:val="left"/>
      <w:pPr>
        <w:ind w:left="2880" w:hanging="360"/>
      </w:pPr>
      <w:rPr>
        <w:rFonts w:ascii="Symbol" w:hAnsi="Symbol" w:hint="default"/>
      </w:rPr>
    </w:lvl>
    <w:lvl w:ilvl="4" w:tplc="86641540" w:tentative="1">
      <w:start w:val="1"/>
      <w:numFmt w:val="bullet"/>
      <w:lvlText w:val="o"/>
      <w:lvlJc w:val="left"/>
      <w:pPr>
        <w:ind w:left="3600" w:hanging="360"/>
      </w:pPr>
      <w:rPr>
        <w:rFonts w:ascii="Courier New" w:hAnsi="Courier New" w:cs="Courier New" w:hint="default"/>
      </w:rPr>
    </w:lvl>
    <w:lvl w:ilvl="5" w:tplc="7A8E1380" w:tentative="1">
      <w:start w:val="1"/>
      <w:numFmt w:val="bullet"/>
      <w:lvlText w:val=""/>
      <w:lvlJc w:val="left"/>
      <w:pPr>
        <w:ind w:left="4320" w:hanging="360"/>
      </w:pPr>
      <w:rPr>
        <w:rFonts w:ascii="Wingdings" w:hAnsi="Wingdings" w:hint="default"/>
      </w:rPr>
    </w:lvl>
    <w:lvl w:ilvl="6" w:tplc="81E26474" w:tentative="1">
      <w:start w:val="1"/>
      <w:numFmt w:val="bullet"/>
      <w:lvlText w:val=""/>
      <w:lvlJc w:val="left"/>
      <w:pPr>
        <w:ind w:left="5040" w:hanging="360"/>
      </w:pPr>
      <w:rPr>
        <w:rFonts w:ascii="Symbol" w:hAnsi="Symbol" w:hint="default"/>
      </w:rPr>
    </w:lvl>
    <w:lvl w:ilvl="7" w:tplc="46BE78BA" w:tentative="1">
      <w:start w:val="1"/>
      <w:numFmt w:val="bullet"/>
      <w:lvlText w:val="o"/>
      <w:lvlJc w:val="left"/>
      <w:pPr>
        <w:ind w:left="5760" w:hanging="360"/>
      </w:pPr>
      <w:rPr>
        <w:rFonts w:ascii="Courier New" w:hAnsi="Courier New" w:cs="Courier New" w:hint="default"/>
      </w:rPr>
    </w:lvl>
    <w:lvl w:ilvl="8" w:tplc="E702CFDC" w:tentative="1">
      <w:start w:val="1"/>
      <w:numFmt w:val="bullet"/>
      <w:lvlText w:val=""/>
      <w:lvlJc w:val="left"/>
      <w:pPr>
        <w:ind w:left="6480" w:hanging="360"/>
      </w:pPr>
      <w:rPr>
        <w:rFonts w:ascii="Wingdings" w:hAnsi="Wingdings" w:hint="default"/>
      </w:rPr>
    </w:lvl>
  </w:abstractNum>
  <w:abstractNum w:abstractNumId="5" w15:restartNumberingAfterBreak="0">
    <w:nsid w:val="141639F1"/>
    <w:multiLevelType w:val="hybridMultilevel"/>
    <w:tmpl w:val="DBE68816"/>
    <w:lvl w:ilvl="0" w:tplc="726AB624">
      <w:start w:val="1"/>
      <w:numFmt w:val="bullet"/>
      <w:lvlText w:val=""/>
      <w:lvlJc w:val="left"/>
      <w:pPr>
        <w:ind w:left="720" w:hanging="360"/>
      </w:pPr>
      <w:rPr>
        <w:rFonts w:ascii="Symbol" w:hAnsi="Symbol" w:hint="default"/>
      </w:rPr>
    </w:lvl>
    <w:lvl w:ilvl="1" w:tplc="30BADC9E" w:tentative="1">
      <w:start w:val="1"/>
      <w:numFmt w:val="bullet"/>
      <w:lvlText w:val="o"/>
      <w:lvlJc w:val="left"/>
      <w:pPr>
        <w:ind w:left="1440" w:hanging="360"/>
      </w:pPr>
      <w:rPr>
        <w:rFonts w:ascii="Courier New" w:hAnsi="Courier New" w:cs="Courier New" w:hint="default"/>
      </w:rPr>
    </w:lvl>
    <w:lvl w:ilvl="2" w:tplc="40C6757A" w:tentative="1">
      <w:start w:val="1"/>
      <w:numFmt w:val="bullet"/>
      <w:lvlText w:val=""/>
      <w:lvlJc w:val="left"/>
      <w:pPr>
        <w:ind w:left="2160" w:hanging="360"/>
      </w:pPr>
      <w:rPr>
        <w:rFonts w:ascii="Wingdings" w:hAnsi="Wingdings" w:hint="default"/>
      </w:rPr>
    </w:lvl>
    <w:lvl w:ilvl="3" w:tplc="619AEAA2" w:tentative="1">
      <w:start w:val="1"/>
      <w:numFmt w:val="bullet"/>
      <w:lvlText w:val=""/>
      <w:lvlJc w:val="left"/>
      <w:pPr>
        <w:ind w:left="2880" w:hanging="360"/>
      </w:pPr>
      <w:rPr>
        <w:rFonts w:ascii="Symbol" w:hAnsi="Symbol" w:hint="default"/>
      </w:rPr>
    </w:lvl>
    <w:lvl w:ilvl="4" w:tplc="FEA2345C" w:tentative="1">
      <w:start w:val="1"/>
      <w:numFmt w:val="bullet"/>
      <w:lvlText w:val="o"/>
      <w:lvlJc w:val="left"/>
      <w:pPr>
        <w:ind w:left="3600" w:hanging="360"/>
      </w:pPr>
      <w:rPr>
        <w:rFonts w:ascii="Courier New" w:hAnsi="Courier New" w:cs="Courier New" w:hint="default"/>
      </w:rPr>
    </w:lvl>
    <w:lvl w:ilvl="5" w:tplc="1CBEF072" w:tentative="1">
      <w:start w:val="1"/>
      <w:numFmt w:val="bullet"/>
      <w:lvlText w:val=""/>
      <w:lvlJc w:val="left"/>
      <w:pPr>
        <w:ind w:left="4320" w:hanging="360"/>
      </w:pPr>
      <w:rPr>
        <w:rFonts w:ascii="Wingdings" w:hAnsi="Wingdings" w:hint="default"/>
      </w:rPr>
    </w:lvl>
    <w:lvl w:ilvl="6" w:tplc="C3E4A0E8" w:tentative="1">
      <w:start w:val="1"/>
      <w:numFmt w:val="bullet"/>
      <w:lvlText w:val=""/>
      <w:lvlJc w:val="left"/>
      <w:pPr>
        <w:ind w:left="5040" w:hanging="360"/>
      </w:pPr>
      <w:rPr>
        <w:rFonts w:ascii="Symbol" w:hAnsi="Symbol" w:hint="default"/>
      </w:rPr>
    </w:lvl>
    <w:lvl w:ilvl="7" w:tplc="8452D620" w:tentative="1">
      <w:start w:val="1"/>
      <w:numFmt w:val="bullet"/>
      <w:lvlText w:val="o"/>
      <w:lvlJc w:val="left"/>
      <w:pPr>
        <w:ind w:left="5760" w:hanging="360"/>
      </w:pPr>
      <w:rPr>
        <w:rFonts w:ascii="Courier New" w:hAnsi="Courier New" w:cs="Courier New" w:hint="default"/>
      </w:rPr>
    </w:lvl>
    <w:lvl w:ilvl="8" w:tplc="48649D6E" w:tentative="1">
      <w:start w:val="1"/>
      <w:numFmt w:val="bullet"/>
      <w:lvlText w:val=""/>
      <w:lvlJc w:val="left"/>
      <w:pPr>
        <w:ind w:left="6480" w:hanging="360"/>
      </w:pPr>
      <w:rPr>
        <w:rFonts w:ascii="Wingdings" w:hAnsi="Wingdings" w:hint="default"/>
      </w:rPr>
    </w:lvl>
  </w:abstractNum>
  <w:abstractNum w:abstractNumId="6" w15:restartNumberingAfterBreak="0">
    <w:nsid w:val="17D630A8"/>
    <w:multiLevelType w:val="hybridMultilevel"/>
    <w:tmpl w:val="3A24F7B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E73DBD"/>
    <w:multiLevelType w:val="hybridMultilevel"/>
    <w:tmpl w:val="A41AF30E"/>
    <w:lvl w:ilvl="0" w:tplc="71844F2E">
      <w:start w:val="1"/>
      <w:numFmt w:val="bullet"/>
      <w:pStyle w:val="ListBullet"/>
      <w:lvlText w:val=""/>
      <w:lvlJc w:val="left"/>
      <w:pPr>
        <w:ind w:left="363" w:hanging="360"/>
      </w:pPr>
      <w:rPr>
        <w:rFonts w:ascii="Symbol" w:hAnsi="Symbol" w:hint="default"/>
      </w:rPr>
    </w:lvl>
    <w:lvl w:ilvl="1" w:tplc="F8D8136A" w:tentative="1">
      <w:start w:val="1"/>
      <w:numFmt w:val="bullet"/>
      <w:lvlText w:val="o"/>
      <w:lvlJc w:val="left"/>
      <w:pPr>
        <w:ind w:left="1083" w:hanging="360"/>
      </w:pPr>
      <w:rPr>
        <w:rFonts w:ascii="Courier New" w:hAnsi="Courier New" w:cs="Symbol" w:hint="default"/>
      </w:rPr>
    </w:lvl>
    <w:lvl w:ilvl="2" w:tplc="4DA2C132" w:tentative="1">
      <w:start w:val="1"/>
      <w:numFmt w:val="bullet"/>
      <w:lvlText w:val=""/>
      <w:lvlJc w:val="left"/>
      <w:pPr>
        <w:ind w:left="1803" w:hanging="360"/>
      </w:pPr>
      <w:rPr>
        <w:rFonts w:ascii="Wingdings" w:hAnsi="Wingdings" w:hint="default"/>
      </w:rPr>
    </w:lvl>
    <w:lvl w:ilvl="3" w:tplc="3D0C652C" w:tentative="1">
      <w:start w:val="1"/>
      <w:numFmt w:val="bullet"/>
      <w:lvlText w:val=""/>
      <w:lvlJc w:val="left"/>
      <w:pPr>
        <w:ind w:left="2523" w:hanging="360"/>
      </w:pPr>
      <w:rPr>
        <w:rFonts w:ascii="Symbol" w:hAnsi="Symbol" w:hint="default"/>
      </w:rPr>
    </w:lvl>
    <w:lvl w:ilvl="4" w:tplc="DDB02690" w:tentative="1">
      <w:start w:val="1"/>
      <w:numFmt w:val="bullet"/>
      <w:lvlText w:val="o"/>
      <w:lvlJc w:val="left"/>
      <w:pPr>
        <w:ind w:left="3243" w:hanging="360"/>
      </w:pPr>
      <w:rPr>
        <w:rFonts w:ascii="Courier New" w:hAnsi="Courier New" w:cs="Symbol" w:hint="default"/>
      </w:rPr>
    </w:lvl>
    <w:lvl w:ilvl="5" w:tplc="B922F7B0" w:tentative="1">
      <w:start w:val="1"/>
      <w:numFmt w:val="bullet"/>
      <w:lvlText w:val=""/>
      <w:lvlJc w:val="left"/>
      <w:pPr>
        <w:ind w:left="3963" w:hanging="360"/>
      </w:pPr>
      <w:rPr>
        <w:rFonts w:ascii="Wingdings" w:hAnsi="Wingdings" w:hint="default"/>
      </w:rPr>
    </w:lvl>
    <w:lvl w:ilvl="6" w:tplc="C66232D0" w:tentative="1">
      <w:start w:val="1"/>
      <w:numFmt w:val="bullet"/>
      <w:lvlText w:val=""/>
      <w:lvlJc w:val="left"/>
      <w:pPr>
        <w:ind w:left="4683" w:hanging="360"/>
      </w:pPr>
      <w:rPr>
        <w:rFonts w:ascii="Symbol" w:hAnsi="Symbol" w:hint="default"/>
      </w:rPr>
    </w:lvl>
    <w:lvl w:ilvl="7" w:tplc="C70814B2" w:tentative="1">
      <w:start w:val="1"/>
      <w:numFmt w:val="bullet"/>
      <w:lvlText w:val="o"/>
      <w:lvlJc w:val="left"/>
      <w:pPr>
        <w:ind w:left="5403" w:hanging="360"/>
      </w:pPr>
      <w:rPr>
        <w:rFonts w:ascii="Courier New" w:hAnsi="Courier New" w:cs="Symbol" w:hint="default"/>
      </w:rPr>
    </w:lvl>
    <w:lvl w:ilvl="8" w:tplc="4B28B6D8" w:tentative="1">
      <w:start w:val="1"/>
      <w:numFmt w:val="bullet"/>
      <w:lvlText w:val=""/>
      <w:lvlJc w:val="left"/>
      <w:pPr>
        <w:ind w:left="6123" w:hanging="360"/>
      </w:pPr>
      <w:rPr>
        <w:rFonts w:ascii="Wingdings" w:hAnsi="Wingdings" w:hint="default"/>
      </w:rPr>
    </w:lvl>
  </w:abstractNum>
  <w:abstractNum w:abstractNumId="8" w15:restartNumberingAfterBreak="0">
    <w:nsid w:val="18343499"/>
    <w:multiLevelType w:val="hybridMultilevel"/>
    <w:tmpl w:val="011E20D8"/>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A8E75A0"/>
    <w:multiLevelType w:val="hybridMultilevel"/>
    <w:tmpl w:val="76EA90E4"/>
    <w:lvl w:ilvl="0" w:tplc="30184FA8">
      <w:start w:val="1"/>
      <w:numFmt w:val="bullet"/>
      <w:lvlText w:val=""/>
      <w:lvlJc w:val="left"/>
      <w:pPr>
        <w:ind w:left="720" w:hanging="360"/>
      </w:pPr>
      <w:rPr>
        <w:rFonts w:ascii="Symbol" w:hAnsi="Symbol" w:hint="default"/>
      </w:rPr>
    </w:lvl>
    <w:lvl w:ilvl="1" w:tplc="720491D8" w:tentative="1">
      <w:start w:val="1"/>
      <w:numFmt w:val="bullet"/>
      <w:lvlText w:val="o"/>
      <w:lvlJc w:val="left"/>
      <w:pPr>
        <w:ind w:left="1440" w:hanging="360"/>
      </w:pPr>
      <w:rPr>
        <w:rFonts w:ascii="Courier New" w:hAnsi="Courier New" w:cs="Courier New" w:hint="default"/>
      </w:rPr>
    </w:lvl>
    <w:lvl w:ilvl="2" w:tplc="B07AE302" w:tentative="1">
      <w:start w:val="1"/>
      <w:numFmt w:val="bullet"/>
      <w:lvlText w:val=""/>
      <w:lvlJc w:val="left"/>
      <w:pPr>
        <w:ind w:left="2160" w:hanging="360"/>
      </w:pPr>
      <w:rPr>
        <w:rFonts w:ascii="Wingdings" w:hAnsi="Wingdings" w:hint="default"/>
      </w:rPr>
    </w:lvl>
    <w:lvl w:ilvl="3" w:tplc="80E43ACC" w:tentative="1">
      <w:start w:val="1"/>
      <w:numFmt w:val="bullet"/>
      <w:lvlText w:val=""/>
      <w:lvlJc w:val="left"/>
      <w:pPr>
        <w:ind w:left="2880" w:hanging="360"/>
      </w:pPr>
      <w:rPr>
        <w:rFonts w:ascii="Symbol" w:hAnsi="Symbol" w:hint="default"/>
      </w:rPr>
    </w:lvl>
    <w:lvl w:ilvl="4" w:tplc="F3DE1ADC" w:tentative="1">
      <w:start w:val="1"/>
      <w:numFmt w:val="bullet"/>
      <w:lvlText w:val="o"/>
      <w:lvlJc w:val="left"/>
      <w:pPr>
        <w:ind w:left="3600" w:hanging="360"/>
      </w:pPr>
      <w:rPr>
        <w:rFonts w:ascii="Courier New" w:hAnsi="Courier New" w:cs="Courier New" w:hint="default"/>
      </w:rPr>
    </w:lvl>
    <w:lvl w:ilvl="5" w:tplc="B828758C" w:tentative="1">
      <w:start w:val="1"/>
      <w:numFmt w:val="bullet"/>
      <w:lvlText w:val=""/>
      <w:lvlJc w:val="left"/>
      <w:pPr>
        <w:ind w:left="4320" w:hanging="360"/>
      </w:pPr>
      <w:rPr>
        <w:rFonts w:ascii="Wingdings" w:hAnsi="Wingdings" w:hint="default"/>
      </w:rPr>
    </w:lvl>
    <w:lvl w:ilvl="6" w:tplc="0A6E6F6A" w:tentative="1">
      <w:start w:val="1"/>
      <w:numFmt w:val="bullet"/>
      <w:lvlText w:val=""/>
      <w:lvlJc w:val="left"/>
      <w:pPr>
        <w:ind w:left="5040" w:hanging="360"/>
      </w:pPr>
      <w:rPr>
        <w:rFonts w:ascii="Symbol" w:hAnsi="Symbol" w:hint="default"/>
      </w:rPr>
    </w:lvl>
    <w:lvl w:ilvl="7" w:tplc="BE3200E0" w:tentative="1">
      <w:start w:val="1"/>
      <w:numFmt w:val="bullet"/>
      <w:lvlText w:val="o"/>
      <w:lvlJc w:val="left"/>
      <w:pPr>
        <w:ind w:left="5760" w:hanging="360"/>
      </w:pPr>
      <w:rPr>
        <w:rFonts w:ascii="Courier New" w:hAnsi="Courier New" w:cs="Courier New" w:hint="default"/>
      </w:rPr>
    </w:lvl>
    <w:lvl w:ilvl="8" w:tplc="EFF8BBD6" w:tentative="1">
      <w:start w:val="1"/>
      <w:numFmt w:val="bullet"/>
      <w:lvlText w:val=""/>
      <w:lvlJc w:val="left"/>
      <w:pPr>
        <w:ind w:left="6480" w:hanging="360"/>
      </w:pPr>
      <w:rPr>
        <w:rFonts w:ascii="Wingdings" w:hAnsi="Wingdings" w:hint="default"/>
      </w:rPr>
    </w:lvl>
  </w:abstractNum>
  <w:abstractNum w:abstractNumId="10" w15:restartNumberingAfterBreak="0">
    <w:nsid w:val="1AB676B9"/>
    <w:multiLevelType w:val="hybridMultilevel"/>
    <w:tmpl w:val="BEAE9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EC5A4C"/>
    <w:multiLevelType w:val="hybridMultilevel"/>
    <w:tmpl w:val="E2C41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2F2670"/>
    <w:multiLevelType w:val="hybridMultilevel"/>
    <w:tmpl w:val="C2F00C12"/>
    <w:lvl w:ilvl="0" w:tplc="39BA134E">
      <w:start w:val="1"/>
      <w:numFmt w:val="bullet"/>
      <w:lvlText w:val=""/>
      <w:lvlJc w:val="left"/>
      <w:pPr>
        <w:ind w:left="1080" w:hanging="360"/>
      </w:pPr>
      <w:rPr>
        <w:rFonts w:ascii="Symbol" w:hAnsi="Symbol" w:hint="default"/>
      </w:rPr>
    </w:lvl>
    <w:lvl w:ilvl="1" w:tplc="0B9A5D10" w:tentative="1">
      <w:start w:val="1"/>
      <w:numFmt w:val="bullet"/>
      <w:lvlText w:val="o"/>
      <w:lvlJc w:val="left"/>
      <w:pPr>
        <w:ind w:left="1800" w:hanging="360"/>
      </w:pPr>
      <w:rPr>
        <w:rFonts w:ascii="Courier New" w:hAnsi="Courier New" w:cs="Courier New" w:hint="default"/>
      </w:rPr>
    </w:lvl>
    <w:lvl w:ilvl="2" w:tplc="BE80B534" w:tentative="1">
      <w:start w:val="1"/>
      <w:numFmt w:val="bullet"/>
      <w:lvlText w:val=""/>
      <w:lvlJc w:val="left"/>
      <w:pPr>
        <w:ind w:left="2520" w:hanging="360"/>
      </w:pPr>
      <w:rPr>
        <w:rFonts w:ascii="Wingdings" w:hAnsi="Wingdings" w:hint="default"/>
      </w:rPr>
    </w:lvl>
    <w:lvl w:ilvl="3" w:tplc="30F220AE" w:tentative="1">
      <w:start w:val="1"/>
      <w:numFmt w:val="bullet"/>
      <w:lvlText w:val=""/>
      <w:lvlJc w:val="left"/>
      <w:pPr>
        <w:ind w:left="3240" w:hanging="360"/>
      </w:pPr>
      <w:rPr>
        <w:rFonts w:ascii="Symbol" w:hAnsi="Symbol" w:hint="default"/>
      </w:rPr>
    </w:lvl>
    <w:lvl w:ilvl="4" w:tplc="39AE42A4" w:tentative="1">
      <w:start w:val="1"/>
      <w:numFmt w:val="bullet"/>
      <w:lvlText w:val="o"/>
      <w:lvlJc w:val="left"/>
      <w:pPr>
        <w:ind w:left="3960" w:hanging="360"/>
      </w:pPr>
      <w:rPr>
        <w:rFonts w:ascii="Courier New" w:hAnsi="Courier New" w:cs="Courier New" w:hint="default"/>
      </w:rPr>
    </w:lvl>
    <w:lvl w:ilvl="5" w:tplc="FE20B0AC" w:tentative="1">
      <w:start w:val="1"/>
      <w:numFmt w:val="bullet"/>
      <w:lvlText w:val=""/>
      <w:lvlJc w:val="left"/>
      <w:pPr>
        <w:ind w:left="4680" w:hanging="360"/>
      </w:pPr>
      <w:rPr>
        <w:rFonts w:ascii="Wingdings" w:hAnsi="Wingdings" w:hint="default"/>
      </w:rPr>
    </w:lvl>
    <w:lvl w:ilvl="6" w:tplc="2C5875E6" w:tentative="1">
      <w:start w:val="1"/>
      <w:numFmt w:val="bullet"/>
      <w:lvlText w:val=""/>
      <w:lvlJc w:val="left"/>
      <w:pPr>
        <w:ind w:left="5400" w:hanging="360"/>
      </w:pPr>
      <w:rPr>
        <w:rFonts w:ascii="Symbol" w:hAnsi="Symbol" w:hint="default"/>
      </w:rPr>
    </w:lvl>
    <w:lvl w:ilvl="7" w:tplc="6D7C9D8E" w:tentative="1">
      <w:start w:val="1"/>
      <w:numFmt w:val="bullet"/>
      <w:lvlText w:val="o"/>
      <w:lvlJc w:val="left"/>
      <w:pPr>
        <w:ind w:left="6120" w:hanging="360"/>
      </w:pPr>
      <w:rPr>
        <w:rFonts w:ascii="Courier New" w:hAnsi="Courier New" w:cs="Courier New" w:hint="default"/>
      </w:rPr>
    </w:lvl>
    <w:lvl w:ilvl="8" w:tplc="DC621A50" w:tentative="1">
      <w:start w:val="1"/>
      <w:numFmt w:val="bullet"/>
      <w:lvlText w:val=""/>
      <w:lvlJc w:val="left"/>
      <w:pPr>
        <w:ind w:left="6840" w:hanging="360"/>
      </w:pPr>
      <w:rPr>
        <w:rFonts w:ascii="Wingdings" w:hAnsi="Wingdings" w:hint="default"/>
      </w:rPr>
    </w:lvl>
  </w:abstractNum>
  <w:abstractNum w:abstractNumId="13" w15:restartNumberingAfterBreak="0">
    <w:nsid w:val="284528D7"/>
    <w:multiLevelType w:val="hybridMultilevel"/>
    <w:tmpl w:val="F1F84E4E"/>
    <w:lvl w:ilvl="0" w:tplc="AEE2926C">
      <w:start w:val="1"/>
      <w:numFmt w:val="bullet"/>
      <w:pStyle w:val="AACDSBulletsTABLE"/>
      <w:lvlText w:val=""/>
      <w:lvlJc w:val="left"/>
      <w:pPr>
        <w:ind w:left="1080" w:hanging="360"/>
      </w:pPr>
      <w:rPr>
        <w:rFonts w:ascii="Symbol" w:hAnsi="Symbol" w:hint="default"/>
        <w:color w:val="000000" w:themeColor="text1"/>
        <w:sz w:val="20"/>
      </w:rPr>
    </w:lvl>
    <w:lvl w:ilvl="1" w:tplc="C6C63CFA" w:tentative="1">
      <w:start w:val="1"/>
      <w:numFmt w:val="bullet"/>
      <w:lvlText w:val="o"/>
      <w:lvlJc w:val="left"/>
      <w:pPr>
        <w:ind w:left="1800" w:hanging="360"/>
      </w:pPr>
      <w:rPr>
        <w:rFonts w:ascii="Courier New" w:hAnsi="Courier New" w:cs="Courier New" w:hint="default"/>
      </w:rPr>
    </w:lvl>
    <w:lvl w:ilvl="2" w:tplc="B804E5FA" w:tentative="1">
      <w:start w:val="1"/>
      <w:numFmt w:val="bullet"/>
      <w:lvlText w:val=""/>
      <w:lvlJc w:val="left"/>
      <w:pPr>
        <w:ind w:left="2520" w:hanging="360"/>
      </w:pPr>
      <w:rPr>
        <w:rFonts w:ascii="Wingdings" w:hAnsi="Wingdings" w:hint="default"/>
      </w:rPr>
    </w:lvl>
    <w:lvl w:ilvl="3" w:tplc="699293E2" w:tentative="1">
      <w:start w:val="1"/>
      <w:numFmt w:val="bullet"/>
      <w:lvlText w:val=""/>
      <w:lvlJc w:val="left"/>
      <w:pPr>
        <w:ind w:left="3240" w:hanging="360"/>
      </w:pPr>
      <w:rPr>
        <w:rFonts w:ascii="Symbol" w:hAnsi="Symbol" w:hint="default"/>
      </w:rPr>
    </w:lvl>
    <w:lvl w:ilvl="4" w:tplc="C5D887CA" w:tentative="1">
      <w:start w:val="1"/>
      <w:numFmt w:val="bullet"/>
      <w:lvlText w:val="o"/>
      <w:lvlJc w:val="left"/>
      <w:pPr>
        <w:ind w:left="3960" w:hanging="360"/>
      </w:pPr>
      <w:rPr>
        <w:rFonts w:ascii="Courier New" w:hAnsi="Courier New" w:cs="Courier New" w:hint="default"/>
      </w:rPr>
    </w:lvl>
    <w:lvl w:ilvl="5" w:tplc="C9266B7C" w:tentative="1">
      <w:start w:val="1"/>
      <w:numFmt w:val="bullet"/>
      <w:lvlText w:val=""/>
      <w:lvlJc w:val="left"/>
      <w:pPr>
        <w:ind w:left="4680" w:hanging="360"/>
      </w:pPr>
      <w:rPr>
        <w:rFonts w:ascii="Wingdings" w:hAnsi="Wingdings" w:hint="default"/>
      </w:rPr>
    </w:lvl>
    <w:lvl w:ilvl="6" w:tplc="07EC3F9C" w:tentative="1">
      <w:start w:val="1"/>
      <w:numFmt w:val="bullet"/>
      <w:lvlText w:val=""/>
      <w:lvlJc w:val="left"/>
      <w:pPr>
        <w:ind w:left="5400" w:hanging="360"/>
      </w:pPr>
      <w:rPr>
        <w:rFonts w:ascii="Symbol" w:hAnsi="Symbol" w:hint="default"/>
      </w:rPr>
    </w:lvl>
    <w:lvl w:ilvl="7" w:tplc="BD304D9A" w:tentative="1">
      <w:start w:val="1"/>
      <w:numFmt w:val="bullet"/>
      <w:lvlText w:val="o"/>
      <w:lvlJc w:val="left"/>
      <w:pPr>
        <w:ind w:left="6120" w:hanging="360"/>
      </w:pPr>
      <w:rPr>
        <w:rFonts w:ascii="Courier New" w:hAnsi="Courier New" w:cs="Courier New" w:hint="default"/>
      </w:rPr>
    </w:lvl>
    <w:lvl w:ilvl="8" w:tplc="6972D994" w:tentative="1">
      <w:start w:val="1"/>
      <w:numFmt w:val="bullet"/>
      <w:lvlText w:val=""/>
      <w:lvlJc w:val="left"/>
      <w:pPr>
        <w:ind w:left="6840" w:hanging="360"/>
      </w:pPr>
      <w:rPr>
        <w:rFonts w:ascii="Wingdings" w:hAnsi="Wingdings" w:hint="default"/>
      </w:rPr>
    </w:lvl>
  </w:abstractNum>
  <w:abstractNum w:abstractNumId="14" w15:restartNumberingAfterBreak="0">
    <w:nsid w:val="30C775A7"/>
    <w:multiLevelType w:val="hybridMultilevel"/>
    <w:tmpl w:val="C8C6D9C6"/>
    <w:lvl w:ilvl="0" w:tplc="DF125EFC">
      <w:start w:val="1"/>
      <w:numFmt w:val="bullet"/>
      <w:lvlText w:val=""/>
      <w:lvlJc w:val="left"/>
      <w:pPr>
        <w:ind w:left="720" w:hanging="360"/>
      </w:pPr>
      <w:rPr>
        <w:rFonts w:ascii="Symbol" w:hAnsi="Symbol" w:hint="default"/>
      </w:rPr>
    </w:lvl>
    <w:lvl w:ilvl="1" w:tplc="7DCED62A" w:tentative="1">
      <w:start w:val="1"/>
      <w:numFmt w:val="bullet"/>
      <w:lvlText w:val="o"/>
      <w:lvlJc w:val="left"/>
      <w:pPr>
        <w:ind w:left="1440" w:hanging="360"/>
      </w:pPr>
      <w:rPr>
        <w:rFonts w:ascii="Courier New" w:hAnsi="Courier New" w:cs="Courier New" w:hint="default"/>
      </w:rPr>
    </w:lvl>
    <w:lvl w:ilvl="2" w:tplc="C06EDEEE" w:tentative="1">
      <w:start w:val="1"/>
      <w:numFmt w:val="bullet"/>
      <w:lvlText w:val=""/>
      <w:lvlJc w:val="left"/>
      <w:pPr>
        <w:ind w:left="2160" w:hanging="360"/>
      </w:pPr>
      <w:rPr>
        <w:rFonts w:ascii="Wingdings" w:hAnsi="Wingdings" w:hint="default"/>
      </w:rPr>
    </w:lvl>
    <w:lvl w:ilvl="3" w:tplc="F948D804" w:tentative="1">
      <w:start w:val="1"/>
      <w:numFmt w:val="bullet"/>
      <w:lvlText w:val=""/>
      <w:lvlJc w:val="left"/>
      <w:pPr>
        <w:ind w:left="2880" w:hanging="360"/>
      </w:pPr>
      <w:rPr>
        <w:rFonts w:ascii="Symbol" w:hAnsi="Symbol" w:hint="default"/>
      </w:rPr>
    </w:lvl>
    <w:lvl w:ilvl="4" w:tplc="BABE9E56" w:tentative="1">
      <w:start w:val="1"/>
      <w:numFmt w:val="bullet"/>
      <w:lvlText w:val="o"/>
      <w:lvlJc w:val="left"/>
      <w:pPr>
        <w:ind w:left="3600" w:hanging="360"/>
      </w:pPr>
      <w:rPr>
        <w:rFonts w:ascii="Courier New" w:hAnsi="Courier New" w:cs="Courier New" w:hint="default"/>
      </w:rPr>
    </w:lvl>
    <w:lvl w:ilvl="5" w:tplc="EDE89B96" w:tentative="1">
      <w:start w:val="1"/>
      <w:numFmt w:val="bullet"/>
      <w:lvlText w:val=""/>
      <w:lvlJc w:val="left"/>
      <w:pPr>
        <w:ind w:left="4320" w:hanging="360"/>
      </w:pPr>
      <w:rPr>
        <w:rFonts w:ascii="Wingdings" w:hAnsi="Wingdings" w:hint="default"/>
      </w:rPr>
    </w:lvl>
    <w:lvl w:ilvl="6" w:tplc="6A1627C8" w:tentative="1">
      <w:start w:val="1"/>
      <w:numFmt w:val="bullet"/>
      <w:lvlText w:val=""/>
      <w:lvlJc w:val="left"/>
      <w:pPr>
        <w:ind w:left="5040" w:hanging="360"/>
      </w:pPr>
      <w:rPr>
        <w:rFonts w:ascii="Symbol" w:hAnsi="Symbol" w:hint="default"/>
      </w:rPr>
    </w:lvl>
    <w:lvl w:ilvl="7" w:tplc="817CE17E" w:tentative="1">
      <w:start w:val="1"/>
      <w:numFmt w:val="bullet"/>
      <w:lvlText w:val="o"/>
      <w:lvlJc w:val="left"/>
      <w:pPr>
        <w:ind w:left="5760" w:hanging="360"/>
      </w:pPr>
      <w:rPr>
        <w:rFonts w:ascii="Courier New" w:hAnsi="Courier New" w:cs="Courier New" w:hint="default"/>
      </w:rPr>
    </w:lvl>
    <w:lvl w:ilvl="8" w:tplc="2C122F1C" w:tentative="1">
      <w:start w:val="1"/>
      <w:numFmt w:val="bullet"/>
      <w:lvlText w:val=""/>
      <w:lvlJc w:val="left"/>
      <w:pPr>
        <w:ind w:left="6480" w:hanging="360"/>
      </w:pPr>
      <w:rPr>
        <w:rFonts w:ascii="Wingdings" w:hAnsi="Wingdings" w:hint="default"/>
      </w:rPr>
    </w:lvl>
  </w:abstractNum>
  <w:abstractNum w:abstractNumId="15" w15:restartNumberingAfterBreak="0">
    <w:nsid w:val="326F0F56"/>
    <w:multiLevelType w:val="hybridMultilevel"/>
    <w:tmpl w:val="B532DE4E"/>
    <w:lvl w:ilvl="0" w:tplc="B91C064A">
      <w:start w:val="1"/>
      <w:numFmt w:val="decimal"/>
      <w:lvlText w:val="%1"/>
      <w:lvlJc w:val="left"/>
      <w:pPr>
        <w:ind w:left="720" w:hanging="360"/>
      </w:pPr>
      <w:rPr>
        <w:rFonts w:hint="default"/>
      </w:rPr>
    </w:lvl>
    <w:lvl w:ilvl="1" w:tplc="99FCE1FC" w:tentative="1">
      <w:start w:val="1"/>
      <w:numFmt w:val="lowerLetter"/>
      <w:lvlText w:val="%2."/>
      <w:lvlJc w:val="left"/>
      <w:pPr>
        <w:ind w:left="1440" w:hanging="360"/>
      </w:pPr>
    </w:lvl>
    <w:lvl w:ilvl="2" w:tplc="32729A04" w:tentative="1">
      <w:start w:val="1"/>
      <w:numFmt w:val="lowerRoman"/>
      <w:lvlText w:val="%3."/>
      <w:lvlJc w:val="right"/>
      <w:pPr>
        <w:ind w:left="2160" w:hanging="180"/>
      </w:pPr>
    </w:lvl>
    <w:lvl w:ilvl="3" w:tplc="F4F8590C" w:tentative="1">
      <w:start w:val="1"/>
      <w:numFmt w:val="decimal"/>
      <w:lvlText w:val="%4."/>
      <w:lvlJc w:val="left"/>
      <w:pPr>
        <w:ind w:left="2880" w:hanging="360"/>
      </w:pPr>
    </w:lvl>
    <w:lvl w:ilvl="4" w:tplc="A84E3BDE" w:tentative="1">
      <w:start w:val="1"/>
      <w:numFmt w:val="lowerLetter"/>
      <w:lvlText w:val="%5."/>
      <w:lvlJc w:val="left"/>
      <w:pPr>
        <w:ind w:left="3600" w:hanging="360"/>
      </w:pPr>
    </w:lvl>
    <w:lvl w:ilvl="5" w:tplc="381C0434" w:tentative="1">
      <w:start w:val="1"/>
      <w:numFmt w:val="lowerRoman"/>
      <w:lvlText w:val="%6."/>
      <w:lvlJc w:val="right"/>
      <w:pPr>
        <w:ind w:left="4320" w:hanging="180"/>
      </w:pPr>
    </w:lvl>
    <w:lvl w:ilvl="6" w:tplc="B654234A" w:tentative="1">
      <w:start w:val="1"/>
      <w:numFmt w:val="decimal"/>
      <w:lvlText w:val="%7."/>
      <w:lvlJc w:val="left"/>
      <w:pPr>
        <w:ind w:left="5040" w:hanging="360"/>
      </w:pPr>
    </w:lvl>
    <w:lvl w:ilvl="7" w:tplc="57889866" w:tentative="1">
      <w:start w:val="1"/>
      <w:numFmt w:val="lowerLetter"/>
      <w:lvlText w:val="%8."/>
      <w:lvlJc w:val="left"/>
      <w:pPr>
        <w:ind w:left="5760" w:hanging="360"/>
      </w:pPr>
    </w:lvl>
    <w:lvl w:ilvl="8" w:tplc="0F84B97C"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515CB0C4">
      <w:start w:val="1"/>
      <w:numFmt w:val="bullet"/>
      <w:pStyle w:val="Bulletslist"/>
      <w:lvlText w:val=""/>
      <w:lvlJc w:val="left"/>
      <w:pPr>
        <w:ind w:left="717" w:hanging="360"/>
      </w:pPr>
      <w:rPr>
        <w:rFonts w:ascii="Wingdings" w:hAnsi="Wingdings" w:hint="default"/>
      </w:rPr>
    </w:lvl>
    <w:lvl w:ilvl="1" w:tplc="CD7CB114">
      <w:start w:val="1"/>
      <w:numFmt w:val="bullet"/>
      <w:lvlText w:val="o"/>
      <w:lvlJc w:val="left"/>
      <w:pPr>
        <w:ind w:left="1440" w:hanging="360"/>
      </w:pPr>
      <w:rPr>
        <w:rFonts w:ascii="Courier New" w:hAnsi="Courier New" w:cs="Courier New" w:hint="default"/>
      </w:rPr>
    </w:lvl>
    <w:lvl w:ilvl="2" w:tplc="E75EAD3C" w:tentative="1">
      <w:start w:val="1"/>
      <w:numFmt w:val="bullet"/>
      <w:lvlText w:val=""/>
      <w:lvlJc w:val="left"/>
      <w:pPr>
        <w:ind w:left="2160" w:hanging="360"/>
      </w:pPr>
      <w:rPr>
        <w:rFonts w:ascii="Wingdings" w:hAnsi="Wingdings" w:hint="default"/>
      </w:rPr>
    </w:lvl>
    <w:lvl w:ilvl="3" w:tplc="8CB80556" w:tentative="1">
      <w:start w:val="1"/>
      <w:numFmt w:val="bullet"/>
      <w:lvlText w:val=""/>
      <w:lvlJc w:val="left"/>
      <w:pPr>
        <w:ind w:left="2880" w:hanging="360"/>
      </w:pPr>
      <w:rPr>
        <w:rFonts w:ascii="Symbol" w:hAnsi="Symbol" w:hint="default"/>
      </w:rPr>
    </w:lvl>
    <w:lvl w:ilvl="4" w:tplc="0BBA20B0" w:tentative="1">
      <w:start w:val="1"/>
      <w:numFmt w:val="bullet"/>
      <w:lvlText w:val="o"/>
      <w:lvlJc w:val="left"/>
      <w:pPr>
        <w:ind w:left="3600" w:hanging="360"/>
      </w:pPr>
      <w:rPr>
        <w:rFonts w:ascii="Courier New" w:hAnsi="Courier New" w:cs="Courier New" w:hint="default"/>
      </w:rPr>
    </w:lvl>
    <w:lvl w:ilvl="5" w:tplc="7C3206BE" w:tentative="1">
      <w:start w:val="1"/>
      <w:numFmt w:val="bullet"/>
      <w:lvlText w:val=""/>
      <w:lvlJc w:val="left"/>
      <w:pPr>
        <w:ind w:left="4320" w:hanging="360"/>
      </w:pPr>
      <w:rPr>
        <w:rFonts w:ascii="Wingdings" w:hAnsi="Wingdings" w:hint="default"/>
      </w:rPr>
    </w:lvl>
    <w:lvl w:ilvl="6" w:tplc="F85EAFB4" w:tentative="1">
      <w:start w:val="1"/>
      <w:numFmt w:val="bullet"/>
      <w:lvlText w:val=""/>
      <w:lvlJc w:val="left"/>
      <w:pPr>
        <w:ind w:left="5040" w:hanging="360"/>
      </w:pPr>
      <w:rPr>
        <w:rFonts w:ascii="Symbol" w:hAnsi="Symbol" w:hint="default"/>
      </w:rPr>
    </w:lvl>
    <w:lvl w:ilvl="7" w:tplc="0ECE7666" w:tentative="1">
      <w:start w:val="1"/>
      <w:numFmt w:val="bullet"/>
      <w:lvlText w:val="o"/>
      <w:lvlJc w:val="left"/>
      <w:pPr>
        <w:ind w:left="5760" w:hanging="360"/>
      </w:pPr>
      <w:rPr>
        <w:rFonts w:ascii="Courier New" w:hAnsi="Courier New" w:cs="Courier New" w:hint="default"/>
      </w:rPr>
    </w:lvl>
    <w:lvl w:ilvl="8" w:tplc="8E7CAD0C" w:tentative="1">
      <w:start w:val="1"/>
      <w:numFmt w:val="bullet"/>
      <w:lvlText w:val=""/>
      <w:lvlJc w:val="left"/>
      <w:pPr>
        <w:ind w:left="6480" w:hanging="360"/>
      </w:pPr>
      <w:rPr>
        <w:rFonts w:ascii="Wingdings" w:hAnsi="Wingdings" w:hint="default"/>
      </w:rPr>
    </w:lvl>
  </w:abstractNum>
  <w:abstractNum w:abstractNumId="17" w15:restartNumberingAfterBreak="0">
    <w:nsid w:val="35BE752F"/>
    <w:multiLevelType w:val="hybridMultilevel"/>
    <w:tmpl w:val="A7C6DD00"/>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2847807"/>
    <w:multiLevelType w:val="hybridMultilevel"/>
    <w:tmpl w:val="CD5CE55A"/>
    <w:lvl w:ilvl="0" w:tplc="B2C48D0C">
      <w:start w:val="1"/>
      <w:numFmt w:val="bullet"/>
      <w:lvlText w:val=""/>
      <w:lvlJc w:val="left"/>
      <w:pPr>
        <w:ind w:left="720" w:hanging="360"/>
      </w:pPr>
      <w:rPr>
        <w:rFonts w:ascii="Symbol" w:hAnsi="Symbol" w:hint="default"/>
      </w:rPr>
    </w:lvl>
    <w:lvl w:ilvl="1" w:tplc="8B862E14">
      <w:start w:val="1"/>
      <w:numFmt w:val="bullet"/>
      <w:lvlText w:val="o"/>
      <w:lvlJc w:val="left"/>
      <w:pPr>
        <w:ind w:left="1440" w:hanging="360"/>
      </w:pPr>
      <w:rPr>
        <w:rFonts w:ascii="Courier New" w:hAnsi="Courier New" w:cs="Courier New" w:hint="default"/>
      </w:rPr>
    </w:lvl>
    <w:lvl w:ilvl="2" w:tplc="06BA5A44" w:tentative="1">
      <w:start w:val="1"/>
      <w:numFmt w:val="bullet"/>
      <w:lvlText w:val=""/>
      <w:lvlJc w:val="left"/>
      <w:pPr>
        <w:ind w:left="2160" w:hanging="360"/>
      </w:pPr>
      <w:rPr>
        <w:rFonts w:ascii="Wingdings" w:hAnsi="Wingdings" w:hint="default"/>
      </w:rPr>
    </w:lvl>
    <w:lvl w:ilvl="3" w:tplc="38F206AC" w:tentative="1">
      <w:start w:val="1"/>
      <w:numFmt w:val="bullet"/>
      <w:lvlText w:val=""/>
      <w:lvlJc w:val="left"/>
      <w:pPr>
        <w:ind w:left="2880" w:hanging="360"/>
      </w:pPr>
      <w:rPr>
        <w:rFonts w:ascii="Symbol" w:hAnsi="Symbol" w:hint="default"/>
      </w:rPr>
    </w:lvl>
    <w:lvl w:ilvl="4" w:tplc="38AA64E4" w:tentative="1">
      <w:start w:val="1"/>
      <w:numFmt w:val="bullet"/>
      <w:lvlText w:val="o"/>
      <w:lvlJc w:val="left"/>
      <w:pPr>
        <w:ind w:left="3600" w:hanging="360"/>
      </w:pPr>
      <w:rPr>
        <w:rFonts w:ascii="Courier New" w:hAnsi="Courier New" w:cs="Courier New" w:hint="default"/>
      </w:rPr>
    </w:lvl>
    <w:lvl w:ilvl="5" w:tplc="DD50E9A4" w:tentative="1">
      <w:start w:val="1"/>
      <w:numFmt w:val="bullet"/>
      <w:lvlText w:val=""/>
      <w:lvlJc w:val="left"/>
      <w:pPr>
        <w:ind w:left="4320" w:hanging="360"/>
      </w:pPr>
      <w:rPr>
        <w:rFonts w:ascii="Wingdings" w:hAnsi="Wingdings" w:hint="default"/>
      </w:rPr>
    </w:lvl>
    <w:lvl w:ilvl="6" w:tplc="E03CF882" w:tentative="1">
      <w:start w:val="1"/>
      <w:numFmt w:val="bullet"/>
      <w:lvlText w:val=""/>
      <w:lvlJc w:val="left"/>
      <w:pPr>
        <w:ind w:left="5040" w:hanging="360"/>
      </w:pPr>
      <w:rPr>
        <w:rFonts w:ascii="Symbol" w:hAnsi="Symbol" w:hint="default"/>
      </w:rPr>
    </w:lvl>
    <w:lvl w:ilvl="7" w:tplc="3D02DD2A" w:tentative="1">
      <w:start w:val="1"/>
      <w:numFmt w:val="bullet"/>
      <w:lvlText w:val="o"/>
      <w:lvlJc w:val="left"/>
      <w:pPr>
        <w:ind w:left="5760" w:hanging="360"/>
      </w:pPr>
      <w:rPr>
        <w:rFonts w:ascii="Courier New" w:hAnsi="Courier New" w:cs="Courier New" w:hint="default"/>
      </w:rPr>
    </w:lvl>
    <w:lvl w:ilvl="8" w:tplc="25B298A2" w:tentative="1">
      <w:start w:val="1"/>
      <w:numFmt w:val="bullet"/>
      <w:lvlText w:val=""/>
      <w:lvlJc w:val="left"/>
      <w:pPr>
        <w:ind w:left="6480" w:hanging="360"/>
      </w:pPr>
      <w:rPr>
        <w:rFonts w:ascii="Wingdings" w:hAnsi="Wingdings" w:hint="default"/>
      </w:rPr>
    </w:lvl>
  </w:abstractNum>
  <w:abstractNum w:abstractNumId="20" w15:restartNumberingAfterBreak="0">
    <w:nsid w:val="436E1A62"/>
    <w:multiLevelType w:val="hybridMultilevel"/>
    <w:tmpl w:val="C4A0AE12"/>
    <w:lvl w:ilvl="0" w:tplc="981A8564">
      <w:start w:val="1"/>
      <w:numFmt w:val="bullet"/>
      <w:lvlText w:val=""/>
      <w:lvlJc w:val="left"/>
      <w:pPr>
        <w:ind w:left="720" w:hanging="360"/>
      </w:pPr>
      <w:rPr>
        <w:rFonts w:ascii="Symbol" w:hAnsi="Symbol" w:hint="default"/>
      </w:rPr>
    </w:lvl>
    <w:lvl w:ilvl="1" w:tplc="DD58348E" w:tentative="1">
      <w:start w:val="1"/>
      <w:numFmt w:val="bullet"/>
      <w:lvlText w:val="o"/>
      <w:lvlJc w:val="left"/>
      <w:pPr>
        <w:ind w:left="1440" w:hanging="360"/>
      </w:pPr>
      <w:rPr>
        <w:rFonts w:ascii="Courier New" w:hAnsi="Courier New" w:cs="Courier New" w:hint="default"/>
      </w:rPr>
    </w:lvl>
    <w:lvl w:ilvl="2" w:tplc="9B9ACF14" w:tentative="1">
      <w:start w:val="1"/>
      <w:numFmt w:val="bullet"/>
      <w:lvlText w:val=""/>
      <w:lvlJc w:val="left"/>
      <w:pPr>
        <w:ind w:left="2160" w:hanging="360"/>
      </w:pPr>
      <w:rPr>
        <w:rFonts w:ascii="Wingdings" w:hAnsi="Wingdings" w:hint="default"/>
      </w:rPr>
    </w:lvl>
    <w:lvl w:ilvl="3" w:tplc="A91E6A5E" w:tentative="1">
      <w:start w:val="1"/>
      <w:numFmt w:val="bullet"/>
      <w:lvlText w:val=""/>
      <w:lvlJc w:val="left"/>
      <w:pPr>
        <w:ind w:left="2880" w:hanging="360"/>
      </w:pPr>
      <w:rPr>
        <w:rFonts w:ascii="Symbol" w:hAnsi="Symbol" w:hint="default"/>
      </w:rPr>
    </w:lvl>
    <w:lvl w:ilvl="4" w:tplc="083AFEB6" w:tentative="1">
      <w:start w:val="1"/>
      <w:numFmt w:val="bullet"/>
      <w:lvlText w:val="o"/>
      <w:lvlJc w:val="left"/>
      <w:pPr>
        <w:ind w:left="3600" w:hanging="360"/>
      </w:pPr>
      <w:rPr>
        <w:rFonts w:ascii="Courier New" w:hAnsi="Courier New" w:cs="Courier New" w:hint="default"/>
      </w:rPr>
    </w:lvl>
    <w:lvl w:ilvl="5" w:tplc="4344DCBE" w:tentative="1">
      <w:start w:val="1"/>
      <w:numFmt w:val="bullet"/>
      <w:lvlText w:val=""/>
      <w:lvlJc w:val="left"/>
      <w:pPr>
        <w:ind w:left="4320" w:hanging="360"/>
      </w:pPr>
      <w:rPr>
        <w:rFonts w:ascii="Wingdings" w:hAnsi="Wingdings" w:hint="default"/>
      </w:rPr>
    </w:lvl>
    <w:lvl w:ilvl="6" w:tplc="0890C27C" w:tentative="1">
      <w:start w:val="1"/>
      <w:numFmt w:val="bullet"/>
      <w:lvlText w:val=""/>
      <w:lvlJc w:val="left"/>
      <w:pPr>
        <w:ind w:left="5040" w:hanging="360"/>
      </w:pPr>
      <w:rPr>
        <w:rFonts w:ascii="Symbol" w:hAnsi="Symbol" w:hint="default"/>
      </w:rPr>
    </w:lvl>
    <w:lvl w:ilvl="7" w:tplc="9C2E02DA" w:tentative="1">
      <w:start w:val="1"/>
      <w:numFmt w:val="bullet"/>
      <w:lvlText w:val="o"/>
      <w:lvlJc w:val="left"/>
      <w:pPr>
        <w:ind w:left="5760" w:hanging="360"/>
      </w:pPr>
      <w:rPr>
        <w:rFonts w:ascii="Courier New" w:hAnsi="Courier New" w:cs="Courier New" w:hint="default"/>
      </w:rPr>
    </w:lvl>
    <w:lvl w:ilvl="8" w:tplc="D89EB846" w:tentative="1">
      <w:start w:val="1"/>
      <w:numFmt w:val="bullet"/>
      <w:lvlText w:val=""/>
      <w:lvlJc w:val="left"/>
      <w:pPr>
        <w:ind w:left="6480" w:hanging="360"/>
      </w:pPr>
      <w:rPr>
        <w:rFonts w:ascii="Wingdings" w:hAnsi="Wingdings" w:hint="default"/>
      </w:rPr>
    </w:lvl>
  </w:abstractNum>
  <w:abstractNum w:abstractNumId="21" w15:restartNumberingAfterBreak="0">
    <w:nsid w:val="57F93FE5"/>
    <w:multiLevelType w:val="hybridMultilevel"/>
    <w:tmpl w:val="EE1E8DB8"/>
    <w:lvl w:ilvl="0" w:tplc="57A4C58A">
      <w:start w:val="1"/>
      <w:numFmt w:val="bullet"/>
      <w:lvlText w:val=""/>
      <w:lvlJc w:val="left"/>
      <w:pPr>
        <w:ind w:left="720" w:hanging="360"/>
      </w:pPr>
      <w:rPr>
        <w:rFonts w:ascii="Symbol" w:hAnsi="Symbol" w:hint="default"/>
      </w:rPr>
    </w:lvl>
    <w:lvl w:ilvl="1" w:tplc="B73857B0" w:tentative="1">
      <w:start w:val="1"/>
      <w:numFmt w:val="bullet"/>
      <w:lvlText w:val="o"/>
      <w:lvlJc w:val="left"/>
      <w:pPr>
        <w:ind w:left="1440" w:hanging="360"/>
      </w:pPr>
      <w:rPr>
        <w:rFonts w:ascii="Courier New" w:hAnsi="Courier New" w:cs="Courier New" w:hint="default"/>
      </w:rPr>
    </w:lvl>
    <w:lvl w:ilvl="2" w:tplc="86AAC538" w:tentative="1">
      <w:start w:val="1"/>
      <w:numFmt w:val="bullet"/>
      <w:lvlText w:val=""/>
      <w:lvlJc w:val="left"/>
      <w:pPr>
        <w:ind w:left="2160" w:hanging="360"/>
      </w:pPr>
      <w:rPr>
        <w:rFonts w:ascii="Wingdings" w:hAnsi="Wingdings" w:hint="default"/>
      </w:rPr>
    </w:lvl>
    <w:lvl w:ilvl="3" w:tplc="6EE0216E" w:tentative="1">
      <w:start w:val="1"/>
      <w:numFmt w:val="bullet"/>
      <w:lvlText w:val=""/>
      <w:lvlJc w:val="left"/>
      <w:pPr>
        <w:ind w:left="2880" w:hanging="360"/>
      </w:pPr>
      <w:rPr>
        <w:rFonts w:ascii="Symbol" w:hAnsi="Symbol" w:hint="default"/>
      </w:rPr>
    </w:lvl>
    <w:lvl w:ilvl="4" w:tplc="D9286260" w:tentative="1">
      <w:start w:val="1"/>
      <w:numFmt w:val="bullet"/>
      <w:lvlText w:val="o"/>
      <w:lvlJc w:val="left"/>
      <w:pPr>
        <w:ind w:left="3600" w:hanging="360"/>
      </w:pPr>
      <w:rPr>
        <w:rFonts w:ascii="Courier New" w:hAnsi="Courier New" w:cs="Courier New" w:hint="default"/>
      </w:rPr>
    </w:lvl>
    <w:lvl w:ilvl="5" w:tplc="7C24F4CA" w:tentative="1">
      <w:start w:val="1"/>
      <w:numFmt w:val="bullet"/>
      <w:lvlText w:val=""/>
      <w:lvlJc w:val="left"/>
      <w:pPr>
        <w:ind w:left="4320" w:hanging="360"/>
      </w:pPr>
      <w:rPr>
        <w:rFonts w:ascii="Wingdings" w:hAnsi="Wingdings" w:hint="default"/>
      </w:rPr>
    </w:lvl>
    <w:lvl w:ilvl="6" w:tplc="8C7ABA32" w:tentative="1">
      <w:start w:val="1"/>
      <w:numFmt w:val="bullet"/>
      <w:lvlText w:val=""/>
      <w:lvlJc w:val="left"/>
      <w:pPr>
        <w:ind w:left="5040" w:hanging="360"/>
      </w:pPr>
      <w:rPr>
        <w:rFonts w:ascii="Symbol" w:hAnsi="Symbol" w:hint="default"/>
      </w:rPr>
    </w:lvl>
    <w:lvl w:ilvl="7" w:tplc="ADAC26E8" w:tentative="1">
      <w:start w:val="1"/>
      <w:numFmt w:val="bullet"/>
      <w:lvlText w:val="o"/>
      <w:lvlJc w:val="left"/>
      <w:pPr>
        <w:ind w:left="5760" w:hanging="360"/>
      </w:pPr>
      <w:rPr>
        <w:rFonts w:ascii="Courier New" w:hAnsi="Courier New" w:cs="Courier New" w:hint="default"/>
      </w:rPr>
    </w:lvl>
    <w:lvl w:ilvl="8" w:tplc="0C3CC5B0" w:tentative="1">
      <w:start w:val="1"/>
      <w:numFmt w:val="bullet"/>
      <w:lvlText w:val=""/>
      <w:lvlJc w:val="left"/>
      <w:pPr>
        <w:ind w:left="6480" w:hanging="360"/>
      </w:pPr>
      <w:rPr>
        <w:rFonts w:ascii="Wingdings" w:hAnsi="Wingdings" w:hint="default"/>
      </w:rPr>
    </w:lvl>
  </w:abstractNum>
  <w:abstractNum w:abstractNumId="22" w15:restartNumberingAfterBreak="0">
    <w:nsid w:val="582C474E"/>
    <w:multiLevelType w:val="hybridMultilevel"/>
    <w:tmpl w:val="C33C8D14"/>
    <w:lvl w:ilvl="0" w:tplc="9A6EEA1E">
      <w:start w:val="1"/>
      <w:numFmt w:val="bullet"/>
      <w:lvlText w:val=""/>
      <w:lvlJc w:val="left"/>
      <w:pPr>
        <w:ind w:left="720" w:hanging="360"/>
      </w:pPr>
      <w:rPr>
        <w:rFonts w:ascii="Symbol" w:hAnsi="Symbol" w:hint="default"/>
      </w:rPr>
    </w:lvl>
    <w:lvl w:ilvl="1" w:tplc="1514E946" w:tentative="1">
      <w:start w:val="1"/>
      <w:numFmt w:val="bullet"/>
      <w:lvlText w:val="o"/>
      <w:lvlJc w:val="left"/>
      <w:pPr>
        <w:ind w:left="1440" w:hanging="360"/>
      </w:pPr>
      <w:rPr>
        <w:rFonts w:ascii="Courier New" w:hAnsi="Courier New" w:cs="Courier New" w:hint="default"/>
      </w:rPr>
    </w:lvl>
    <w:lvl w:ilvl="2" w:tplc="AEFA438C" w:tentative="1">
      <w:start w:val="1"/>
      <w:numFmt w:val="bullet"/>
      <w:lvlText w:val=""/>
      <w:lvlJc w:val="left"/>
      <w:pPr>
        <w:ind w:left="2160" w:hanging="360"/>
      </w:pPr>
      <w:rPr>
        <w:rFonts w:ascii="Wingdings" w:hAnsi="Wingdings" w:hint="default"/>
      </w:rPr>
    </w:lvl>
    <w:lvl w:ilvl="3" w:tplc="A8B0D8D6" w:tentative="1">
      <w:start w:val="1"/>
      <w:numFmt w:val="bullet"/>
      <w:lvlText w:val=""/>
      <w:lvlJc w:val="left"/>
      <w:pPr>
        <w:ind w:left="2880" w:hanging="360"/>
      </w:pPr>
      <w:rPr>
        <w:rFonts w:ascii="Symbol" w:hAnsi="Symbol" w:hint="default"/>
      </w:rPr>
    </w:lvl>
    <w:lvl w:ilvl="4" w:tplc="43DA62AE" w:tentative="1">
      <w:start w:val="1"/>
      <w:numFmt w:val="bullet"/>
      <w:lvlText w:val="o"/>
      <w:lvlJc w:val="left"/>
      <w:pPr>
        <w:ind w:left="3600" w:hanging="360"/>
      </w:pPr>
      <w:rPr>
        <w:rFonts w:ascii="Courier New" w:hAnsi="Courier New" w:cs="Courier New" w:hint="default"/>
      </w:rPr>
    </w:lvl>
    <w:lvl w:ilvl="5" w:tplc="27B4AB04" w:tentative="1">
      <w:start w:val="1"/>
      <w:numFmt w:val="bullet"/>
      <w:lvlText w:val=""/>
      <w:lvlJc w:val="left"/>
      <w:pPr>
        <w:ind w:left="4320" w:hanging="360"/>
      </w:pPr>
      <w:rPr>
        <w:rFonts w:ascii="Wingdings" w:hAnsi="Wingdings" w:hint="default"/>
      </w:rPr>
    </w:lvl>
    <w:lvl w:ilvl="6" w:tplc="667C3F46" w:tentative="1">
      <w:start w:val="1"/>
      <w:numFmt w:val="bullet"/>
      <w:lvlText w:val=""/>
      <w:lvlJc w:val="left"/>
      <w:pPr>
        <w:ind w:left="5040" w:hanging="360"/>
      </w:pPr>
      <w:rPr>
        <w:rFonts w:ascii="Symbol" w:hAnsi="Symbol" w:hint="default"/>
      </w:rPr>
    </w:lvl>
    <w:lvl w:ilvl="7" w:tplc="B8008C9C" w:tentative="1">
      <w:start w:val="1"/>
      <w:numFmt w:val="bullet"/>
      <w:lvlText w:val="o"/>
      <w:lvlJc w:val="left"/>
      <w:pPr>
        <w:ind w:left="5760" w:hanging="360"/>
      </w:pPr>
      <w:rPr>
        <w:rFonts w:ascii="Courier New" w:hAnsi="Courier New" w:cs="Courier New" w:hint="default"/>
      </w:rPr>
    </w:lvl>
    <w:lvl w:ilvl="8" w:tplc="D0FA9918" w:tentative="1">
      <w:start w:val="1"/>
      <w:numFmt w:val="bullet"/>
      <w:lvlText w:val=""/>
      <w:lvlJc w:val="left"/>
      <w:pPr>
        <w:ind w:left="6480" w:hanging="360"/>
      </w:pPr>
      <w:rPr>
        <w:rFonts w:ascii="Wingdings" w:hAnsi="Wingdings" w:hint="default"/>
      </w:rPr>
    </w:lvl>
  </w:abstractNum>
  <w:abstractNum w:abstractNumId="23" w15:restartNumberingAfterBreak="0">
    <w:nsid w:val="58C00B52"/>
    <w:multiLevelType w:val="hybridMultilevel"/>
    <w:tmpl w:val="BE08E016"/>
    <w:lvl w:ilvl="0" w:tplc="5606A5B2">
      <w:start w:val="1"/>
      <w:numFmt w:val="bullet"/>
      <w:pStyle w:val="ListBullet2"/>
      <w:lvlText w:val=""/>
      <w:lvlJc w:val="left"/>
      <w:pPr>
        <w:ind w:left="720" w:hanging="360"/>
      </w:pPr>
      <w:rPr>
        <w:rFonts w:ascii="Wingdings" w:hAnsi="Wingdings" w:hint="default"/>
      </w:rPr>
    </w:lvl>
    <w:lvl w:ilvl="1" w:tplc="4BF0AF8A" w:tentative="1">
      <w:start w:val="1"/>
      <w:numFmt w:val="bullet"/>
      <w:lvlText w:val="o"/>
      <w:lvlJc w:val="left"/>
      <w:pPr>
        <w:ind w:left="1440" w:hanging="360"/>
      </w:pPr>
      <w:rPr>
        <w:rFonts w:ascii="Courier New" w:hAnsi="Courier New" w:cs="Courier New" w:hint="default"/>
      </w:rPr>
    </w:lvl>
    <w:lvl w:ilvl="2" w:tplc="E79E3F0A" w:tentative="1">
      <w:start w:val="1"/>
      <w:numFmt w:val="bullet"/>
      <w:lvlText w:val=""/>
      <w:lvlJc w:val="left"/>
      <w:pPr>
        <w:ind w:left="2160" w:hanging="360"/>
      </w:pPr>
      <w:rPr>
        <w:rFonts w:ascii="Wingdings" w:hAnsi="Wingdings" w:hint="default"/>
      </w:rPr>
    </w:lvl>
    <w:lvl w:ilvl="3" w:tplc="E67CC4AA" w:tentative="1">
      <w:start w:val="1"/>
      <w:numFmt w:val="bullet"/>
      <w:lvlText w:val=""/>
      <w:lvlJc w:val="left"/>
      <w:pPr>
        <w:ind w:left="2880" w:hanging="360"/>
      </w:pPr>
      <w:rPr>
        <w:rFonts w:ascii="Symbol" w:hAnsi="Symbol" w:hint="default"/>
      </w:rPr>
    </w:lvl>
    <w:lvl w:ilvl="4" w:tplc="37623DAE" w:tentative="1">
      <w:start w:val="1"/>
      <w:numFmt w:val="bullet"/>
      <w:lvlText w:val="o"/>
      <w:lvlJc w:val="left"/>
      <w:pPr>
        <w:ind w:left="3600" w:hanging="360"/>
      </w:pPr>
      <w:rPr>
        <w:rFonts w:ascii="Courier New" w:hAnsi="Courier New" w:cs="Courier New" w:hint="default"/>
      </w:rPr>
    </w:lvl>
    <w:lvl w:ilvl="5" w:tplc="9168C324" w:tentative="1">
      <w:start w:val="1"/>
      <w:numFmt w:val="bullet"/>
      <w:lvlText w:val=""/>
      <w:lvlJc w:val="left"/>
      <w:pPr>
        <w:ind w:left="4320" w:hanging="360"/>
      </w:pPr>
      <w:rPr>
        <w:rFonts w:ascii="Wingdings" w:hAnsi="Wingdings" w:hint="default"/>
      </w:rPr>
    </w:lvl>
    <w:lvl w:ilvl="6" w:tplc="F6F60468" w:tentative="1">
      <w:start w:val="1"/>
      <w:numFmt w:val="bullet"/>
      <w:lvlText w:val=""/>
      <w:lvlJc w:val="left"/>
      <w:pPr>
        <w:ind w:left="5040" w:hanging="360"/>
      </w:pPr>
      <w:rPr>
        <w:rFonts w:ascii="Symbol" w:hAnsi="Symbol" w:hint="default"/>
      </w:rPr>
    </w:lvl>
    <w:lvl w:ilvl="7" w:tplc="56349C4E" w:tentative="1">
      <w:start w:val="1"/>
      <w:numFmt w:val="bullet"/>
      <w:lvlText w:val="o"/>
      <w:lvlJc w:val="left"/>
      <w:pPr>
        <w:ind w:left="5760" w:hanging="360"/>
      </w:pPr>
      <w:rPr>
        <w:rFonts w:ascii="Courier New" w:hAnsi="Courier New" w:cs="Courier New" w:hint="default"/>
      </w:rPr>
    </w:lvl>
    <w:lvl w:ilvl="8" w:tplc="D34460C0" w:tentative="1">
      <w:start w:val="1"/>
      <w:numFmt w:val="bullet"/>
      <w:lvlText w:val=""/>
      <w:lvlJc w:val="left"/>
      <w:pPr>
        <w:ind w:left="6480" w:hanging="360"/>
      </w:pPr>
      <w:rPr>
        <w:rFonts w:ascii="Wingdings" w:hAnsi="Wingdings" w:hint="default"/>
      </w:rPr>
    </w:lvl>
  </w:abstractNum>
  <w:abstractNum w:abstractNumId="24" w15:restartNumberingAfterBreak="0">
    <w:nsid w:val="6F2109D0"/>
    <w:multiLevelType w:val="hybridMultilevel"/>
    <w:tmpl w:val="2B9A217A"/>
    <w:lvl w:ilvl="0" w:tplc="0A861314">
      <w:start w:val="1"/>
      <w:numFmt w:val="bullet"/>
      <w:lvlText w:val=""/>
      <w:lvlJc w:val="left"/>
      <w:pPr>
        <w:ind w:left="720" w:hanging="360"/>
      </w:pPr>
      <w:rPr>
        <w:rFonts w:ascii="Symbol" w:hAnsi="Symbol" w:hint="default"/>
      </w:rPr>
    </w:lvl>
    <w:lvl w:ilvl="1" w:tplc="5FBAD3A0" w:tentative="1">
      <w:start w:val="1"/>
      <w:numFmt w:val="bullet"/>
      <w:lvlText w:val="o"/>
      <w:lvlJc w:val="left"/>
      <w:pPr>
        <w:ind w:left="1440" w:hanging="360"/>
      </w:pPr>
      <w:rPr>
        <w:rFonts w:ascii="Courier New" w:hAnsi="Courier New" w:cs="Courier New" w:hint="default"/>
      </w:rPr>
    </w:lvl>
    <w:lvl w:ilvl="2" w:tplc="1ABC1FDA" w:tentative="1">
      <w:start w:val="1"/>
      <w:numFmt w:val="bullet"/>
      <w:lvlText w:val=""/>
      <w:lvlJc w:val="left"/>
      <w:pPr>
        <w:ind w:left="2160" w:hanging="360"/>
      </w:pPr>
      <w:rPr>
        <w:rFonts w:ascii="Wingdings" w:hAnsi="Wingdings" w:hint="default"/>
      </w:rPr>
    </w:lvl>
    <w:lvl w:ilvl="3" w:tplc="47F63684" w:tentative="1">
      <w:start w:val="1"/>
      <w:numFmt w:val="bullet"/>
      <w:lvlText w:val=""/>
      <w:lvlJc w:val="left"/>
      <w:pPr>
        <w:ind w:left="2880" w:hanging="360"/>
      </w:pPr>
      <w:rPr>
        <w:rFonts w:ascii="Symbol" w:hAnsi="Symbol" w:hint="default"/>
      </w:rPr>
    </w:lvl>
    <w:lvl w:ilvl="4" w:tplc="EF8EC514" w:tentative="1">
      <w:start w:val="1"/>
      <w:numFmt w:val="bullet"/>
      <w:lvlText w:val="o"/>
      <w:lvlJc w:val="left"/>
      <w:pPr>
        <w:ind w:left="3600" w:hanging="360"/>
      </w:pPr>
      <w:rPr>
        <w:rFonts w:ascii="Courier New" w:hAnsi="Courier New" w:cs="Courier New" w:hint="default"/>
      </w:rPr>
    </w:lvl>
    <w:lvl w:ilvl="5" w:tplc="0DD630F4" w:tentative="1">
      <w:start w:val="1"/>
      <w:numFmt w:val="bullet"/>
      <w:lvlText w:val=""/>
      <w:lvlJc w:val="left"/>
      <w:pPr>
        <w:ind w:left="4320" w:hanging="360"/>
      </w:pPr>
      <w:rPr>
        <w:rFonts w:ascii="Wingdings" w:hAnsi="Wingdings" w:hint="default"/>
      </w:rPr>
    </w:lvl>
    <w:lvl w:ilvl="6" w:tplc="8D149DA8" w:tentative="1">
      <w:start w:val="1"/>
      <w:numFmt w:val="bullet"/>
      <w:lvlText w:val=""/>
      <w:lvlJc w:val="left"/>
      <w:pPr>
        <w:ind w:left="5040" w:hanging="360"/>
      </w:pPr>
      <w:rPr>
        <w:rFonts w:ascii="Symbol" w:hAnsi="Symbol" w:hint="default"/>
      </w:rPr>
    </w:lvl>
    <w:lvl w:ilvl="7" w:tplc="D1C295A0" w:tentative="1">
      <w:start w:val="1"/>
      <w:numFmt w:val="bullet"/>
      <w:lvlText w:val="o"/>
      <w:lvlJc w:val="left"/>
      <w:pPr>
        <w:ind w:left="5760" w:hanging="360"/>
      </w:pPr>
      <w:rPr>
        <w:rFonts w:ascii="Courier New" w:hAnsi="Courier New" w:cs="Courier New" w:hint="default"/>
      </w:rPr>
    </w:lvl>
    <w:lvl w:ilvl="8" w:tplc="ADAC3726" w:tentative="1">
      <w:start w:val="1"/>
      <w:numFmt w:val="bullet"/>
      <w:lvlText w:val=""/>
      <w:lvlJc w:val="left"/>
      <w:pPr>
        <w:ind w:left="6480" w:hanging="360"/>
      </w:pPr>
      <w:rPr>
        <w:rFonts w:ascii="Wingdings" w:hAnsi="Wingdings" w:hint="default"/>
      </w:rPr>
    </w:lvl>
  </w:abstractNum>
  <w:abstractNum w:abstractNumId="25" w15:restartNumberingAfterBreak="0">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F95A24"/>
    <w:multiLevelType w:val="hybridMultilevel"/>
    <w:tmpl w:val="D8FE3B48"/>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488563E"/>
    <w:multiLevelType w:val="hybridMultilevel"/>
    <w:tmpl w:val="96C6AEE4"/>
    <w:lvl w:ilvl="0" w:tplc="F36AEC1A">
      <w:start w:val="1"/>
      <w:numFmt w:val="decimal"/>
      <w:lvlText w:val="%1"/>
      <w:lvlJc w:val="left"/>
      <w:pPr>
        <w:ind w:left="720" w:hanging="360"/>
      </w:pPr>
      <w:rPr>
        <w:rFonts w:hint="default"/>
      </w:rPr>
    </w:lvl>
    <w:lvl w:ilvl="1" w:tplc="34089690" w:tentative="1">
      <w:start w:val="1"/>
      <w:numFmt w:val="lowerLetter"/>
      <w:lvlText w:val="%2."/>
      <w:lvlJc w:val="left"/>
      <w:pPr>
        <w:ind w:left="1440" w:hanging="360"/>
      </w:pPr>
    </w:lvl>
    <w:lvl w:ilvl="2" w:tplc="9EC80200" w:tentative="1">
      <w:start w:val="1"/>
      <w:numFmt w:val="lowerRoman"/>
      <w:lvlText w:val="%3."/>
      <w:lvlJc w:val="right"/>
      <w:pPr>
        <w:ind w:left="2160" w:hanging="180"/>
      </w:pPr>
    </w:lvl>
    <w:lvl w:ilvl="3" w:tplc="35508488" w:tentative="1">
      <w:start w:val="1"/>
      <w:numFmt w:val="decimal"/>
      <w:lvlText w:val="%4."/>
      <w:lvlJc w:val="left"/>
      <w:pPr>
        <w:ind w:left="2880" w:hanging="360"/>
      </w:pPr>
    </w:lvl>
    <w:lvl w:ilvl="4" w:tplc="DA4C390A" w:tentative="1">
      <w:start w:val="1"/>
      <w:numFmt w:val="lowerLetter"/>
      <w:lvlText w:val="%5."/>
      <w:lvlJc w:val="left"/>
      <w:pPr>
        <w:ind w:left="3600" w:hanging="360"/>
      </w:pPr>
    </w:lvl>
    <w:lvl w:ilvl="5" w:tplc="B1EC452C" w:tentative="1">
      <w:start w:val="1"/>
      <w:numFmt w:val="lowerRoman"/>
      <w:lvlText w:val="%6."/>
      <w:lvlJc w:val="right"/>
      <w:pPr>
        <w:ind w:left="4320" w:hanging="180"/>
      </w:pPr>
    </w:lvl>
    <w:lvl w:ilvl="6" w:tplc="326EFB22" w:tentative="1">
      <w:start w:val="1"/>
      <w:numFmt w:val="decimal"/>
      <w:lvlText w:val="%7."/>
      <w:lvlJc w:val="left"/>
      <w:pPr>
        <w:ind w:left="5040" w:hanging="360"/>
      </w:pPr>
    </w:lvl>
    <w:lvl w:ilvl="7" w:tplc="036231C2" w:tentative="1">
      <w:start w:val="1"/>
      <w:numFmt w:val="lowerLetter"/>
      <w:lvlText w:val="%8."/>
      <w:lvlJc w:val="left"/>
      <w:pPr>
        <w:ind w:left="5760" w:hanging="360"/>
      </w:pPr>
    </w:lvl>
    <w:lvl w:ilvl="8" w:tplc="703E975A" w:tentative="1">
      <w:start w:val="1"/>
      <w:numFmt w:val="lowerRoman"/>
      <w:lvlText w:val="%9."/>
      <w:lvlJc w:val="right"/>
      <w:pPr>
        <w:ind w:left="6480" w:hanging="180"/>
      </w:pPr>
    </w:lvl>
  </w:abstractNum>
  <w:abstractNum w:abstractNumId="28" w15:restartNumberingAfterBreak="0">
    <w:nsid w:val="74C211B6"/>
    <w:multiLevelType w:val="hybridMultilevel"/>
    <w:tmpl w:val="5F745D76"/>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54F18E1"/>
    <w:multiLevelType w:val="hybridMultilevel"/>
    <w:tmpl w:val="55868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5B1611F"/>
    <w:multiLevelType w:val="hybridMultilevel"/>
    <w:tmpl w:val="7A3CC6FC"/>
    <w:lvl w:ilvl="0" w:tplc="0B60D020">
      <w:start w:val="1"/>
      <w:numFmt w:val="bullet"/>
      <w:lvlText w:val=""/>
      <w:lvlJc w:val="left"/>
      <w:pPr>
        <w:ind w:left="720" w:hanging="360"/>
      </w:pPr>
      <w:rPr>
        <w:rFonts w:ascii="Symbol" w:hAnsi="Symbol" w:hint="default"/>
      </w:rPr>
    </w:lvl>
    <w:lvl w:ilvl="1" w:tplc="DC4CD8B6">
      <w:start w:val="1"/>
      <w:numFmt w:val="bullet"/>
      <w:lvlText w:val="o"/>
      <w:lvlJc w:val="left"/>
      <w:pPr>
        <w:ind w:left="1440" w:hanging="360"/>
      </w:pPr>
      <w:rPr>
        <w:rFonts w:ascii="Courier New" w:hAnsi="Courier New" w:cs="Courier New" w:hint="default"/>
      </w:rPr>
    </w:lvl>
    <w:lvl w:ilvl="2" w:tplc="4A2CC972">
      <w:start w:val="1"/>
      <w:numFmt w:val="bullet"/>
      <w:lvlText w:val=""/>
      <w:lvlJc w:val="left"/>
      <w:pPr>
        <w:ind w:left="2160" w:hanging="360"/>
      </w:pPr>
      <w:rPr>
        <w:rFonts w:ascii="Wingdings" w:hAnsi="Wingdings" w:hint="default"/>
      </w:rPr>
    </w:lvl>
    <w:lvl w:ilvl="3" w:tplc="A822A7D8">
      <w:start w:val="1"/>
      <w:numFmt w:val="bullet"/>
      <w:lvlText w:val=""/>
      <w:lvlJc w:val="left"/>
      <w:pPr>
        <w:ind w:left="2880" w:hanging="360"/>
      </w:pPr>
      <w:rPr>
        <w:rFonts w:ascii="Symbol" w:hAnsi="Symbol" w:hint="default"/>
      </w:rPr>
    </w:lvl>
    <w:lvl w:ilvl="4" w:tplc="A89E64C0">
      <w:start w:val="1"/>
      <w:numFmt w:val="bullet"/>
      <w:lvlText w:val="o"/>
      <w:lvlJc w:val="left"/>
      <w:pPr>
        <w:ind w:left="3600" w:hanging="360"/>
      </w:pPr>
      <w:rPr>
        <w:rFonts w:ascii="Courier New" w:hAnsi="Courier New" w:cs="Courier New" w:hint="default"/>
      </w:rPr>
    </w:lvl>
    <w:lvl w:ilvl="5" w:tplc="784C6BAE">
      <w:start w:val="1"/>
      <w:numFmt w:val="bullet"/>
      <w:lvlText w:val=""/>
      <w:lvlJc w:val="left"/>
      <w:pPr>
        <w:ind w:left="4320" w:hanging="360"/>
      </w:pPr>
      <w:rPr>
        <w:rFonts w:ascii="Wingdings" w:hAnsi="Wingdings" w:hint="default"/>
      </w:rPr>
    </w:lvl>
    <w:lvl w:ilvl="6" w:tplc="71A68944">
      <w:start w:val="1"/>
      <w:numFmt w:val="bullet"/>
      <w:lvlText w:val=""/>
      <w:lvlJc w:val="left"/>
      <w:pPr>
        <w:ind w:left="5040" w:hanging="360"/>
      </w:pPr>
      <w:rPr>
        <w:rFonts w:ascii="Symbol" w:hAnsi="Symbol" w:hint="default"/>
      </w:rPr>
    </w:lvl>
    <w:lvl w:ilvl="7" w:tplc="8DE043F8">
      <w:start w:val="1"/>
      <w:numFmt w:val="bullet"/>
      <w:lvlText w:val="o"/>
      <w:lvlJc w:val="left"/>
      <w:pPr>
        <w:ind w:left="5760" w:hanging="360"/>
      </w:pPr>
      <w:rPr>
        <w:rFonts w:ascii="Courier New" w:hAnsi="Courier New" w:cs="Courier New" w:hint="default"/>
      </w:rPr>
    </w:lvl>
    <w:lvl w:ilvl="8" w:tplc="CE3C5464">
      <w:start w:val="1"/>
      <w:numFmt w:val="bullet"/>
      <w:lvlText w:val=""/>
      <w:lvlJc w:val="left"/>
      <w:pPr>
        <w:ind w:left="6480" w:hanging="360"/>
      </w:pPr>
      <w:rPr>
        <w:rFonts w:ascii="Wingdings" w:hAnsi="Wingdings" w:hint="default"/>
      </w:rPr>
    </w:lvl>
  </w:abstractNum>
  <w:abstractNum w:abstractNumId="31" w15:restartNumberingAfterBreak="0">
    <w:nsid w:val="78327B45"/>
    <w:multiLevelType w:val="hybridMultilevel"/>
    <w:tmpl w:val="E438EB26"/>
    <w:lvl w:ilvl="0" w:tplc="E9A85CFC">
      <w:numFmt w:val="bullet"/>
      <w:lvlText w:val="-"/>
      <w:lvlJc w:val="left"/>
      <w:pPr>
        <w:ind w:left="720" w:hanging="360"/>
      </w:pPr>
      <w:rPr>
        <w:rFonts w:ascii="Calibri" w:eastAsia="Calibri" w:hAnsi="Calibri" w:cs="Calibri" w:hint="default"/>
      </w:rPr>
    </w:lvl>
    <w:lvl w:ilvl="1" w:tplc="A68CD4BA">
      <w:start w:val="1"/>
      <w:numFmt w:val="bullet"/>
      <w:lvlText w:val="o"/>
      <w:lvlJc w:val="left"/>
      <w:pPr>
        <w:ind w:left="1440" w:hanging="360"/>
      </w:pPr>
      <w:rPr>
        <w:rFonts w:ascii="Courier New" w:hAnsi="Courier New" w:cs="Courier New" w:hint="default"/>
      </w:rPr>
    </w:lvl>
    <w:lvl w:ilvl="2" w:tplc="807E06FA">
      <w:start w:val="1"/>
      <w:numFmt w:val="bullet"/>
      <w:lvlText w:val=""/>
      <w:lvlJc w:val="left"/>
      <w:pPr>
        <w:ind w:left="2160" w:hanging="360"/>
      </w:pPr>
      <w:rPr>
        <w:rFonts w:ascii="Wingdings" w:hAnsi="Wingdings" w:hint="default"/>
      </w:rPr>
    </w:lvl>
    <w:lvl w:ilvl="3" w:tplc="044ACEA0">
      <w:start w:val="1"/>
      <w:numFmt w:val="bullet"/>
      <w:lvlText w:val=""/>
      <w:lvlJc w:val="left"/>
      <w:pPr>
        <w:ind w:left="2880" w:hanging="360"/>
      </w:pPr>
      <w:rPr>
        <w:rFonts w:ascii="Symbol" w:hAnsi="Symbol" w:hint="default"/>
      </w:rPr>
    </w:lvl>
    <w:lvl w:ilvl="4" w:tplc="5F466828">
      <w:start w:val="1"/>
      <w:numFmt w:val="bullet"/>
      <w:lvlText w:val="o"/>
      <w:lvlJc w:val="left"/>
      <w:pPr>
        <w:ind w:left="3600" w:hanging="360"/>
      </w:pPr>
      <w:rPr>
        <w:rFonts w:ascii="Courier New" w:hAnsi="Courier New" w:cs="Courier New" w:hint="default"/>
      </w:rPr>
    </w:lvl>
    <w:lvl w:ilvl="5" w:tplc="1E8649F6">
      <w:start w:val="1"/>
      <w:numFmt w:val="bullet"/>
      <w:lvlText w:val=""/>
      <w:lvlJc w:val="left"/>
      <w:pPr>
        <w:ind w:left="4320" w:hanging="360"/>
      </w:pPr>
      <w:rPr>
        <w:rFonts w:ascii="Wingdings" w:hAnsi="Wingdings" w:hint="default"/>
      </w:rPr>
    </w:lvl>
    <w:lvl w:ilvl="6" w:tplc="AFC471A0">
      <w:start w:val="1"/>
      <w:numFmt w:val="bullet"/>
      <w:lvlText w:val=""/>
      <w:lvlJc w:val="left"/>
      <w:pPr>
        <w:ind w:left="5040" w:hanging="360"/>
      </w:pPr>
      <w:rPr>
        <w:rFonts w:ascii="Symbol" w:hAnsi="Symbol" w:hint="default"/>
      </w:rPr>
    </w:lvl>
    <w:lvl w:ilvl="7" w:tplc="AA308542">
      <w:start w:val="1"/>
      <w:numFmt w:val="bullet"/>
      <w:lvlText w:val="o"/>
      <w:lvlJc w:val="left"/>
      <w:pPr>
        <w:ind w:left="5760" w:hanging="360"/>
      </w:pPr>
      <w:rPr>
        <w:rFonts w:ascii="Courier New" w:hAnsi="Courier New" w:cs="Courier New" w:hint="default"/>
      </w:rPr>
    </w:lvl>
    <w:lvl w:ilvl="8" w:tplc="C8808584">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24"/>
  </w:num>
  <w:num w:numId="4">
    <w:abstractNumId w:val="20"/>
  </w:num>
  <w:num w:numId="5">
    <w:abstractNumId w:val="30"/>
  </w:num>
  <w:num w:numId="6">
    <w:abstractNumId w:val="14"/>
  </w:num>
  <w:num w:numId="7">
    <w:abstractNumId w:val="5"/>
  </w:num>
  <w:num w:numId="8">
    <w:abstractNumId w:val="7"/>
  </w:num>
  <w:num w:numId="9">
    <w:abstractNumId w:val="22"/>
  </w:num>
  <w:num w:numId="10">
    <w:abstractNumId w:val="12"/>
  </w:num>
  <w:num w:numId="11">
    <w:abstractNumId w:val="9"/>
  </w:num>
  <w:num w:numId="12">
    <w:abstractNumId w:val="22"/>
  </w:num>
  <w:num w:numId="13">
    <w:abstractNumId w:val="12"/>
  </w:num>
  <w:num w:numId="14">
    <w:abstractNumId w:val="21"/>
  </w:num>
  <w:num w:numId="15">
    <w:abstractNumId w:val="27"/>
  </w:num>
  <w:num w:numId="16">
    <w:abstractNumId w:val="15"/>
  </w:num>
  <w:num w:numId="17">
    <w:abstractNumId w:val="3"/>
  </w:num>
  <w:num w:numId="18">
    <w:abstractNumId w:val="4"/>
  </w:num>
  <w:num w:numId="19">
    <w:abstractNumId w:val="25"/>
  </w:num>
  <w:num w:numId="20">
    <w:abstractNumId w:val="23"/>
  </w:num>
  <w:num w:numId="21">
    <w:abstractNumId w:val="0"/>
  </w:num>
  <w:num w:numId="22">
    <w:abstractNumId w:val="18"/>
  </w:num>
  <w:num w:numId="23">
    <w:abstractNumId w:val="23"/>
  </w:num>
  <w:num w:numId="24">
    <w:abstractNumId w:val="0"/>
  </w:num>
  <w:num w:numId="25">
    <w:abstractNumId w:val="0"/>
  </w:num>
  <w:num w:numId="26">
    <w:abstractNumId w:val="18"/>
  </w:num>
  <w:num w:numId="27">
    <w:abstractNumId w:val="18"/>
  </w:num>
  <w:num w:numId="28">
    <w:abstractNumId w:val="18"/>
  </w:num>
  <w:num w:numId="29">
    <w:abstractNumId w:val="19"/>
  </w:num>
  <w:num w:numId="30">
    <w:abstractNumId w:val="16"/>
  </w:num>
  <w:num w:numId="31">
    <w:abstractNumId w:val="31"/>
  </w:num>
  <w:num w:numId="32">
    <w:abstractNumId w:val="6"/>
  </w:num>
  <w:num w:numId="33">
    <w:abstractNumId w:val="29"/>
  </w:num>
  <w:num w:numId="34">
    <w:abstractNumId w:val="8"/>
  </w:num>
  <w:num w:numId="35">
    <w:abstractNumId w:val="17"/>
  </w:num>
  <w:num w:numId="36">
    <w:abstractNumId w:val="11"/>
  </w:num>
  <w:num w:numId="37">
    <w:abstractNumId w:val="26"/>
  </w:num>
  <w:num w:numId="38">
    <w:abstractNumId w:val="10"/>
  </w:num>
  <w:num w:numId="39">
    <w:abstractNumId w:val="28"/>
  </w:num>
  <w:num w:numId="40">
    <w:abstractNumId w:val="1"/>
  </w:num>
  <w:num w:numId="41">
    <w:abstractNumId w:val="2"/>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attachedTemplate r:id="rId1"/>
  <w:linkStyles/>
  <w:defaultTabStop w:val="454"/>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1B4"/>
    <w:rsid w:val="00005D2A"/>
    <w:rsid w:val="0002199C"/>
    <w:rsid w:val="00066940"/>
    <w:rsid w:val="00080A83"/>
    <w:rsid w:val="000C0D42"/>
    <w:rsid w:val="000D1F01"/>
    <w:rsid w:val="000D363F"/>
    <w:rsid w:val="00111666"/>
    <w:rsid w:val="00163607"/>
    <w:rsid w:val="001830AB"/>
    <w:rsid w:val="00190928"/>
    <w:rsid w:val="00197295"/>
    <w:rsid w:val="001B1742"/>
    <w:rsid w:val="001F4239"/>
    <w:rsid w:val="00266AC1"/>
    <w:rsid w:val="002B7FBB"/>
    <w:rsid w:val="003165FA"/>
    <w:rsid w:val="00316886"/>
    <w:rsid w:val="00316D0E"/>
    <w:rsid w:val="00323F06"/>
    <w:rsid w:val="003469BA"/>
    <w:rsid w:val="00383513"/>
    <w:rsid w:val="003E0D3D"/>
    <w:rsid w:val="004147BE"/>
    <w:rsid w:val="004856B8"/>
    <w:rsid w:val="004A17CE"/>
    <w:rsid w:val="004C7941"/>
    <w:rsid w:val="00523675"/>
    <w:rsid w:val="00533148"/>
    <w:rsid w:val="00562756"/>
    <w:rsid w:val="00570B12"/>
    <w:rsid w:val="005F31B0"/>
    <w:rsid w:val="00601A39"/>
    <w:rsid w:val="006462E0"/>
    <w:rsid w:val="00683479"/>
    <w:rsid w:val="00684F2B"/>
    <w:rsid w:val="006C0399"/>
    <w:rsid w:val="006E2D62"/>
    <w:rsid w:val="007070DF"/>
    <w:rsid w:val="00730CE1"/>
    <w:rsid w:val="00751DBC"/>
    <w:rsid w:val="007A565B"/>
    <w:rsid w:val="007A63A0"/>
    <w:rsid w:val="007B4C3B"/>
    <w:rsid w:val="007C31D7"/>
    <w:rsid w:val="007F3A5E"/>
    <w:rsid w:val="0083748D"/>
    <w:rsid w:val="00891967"/>
    <w:rsid w:val="008F4A62"/>
    <w:rsid w:val="00914BEC"/>
    <w:rsid w:val="009571B4"/>
    <w:rsid w:val="009811BC"/>
    <w:rsid w:val="00985F51"/>
    <w:rsid w:val="00994D73"/>
    <w:rsid w:val="00A60CA3"/>
    <w:rsid w:val="00AA77A5"/>
    <w:rsid w:val="00B57DDB"/>
    <w:rsid w:val="00BC0368"/>
    <w:rsid w:val="00BC4D3A"/>
    <w:rsid w:val="00C03232"/>
    <w:rsid w:val="00C17C1B"/>
    <w:rsid w:val="00C671F0"/>
    <w:rsid w:val="00C9227E"/>
    <w:rsid w:val="00CB28A9"/>
    <w:rsid w:val="00CC4298"/>
    <w:rsid w:val="00CE50CE"/>
    <w:rsid w:val="00CF13C7"/>
    <w:rsid w:val="00D014E2"/>
    <w:rsid w:val="00D147EE"/>
    <w:rsid w:val="00D3366D"/>
    <w:rsid w:val="00D4069B"/>
    <w:rsid w:val="00D93D31"/>
    <w:rsid w:val="00E179E7"/>
    <w:rsid w:val="00E415C4"/>
    <w:rsid w:val="00E51450"/>
    <w:rsid w:val="00E871E0"/>
    <w:rsid w:val="00EE20BD"/>
    <w:rsid w:val="00F258A2"/>
    <w:rsid w:val="00F6719E"/>
    <w:rsid w:val="00F76826"/>
    <w:rsid w:val="00F81B21"/>
    <w:rsid w:val="00FF790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40677"/>
  <w15:docId w15:val="{8B4548F4-342E-4DF1-AFCF-18F7C1DC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1BC"/>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eastAsiaTheme="minorEastAsia" w:hAnsi="Calibri"/>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eastAsiaTheme="minorEastAsia" w:hAnsi="Calibri"/>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eastAsiaTheme="minorEastAsia" w:hAnsi="Calibri"/>
      <w:szCs w:val="24"/>
      <w:lang w:val="en-US" w:bidi="en-US"/>
    </w:rPr>
  </w:style>
  <w:style w:type="character" w:customStyle="1" w:styleId="BulletslistChar">
    <w:name w:val="Bullets list Char"/>
    <w:basedOn w:val="DefaultParagraphFont"/>
    <w:link w:val="Bulletslist"/>
    <w:rsid w:val="00E97491"/>
    <w:rPr>
      <w:rFonts w:ascii="Calibri" w:eastAsiaTheme="minorEastAsia" w:hAnsi="Calibri"/>
      <w:color w:val="000000" w:themeColor="text1"/>
      <w:szCs w:val="24"/>
      <w:lang w:val="en-US" w:bidi="en-US"/>
    </w:rPr>
  </w:style>
  <w:style w:type="paragraph" w:customStyle="1" w:styleId="Caption-smalltext">
    <w:name w:val="Caption - small text"/>
    <w:basedOn w:val="Caption"/>
    <w:link w:val="Caption-smalltextChar"/>
    <w:rsid w:val="006E1A63"/>
    <w:rPr>
      <w:rFonts w:ascii="Calibri" w:eastAsiaTheme="minorEastAsia" w:hAnsi="Calibri"/>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eastAsiaTheme="minorEastAsia" w:hAnsi="Calibri"/>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B858A6"/>
    <w:pPr>
      <w:spacing w:after="100"/>
    </w:pPr>
  </w:style>
  <w:style w:type="paragraph" w:styleId="TOC2">
    <w:name w:val="toc 2"/>
    <w:basedOn w:val="Heading3"/>
    <w:next w:val="Normal"/>
    <w:autoRedefine/>
    <w:uiPriority w:val="39"/>
    <w:unhideWhenUsed/>
    <w:rsid w:val="00B858A6"/>
    <w:pPr>
      <w:spacing w:after="100"/>
      <w:ind w:left="200"/>
    </w:pPr>
    <w:rPr>
      <w:b w:val="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B858A6"/>
    <w:pPr>
      <w:spacing w:after="100"/>
      <w:ind w:left="400"/>
    </w:pPr>
    <w:rPr>
      <w:b w:val="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eastAsiaTheme="minorEastAsia" w:hAnsi="Calibri"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eastAsiaTheme="minorEastAsia" w:hAnsi="Calibri"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eastAsiaTheme="minorEastAsia" w:hAnsi="Calibri"/>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eastAsiaTheme="minorEastAsia" w:hAnsi="Calibri"/>
      <w:szCs w:val="24"/>
      <w:lang w:val="en-US" w:bidi="en-US"/>
    </w:rPr>
  </w:style>
  <w:style w:type="character" w:customStyle="1" w:styleId="TAFE2NDChar">
    <w:name w:val="TAFE 2ND Char"/>
    <w:basedOn w:val="DefaultParagraphFont"/>
    <w:link w:val="TAFE2ND"/>
    <w:rsid w:val="00B858A6"/>
    <w:rPr>
      <w:rFonts w:ascii="Calibri" w:eastAsiaTheme="minorEastAsia" w:hAnsi="Calibri"/>
      <w:color w:val="000000" w:themeColor="text1"/>
      <w:szCs w:val="24"/>
      <w:lang w:val="en-US" w:bidi="en-US"/>
    </w:rPr>
  </w:style>
  <w:style w:type="character" w:customStyle="1" w:styleId="TAFE3RDChar">
    <w:name w:val="TAFE 3RD Char"/>
    <w:basedOn w:val="TAFE2NDChar"/>
    <w:link w:val="TAFE3RD"/>
    <w:rsid w:val="00B858A6"/>
    <w:rPr>
      <w:rFonts w:ascii="Calibri" w:eastAsiaTheme="minorEastAsia" w:hAnsi="Calibri"/>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9773C4"/>
    <w:rPr>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9773C4"/>
    <w:rPr>
      <w:rFonts w:asciiTheme="majorHAnsi" w:eastAsiaTheme="majorEastAsia" w:hAnsiTheme="majorHAnsi" w:cstheme="majorBidi"/>
      <w:b w:val="0"/>
      <w:caps/>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character" w:customStyle="1" w:styleId="ListParagraphChar">
    <w:name w:val="List Paragraph Char"/>
    <w:link w:val="ListParagraph"/>
    <w:uiPriority w:val="34"/>
    <w:locked/>
    <w:rsid w:val="006C0399"/>
    <w:rPr>
      <w:color w:val="000000" w:themeColor="text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1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enterprise-risk-management-policy.pdf/"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afensw.edu.au/support" TargetMode="External"/><Relationship Id="rId2" Type="http://schemas.openxmlformats.org/officeDocument/2006/relationships/customXml" Target="../customXml/item2.xml"/><Relationship Id="rId16" Type="http://schemas.openxmlformats.org/officeDocument/2006/relationships/hyperlink" Target="https://www.education.gov.au/download-acsf" TargetMode="External"/><Relationship Id="rId20" Type="http://schemas.openxmlformats.org/officeDocument/2006/relationships/hyperlink" Target="http://live.nei.tafensw.edu.au/DATA2/Site/Approvals/request.aspx?request_id=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ining.gov.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asqa.gov.au/news-publications/publications/fact-sheets/amount-trai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ARDOULIS.000\Downloads\tafe-nsw-document-template-portrait%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A25F16" w:rsidRDefault="00FA32D6" w:rsidP="00A25F16">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A25F16" w:rsidRDefault="00FA32D6" w:rsidP="00A25F16">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A25F16" w:rsidRDefault="00FA32D6" w:rsidP="00A25F16">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A25F16" w:rsidRDefault="00FA32D6" w:rsidP="00A25F16">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A25F16" w:rsidRDefault="00FA32D6" w:rsidP="00A25F16">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A25F16" w:rsidRDefault="00FA32D6" w:rsidP="00A25F16">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A25F16" w:rsidRDefault="00FA32D6" w:rsidP="00A25F16">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A25F16" w:rsidRDefault="00FA32D6" w:rsidP="00A25F16">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A25F16" w:rsidRDefault="00FA32D6" w:rsidP="00A25F16">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A25F16" w:rsidRDefault="00FA32D6" w:rsidP="00A25F16">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A25F16" w:rsidRDefault="00FA32D6" w:rsidP="00A25F16">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A25F16" w:rsidRDefault="00FA32D6" w:rsidP="00A25F16">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A25F16" w:rsidRDefault="00FA32D6" w:rsidP="00A25F16">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A25F16" w:rsidRDefault="00FA32D6" w:rsidP="00A25F16">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A25F16" w:rsidRDefault="00FA32D6" w:rsidP="00A25F16">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A25F16" w:rsidRDefault="00FA32D6" w:rsidP="00A25F16">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A25F16" w:rsidRDefault="00FA32D6" w:rsidP="00A25F16">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A25F16" w:rsidRDefault="00FA32D6" w:rsidP="00A25F16">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A25F16" w:rsidRDefault="00FA32D6" w:rsidP="00A25F16">
          <w:pPr>
            <w:pStyle w:val="612B435E6380402BB701A4C2840E9EF61"/>
          </w:pPr>
          <w:r w:rsidRPr="00DC77D9">
            <w:rPr>
              <w:rFonts w:cs="Calibri"/>
              <w:color w:val="808080"/>
              <w:szCs w:val="20"/>
            </w:rPr>
            <w:t>Insert link to detailed staff matrix.</w:t>
          </w:r>
        </w:p>
      </w:docPartBody>
    </w:docPart>
    <w:docPart>
      <w:docPartPr>
        <w:name w:val="FFEEEBC4C0B64705B1CFCFF507316974"/>
        <w:category>
          <w:name w:val="General"/>
          <w:gallery w:val="placeholder"/>
        </w:category>
        <w:types>
          <w:type w:val="bbPlcHdr"/>
        </w:types>
        <w:behaviors>
          <w:behavior w:val="content"/>
        </w:behaviors>
        <w:guid w:val="{BE9874BF-CBC8-4E9D-B1AF-15DAE27DC38E}"/>
      </w:docPartPr>
      <w:docPartBody>
        <w:p w:rsidR="00000000" w:rsidRDefault="006757BD" w:rsidP="006757BD">
          <w:pPr>
            <w:pStyle w:val="FFEEEBC4C0B64705B1CFCFF507316974"/>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2D6"/>
    <w:rsid w:val="001D3224"/>
    <w:rsid w:val="002F61B2"/>
    <w:rsid w:val="00500A23"/>
    <w:rsid w:val="005C4D2F"/>
    <w:rsid w:val="006757BD"/>
    <w:rsid w:val="007A361F"/>
    <w:rsid w:val="007D6009"/>
    <w:rsid w:val="0080272C"/>
    <w:rsid w:val="008E68CD"/>
    <w:rsid w:val="00A25F16"/>
    <w:rsid w:val="00E25C9F"/>
    <w:rsid w:val="00F65F87"/>
    <w:rsid w:val="00FA32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 w:type="paragraph" w:customStyle="1" w:styleId="FFEEEBC4C0B64705B1CFCFF507316974">
    <w:name w:val="FFEEEBC4C0B64705B1CFCFF507316974"/>
    <w:rsid w:val="006757BD"/>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B058F-BCA1-4A1C-AC6A-42B3FF8BA2F4}"/>
</file>

<file path=customXml/itemProps2.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3.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4.xml><?xml version="1.0" encoding="utf-8"?>
<ds:datastoreItem xmlns:ds="http://schemas.openxmlformats.org/officeDocument/2006/customXml" ds:itemID="{01C47C6D-A7B7-4CF2-A7DD-635D4026C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9</TotalTime>
  <Pages>42</Pages>
  <Words>8261</Words>
  <Characters>47089</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Generated by the Document Automation for Training and Assessment system. 
Developed by: Marc Fearby, Tamworth Campus
Copyright © 2013 TAFE NSW.</dc:description>
  <cp:lastModifiedBy>Dean Williams</cp:lastModifiedBy>
  <cp:revision>7</cp:revision>
  <cp:lastPrinted>2016-03-11T03:51:00Z</cp:lastPrinted>
  <dcterms:created xsi:type="dcterms:W3CDTF">2019-08-08T12:15:00Z</dcterms:created>
  <dcterms:modified xsi:type="dcterms:W3CDTF">2019-08-08T12:24:00Z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