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D0F6D" w14:textId="44C0E785" w:rsidR="00D97B48" w:rsidRDefault="002252A3" w:rsidP="00D97B48">
      <w:pPr>
        <w:pStyle w:val="Heading1"/>
        <w:rPr>
          <w:rFonts w:eastAsia="MS Mincho"/>
        </w:rPr>
      </w:pPr>
      <w:bookmarkStart w:id="0" w:name="_Toc511220124"/>
      <w:r>
        <w:rPr>
          <w:rFonts w:eastAsia="MS Mincho"/>
        </w:rPr>
        <w:t>Event 2</w:t>
      </w:r>
      <w:r w:rsidR="00D97B48" w:rsidRPr="00A450DB">
        <w:rPr>
          <w:rFonts w:eastAsia="MS Mincho"/>
        </w:rPr>
        <w:t xml:space="preserve"> - </w:t>
      </w:r>
      <w:r w:rsidR="00800B60">
        <w:rPr>
          <w:rFonts w:eastAsia="MS Mincho"/>
        </w:rPr>
        <w:t>Skills</w:t>
      </w:r>
      <w:r w:rsidR="00D97B48" w:rsidRPr="00A450DB">
        <w:rPr>
          <w:rFonts w:eastAsia="MS Mincho"/>
        </w:rPr>
        <w:t xml:space="preserve"> Assessment </w:t>
      </w:r>
    </w:p>
    <w:p w14:paraId="01EF14A7" w14:textId="77777777" w:rsidR="00186013" w:rsidRPr="00A56627" w:rsidRDefault="00186013" w:rsidP="00186013">
      <w:pPr>
        <w:pStyle w:val="Heading2"/>
      </w:pPr>
      <w:r w:rsidRPr="00A56627">
        <w:t>Criteria</w:t>
      </w:r>
    </w:p>
    <w:p w14:paraId="01EF14A8" w14:textId="77777777" w:rsidR="00186013" w:rsidRDefault="00186013" w:rsidP="00186013">
      <w:pPr>
        <w:pStyle w:val="Heading3"/>
      </w:pPr>
      <w:r w:rsidRPr="007A6B4A">
        <w:t>Unit code, name and release number</w:t>
      </w:r>
    </w:p>
    <w:p w14:paraId="01EF14A9" w14:textId="77777777" w:rsidR="00186013" w:rsidRPr="00D83795" w:rsidRDefault="00186013" w:rsidP="00186013">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MSFFF2004 - Prepare surfaces for finishing (1)</w:t>
      </w:r>
      <w:bookmarkEnd w:id="1"/>
    </w:p>
    <w:p w14:paraId="01EF14AA" w14:textId="77777777" w:rsidR="00186013" w:rsidRPr="00D83795" w:rsidRDefault="00186013" w:rsidP="00186013">
      <w:pPr>
        <w:pBdr>
          <w:top w:val="single" w:sz="4" w:space="1" w:color="2D739F"/>
          <w:left w:val="single" w:sz="4" w:space="4" w:color="2D739F"/>
          <w:bottom w:val="single" w:sz="4" w:space="1" w:color="2D739F"/>
          <w:right w:val="single" w:sz="4" w:space="4" w:color="2D739F"/>
        </w:pBdr>
        <w:rPr>
          <w:sz w:val="22"/>
          <w:szCs w:val="22"/>
          <w:lang w:eastAsia="en-AU"/>
        </w:rPr>
      </w:pPr>
    </w:p>
    <w:p w14:paraId="01EF14AB" w14:textId="77777777" w:rsidR="00186013" w:rsidRDefault="00186013" w:rsidP="00186013">
      <w:pPr>
        <w:pStyle w:val="Heading3"/>
      </w:pPr>
      <w:r w:rsidRPr="00A41E27">
        <w:t>Qualification</w:t>
      </w:r>
      <w:r>
        <w:t>/Course</w:t>
      </w:r>
      <w:r w:rsidRPr="00A41E27">
        <w:t xml:space="preserve"> code, name and release number</w:t>
      </w:r>
    </w:p>
    <w:p w14:paraId="01EF14AC" w14:textId="72E30B0F" w:rsidR="00186013" w:rsidRPr="00D83795" w:rsidRDefault="00186013" w:rsidP="00186013">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MSF31113 - Certificate III in Cabinet Making (</w:t>
      </w:r>
      <w:r w:rsidR="0093266E">
        <w:rPr>
          <w:sz w:val="22"/>
          <w:szCs w:val="22"/>
          <w:lang w:eastAsia="en-AU"/>
        </w:rPr>
        <w:t>6</w:t>
      </w:r>
      <w:r w:rsidRPr="00D83795">
        <w:rPr>
          <w:sz w:val="22"/>
          <w:szCs w:val="22"/>
          <w:lang w:eastAsia="en-AU"/>
        </w:rPr>
        <w:t>)</w:t>
      </w:r>
      <w:bookmarkEnd w:id="2"/>
    </w:p>
    <w:p w14:paraId="01EF14AD" w14:textId="77777777" w:rsidR="00186013" w:rsidRPr="00D83795" w:rsidRDefault="00186013" w:rsidP="00186013">
      <w:pPr>
        <w:pBdr>
          <w:top w:val="single" w:sz="4" w:space="1" w:color="2D739F"/>
          <w:left w:val="single" w:sz="4" w:space="4" w:color="2D739F"/>
          <w:bottom w:val="single" w:sz="4" w:space="1" w:color="2D739F"/>
          <w:right w:val="single" w:sz="4" w:space="4" w:color="2D739F"/>
        </w:pBdr>
        <w:rPr>
          <w:sz w:val="22"/>
          <w:szCs w:val="22"/>
          <w:lang w:eastAsia="en-AU"/>
        </w:rPr>
      </w:pPr>
    </w:p>
    <w:p w14:paraId="01EF14AE" w14:textId="77777777" w:rsidR="00186013" w:rsidRPr="00A56627" w:rsidRDefault="00186013" w:rsidP="00186013">
      <w:pPr>
        <w:pStyle w:val="Heading2"/>
      </w:pPr>
      <w:r w:rsidRPr="00A56627">
        <w:t>Student details</w:t>
      </w:r>
    </w:p>
    <w:p w14:paraId="01EF14AF" w14:textId="77777777" w:rsidR="00186013" w:rsidRDefault="00186013" w:rsidP="00186013">
      <w:pPr>
        <w:pStyle w:val="Heading3"/>
      </w:pPr>
      <w:r w:rsidRPr="00AA18CF">
        <w:t>Student number</w:t>
      </w:r>
    </w:p>
    <w:p w14:paraId="01EF14B0" w14:textId="77777777" w:rsidR="00186013" w:rsidRPr="00D83795" w:rsidRDefault="00186013" w:rsidP="00186013">
      <w:pPr>
        <w:pBdr>
          <w:top w:val="single" w:sz="4" w:space="1" w:color="2D739F"/>
          <w:left w:val="single" w:sz="4" w:space="4" w:color="2D739F"/>
          <w:bottom w:val="single" w:sz="4" w:space="1" w:color="2D739F"/>
          <w:right w:val="single" w:sz="4" w:space="4" w:color="2D739F"/>
        </w:pBdr>
        <w:rPr>
          <w:sz w:val="22"/>
          <w:szCs w:val="22"/>
          <w:lang w:eastAsia="en-AU"/>
        </w:rPr>
      </w:pPr>
    </w:p>
    <w:p w14:paraId="01EF14B1" w14:textId="77777777" w:rsidR="00186013" w:rsidRDefault="00186013" w:rsidP="00186013">
      <w:pPr>
        <w:pStyle w:val="Heading3"/>
      </w:pPr>
      <w:r w:rsidRPr="00AA18CF">
        <w:t xml:space="preserve">Student </w:t>
      </w:r>
      <w:r>
        <w:t>name</w:t>
      </w:r>
    </w:p>
    <w:p w14:paraId="01EF14B2" w14:textId="77777777" w:rsidR="00186013" w:rsidRPr="00D83795" w:rsidRDefault="00186013" w:rsidP="00186013">
      <w:pPr>
        <w:pBdr>
          <w:top w:val="single" w:sz="4" w:space="1" w:color="2D739F"/>
          <w:left w:val="single" w:sz="4" w:space="4" w:color="2D739F"/>
          <w:bottom w:val="single" w:sz="4" w:space="1" w:color="2D739F"/>
          <w:right w:val="single" w:sz="4" w:space="4" w:color="2D739F"/>
        </w:pBdr>
        <w:rPr>
          <w:sz w:val="22"/>
          <w:szCs w:val="22"/>
          <w:lang w:eastAsia="en-AU"/>
        </w:rPr>
      </w:pPr>
    </w:p>
    <w:p w14:paraId="01EF14B3" w14:textId="77777777" w:rsidR="00186013" w:rsidRPr="00A56627" w:rsidRDefault="00186013" w:rsidP="00186013">
      <w:pPr>
        <w:pStyle w:val="Heading2"/>
      </w:pPr>
      <w:r w:rsidRPr="00A56627">
        <w:t>Assessment Declaration</w:t>
      </w:r>
    </w:p>
    <w:p w14:paraId="01EF14B4" w14:textId="77777777" w:rsidR="00186013" w:rsidRPr="00FF3AA4" w:rsidRDefault="00186013" w:rsidP="00186013">
      <w:pPr>
        <w:pStyle w:val="Bulletlist"/>
      </w:pPr>
      <w:r w:rsidRPr="00FF3AA4">
        <w:t>This assessment is my original work and no part of it has been copied from any other source except where due acknowledgement is made.</w:t>
      </w:r>
    </w:p>
    <w:p w14:paraId="01EF14B5" w14:textId="77777777" w:rsidR="00186013" w:rsidRPr="00FF3AA4" w:rsidRDefault="00186013" w:rsidP="00186013">
      <w:pPr>
        <w:pStyle w:val="Bulletlist"/>
      </w:pPr>
      <w:r w:rsidRPr="00FF3AA4">
        <w:t>No part of this assessment has been written for me by any other person except where such collaboration has been authorised by the assessor concerned.</w:t>
      </w:r>
    </w:p>
    <w:p w14:paraId="01EF14B6" w14:textId="64A4BB55" w:rsidR="00186013" w:rsidRPr="00FF3AA4" w:rsidRDefault="00186013" w:rsidP="00186013">
      <w:pPr>
        <w:pStyle w:val="Bulletlist"/>
      </w:pPr>
      <w:r w:rsidRPr="00FF3AA4">
        <w:t xml:space="preserve">I understand that plagiarism is the presentation of the work, idea or creation of another person as though it is </w:t>
      </w:r>
      <w:r w:rsidR="00C57BD5">
        <w:t>your</w:t>
      </w:r>
      <w:r w:rsidRPr="00FF3AA4">
        <w:t xml:space="preserve"> own. Plagiarism occurs when the origin of the material used is not appropriately cited. No part of this assessment is plagiarised.</w:t>
      </w:r>
    </w:p>
    <w:p w14:paraId="01EF14B7" w14:textId="77777777" w:rsidR="00186013" w:rsidRDefault="00186013" w:rsidP="00186013">
      <w:pPr>
        <w:pStyle w:val="Heading3"/>
      </w:pPr>
      <w:r w:rsidRPr="00AE2B8B">
        <w:t>Student signature</w:t>
      </w:r>
      <w:r>
        <w:t xml:space="preserve"> and </w:t>
      </w:r>
      <w:r w:rsidRPr="00AE2B8B">
        <w:t>Date</w:t>
      </w:r>
    </w:p>
    <w:p w14:paraId="01EF14B8" w14:textId="77777777" w:rsidR="00186013" w:rsidRDefault="00186013" w:rsidP="00186013">
      <w:pPr>
        <w:pBdr>
          <w:top w:val="single" w:sz="4" w:space="1" w:color="2D739F"/>
          <w:left w:val="single" w:sz="4" w:space="4" w:color="2D739F"/>
          <w:bottom w:val="single" w:sz="4" w:space="1" w:color="2D739F"/>
          <w:right w:val="single" w:sz="4" w:space="4" w:color="2D739F"/>
        </w:pBdr>
        <w:rPr>
          <w:sz w:val="22"/>
          <w:szCs w:val="22"/>
          <w:lang w:eastAsia="en-AU"/>
        </w:rPr>
      </w:pPr>
    </w:p>
    <w:p w14:paraId="01EF14B9" w14:textId="77777777" w:rsidR="00186013" w:rsidRPr="00D83795" w:rsidRDefault="00186013" w:rsidP="00186013">
      <w:pPr>
        <w:pBdr>
          <w:top w:val="single" w:sz="4" w:space="1" w:color="2D739F"/>
          <w:left w:val="single" w:sz="4" w:space="4" w:color="2D739F"/>
          <w:bottom w:val="single" w:sz="4" w:space="1" w:color="2D739F"/>
          <w:right w:val="single" w:sz="4" w:space="4" w:color="2D739F"/>
        </w:pBdr>
        <w:rPr>
          <w:sz w:val="22"/>
          <w:szCs w:val="22"/>
          <w:lang w:eastAsia="en-AU"/>
        </w:rPr>
      </w:pPr>
    </w:p>
    <w:p w14:paraId="01EF14BA" w14:textId="77777777" w:rsidR="00186013" w:rsidRDefault="00186013" w:rsidP="00186013">
      <w:pPr>
        <w:rPr>
          <w:lang w:eastAsia="en-AU"/>
        </w:rPr>
        <w:sectPr w:rsidR="00186013" w:rsidSect="0018601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4BE4B343" w14:textId="77777777" w:rsidR="00EB69A9" w:rsidRDefault="00EB69A9" w:rsidP="00186013">
      <w:pPr>
        <w:pStyle w:val="SmallerText-Black"/>
        <w:tabs>
          <w:tab w:val="left" w:pos="2127"/>
        </w:tabs>
      </w:pPr>
    </w:p>
    <w:p w14:paraId="3252E0AB" w14:textId="77777777" w:rsidR="00EB69A9" w:rsidRDefault="00EB69A9" w:rsidP="00186013">
      <w:pPr>
        <w:pStyle w:val="SmallerText-Black"/>
        <w:tabs>
          <w:tab w:val="left" w:pos="2127"/>
        </w:tabs>
      </w:pPr>
    </w:p>
    <w:p w14:paraId="32EBF953" w14:textId="77777777" w:rsidR="00EB69A9" w:rsidRDefault="00EB69A9" w:rsidP="00186013">
      <w:pPr>
        <w:pStyle w:val="SmallerText-Black"/>
        <w:tabs>
          <w:tab w:val="left" w:pos="2127"/>
        </w:tabs>
      </w:pPr>
    </w:p>
    <w:p w14:paraId="467F0AB3" w14:textId="77777777" w:rsidR="00EB69A9" w:rsidRDefault="00EB69A9" w:rsidP="00186013">
      <w:pPr>
        <w:pStyle w:val="SmallerText-Black"/>
        <w:tabs>
          <w:tab w:val="left" w:pos="2127"/>
        </w:tabs>
      </w:pPr>
    </w:p>
    <w:p w14:paraId="400EA62A" w14:textId="77777777" w:rsidR="00EB69A9" w:rsidRDefault="00EB69A9" w:rsidP="00186013">
      <w:pPr>
        <w:pStyle w:val="SmallerText-Black"/>
        <w:tabs>
          <w:tab w:val="left" w:pos="2127"/>
        </w:tabs>
      </w:pPr>
    </w:p>
    <w:p w14:paraId="41DDA65F" w14:textId="77777777" w:rsidR="00EB69A9" w:rsidRDefault="00EB69A9" w:rsidP="00186013">
      <w:pPr>
        <w:pStyle w:val="SmallerText-Black"/>
        <w:tabs>
          <w:tab w:val="left" w:pos="2127"/>
        </w:tabs>
      </w:pPr>
    </w:p>
    <w:p w14:paraId="63BB99EF" w14:textId="77777777" w:rsidR="00EB69A9" w:rsidRDefault="00EB69A9" w:rsidP="00186013">
      <w:pPr>
        <w:pStyle w:val="SmallerText-Black"/>
        <w:tabs>
          <w:tab w:val="left" w:pos="2127"/>
        </w:tabs>
      </w:pPr>
    </w:p>
    <w:p w14:paraId="1F8307C9" w14:textId="77777777" w:rsidR="00EB69A9" w:rsidRDefault="00EB69A9" w:rsidP="00186013">
      <w:pPr>
        <w:pStyle w:val="SmallerText-Black"/>
        <w:tabs>
          <w:tab w:val="left" w:pos="2127"/>
        </w:tabs>
      </w:pPr>
    </w:p>
    <w:p w14:paraId="698EF9AA" w14:textId="77777777" w:rsidR="00EB69A9" w:rsidRDefault="00EB69A9" w:rsidP="00186013">
      <w:pPr>
        <w:pStyle w:val="SmallerText-Black"/>
        <w:tabs>
          <w:tab w:val="left" w:pos="2127"/>
        </w:tabs>
      </w:pPr>
    </w:p>
    <w:p w14:paraId="41CFE08E" w14:textId="77777777" w:rsidR="00EB69A9" w:rsidRDefault="00EB69A9" w:rsidP="00186013">
      <w:pPr>
        <w:pStyle w:val="SmallerText-Black"/>
        <w:tabs>
          <w:tab w:val="left" w:pos="2127"/>
        </w:tabs>
      </w:pPr>
    </w:p>
    <w:p w14:paraId="380DFBC7" w14:textId="77777777" w:rsidR="00EB69A9" w:rsidRDefault="00EB69A9" w:rsidP="00186013">
      <w:pPr>
        <w:pStyle w:val="SmallerText-Black"/>
        <w:tabs>
          <w:tab w:val="left" w:pos="2127"/>
        </w:tabs>
      </w:pPr>
    </w:p>
    <w:p w14:paraId="7EFEDC28" w14:textId="381CA297" w:rsidR="00EB69A9" w:rsidRDefault="00EB69A9" w:rsidP="00186013">
      <w:pPr>
        <w:pStyle w:val="SmallerText-Black"/>
        <w:tabs>
          <w:tab w:val="left" w:pos="2127"/>
        </w:tabs>
      </w:pPr>
    </w:p>
    <w:p w14:paraId="3D96481B" w14:textId="0482FE46" w:rsidR="00D97B48" w:rsidRDefault="00D97B48" w:rsidP="00186013">
      <w:pPr>
        <w:pStyle w:val="SmallerText-Black"/>
        <w:tabs>
          <w:tab w:val="left" w:pos="2127"/>
        </w:tabs>
      </w:pPr>
    </w:p>
    <w:p w14:paraId="306179C1" w14:textId="77777777" w:rsidR="00D97B48" w:rsidRDefault="00D97B48" w:rsidP="00186013">
      <w:pPr>
        <w:pStyle w:val="SmallerText-Black"/>
        <w:tabs>
          <w:tab w:val="left" w:pos="2127"/>
        </w:tabs>
      </w:pPr>
    </w:p>
    <w:p w14:paraId="3D5DD724" w14:textId="77777777" w:rsidR="00EB69A9" w:rsidRDefault="00EB69A9" w:rsidP="00186013">
      <w:pPr>
        <w:pStyle w:val="SmallerText-Black"/>
        <w:tabs>
          <w:tab w:val="left" w:pos="2127"/>
        </w:tabs>
      </w:pPr>
    </w:p>
    <w:p w14:paraId="2695CCFA" w14:textId="77777777" w:rsidR="00EB69A9" w:rsidRDefault="00EB69A9" w:rsidP="00186013">
      <w:pPr>
        <w:pStyle w:val="SmallerText-Black"/>
        <w:tabs>
          <w:tab w:val="left" w:pos="2127"/>
        </w:tabs>
      </w:pPr>
    </w:p>
    <w:p w14:paraId="37B1137B" w14:textId="77777777" w:rsidR="00EB69A9" w:rsidRDefault="00EB69A9" w:rsidP="00186013">
      <w:pPr>
        <w:pStyle w:val="SmallerText-Black"/>
        <w:tabs>
          <w:tab w:val="left" w:pos="2127"/>
        </w:tabs>
      </w:pPr>
    </w:p>
    <w:p w14:paraId="01EF14BB" w14:textId="77777777" w:rsidR="00186013" w:rsidRPr="00C14A60" w:rsidRDefault="00186013" w:rsidP="00186013">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01EF14BC" w14:textId="080047CD" w:rsidR="00186013" w:rsidRPr="00867E80" w:rsidRDefault="00186013" w:rsidP="00186013">
      <w:pPr>
        <w:pStyle w:val="SmallerText-Black"/>
        <w:tabs>
          <w:tab w:val="left" w:pos="2127"/>
        </w:tabs>
      </w:pPr>
      <w:r>
        <w:t>Date created:</w:t>
      </w:r>
      <w:r>
        <w:tab/>
      </w:r>
      <w:r w:rsidR="00B64173" w:rsidRPr="00B64173">
        <w:rPr>
          <w:i/>
          <w:noProof/>
          <w:color w:val="808080" w:themeColor="background1" w:themeShade="80"/>
        </w:rPr>
        <w:t>15/05/2020</w:t>
      </w:r>
    </w:p>
    <w:p w14:paraId="01EF14BD" w14:textId="3C1DC6A8" w:rsidR="00186013" w:rsidRPr="00867E80" w:rsidRDefault="00186013" w:rsidP="00186013">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AD459E" w:rsidRPr="00AD459E">
        <w:rPr>
          <w:i/>
          <w:noProof/>
          <w:color w:val="808080" w:themeColor="background1" w:themeShade="80"/>
        </w:rPr>
        <w:t>04/02/2020</w:t>
      </w:r>
      <w:r w:rsidRPr="00C14A60">
        <w:rPr>
          <w:i/>
          <w:color w:val="FF0000"/>
        </w:rPr>
        <w:fldChar w:fldCharType="end"/>
      </w:r>
    </w:p>
    <w:p w14:paraId="01EF14BE" w14:textId="77777777" w:rsidR="00186013" w:rsidRPr="00867E80" w:rsidRDefault="00186013" w:rsidP="00186013">
      <w:pPr>
        <w:pStyle w:val="SmallerText-Black"/>
      </w:pPr>
    </w:p>
    <w:p w14:paraId="4C89E456" w14:textId="77777777" w:rsidR="00D97B48" w:rsidRDefault="00D97B48" w:rsidP="00D97B48">
      <w:r>
        <w:t>For queries, please contact:</w:t>
      </w:r>
    </w:p>
    <w:p w14:paraId="61099F51" w14:textId="77777777" w:rsidR="00D97B48" w:rsidRPr="00B1412C" w:rsidRDefault="00D97B48" w:rsidP="00D97B48">
      <w:pPr>
        <w:rPr>
          <w:rStyle w:val="normaltextrun1"/>
          <w:rFonts w:ascii="Calibri" w:eastAsia="Times New Roman" w:hAnsi="Calibri" w:cs="Calibri"/>
          <w:i/>
          <w:iCs/>
          <w:color w:val="808080"/>
          <w:sz w:val="20"/>
          <w:lang w:val="en-US" w:eastAsia="en-AU"/>
        </w:rPr>
      </w:pPr>
      <w:r w:rsidRPr="00B1412C">
        <w:rPr>
          <w:rStyle w:val="normaltextrun1"/>
          <w:rFonts w:ascii="Calibri" w:eastAsia="Times New Roman" w:hAnsi="Calibri" w:cs="Calibri"/>
          <w:color w:val="808080"/>
          <w:sz w:val="20"/>
          <w:lang w:val="en-US" w:eastAsia="en-AU"/>
        </w:rPr>
        <w:t>Innovative Manufacturing, Robotics and Science SkillsPoint</w:t>
      </w:r>
      <w:r>
        <w:rPr>
          <w:rStyle w:val="normaltextrun1"/>
          <w:rFonts w:ascii="Calibri" w:eastAsia="Times New Roman" w:hAnsi="Calibri" w:cs="Calibri"/>
          <w:color w:val="808080"/>
          <w:sz w:val="20"/>
          <w:lang w:val="en-US" w:eastAsia="en-AU"/>
        </w:rPr>
        <w:t xml:space="preserve">, </w:t>
      </w:r>
      <w:r w:rsidRPr="00B1412C">
        <w:rPr>
          <w:rStyle w:val="normaltextrun1"/>
          <w:rFonts w:ascii="Calibri" w:eastAsia="Times New Roman" w:hAnsi="Calibri" w:cs="Calibri"/>
          <w:color w:val="808080"/>
          <w:sz w:val="20"/>
          <w:lang w:val="en-US" w:eastAsia="en-AU"/>
        </w:rPr>
        <w:t>TAFE NSW</w:t>
      </w:r>
    </w:p>
    <w:p w14:paraId="4931CBBB" w14:textId="77777777" w:rsidR="00D97B48" w:rsidRPr="00B1412C" w:rsidRDefault="00D97B48" w:rsidP="00D97B48">
      <w:pPr>
        <w:rPr>
          <w:rStyle w:val="normaltextrun1"/>
          <w:rFonts w:ascii="Calibri" w:eastAsia="Times New Roman" w:hAnsi="Calibri" w:cs="Calibri"/>
          <w:i/>
          <w:iCs/>
          <w:color w:val="808080"/>
          <w:sz w:val="20"/>
          <w:lang w:val="en-US" w:eastAsia="en-AU"/>
        </w:rPr>
      </w:pPr>
      <w:r w:rsidRPr="00B1412C">
        <w:rPr>
          <w:rStyle w:val="normaltextrun1"/>
          <w:rFonts w:ascii="Calibri" w:eastAsia="Times New Roman" w:hAnsi="Calibri" w:cs="Calibri"/>
          <w:color w:val="808080"/>
          <w:sz w:val="20"/>
          <w:lang w:val="en-US" w:eastAsia="en-AU"/>
        </w:rPr>
        <w:t>98 Parry Street</w:t>
      </w:r>
      <w:r>
        <w:rPr>
          <w:rStyle w:val="normaltextrun1"/>
          <w:rFonts w:ascii="Calibri" w:eastAsia="Times New Roman" w:hAnsi="Calibri" w:cs="Calibri"/>
          <w:color w:val="808080"/>
          <w:sz w:val="20"/>
          <w:lang w:val="en-US" w:eastAsia="en-AU"/>
        </w:rPr>
        <w:t xml:space="preserve">, </w:t>
      </w:r>
      <w:r w:rsidRPr="00B1412C">
        <w:rPr>
          <w:rStyle w:val="normaltextrun1"/>
          <w:rFonts w:ascii="Calibri" w:eastAsia="Times New Roman" w:hAnsi="Calibri" w:cs="Calibri"/>
          <w:color w:val="808080"/>
          <w:sz w:val="20"/>
          <w:lang w:val="en-US" w:eastAsia="en-AU"/>
        </w:rPr>
        <w:t>Newcastle West</w:t>
      </w:r>
      <w:r>
        <w:rPr>
          <w:rStyle w:val="normaltextrun1"/>
          <w:rFonts w:ascii="Calibri" w:eastAsia="Times New Roman" w:hAnsi="Calibri" w:cs="Calibri"/>
          <w:color w:val="808080"/>
          <w:sz w:val="20"/>
          <w:lang w:val="en-US" w:eastAsia="en-AU"/>
        </w:rPr>
        <w:t>,</w:t>
      </w:r>
      <w:r w:rsidRPr="00B1412C">
        <w:rPr>
          <w:rStyle w:val="normaltextrun1"/>
          <w:rFonts w:ascii="Calibri" w:eastAsia="Times New Roman" w:hAnsi="Calibri" w:cs="Calibri"/>
          <w:color w:val="808080"/>
          <w:sz w:val="20"/>
          <w:lang w:val="en-US" w:eastAsia="en-AU"/>
        </w:rPr>
        <w:t xml:space="preserve"> NSW 2302</w:t>
      </w:r>
    </w:p>
    <w:p w14:paraId="01EF14C2" w14:textId="5FEB2738" w:rsidR="00186013" w:rsidRPr="000301F0" w:rsidRDefault="00B64173" w:rsidP="00186013">
      <w:pPr>
        <w:pStyle w:val="SmallerText-Black"/>
        <w:spacing w:before="1440"/>
      </w:pPr>
      <w:r>
        <w:t>© 2020</w:t>
      </w:r>
      <w:r w:rsidR="00186013" w:rsidRPr="000301F0">
        <w:t xml:space="preserve"> TAFE NSW, Sydney</w:t>
      </w:r>
      <w:r w:rsidR="00186013" w:rsidRPr="000301F0">
        <w:rPr>
          <w:noProof/>
          <w:lang w:eastAsia="en-AU"/>
        </w:rPr>
        <w:br/>
      </w:r>
      <w:r w:rsidR="00186013" w:rsidRPr="000301F0">
        <w:t>RTO Provider Number 90003 | CRICOS Provider Code: 00591E</w:t>
      </w:r>
    </w:p>
    <w:p w14:paraId="68C669F0" w14:textId="77777777" w:rsidR="00D97B48" w:rsidRPr="00D23A6C" w:rsidRDefault="00D97B48" w:rsidP="00D97B48">
      <w:pPr>
        <w:pStyle w:val="SmallerText-Black"/>
      </w:pPr>
      <w:r>
        <w:t>This assessment can be found in the</w:t>
      </w:r>
      <w:r w:rsidRPr="00D23A6C">
        <w:t xml:space="preserve">: </w:t>
      </w:r>
      <w:hyperlink r:id="rId17" w:history="1">
        <w:r w:rsidRPr="00C036C0">
          <w:rPr>
            <w:rStyle w:val="Hyperlink"/>
          </w:rPr>
          <w:t>Learning Bank</w:t>
        </w:r>
      </w:hyperlink>
    </w:p>
    <w:p w14:paraId="1EDB0D68" w14:textId="42910E17" w:rsidR="00D97B48" w:rsidRPr="000301F0" w:rsidRDefault="00D97B48" w:rsidP="00D97B48">
      <w:pPr>
        <w:pStyle w:val="SmallerText-Black"/>
      </w:pPr>
      <w:r w:rsidRPr="000301F0">
        <w:t>The contents in this docum</w:t>
      </w:r>
      <w:r w:rsidR="00B64173">
        <w:t>ent is copyright © TAFE NSW 2020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AD459E">
        <w:rPr>
          <w:noProof/>
        </w:rPr>
        <w:t>4 February 2020</w:t>
      </w:r>
      <w:r w:rsidRPr="000301F0">
        <w:fldChar w:fldCharType="end"/>
      </w:r>
      <w:r w:rsidRPr="000301F0">
        <w:t>. For current information please refer to our website</w:t>
      </w:r>
      <w:r>
        <w:t xml:space="preserve"> or your teacher as appropriate.</w:t>
      </w:r>
    </w:p>
    <w:p w14:paraId="14B52D21" w14:textId="4B8F052C" w:rsidR="00B64173" w:rsidRDefault="00B64173">
      <w:pPr>
        <w:tabs>
          <w:tab w:val="clear" w:pos="284"/>
        </w:tabs>
        <w:spacing w:before="0" w:after="200" w:line="276" w:lineRule="auto"/>
        <w:rPr>
          <w:rFonts w:eastAsia="Times New Roman"/>
          <w:b/>
          <w:noProof/>
          <w:color w:val="464748"/>
          <w:kern w:val="22"/>
          <w:sz w:val="36"/>
          <w:szCs w:val="36"/>
          <w:lang w:eastAsia="en-AU"/>
        </w:rPr>
      </w:pPr>
      <w:r>
        <w:br w:type="page"/>
      </w:r>
    </w:p>
    <w:p w14:paraId="48C6540F" w14:textId="77777777" w:rsidR="00F402EC" w:rsidRDefault="00F402EC" w:rsidP="00D97B48">
      <w:pPr>
        <w:pStyle w:val="Heading2"/>
        <w:sectPr w:rsidR="00F402EC" w:rsidSect="00D97B48">
          <w:headerReference w:type="even" r:id="rId18"/>
          <w:footerReference w:type="even" r:id="rId19"/>
          <w:headerReference w:type="first" r:id="rId20"/>
          <w:footerReference w:type="first" r:id="rId21"/>
          <w:pgSz w:w="11907" w:h="16840" w:code="9"/>
          <w:pgMar w:top="1418" w:right="1418" w:bottom="1418" w:left="1418" w:header="567" w:footer="454" w:gutter="0"/>
          <w:cols w:space="4253"/>
          <w:docGrid w:linePitch="360"/>
        </w:sectPr>
      </w:pPr>
    </w:p>
    <w:p w14:paraId="01EF14C5" w14:textId="1B05D945" w:rsidR="00186013" w:rsidRDefault="00186013" w:rsidP="00186013">
      <w:pPr>
        <w:pStyle w:val="Heading2"/>
      </w:pPr>
      <w:r>
        <w:lastRenderedPageBreak/>
        <w:t>A</w:t>
      </w:r>
      <w:r w:rsidRPr="00EA68F5">
        <w:t>ssessment</w:t>
      </w:r>
      <w:r>
        <w:t xml:space="preserve"> instructions</w:t>
      </w:r>
    </w:p>
    <w:p w14:paraId="01EF14C6" w14:textId="77777777" w:rsidR="00186013" w:rsidRDefault="00186013" w:rsidP="00186013">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85007A" w14:paraId="01EF14C9" w14:textId="77777777" w:rsidTr="0020059D">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01EF14C7" w14:textId="77777777" w:rsidR="00186013" w:rsidRDefault="00186013" w:rsidP="00186013">
            <w:pPr>
              <w:rPr>
                <w:lang w:eastAsia="en-AU"/>
              </w:rPr>
            </w:pPr>
            <w:r>
              <w:rPr>
                <w:lang w:eastAsia="en-AU"/>
              </w:rPr>
              <w:t>Assessment details</w:t>
            </w:r>
          </w:p>
        </w:tc>
        <w:tc>
          <w:tcPr>
            <w:tcW w:w="6655" w:type="dxa"/>
          </w:tcPr>
          <w:p w14:paraId="01EF14C8" w14:textId="77777777" w:rsidR="00186013" w:rsidRDefault="00186013" w:rsidP="00186013">
            <w:pPr>
              <w:rPr>
                <w:lang w:eastAsia="en-AU"/>
              </w:rPr>
            </w:pPr>
            <w:r>
              <w:rPr>
                <w:lang w:eastAsia="en-AU"/>
              </w:rPr>
              <w:t>Instructions</w:t>
            </w:r>
          </w:p>
        </w:tc>
      </w:tr>
      <w:tr w:rsidR="0085007A" w14:paraId="01EF14CC" w14:textId="77777777" w:rsidTr="0020059D">
        <w:trPr>
          <w:cantSplit w:val="0"/>
        </w:trPr>
        <w:tc>
          <w:tcPr>
            <w:tcW w:w="2405" w:type="dxa"/>
            <w:vAlign w:val="top"/>
          </w:tcPr>
          <w:p w14:paraId="01EF14CA" w14:textId="77777777" w:rsidR="00186013" w:rsidRPr="00C325C1" w:rsidRDefault="00186013" w:rsidP="00186013">
            <w:pPr>
              <w:pStyle w:val="Body"/>
              <w:rPr>
                <w:b/>
                <w:sz w:val="22"/>
                <w:szCs w:val="22"/>
                <w:lang w:eastAsia="en-AU"/>
              </w:rPr>
            </w:pPr>
            <w:r w:rsidRPr="00C325C1">
              <w:rPr>
                <w:b/>
                <w:sz w:val="22"/>
                <w:szCs w:val="22"/>
                <w:lang w:eastAsia="en-AU"/>
              </w:rPr>
              <w:t>Assessment overview</w:t>
            </w:r>
          </w:p>
        </w:tc>
        <w:tc>
          <w:tcPr>
            <w:tcW w:w="6655" w:type="dxa"/>
            <w:vAlign w:val="top"/>
          </w:tcPr>
          <w:p w14:paraId="5A81470B" w14:textId="77777777" w:rsidR="00186013" w:rsidRDefault="00186013" w:rsidP="00C57BD5">
            <w:pPr>
              <w:pStyle w:val="Body"/>
              <w:rPr>
                <w:sz w:val="23"/>
                <w:szCs w:val="23"/>
              </w:rPr>
            </w:pPr>
            <w:r w:rsidRPr="00867E80">
              <w:rPr>
                <w:sz w:val="22"/>
                <w:szCs w:val="22"/>
                <w:lang w:eastAsia="en-AU"/>
              </w:rPr>
              <w:t xml:space="preserve">The objective of this assessment is to assess </w:t>
            </w:r>
            <w:r w:rsidR="00C57BD5">
              <w:rPr>
                <w:sz w:val="22"/>
                <w:szCs w:val="22"/>
                <w:lang w:eastAsia="en-AU"/>
              </w:rPr>
              <w:t>your</w:t>
            </w:r>
            <w:r w:rsidRPr="00867E80">
              <w:rPr>
                <w:sz w:val="22"/>
                <w:szCs w:val="22"/>
                <w:lang w:eastAsia="en-AU"/>
              </w:rPr>
              <w:t xml:space="preserve"> skills as would be </w:t>
            </w:r>
            <w:r w:rsidR="0047337A">
              <w:rPr>
                <w:sz w:val="22"/>
                <w:lang w:eastAsia="en-AU"/>
              </w:rPr>
              <w:t>required in</w:t>
            </w:r>
            <w:r w:rsidR="0047337A" w:rsidRPr="00B30F8E">
              <w:rPr>
                <w:sz w:val="22"/>
                <w:lang w:eastAsia="en-AU"/>
              </w:rPr>
              <w:t xml:space="preserve"> </w:t>
            </w:r>
            <w:r w:rsidR="0047337A">
              <w:rPr>
                <w:sz w:val="23"/>
                <w:szCs w:val="23"/>
              </w:rPr>
              <w:t>preparing a range of furniture surfaces for the application of surface coatings by hand or machine.</w:t>
            </w:r>
          </w:p>
          <w:p w14:paraId="01EF14CB" w14:textId="5F23D425" w:rsidR="007E37D4" w:rsidRPr="00C325C1" w:rsidRDefault="007E37D4" w:rsidP="00C57BD5">
            <w:pPr>
              <w:pStyle w:val="Body"/>
              <w:rPr>
                <w:color w:val="FF0000"/>
                <w:sz w:val="22"/>
                <w:szCs w:val="22"/>
                <w:lang w:eastAsia="en-AU"/>
              </w:rPr>
            </w:pPr>
            <w:r>
              <w:rPr>
                <w:sz w:val="23"/>
                <w:szCs w:val="23"/>
              </w:rPr>
              <w:t xml:space="preserve">This assessment event will </w:t>
            </w:r>
            <w:r w:rsidR="00A92EB8">
              <w:rPr>
                <w:sz w:val="23"/>
                <w:szCs w:val="23"/>
              </w:rPr>
              <w:t xml:space="preserve">have </w:t>
            </w:r>
            <w:r>
              <w:rPr>
                <w:sz w:val="23"/>
                <w:szCs w:val="23"/>
              </w:rPr>
              <w:t>different items assessed over a period of time and not on one occasion.</w:t>
            </w:r>
          </w:p>
        </w:tc>
      </w:tr>
      <w:tr w:rsidR="0085007A" w14:paraId="01EF14D0" w14:textId="77777777" w:rsidTr="0020059D">
        <w:trPr>
          <w:cantSplit w:val="0"/>
        </w:trPr>
        <w:tc>
          <w:tcPr>
            <w:tcW w:w="2405" w:type="dxa"/>
            <w:vAlign w:val="top"/>
          </w:tcPr>
          <w:p w14:paraId="01EF14CD" w14:textId="77777777" w:rsidR="00186013" w:rsidRPr="00C325C1" w:rsidRDefault="00186013" w:rsidP="00186013">
            <w:pPr>
              <w:pStyle w:val="Body"/>
              <w:rPr>
                <w:b/>
                <w:sz w:val="22"/>
                <w:szCs w:val="22"/>
                <w:lang w:eastAsia="en-AU"/>
              </w:rPr>
            </w:pPr>
            <w:r w:rsidRPr="00C325C1">
              <w:rPr>
                <w:b/>
                <w:sz w:val="22"/>
                <w:szCs w:val="22"/>
                <w:lang w:eastAsia="en-AU"/>
              </w:rPr>
              <w:t>Assessment Event number</w:t>
            </w:r>
          </w:p>
        </w:tc>
        <w:tc>
          <w:tcPr>
            <w:tcW w:w="6655" w:type="dxa"/>
            <w:vAlign w:val="top"/>
          </w:tcPr>
          <w:p w14:paraId="01EF14CF" w14:textId="73888276" w:rsidR="00186013" w:rsidRPr="00C325C1" w:rsidRDefault="0047337A" w:rsidP="0047337A">
            <w:pPr>
              <w:pStyle w:val="Body"/>
              <w:rPr>
                <w:sz w:val="22"/>
                <w:szCs w:val="22"/>
                <w:lang w:eastAsia="en-AU"/>
              </w:rPr>
            </w:pPr>
            <w:r>
              <w:rPr>
                <w:sz w:val="22"/>
                <w:szCs w:val="22"/>
                <w:lang w:eastAsia="en-AU"/>
              </w:rPr>
              <w:t>2</w:t>
            </w:r>
            <w:r w:rsidR="00186013" w:rsidRPr="00C325C1">
              <w:rPr>
                <w:sz w:val="22"/>
                <w:szCs w:val="22"/>
                <w:lang w:eastAsia="en-AU"/>
              </w:rPr>
              <w:t xml:space="preserve"> of </w:t>
            </w:r>
            <w:r>
              <w:rPr>
                <w:sz w:val="22"/>
                <w:szCs w:val="22"/>
                <w:lang w:eastAsia="en-AU"/>
              </w:rPr>
              <w:t>2</w:t>
            </w:r>
          </w:p>
        </w:tc>
      </w:tr>
      <w:tr w:rsidR="0085007A" w14:paraId="01EF14DA" w14:textId="77777777" w:rsidTr="0020059D">
        <w:trPr>
          <w:cantSplit w:val="0"/>
        </w:trPr>
        <w:tc>
          <w:tcPr>
            <w:tcW w:w="2405" w:type="dxa"/>
            <w:vAlign w:val="top"/>
          </w:tcPr>
          <w:p w14:paraId="01EF14D1" w14:textId="77777777" w:rsidR="00186013" w:rsidRPr="00C325C1" w:rsidRDefault="00186013" w:rsidP="00186013">
            <w:pPr>
              <w:pStyle w:val="Body"/>
              <w:rPr>
                <w:b/>
                <w:sz w:val="22"/>
                <w:szCs w:val="22"/>
                <w:lang w:eastAsia="en-AU"/>
              </w:rPr>
            </w:pPr>
            <w:r w:rsidRPr="00C325C1">
              <w:rPr>
                <w:b/>
                <w:sz w:val="22"/>
                <w:szCs w:val="22"/>
              </w:rPr>
              <w:t>Instructions for this assessment</w:t>
            </w:r>
          </w:p>
        </w:tc>
        <w:tc>
          <w:tcPr>
            <w:tcW w:w="6655" w:type="dxa"/>
            <w:vAlign w:val="top"/>
          </w:tcPr>
          <w:p w14:paraId="12B006F8" w14:textId="77777777" w:rsidR="0020059D" w:rsidRPr="008B7777" w:rsidRDefault="0020059D" w:rsidP="0020059D">
            <w:pPr>
              <w:pStyle w:val="Body"/>
              <w:rPr>
                <w:sz w:val="22"/>
              </w:rPr>
            </w:pPr>
            <w:r w:rsidRPr="008B7777">
              <w:rPr>
                <w:sz w:val="22"/>
              </w:rPr>
              <w:t xml:space="preserve">This assessment is in </w:t>
            </w:r>
            <w:r>
              <w:rPr>
                <w:sz w:val="22"/>
              </w:rPr>
              <w:t>three</w:t>
            </w:r>
            <w:r w:rsidRPr="008B7777">
              <w:rPr>
                <w:sz w:val="22"/>
              </w:rPr>
              <w:t xml:space="preserve"> parts:</w:t>
            </w:r>
          </w:p>
          <w:p w14:paraId="06082340" w14:textId="77777777" w:rsidR="0020059D" w:rsidRDefault="0020059D" w:rsidP="00C261EA">
            <w:pPr>
              <w:pStyle w:val="ListParagraph"/>
              <w:numPr>
                <w:ilvl w:val="0"/>
                <w:numId w:val="5"/>
              </w:numPr>
              <w:tabs>
                <w:tab w:val="clear" w:pos="284"/>
              </w:tabs>
              <w:autoSpaceDE w:val="0"/>
              <w:autoSpaceDN w:val="0"/>
              <w:adjustRightInd w:val="0"/>
              <w:spacing w:after="81" w:line="240" w:lineRule="auto"/>
              <w:rPr>
                <w:color w:val="000000"/>
                <w:sz w:val="22"/>
              </w:rPr>
            </w:pPr>
            <w:r w:rsidRPr="008B7777">
              <w:rPr>
                <w:color w:val="000000"/>
                <w:sz w:val="22"/>
              </w:rPr>
              <w:t>P</w:t>
            </w:r>
            <w:r>
              <w:rPr>
                <w:color w:val="000000"/>
                <w:sz w:val="22"/>
              </w:rPr>
              <w:t>art 1 – Practical assessment</w:t>
            </w:r>
          </w:p>
          <w:p w14:paraId="013D08D9" w14:textId="77777777" w:rsidR="0020059D" w:rsidRPr="00465C82" w:rsidRDefault="0020059D" w:rsidP="0020059D">
            <w:pPr>
              <w:autoSpaceDE w:val="0"/>
              <w:autoSpaceDN w:val="0"/>
              <w:adjustRightInd w:val="0"/>
              <w:spacing w:after="81"/>
              <w:ind w:left="720"/>
              <w:rPr>
                <w:color w:val="000000"/>
                <w:sz w:val="22"/>
                <w:szCs w:val="22"/>
              </w:rPr>
            </w:pPr>
            <w:r w:rsidRPr="00465C82">
              <w:rPr>
                <w:color w:val="000000"/>
                <w:sz w:val="22"/>
                <w:szCs w:val="22"/>
              </w:rPr>
              <w:t>Task 1 – Job plan and JSEA</w:t>
            </w:r>
          </w:p>
          <w:p w14:paraId="1D8921F5" w14:textId="77777777" w:rsidR="0020059D" w:rsidRPr="00465C82" w:rsidRDefault="0020059D" w:rsidP="0020059D">
            <w:pPr>
              <w:autoSpaceDE w:val="0"/>
              <w:autoSpaceDN w:val="0"/>
              <w:adjustRightInd w:val="0"/>
              <w:spacing w:after="81"/>
              <w:ind w:left="720"/>
              <w:rPr>
                <w:color w:val="000000"/>
                <w:sz w:val="22"/>
                <w:szCs w:val="22"/>
              </w:rPr>
            </w:pPr>
            <w:r w:rsidRPr="00465C82">
              <w:rPr>
                <w:color w:val="000000"/>
                <w:sz w:val="22"/>
                <w:szCs w:val="22"/>
              </w:rPr>
              <w:t>Task 2 – Edging detail panel (Preparing a horizontal surface)</w:t>
            </w:r>
          </w:p>
          <w:p w14:paraId="30E88587" w14:textId="77777777" w:rsidR="0020059D" w:rsidRPr="00465C82" w:rsidRDefault="0020059D" w:rsidP="0020059D">
            <w:pPr>
              <w:autoSpaceDE w:val="0"/>
              <w:autoSpaceDN w:val="0"/>
              <w:adjustRightInd w:val="0"/>
              <w:spacing w:after="81"/>
              <w:ind w:left="720"/>
              <w:rPr>
                <w:color w:val="000000"/>
                <w:sz w:val="22"/>
                <w:szCs w:val="22"/>
              </w:rPr>
            </w:pPr>
            <w:r w:rsidRPr="00465C82">
              <w:rPr>
                <w:color w:val="000000"/>
                <w:sz w:val="22"/>
                <w:szCs w:val="22"/>
              </w:rPr>
              <w:t>Task 3 – Kitchen trolley tray (Preparing internal and vertical surfaces)</w:t>
            </w:r>
          </w:p>
          <w:p w14:paraId="635762FF" w14:textId="77777777" w:rsidR="0020059D" w:rsidRPr="00465C82" w:rsidRDefault="0020059D" w:rsidP="0020059D">
            <w:pPr>
              <w:autoSpaceDE w:val="0"/>
              <w:autoSpaceDN w:val="0"/>
              <w:adjustRightInd w:val="0"/>
              <w:spacing w:after="81"/>
              <w:ind w:left="720"/>
              <w:rPr>
                <w:color w:val="000000"/>
                <w:sz w:val="22"/>
                <w:szCs w:val="22"/>
              </w:rPr>
            </w:pPr>
            <w:r w:rsidRPr="00465C82">
              <w:rPr>
                <w:color w:val="000000"/>
                <w:sz w:val="22"/>
                <w:szCs w:val="22"/>
              </w:rPr>
              <w:t>Task 4 – Shield project (Preparing curved surfaces - mouldings)</w:t>
            </w:r>
          </w:p>
          <w:p w14:paraId="2A7DB5C1" w14:textId="77777777" w:rsidR="0020059D" w:rsidRPr="00465C82" w:rsidRDefault="0020059D" w:rsidP="0020059D">
            <w:pPr>
              <w:autoSpaceDE w:val="0"/>
              <w:autoSpaceDN w:val="0"/>
              <w:adjustRightInd w:val="0"/>
              <w:spacing w:after="81" w:line="240" w:lineRule="auto"/>
              <w:ind w:left="720"/>
              <w:rPr>
                <w:color w:val="000000"/>
                <w:sz w:val="22"/>
                <w:szCs w:val="22"/>
              </w:rPr>
            </w:pPr>
            <w:r w:rsidRPr="00465C82">
              <w:rPr>
                <w:color w:val="000000"/>
                <w:sz w:val="22"/>
                <w:szCs w:val="22"/>
              </w:rPr>
              <w:t>Task 5 – Metal plate (Preparing metal surfaces)</w:t>
            </w:r>
          </w:p>
          <w:p w14:paraId="33B2787E" w14:textId="77777777" w:rsidR="0020059D" w:rsidRDefault="0020059D" w:rsidP="00C261EA">
            <w:pPr>
              <w:pStyle w:val="Body"/>
              <w:numPr>
                <w:ilvl w:val="0"/>
                <w:numId w:val="5"/>
              </w:numPr>
              <w:tabs>
                <w:tab w:val="clear" w:pos="284"/>
              </w:tabs>
              <w:spacing w:line="240" w:lineRule="auto"/>
              <w:rPr>
                <w:sz w:val="22"/>
              </w:rPr>
            </w:pPr>
            <w:r w:rsidRPr="008B7777">
              <w:rPr>
                <w:sz w:val="22"/>
              </w:rPr>
              <w:t>Observation Checklist</w:t>
            </w:r>
          </w:p>
          <w:p w14:paraId="60C54945" w14:textId="77777777" w:rsidR="0020059D" w:rsidRPr="00EC098E" w:rsidRDefault="0020059D" w:rsidP="00C261EA">
            <w:pPr>
              <w:pStyle w:val="Body"/>
              <w:numPr>
                <w:ilvl w:val="0"/>
                <w:numId w:val="5"/>
              </w:numPr>
              <w:tabs>
                <w:tab w:val="clear" w:pos="284"/>
              </w:tabs>
              <w:spacing w:line="240" w:lineRule="auto"/>
              <w:rPr>
                <w:sz w:val="22"/>
              </w:rPr>
            </w:pPr>
            <w:r w:rsidRPr="00EC098E">
              <w:rPr>
                <w:sz w:val="22"/>
              </w:rPr>
              <w:t>Assessment Feedback</w:t>
            </w:r>
          </w:p>
          <w:p w14:paraId="236214D1" w14:textId="77777777" w:rsidR="00AD5DED" w:rsidRPr="00EC098E" w:rsidRDefault="00AD5DED" w:rsidP="00AD5DED">
            <w:pPr>
              <w:pStyle w:val="Body"/>
              <w:rPr>
                <w:sz w:val="22"/>
              </w:rPr>
            </w:pPr>
            <w:r w:rsidRPr="005B39DC">
              <w:rPr>
                <w:sz w:val="22"/>
              </w:rPr>
              <w:t>The items you will be assessed on will be completed on different dates, with enough time between each task to ensure you r</w:t>
            </w:r>
            <w:r>
              <w:rPr>
                <w:sz w:val="22"/>
              </w:rPr>
              <w:t>eceive feedback after each task.</w:t>
            </w:r>
          </w:p>
          <w:p w14:paraId="0B98D18F" w14:textId="7FAA4029" w:rsidR="0020059D" w:rsidRPr="0020059D" w:rsidRDefault="0020059D" w:rsidP="0020059D">
            <w:pPr>
              <w:rPr>
                <w:sz w:val="22"/>
              </w:rPr>
            </w:pPr>
            <w:r w:rsidRPr="0020059D">
              <w:rPr>
                <w:b/>
                <w:sz w:val="22"/>
                <w:u w:val="single"/>
              </w:rPr>
              <w:t>NOTE:</w:t>
            </w:r>
            <w:r w:rsidRPr="0020059D">
              <w:rPr>
                <w:b/>
                <w:sz w:val="22"/>
              </w:rPr>
              <w:t xml:space="preserve"> </w:t>
            </w:r>
            <w:r w:rsidRPr="0020059D">
              <w:rPr>
                <w:sz w:val="22"/>
              </w:rPr>
              <w:t>This assessment event is based on the further processing of projects that are produced during the assessment of other units of competency. These include:</w:t>
            </w:r>
          </w:p>
          <w:p w14:paraId="00AC073C" w14:textId="77777777" w:rsidR="0020059D" w:rsidRPr="0020059D" w:rsidRDefault="0020059D" w:rsidP="00C261EA">
            <w:pPr>
              <w:pStyle w:val="ListParagraph"/>
              <w:numPr>
                <w:ilvl w:val="0"/>
                <w:numId w:val="8"/>
              </w:numPr>
              <w:tabs>
                <w:tab w:val="clear" w:pos="284"/>
              </w:tabs>
              <w:spacing w:line="240" w:lineRule="auto"/>
              <w:rPr>
                <w:sz w:val="22"/>
              </w:rPr>
            </w:pPr>
            <w:r w:rsidRPr="0020059D">
              <w:rPr>
                <w:sz w:val="22"/>
                <w:lang w:eastAsia="en-AU"/>
              </w:rPr>
              <w:t>MSFFM2001 Hand and power tools, skill assessment 5 of 6 – Edging detail panel</w:t>
            </w:r>
          </w:p>
          <w:p w14:paraId="629E49AF" w14:textId="77777777" w:rsidR="0020059D" w:rsidRPr="0020059D" w:rsidRDefault="0020059D" w:rsidP="00C261EA">
            <w:pPr>
              <w:pStyle w:val="ListParagraph"/>
              <w:numPr>
                <w:ilvl w:val="0"/>
                <w:numId w:val="8"/>
              </w:numPr>
              <w:tabs>
                <w:tab w:val="clear" w:pos="284"/>
              </w:tabs>
              <w:spacing w:line="240" w:lineRule="auto"/>
              <w:rPr>
                <w:sz w:val="22"/>
              </w:rPr>
            </w:pPr>
            <w:r w:rsidRPr="0020059D">
              <w:rPr>
                <w:sz w:val="22"/>
                <w:lang w:eastAsia="en-AU"/>
              </w:rPr>
              <w:t>MSFFM2010 Set up and operate basic static machines, skill assessment 3 of 3 – Kitchen trolley tray project.</w:t>
            </w:r>
          </w:p>
          <w:p w14:paraId="6D7DA3F3" w14:textId="77777777" w:rsidR="0020059D" w:rsidRPr="0020059D" w:rsidRDefault="0020059D" w:rsidP="00C261EA">
            <w:pPr>
              <w:pStyle w:val="ListParagraph"/>
              <w:numPr>
                <w:ilvl w:val="0"/>
                <w:numId w:val="8"/>
              </w:numPr>
              <w:tabs>
                <w:tab w:val="clear" w:pos="284"/>
              </w:tabs>
              <w:spacing w:line="240" w:lineRule="auto"/>
              <w:rPr>
                <w:sz w:val="22"/>
              </w:rPr>
            </w:pPr>
            <w:r w:rsidRPr="0020059D">
              <w:rPr>
                <w:sz w:val="22"/>
                <w:lang w:eastAsia="en-AU"/>
              </w:rPr>
              <w:t>MSFFM2005 Join solid timber skill assessment 3 of 3 – Shield project.</w:t>
            </w:r>
          </w:p>
          <w:p w14:paraId="01EF14D9" w14:textId="00C012C6" w:rsidR="00186013" w:rsidRPr="0020059D" w:rsidRDefault="0020059D" w:rsidP="00023118">
            <w:pPr>
              <w:rPr>
                <w:color w:val="FF0000"/>
                <w:sz w:val="22"/>
              </w:rPr>
            </w:pPr>
            <w:r w:rsidRPr="0020059D">
              <w:rPr>
                <w:sz w:val="22"/>
              </w:rPr>
              <w:t>These projects will need to be retained and made available to the student for the assessment of this unit.</w:t>
            </w:r>
          </w:p>
        </w:tc>
      </w:tr>
      <w:tr w:rsidR="0085007A" w14:paraId="01EF14DF" w14:textId="77777777" w:rsidTr="0020059D">
        <w:trPr>
          <w:cantSplit w:val="0"/>
        </w:trPr>
        <w:tc>
          <w:tcPr>
            <w:tcW w:w="2405" w:type="dxa"/>
            <w:vAlign w:val="top"/>
          </w:tcPr>
          <w:p w14:paraId="01EF14DB" w14:textId="77777777" w:rsidR="00186013" w:rsidRPr="00C325C1" w:rsidRDefault="00186013" w:rsidP="00186013">
            <w:pPr>
              <w:pStyle w:val="Body"/>
              <w:rPr>
                <w:b/>
                <w:sz w:val="22"/>
                <w:szCs w:val="22"/>
              </w:rPr>
            </w:pPr>
            <w:r w:rsidRPr="00C325C1">
              <w:rPr>
                <w:b/>
                <w:sz w:val="22"/>
                <w:szCs w:val="22"/>
              </w:rPr>
              <w:lastRenderedPageBreak/>
              <w:t>Submission instructions</w:t>
            </w:r>
          </w:p>
        </w:tc>
        <w:tc>
          <w:tcPr>
            <w:tcW w:w="6655" w:type="dxa"/>
            <w:vAlign w:val="top"/>
          </w:tcPr>
          <w:p w14:paraId="01EF14DC" w14:textId="440ECF82" w:rsidR="00186013" w:rsidRDefault="00186013" w:rsidP="00186013">
            <w:pPr>
              <w:pStyle w:val="Body"/>
              <w:rPr>
                <w:sz w:val="22"/>
                <w:szCs w:val="22"/>
                <w:lang w:eastAsia="en-AU"/>
              </w:rPr>
            </w:pPr>
            <w:r w:rsidRPr="00C325C1">
              <w:rPr>
                <w:sz w:val="22"/>
                <w:szCs w:val="22"/>
                <w:lang w:eastAsia="en-AU"/>
              </w:rPr>
              <w:t xml:space="preserve">On completion of this assessment, </w:t>
            </w:r>
            <w:r w:rsidR="006B1BB8">
              <w:rPr>
                <w:sz w:val="22"/>
                <w:szCs w:val="22"/>
                <w:lang w:eastAsia="en-AU"/>
              </w:rPr>
              <w:t>the student</w:t>
            </w:r>
            <w:r w:rsidRPr="00C325C1">
              <w:rPr>
                <w:sz w:val="22"/>
                <w:szCs w:val="22"/>
                <w:lang w:eastAsia="en-AU"/>
              </w:rPr>
              <w:t xml:space="preserve"> are required to upload it </w:t>
            </w:r>
            <w:r>
              <w:rPr>
                <w:sz w:val="22"/>
                <w:szCs w:val="22"/>
                <w:lang w:eastAsia="en-AU"/>
              </w:rPr>
              <w:t xml:space="preserve">or hand it to </w:t>
            </w:r>
            <w:r w:rsidR="00C57BD5">
              <w:rPr>
                <w:sz w:val="22"/>
                <w:szCs w:val="22"/>
                <w:lang w:eastAsia="en-AU"/>
              </w:rPr>
              <w:t>your</w:t>
            </w:r>
            <w:r>
              <w:rPr>
                <w:sz w:val="22"/>
                <w:szCs w:val="22"/>
                <w:lang w:eastAsia="en-AU"/>
              </w:rPr>
              <w:t xml:space="preserve"> assessor</w:t>
            </w:r>
            <w:r w:rsidR="0047337A">
              <w:rPr>
                <w:sz w:val="22"/>
                <w:szCs w:val="22"/>
                <w:lang w:eastAsia="en-AU"/>
              </w:rPr>
              <w:t xml:space="preserve"> with each assessment task</w:t>
            </w:r>
            <w:r w:rsidRPr="00C325C1">
              <w:rPr>
                <w:sz w:val="22"/>
                <w:szCs w:val="22"/>
                <w:lang w:eastAsia="en-AU"/>
              </w:rPr>
              <w:t xml:space="preserve"> for marking</w:t>
            </w:r>
          </w:p>
          <w:p w14:paraId="01EF14DD" w14:textId="1D19FD02" w:rsidR="00186013" w:rsidRPr="00C325C1" w:rsidRDefault="00186013" w:rsidP="00186013">
            <w:pPr>
              <w:pStyle w:val="Body"/>
              <w:rPr>
                <w:sz w:val="22"/>
                <w:szCs w:val="22"/>
                <w:lang w:eastAsia="en-AU"/>
              </w:rPr>
            </w:pPr>
            <w:r>
              <w:rPr>
                <w:sz w:val="22"/>
                <w:szCs w:val="22"/>
                <w:lang w:eastAsia="en-AU"/>
              </w:rPr>
              <w:t xml:space="preserve">Ensure </w:t>
            </w:r>
            <w:r w:rsidR="00C57BD5">
              <w:rPr>
                <w:sz w:val="22"/>
                <w:szCs w:val="22"/>
                <w:lang w:eastAsia="en-AU"/>
              </w:rPr>
              <w:t>you</w:t>
            </w:r>
            <w:r>
              <w:rPr>
                <w:sz w:val="22"/>
                <w:szCs w:val="22"/>
                <w:lang w:eastAsia="en-AU"/>
              </w:rPr>
              <w:t xml:space="preserve"> have written </w:t>
            </w:r>
            <w:r w:rsidR="00C57BD5">
              <w:rPr>
                <w:sz w:val="22"/>
                <w:szCs w:val="22"/>
                <w:lang w:eastAsia="en-AU"/>
              </w:rPr>
              <w:t>your</w:t>
            </w:r>
            <w:r>
              <w:rPr>
                <w:sz w:val="22"/>
                <w:szCs w:val="22"/>
                <w:lang w:eastAsia="en-AU"/>
              </w:rPr>
              <w:t xml:space="preserve"> name at the bottom of each page of this assessment.</w:t>
            </w:r>
          </w:p>
          <w:p w14:paraId="01EF14DE" w14:textId="31ABFA67" w:rsidR="00186013" w:rsidRPr="00C325C1" w:rsidRDefault="00186013" w:rsidP="00186013">
            <w:pPr>
              <w:pStyle w:val="Body"/>
              <w:rPr>
                <w:sz w:val="22"/>
                <w:szCs w:val="22"/>
                <w:lang w:eastAsia="en-AU"/>
              </w:rPr>
            </w:pPr>
            <w:r w:rsidRPr="00C325C1">
              <w:rPr>
                <w:sz w:val="22"/>
                <w:szCs w:val="22"/>
                <w:lang w:eastAsia="en-AU"/>
              </w:rPr>
              <w:t xml:space="preserve">It is important that </w:t>
            </w:r>
            <w:r w:rsidR="006B1BB8">
              <w:rPr>
                <w:sz w:val="22"/>
                <w:szCs w:val="22"/>
                <w:lang w:eastAsia="en-AU"/>
              </w:rPr>
              <w:t>the student</w:t>
            </w:r>
            <w:r w:rsidRPr="00C325C1">
              <w:rPr>
                <w:sz w:val="22"/>
                <w:szCs w:val="22"/>
                <w:lang w:eastAsia="en-AU"/>
              </w:rPr>
              <w:t xml:space="preserve"> keep a copy of all electronic and hardcopy assessments submitted to TAFE and complete the assessment declaration when submitting the assessment.</w:t>
            </w:r>
          </w:p>
        </w:tc>
      </w:tr>
      <w:tr w:rsidR="0085007A" w14:paraId="01EF14E4" w14:textId="77777777" w:rsidTr="0020059D">
        <w:trPr>
          <w:cantSplit w:val="0"/>
        </w:trPr>
        <w:tc>
          <w:tcPr>
            <w:tcW w:w="2405" w:type="dxa"/>
            <w:vAlign w:val="top"/>
          </w:tcPr>
          <w:p w14:paraId="01EF14E0" w14:textId="77777777" w:rsidR="00186013" w:rsidRPr="00C325C1" w:rsidRDefault="00186013" w:rsidP="00186013">
            <w:pPr>
              <w:pStyle w:val="Body"/>
              <w:rPr>
                <w:b/>
                <w:sz w:val="22"/>
                <w:szCs w:val="22"/>
              </w:rPr>
            </w:pPr>
            <w:r w:rsidRPr="00C325C1">
              <w:rPr>
                <w:b/>
                <w:sz w:val="22"/>
                <w:szCs w:val="22"/>
              </w:rPr>
              <w:t>What do I need to do to achieve a satisfactory result?</w:t>
            </w:r>
          </w:p>
        </w:tc>
        <w:tc>
          <w:tcPr>
            <w:tcW w:w="6655" w:type="dxa"/>
            <w:vAlign w:val="top"/>
          </w:tcPr>
          <w:p w14:paraId="01EF14E1" w14:textId="77777777" w:rsidR="00186013" w:rsidRDefault="00186013" w:rsidP="00186013">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01EF14E2" w14:textId="77777777" w:rsidR="00186013" w:rsidRDefault="00186013" w:rsidP="00186013">
            <w:pPr>
              <w:pStyle w:val="Body"/>
              <w:rPr>
                <w:sz w:val="22"/>
                <w:szCs w:val="22"/>
              </w:rPr>
            </w:pPr>
            <w:r>
              <w:rPr>
                <w:sz w:val="22"/>
                <w:szCs w:val="22"/>
              </w:rPr>
              <w:t>All parts of the observable task must be performed to a satisfactory level as indicated in the criteria section of the Observation Checklist.</w:t>
            </w:r>
          </w:p>
          <w:p w14:paraId="01EF14E3" w14:textId="77777777" w:rsidR="00186013" w:rsidRPr="00C325C1" w:rsidRDefault="00186013" w:rsidP="00186013">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47337A" w14:paraId="01EF14E8" w14:textId="77777777" w:rsidTr="0020059D">
        <w:trPr>
          <w:cantSplit w:val="0"/>
        </w:trPr>
        <w:tc>
          <w:tcPr>
            <w:tcW w:w="2405" w:type="dxa"/>
            <w:vAlign w:val="top"/>
          </w:tcPr>
          <w:p w14:paraId="01EF14E5" w14:textId="77777777" w:rsidR="0047337A" w:rsidRPr="00C325C1" w:rsidRDefault="0047337A" w:rsidP="0047337A">
            <w:pPr>
              <w:pStyle w:val="Body"/>
              <w:rPr>
                <w:b/>
                <w:sz w:val="22"/>
                <w:szCs w:val="22"/>
              </w:rPr>
            </w:pPr>
            <w:r w:rsidRPr="00D977EB">
              <w:rPr>
                <w:b/>
                <w:sz w:val="22"/>
                <w:szCs w:val="22"/>
              </w:rPr>
              <w:t>What do I need to provide?</w:t>
            </w:r>
          </w:p>
        </w:tc>
        <w:tc>
          <w:tcPr>
            <w:tcW w:w="6655" w:type="dxa"/>
            <w:vAlign w:val="top"/>
          </w:tcPr>
          <w:p w14:paraId="01EF14E7" w14:textId="7468E9BE" w:rsidR="0047337A" w:rsidRPr="002A0B40" w:rsidRDefault="00DE1A3D" w:rsidP="00170F93">
            <w:pPr>
              <w:pStyle w:val="Body"/>
              <w:rPr>
                <w:sz w:val="22"/>
                <w:szCs w:val="22"/>
              </w:rPr>
            </w:pPr>
            <w:r w:rsidRPr="00D32498">
              <w:rPr>
                <w:sz w:val="22"/>
              </w:rPr>
              <w:t xml:space="preserve">Approved PPE, (eye wear, hearing protection, safety boots, protective clothing, (hair restraint </w:t>
            </w:r>
            <w:r w:rsidRPr="00D32498">
              <w:rPr>
                <w:color w:val="00B0F0"/>
                <w:sz w:val="22"/>
              </w:rPr>
              <w:t>if required</w:t>
            </w:r>
            <w:r w:rsidRPr="00D32498">
              <w:rPr>
                <w:sz w:val="22"/>
              </w:rPr>
              <w:t>), P2 dust mask,</w:t>
            </w:r>
            <w:r w:rsidRPr="00D32498">
              <w:rPr>
                <w:color w:val="FF0000"/>
                <w:sz w:val="22"/>
              </w:rPr>
              <w:t xml:space="preserve"> n</w:t>
            </w:r>
            <w:r>
              <w:rPr>
                <w:color w:val="FF0000"/>
                <w:sz w:val="22"/>
              </w:rPr>
              <w:t>o gloves to be used on machines</w:t>
            </w:r>
            <w:r w:rsidRPr="00D32498">
              <w:rPr>
                <w:color w:val="FF0000"/>
                <w:sz w:val="22"/>
              </w:rPr>
              <w:t xml:space="preserve">, </w:t>
            </w:r>
            <w:r w:rsidRPr="00D32498">
              <w:rPr>
                <w:sz w:val="22"/>
              </w:rPr>
              <w:t xml:space="preserve">A4 paper and folder, calculator, pens, pencils, erasers. </w:t>
            </w:r>
          </w:p>
        </w:tc>
      </w:tr>
      <w:tr w:rsidR="0085007A" w14:paraId="01EF14EB" w14:textId="77777777" w:rsidTr="0020059D">
        <w:trPr>
          <w:cantSplit w:val="0"/>
        </w:trPr>
        <w:tc>
          <w:tcPr>
            <w:tcW w:w="2405" w:type="dxa"/>
            <w:vAlign w:val="top"/>
          </w:tcPr>
          <w:p w14:paraId="01EF14E9" w14:textId="77777777" w:rsidR="00186013" w:rsidRPr="00C325C1" w:rsidRDefault="00186013" w:rsidP="00186013">
            <w:pPr>
              <w:pStyle w:val="Body"/>
              <w:rPr>
                <w:b/>
                <w:sz w:val="22"/>
                <w:szCs w:val="22"/>
              </w:rPr>
            </w:pPr>
            <w:r w:rsidRPr="00C325C1">
              <w:rPr>
                <w:b/>
                <w:sz w:val="22"/>
                <w:szCs w:val="22"/>
              </w:rPr>
              <w:t>Due date/time allowed</w:t>
            </w:r>
            <w:r>
              <w:rPr>
                <w:b/>
                <w:sz w:val="22"/>
                <w:szCs w:val="22"/>
              </w:rPr>
              <w:t>/venue</w:t>
            </w:r>
          </w:p>
        </w:tc>
        <w:tc>
          <w:tcPr>
            <w:tcW w:w="6655" w:type="dxa"/>
            <w:vAlign w:val="top"/>
          </w:tcPr>
          <w:p w14:paraId="01EF14EA" w14:textId="76F2B536" w:rsidR="00186013" w:rsidRPr="0047337A" w:rsidRDefault="00217AC3" w:rsidP="00C253FE">
            <w:pPr>
              <w:pStyle w:val="Body"/>
              <w:rPr>
                <w:sz w:val="22"/>
                <w:szCs w:val="22"/>
                <w:lang w:eastAsia="en-AU"/>
              </w:rPr>
            </w:pPr>
            <w:r>
              <w:rPr>
                <w:sz w:val="22"/>
                <w:szCs w:val="22"/>
              </w:rPr>
              <w:t>TBA/</w:t>
            </w:r>
            <w:r w:rsidR="0047337A">
              <w:rPr>
                <w:sz w:val="22"/>
                <w:szCs w:val="22"/>
              </w:rPr>
              <w:t>240 minutes</w:t>
            </w:r>
            <w:r w:rsidR="00023118">
              <w:rPr>
                <w:sz w:val="22"/>
                <w:szCs w:val="22"/>
              </w:rPr>
              <w:t>/</w:t>
            </w:r>
            <w:r w:rsidR="00C253FE">
              <w:rPr>
                <w:sz w:val="22"/>
                <w:szCs w:val="22"/>
              </w:rPr>
              <w:t>TAFE</w:t>
            </w:r>
            <w:r>
              <w:rPr>
                <w:sz w:val="22"/>
                <w:szCs w:val="22"/>
              </w:rPr>
              <w:t xml:space="preserve"> workshop</w:t>
            </w:r>
          </w:p>
        </w:tc>
      </w:tr>
      <w:tr w:rsidR="00B64173" w14:paraId="01EF14EE" w14:textId="77777777" w:rsidTr="0020059D">
        <w:trPr>
          <w:cantSplit w:val="0"/>
        </w:trPr>
        <w:tc>
          <w:tcPr>
            <w:tcW w:w="2405" w:type="dxa"/>
            <w:vAlign w:val="top"/>
          </w:tcPr>
          <w:p w14:paraId="01EF14EC" w14:textId="77777777" w:rsidR="00B64173" w:rsidRPr="00C325C1" w:rsidRDefault="00B64173" w:rsidP="00B64173">
            <w:pPr>
              <w:pStyle w:val="Body"/>
              <w:rPr>
                <w:b/>
                <w:sz w:val="22"/>
                <w:szCs w:val="22"/>
              </w:rPr>
            </w:pPr>
            <w:r w:rsidRPr="0063453E">
              <w:rPr>
                <w:b/>
                <w:sz w:val="22"/>
                <w:szCs w:val="22"/>
              </w:rPr>
              <w:t>Assessment feedback, review or appeals</w:t>
            </w:r>
          </w:p>
        </w:tc>
        <w:tc>
          <w:tcPr>
            <w:tcW w:w="6655" w:type="dxa"/>
            <w:vAlign w:val="top"/>
          </w:tcPr>
          <w:p w14:paraId="1B24160F" w14:textId="77777777" w:rsidR="00B64173" w:rsidRDefault="00B64173" w:rsidP="00B64173">
            <w:pPr>
              <w:tabs>
                <w:tab w:val="clear" w:pos="284"/>
              </w:tabs>
              <w:spacing w:before="0" w:after="0" w:line="240" w:lineRule="auto"/>
              <w:rPr>
                <w:szCs w:val="24"/>
              </w:rPr>
            </w:pPr>
            <w:r w:rsidRPr="00EB20A1">
              <w:rPr>
                <w:szCs w:val="24"/>
              </w:rPr>
              <w:t xml:space="preserve">In accordance with the TAFE NSW policy </w:t>
            </w:r>
            <w:r w:rsidRPr="00EB20A1">
              <w:rPr>
                <w:i/>
                <w:iCs/>
                <w:szCs w:val="24"/>
              </w:rPr>
              <w:t xml:space="preserve">Manage Assessment Appeals, </w:t>
            </w:r>
            <w:r w:rsidRPr="00EB20A1">
              <w:rPr>
                <w:szCs w:val="24"/>
              </w:rPr>
              <w:t xml:space="preserve">all students have the right to appeal an assessment decision in relation to how the assessment was conducted and the outcome of the assessment. Appeals must be lodged within </w:t>
            </w:r>
            <w:r w:rsidRPr="00EB20A1">
              <w:rPr>
                <w:b/>
                <w:bCs/>
                <w:szCs w:val="24"/>
              </w:rPr>
              <w:t>14 working days</w:t>
            </w:r>
            <w:r w:rsidRPr="00EB20A1">
              <w:rPr>
                <w:szCs w:val="24"/>
              </w:rPr>
              <w:t xml:space="preserve"> of the formal notification of the result of the assessment. </w:t>
            </w:r>
          </w:p>
          <w:p w14:paraId="526EF0ED" w14:textId="77777777" w:rsidR="00B64173" w:rsidRPr="003B5CF7" w:rsidRDefault="00B64173" w:rsidP="00B64173">
            <w:pPr>
              <w:spacing w:line="276" w:lineRule="auto"/>
              <w:rPr>
                <w:szCs w:val="24"/>
                <w:lang w:eastAsia="en-AU"/>
              </w:rPr>
            </w:pPr>
            <w:r w:rsidRPr="003B5CF7">
              <w:rPr>
                <w:szCs w:val="24"/>
                <w:lang w:eastAsia="en-AU"/>
              </w:rPr>
              <w:t>If you would like to request a review of your results or if you have any concerns about your results, contact your Teacher or Head Teacher.  If they are unavailable, contact the Student Administration Officer.</w:t>
            </w:r>
          </w:p>
          <w:p w14:paraId="01EF14ED" w14:textId="051D85C6" w:rsidR="00B64173" w:rsidRPr="00C325C1" w:rsidRDefault="00B64173" w:rsidP="00B64173">
            <w:pPr>
              <w:pStyle w:val="Body"/>
              <w:rPr>
                <w:i/>
                <w:color w:val="808080" w:themeColor="background1" w:themeShade="80"/>
                <w:sz w:val="22"/>
                <w:szCs w:val="22"/>
              </w:rPr>
            </w:pPr>
            <w:r w:rsidRPr="003B5CF7">
              <w:rPr>
                <w:szCs w:val="24"/>
                <w:lang w:eastAsia="en-AU"/>
              </w:rPr>
              <w:t>Contact your Head Teacher for the assessment appeals procedures at your college/campus.</w:t>
            </w:r>
          </w:p>
        </w:tc>
      </w:tr>
    </w:tbl>
    <w:p w14:paraId="1C76AEB6" w14:textId="77777777" w:rsidR="00AD459E" w:rsidRDefault="00AD459E" w:rsidP="00AD6A17">
      <w:pPr>
        <w:spacing w:before="240" w:line="240" w:lineRule="auto"/>
        <w:contextualSpacing/>
        <w:outlineLvl w:val="1"/>
        <w:rPr>
          <w:rFonts w:eastAsia="Times New Roman"/>
          <w:b/>
          <w:noProof/>
          <w:color w:val="464748"/>
          <w:kern w:val="22"/>
          <w:sz w:val="36"/>
          <w:szCs w:val="36"/>
          <w:lang w:eastAsia="en-AU"/>
        </w:rPr>
      </w:pPr>
    </w:p>
    <w:p w14:paraId="34266AA8" w14:textId="77777777" w:rsidR="00AD459E" w:rsidRDefault="00AD459E">
      <w:pPr>
        <w:tabs>
          <w:tab w:val="clear" w:pos="284"/>
        </w:tabs>
        <w:spacing w:before="0" w:after="200" w:line="276" w:lineRule="auto"/>
        <w:rPr>
          <w:rFonts w:eastAsia="Times New Roman"/>
          <w:b/>
          <w:noProof/>
          <w:color w:val="464748"/>
          <w:kern w:val="22"/>
          <w:sz w:val="36"/>
          <w:szCs w:val="36"/>
          <w:lang w:eastAsia="en-AU"/>
        </w:rPr>
      </w:pPr>
      <w:r>
        <w:rPr>
          <w:rFonts w:eastAsia="Times New Roman"/>
          <w:b/>
          <w:noProof/>
          <w:color w:val="464748"/>
          <w:kern w:val="22"/>
          <w:sz w:val="36"/>
          <w:szCs w:val="36"/>
          <w:lang w:eastAsia="en-AU"/>
        </w:rPr>
        <w:br w:type="page"/>
      </w:r>
      <w:bookmarkStart w:id="3" w:name="_GoBack"/>
      <w:bookmarkEnd w:id="3"/>
    </w:p>
    <w:p w14:paraId="0579A20C" w14:textId="101942DA" w:rsidR="00AD6A17" w:rsidRPr="005702B3" w:rsidRDefault="00AD6A17" w:rsidP="00AD6A17">
      <w:pPr>
        <w:spacing w:before="240" w:line="240" w:lineRule="auto"/>
        <w:contextualSpacing/>
        <w:outlineLvl w:val="1"/>
        <w:rPr>
          <w:rFonts w:eastAsia="Times New Roman"/>
          <w:b/>
          <w:noProof/>
          <w:color w:val="464748"/>
          <w:kern w:val="22"/>
          <w:sz w:val="36"/>
          <w:szCs w:val="36"/>
          <w:lang w:eastAsia="en-AU"/>
        </w:rPr>
      </w:pPr>
      <w:r w:rsidRPr="005702B3">
        <w:rPr>
          <w:rFonts w:eastAsia="Times New Roman"/>
          <w:b/>
          <w:noProof/>
          <w:color w:val="464748"/>
          <w:kern w:val="22"/>
          <w:sz w:val="36"/>
          <w:szCs w:val="36"/>
          <w:lang w:eastAsia="en-AU"/>
        </w:rPr>
        <w:lastRenderedPageBreak/>
        <w:t>Part 1: Practical</w:t>
      </w:r>
      <w:r>
        <w:rPr>
          <w:rFonts w:eastAsia="Times New Roman"/>
          <w:b/>
          <w:noProof/>
          <w:color w:val="464748"/>
          <w:kern w:val="22"/>
          <w:sz w:val="36"/>
          <w:szCs w:val="36"/>
          <w:lang w:eastAsia="en-AU"/>
        </w:rPr>
        <w:t xml:space="preserve"> assessment</w:t>
      </w:r>
    </w:p>
    <w:p w14:paraId="264A5677" w14:textId="77777777" w:rsidR="00AD6A17" w:rsidRPr="0007106A" w:rsidRDefault="00AD6A17" w:rsidP="00AD6A17">
      <w:pPr>
        <w:rPr>
          <w:szCs w:val="24"/>
          <w:lang w:eastAsia="en-AU"/>
        </w:rPr>
      </w:pPr>
      <w:r w:rsidRPr="00764616">
        <w:rPr>
          <w:szCs w:val="24"/>
          <w:lang w:eastAsia="en-AU"/>
        </w:rPr>
        <w:t>The tasks in this assessment event will be assessed on differen</w:t>
      </w:r>
      <w:r>
        <w:rPr>
          <w:szCs w:val="24"/>
          <w:lang w:eastAsia="en-AU"/>
        </w:rPr>
        <w:t xml:space="preserve">t dates and not on one occasion. </w:t>
      </w:r>
      <w:r w:rsidRPr="00996E07">
        <w:rPr>
          <w:szCs w:val="24"/>
          <w:lang w:eastAsia="en-AU"/>
        </w:rPr>
        <w:t>The instructions and the criteria in the tasks and activities below will be used by the assessor to determine whether the tasks and activities have been satisfactorily completed. Use these instructions and criteria to ensure the student demonstrates the required skills and knowledge.</w:t>
      </w:r>
      <w:r>
        <w:rPr>
          <w:szCs w:val="24"/>
          <w:lang w:eastAsia="en-AU"/>
        </w:rPr>
        <w:t xml:space="preserve"> </w:t>
      </w:r>
      <w:r w:rsidRPr="00996E07">
        <w:rPr>
          <w:szCs w:val="24"/>
        </w:rPr>
        <w:t>Prior to any assessment students will be inducted on each tool</w:t>
      </w:r>
      <w:r>
        <w:rPr>
          <w:szCs w:val="24"/>
        </w:rPr>
        <w:t xml:space="preserve"> </w:t>
      </w:r>
      <w:r w:rsidRPr="00996E07">
        <w:rPr>
          <w:szCs w:val="24"/>
        </w:rPr>
        <w:t xml:space="preserve">and sign off on a SOP </w:t>
      </w:r>
      <w:r w:rsidRPr="0006625E">
        <w:rPr>
          <w:i/>
          <w:szCs w:val="24"/>
        </w:rPr>
        <w:t>(Standard operating procedure)</w:t>
      </w:r>
      <w:r>
        <w:rPr>
          <w:szCs w:val="24"/>
        </w:rPr>
        <w:t xml:space="preserve"> and </w:t>
      </w:r>
      <w:r w:rsidRPr="00996E07">
        <w:rPr>
          <w:szCs w:val="24"/>
        </w:rPr>
        <w:t xml:space="preserve">will perform a </w:t>
      </w:r>
      <w:r w:rsidRPr="0006625E">
        <w:rPr>
          <w:szCs w:val="24"/>
        </w:rPr>
        <w:t xml:space="preserve">PSE </w:t>
      </w:r>
      <w:r w:rsidRPr="0006625E">
        <w:rPr>
          <w:i/>
          <w:szCs w:val="24"/>
        </w:rPr>
        <w:t>(practice student exercise)</w:t>
      </w:r>
      <w:r w:rsidRPr="0006625E">
        <w:rPr>
          <w:szCs w:val="24"/>
        </w:rPr>
        <w:t xml:space="preserve"> for </w:t>
      </w:r>
      <w:r w:rsidRPr="00996E07">
        <w:rPr>
          <w:szCs w:val="24"/>
        </w:rPr>
        <w:t>each step in the assessment.</w:t>
      </w:r>
    </w:p>
    <w:p w14:paraId="0D40486F" w14:textId="77777777" w:rsidR="00D53D8B" w:rsidRPr="0007106A" w:rsidRDefault="00D53D8B" w:rsidP="00D53D8B">
      <w:pPr>
        <w:rPr>
          <w:szCs w:val="24"/>
          <w:lang w:eastAsia="en-AU"/>
        </w:rPr>
      </w:pPr>
      <w:r w:rsidRPr="00996E07">
        <w:rPr>
          <w:szCs w:val="24"/>
          <w:lang w:eastAsia="en-AU"/>
        </w:rPr>
        <w:t xml:space="preserve">Students will need to work as a team to </w:t>
      </w:r>
      <w:r>
        <w:rPr>
          <w:szCs w:val="24"/>
          <w:lang w:eastAsia="en-AU"/>
        </w:rPr>
        <w:t>discuss the work outcomes for each task. The team will then use the templates provided in this document to develop one</w:t>
      </w:r>
      <w:r w:rsidRPr="00996E07">
        <w:rPr>
          <w:szCs w:val="24"/>
          <w:lang w:eastAsia="en-AU"/>
        </w:rPr>
        <w:t xml:space="preserve"> job plan </w:t>
      </w:r>
      <w:r>
        <w:rPr>
          <w:szCs w:val="24"/>
          <w:lang w:eastAsia="en-AU"/>
        </w:rPr>
        <w:t xml:space="preserve">covering tasks 2, 3, 4 &amp; 5 and one </w:t>
      </w:r>
      <w:r w:rsidRPr="00996E07">
        <w:rPr>
          <w:szCs w:val="24"/>
          <w:lang w:eastAsia="en-AU"/>
        </w:rPr>
        <w:t>JSEA</w:t>
      </w:r>
      <w:r>
        <w:rPr>
          <w:szCs w:val="24"/>
          <w:lang w:eastAsia="en-AU"/>
        </w:rPr>
        <w:t xml:space="preserve"> covering tasks 2, 3, 4 &amp; 5</w:t>
      </w:r>
      <w:r w:rsidRPr="00996E07">
        <w:rPr>
          <w:szCs w:val="24"/>
          <w:lang w:eastAsia="en-AU"/>
        </w:rPr>
        <w:t>.</w:t>
      </w:r>
      <w:r>
        <w:rPr>
          <w:szCs w:val="24"/>
          <w:lang w:eastAsia="en-AU"/>
        </w:rPr>
        <w:t xml:space="preserve"> </w:t>
      </w:r>
      <w:r w:rsidRPr="00996E07">
        <w:rPr>
          <w:szCs w:val="24"/>
          <w:lang w:eastAsia="en-AU"/>
        </w:rPr>
        <w:t>T</w:t>
      </w:r>
      <w:r>
        <w:rPr>
          <w:szCs w:val="24"/>
          <w:lang w:eastAsia="en-AU"/>
        </w:rPr>
        <w:t xml:space="preserve">he student will also be </w:t>
      </w:r>
      <w:r w:rsidRPr="00996E07">
        <w:rPr>
          <w:szCs w:val="24"/>
          <w:lang w:eastAsia="en-AU"/>
        </w:rPr>
        <w:t>required to participate in a practical demonstration</w:t>
      </w:r>
      <w:r>
        <w:rPr>
          <w:szCs w:val="24"/>
          <w:lang w:eastAsia="en-AU"/>
        </w:rPr>
        <w:t>s</w:t>
      </w:r>
      <w:r w:rsidRPr="00996E07">
        <w:rPr>
          <w:szCs w:val="24"/>
          <w:lang w:eastAsia="en-AU"/>
        </w:rPr>
        <w:t xml:space="preserve"> of how to complete </w:t>
      </w:r>
      <w:r>
        <w:rPr>
          <w:szCs w:val="24"/>
          <w:lang w:eastAsia="en-AU"/>
        </w:rPr>
        <w:t>each</w:t>
      </w:r>
      <w:r w:rsidRPr="00996E07">
        <w:rPr>
          <w:szCs w:val="24"/>
          <w:lang w:eastAsia="en-AU"/>
        </w:rPr>
        <w:t xml:space="preserve"> set task or activity.</w:t>
      </w:r>
      <w:r>
        <w:rPr>
          <w:szCs w:val="24"/>
          <w:lang w:eastAsia="en-AU"/>
        </w:rPr>
        <w:t xml:space="preserve"> These</w:t>
      </w:r>
      <w:r w:rsidRPr="00996E07">
        <w:rPr>
          <w:szCs w:val="24"/>
          <w:lang w:eastAsia="en-AU"/>
        </w:rPr>
        <w:t xml:space="preserve"> practical task will be observed by the assessor, or the student can digitally record themselves during the process of the practical task and submit the video as evidence.</w:t>
      </w:r>
      <w:r>
        <w:rPr>
          <w:szCs w:val="24"/>
          <w:lang w:eastAsia="en-AU"/>
        </w:rPr>
        <w:t xml:space="preserve"> </w:t>
      </w:r>
      <w:r w:rsidRPr="00996E07">
        <w:rPr>
          <w:szCs w:val="24"/>
          <w:lang w:eastAsia="en-AU"/>
        </w:rPr>
        <w:t>The student’s responses will be used as part of the overall evidence requirements of the unit.</w:t>
      </w:r>
    </w:p>
    <w:p w14:paraId="1CD176D2" w14:textId="77777777" w:rsidR="00AD6A17" w:rsidRPr="0007106A" w:rsidRDefault="00AD6A17" w:rsidP="00AD6A17">
      <w:pPr>
        <w:rPr>
          <w:szCs w:val="24"/>
          <w:lang w:eastAsia="en-AU"/>
        </w:rPr>
        <w:sectPr w:rsidR="00AD6A17" w:rsidRPr="0007106A" w:rsidSect="00AD6A17">
          <w:type w:val="continuous"/>
          <w:pgSz w:w="11907" w:h="16840" w:code="9"/>
          <w:pgMar w:top="1418" w:right="1418" w:bottom="1418" w:left="1418" w:header="567" w:footer="454" w:gutter="0"/>
          <w:cols w:space="4253"/>
          <w:docGrid w:linePitch="360"/>
        </w:sectPr>
      </w:pPr>
      <w:r w:rsidRPr="00996E07">
        <w:rPr>
          <w:szCs w:val="24"/>
          <w:lang w:eastAsia="en-AU"/>
        </w:rPr>
        <w:t>The student should refer to the list of criteria provided in the Observation Checklist to understand what skills the student is required to perform in this section of the assessment. This Checklist outlines the Performance Criteria, Performance Evidence and Assessment Conditions the student will be marked on.</w:t>
      </w:r>
      <w:r>
        <w:rPr>
          <w:szCs w:val="24"/>
          <w:lang w:eastAsia="en-AU"/>
        </w:rPr>
        <w:t xml:space="preserve"> </w:t>
      </w:r>
      <w:r w:rsidRPr="00996E07">
        <w:rPr>
          <w:szCs w:val="24"/>
          <w:lang w:eastAsia="en-AU"/>
        </w:rPr>
        <w:t>Once completed students are required to submit this assessment the tasks and activities required to be completed by the student for marking.</w:t>
      </w:r>
      <w:r>
        <w:rPr>
          <w:szCs w:val="24"/>
          <w:lang w:eastAsia="en-AU"/>
        </w:rPr>
        <w:t xml:space="preserve"> </w:t>
      </w:r>
      <w:r>
        <w:t>The students</w:t>
      </w:r>
      <w:r w:rsidRPr="005702B3">
        <w:t xml:space="preserve"> are tasked with demonstrating </w:t>
      </w:r>
      <w:r>
        <w:t xml:space="preserve">their </w:t>
      </w:r>
      <w:r w:rsidRPr="005702B3">
        <w:t xml:space="preserve">skills </w:t>
      </w:r>
      <w:r>
        <w:t xml:space="preserve">selecting and </w:t>
      </w:r>
      <w:r w:rsidRPr="005702B3">
        <w:t>using a range of hand and power tools to prepare surfaces for finishing</w:t>
      </w:r>
      <w:r>
        <w:t>, including the following:</w:t>
      </w:r>
    </w:p>
    <w:p w14:paraId="2AC813A8" w14:textId="77777777" w:rsidR="00AD6A17" w:rsidRDefault="00AD6A17" w:rsidP="00C261EA">
      <w:pPr>
        <w:numPr>
          <w:ilvl w:val="0"/>
          <w:numId w:val="7"/>
        </w:numPr>
        <w:contextualSpacing/>
      </w:pPr>
      <w:r>
        <w:t>Measuring tapes &amp; rulers</w:t>
      </w:r>
    </w:p>
    <w:p w14:paraId="58A6E4CE" w14:textId="77777777" w:rsidR="00AD6A17" w:rsidRDefault="00AD6A17" w:rsidP="00C261EA">
      <w:pPr>
        <w:numPr>
          <w:ilvl w:val="0"/>
          <w:numId w:val="7"/>
        </w:numPr>
        <w:contextualSpacing/>
      </w:pPr>
      <w:r>
        <w:t>Squares</w:t>
      </w:r>
    </w:p>
    <w:p w14:paraId="15A48556" w14:textId="77777777" w:rsidR="00AD6A17" w:rsidRDefault="00AD6A17" w:rsidP="00C261EA">
      <w:pPr>
        <w:numPr>
          <w:ilvl w:val="0"/>
          <w:numId w:val="7"/>
        </w:numPr>
        <w:contextualSpacing/>
      </w:pPr>
      <w:r>
        <w:t>Hammer</w:t>
      </w:r>
    </w:p>
    <w:p w14:paraId="639BE731" w14:textId="77777777" w:rsidR="00AD6A17" w:rsidRDefault="00AD6A17" w:rsidP="00C261EA">
      <w:pPr>
        <w:numPr>
          <w:ilvl w:val="0"/>
          <w:numId w:val="7"/>
        </w:numPr>
        <w:contextualSpacing/>
      </w:pPr>
      <w:r>
        <w:t>Nail punch</w:t>
      </w:r>
    </w:p>
    <w:p w14:paraId="6F01306B" w14:textId="77777777" w:rsidR="00AD6A17" w:rsidRDefault="00AD6A17" w:rsidP="00C261EA">
      <w:pPr>
        <w:numPr>
          <w:ilvl w:val="0"/>
          <w:numId w:val="7"/>
        </w:numPr>
        <w:contextualSpacing/>
      </w:pPr>
      <w:r>
        <w:t>Liquid containers</w:t>
      </w:r>
    </w:p>
    <w:p w14:paraId="1BAB6F1C" w14:textId="77777777" w:rsidR="00AD6A17" w:rsidRDefault="00AD6A17" w:rsidP="00C261EA">
      <w:pPr>
        <w:numPr>
          <w:ilvl w:val="0"/>
          <w:numId w:val="7"/>
        </w:numPr>
        <w:contextualSpacing/>
      </w:pPr>
      <w:r>
        <w:t>Brushes</w:t>
      </w:r>
    </w:p>
    <w:p w14:paraId="1AD250ED" w14:textId="77777777" w:rsidR="00AD6A17" w:rsidRDefault="00AD6A17" w:rsidP="00C261EA">
      <w:pPr>
        <w:numPr>
          <w:ilvl w:val="0"/>
          <w:numId w:val="7"/>
        </w:numPr>
        <w:contextualSpacing/>
      </w:pPr>
      <w:r>
        <w:t>File</w:t>
      </w:r>
    </w:p>
    <w:p w14:paraId="11776014" w14:textId="77777777" w:rsidR="00AD6A17" w:rsidRDefault="00AD6A17" w:rsidP="00C261EA">
      <w:pPr>
        <w:numPr>
          <w:ilvl w:val="0"/>
          <w:numId w:val="7"/>
        </w:numPr>
        <w:contextualSpacing/>
      </w:pPr>
      <w:r>
        <w:t>Oil stone</w:t>
      </w:r>
    </w:p>
    <w:p w14:paraId="2BAD99C9" w14:textId="77777777" w:rsidR="00AD6A17" w:rsidRDefault="00AD6A17" w:rsidP="00C261EA">
      <w:pPr>
        <w:numPr>
          <w:ilvl w:val="0"/>
          <w:numId w:val="7"/>
        </w:numPr>
        <w:contextualSpacing/>
      </w:pPr>
      <w:r>
        <w:t>Steam iron</w:t>
      </w:r>
    </w:p>
    <w:p w14:paraId="3DF1888A" w14:textId="77777777" w:rsidR="00AD6A17" w:rsidRDefault="00AD6A17" w:rsidP="00C261EA">
      <w:pPr>
        <w:numPr>
          <w:ilvl w:val="0"/>
          <w:numId w:val="7"/>
        </w:numPr>
        <w:contextualSpacing/>
      </w:pPr>
      <w:r>
        <w:t>Chisels</w:t>
      </w:r>
    </w:p>
    <w:p w14:paraId="760FEBC6" w14:textId="77777777" w:rsidR="00AD6A17" w:rsidRDefault="00AD6A17" w:rsidP="00C261EA">
      <w:pPr>
        <w:numPr>
          <w:ilvl w:val="0"/>
          <w:numId w:val="7"/>
        </w:numPr>
        <w:contextualSpacing/>
      </w:pPr>
      <w:r>
        <w:t>Power sanders</w:t>
      </w:r>
    </w:p>
    <w:p w14:paraId="5BD4FC5F" w14:textId="77777777" w:rsidR="00AD6A17" w:rsidRDefault="00AD6A17" w:rsidP="00C261EA">
      <w:pPr>
        <w:numPr>
          <w:ilvl w:val="0"/>
          <w:numId w:val="7"/>
        </w:numPr>
        <w:contextualSpacing/>
      </w:pPr>
      <w:r>
        <w:t>Air compressor &amp; hoses</w:t>
      </w:r>
    </w:p>
    <w:p w14:paraId="14E2A2A7" w14:textId="77777777" w:rsidR="00AD6A17" w:rsidRDefault="00AD6A17" w:rsidP="00C261EA">
      <w:pPr>
        <w:numPr>
          <w:ilvl w:val="0"/>
          <w:numId w:val="7"/>
        </w:numPr>
        <w:contextualSpacing/>
      </w:pPr>
      <w:r>
        <w:t>Drill</w:t>
      </w:r>
    </w:p>
    <w:p w14:paraId="5586A7D9" w14:textId="77777777" w:rsidR="00AD6A17" w:rsidRDefault="00AD6A17" w:rsidP="00C261EA">
      <w:pPr>
        <w:numPr>
          <w:ilvl w:val="0"/>
          <w:numId w:val="7"/>
        </w:numPr>
        <w:contextualSpacing/>
      </w:pPr>
      <w:r>
        <w:t>Steel wool/scourers</w:t>
      </w:r>
    </w:p>
    <w:p w14:paraId="29E21F1A" w14:textId="77777777" w:rsidR="00AD6A17" w:rsidRDefault="00AD6A17" w:rsidP="00C261EA">
      <w:pPr>
        <w:numPr>
          <w:ilvl w:val="0"/>
          <w:numId w:val="7"/>
        </w:numPr>
        <w:contextualSpacing/>
      </w:pPr>
      <w:r>
        <w:t>Sanding blocks</w:t>
      </w:r>
    </w:p>
    <w:p w14:paraId="62CFF82B" w14:textId="77777777" w:rsidR="00AD6A17" w:rsidRPr="005702B3" w:rsidRDefault="00AD6A17" w:rsidP="00C261EA">
      <w:pPr>
        <w:numPr>
          <w:ilvl w:val="0"/>
          <w:numId w:val="7"/>
        </w:numPr>
        <w:contextualSpacing/>
      </w:pPr>
      <w:r w:rsidRPr="005702B3">
        <w:t>Cabinet Scrapers</w:t>
      </w:r>
    </w:p>
    <w:p w14:paraId="5F706DA6" w14:textId="77777777" w:rsidR="00AD6A17" w:rsidRPr="005702B3" w:rsidRDefault="00AD6A17" w:rsidP="00C261EA">
      <w:pPr>
        <w:numPr>
          <w:ilvl w:val="0"/>
          <w:numId w:val="7"/>
        </w:numPr>
        <w:contextualSpacing/>
      </w:pPr>
      <w:r>
        <w:t xml:space="preserve">Fixed </w:t>
      </w:r>
      <w:r w:rsidRPr="005702B3">
        <w:t>Belt</w:t>
      </w:r>
      <w:r>
        <w:t xml:space="preserve">/Stroke </w:t>
      </w:r>
      <w:r w:rsidRPr="005702B3">
        <w:t>sander</w:t>
      </w:r>
    </w:p>
    <w:p w14:paraId="772B65F3" w14:textId="77777777" w:rsidR="00AD6A17" w:rsidRPr="005702B3" w:rsidRDefault="00AD6A17" w:rsidP="00C261EA">
      <w:pPr>
        <w:numPr>
          <w:ilvl w:val="0"/>
          <w:numId w:val="7"/>
        </w:numPr>
        <w:contextualSpacing/>
      </w:pPr>
      <w:r>
        <w:t>Screwdrivers</w:t>
      </w:r>
    </w:p>
    <w:p w14:paraId="56F303A7" w14:textId="77777777" w:rsidR="00AD6A17" w:rsidRPr="005702B3" w:rsidRDefault="00AD6A17" w:rsidP="00C261EA">
      <w:pPr>
        <w:numPr>
          <w:ilvl w:val="0"/>
          <w:numId w:val="7"/>
        </w:numPr>
        <w:contextualSpacing/>
      </w:pPr>
      <w:r>
        <w:t>Clamps</w:t>
      </w:r>
    </w:p>
    <w:p w14:paraId="43DFF88E" w14:textId="77777777" w:rsidR="00AD6A17" w:rsidRDefault="00AD6A17" w:rsidP="00C261EA">
      <w:pPr>
        <w:numPr>
          <w:ilvl w:val="0"/>
          <w:numId w:val="7"/>
        </w:numPr>
        <w:contextualSpacing/>
      </w:pPr>
      <w:r w:rsidRPr="005702B3">
        <w:t>Abrasive paper</w:t>
      </w:r>
    </w:p>
    <w:p w14:paraId="024F4618" w14:textId="77777777" w:rsidR="00AD6A17" w:rsidRDefault="00AD6A17" w:rsidP="00C261EA">
      <w:pPr>
        <w:numPr>
          <w:ilvl w:val="0"/>
          <w:numId w:val="7"/>
        </w:numPr>
        <w:contextualSpacing/>
      </w:pPr>
      <w:r>
        <w:t>Mallet</w:t>
      </w:r>
    </w:p>
    <w:p w14:paraId="3640A66A" w14:textId="77777777" w:rsidR="00AD6A17" w:rsidRDefault="00AD6A17" w:rsidP="00C261EA">
      <w:pPr>
        <w:numPr>
          <w:ilvl w:val="0"/>
          <w:numId w:val="7"/>
        </w:numPr>
        <w:contextualSpacing/>
      </w:pPr>
      <w:r>
        <w:t>Vice</w:t>
      </w:r>
    </w:p>
    <w:p w14:paraId="693D03FA" w14:textId="77777777" w:rsidR="00AD6A17" w:rsidRDefault="00AD6A17" w:rsidP="00C261EA">
      <w:pPr>
        <w:numPr>
          <w:ilvl w:val="0"/>
          <w:numId w:val="7"/>
        </w:numPr>
        <w:contextualSpacing/>
      </w:pPr>
      <w:r>
        <w:t>Saw</w:t>
      </w:r>
    </w:p>
    <w:p w14:paraId="64CE8BFF" w14:textId="77777777" w:rsidR="00AD6A17" w:rsidRPr="005702B3" w:rsidRDefault="00AD6A17" w:rsidP="00C261EA">
      <w:pPr>
        <w:numPr>
          <w:ilvl w:val="0"/>
          <w:numId w:val="7"/>
        </w:numPr>
        <w:contextualSpacing/>
      </w:pPr>
      <w:r>
        <w:t>Plane spanners</w:t>
      </w:r>
    </w:p>
    <w:p w14:paraId="62DDB157" w14:textId="77777777" w:rsidR="00AD6A17" w:rsidRDefault="00AD6A17" w:rsidP="00AD6A17">
      <w:pPr>
        <w:rPr>
          <w:rFonts w:eastAsia="Times New Roman"/>
          <w:b/>
          <w:noProof/>
          <w:color w:val="464748"/>
          <w:kern w:val="22"/>
          <w:sz w:val="36"/>
          <w:szCs w:val="36"/>
          <w:lang w:eastAsia="en-AU"/>
        </w:rPr>
        <w:sectPr w:rsidR="00AD6A17" w:rsidSect="00DF669F">
          <w:type w:val="continuous"/>
          <w:pgSz w:w="11907" w:h="16840" w:code="9"/>
          <w:pgMar w:top="1418" w:right="1418" w:bottom="1418" w:left="1418" w:header="567" w:footer="454" w:gutter="0"/>
          <w:cols w:num="2" w:space="283"/>
          <w:docGrid w:linePitch="360"/>
        </w:sectPr>
      </w:pPr>
    </w:p>
    <w:p w14:paraId="2B103C3F" w14:textId="3F9FB5CF" w:rsidR="00AD6A17" w:rsidRDefault="00AD6A17" w:rsidP="00AD6A17">
      <w:r w:rsidRPr="00B308DF">
        <w:rPr>
          <w:szCs w:val="24"/>
        </w:rPr>
        <w:t xml:space="preserve">The assessor will provide SOP’s </w:t>
      </w:r>
      <w:r w:rsidRPr="00B308DF">
        <w:rPr>
          <w:i/>
          <w:szCs w:val="24"/>
        </w:rPr>
        <w:t>(standard operating procedure)</w:t>
      </w:r>
      <w:r w:rsidRPr="00B308DF">
        <w:rPr>
          <w:szCs w:val="24"/>
        </w:rPr>
        <w:t xml:space="preserve"> </w:t>
      </w:r>
      <w:r>
        <w:rPr>
          <w:szCs w:val="24"/>
        </w:rPr>
        <w:t xml:space="preserve">and </w:t>
      </w:r>
      <w:r w:rsidRPr="00B308DF">
        <w:rPr>
          <w:szCs w:val="24"/>
        </w:rPr>
        <w:t xml:space="preserve">MSDS’s </w:t>
      </w:r>
      <w:r w:rsidRPr="00B308DF">
        <w:rPr>
          <w:i/>
          <w:szCs w:val="24"/>
        </w:rPr>
        <w:t>(Material Safety Data Sheet)</w:t>
      </w:r>
      <w:r w:rsidRPr="00B308DF">
        <w:rPr>
          <w:szCs w:val="24"/>
        </w:rPr>
        <w:t xml:space="preserve"> for all </w:t>
      </w:r>
      <w:r>
        <w:rPr>
          <w:szCs w:val="24"/>
        </w:rPr>
        <w:t>tools and materials to be used</w:t>
      </w:r>
      <w:r w:rsidRPr="00B308DF">
        <w:rPr>
          <w:szCs w:val="24"/>
        </w:rPr>
        <w:t>.</w:t>
      </w:r>
      <w:r>
        <w:br w:type="page"/>
      </w:r>
    </w:p>
    <w:p w14:paraId="28E3F4B6" w14:textId="77777777" w:rsidR="00AD6A17" w:rsidRPr="00AD6A17" w:rsidRDefault="00AD6A17" w:rsidP="00AD6A17">
      <w:pPr>
        <w:pStyle w:val="Heading2"/>
        <w:keepNext/>
        <w:keepLines/>
        <w:spacing w:before="40" w:after="0"/>
        <w:contextualSpacing w:val="0"/>
      </w:pPr>
      <w:r w:rsidRPr="00AD6A17">
        <w:lastRenderedPageBreak/>
        <w:t>Task 1: Job plan and JSEA</w:t>
      </w:r>
    </w:p>
    <w:p w14:paraId="4C2FA9F5" w14:textId="77777777" w:rsidR="00AD6A17" w:rsidRPr="004C1B54" w:rsidRDefault="00AD6A17" w:rsidP="00AD6A17">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Cs w:val="24"/>
          <w:lang w:eastAsia="en-AU"/>
        </w:rPr>
      </w:pPr>
      <w:r>
        <w:rPr>
          <w:b/>
          <w:color w:val="FFFFFF" w:themeColor="background1"/>
          <w:szCs w:val="24"/>
          <w:lang w:eastAsia="en-AU"/>
        </w:rPr>
        <w:t>Student instructions</w:t>
      </w:r>
    </w:p>
    <w:p w14:paraId="5B97EC8D" w14:textId="14E66D5C" w:rsidR="00AD6A17" w:rsidRPr="005702B3" w:rsidRDefault="00AD6A17" w:rsidP="00AD6A17">
      <w:pPr>
        <w:spacing w:line="600" w:lineRule="exact"/>
        <w:outlineLvl w:val="0"/>
        <w:rPr>
          <w:rFonts w:eastAsia="Times New Roman"/>
          <w:noProof/>
          <w:color w:val="2D739F"/>
          <w:kern w:val="22"/>
          <w:sz w:val="40"/>
          <w:szCs w:val="40"/>
          <w:lang w:eastAsia="en-AU"/>
        </w:rPr>
      </w:pPr>
      <w:r w:rsidRPr="005702B3">
        <w:rPr>
          <w:rFonts w:eastAsia="Times New Roman"/>
          <w:noProof/>
          <w:color w:val="2D739F"/>
          <w:kern w:val="22"/>
          <w:sz w:val="40"/>
          <w:szCs w:val="40"/>
          <w:lang w:eastAsia="en-AU"/>
        </w:rPr>
        <w:t>The steps f</w:t>
      </w:r>
      <w:r w:rsidRPr="005702B3">
        <w:rPr>
          <w:rFonts w:eastAsia="Times New Roman"/>
          <w:noProof/>
          <w:color w:val="365F91" w:themeColor="accent1" w:themeShade="BF"/>
          <w:kern w:val="22"/>
          <w:sz w:val="40"/>
          <w:szCs w:val="40"/>
          <w:lang w:eastAsia="en-AU"/>
        </w:rPr>
        <w:t>or</w:t>
      </w:r>
      <w:r w:rsidRPr="005702B3">
        <w:rPr>
          <w:rFonts w:eastAsia="Times New Roman"/>
          <w:noProof/>
          <w:color w:val="2D739F"/>
          <w:kern w:val="22"/>
          <w:sz w:val="40"/>
          <w:szCs w:val="40"/>
          <w:lang w:eastAsia="en-AU"/>
        </w:rPr>
        <w:t xml:space="preserve"> </w:t>
      </w:r>
      <w:r w:rsidR="00487B15">
        <w:rPr>
          <w:rFonts w:eastAsia="Times New Roman"/>
          <w:noProof/>
          <w:color w:val="2D739F"/>
          <w:kern w:val="22"/>
          <w:sz w:val="40"/>
          <w:szCs w:val="40"/>
          <w:lang w:eastAsia="en-AU"/>
        </w:rPr>
        <w:t>these</w:t>
      </w:r>
      <w:r w:rsidRPr="005702B3">
        <w:rPr>
          <w:rFonts w:eastAsia="Times New Roman"/>
          <w:noProof/>
          <w:color w:val="2D739F"/>
          <w:kern w:val="22"/>
          <w:sz w:val="40"/>
          <w:szCs w:val="40"/>
          <w:lang w:eastAsia="en-AU"/>
        </w:rPr>
        <w:t xml:space="preserve"> task are:</w:t>
      </w:r>
    </w:p>
    <w:p w14:paraId="2CECBB4C" w14:textId="77777777" w:rsidR="00CC538D" w:rsidRDefault="00CC538D" w:rsidP="00CC538D">
      <w:pPr>
        <w:pStyle w:val="ListParagraph"/>
        <w:numPr>
          <w:ilvl w:val="0"/>
          <w:numId w:val="6"/>
        </w:numPr>
        <w:ind w:left="207" w:hanging="207"/>
        <w:rPr>
          <w:szCs w:val="24"/>
        </w:rPr>
      </w:pPr>
      <w:r>
        <w:rPr>
          <w:szCs w:val="24"/>
        </w:rPr>
        <w:t>Discuss</w:t>
      </w:r>
      <w:r w:rsidRPr="00996E07">
        <w:rPr>
          <w:szCs w:val="24"/>
        </w:rPr>
        <w:t xml:space="preserve"> with </w:t>
      </w:r>
      <w:r>
        <w:rPr>
          <w:szCs w:val="24"/>
        </w:rPr>
        <w:t>another student:</w:t>
      </w:r>
    </w:p>
    <w:p w14:paraId="10DA1F57" w14:textId="77777777" w:rsidR="00CC538D" w:rsidRDefault="00CC538D" w:rsidP="00CC538D">
      <w:pPr>
        <w:pStyle w:val="ListParagraph"/>
        <w:numPr>
          <w:ilvl w:val="1"/>
          <w:numId w:val="6"/>
        </w:numPr>
        <w:ind w:left="720"/>
        <w:rPr>
          <w:szCs w:val="24"/>
        </w:rPr>
      </w:pPr>
      <w:r>
        <w:rPr>
          <w:szCs w:val="24"/>
        </w:rPr>
        <w:t>The specifications of each project (Tasks 2, 3, 4 and 5).</w:t>
      </w:r>
    </w:p>
    <w:p w14:paraId="1AF10015" w14:textId="77777777" w:rsidR="00CC538D" w:rsidRDefault="00CC538D" w:rsidP="00CC538D">
      <w:pPr>
        <w:pStyle w:val="ListParagraph"/>
        <w:numPr>
          <w:ilvl w:val="1"/>
          <w:numId w:val="6"/>
        </w:numPr>
        <w:ind w:left="720"/>
        <w:rPr>
          <w:szCs w:val="24"/>
        </w:rPr>
      </w:pPr>
      <w:r>
        <w:rPr>
          <w:szCs w:val="24"/>
        </w:rPr>
        <w:t>The work requirements of preparing surfaces for each task, any perceived problems and confirm the workflow of a job plan.</w:t>
      </w:r>
    </w:p>
    <w:p w14:paraId="2A9CF74D" w14:textId="77777777" w:rsidR="00CC538D" w:rsidRDefault="00CC538D" w:rsidP="00CC538D">
      <w:pPr>
        <w:pStyle w:val="ListParagraph"/>
        <w:numPr>
          <w:ilvl w:val="1"/>
          <w:numId w:val="6"/>
        </w:numPr>
        <w:ind w:left="720"/>
        <w:rPr>
          <w:szCs w:val="24"/>
        </w:rPr>
      </w:pPr>
      <w:r>
        <w:rPr>
          <w:szCs w:val="24"/>
        </w:rPr>
        <w:t>The SOP’s for any tools that are determined as being required for tasks 2, 3, 4 &amp; 5.</w:t>
      </w:r>
    </w:p>
    <w:p w14:paraId="62C81E5C" w14:textId="77777777" w:rsidR="00CC538D" w:rsidRPr="000F76EC" w:rsidRDefault="00CC538D" w:rsidP="00CC538D">
      <w:pPr>
        <w:pStyle w:val="ListParagraph"/>
        <w:numPr>
          <w:ilvl w:val="1"/>
          <w:numId w:val="6"/>
        </w:numPr>
        <w:ind w:left="720"/>
        <w:rPr>
          <w:szCs w:val="24"/>
        </w:rPr>
      </w:pPr>
      <w:r>
        <w:rPr>
          <w:szCs w:val="24"/>
        </w:rPr>
        <w:t>The MSDS’s for any chemicals that are determined as being required for tasks 2, 3, 4 &amp; 5.</w:t>
      </w:r>
    </w:p>
    <w:p w14:paraId="3241A403" w14:textId="77777777" w:rsidR="00CC538D" w:rsidRDefault="00CC538D" w:rsidP="00CC538D">
      <w:pPr>
        <w:pStyle w:val="ListParagraph"/>
        <w:numPr>
          <w:ilvl w:val="1"/>
          <w:numId w:val="6"/>
        </w:numPr>
        <w:ind w:left="720"/>
        <w:rPr>
          <w:szCs w:val="24"/>
        </w:rPr>
      </w:pPr>
      <w:r>
        <w:rPr>
          <w:szCs w:val="24"/>
        </w:rPr>
        <w:t xml:space="preserve">Potential safety procedures for preparing the surfaces for each task. </w:t>
      </w:r>
    </w:p>
    <w:p w14:paraId="1B3DD2D8" w14:textId="77777777" w:rsidR="00CC538D" w:rsidRPr="004D5844" w:rsidRDefault="00CC538D" w:rsidP="00CC538D">
      <w:pPr>
        <w:rPr>
          <w:szCs w:val="24"/>
        </w:rPr>
      </w:pPr>
    </w:p>
    <w:p w14:paraId="2DCE7473" w14:textId="77777777" w:rsidR="00CC538D" w:rsidRDefault="00CC538D" w:rsidP="00CC538D">
      <w:pPr>
        <w:pStyle w:val="ListParagraph"/>
        <w:numPr>
          <w:ilvl w:val="0"/>
          <w:numId w:val="6"/>
        </w:numPr>
        <w:ind w:left="207" w:hanging="207"/>
        <w:rPr>
          <w:szCs w:val="24"/>
        </w:rPr>
      </w:pPr>
      <w:r>
        <w:rPr>
          <w:szCs w:val="24"/>
        </w:rPr>
        <w:t>Develop with another student using the provided template (pages 8-9), one job plan that can be used for the preparation of surfaces in tasks 2, 3, 4 and 5, including:</w:t>
      </w:r>
    </w:p>
    <w:p w14:paraId="64561A4B" w14:textId="77777777" w:rsidR="00CC538D" w:rsidRDefault="00CC538D" w:rsidP="00CC538D">
      <w:pPr>
        <w:pStyle w:val="ListParagraph"/>
        <w:numPr>
          <w:ilvl w:val="1"/>
          <w:numId w:val="6"/>
        </w:numPr>
        <w:ind w:left="720"/>
        <w:rPr>
          <w:szCs w:val="24"/>
        </w:rPr>
      </w:pPr>
      <w:r>
        <w:rPr>
          <w:szCs w:val="24"/>
        </w:rPr>
        <w:t>Identifying the workflow for the project tasks.</w:t>
      </w:r>
    </w:p>
    <w:p w14:paraId="563BAA21" w14:textId="77777777" w:rsidR="00CC538D" w:rsidRDefault="00CC538D" w:rsidP="00CC538D">
      <w:pPr>
        <w:pStyle w:val="ListParagraph"/>
        <w:numPr>
          <w:ilvl w:val="1"/>
          <w:numId w:val="6"/>
        </w:numPr>
        <w:ind w:left="720"/>
        <w:rPr>
          <w:szCs w:val="24"/>
        </w:rPr>
      </w:pPr>
      <w:r>
        <w:rPr>
          <w:szCs w:val="24"/>
        </w:rPr>
        <w:t>Identifying the tools, equipment, quality checks and materials required.</w:t>
      </w:r>
    </w:p>
    <w:p w14:paraId="49FA89A2" w14:textId="77777777" w:rsidR="00CC538D" w:rsidRPr="001C1EA3" w:rsidRDefault="00CC538D" w:rsidP="00CC538D">
      <w:pPr>
        <w:rPr>
          <w:szCs w:val="24"/>
        </w:rPr>
      </w:pPr>
    </w:p>
    <w:p w14:paraId="2B7ED6EE" w14:textId="77777777" w:rsidR="00CC538D" w:rsidRDefault="00CC538D" w:rsidP="00CC538D">
      <w:pPr>
        <w:pStyle w:val="ListParagraph"/>
        <w:numPr>
          <w:ilvl w:val="0"/>
          <w:numId w:val="6"/>
        </w:numPr>
        <w:ind w:left="207" w:hanging="207"/>
        <w:rPr>
          <w:szCs w:val="24"/>
        </w:rPr>
      </w:pPr>
      <w:r>
        <w:rPr>
          <w:szCs w:val="24"/>
        </w:rPr>
        <w:t xml:space="preserve">List the characteristic of each prepared surface and the proposed surface coating for each task on the provided job plan template (table on page 9). </w:t>
      </w:r>
      <w:r w:rsidRPr="001C1EA3">
        <w:rPr>
          <w:szCs w:val="24"/>
        </w:rPr>
        <w:t xml:space="preserve">Descriptions </w:t>
      </w:r>
      <w:r>
        <w:rPr>
          <w:szCs w:val="24"/>
        </w:rPr>
        <w:t>should</w:t>
      </w:r>
      <w:r w:rsidRPr="001C1EA3">
        <w:rPr>
          <w:szCs w:val="24"/>
        </w:rPr>
        <w:t xml:space="preserve"> include: </w:t>
      </w:r>
    </w:p>
    <w:p w14:paraId="3C084273" w14:textId="77777777" w:rsidR="00CC538D" w:rsidRDefault="00CC538D" w:rsidP="00CC538D">
      <w:pPr>
        <w:pStyle w:val="ListParagraph"/>
        <w:numPr>
          <w:ilvl w:val="1"/>
          <w:numId w:val="6"/>
        </w:numPr>
        <w:ind w:left="720"/>
        <w:rPr>
          <w:szCs w:val="24"/>
        </w:rPr>
      </w:pPr>
      <w:r>
        <w:rPr>
          <w:szCs w:val="24"/>
        </w:rPr>
        <w:t>Type of material</w:t>
      </w:r>
      <w:r w:rsidRPr="001C1EA3">
        <w:rPr>
          <w:szCs w:val="24"/>
        </w:rPr>
        <w:t>, open or closed grain, light or dark colour, straight or wavy grain, cranky or difficult grain, hard or soft texture, oily or dry to touch</w:t>
      </w:r>
      <w:r>
        <w:rPr>
          <w:szCs w:val="24"/>
        </w:rPr>
        <w:t>.</w:t>
      </w:r>
    </w:p>
    <w:p w14:paraId="23EA1563" w14:textId="77777777" w:rsidR="00CC538D" w:rsidRDefault="00CC538D" w:rsidP="00CC538D">
      <w:pPr>
        <w:pStyle w:val="ListParagraph"/>
        <w:numPr>
          <w:ilvl w:val="1"/>
          <w:numId w:val="6"/>
        </w:numPr>
        <w:ind w:left="720"/>
        <w:rPr>
          <w:szCs w:val="24"/>
        </w:rPr>
      </w:pPr>
      <w:r>
        <w:rPr>
          <w:szCs w:val="24"/>
        </w:rPr>
        <w:t>Surface coating must reflect the details listed in each task specifications list.</w:t>
      </w:r>
    </w:p>
    <w:p w14:paraId="6643481C" w14:textId="77777777" w:rsidR="00CC538D" w:rsidRPr="004D5844" w:rsidRDefault="00CC538D" w:rsidP="00CC538D">
      <w:pPr>
        <w:rPr>
          <w:szCs w:val="24"/>
        </w:rPr>
      </w:pPr>
    </w:p>
    <w:p w14:paraId="3E324F83" w14:textId="77777777" w:rsidR="00CC538D" w:rsidRPr="00141B80" w:rsidRDefault="00CC538D" w:rsidP="00CC538D">
      <w:pPr>
        <w:pStyle w:val="ListParagraph"/>
        <w:numPr>
          <w:ilvl w:val="0"/>
          <w:numId w:val="6"/>
        </w:numPr>
        <w:ind w:left="207" w:hanging="207"/>
        <w:rPr>
          <w:szCs w:val="24"/>
        </w:rPr>
      </w:pPr>
      <w:r>
        <w:rPr>
          <w:szCs w:val="24"/>
        </w:rPr>
        <w:t>Develop with another student using the provided template (pages 10-13), one JSEA that shows the safety procedures for tasks 2, 3, 4 and 5, including:</w:t>
      </w:r>
    </w:p>
    <w:p w14:paraId="2B21194D" w14:textId="77777777" w:rsidR="00CC538D" w:rsidRDefault="00CC538D" w:rsidP="00CC538D">
      <w:pPr>
        <w:pStyle w:val="ListParagraph"/>
        <w:numPr>
          <w:ilvl w:val="1"/>
          <w:numId w:val="6"/>
        </w:numPr>
        <w:ind w:left="720"/>
        <w:rPr>
          <w:szCs w:val="24"/>
        </w:rPr>
      </w:pPr>
      <w:r>
        <w:rPr>
          <w:szCs w:val="24"/>
        </w:rPr>
        <w:t>Identifying the safe use of tools and equipment.</w:t>
      </w:r>
    </w:p>
    <w:p w14:paraId="2FD4681B" w14:textId="77777777" w:rsidR="00CC538D" w:rsidRDefault="00CC538D" w:rsidP="00CC538D">
      <w:pPr>
        <w:pStyle w:val="ListParagraph"/>
        <w:numPr>
          <w:ilvl w:val="1"/>
          <w:numId w:val="6"/>
        </w:numPr>
        <w:ind w:left="720"/>
        <w:rPr>
          <w:szCs w:val="24"/>
        </w:rPr>
      </w:pPr>
      <w:r>
        <w:rPr>
          <w:szCs w:val="24"/>
        </w:rPr>
        <w:t>The type of PPE required.</w:t>
      </w:r>
    </w:p>
    <w:p w14:paraId="02AA9214" w14:textId="77777777" w:rsidR="00CC538D" w:rsidRDefault="00CC538D" w:rsidP="00CC538D">
      <w:pPr>
        <w:pStyle w:val="ListParagraph"/>
        <w:numPr>
          <w:ilvl w:val="1"/>
          <w:numId w:val="6"/>
        </w:numPr>
        <w:ind w:left="720"/>
        <w:rPr>
          <w:szCs w:val="24"/>
        </w:rPr>
      </w:pPr>
      <w:r>
        <w:rPr>
          <w:szCs w:val="24"/>
        </w:rPr>
        <w:t>The hazards, controls and risk ratings for each process.</w:t>
      </w:r>
    </w:p>
    <w:p w14:paraId="64B2BA91" w14:textId="77777777" w:rsidR="00CC538D" w:rsidRDefault="00CC538D" w:rsidP="00CC538D">
      <w:pPr>
        <w:ind w:left="207"/>
        <w:contextualSpacing/>
        <w:rPr>
          <w:szCs w:val="24"/>
        </w:rPr>
      </w:pPr>
    </w:p>
    <w:p w14:paraId="7B135172" w14:textId="4EB1F609" w:rsidR="00AD6A17" w:rsidRPr="00AD6A17" w:rsidRDefault="00CC538D" w:rsidP="00CC538D">
      <w:pPr>
        <w:ind w:left="207"/>
        <w:contextualSpacing/>
        <w:rPr>
          <w:lang w:eastAsia="en-AU"/>
        </w:rPr>
      </w:pPr>
      <w:r w:rsidRPr="0082240D">
        <w:rPr>
          <w:b/>
          <w:szCs w:val="24"/>
        </w:rPr>
        <w:t>Note:</w:t>
      </w:r>
      <w:r w:rsidRPr="0082240D">
        <w:rPr>
          <w:szCs w:val="24"/>
        </w:rPr>
        <w:t xml:space="preserve"> </w:t>
      </w:r>
      <w:r>
        <w:rPr>
          <w:szCs w:val="24"/>
        </w:rPr>
        <w:t xml:space="preserve">Students must complete and submit the job plan for marking, before commencing the JSEA. Students must complete and submit the JSEA before accessing and using any tools and equipment. </w:t>
      </w:r>
      <w:r w:rsidRPr="00996E07">
        <w:rPr>
          <w:szCs w:val="24"/>
        </w:rPr>
        <w:t xml:space="preserve">Each individual </w:t>
      </w:r>
      <w:r>
        <w:rPr>
          <w:szCs w:val="24"/>
        </w:rPr>
        <w:t xml:space="preserve">student </w:t>
      </w:r>
      <w:r w:rsidRPr="00996E07">
        <w:rPr>
          <w:szCs w:val="24"/>
        </w:rPr>
        <w:t>must submit their own completed copy of the Job Plan</w:t>
      </w:r>
      <w:r>
        <w:rPr>
          <w:szCs w:val="24"/>
        </w:rPr>
        <w:t xml:space="preserve"> and JSEA.</w:t>
      </w:r>
    </w:p>
    <w:p w14:paraId="6FC87652" w14:textId="77777777" w:rsidR="008121DF" w:rsidRPr="003B509A" w:rsidRDefault="008121DF" w:rsidP="00023118">
      <w:pPr>
        <w:rPr>
          <w:lang w:eastAsia="en-AU"/>
        </w:rPr>
        <w:sectPr w:rsidR="008121DF" w:rsidRPr="003B509A" w:rsidSect="00023118">
          <w:type w:val="continuous"/>
          <w:pgSz w:w="11907" w:h="16840" w:code="9"/>
          <w:pgMar w:top="1418" w:right="1418" w:bottom="1418" w:left="1418" w:header="567" w:footer="454" w:gutter="0"/>
          <w:cols w:space="4253"/>
          <w:docGrid w:linePitch="360"/>
        </w:sectPr>
      </w:pPr>
    </w:p>
    <w:p w14:paraId="5729DCEF" w14:textId="37932954" w:rsidR="00AD6A17" w:rsidRDefault="00AD6A17" w:rsidP="00DF669F">
      <w:pPr>
        <w:spacing w:before="240" w:line="240" w:lineRule="auto"/>
        <w:contextualSpacing/>
        <w:outlineLvl w:val="1"/>
        <w:rPr>
          <w:rFonts w:eastAsia="Times New Roman"/>
          <w:b/>
          <w:noProof/>
          <w:color w:val="464748"/>
          <w:kern w:val="22"/>
          <w:sz w:val="36"/>
          <w:szCs w:val="36"/>
          <w:lang w:eastAsia="en-AU"/>
        </w:rPr>
      </w:pPr>
      <w:r w:rsidRPr="00DF688A">
        <w:rPr>
          <w:rFonts w:eastAsia="Times New Roman"/>
          <w:b/>
          <w:noProof/>
          <w:color w:val="464748"/>
          <w:kern w:val="22"/>
          <w:sz w:val="36"/>
          <w:szCs w:val="36"/>
          <w:lang w:eastAsia="en-AU"/>
        </w:rPr>
        <w:lastRenderedPageBreak/>
        <w:t xml:space="preserve">Task </w:t>
      </w:r>
      <w:r>
        <w:rPr>
          <w:rFonts w:eastAsia="Times New Roman"/>
          <w:b/>
          <w:noProof/>
          <w:color w:val="464748"/>
          <w:kern w:val="22"/>
          <w:sz w:val="36"/>
          <w:szCs w:val="36"/>
          <w:lang w:eastAsia="en-AU"/>
        </w:rPr>
        <w:t>1</w:t>
      </w:r>
      <w:r w:rsidRPr="00DF688A">
        <w:rPr>
          <w:rFonts w:eastAsia="Times New Roman"/>
          <w:b/>
          <w:noProof/>
          <w:color w:val="464748"/>
          <w:kern w:val="22"/>
          <w:sz w:val="36"/>
          <w:szCs w:val="36"/>
          <w:lang w:eastAsia="en-AU"/>
        </w:rPr>
        <w:t xml:space="preserve">: </w:t>
      </w:r>
      <w:r>
        <w:rPr>
          <w:rFonts w:eastAsia="Times New Roman"/>
          <w:b/>
          <w:noProof/>
          <w:color w:val="464748"/>
          <w:kern w:val="22"/>
          <w:sz w:val="36"/>
          <w:szCs w:val="36"/>
          <w:lang w:eastAsia="en-AU"/>
        </w:rPr>
        <w:t>Job plan</w:t>
      </w:r>
      <w:r w:rsidRPr="00DF688A">
        <w:rPr>
          <w:rFonts w:eastAsia="Times New Roman"/>
          <w:b/>
          <w:noProof/>
          <w:color w:val="464748"/>
          <w:kern w:val="22"/>
          <w:sz w:val="36"/>
          <w:szCs w:val="36"/>
          <w:lang w:eastAsia="en-AU"/>
        </w:rPr>
        <w:t xml:space="preserve"> </w:t>
      </w:r>
      <w:r w:rsidR="00362CAA">
        <w:rPr>
          <w:rFonts w:eastAsia="Times New Roman"/>
          <w:b/>
          <w:noProof/>
          <w:color w:val="464748"/>
          <w:kern w:val="22"/>
          <w:sz w:val="36"/>
          <w:szCs w:val="36"/>
          <w:lang w:eastAsia="en-AU"/>
        </w:rPr>
        <w:t>template</w:t>
      </w:r>
    </w:p>
    <w:p w14:paraId="7C0DA51F" w14:textId="77777777" w:rsidR="00AD6A17" w:rsidRPr="005052AD" w:rsidRDefault="00AD6A17" w:rsidP="00AD6A17">
      <w:pPr>
        <w:keepNext/>
        <w:spacing w:before="0" w:after="0"/>
        <w:rPr>
          <w:rFonts w:ascii="Calibri" w:eastAsia="Calibri" w:hAnsi="Calibri" w:cs="Calibri"/>
          <w:color w:val="747679"/>
          <w:sz w:val="16"/>
          <w:szCs w:val="16"/>
        </w:rPr>
      </w:pPr>
      <w:r w:rsidRPr="001919F7">
        <w:rPr>
          <w:rFonts w:ascii="Calibri" w:eastAsia="Calibri" w:hAnsi="Calibri" w:cs="Calibri"/>
          <w:color w:val="747679"/>
          <w:sz w:val="16"/>
          <w:szCs w:val="16"/>
        </w:rPr>
        <w:t xml:space="preserve">Table </w:t>
      </w:r>
      <w:r w:rsidRPr="001919F7">
        <w:rPr>
          <w:rFonts w:ascii="Calibri" w:eastAsia="Calibri" w:hAnsi="Calibri" w:cs="Calibri"/>
          <w:noProof/>
          <w:color w:val="747679"/>
          <w:sz w:val="16"/>
          <w:szCs w:val="16"/>
        </w:rPr>
        <w:t>2</w:t>
      </w:r>
      <w:r w:rsidRPr="001919F7">
        <w:rPr>
          <w:rFonts w:ascii="Calibri" w:eastAsia="Calibri" w:hAnsi="Calibri" w:cs="Calibri"/>
          <w:color w:val="747679"/>
          <w:sz w:val="16"/>
          <w:szCs w:val="16"/>
        </w:rPr>
        <w:t xml:space="preserve"> </w:t>
      </w:r>
      <w:r>
        <w:rPr>
          <w:rFonts w:ascii="Calibri" w:eastAsia="Calibri" w:hAnsi="Calibri" w:cs="Calibri"/>
          <w:color w:val="747679"/>
          <w:sz w:val="16"/>
          <w:szCs w:val="16"/>
        </w:rPr>
        <w:t>Job plan</w:t>
      </w:r>
    </w:p>
    <w:tbl>
      <w:tblPr>
        <w:tblStyle w:val="TableGrid"/>
        <w:tblW w:w="15160" w:type="dxa"/>
        <w:jc w:val="center"/>
        <w:tblLook w:val="04A0" w:firstRow="1" w:lastRow="0" w:firstColumn="1" w:lastColumn="0" w:noHBand="0" w:noVBand="1"/>
      </w:tblPr>
      <w:tblGrid>
        <w:gridCol w:w="4246"/>
        <w:gridCol w:w="4961"/>
        <w:gridCol w:w="2268"/>
        <w:gridCol w:w="1984"/>
        <w:gridCol w:w="1701"/>
      </w:tblGrid>
      <w:tr w:rsidR="0047337A" w14:paraId="63931729" w14:textId="77777777" w:rsidTr="00452F70">
        <w:trPr>
          <w:cnfStyle w:val="100000000000" w:firstRow="1" w:lastRow="0" w:firstColumn="0" w:lastColumn="0" w:oddVBand="0" w:evenVBand="0" w:oddHBand="0" w:evenHBand="0" w:firstRowFirstColumn="0" w:firstRowLastColumn="0" w:lastRowFirstColumn="0" w:lastRowLastColumn="0"/>
          <w:cantSplit w:val="0"/>
          <w:tblHeader/>
          <w:jc w:val="center"/>
        </w:trPr>
        <w:tc>
          <w:tcPr>
            <w:tcW w:w="4246" w:type="dxa"/>
          </w:tcPr>
          <w:p w14:paraId="4DBD3F52" w14:textId="27DA8D51" w:rsidR="0047337A" w:rsidRDefault="00AD6A17" w:rsidP="00186013">
            <w:r>
              <w:t xml:space="preserve">Job Plan - </w:t>
            </w:r>
            <w:r w:rsidRPr="00DF688A">
              <w:t>T</w:t>
            </w:r>
            <w:r w:rsidRPr="00DF688A">
              <w:rPr>
                <w:rFonts w:eastAsia="Times New Roman"/>
                <w:noProof/>
                <w:kern w:val="22"/>
                <w:szCs w:val="24"/>
                <w:lang w:eastAsia="en-AU"/>
              </w:rPr>
              <w:t>asks 2, 3, 4 &amp; 5</w:t>
            </w:r>
          </w:p>
        </w:tc>
        <w:tc>
          <w:tcPr>
            <w:tcW w:w="4961" w:type="dxa"/>
          </w:tcPr>
          <w:p w14:paraId="70331AC8" w14:textId="77777777" w:rsidR="0047337A" w:rsidRDefault="0047337A" w:rsidP="00186013">
            <w:r>
              <w:t>Tool</w:t>
            </w:r>
          </w:p>
        </w:tc>
        <w:tc>
          <w:tcPr>
            <w:tcW w:w="2268" w:type="dxa"/>
          </w:tcPr>
          <w:p w14:paraId="73975D5E" w14:textId="77777777" w:rsidR="0047337A" w:rsidRDefault="0047337A" w:rsidP="00186013">
            <w:r>
              <w:t>Pre start check</w:t>
            </w:r>
          </w:p>
        </w:tc>
        <w:tc>
          <w:tcPr>
            <w:tcW w:w="1984" w:type="dxa"/>
          </w:tcPr>
          <w:p w14:paraId="10E5E2F3" w14:textId="77777777" w:rsidR="0047337A" w:rsidRDefault="0047337A" w:rsidP="00186013">
            <w:r>
              <w:t>‘post’ check</w:t>
            </w:r>
          </w:p>
        </w:tc>
        <w:tc>
          <w:tcPr>
            <w:tcW w:w="1701" w:type="dxa"/>
          </w:tcPr>
          <w:p w14:paraId="5E404B3C" w14:textId="77777777" w:rsidR="0047337A" w:rsidRDefault="0047337A" w:rsidP="00186013">
            <w:r>
              <w:t>Returned</w:t>
            </w:r>
          </w:p>
        </w:tc>
      </w:tr>
      <w:tr w:rsidR="0047337A" w:rsidRPr="00DB0C6E" w14:paraId="6BD4EF3E" w14:textId="77777777" w:rsidTr="00452F70">
        <w:trPr>
          <w:jc w:val="center"/>
        </w:trPr>
        <w:tc>
          <w:tcPr>
            <w:tcW w:w="4246" w:type="dxa"/>
          </w:tcPr>
          <w:p w14:paraId="5EE40D21" w14:textId="315C193E" w:rsidR="0047337A" w:rsidRDefault="0047337A" w:rsidP="00AD6A17">
            <w:pPr>
              <w:spacing w:before="0" w:after="0"/>
            </w:pPr>
          </w:p>
          <w:p w14:paraId="35411B64" w14:textId="77777777" w:rsidR="00AD6A17" w:rsidRPr="00AD6A17" w:rsidRDefault="00AD6A17" w:rsidP="00AD6A17">
            <w:pPr>
              <w:spacing w:before="0" w:after="0"/>
            </w:pPr>
          </w:p>
          <w:p w14:paraId="1CEC5BFC" w14:textId="5276AB31" w:rsidR="00023118" w:rsidRPr="00AD6A17" w:rsidRDefault="00023118" w:rsidP="00AD6A17">
            <w:pPr>
              <w:spacing w:before="0" w:after="0"/>
            </w:pPr>
          </w:p>
        </w:tc>
        <w:tc>
          <w:tcPr>
            <w:tcW w:w="4961" w:type="dxa"/>
          </w:tcPr>
          <w:p w14:paraId="32918F17" w14:textId="54CCDE3D" w:rsidR="0047337A" w:rsidRPr="00AD6A17" w:rsidRDefault="0047337A" w:rsidP="00AD6A17">
            <w:pPr>
              <w:spacing w:before="0" w:after="0"/>
            </w:pPr>
          </w:p>
        </w:tc>
        <w:tc>
          <w:tcPr>
            <w:tcW w:w="2268" w:type="dxa"/>
          </w:tcPr>
          <w:p w14:paraId="152B3635" w14:textId="7DA2420D" w:rsidR="0047337A" w:rsidRPr="00AD6A17" w:rsidRDefault="0047337A" w:rsidP="00AD6A17">
            <w:pPr>
              <w:spacing w:before="0" w:after="0"/>
            </w:pPr>
          </w:p>
        </w:tc>
        <w:tc>
          <w:tcPr>
            <w:tcW w:w="1984" w:type="dxa"/>
          </w:tcPr>
          <w:p w14:paraId="35CB425B" w14:textId="4E0A566C" w:rsidR="0047337A" w:rsidRPr="00AD6A17" w:rsidRDefault="0047337A" w:rsidP="00AD6A17">
            <w:pPr>
              <w:spacing w:before="0" w:after="0"/>
            </w:pPr>
          </w:p>
        </w:tc>
        <w:tc>
          <w:tcPr>
            <w:tcW w:w="1701" w:type="dxa"/>
          </w:tcPr>
          <w:p w14:paraId="51BD7240" w14:textId="33FB62CE" w:rsidR="0047337A" w:rsidRPr="00AD6A17" w:rsidRDefault="0047337A" w:rsidP="00AD6A17">
            <w:pPr>
              <w:spacing w:before="0" w:after="0"/>
            </w:pPr>
          </w:p>
        </w:tc>
      </w:tr>
      <w:tr w:rsidR="0047337A" w:rsidRPr="00DB0C6E" w14:paraId="048DB232" w14:textId="77777777" w:rsidTr="00452F70">
        <w:trPr>
          <w:jc w:val="center"/>
        </w:trPr>
        <w:tc>
          <w:tcPr>
            <w:tcW w:w="4246" w:type="dxa"/>
          </w:tcPr>
          <w:p w14:paraId="6DD8843A" w14:textId="31053FE4" w:rsidR="0047337A" w:rsidRDefault="0047337A" w:rsidP="00AD6A17">
            <w:pPr>
              <w:spacing w:before="0" w:after="0"/>
            </w:pPr>
          </w:p>
          <w:p w14:paraId="3170D5D6" w14:textId="77777777" w:rsidR="00AD6A17" w:rsidRPr="00AD6A17" w:rsidRDefault="00AD6A17" w:rsidP="00AD6A17">
            <w:pPr>
              <w:spacing w:before="0" w:after="0"/>
            </w:pPr>
          </w:p>
          <w:p w14:paraId="62EB103D" w14:textId="0EE8E877" w:rsidR="00023118" w:rsidRPr="00AD6A17" w:rsidRDefault="00023118" w:rsidP="00AD6A17">
            <w:pPr>
              <w:spacing w:before="0" w:after="0"/>
            </w:pPr>
          </w:p>
        </w:tc>
        <w:tc>
          <w:tcPr>
            <w:tcW w:w="4961" w:type="dxa"/>
          </w:tcPr>
          <w:p w14:paraId="6EDAD198" w14:textId="2B7CF61F" w:rsidR="0047337A" w:rsidRPr="00AD6A17" w:rsidRDefault="0047337A" w:rsidP="00AD6A17">
            <w:pPr>
              <w:spacing w:before="0" w:after="0"/>
              <w:rPr>
                <w:szCs w:val="24"/>
              </w:rPr>
            </w:pPr>
          </w:p>
        </w:tc>
        <w:tc>
          <w:tcPr>
            <w:tcW w:w="2268" w:type="dxa"/>
          </w:tcPr>
          <w:p w14:paraId="5BA7A176" w14:textId="0B3C8312" w:rsidR="0047337A" w:rsidRPr="00AD6A17" w:rsidRDefault="0047337A" w:rsidP="00AD6A17">
            <w:pPr>
              <w:spacing w:before="0" w:after="0"/>
            </w:pPr>
          </w:p>
        </w:tc>
        <w:tc>
          <w:tcPr>
            <w:tcW w:w="1984" w:type="dxa"/>
          </w:tcPr>
          <w:p w14:paraId="48EA25C6" w14:textId="62770660" w:rsidR="0047337A" w:rsidRPr="00AD6A17" w:rsidRDefault="0047337A" w:rsidP="00AD6A17">
            <w:pPr>
              <w:spacing w:before="0" w:after="0"/>
            </w:pPr>
          </w:p>
        </w:tc>
        <w:tc>
          <w:tcPr>
            <w:tcW w:w="1701" w:type="dxa"/>
          </w:tcPr>
          <w:p w14:paraId="59B80B13" w14:textId="2D925942" w:rsidR="0047337A" w:rsidRPr="00AD6A17" w:rsidRDefault="0047337A" w:rsidP="00AD6A17">
            <w:pPr>
              <w:spacing w:before="0" w:after="0"/>
            </w:pPr>
          </w:p>
        </w:tc>
      </w:tr>
      <w:tr w:rsidR="0047337A" w:rsidRPr="00DB0C6E" w14:paraId="3CD31882" w14:textId="77777777" w:rsidTr="00452F70">
        <w:trPr>
          <w:jc w:val="center"/>
        </w:trPr>
        <w:tc>
          <w:tcPr>
            <w:tcW w:w="4246" w:type="dxa"/>
          </w:tcPr>
          <w:p w14:paraId="26558BB9" w14:textId="432CF55D" w:rsidR="0047337A" w:rsidRDefault="0047337A" w:rsidP="00AD6A17">
            <w:pPr>
              <w:spacing w:before="0" w:after="0"/>
            </w:pPr>
          </w:p>
          <w:p w14:paraId="2ECDDA10" w14:textId="77777777" w:rsidR="00AD6A17" w:rsidRPr="00AD6A17" w:rsidRDefault="00AD6A17" w:rsidP="00AD6A17">
            <w:pPr>
              <w:spacing w:before="0" w:after="0"/>
            </w:pPr>
          </w:p>
          <w:p w14:paraId="4AF9D6EB" w14:textId="50226013" w:rsidR="00023118" w:rsidRPr="00AD6A17" w:rsidRDefault="00023118" w:rsidP="00AD6A17">
            <w:pPr>
              <w:spacing w:before="0" w:after="0"/>
            </w:pPr>
          </w:p>
        </w:tc>
        <w:tc>
          <w:tcPr>
            <w:tcW w:w="4961" w:type="dxa"/>
          </w:tcPr>
          <w:p w14:paraId="6DB6DC65" w14:textId="0BE0F4F7" w:rsidR="0047337A" w:rsidRPr="00AD6A17" w:rsidRDefault="0047337A" w:rsidP="00AD6A17">
            <w:pPr>
              <w:spacing w:before="0" w:after="0"/>
            </w:pPr>
          </w:p>
        </w:tc>
        <w:tc>
          <w:tcPr>
            <w:tcW w:w="2268" w:type="dxa"/>
          </w:tcPr>
          <w:p w14:paraId="1B320588" w14:textId="60287A19" w:rsidR="0047337A" w:rsidRPr="00AD6A17" w:rsidRDefault="0047337A" w:rsidP="00AD6A17">
            <w:pPr>
              <w:spacing w:before="0" w:after="0"/>
            </w:pPr>
          </w:p>
        </w:tc>
        <w:tc>
          <w:tcPr>
            <w:tcW w:w="1984" w:type="dxa"/>
          </w:tcPr>
          <w:p w14:paraId="690AE92D" w14:textId="7A711B12" w:rsidR="0047337A" w:rsidRPr="00AD6A17" w:rsidRDefault="0047337A" w:rsidP="00AD6A17">
            <w:pPr>
              <w:spacing w:before="0" w:after="0"/>
            </w:pPr>
          </w:p>
        </w:tc>
        <w:tc>
          <w:tcPr>
            <w:tcW w:w="1701" w:type="dxa"/>
          </w:tcPr>
          <w:p w14:paraId="62A05B15" w14:textId="77777777" w:rsidR="0047337A" w:rsidRPr="00AD6A17" w:rsidRDefault="0047337A" w:rsidP="00AD6A17">
            <w:pPr>
              <w:spacing w:before="0" w:after="0"/>
            </w:pPr>
          </w:p>
        </w:tc>
      </w:tr>
      <w:tr w:rsidR="0047337A" w:rsidRPr="00DB0C6E" w14:paraId="27F8ACFA" w14:textId="77777777" w:rsidTr="00452F70">
        <w:trPr>
          <w:jc w:val="center"/>
        </w:trPr>
        <w:tc>
          <w:tcPr>
            <w:tcW w:w="4246" w:type="dxa"/>
          </w:tcPr>
          <w:p w14:paraId="3ADE0C5A" w14:textId="4080747A" w:rsidR="0047337A" w:rsidRDefault="0047337A" w:rsidP="00AD6A17">
            <w:pPr>
              <w:spacing w:before="0" w:after="0"/>
            </w:pPr>
          </w:p>
          <w:p w14:paraId="1B01371A" w14:textId="77777777" w:rsidR="00AD6A17" w:rsidRPr="00AD6A17" w:rsidRDefault="00AD6A17" w:rsidP="00AD6A17">
            <w:pPr>
              <w:spacing w:before="0" w:after="0"/>
            </w:pPr>
          </w:p>
          <w:p w14:paraId="096011F1" w14:textId="0709C6F5" w:rsidR="00023118" w:rsidRPr="00AD6A17" w:rsidRDefault="00023118" w:rsidP="00AD6A17">
            <w:pPr>
              <w:spacing w:before="0" w:after="0"/>
            </w:pPr>
          </w:p>
        </w:tc>
        <w:tc>
          <w:tcPr>
            <w:tcW w:w="4961" w:type="dxa"/>
          </w:tcPr>
          <w:p w14:paraId="5E777F8F" w14:textId="3D29C8D1" w:rsidR="0047337A" w:rsidRPr="00AD6A17" w:rsidRDefault="0047337A" w:rsidP="00AD6A17">
            <w:pPr>
              <w:tabs>
                <w:tab w:val="clear" w:pos="284"/>
              </w:tabs>
              <w:autoSpaceDE w:val="0"/>
              <w:autoSpaceDN w:val="0"/>
              <w:adjustRightInd w:val="0"/>
              <w:spacing w:before="0" w:after="0" w:line="240" w:lineRule="auto"/>
            </w:pPr>
          </w:p>
        </w:tc>
        <w:tc>
          <w:tcPr>
            <w:tcW w:w="2268" w:type="dxa"/>
          </w:tcPr>
          <w:p w14:paraId="296586AA" w14:textId="33902D62" w:rsidR="0047337A" w:rsidRPr="00AD6A17" w:rsidRDefault="0047337A" w:rsidP="00AD6A17">
            <w:pPr>
              <w:spacing w:before="0" w:after="0"/>
            </w:pPr>
          </w:p>
        </w:tc>
        <w:tc>
          <w:tcPr>
            <w:tcW w:w="1984" w:type="dxa"/>
          </w:tcPr>
          <w:p w14:paraId="36EBE8F2" w14:textId="51CCA985" w:rsidR="0047337A" w:rsidRPr="00AD6A17" w:rsidRDefault="0047337A" w:rsidP="00AD6A17">
            <w:pPr>
              <w:spacing w:before="0" w:after="0"/>
            </w:pPr>
          </w:p>
        </w:tc>
        <w:tc>
          <w:tcPr>
            <w:tcW w:w="1701" w:type="dxa"/>
          </w:tcPr>
          <w:p w14:paraId="135466CE" w14:textId="77777777" w:rsidR="0047337A" w:rsidRPr="00AD6A17" w:rsidRDefault="0047337A" w:rsidP="00AD6A17">
            <w:pPr>
              <w:spacing w:before="0" w:after="0"/>
            </w:pPr>
          </w:p>
        </w:tc>
      </w:tr>
      <w:tr w:rsidR="0047337A" w:rsidRPr="00DB0C6E" w14:paraId="5F9E8A29" w14:textId="77777777" w:rsidTr="00452F70">
        <w:trPr>
          <w:jc w:val="center"/>
        </w:trPr>
        <w:tc>
          <w:tcPr>
            <w:tcW w:w="4246" w:type="dxa"/>
          </w:tcPr>
          <w:p w14:paraId="738CB1DB" w14:textId="3A007586" w:rsidR="0047337A" w:rsidRDefault="0047337A" w:rsidP="00AD6A17">
            <w:pPr>
              <w:spacing w:before="0" w:after="0"/>
            </w:pPr>
          </w:p>
          <w:p w14:paraId="3EA96029" w14:textId="77777777" w:rsidR="00AD6A17" w:rsidRPr="00AD6A17" w:rsidRDefault="00AD6A17" w:rsidP="00AD6A17">
            <w:pPr>
              <w:spacing w:before="0" w:after="0"/>
            </w:pPr>
          </w:p>
          <w:p w14:paraId="0A10B8E2" w14:textId="6FE24074" w:rsidR="00023118" w:rsidRPr="00AD6A17" w:rsidRDefault="00023118" w:rsidP="00AD6A17">
            <w:pPr>
              <w:spacing w:before="0" w:after="0"/>
            </w:pPr>
          </w:p>
        </w:tc>
        <w:tc>
          <w:tcPr>
            <w:tcW w:w="4961" w:type="dxa"/>
          </w:tcPr>
          <w:p w14:paraId="3E916335" w14:textId="209E319E" w:rsidR="0047337A" w:rsidRPr="00AD6A17" w:rsidRDefault="0047337A" w:rsidP="00AD6A17">
            <w:pPr>
              <w:spacing w:before="0" w:after="0"/>
            </w:pPr>
          </w:p>
        </w:tc>
        <w:tc>
          <w:tcPr>
            <w:tcW w:w="2268" w:type="dxa"/>
          </w:tcPr>
          <w:p w14:paraId="6A97CF6E" w14:textId="2D61EBC2" w:rsidR="0047337A" w:rsidRPr="00AD6A17" w:rsidRDefault="0047337A" w:rsidP="00AD6A17">
            <w:pPr>
              <w:spacing w:before="0" w:after="0"/>
            </w:pPr>
          </w:p>
        </w:tc>
        <w:tc>
          <w:tcPr>
            <w:tcW w:w="1984" w:type="dxa"/>
          </w:tcPr>
          <w:p w14:paraId="5CFD8D5F" w14:textId="4816CA76" w:rsidR="0047337A" w:rsidRPr="00AD6A17" w:rsidRDefault="0047337A" w:rsidP="00AD6A17">
            <w:pPr>
              <w:spacing w:before="0" w:after="0"/>
            </w:pPr>
          </w:p>
        </w:tc>
        <w:tc>
          <w:tcPr>
            <w:tcW w:w="1701" w:type="dxa"/>
          </w:tcPr>
          <w:p w14:paraId="06254A42" w14:textId="1D224DFE" w:rsidR="0047337A" w:rsidRPr="00AD6A17" w:rsidRDefault="0047337A" w:rsidP="00AD6A17">
            <w:pPr>
              <w:spacing w:before="0" w:after="0"/>
            </w:pPr>
          </w:p>
        </w:tc>
      </w:tr>
      <w:tr w:rsidR="00FD07B8" w:rsidRPr="00DB0C6E" w14:paraId="048F047B" w14:textId="77777777" w:rsidTr="00452F70">
        <w:trPr>
          <w:jc w:val="center"/>
        </w:trPr>
        <w:tc>
          <w:tcPr>
            <w:tcW w:w="4246" w:type="dxa"/>
          </w:tcPr>
          <w:p w14:paraId="3DB4DE54" w14:textId="06835194" w:rsidR="00FD07B8" w:rsidRDefault="00FD07B8" w:rsidP="00AD6A17">
            <w:pPr>
              <w:spacing w:before="0" w:after="0"/>
            </w:pPr>
          </w:p>
          <w:p w14:paraId="76DD403A" w14:textId="77777777" w:rsidR="00AD6A17" w:rsidRPr="00AD6A17" w:rsidRDefault="00AD6A17" w:rsidP="00AD6A17">
            <w:pPr>
              <w:spacing w:before="0" w:after="0"/>
            </w:pPr>
          </w:p>
          <w:p w14:paraId="7A529F33" w14:textId="77777777" w:rsidR="00C65BDA" w:rsidRPr="00AD6A17" w:rsidRDefault="00C65BDA" w:rsidP="00AD6A17">
            <w:pPr>
              <w:spacing w:before="0" w:after="0"/>
            </w:pPr>
          </w:p>
        </w:tc>
        <w:tc>
          <w:tcPr>
            <w:tcW w:w="4961" w:type="dxa"/>
          </w:tcPr>
          <w:p w14:paraId="4EB267A7" w14:textId="77777777" w:rsidR="00FD07B8" w:rsidRPr="00AD6A17" w:rsidRDefault="00FD07B8" w:rsidP="00AD6A17">
            <w:pPr>
              <w:spacing w:before="0" w:after="0"/>
            </w:pPr>
          </w:p>
        </w:tc>
        <w:tc>
          <w:tcPr>
            <w:tcW w:w="2268" w:type="dxa"/>
          </w:tcPr>
          <w:p w14:paraId="2D3F62E3" w14:textId="77777777" w:rsidR="00FD07B8" w:rsidRPr="00AD6A17" w:rsidRDefault="00FD07B8" w:rsidP="00AD6A17">
            <w:pPr>
              <w:spacing w:before="0" w:after="0"/>
            </w:pPr>
          </w:p>
        </w:tc>
        <w:tc>
          <w:tcPr>
            <w:tcW w:w="1984" w:type="dxa"/>
          </w:tcPr>
          <w:p w14:paraId="73C1638C" w14:textId="77777777" w:rsidR="00FD07B8" w:rsidRPr="00AD6A17" w:rsidRDefault="00FD07B8" w:rsidP="00AD6A17">
            <w:pPr>
              <w:spacing w:before="0" w:after="0"/>
            </w:pPr>
          </w:p>
        </w:tc>
        <w:tc>
          <w:tcPr>
            <w:tcW w:w="1701" w:type="dxa"/>
          </w:tcPr>
          <w:p w14:paraId="5D14DDD4" w14:textId="77777777" w:rsidR="00FD07B8" w:rsidRPr="00AD6A17" w:rsidRDefault="00FD07B8" w:rsidP="00AD6A17">
            <w:pPr>
              <w:spacing w:before="0" w:after="0"/>
            </w:pPr>
          </w:p>
        </w:tc>
      </w:tr>
      <w:tr w:rsidR="0047337A" w:rsidRPr="00DB0C6E" w14:paraId="055846C4" w14:textId="77777777" w:rsidTr="00452F70">
        <w:trPr>
          <w:jc w:val="center"/>
        </w:trPr>
        <w:tc>
          <w:tcPr>
            <w:tcW w:w="4246" w:type="dxa"/>
          </w:tcPr>
          <w:p w14:paraId="48B337A6" w14:textId="2ABAA995" w:rsidR="00023118" w:rsidRDefault="00023118" w:rsidP="00AD6A17">
            <w:pPr>
              <w:spacing w:before="0" w:after="0"/>
            </w:pPr>
          </w:p>
          <w:p w14:paraId="560891EB" w14:textId="77777777" w:rsidR="00AD6A17" w:rsidRPr="00AD6A17" w:rsidRDefault="00AD6A17" w:rsidP="00AD6A17">
            <w:pPr>
              <w:spacing w:before="0" w:after="0"/>
            </w:pPr>
          </w:p>
          <w:p w14:paraId="60272BF9" w14:textId="6CCE59DD" w:rsidR="000B7BB8" w:rsidRPr="00AD6A17" w:rsidRDefault="000B7BB8" w:rsidP="00AD6A17">
            <w:pPr>
              <w:spacing w:before="0" w:after="0"/>
            </w:pPr>
          </w:p>
        </w:tc>
        <w:tc>
          <w:tcPr>
            <w:tcW w:w="4961" w:type="dxa"/>
          </w:tcPr>
          <w:p w14:paraId="59CECA92" w14:textId="3B029301" w:rsidR="0047337A" w:rsidRPr="00AD6A17" w:rsidRDefault="0047337A" w:rsidP="00AD6A17">
            <w:pPr>
              <w:spacing w:before="0" w:after="0"/>
            </w:pPr>
          </w:p>
        </w:tc>
        <w:tc>
          <w:tcPr>
            <w:tcW w:w="2268" w:type="dxa"/>
          </w:tcPr>
          <w:p w14:paraId="6D3E1815" w14:textId="189F86C9" w:rsidR="0047337A" w:rsidRPr="00AD6A17" w:rsidRDefault="0047337A" w:rsidP="00AD6A17">
            <w:pPr>
              <w:spacing w:before="0" w:after="0"/>
            </w:pPr>
          </w:p>
        </w:tc>
        <w:tc>
          <w:tcPr>
            <w:tcW w:w="1984" w:type="dxa"/>
          </w:tcPr>
          <w:p w14:paraId="022EBDB1" w14:textId="55CF9BF9" w:rsidR="0047337A" w:rsidRPr="00AD6A17" w:rsidRDefault="0047337A" w:rsidP="00AD6A17">
            <w:pPr>
              <w:spacing w:before="0" w:after="0"/>
            </w:pPr>
          </w:p>
        </w:tc>
        <w:tc>
          <w:tcPr>
            <w:tcW w:w="1701" w:type="dxa"/>
          </w:tcPr>
          <w:p w14:paraId="562FDDAE" w14:textId="77777777" w:rsidR="0047337A" w:rsidRPr="00AD6A17" w:rsidRDefault="0047337A" w:rsidP="00AD6A17">
            <w:pPr>
              <w:spacing w:before="0" w:after="0"/>
            </w:pPr>
          </w:p>
        </w:tc>
      </w:tr>
      <w:tr w:rsidR="0047337A" w:rsidRPr="00DB0C6E" w14:paraId="57D17E3C" w14:textId="77777777" w:rsidTr="00452F70">
        <w:trPr>
          <w:jc w:val="center"/>
        </w:trPr>
        <w:tc>
          <w:tcPr>
            <w:tcW w:w="4246" w:type="dxa"/>
          </w:tcPr>
          <w:p w14:paraId="6FD9267F" w14:textId="2FF448BB" w:rsidR="0047337A" w:rsidRDefault="0047337A" w:rsidP="00AD6A17">
            <w:pPr>
              <w:spacing w:before="0" w:after="0"/>
            </w:pPr>
          </w:p>
          <w:p w14:paraId="499709F2" w14:textId="77777777" w:rsidR="00AD6A17" w:rsidRPr="00AD6A17" w:rsidRDefault="00AD6A17" w:rsidP="00AD6A17">
            <w:pPr>
              <w:spacing w:before="0" w:after="0"/>
            </w:pPr>
          </w:p>
          <w:p w14:paraId="269F7C8F" w14:textId="4506BC9F" w:rsidR="00023118" w:rsidRPr="00AD6A17" w:rsidRDefault="00023118" w:rsidP="00AD6A17">
            <w:pPr>
              <w:spacing w:before="0" w:after="0"/>
            </w:pPr>
          </w:p>
        </w:tc>
        <w:tc>
          <w:tcPr>
            <w:tcW w:w="4961" w:type="dxa"/>
          </w:tcPr>
          <w:p w14:paraId="4F7A4BFF" w14:textId="6BA21B85" w:rsidR="0047337A" w:rsidRPr="00AD6A17" w:rsidRDefault="0047337A" w:rsidP="00AD6A17">
            <w:pPr>
              <w:spacing w:before="0" w:after="0"/>
            </w:pPr>
          </w:p>
        </w:tc>
        <w:tc>
          <w:tcPr>
            <w:tcW w:w="2268" w:type="dxa"/>
          </w:tcPr>
          <w:p w14:paraId="21C24B82" w14:textId="7CEB5829" w:rsidR="0047337A" w:rsidRPr="00AD6A17" w:rsidRDefault="0047337A" w:rsidP="00AD6A17">
            <w:pPr>
              <w:spacing w:before="0" w:after="0"/>
            </w:pPr>
          </w:p>
        </w:tc>
        <w:tc>
          <w:tcPr>
            <w:tcW w:w="1984" w:type="dxa"/>
          </w:tcPr>
          <w:p w14:paraId="35D773D9" w14:textId="435A5E95" w:rsidR="0047337A" w:rsidRPr="00AD6A17" w:rsidRDefault="0047337A" w:rsidP="00AD6A17">
            <w:pPr>
              <w:spacing w:before="0" w:after="0"/>
            </w:pPr>
          </w:p>
        </w:tc>
        <w:tc>
          <w:tcPr>
            <w:tcW w:w="1701" w:type="dxa"/>
          </w:tcPr>
          <w:p w14:paraId="25841976" w14:textId="77777777" w:rsidR="0047337A" w:rsidRPr="00AD6A17" w:rsidRDefault="0047337A" w:rsidP="00AD6A17">
            <w:pPr>
              <w:spacing w:before="0" w:after="0"/>
            </w:pPr>
          </w:p>
        </w:tc>
      </w:tr>
      <w:tr w:rsidR="0047337A" w:rsidRPr="00DB0C6E" w14:paraId="4C6C3E0D" w14:textId="77777777" w:rsidTr="00452F70">
        <w:trPr>
          <w:jc w:val="center"/>
        </w:trPr>
        <w:tc>
          <w:tcPr>
            <w:tcW w:w="4246" w:type="dxa"/>
          </w:tcPr>
          <w:p w14:paraId="78A6CE65" w14:textId="29EB51DE" w:rsidR="0047337A" w:rsidRDefault="0047337A" w:rsidP="00AD6A17">
            <w:pPr>
              <w:spacing w:before="0" w:after="0"/>
            </w:pPr>
          </w:p>
          <w:p w14:paraId="43B07097" w14:textId="77777777" w:rsidR="00AD6A17" w:rsidRPr="00AD6A17" w:rsidRDefault="00AD6A17" w:rsidP="00AD6A17">
            <w:pPr>
              <w:spacing w:before="0" w:after="0"/>
            </w:pPr>
          </w:p>
          <w:p w14:paraId="1AE4B0BF" w14:textId="6F02C99F" w:rsidR="00C65BDA" w:rsidRPr="00AD6A17" w:rsidRDefault="00C65BDA" w:rsidP="00AD6A17">
            <w:pPr>
              <w:spacing w:before="0" w:after="0"/>
            </w:pPr>
          </w:p>
        </w:tc>
        <w:tc>
          <w:tcPr>
            <w:tcW w:w="4961" w:type="dxa"/>
          </w:tcPr>
          <w:p w14:paraId="525D46E8" w14:textId="4FF7C30E" w:rsidR="0047337A" w:rsidRPr="00AD6A17" w:rsidRDefault="0047337A" w:rsidP="00AD6A17">
            <w:pPr>
              <w:spacing w:before="0" w:after="0"/>
            </w:pPr>
          </w:p>
        </w:tc>
        <w:tc>
          <w:tcPr>
            <w:tcW w:w="2268" w:type="dxa"/>
          </w:tcPr>
          <w:p w14:paraId="5F7622F9" w14:textId="2AB07EA8" w:rsidR="0047337A" w:rsidRPr="00AD6A17" w:rsidRDefault="0047337A" w:rsidP="00AD6A17">
            <w:pPr>
              <w:spacing w:before="0" w:after="0"/>
            </w:pPr>
          </w:p>
        </w:tc>
        <w:tc>
          <w:tcPr>
            <w:tcW w:w="1984" w:type="dxa"/>
          </w:tcPr>
          <w:p w14:paraId="52288B7D" w14:textId="55FB747B" w:rsidR="0047337A" w:rsidRPr="00AD6A17" w:rsidRDefault="0047337A" w:rsidP="00AD6A17">
            <w:pPr>
              <w:spacing w:before="0" w:after="0"/>
            </w:pPr>
          </w:p>
        </w:tc>
        <w:tc>
          <w:tcPr>
            <w:tcW w:w="1701" w:type="dxa"/>
          </w:tcPr>
          <w:p w14:paraId="787C1CDD" w14:textId="2E7EEA9E" w:rsidR="0047337A" w:rsidRPr="00AD6A17" w:rsidRDefault="0047337A" w:rsidP="00AD6A17">
            <w:pPr>
              <w:spacing w:before="0" w:after="0"/>
            </w:pPr>
          </w:p>
        </w:tc>
      </w:tr>
      <w:tr w:rsidR="0047337A" w:rsidRPr="00DB0C6E" w14:paraId="66D44775" w14:textId="77777777" w:rsidTr="00452F70">
        <w:trPr>
          <w:trHeight w:val="913"/>
          <w:jc w:val="center"/>
        </w:trPr>
        <w:tc>
          <w:tcPr>
            <w:tcW w:w="4246" w:type="dxa"/>
          </w:tcPr>
          <w:p w14:paraId="3248E710" w14:textId="11CA77F2" w:rsidR="0047337A" w:rsidRDefault="0047337A" w:rsidP="00AD6A17">
            <w:pPr>
              <w:spacing w:before="0" w:after="0"/>
            </w:pPr>
          </w:p>
          <w:p w14:paraId="1F683337" w14:textId="77777777" w:rsidR="00AD6A17" w:rsidRPr="00AD6A17" w:rsidRDefault="00AD6A17" w:rsidP="00AD6A17">
            <w:pPr>
              <w:spacing w:before="0" w:after="0"/>
            </w:pPr>
          </w:p>
          <w:p w14:paraId="6F95449F" w14:textId="0F02FA7F" w:rsidR="00023118" w:rsidRPr="00AD6A17" w:rsidRDefault="00023118" w:rsidP="00AD6A17">
            <w:pPr>
              <w:spacing w:before="0" w:after="0"/>
            </w:pPr>
          </w:p>
        </w:tc>
        <w:tc>
          <w:tcPr>
            <w:tcW w:w="4961" w:type="dxa"/>
          </w:tcPr>
          <w:p w14:paraId="4C76880A" w14:textId="2C27D429" w:rsidR="0047337A" w:rsidRPr="00AD6A17" w:rsidRDefault="0047337A" w:rsidP="00AD6A17">
            <w:pPr>
              <w:spacing w:before="0" w:after="0"/>
            </w:pPr>
          </w:p>
        </w:tc>
        <w:tc>
          <w:tcPr>
            <w:tcW w:w="2268" w:type="dxa"/>
          </w:tcPr>
          <w:p w14:paraId="7A4DC045" w14:textId="77777777" w:rsidR="0047337A" w:rsidRPr="00AD6A17" w:rsidRDefault="0047337A" w:rsidP="00AD6A17">
            <w:pPr>
              <w:spacing w:before="0" w:after="0"/>
            </w:pPr>
          </w:p>
        </w:tc>
        <w:tc>
          <w:tcPr>
            <w:tcW w:w="1984" w:type="dxa"/>
          </w:tcPr>
          <w:p w14:paraId="13D612B3" w14:textId="1DD2698C" w:rsidR="0047337A" w:rsidRPr="00AD6A17" w:rsidRDefault="0047337A" w:rsidP="00AD6A17">
            <w:pPr>
              <w:spacing w:before="0" w:after="0"/>
            </w:pPr>
          </w:p>
        </w:tc>
        <w:tc>
          <w:tcPr>
            <w:tcW w:w="1701" w:type="dxa"/>
          </w:tcPr>
          <w:p w14:paraId="16982BC8" w14:textId="58FDDB49" w:rsidR="0047337A" w:rsidRPr="00AD6A17" w:rsidRDefault="0047337A" w:rsidP="00AD6A17">
            <w:pPr>
              <w:spacing w:before="0" w:after="0"/>
            </w:pPr>
          </w:p>
        </w:tc>
      </w:tr>
      <w:tr w:rsidR="0047337A" w:rsidRPr="00DB0C6E" w14:paraId="3391A0E4" w14:textId="77777777" w:rsidTr="00452F70">
        <w:trPr>
          <w:jc w:val="center"/>
        </w:trPr>
        <w:tc>
          <w:tcPr>
            <w:tcW w:w="4246" w:type="dxa"/>
          </w:tcPr>
          <w:p w14:paraId="31D519B8" w14:textId="750B5D98" w:rsidR="0047337A" w:rsidRDefault="0047337A" w:rsidP="00AD6A17">
            <w:pPr>
              <w:spacing w:before="0" w:after="0"/>
            </w:pPr>
          </w:p>
          <w:p w14:paraId="50127A17" w14:textId="77777777" w:rsidR="00AD6A17" w:rsidRPr="00AD6A17" w:rsidRDefault="00AD6A17" w:rsidP="00AD6A17">
            <w:pPr>
              <w:spacing w:before="0" w:after="0"/>
            </w:pPr>
          </w:p>
          <w:p w14:paraId="78C64F5B" w14:textId="1446B1FB" w:rsidR="000B7BB8" w:rsidRPr="00AD6A17" w:rsidRDefault="000B7BB8" w:rsidP="00AD6A17">
            <w:pPr>
              <w:spacing w:before="0" w:after="0"/>
            </w:pPr>
          </w:p>
        </w:tc>
        <w:tc>
          <w:tcPr>
            <w:tcW w:w="4961" w:type="dxa"/>
          </w:tcPr>
          <w:p w14:paraId="6ADF5FED" w14:textId="2188B2F9" w:rsidR="0047337A" w:rsidRPr="00AD6A17" w:rsidRDefault="0047337A" w:rsidP="00AD6A17">
            <w:pPr>
              <w:spacing w:before="0" w:after="0"/>
            </w:pPr>
          </w:p>
        </w:tc>
        <w:tc>
          <w:tcPr>
            <w:tcW w:w="2268" w:type="dxa"/>
          </w:tcPr>
          <w:p w14:paraId="166FE955" w14:textId="77777777" w:rsidR="0047337A" w:rsidRPr="00AD6A17" w:rsidRDefault="0047337A" w:rsidP="00AD6A17">
            <w:pPr>
              <w:spacing w:before="0" w:after="0"/>
            </w:pPr>
          </w:p>
        </w:tc>
        <w:tc>
          <w:tcPr>
            <w:tcW w:w="1984" w:type="dxa"/>
          </w:tcPr>
          <w:p w14:paraId="5E571A73" w14:textId="2C38FE83" w:rsidR="0047337A" w:rsidRPr="00AD6A17" w:rsidRDefault="0047337A" w:rsidP="00AD6A17">
            <w:pPr>
              <w:spacing w:before="0" w:after="0"/>
            </w:pPr>
          </w:p>
        </w:tc>
        <w:tc>
          <w:tcPr>
            <w:tcW w:w="1701" w:type="dxa"/>
          </w:tcPr>
          <w:p w14:paraId="4E9E8CF0" w14:textId="00508633" w:rsidR="0047337A" w:rsidRPr="00AD6A17" w:rsidRDefault="0047337A" w:rsidP="00AD6A17">
            <w:pPr>
              <w:spacing w:before="0" w:after="0"/>
            </w:pPr>
          </w:p>
        </w:tc>
      </w:tr>
    </w:tbl>
    <w:p w14:paraId="74D60C2A" w14:textId="13CC5AAD" w:rsidR="00452F70" w:rsidRDefault="00452F70" w:rsidP="0047337A"/>
    <w:p w14:paraId="21BF6CC6" w14:textId="77777777" w:rsidR="00452F70" w:rsidRDefault="00452F70">
      <w:pPr>
        <w:tabs>
          <w:tab w:val="clear" w:pos="284"/>
        </w:tabs>
        <w:spacing w:before="0" w:after="200" w:line="276" w:lineRule="auto"/>
      </w:pPr>
      <w:r>
        <w:br w:type="page"/>
      </w:r>
    </w:p>
    <w:p w14:paraId="696A5E0C" w14:textId="77777777" w:rsidR="00AD6A17" w:rsidRPr="00DF688A" w:rsidRDefault="00AD6A17" w:rsidP="00AD6A17">
      <w:pPr>
        <w:rPr>
          <w:b/>
          <w:sz w:val="28"/>
          <w:szCs w:val="28"/>
        </w:rPr>
      </w:pPr>
      <w:r w:rsidRPr="00DF688A">
        <w:rPr>
          <w:b/>
          <w:sz w:val="28"/>
          <w:szCs w:val="28"/>
        </w:rPr>
        <w:lastRenderedPageBreak/>
        <w:t>Surface characteristics and required surface coatings</w:t>
      </w:r>
      <w:r>
        <w:rPr>
          <w:b/>
          <w:sz w:val="28"/>
          <w:szCs w:val="28"/>
        </w:rPr>
        <w:t xml:space="preserve">: </w:t>
      </w:r>
      <w:r>
        <w:rPr>
          <w:sz w:val="28"/>
          <w:szCs w:val="28"/>
        </w:rPr>
        <w:t>Fill in</w:t>
      </w:r>
      <w:r w:rsidRPr="00CC51FB">
        <w:rPr>
          <w:sz w:val="28"/>
          <w:szCs w:val="28"/>
        </w:rPr>
        <w:t xml:space="preserve"> the following details for each of the practical tasks.</w:t>
      </w:r>
    </w:p>
    <w:tbl>
      <w:tblPr>
        <w:tblStyle w:val="TableGrid"/>
        <w:tblW w:w="5000" w:type="pct"/>
        <w:tblCellMar>
          <w:top w:w="85" w:type="dxa"/>
          <w:bottom w:w="85" w:type="dxa"/>
        </w:tblCellMar>
        <w:tblLook w:val="04A0" w:firstRow="1" w:lastRow="0" w:firstColumn="1" w:lastColumn="0" w:noHBand="0" w:noVBand="1"/>
      </w:tblPr>
      <w:tblGrid>
        <w:gridCol w:w="2174"/>
        <w:gridCol w:w="8037"/>
        <w:gridCol w:w="3781"/>
      </w:tblGrid>
      <w:tr w:rsidR="00AD6A17" w:rsidRPr="00DF688A" w14:paraId="4B49D72D" w14:textId="77777777" w:rsidTr="00DF669F">
        <w:trPr>
          <w:cnfStyle w:val="100000000000" w:firstRow="1" w:lastRow="0" w:firstColumn="0" w:lastColumn="0" w:oddVBand="0" w:evenVBand="0" w:oddHBand="0" w:evenHBand="0" w:firstRowFirstColumn="0" w:firstRowLastColumn="0" w:lastRowFirstColumn="0" w:lastRowLastColumn="0"/>
        </w:trPr>
        <w:tc>
          <w:tcPr>
            <w:tcW w:w="777" w:type="pct"/>
            <w:shd w:val="clear" w:color="auto" w:fill="4596CA"/>
          </w:tcPr>
          <w:p w14:paraId="30A6EC32" w14:textId="77777777" w:rsidR="00AD6A17" w:rsidRPr="00DF688A" w:rsidRDefault="00AD6A17" w:rsidP="00DF669F">
            <w:pPr>
              <w:pStyle w:val="RiskTableText"/>
              <w:rPr>
                <w:rFonts w:asciiTheme="minorHAnsi" w:hAnsiTheme="minorHAnsi"/>
                <w:b w:val="0"/>
                <w:color w:val="FFFFFF" w:themeColor="background1"/>
                <w:sz w:val="24"/>
                <w:szCs w:val="24"/>
              </w:rPr>
            </w:pPr>
            <w:r>
              <w:rPr>
                <w:rFonts w:asciiTheme="minorHAnsi" w:hAnsiTheme="minorHAnsi"/>
                <w:color w:val="FFFFFF" w:themeColor="background1"/>
                <w:sz w:val="24"/>
                <w:szCs w:val="24"/>
              </w:rPr>
              <w:t>Task</w:t>
            </w:r>
          </w:p>
        </w:tc>
        <w:tc>
          <w:tcPr>
            <w:tcW w:w="2872" w:type="pct"/>
            <w:shd w:val="clear" w:color="auto" w:fill="4596CA"/>
          </w:tcPr>
          <w:p w14:paraId="0EBFFAFB" w14:textId="77777777" w:rsidR="00AD6A17" w:rsidRPr="00DF688A" w:rsidRDefault="00AD6A17" w:rsidP="00DF669F">
            <w:pPr>
              <w:pStyle w:val="RiskTableText"/>
              <w:rPr>
                <w:rFonts w:asciiTheme="minorHAnsi" w:hAnsiTheme="minorHAnsi"/>
                <w:b w:val="0"/>
                <w:color w:val="FFFFFF" w:themeColor="background1"/>
                <w:sz w:val="24"/>
                <w:szCs w:val="24"/>
              </w:rPr>
            </w:pPr>
            <w:r>
              <w:rPr>
                <w:rFonts w:asciiTheme="minorHAnsi" w:hAnsiTheme="minorHAnsi"/>
                <w:color w:val="FFFFFF" w:themeColor="background1"/>
                <w:sz w:val="24"/>
                <w:szCs w:val="24"/>
              </w:rPr>
              <w:t>Surface characteristics (Your own description)</w:t>
            </w:r>
          </w:p>
        </w:tc>
        <w:tc>
          <w:tcPr>
            <w:tcW w:w="1351" w:type="pct"/>
            <w:shd w:val="clear" w:color="auto" w:fill="4596CA"/>
          </w:tcPr>
          <w:p w14:paraId="760C273A" w14:textId="77777777" w:rsidR="00AD6A17" w:rsidRPr="00DF688A" w:rsidRDefault="00AD6A17" w:rsidP="00DF669F">
            <w:pPr>
              <w:pStyle w:val="RiskTableText"/>
              <w:rPr>
                <w:rFonts w:asciiTheme="minorHAnsi" w:hAnsiTheme="minorHAnsi"/>
                <w:b w:val="0"/>
                <w:color w:val="FFFFFF" w:themeColor="background1"/>
                <w:sz w:val="24"/>
                <w:szCs w:val="24"/>
              </w:rPr>
            </w:pPr>
            <w:r>
              <w:rPr>
                <w:rFonts w:asciiTheme="minorHAnsi" w:hAnsiTheme="minorHAnsi"/>
                <w:color w:val="FFFFFF" w:themeColor="background1"/>
                <w:sz w:val="24"/>
                <w:szCs w:val="24"/>
              </w:rPr>
              <w:t>Required surface coating (As per specifications)</w:t>
            </w:r>
          </w:p>
        </w:tc>
      </w:tr>
      <w:tr w:rsidR="00AD6A17" w:rsidRPr="00DF688A" w14:paraId="4B9A28B3" w14:textId="77777777" w:rsidTr="00DF669F">
        <w:trPr>
          <w:trHeight w:val="283"/>
        </w:trPr>
        <w:tc>
          <w:tcPr>
            <w:tcW w:w="777" w:type="pct"/>
          </w:tcPr>
          <w:p w14:paraId="6AD0C3F8" w14:textId="77777777" w:rsidR="00AD6A17" w:rsidRPr="001C1EA3" w:rsidRDefault="00AD6A17" w:rsidP="00DF669F">
            <w:pPr>
              <w:spacing w:before="0" w:after="0"/>
              <w:rPr>
                <w:b/>
                <w:szCs w:val="24"/>
              </w:rPr>
            </w:pPr>
            <w:r w:rsidRPr="001C1EA3">
              <w:rPr>
                <w:b/>
                <w:szCs w:val="24"/>
              </w:rPr>
              <w:t>Task 2 – Edging detail panel</w:t>
            </w:r>
          </w:p>
        </w:tc>
        <w:tc>
          <w:tcPr>
            <w:tcW w:w="2872" w:type="pct"/>
          </w:tcPr>
          <w:p w14:paraId="65FAED23" w14:textId="63AF60DF" w:rsidR="00AD6A17" w:rsidRPr="00AD6A17" w:rsidRDefault="00AD6A17" w:rsidP="00DF669F">
            <w:pPr>
              <w:spacing w:before="0" w:after="0"/>
              <w:rPr>
                <w:szCs w:val="24"/>
              </w:rPr>
            </w:pPr>
          </w:p>
        </w:tc>
        <w:tc>
          <w:tcPr>
            <w:tcW w:w="1351" w:type="pct"/>
          </w:tcPr>
          <w:p w14:paraId="66685538" w14:textId="3C4CA6FF" w:rsidR="00AD6A17" w:rsidRPr="00AD6A17" w:rsidRDefault="00AD6A17" w:rsidP="00DF669F">
            <w:pPr>
              <w:spacing w:before="0" w:after="0"/>
              <w:rPr>
                <w:szCs w:val="24"/>
              </w:rPr>
            </w:pPr>
          </w:p>
        </w:tc>
      </w:tr>
      <w:tr w:rsidR="00AD6A17" w:rsidRPr="00DF688A" w14:paraId="0ADE84EF" w14:textId="77777777" w:rsidTr="00DF669F">
        <w:trPr>
          <w:trHeight w:val="283"/>
        </w:trPr>
        <w:tc>
          <w:tcPr>
            <w:tcW w:w="777" w:type="pct"/>
          </w:tcPr>
          <w:p w14:paraId="74182F52" w14:textId="77777777" w:rsidR="00AD6A17" w:rsidRPr="001C1EA3" w:rsidRDefault="00AD6A17" w:rsidP="00DF669F">
            <w:pPr>
              <w:spacing w:before="0" w:after="0"/>
              <w:rPr>
                <w:b/>
                <w:szCs w:val="24"/>
              </w:rPr>
            </w:pPr>
            <w:r w:rsidRPr="001C1EA3">
              <w:rPr>
                <w:b/>
                <w:szCs w:val="24"/>
              </w:rPr>
              <w:t>Task 3 – Trolley tray</w:t>
            </w:r>
          </w:p>
        </w:tc>
        <w:tc>
          <w:tcPr>
            <w:tcW w:w="2872" w:type="pct"/>
            <w:vAlign w:val="top"/>
          </w:tcPr>
          <w:p w14:paraId="5EDC43E4" w14:textId="3B19092A" w:rsidR="00AD6A17" w:rsidRPr="00AD6A17" w:rsidRDefault="00AD6A17" w:rsidP="00DF669F">
            <w:pPr>
              <w:spacing w:before="0" w:after="0"/>
              <w:rPr>
                <w:szCs w:val="24"/>
              </w:rPr>
            </w:pPr>
          </w:p>
        </w:tc>
        <w:tc>
          <w:tcPr>
            <w:tcW w:w="1351" w:type="pct"/>
          </w:tcPr>
          <w:p w14:paraId="43255945" w14:textId="5A243BDA" w:rsidR="00AD6A17" w:rsidRPr="00AD6A17" w:rsidRDefault="00AD6A17" w:rsidP="00DF669F">
            <w:pPr>
              <w:spacing w:before="0" w:after="0"/>
              <w:rPr>
                <w:szCs w:val="24"/>
              </w:rPr>
            </w:pPr>
          </w:p>
        </w:tc>
      </w:tr>
      <w:tr w:rsidR="00AD6A17" w:rsidRPr="00DF688A" w14:paraId="22B50962" w14:textId="77777777" w:rsidTr="00DF669F">
        <w:trPr>
          <w:trHeight w:val="283"/>
        </w:trPr>
        <w:tc>
          <w:tcPr>
            <w:tcW w:w="777" w:type="pct"/>
          </w:tcPr>
          <w:p w14:paraId="159E88A3" w14:textId="77777777" w:rsidR="00AD6A17" w:rsidRPr="001C1EA3" w:rsidRDefault="00AD6A17" w:rsidP="00DF669F">
            <w:pPr>
              <w:spacing w:before="0" w:after="0"/>
              <w:rPr>
                <w:b/>
                <w:szCs w:val="24"/>
              </w:rPr>
            </w:pPr>
            <w:r w:rsidRPr="001C1EA3">
              <w:rPr>
                <w:b/>
                <w:szCs w:val="24"/>
              </w:rPr>
              <w:t>Task 4 – Shield project</w:t>
            </w:r>
          </w:p>
        </w:tc>
        <w:tc>
          <w:tcPr>
            <w:tcW w:w="2872" w:type="pct"/>
            <w:vAlign w:val="top"/>
          </w:tcPr>
          <w:p w14:paraId="7DEC9773" w14:textId="61DE721B" w:rsidR="00AD6A17" w:rsidRPr="00AD6A17" w:rsidRDefault="00AD6A17" w:rsidP="00DF669F">
            <w:pPr>
              <w:spacing w:before="0" w:after="0"/>
              <w:rPr>
                <w:szCs w:val="24"/>
              </w:rPr>
            </w:pPr>
          </w:p>
        </w:tc>
        <w:tc>
          <w:tcPr>
            <w:tcW w:w="1351" w:type="pct"/>
          </w:tcPr>
          <w:p w14:paraId="787B067E" w14:textId="4A816A79" w:rsidR="00AD6A17" w:rsidRPr="00AD6A17" w:rsidRDefault="00AD6A17" w:rsidP="00DF669F">
            <w:pPr>
              <w:spacing w:before="0" w:after="0"/>
              <w:rPr>
                <w:szCs w:val="24"/>
              </w:rPr>
            </w:pPr>
          </w:p>
        </w:tc>
      </w:tr>
      <w:tr w:rsidR="00AD6A17" w:rsidRPr="00DF688A" w14:paraId="77D63787" w14:textId="77777777" w:rsidTr="00DF669F">
        <w:trPr>
          <w:trHeight w:val="283"/>
        </w:trPr>
        <w:tc>
          <w:tcPr>
            <w:tcW w:w="777" w:type="pct"/>
          </w:tcPr>
          <w:p w14:paraId="1635C6F3" w14:textId="77777777" w:rsidR="00AD6A17" w:rsidRPr="001C1EA3" w:rsidRDefault="00AD6A17" w:rsidP="00DF669F">
            <w:pPr>
              <w:spacing w:before="0" w:after="0"/>
              <w:rPr>
                <w:b/>
                <w:szCs w:val="24"/>
              </w:rPr>
            </w:pPr>
            <w:r w:rsidRPr="001C1EA3">
              <w:rPr>
                <w:b/>
                <w:szCs w:val="24"/>
              </w:rPr>
              <w:t>Task 5 – Metal plate</w:t>
            </w:r>
          </w:p>
        </w:tc>
        <w:tc>
          <w:tcPr>
            <w:tcW w:w="2872" w:type="pct"/>
            <w:vAlign w:val="top"/>
          </w:tcPr>
          <w:p w14:paraId="281E23A8" w14:textId="14B0671B" w:rsidR="00AD6A17" w:rsidRPr="00AD6A17" w:rsidRDefault="00AD6A17" w:rsidP="00DF669F">
            <w:pPr>
              <w:spacing w:before="0" w:after="0"/>
              <w:rPr>
                <w:szCs w:val="24"/>
              </w:rPr>
            </w:pPr>
          </w:p>
        </w:tc>
        <w:tc>
          <w:tcPr>
            <w:tcW w:w="1351" w:type="pct"/>
          </w:tcPr>
          <w:p w14:paraId="274AB388" w14:textId="2DCC60F5" w:rsidR="00AD6A17" w:rsidRPr="00AD6A17" w:rsidRDefault="00AD6A17" w:rsidP="00DF669F">
            <w:pPr>
              <w:spacing w:before="0" w:after="0"/>
              <w:rPr>
                <w:szCs w:val="24"/>
              </w:rPr>
            </w:pPr>
          </w:p>
        </w:tc>
      </w:tr>
    </w:tbl>
    <w:p w14:paraId="476CD1C8" w14:textId="77777777" w:rsidR="00AD6A17" w:rsidRPr="00D35BB1" w:rsidRDefault="00AD6A17" w:rsidP="00AD6A17">
      <w:pPr>
        <w:tabs>
          <w:tab w:val="left" w:pos="3960"/>
        </w:tabs>
        <w:rPr>
          <w:rFonts w:cs="Arial"/>
          <w:b/>
          <w:smallCaps/>
        </w:rPr>
      </w:pPr>
      <w:r>
        <w:t xml:space="preserve"> </w:t>
      </w:r>
      <w:r w:rsidRPr="00D35BB1">
        <w:rPr>
          <w:rFonts w:cs="Arial"/>
          <w:b/>
          <w:smallCaps/>
        </w:rPr>
        <w:t xml:space="preserve">Acknowledgement by </w:t>
      </w:r>
      <w:r>
        <w:rPr>
          <w:rFonts w:cs="Arial"/>
          <w:b/>
          <w:smallCaps/>
        </w:rPr>
        <w:t>Student &amp; Assessor</w:t>
      </w:r>
      <w:r w:rsidRPr="00D35BB1">
        <w:rPr>
          <w:rFonts w:cs="Arial"/>
          <w:b/>
          <w:smallCaps/>
        </w:rPr>
        <w:t xml:space="preserve"> </w:t>
      </w:r>
    </w:p>
    <w:p w14:paraId="34B8B921" w14:textId="77777777" w:rsidR="00AD6A17" w:rsidRPr="00EA2DF1" w:rsidRDefault="00AD6A17" w:rsidP="00AD6A17">
      <w:pPr>
        <w:rPr>
          <w:rFonts w:cs="Arial"/>
          <w:szCs w:val="24"/>
        </w:rPr>
      </w:pPr>
      <w:r w:rsidRPr="00EA2DF1">
        <w:rPr>
          <w:rFonts w:cs="Arial"/>
          <w:szCs w:val="24"/>
        </w:rPr>
        <w:t>I have contributed to and completed my job plan with the class environment and understood and been instructed in the steps of the practical task and will implement all the requirements.</w:t>
      </w:r>
    </w:p>
    <w:p w14:paraId="2DA2E7CD" w14:textId="77777777" w:rsidR="00AD6A17" w:rsidRPr="00EA2DF1" w:rsidRDefault="00AD6A17" w:rsidP="00AD6A17">
      <w:pPr>
        <w:rPr>
          <w:szCs w:val="24"/>
        </w:rPr>
      </w:pPr>
      <w:r w:rsidRPr="00EA2DF1">
        <w:rPr>
          <w:szCs w:val="24"/>
        </w:rPr>
        <w:t>Once the job plan is completed and signed off by the assessor, the student will need to complete the JSEA with a team member.</w:t>
      </w:r>
    </w:p>
    <w:tbl>
      <w:tblPr>
        <w:tblStyle w:val="TableGrid"/>
        <w:tblW w:w="5000" w:type="pct"/>
        <w:tblCellMar>
          <w:top w:w="85" w:type="dxa"/>
          <w:bottom w:w="85" w:type="dxa"/>
        </w:tblCellMar>
        <w:tblLook w:val="04A0" w:firstRow="1" w:lastRow="0" w:firstColumn="1" w:lastColumn="0" w:noHBand="0" w:noVBand="1"/>
      </w:tblPr>
      <w:tblGrid>
        <w:gridCol w:w="2457"/>
        <w:gridCol w:w="2270"/>
        <w:gridCol w:w="2082"/>
        <w:gridCol w:w="1228"/>
        <w:gridCol w:w="2555"/>
        <w:gridCol w:w="2177"/>
        <w:gridCol w:w="1223"/>
      </w:tblGrid>
      <w:tr w:rsidR="00AD6A17" w:rsidRPr="00D35BB1" w14:paraId="528AD567" w14:textId="77777777" w:rsidTr="00DF669F">
        <w:trPr>
          <w:cnfStyle w:val="100000000000" w:firstRow="1" w:lastRow="0" w:firstColumn="0" w:lastColumn="0" w:oddVBand="0" w:evenVBand="0" w:oddHBand="0" w:evenHBand="0" w:firstRowFirstColumn="0" w:firstRowLastColumn="0" w:lastRowFirstColumn="0" w:lastRowLastColumn="0"/>
        </w:trPr>
        <w:tc>
          <w:tcPr>
            <w:tcW w:w="878" w:type="pct"/>
            <w:shd w:val="clear" w:color="auto" w:fill="4596CA"/>
          </w:tcPr>
          <w:p w14:paraId="64BA8FD8" w14:textId="77777777" w:rsidR="00AD6A17" w:rsidRPr="00DF688A" w:rsidRDefault="00AD6A17" w:rsidP="00DF669F">
            <w:pPr>
              <w:pStyle w:val="RiskTableText"/>
              <w:rPr>
                <w:rFonts w:asciiTheme="minorHAnsi" w:hAnsiTheme="minorHAnsi"/>
                <w:b w:val="0"/>
                <w:color w:val="FFFFFF" w:themeColor="background1"/>
                <w:sz w:val="24"/>
                <w:szCs w:val="24"/>
              </w:rPr>
            </w:pPr>
            <w:r w:rsidRPr="00DF688A">
              <w:rPr>
                <w:rFonts w:asciiTheme="minorHAnsi" w:hAnsiTheme="minorHAnsi"/>
                <w:color w:val="FFFFFF" w:themeColor="background1"/>
                <w:sz w:val="24"/>
                <w:szCs w:val="24"/>
              </w:rPr>
              <w:t>Student name (print)</w:t>
            </w:r>
          </w:p>
        </w:tc>
        <w:tc>
          <w:tcPr>
            <w:tcW w:w="811" w:type="pct"/>
            <w:shd w:val="clear" w:color="auto" w:fill="4596CA"/>
          </w:tcPr>
          <w:p w14:paraId="642D3C04" w14:textId="77777777" w:rsidR="00AD6A17" w:rsidRPr="00DF688A" w:rsidRDefault="00AD6A17" w:rsidP="00DF669F">
            <w:pPr>
              <w:pStyle w:val="RiskTableText"/>
              <w:rPr>
                <w:rFonts w:asciiTheme="minorHAnsi" w:hAnsiTheme="minorHAnsi"/>
                <w:b w:val="0"/>
                <w:color w:val="FFFFFF" w:themeColor="background1"/>
                <w:sz w:val="24"/>
                <w:szCs w:val="24"/>
              </w:rPr>
            </w:pPr>
            <w:r w:rsidRPr="00DF688A">
              <w:rPr>
                <w:rFonts w:asciiTheme="minorHAnsi" w:hAnsiTheme="minorHAnsi"/>
                <w:color w:val="FFFFFF" w:themeColor="background1"/>
                <w:sz w:val="24"/>
                <w:szCs w:val="24"/>
              </w:rPr>
              <w:t>Signature</w:t>
            </w:r>
          </w:p>
        </w:tc>
        <w:tc>
          <w:tcPr>
            <w:tcW w:w="744" w:type="pct"/>
            <w:shd w:val="clear" w:color="auto" w:fill="4596CA"/>
          </w:tcPr>
          <w:p w14:paraId="36644A88" w14:textId="77777777" w:rsidR="00AD6A17" w:rsidRPr="00DF688A" w:rsidRDefault="00AD6A17" w:rsidP="00DF669F">
            <w:pPr>
              <w:pStyle w:val="RiskTableText"/>
              <w:rPr>
                <w:rFonts w:asciiTheme="minorHAnsi" w:hAnsiTheme="minorHAnsi"/>
                <w:b w:val="0"/>
                <w:color w:val="FFFFFF" w:themeColor="background1"/>
                <w:sz w:val="24"/>
                <w:szCs w:val="24"/>
              </w:rPr>
            </w:pPr>
            <w:r w:rsidRPr="00DF688A">
              <w:rPr>
                <w:rFonts w:asciiTheme="minorHAnsi" w:hAnsiTheme="minorHAnsi"/>
                <w:color w:val="FFFFFF" w:themeColor="background1"/>
                <w:sz w:val="24"/>
                <w:szCs w:val="24"/>
              </w:rPr>
              <w:t>Role</w:t>
            </w:r>
          </w:p>
        </w:tc>
        <w:tc>
          <w:tcPr>
            <w:tcW w:w="439" w:type="pct"/>
            <w:shd w:val="clear" w:color="auto" w:fill="4596CA"/>
          </w:tcPr>
          <w:p w14:paraId="408C1E85" w14:textId="77777777" w:rsidR="00AD6A17" w:rsidRPr="00DF688A" w:rsidRDefault="00AD6A17" w:rsidP="00DF669F">
            <w:pPr>
              <w:pStyle w:val="RiskTableText"/>
              <w:rPr>
                <w:rFonts w:asciiTheme="minorHAnsi" w:hAnsiTheme="minorHAnsi"/>
                <w:color w:val="FFFFFF" w:themeColor="background1"/>
                <w:sz w:val="24"/>
                <w:szCs w:val="24"/>
              </w:rPr>
            </w:pPr>
            <w:r w:rsidRPr="00DF688A">
              <w:rPr>
                <w:rFonts w:asciiTheme="minorHAnsi" w:hAnsiTheme="minorHAnsi"/>
                <w:color w:val="FFFFFF" w:themeColor="background1"/>
                <w:sz w:val="24"/>
                <w:szCs w:val="24"/>
              </w:rPr>
              <w:t>Date</w:t>
            </w:r>
          </w:p>
        </w:tc>
        <w:tc>
          <w:tcPr>
            <w:tcW w:w="913" w:type="pct"/>
            <w:shd w:val="clear" w:color="auto" w:fill="4596CA"/>
          </w:tcPr>
          <w:p w14:paraId="5A7BA95C" w14:textId="77777777" w:rsidR="00AD6A17" w:rsidRPr="00DF688A" w:rsidRDefault="00AD6A17" w:rsidP="00DF669F">
            <w:pPr>
              <w:pStyle w:val="RiskTableText"/>
              <w:rPr>
                <w:rFonts w:asciiTheme="minorHAnsi" w:hAnsiTheme="minorHAnsi"/>
                <w:color w:val="FFFFFF" w:themeColor="background1"/>
                <w:sz w:val="24"/>
                <w:szCs w:val="24"/>
              </w:rPr>
            </w:pPr>
            <w:r w:rsidRPr="00DF688A">
              <w:rPr>
                <w:rFonts w:asciiTheme="minorHAnsi" w:hAnsiTheme="minorHAnsi"/>
                <w:color w:val="FFFFFF" w:themeColor="background1"/>
                <w:sz w:val="24"/>
                <w:szCs w:val="24"/>
              </w:rPr>
              <w:t>Assessor Name (print)</w:t>
            </w:r>
          </w:p>
        </w:tc>
        <w:tc>
          <w:tcPr>
            <w:tcW w:w="778" w:type="pct"/>
            <w:shd w:val="clear" w:color="auto" w:fill="4596CA"/>
          </w:tcPr>
          <w:p w14:paraId="551D0E7B" w14:textId="77777777" w:rsidR="00AD6A17" w:rsidRPr="00DF688A" w:rsidRDefault="00AD6A17" w:rsidP="00DF669F">
            <w:pPr>
              <w:pStyle w:val="RiskTableText"/>
              <w:rPr>
                <w:rFonts w:asciiTheme="minorHAnsi" w:hAnsiTheme="minorHAnsi"/>
                <w:color w:val="FFFFFF" w:themeColor="background1"/>
                <w:sz w:val="24"/>
                <w:szCs w:val="24"/>
              </w:rPr>
            </w:pPr>
          </w:p>
        </w:tc>
        <w:tc>
          <w:tcPr>
            <w:tcW w:w="437" w:type="pct"/>
            <w:shd w:val="clear" w:color="auto" w:fill="4596CA"/>
          </w:tcPr>
          <w:p w14:paraId="56C15947" w14:textId="77777777" w:rsidR="00AD6A17" w:rsidRPr="00DF688A" w:rsidRDefault="00AD6A17" w:rsidP="00DF669F">
            <w:pPr>
              <w:pStyle w:val="RiskTableText"/>
              <w:rPr>
                <w:rFonts w:asciiTheme="minorHAnsi" w:hAnsiTheme="minorHAnsi"/>
                <w:b w:val="0"/>
                <w:color w:val="FFFFFF" w:themeColor="background1"/>
                <w:sz w:val="24"/>
                <w:szCs w:val="24"/>
              </w:rPr>
            </w:pPr>
            <w:r w:rsidRPr="00DF688A">
              <w:rPr>
                <w:rFonts w:asciiTheme="minorHAnsi" w:hAnsiTheme="minorHAnsi"/>
                <w:b w:val="0"/>
                <w:color w:val="FFFFFF" w:themeColor="background1"/>
                <w:sz w:val="24"/>
                <w:szCs w:val="24"/>
              </w:rPr>
              <w:t>Date</w:t>
            </w:r>
          </w:p>
        </w:tc>
      </w:tr>
      <w:tr w:rsidR="00AD6A17" w:rsidRPr="00D35BB1" w14:paraId="56D6E291" w14:textId="77777777" w:rsidTr="00DF669F">
        <w:trPr>
          <w:trHeight w:val="283"/>
        </w:trPr>
        <w:tc>
          <w:tcPr>
            <w:tcW w:w="878" w:type="pct"/>
          </w:tcPr>
          <w:p w14:paraId="3329BDBD" w14:textId="255436DD" w:rsidR="00AD6A17" w:rsidRPr="00DF688A" w:rsidRDefault="006C356B" w:rsidP="00DF669F">
            <w:pPr>
              <w:pStyle w:val="RiskTableText"/>
              <w:rPr>
                <w:rFonts w:asciiTheme="minorHAnsi" w:hAnsiTheme="minorHAnsi"/>
                <w:sz w:val="24"/>
                <w:szCs w:val="24"/>
              </w:rPr>
            </w:pPr>
            <w:r>
              <w:rPr>
                <w:rFonts w:asciiTheme="minorHAnsi" w:hAnsiTheme="minorHAnsi"/>
                <w:b/>
                <w:color w:val="FF0000"/>
                <w:sz w:val="24"/>
                <w:szCs w:val="24"/>
              </w:rPr>
              <w:t xml:space="preserve">Student </w:t>
            </w:r>
          </w:p>
        </w:tc>
        <w:tc>
          <w:tcPr>
            <w:tcW w:w="811" w:type="pct"/>
          </w:tcPr>
          <w:p w14:paraId="6360D606" w14:textId="77777777" w:rsidR="00AD6A17" w:rsidRPr="00DF688A" w:rsidRDefault="00AD6A17" w:rsidP="00DF669F">
            <w:pPr>
              <w:pStyle w:val="RiskTableText"/>
              <w:rPr>
                <w:rFonts w:asciiTheme="minorHAnsi" w:hAnsiTheme="minorHAnsi"/>
                <w:sz w:val="24"/>
                <w:szCs w:val="24"/>
              </w:rPr>
            </w:pPr>
          </w:p>
        </w:tc>
        <w:tc>
          <w:tcPr>
            <w:tcW w:w="744" w:type="pct"/>
          </w:tcPr>
          <w:p w14:paraId="14FF8045" w14:textId="77777777" w:rsidR="00AD6A17" w:rsidRPr="00DF688A" w:rsidRDefault="00AD6A17" w:rsidP="00DF669F">
            <w:pPr>
              <w:pStyle w:val="RiskTableText"/>
              <w:rPr>
                <w:rFonts w:asciiTheme="minorHAnsi" w:hAnsiTheme="minorHAnsi"/>
                <w:sz w:val="24"/>
                <w:szCs w:val="24"/>
              </w:rPr>
            </w:pPr>
            <w:r w:rsidRPr="00DF688A">
              <w:rPr>
                <w:rFonts w:asciiTheme="minorHAnsi" w:hAnsiTheme="minorHAnsi"/>
                <w:color w:val="FF0000"/>
                <w:sz w:val="24"/>
                <w:szCs w:val="24"/>
              </w:rPr>
              <w:t>Practical Task</w:t>
            </w:r>
          </w:p>
        </w:tc>
        <w:tc>
          <w:tcPr>
            <w:tcW w:w="439" w:type="pct"/>
          </w:tcPr>
          <w:p w14:paraId="28E8939C" w14:textId="77777777" w:rsidR="00AD6A17" w:rsidRPr="00DF688A" w:rsidRDefault="00AD6A17" w:rsidP="00DF669F">
            <w:pPr>
              <w:pStyle w:val="RiskTableText"/>
              <w:rPr>
                <w:rFonts w:asciiTheme="minorHAnsi" w:hAnsiTheme="minorHAnsi"/>
                <w:sz w:val="24"/>
                <w:szCs w:val="24"/>
              </w:rPr>
            </w:pPr>
            <w:r w:rsidRPr="00DF688A">
              <w:rPr>
                <w:rFonts w:asciiTheme="minorHAnsi" w:hAnsiTheme="minorHAnsi"/>
                <w:sz w:val="24"/>
                <w:szCs w:val="24"/>
              </w:rPr>
              <w:fldChar w:fldCharType="begin">
                <w:ffData>
                  <w:name w:val="Text109"/>
                  <w:enabled/>
                  <w:calcOnExit w:val="0"/>
                  <w:textInput/>
                </w:ffData>
              </w:fldChar>
            </w:r>
            <w:r w:rsidRPr="00DF688A">
              <w:rPr>
                <w:rFonts w:asciiTheme="minorHAnsi" w:hAnsiTheme="minorHAnsi"/>
                <w:sz w:val="24"/>
                <w:szCs w:val="24"/>
              </w:rPr>
              <w:instrText xml:space="preserve"> FORMTEXT </w:instrText>
            </w:r>
            <w:r w:rsidRPr="00DF688A">
              <w:rPr>
                <w:rFonts w:asciiTheme="minorHAnsi" w:hAnsiTheme="minorHAnsi"/>
                <w:sz w:val="24"/>
                <w:szCs w:val="24"/>
              </w:rPr>
            </w:r>
            <w:r w:rsidRPr="00DF688A">
              <w:rPr>
                <w:rFonts w:asciiTheme="minorHAnsi" w:hAnsiTheme="minorHAnsi"/>
                <w:sz w:val="24"/>
                <w:szCs w:val="24"/>
              </w:rPr>
              <w:fldChar w:fldCharType="separate"/>
            </w:r>
            <w:r w:rsidRPr="00DF688A">
              <w:rPr>
                <w:rFonts w:asciiTheme="minorHAnsi" w:hAnsiTheme="minorHAnsi"/>
                <w:noProof/>
                <w:sz w:val="24"/>
                <w:szCs w:val="24"/>
              </w:rPr>
              <w:t> </w:t>
            </w:r>
            <w:r w:rsidRPr="00DF688A">
              <w:rPr>
                <w:rFonts w:asciiTheme="minorHAnsi" w:hAnsiTheme="minorHAnsi"/>
                <w:noProof/>
                <w:sz w:val="24"/>
                <w:szCs w:val="24"/>
              </w:rPr>
              <w:t> </w:t>
            </w:r>
            <w:r w:rsidRPr="00DF688A">
              <w:rPr>
                <w:rFonts w:asciiTheme="minorHAnsi" w:hAnsiTheme="minorHAnsi"/>
                <w:noProof/>
                <w:sz w:val="24"/>
                <w:szCs w:val="24"/>
              </w:rPr>
              <w:t> </w:t>
            </w:r>
            <w:r w:rsidRPr="00DF688A">
              <w:rPr>
                <w:rFonts w:asciiTheme="minorHAnsi" w:hAnsiTheme="minorHAnsi"/>
                <w:noProof/>
                <w:sz w:val="24"/>
                <w:szCs w:val="24"/>
              </w:rPr>
              <w:t> </w:t>
            </w:r>
            <w:r w:rsidRPr="00DF688A">
              <w:rPr>
                <w:rFonts w:asciiTheme="minorHAnsi" w:hAnsiTheme="minorHAnsi"/>
                <w:noProof/>
                <w:sz w:val="24"/>
                <w:szCs w:val="24"/>
              </w:rPr>
              <w:t> </w:t>
            </w:r>
            <w:r w:rsidRPr="00DF688A">
              <w:rPr>
                <w:rFonts w:asciiTheme="minorHAnsi" w:hAnsiTheme="minorHAnsi"/>
                <w:sz w:val="24"/>
                <w:szCs w:val="24"/>
              </w:rPr>
              <w:fldChar w:fldCharType="end"/>
            </w:r>
          </w:p>
        </w:tc>
        <w:tc>
          <w:tcPr>
            <w:tcW w:w="913" w:type="pct"/>
          </w:tcPr>
          <w:p w14:paraId="7D739884" w14:textId="19AF2C27" w:rsidR="00AD6A17" w:rsidRPr="00DF688A" w:rsidRDefault="00AD6A17" w:rsidP="006C356B">
            <w:pPr>
              <w:pStyle w:val="RiskTableText"/>
              <w:rPr>
                <w:rFonts w:asciiTheme="minorHAnsi" w:hAnsiTheme="minorHAnsi"/>
                <w:color w:val="FF0000"/>
                <w:sz w:val="24"/>
                <w:szCs w:val="24"/>
              </w:rPr>
            </w:pPr>
          </w:p>
        </w:tc>
        <w:tc>
          <w:tcPr>
            <w:tcW w:w="778" w:type="pct"/>
          </w:tcPr>
          <w:p w14:paraId="56AEFFC8" w14:textId="77777777" w:rsidR="00AD6A17" w:rsidRPr="00DF688A" w:rsidRDefault="00AD6A17" w:rsidP="00DF669F">
            <w:pPr>
              <w:pStyle w:val="RiskTableText"/>
              <w:rPr>
                <w:rFonts w:asciiTheme="minorHAnsi" w:hAnsiTheme="minorHAnsi"/>
                <w:sz w:val="24"/>
                <w:szCs w:val="24"/>
              </w:rPr>
            </w:pPr>
          </w:p>
        </w:tc>
        <w:tc>
          <w:tcPr>
            <w:tcW w:w="437" w:type="pct"/>
          </w:tcPr>
          <w:p w14:paraId="12977101" w14:textId="77777777" w:rsidR="00AD6A17" w:rsidRPr="00DF688A" w:rsidRDefault="00AD6A17" w:rsidP="00DF669F">
            <w:pPr>
              <w:pStyle w:val="RiskTableText"/>
              <w:rPr>
                <w:rFonts w:asciiTheme="minorHAnsi" w:hAnsiTheme="minorHAnsi"/>
                <w:sz w:val="24"/>
                <w:szCs w:val="24"/>
              </w:rPr>
            </w:pPr>
            <w:r w:rsidRPr="00DF688A">
              <w:rPr>
                <w:rFonts w:asciiTheme="minorHAnsi" w:hAnsiTheme="minorHAnsi"/>
                <w:sz w:val="24"/>
                <w:szCs w:val="24"/>
              </w:rPr>
              <w:fldChar w:fldCharType="begin">
                <w:ffData>
                  <w:name w:val="Text109"/>
                  <w:enabled/>
                  <w:calcOnExit w:val="0"/>
                  <w:textInput/>
                </w:ffData>
              </w:fldChar>
            </w:r>
            <w:r w:rsidRPr="00DF688A">
              <w:rPr>
                <w:rFonts w:asciiTheme="minorHAnsi" w:hAnsiTheme="minorHAnsi"/>
                <w:sz w:val="24"/>
                <w:szCs w:val="24"/>
              </w:rPr>
              <w:instrText xml:space="preserve"> FORMTEXT </w:instrText>
            </w:r>
            <w:r w:rsidRPr="00DF688A">
              <w:rPr>
                <w:rFonts w:asciiTheme="minorHAnsi" w:hAnsiTheme="minorHAnsi"/>
                <w:sz w:val="24"/>
                <w:szCs w:val="24"/>
              </w:rPr>
            </w:r>
            <w:r w:rsidRPr="00DF688A">
              <w:rPr>
                <w:rFonts w:asciiTheme="minorHAnsi" w:hAnsiTheme="minorHAnsi"/>
                <w:sz w:val="24"/>
                <w:szCs w:val="24"/>
              </w:rPr>
              <w:fldChar w:fldCharType="separate"/>
            </w:r>
            <w:r w:rsidRPr="00DF688A">
              <w:rPr>
                <w:rFonts w:asciiTheme="minorHAnsi" w:hAnsiTheme="minorHAnsi"/>
                <w:noProof/>
                <w:sz w:val="24"/>
                <w:szCs w:val="24"/>
              </w:rPr>
              <w:t> </w:t>
            </w:r>
            <w:r w:rsidRPr="00DF688A">
              <w:rPr>
                <w:rFonts w:asciiTheme="minorHAnsi" w:hAnsiTheme="minorHAnsi"/>
                <w:noProof/>
                <w:sz w:val="24"/>
                <w:szCs w:val="24"/>
              </w:rPr>
              <w:t> </w:t>
            </w:r>
            <w:r w:rsidRPr="00DF688A">
              <w:rPr>
                <w:rFonts w:asciiTheme="minorHAnsi" w:hAnsiTheme="minorHAnsi"/>
                <w:noProof/>
                <w:sz w:val="24"/>
                <w:szCs w:val="24"/>
              </w:rPr>
              <w:t> </w:t>
            </w:r>
            <w:r w:rsidRPr="00DF688A">
              <w:rPr>
                <w:rFonts w:asciiTheme="minorHAnsi" w:hAnsiTheme="minorHAnsi"/>
                <w:noProof/>
                <w:sz w:val="24"/>
                <w:szCs w:val="24"/>
              </w:rPr>
              <w:t> </w:t>
            </w:r>
            <w:r w:rsidRPr="00DF688A">
              <w:rPr>
                <w:rFonts w:asciiTheme="minorHAnsi" w:hAnsiTheme="minorHAnsi"/>
                <w:noProof/>
                <w:sz w:val="24"/>
                <w:szCs w:val="24"/>
              </w:rPr>
              <w:t> </w:t>
            </w:r>
            <w:r w:rsidRPr="00DF688A">
              <w:rPr>
                <w:rFonts w:asciiTheme="minorHAnsi" w:hAnsiTheme="minorHAnsi"/>
                <w:sz w:val="24"/>
                <w:szCs w:val="24"/>
              </w:rPr>
              <w:fldChar w:fldCharType="end"/>
            </w:r>
          </w:p>
        </w:tc>
      </w:tr>
    </w:tbl>
    <w:p w14:paraId="72937E3B" w14:textId="77777777" w:rsidR="00FD07B8" w:rsidRDefault="00FD07B8" w:rsidP="00FD07B8">
      <w:pPr>
        <w:pStyle w:val="Heading2"/>
        <w:rPr>
          <w:sz w:val="40"/>
          <w:szCs w:val="40"/>
        </w:rPr>
      </w:pPr>
    </w:p>
    <w:p w14:paraId="1F5E9027" w14:textId="77777777" w:rsidR="00FD07B8" w:rsidRPr="00FD0EA4" w:rsidRDefault="00FD07B8" w:rsidP="00FD07B8">
      <w:pPr>
        <w:sectPr w:rsidR="00FD07B8" w:rsidRPr="00FD0EA4" w:rsidSect="00452F70">
          <w:pgSz w:w="16838" w:h="11906" w:orient="landscape" w:code="9"/>
          <w:pgMar w:top="1418" w:right="1418" w:bottom="1418" w:left="1418" w:header="567" w:footer="454" w:gutter="0"/>
          <w:cols w:space="4253"/>
          <w:docGrid w:linePitch="360"/>
        </w:sectPr>
      </w:pPr>
    </w:p>
    <w:p w14:paraId="4BE5F2A7" w14:textId="3BE10EBE" w:rsidR="001647F0" w:rsidRPr="00E918DB" w:rsidRDefault="001647F0" w:rsidP="001647F0">
      <w:pPr>
        <w:spacing w:before="240" w:line="240" w:lineRule="auto"/>
        <w:contextualSpacing/>
        <w:outlineLvl w:val="1"/>
        <w:rPr>
          <w:rFonts w:eastAsia="Times New Roman"/>
          <w:noProof/>
          <w:color w:val="FF0000"/>
          <w:kern w:val="22"/>
          <w:szCs w:val="24"/>
          <w:lang w:eastAsia="en-AU"/>
        </w:rPr>
      </w:pPr>
      <w:r w:rsidRPr="00323F6E">
        <w:rPr>
          <w:b/>
          <w:noProof/>
          <w:color w:val="4596CA"/>
          <w:sz w:val="52"/>
          <w:szCs w:val="52"/>
          <w:lang w:eastAsia="en-AU"/>
        </w:rPr>
        <w:lastRenderedPageBreak/>
        <mc:AlternateContent>
          <mc:Choice Requires="wpg">
            <w:drawing>
              <wp:anchor distT="0" distB="0" distL="114300" distR="114300" simplePos="0" relativeHeight="251671552" behindDoc="0" locked="0" layoutInCell="1" allowOverlap="1" wp14:anchorId="4AD028EB" wp14:editId="2EBE929E">
                <wp:simplePos x="0" y="0"/>
                <wp:positionH relativeFrom="column">
                  <wp:posOffset>-145415</wp:posOffset>
                </wp:positionH>
                <wp:positionV relativeFrom="paragraph">
                  <wp:posOffset>-59546</wp:posOffset>
                </wp:positionV>
                <wp:extent cx="4476903" cy="410642"/>
                <wp:effectExtent l="0" t="114300" r="38100" b="27940"/>
                <wp:wrapNone/>
                <wp:docPr id="2" name="Group 2"/>
                <wp:cNvGraphicFramePr/>
                <a:graphic xmlns:a="http://schemas.openxmlformats.org/drawingml/2006/main">
                  <a:graphicData uri="http://schemas.microsoft.com/office/word/2010/wordprocessingGroup">
                    <wpg:wgp>
                      <wpg:cNvGrpSpPr/>
                      <wpg:grpSpPr>
                        <a:xfrm>
                          <a:off x="0" y="0"/>
                          <a:ext cx="4476903" cy="410642"/>
                          <a:chOff x="0" y="0"/>
                          <a:chExt cx="4476903" cy="410642"/>
                        </a:xfrm>
                      </wpg:grpSpPr>
                      <wps:wsp>
                        <wps:cNvPr id="3" name="Straight Connector 3"/>
                        <wps:cNvCnPr/>
                        <wps:spPr>
                          <a:xfrm>
                            <a:off x="36576" y="87782"/>
                            <a:ext cx="4440327" cy="0"/>
                          </a:xfrm>
                          <a:prstGeom prst="line">
                            <a:avLst/>
                          </a:prstGeom>
                          <a:ln w="19050">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wps:wsp>
                        <wps:cNvPr id="4" name="Straight Connector 4"/>
                        <wps:cNvCnPr/>
                        <wps:spPr>
                          <a:xfrm rot="5400000">
                            <a:off x="-124359" y="248717"/>
                            <a:ext cx="323850" cy="0"/>
                          </a:xfrm>
                          <a:prstGeom prst="line">
                            <a:avLst/>
                          </a:prstGeom>
                          <a:ln w="19050">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wps:wsp>
                        <wps:cNvPr id="5" name="Straight Connector 5"/>
                        <wps:cNvCnPr/>
                        <wps:spPr>
                          <a:xfrm rot="8100000">
                            <a:off x="0" y="0"/>
                            <a:ext cx="251460" cy="0"/>
                          </a:xfrm>
                          <a:prstGeom prst="line">
                            <a:avLst/>
                          </a:prstGeom>
                          <a:ln w="19050">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4F4EE41F" id="Group 2" o:spid="_x0000_s1026" style="position:absolute;margin-left:-11.45pt;margin-top:-4.7pt;width:352.5pt;height:32.35pt;z-index:251671552" coordsize="44769,4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sphugIAAO8KAAAOAAAAZHJzL2Uyb0RvYy54bWzsVltv2yAUfp+0/4B4b32PU6tOH9q1L7tU&#10;y/YDqI0vGgYENE7+/Q7gOF1TtVUn7WFqHog5nOvHd4Dzi+3A0IYq3Qte4ug0xIjyStQ9b0v888f1&#10;yRIjbQivCROclnhHNb5YffxwPsqCxqITrKYKgROui1GWuDNGFkGgq44ORJ8KSTksNkINxMBUtUGt&#10;yAjeBxbEYbgIRqFqqURFtQbplV/EK+e/aWhlvjWNpgaxEkNuxo3KjXd2DFbnpGgVkV1fTWmQN2Qx&#10;kJ5D0NnVFTEE3av+yNXQV0po0ZjTSgyBaJq+oq4GqCYKH1Vzo8S9dLW0xdjKGSaA9hFOb3Zbfd3c&#10;KtTXJY4x4mSALXJRUWyhGWVbgMaNkmt5qyZB62e22m2jBvsPdaCtA3U3g0q3BlUgTNN8cRYmGFWw&#10;lkbhInWuSVF1sDVHZlX36XnDYB82sNnNyYwSCKQPGOm/w2jdEUkd9NoiMGEEVXiM1kaRvu0MuhSc&#10;A8mEQokHzKlf8gktXWgA7gmokkWWLzACSJZ5vpwQOUCWhkmce8gcR+eiSSGVNjdUDMh+lJj13OZJ&#10;CrL5rA1sEajuVayYcTRCY56FWejUtGB9fd0zZhddm9FLptCGQIOYbeR02P3wRdReloXw820CYrtj&#10;TnUWQ7jZiwv+IACsMQ5CuzceB/dldoz61L7TBrgHJPFxZ0c+Rv0rsoGdF9C0Jg0kPhtNBdmj4lDD&#10;wWjStWbUnQSvNZy1XUTBzWw49FwoD+OfUS1yPtXG6++r9rXasu9EvXOscHAAVW17/QPOps9wNn2Z&#10;s0gJYFmWWhp4wKdmP4niNMnOHIfjdJlHuWfJnsRJnCyBc67t3zlsO+Gdwy9feU+fu9kzHM5ey+Fl&#10;dMRhoOfxhRVnUbp4J+7/fvi65wO8qtwFM70A7bPt4dyd4od36uo3AAAA//8DAFBLAwQUAAYACAAA&#10;ACEAlopVsOEAAAAJAQAADwAAAGRycy9kb3ducmV2LnhtbEyPwUrDQBCG74LvsIzgrd0kNaWN2ZRS&#10;1FMRbAXxts1Ok9DsbMhuk/TtHU96m2E+/vn+fDPZVgzY+8aRgngegUAqnWmoUvB5fJ2tQPigyejW&#10;ESq4oYdNcX+X68y4kT5wOIRKcAj5TCuoQ+gyKX1Zo9V+7jokvp1db3Xgta+k6fXI4baVSRQtpdUN&#10;8Ydad7irsbwcrlbB26jH7SJ+GfaX8+72fUzfv/YxKvX4MG2fQQScwh8Mv/qsDgU7ndyVjBetglmS&#10;rBnlYf0EgoHlKolBnBSk6QJkkcv/DYofAAAA//8DAFBLAQItABQABgAIAAAAIQC2gziS/gAAAOEB&#10;AAATAAAAAAAAAAAAAAAAAAAAAABbQ29udGVudF9UeXBlc10ueG1sUEsBAi0AFAAGAAgAAAAhADj9&#10;If/WAAAAlAEAAAsAAAAAAAAAAAAAAAAALwEAAF9yZWxzLy5yZWxzUEsBAi0AFAAGAAgAAAAhAKM6&#10;ymG6AgAA7woAAA4AAAAAAAAAAAAAAAAALgIAAGRycy9lMm9Eb2MueG1sUEsBAi0AFAAGAAgAAAAh&#10;AJaKVbDhAAAACQEAAA8AAAAAAAAAAAAAAAAAFAUAAGRycy9kb3ducmV2LnhtbFBLBQYAAAAABAAE&#10;APMAAAAiBgAAAAA=&#10;">
                <v:line id="Straight Connector 3" o:spid="_x0000_s1027" style="position:absolute;visibility:visible;mso-wrap-style:square" from="365,877" to="44769,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NHqxQAAANoAAAAPAAAAZHJzL2Rvd25yZXYueG1sRI9Ba8JA&#10;FITvBf/D8oReim6sUGt0FVEED4o2tujxkX0m0ezbkF01/nu3UOhxmJlvmPG0MaW4Ue0Kywp63QgE&#10;cWp1wZmC7/2y8wnCeWSNpWVS8CAH00nrZYyxtnf+olviMxEg7GJUkHtfxVK6NCeDrmsr4uCdbG3Q&#10;B1lnUtd4D3BTyvco+pAGCw4LOVY0zym9JFej4Pgzv65352Qph5vDYTFcbNO3wUmp13YzG4Hw1Pj/&#10;8F97pRX04fdKuAFy8gQAAP//AwBQSwECLQAUAAYACAAAACEA2+H2y+4AAACFAQAAEwAAAAAAAAAA&#10;AAAAAAAAAAAAW0NvbnRlbnRfVHlwZXNdLnhtbFBLAQItABQABgAIAAAAIQBa9CxbvwAAABUBAAAL&#10;AAAAAAAAAAAAAAAAAB8BAABfcmVscy8ucmVsc1BLAQItABQABgAIAAAAIQC3INHqxQAAANoAAAAP&#10;AAAAAAAAAAAAAAAAAAcCAABkcnMvZG93bnJldi54bWxQSwUGAAAAAAMAAwC3AAAA+QIAAAAA&#10;" strokecolor="gray [1629]" strokeweight="1.5pt"/>
                <v:line id="Straight Connector 4" o:spid="_x0000_s1028" style="position:absolute;rotation:90;visibility:visible;mso-wrap-style:square" from="-1245,2487" to="1994,2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JrqxAAAANoAAAAPAAAAZHJzL2Rvd25yZXYueG1sRI9ba8JA&#10;FITfBf/DcgTfdNN6QdOsUkot0kLBC30+ZE+TJdmzIbvV6K93C4KPw8x8w2TrztbiRK03jhU8jRMQ&#10;xLnThgsFx8NmtADhA7LG2jEpuJCH9arfyzDV7sw7Ou1DISKEfYoKyhCaVEqfl2TRj11DHL1f11oM&#10;UbaF1C2eI9zW8jlJ5tKi4bhQYkNvJeXV/s8qMN92MvuY+eXP5uuSf25NNX2/JkoNB93rC4hAXXiE&#10;7+2tVjCF/yvxBsjVDQAA//8DAFBLAQItABQABgAIAAAAIQDb4fbL7gAAAIUBAAATAAAAAAAAAAAA&#10;AAAAAAAAAABbQ29udGVudF9UeXBlc10ueG1sUEsBAi0AFAAGAAgAAAAhAFr0LFu/AAAAFQEAAAsA&#10;AAAAAAAAAAAAAAAAHwEAAF9yZWxzLy5yZWxzUEsBAi0AFAAGAAgAAAAhAGkomurEAAAA2gAAAA8A&#10;AAAAAAAAAAAAAAAABwIAAGRycy9kb3ducmV2LnhtbFBLBQYAAAAAAwADALcAAAD4AgAAAAA=&#10;" strokecolor="gray [1629]" strokeweight="1.5pt"/>
                <v:line id="Straight Connector 5" o:spid="_x0000_s1029" style="position:absolute;rotation:135;visibility:visible;mso-wrap-style:square" from="0,0" to="25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G7WwAAAANoAAAAPAAAAZHJzL2Rvd25yZXYueG1sRI9Bi8Iw&#10;FITvgv8hvAVvmioo0jXKsiB48GJd8fpo3rbB5qXbPLX+eyMIexxm5htmtel9o27URRfYwHSSgSIu&#10;g3VcGfg5bsdLUFGQLTaBycCDImzWw8EKcxvufKBbIZVKEI45GqhF2lzrWNbkMU5CS5y839B5lCS7&#10;StsO7wnuGz3LsoX26Dgt1NjSd03lpbh6A4Xsp+XMevmj3fbcPk7u4k/OmNFH//UJSqiX//C7vbMG&#10;5vC6km6AXj8BAAD//wMAUEsBAi0AFAAGAAgAAAAhANvh9svuAAAAhQEAABMAAAAAAAAAAAAAAAAA&#10;AAAAAFtDb250ZW50X1R5cGVzXS54bWxQSwECLQAUAAYACAAAACEAWvQsW78AAAAVAQAACwAAAAAA&#10;AAAAAAAAAAAfAQAAX3JlbHMvLnJlbHNQSwECLQAUAAYACAAAACEAlLBu1sAAAADaAAAADwAAAAAA&#10;AAAAAAAAAAAHAgAAZHJzL2Rvd25yZXYueG1sUEsFBgAAAAADAAMAtwAAAPQCAAAAAA==&#10;" strokecolor="gray [1629]" strokeweight="1.5pt"/>
              </v:group>
            </w:pict>
          </mc:Fallback>
        </mc:AlternateContent>
      </w:r>
      <w:r w:rsidRPr="005702B3">
        <w:rPr>
          <w:rFonts w:eastAsia="Times New Roman"/>
          <w:noProof/>
          <w:color w:val="365F91" w:themeColor="accent1" w:themeShade="BF"/>
          <w:kern w:val="22"/>
          <w:sz w:val="40"/>
          <w:szCs w:val="40"/>
          <w:lang w:eastAsia="en-AU"/>
        </w:rPr>
        <w:t xml:space="preserve">Task </w:t>
      </w:r>
      <w:r>
        <w:rPr>
          <w:rFonts w:eastAsia="Times New Roman"/>
          <w:noProof/>
          <w:color w:val="365F91" w:themeColor="accent1" w:themeShade="BF"/>
          <w:kern w:val="22"/>
          <w:sz w:val="40"/>
          <w:szCs w:val="40"/>
          <w:lang w:eastAsia="en-AU"/>
        </w:rPr>
        <w:t>6</w:t>
      </w:r>
      <w:r w:rsidRPr="005702B3">
        <w:rPr>
          <w:rFonts w:eastAsia="Times New Roman"/>
          <w:noProof/>
          <w:color w:val="365F91" w:themeColor="accent1" w:themeShade="BF"/>
          <w:kern w:val="22"/>
          <w:sz w:val="40"/>
          <w:szCs w:val="40"/>
          <w:lang w:eastAsia="en-AU"/>
        </w:rPr>
        <w:t xml:space="preserve">: </w:t>
      </w:r>
      <w:r w:rsidRPr="00E918DB">
        <w:rPr>
          <w:rFonts w:eastAsia="Times New Roman"/>
          <w:noProof/>
          <w:color w:val="365F91" w:themeColor="accent1" w:themeShade="BF"/>
          <w:kern w:val="22"/>
          <w:sz w:val="40"/>
          <w:szCs w:val="40"/>
          <w:lang w:eastAsia="en-AU"/>
        </w:rPr>
        <w:t>Job Safety &amp; Environment Analysis</w:t>
      </w:r>
    </w:p>
    <w:p w14:paraId="4F9AD18D" w14:textId="77777777" w:rsidR="001647F0" w:rsidRDefault="001647F0" w:rsidP="001647F0">
      <w:pPr>
        <w:pStyle w:val="RiskTableText"/>
        <w:tabs>
          <w:tab w:val="left" w:leader="underscore" w:pos="9214"/>
          <w:tab w:val="left" w:leader="underscore" w:pos="15451"/>
        </w:tabs>
        <w:rPr>
          <w:rFonts w:asciiTheme="minorHAnsi" w:hAnsiTheme="minorHAnsi"/>
          <w:b/>
          <w:sz w:val="20"/>
          <w:szCs w:val="16"/>
        </w:rPr>
      </w:pPr>
      <w:r w:rsidRPr="00727B3D">
        <w:rPr>
          <w:rFonts w:asciiTheme="minorHAnsi" w:hAnsiTheme="minorHAnsi"/>
          <w:b/>
          <w:sz w:val="20"/>
          <w:szCs w:val="16"/>
        </w:rPr>
        <w:t>Activity/ Task</w:t>
      </w:r>
      <w:r>
        <w:rPr>
          <w:rFonts w:asciiTheme="minorHAnsi" w:hAnsiTheme="minorHAnsi"/>
          <w:b/>
          <w:sz w:val="20"/>
          <w:szCs w:val="16"/>
        </w:rPr>
        <w:t>:</w:t>
      </w:r>
      <w:r w:rsidRPr="00877997">
        <w:rPr>
          <w:rFonts w:asciiTheme="minorHAnsi" w:hAnsiTheme="minorHAnsi"/>
          <w:b/>
          <w:sz w:val="20"/>
          <w:szCs w:val="16"/>
        </w:rPr>
        <w:t xml:space="preserve"> </w:t>
      </w:r>
      <w:r>
        <w:rPr>
          <w:rFonts w:asciiTheme="minorHAnsi" w:hAnsiTheme="minorHAnsi"/>
          <w:b/>
          <w:color w:val="FF0000"/>
          <w:sz w:val="20"/>
          <w:szCs w:val="16"/>
        </w:rPr>
        <w:t xml:space="preserve">Preparing surfaces for task 1, 2, 3 &amp; 4 </w:t>
      </w:r>
      <w:r>
        <w:rPr>
          <w:rFonts w:asciiTheme="minorHAnsi" w:hAnsiTheme="minorHAnsi"/>
          <w:color w:val="auto"/>
          <w:sz w:val="20"/>
          <w:szCs w:val="16"/>
        </w:rPr>
        <w:t>_________________________</w:t>
      </w:r>
      <w:r w:rsidRPr="0071171D">
        <w:rPr>
          <w:rFonts w:asciiTheme="minorHAnsi" w:hAnsiTheme="minorHAnsi"/>
          <w:b/>
          <w:color w:val="auto"/>
          <w:sz w:val="20"/>
          <w:szCs w:val="16"/>
        </w:rPr>
        <w:t>Location</w:t>
      </w:r>
      <w:r w:rsidRPr="00D33F68">
        <w:rPr>
          <w:rFonts w:asciiTheme="minorHAnsi" w:hAnsiTheme="minorHAnsi"/>
          <w:b/>
          <w:sz w:val="20"/>
          <w:szCs w:val="16"/>
        </w:rPr>
        <w:t>:</w:t>
      </w:r>
      <w:r>
        <w:rPr>
          <w:rFonts w:asciiTheme="minorHAnsi" w:hAnsiTheme="minorHAnsi"/>
          <w:b/>
          <w:sz w:val="20"/>
          <w:szCs w:val="16"/>
        </w:rPr>
        <w:t xml:space="preserve"> </w:t>
      </w:r>
      <w:r>
        <w:rPr>
          <w:rFonts w:asciiTheme="minorHAnsi" w:hAnsiTheme="minorHAnsi"/>
          <w:b/>
          <w:color w:val="FF0000"/>
          <w:sz w:val="20"/>
          <w:szCs w:val="16"/>
        </w:rPr>
        <w:t>Tafe workshop</w:t>
      </w:r>
      <w:r w:rsidRPr="00821152">
        <w:rPr>
          <w:rFonts w:asciiTheme="minorHAnsi" w:hAnsiTheme="minorHAnsi"/>
          <w:sz w:val="20"/>
          <w:szCs w:val="16"/>
        </w:rPr>
        <w:tab/>
      </w:r>
    </w:p>
    <w:p w14:paraId="0165E2BF" w14:textId="77777777" w:rsidR="001647F0" w:rsidRPr="00694509" w:rsidRDefault="001647F0" w:rsidP="001647F0">
      <w:pPr>
        <w:pStyle w:val="RiskTableText"/>
        <w:tabs>
          <w:tab w:val="left" w:leader="underscore" w:pos="5103"/>
          <w:tab w:val="left" w:leader="underscore" w:pos="12191"/>
          <w:tab w:val="left" w:leader="underscore" w:pos="15451"/>
        </w:tabs>
        <w:rPr>
          <w:rFonts w:asciiTheme="minorHAnsi" w:hAnsiTheme="minorHAnsi"/>
          <w:b/>
          <w:sz w:val="20"/>
          <w:szCs w:val="16"/>
        </w:rPr>
      </w:pPr>
      <w:r>
        <w:rPr>
          <w:rFonts w:asciiTheme="minorHAnsi" w:hAnsiTheme="minorHAnsi"/>
          <w:b/>
          <w:sz w:val="20"/>
          <w:szCs w:val="16"/>
        </w:rPr>
        <w:t xml:space="preserve">Conducted by: </w:t>
      </w:r>
      <w:r>
        <w:rPr>
          <w:rFonts w:asciiTheme="minorHAnsi" w:hAnsiTheme="minorHAnsi"/>
          <w:b/>
          <w:color w:val="FF0000"/>
          <w:sz w:val="20"/>
          <w:szCs w:val="16"/>
        </w:rPr>
        <w:t>Student XXX</w:t>
      </w:r>
      <w:r w:rsidRPr="00740FC4">
        <w:rPr>
          <w:rFonts w:asciiTheme="minorHAnsi" w:hAnsiTheme="minorHAnsi"/>
          <w:sz w:val="20"/>
          <w:szCs w:val="16"/>
        </w:rPr>
        <w:tab/>
      </w:r>
      <w:r>
        <w:rPr>
          <w:rFonts w:asciiTheme="minorHAnsi" w:hAnsiTheme="minorHAnsi"/>
          <w:b/>
          <w:sz w:val="20"/>
          <w:szCs w:val="16"/>
        </w:rPr>
        <w:t>In C</w:t>
      </w:r>
      <w:r w:rsidRPr="00694509">
        <w:rPr>
          <w:rFonts w:asciiTheme="minorHAnsi" w:hAnsiTheme="minorHAnsi"/>
          <w:b/>
          <w:sz w:val="20"/>
          <w:szCs w:val="16"/>
        </w:rPr>
        <w:t>onsultation with:</w:t>
      </w:r>
      <w:r>
        <w:rPr>
          <w:rFonts w:asciiTheme="minorHAnsi" w:hAnsiTheme="minorHAnsi"/>
          <w:b/>
          <w:sz w:val="20"/>
          <w:szCs w:val="16"/>
        </w:rPr>
        <w:t xml:space="preserve"> </w:t>
      </w:r>
      <w:r>
        <w:rPr>
          <w:rFonts w:asciiTheme="minorHAnsi" w:hAnsiTheme="minorHAnsi"/>
          <w:b/>
          <w:color w:val="FF0000"/>
          <w:sz w:val="20"/>
          <w:szCs w:val="16"/>
        </w:rPr>
        <w:t xml:space="preserve">Teacher YYY                                  </w:t>
      </w:r>
      <w:r w:rsidRPr="00694509">
        <w:rPr>
          <w:rFonts w:asciiTheme="minorHAnsi" w:hAnsiTheme="minorHAnsi"/>
          <w:b/>
          <w:sz w:val="20"/>
          <w:szCs w:val="16"/>
        </w:rPr>
        <w:t>Date</w:t>
      </w:r>
      <w:r w:rsidRPr="0071171D">
        <w:rPr>
          <w:rFonts w:asciiTheme="minorHAnsi" w:hAnsiTheme="minorHAnsi"/>
          <w:sz w:val="20"/>
          <w:szCs w:val="16"/>
        </w:rPr>
        <w:t xml:space="preserve"> </w:t>
      </w:r>
      <w:r w:rsidRPr="00694509">
        <w:rPr>
          <w:rFonts w:asciiTheme="minorHAnsi" w:hAnsiTheme="minorHAnsi"/>
          <w:b/>
          <w:sz w:val="20"/>
          <w:szCs w:val="16"/>
        </w:rPr>
        <w:t>Conducted</w:t>
      </w:r>
      <w:r>
        <w:rPr>
          <w:rFonts w:asciiTheme="minorHAnsi" w:hAnsiTheme="minorHAnsi"/>
          <w:b/>
          <w:sz w:val="20"/>
          <w:szCs w:val="16"/>
        </w:rPr>
        <w:t xml:space="preserve">: </w:t>
      </w:r>
      <w:r>
        <w:rPr>
          <w:rFonts w:asciiTheme="minorHAnsi" w:hAnsiTheme="minorHAnsi"/>
          <w:b/>
          <w:color w:val="FF0000"/>
          <w:sz w:val="20"/>
          <w:szCs w:val="16"/>
        </w:rPr>
        <w:t>28/11/2018</w:t>
      </w:r>
      <w:r>
        <w:rPr>
          <w:rFonts w:asciiTheme="minorHAnsi" w:hAnsiTheme="minorHAnsi"/>
          <w:sz w:val="20"/>
          <w:szCs w:val="16"/>
        </w:rPr>
        <w:t>_________</w:t>
      </w:r>
    </w:p>
    <w:p w14:paraId="3CB868AB" w14:textId="77777777" w:rsidR="001647F0" w:rsidRDefault="001647F0" w:rsidP="001647F0">
      <w:pPr>
        <w:pStyle w:val="RiskTableText"/>
        <w:tabs>
          <w:tab w:val="left" w:leader="underscore" w:pos="5103"/>
          <w:tab w:val="left" w:pos="5954"/>
          <w:tab w:val="left" w:leader="underscore" w:pos="12333"/>
          <w:tab w:val="left" w:leader="underscore" w:pos="15451"/>
        </w:tabs>
        <w:rPr>
          <w:rFonts w:asciiTheme="minorHAnsi" w:hAnsiTheme="minorHAnsi"/>
          <w:sz w:val="20"/>
          <w:szCs w:val="16"/>
        </w:rPr>
      </w:pPr>
      <w:r w:rsidRPr="00233029">
        <w:rPr>
          <w:rFonts w:asciiTheme="minorHAnsi" w:hAnsiTheme="minorHAnsi"/>
          <w:b/>
          <w:sz w:val="20"/>
          <w:szCs w:val="16"/>
        </w:rPr>
        <w:t>Reviewed by</w:t>
      </w:r>
      <w:r>
        <w:rPr>
          <w:rFonts w:asciiTheme="minorHAnsi" w:hAnsiTheme="minorHAnsi"/>
          <w:sz w:val="20"/>
          <w:szCs w:val="16"/>
        </w:rPr>
        <w:t xml:space="preserve">: </w:t>
      </w:r>
      <w:r w:rsidRPr="00845BBF">
        <w:rPr>
          <w:rFonts w:asciiTheme="minorHAnsi" w:hAnsiTheme="minorHAnsi"/>
          <w:b/>
          <w:color w:val="FF0000"/>
          <w:sz w:val="20"/>
          <w:szCs w:val="16"/>
        </w:rPr>
        <w:t>Assessor ZZZ</w:t>
      </w:r>
      <w:r w:rsidRPr="00233029">
        <w:rPr>
          <w:rFonts w:asciiTheme="minorHAnsi" w:hAnsiTheme="minorHAnsi"/>
          <w:sz w:val="20"/>
          <w:szCs w:val="16"/>
        </w:rPr>
        <w:tab/>
      </w:r>
      <w:r w:rsidRPr="00233029">
        <w:rPr>
          <w:rFonts w:asciiTheme="minorHAnsi" w:hAnsiTheme="minorHAnsi"/>
          <w:b/>
          <w:sz w:val="20"/>
          <w:szCs w:val="16"/>
        </w:rPr>
        <w:t>Comments</w:t>
      </w:r>
      <w:r>
        <w:rPr>
          <w:rFonts w:asciiTheme="minorHAnsi" w:hAnsiTheme="minorHAnsi"/>
          <w:b/>
          <w:sz w:val="20"/>
          <w:szCs w:val="16"/>
        </w:rPr>
        <w:t xml:space="preserve">: </w:t>
      </w:r>
      <w:r>
        <w:rPr>
          <w:rFonts w:asciiTheme="minorHAnsi" w:hAnsiTheme="minorHAnsi"/>
          <w:b/>
          <w:color w:val="FF0000"/>
          <w:sz w:val="20"/>
          <w:szCs w:val="16"/>
        </w:rPr>
        <w:t xml:space="preserve">To be </w:t>
      </w:r>
      <w:r w:rsidRPr="0071171D">
        <w:rPr>
          <w:rFonts w:asciiTheme="minorHAnsi" w:hAnsiTheme="minorHAnsi"/>
          <w:color w:val="FF0000"/>
          <w:sz w:val="20"/>
          <w:szCs w:val="16"/>
        </w:rPr>
        <w:t>observed</w:t>
      </w:r>
      <w:r w:rsidRPr="0071171D">
        <w:rPr>
          <w:rFonts w:asciiTheme="minorHAnsi" w:hAnsiTheme="minorHAnsi"/>
          <w:color w:val="auto"/>
          <w:sz w:val="20"/>
          <w:szCs w:val="16"/>
        </w:rPr>
        <w:t>___________________</w:t>
      </w:r>
      <w:r w:rsidRPr="00290FD2">
        <w:rPr>
          <w:rFonts w:asciiTheme="minorHAnsi" w:hAnsiTheme="minorHAnsi"/>
          <w:b/>
          <w:sz w:val="20"/>
          <w:szCs w:val="16"/>
        </w:rPr>
        <w:t>Date</w:t>
      </w:r>
      <w:r w:rsidRPr="00233029">
        <w:rPr>
          <w:rFonts w:asciiTheme="minorHAnsi" w:hAnsiTheme="minorHAnsi"/>
          <w:b/>
          <w:sz w:val="20"/>
          <w:szCs w:val="16"/>
        </w:rPr>
        <w:t xml:space="preserve"> Reviewed:</w:t>
      </w:r>
      <w:r>
        <w:rPr>
          <w:rFonts w:asciiTheme="minorHAnsi" w:hAnsiTheme="minorHAnsi"/>
          <w:b/>
          <w:color w:val="FF0000"/>
          <w:sz w:val="20"/>
          <w:szCs w:val="16"/>
        </w:rPr>
        <w:t xml:space="preserve"> 30/11/2018</w:t>
      </w:r>
      <w:r w:rsidRPr="00233029">
        <w:rPr>
          <w:rFonts w:asciiTheme="minorHAnsi" w:hAnsiTheme="minorHAnsi"/>
          <w:sz w:val="20"/>
          <w:szCs w:val="16"/>
        </w:rPr>
        <w:tab/>
      </w:r>
    </w:p>
    <w:p w14:paraId="09943334" w14:textId="77777777" w:rsidR="001647F0" w:rsidRPr="00391009" w:rsidRDefault="001647F0" w:rsidP="001647F0">
      <w:pPr>
        <w:pStyle w:val="Chcklist"/>
        <w:spacing w:before="120"/>
      </w:pPr>
      <w:r>
        <w:rPr>
          <w:b/>
        </w:rPr>
        <w:t>Reason for</w:t>
      </w:r>
      <w:r w:rsidRPr="00107DFB">
        <w:rPr>
          <w:b/>
        </w:rPr>
        <w:t xml:space="preserve"> this risk assessment</w:t>
      </w:r>
      <w:r>
        <w:t xml:space="preserve">– </w:t>
      </w:r>
      <w:r w:rsidRPr="00391009">
        <w:rPr>
          <w:i/>
        </w:rPr>
        <w:t xml:space="preserve">refer </w:t>
      </w:r>
      <w:r>
        <w:rPr>
          <w:i/>
        </w:rPr>
        <w:t xml:space="preserve">to the </w:t>
      </w:r>
      <w:hyperlink r:id="rId22" w:history="1">
        <w:r w:rsidRPr="00273021">
          <w:rPr>
            <w:rStyle w:val="Hyperlink"/>
            <w:i/>
          </w:rPr>
          <w:t>Procedure for WHS Risk Management</w:t>
        </w:r>
      </w:hyperlink>
    </w:p>
    <w:tbl>
      <w:tblPr>
        <w:tblStyle w:val="TableGrid"/>
        <w:tblW w:w="5420" w:type="pct"/>
        <w:tblInd w:w="-572" w:type="dxa"/>
        <w:tblLook w:val="04A0" w:firstRow="1" w:lastRow="0" w:firstColumn="1" w:lastColumn="0" w:noHBand="0" w:noVBand="1"/>
      </w:tblPr>
      <w:tblGrid>
        <w:gridCol w:w="1946"/>
        <w:gridCol w:w="843"/>
        <w:gridCol w:w="413"/>
        <w:gridCol w:w="97"/>
        <w:gridCol w:w="1374"/>
        <w:gridCol w:w="231"/>
        <w:gridCol w:w="1005"/>
        <w:gridCol w:w="1541"/>
        <w:gridCol w:w="2387"/>
        <w:gridCol w:w="795"/>
        <w:gridCol w:w="1723"/>
        <w:gridCol w:w="2812"/>
      </w:tblGrid>
      <w:tr w:rsidR="001647F0" w:rsidRPr="00877997" w14:paraId="3338E700" w14:textId="77777777" w:rsidTr="00B64173">
        <w:trPr>
          <w:cnfStyle w:val="100000000000" w:firstRow="1" w:lastRow="0" w:firstColumn="0" w:lastColumn="0" w:oddVBand="0" w:evenVBand="0" w:oddHBand="0" w:evenHBand="0" w:firstRowFirstColumn="0" w:firstRowLastColumn="0" w:lastRowFirstColumn="0" w:lastRowLastColumn="0"/>
          <w:trHeight w:hRule="exact" w:val="776"/>
        </w:trPr>
        <w:tc>
          <w:tcPr>
            <w:tcW w:w="920"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157D10FC" w14:textId="77777777" w:rsidR="001647F0" w:rsidRPr="00877997" w:rsidRDefault="00AD459E" w:rsidP="00B64173">
            <w:pPr>
              <w:pStyle w:val="Chcklist"/>
              <w:rPr>
                <w:color w:val="auto"/>
              </w:rPr>
            </w:pPr>
            <w:sdt>
              <w:sdtPr>
                <w:id w:val="-287200775"/>
                <w14:checkbox>
                  <w14:checked w14:val="0"/>
                  <w14:checkedState w14:val="2612" w14:font="MS Gothic"/>
                  <w14:uncheckedState w14:val="2610" w14:font="MS Gothic"/>
                </w14:checkbox>
              </w:sdtPr>
              <w:sdtEndPr/>
              <w:sdtContent>
                <w:r w:rsidR="001647F0" w:rsidRPr="00877997">
                  <w:rPr>
                    <w:rFonts w:ascii="MS Gothic" w:eastAsia="MS Gothic" w:hAnsi="MS Gothic" w:hint="eastAsia"/>
                    <w:color w:val="auto"/>
                  </w:rPr>
                  <w:t>☐</w:t>
                </w:r>
              </w:sdtContent>
            </w:sdt>
            <w:r w:rsidR="001647F0" w:rsidRPr="00877997">
              <w:rPr>
                <w:color w:val="auto"/>
              </w:rPr>
              <w:t xml:space="preserve">Workplace Change </w:t>
            </w:r>
          </w:p>
          <w:p w14:paraId="7A0144C6" w14:textId="6CDC9D1B" w:rsidR="001647F0" w:rsidRPr="00877997" w:rsidRDefault="00AD459E" w:rsidP="00B64173">
            <w:pPr>
              <w:pStyle w:val="Chcklist"/>
              <w:rPr>
                <w:color w:val="auto"/>
              </w:rPr>
            </w:pPr>
            <w:sdt>
              <w:sdtPr>
                <w:id w:val="371891620"/>
                <w14:checkbox>
                  <w14:checked w14:val="0"/>
                  <w14:checkedState w14:val="2612" w14:font="MS Gothic"/>
                  <w14:uncheckedState w14:val="2610" w14:font="MS Gothic"/>
                </w14:checkbox>
              </w:sdtPr>
              <w:sdtEndPr/>
              <w:sdtContent>
                <w:r w:rsidR="001647F0">
                  <w:rPr>
                    <w:rFonts w:ascii="MS Gothic" w:eastAsia="MS Gothic" w:hAnsi="MS Gothic" w:hint="eastAsia"/>
                    <w:color w:val="auto"/>
                  </w:rPr>
                  <w:t>☐</w:t>
                </w:r>
              </w:sdtContent>
            </w:sdt>
            <w:r w:rsidR="001647F0" w:rsidRPr="00877997">
              <w:rPr>
                <w:color w:val="auto"/>
              </w:rPr>
              <w:t>Work task / activity</w:t>
            </w:r>
          </w:p>
          <w:p w14:paraId="1DB846BC" w14:textId="77777777" w:rsidR="001647F0" w:rsidRPr="00877997" w:rsidRDefault="00AD459E" w:rsidP="00B64173">
            <w:pPr>
              <w:pStyle w:val="Chcklist"/>
              <w:rPr>
                <w:color w:val="auto"/>
              </w:rPr>
            </w:pPr>
            <w:sdt>
              <w:sdtPr>
                <w:id w:val="161511578"/>
                <w14:checkbox>
                  <w14:checked w14:val="0"/>
                  <w14:checkedState w14:val="2612" w14:font="MS Gothic"/>
                  <w14:uncheckedState w14:val="2610" w14:font="MS Gothic"/>
                </w14:checkbox>
              </w:sdtPr>
              <w:sdtEndPr/>
              <w:sdtContent>
                <w:r w:rsidR="001647F0">
                  <w:rPr>
                    <w:rFonts w:ascii="MS Gothic" w:eastAsia="MS Gothic" w:hAnsi="MS Gothic"/>
                    <w:color w:val="auto"/>
                  </w:rPr>
                  <w:t>☐</w:t>
                </w:r>
              </w:sdtContent>
            </w:sdt>
            <w:r w:rsidR="001647F0" w:rsidRPr="00877997">
              <w:rPr>
                <w:color w:val="auto"/>
              </w:rPr>
              <w:t>New building/ facility</w:t>
            </w:r>
          </w:p>
        </w:tc>
        <w:tc>
          <w:tcPr>
            <w:tcW w:w="697" w:type="pct"/>
            <w:gridSpan w:val="4"/>
            <w:tcBorders>
              <w:top w:val="single" w:sz="4" w:space="0" w:color="auto"/>
              <w:left w:val="single" w:sz="4" w:space="0" w:color="auto"/>
              <w:bottom w:val="single" w:sz="4" w:space="0" w:color="auto"/>
              <w:right w:val="single" w:sz="4" w:space="0" w:color="auto"/>
            </w:tcBorders>
            <w:shd w:val="clear" w:color="auto" w:fill="auto"/>
            <w:vAlign w:val="top"/>
          </w:tcPr>
          <w:p w14:paraId="417E55DD" w14:textId="77777777" w:rsidR="001647F0" w:rsidRDefault="00AD459E" w:rsidP="00B64173">
            <w:pPr>
              <w:pStyle w:val="Chcklist"/>
              <w:rPr>
                <w:color w:val="auto"/>
              </w:rPr>
            </w:pPr>
            <w:sdt>
              <w:sdtPr>
                <w:id w:val="-36817356"/>
                <w14:checkbox>
                  <w14:checked w14:val="0"/>
                  <w14:checkedState w14:val="2612" w14:font="MS Gothic"/>
                  <w14:uncheckedState w14:val="2610" w14:font="MS Gothic"/>
                </w14:checkbox>
              </w:sdtPr>
              <w:sdtEndPr/>
              <w:sdtContent>
                <w:r w:rsidR="001647F0">
                  <w:rPr>
                    <w:rFonts w:ascii="MS Gothic" w:eastAsia="MS Gothic" w:hAnsi="MS Gothic" w:hint="eastAsia"/>
                    <w:color w:val="auto"/>
                  </w:rPr>
                  <w:t>☐</w:t>
                </w:r>
              </w:sdtContent>
            </w:sdt>
            <w:r w:rsidR="001647F0" w:rsidRPr="00877997">
              <w:rPr>
                <w:color w:val="auto"/>
              </w:rPr>
              <w:t xml:space="preserve">Procure new plant </w:t>
            </w:r>
          </w:p>
          <w:p w14:paraId="26B0E8A3" w14:textId="77777777" w:rsidR="001647F0" w:rsidRDefault="00AD459E" w:rsidP="00B64173">
            <w:pPr>
              <w:pStyle w:val="Chcklist"/>
              <w:rPr>
                <w:color w:val="auto"/>
              </w:rPr>
            </w:pPr>
            <w:sdt>
              <w:sdtPr>
                <w:id w:val="-1131012235"/>
                <w14:checkbox>
                  <w14:checked w14:val="0"/>
                  <w14:checkedState w14:val="2612" w14:font="MS Gothic"/>
                  <w14:uncheckedState w14:val="2610" w14:font="MS Gothic"/>
                </w14:checkbox>
              </w:sdtPr>
              <w:sdtEndPr/>
              <w:sdtContent>
                <w:r w:rsidR="001647F0">
                  <w:rPr>
                    <w:rFonts w:ascii="MS Gothic" w:eastAsia="MS Gothic" w:hAnsi="MS Gothic" w:hint="eastAsia"/>
                    <w:color w:val="auto"/>
                  </w:rPr>
                  <w:t>☐</w:t>
                </w:r>
              </w:sdtContent>
            </w:sdt>
            <w:r w:rsidR="001647F0" w:rsidRPr="00877997">
              <w:rPr>
                <w:color w:val="auto"/>
              </w:rPr>
              <w:t>Commission new plant</w:t>
            </w:r>
          </w:p>
          <w:p w14:paraId="6BD97786" w14:textId="77777777" w:rsidR="001647F0" w:rsidRPr="00877997" w:rsidRDefault="00AD459E" w:rsidP="00B64173">
            <w:pPr>
              <w:pStyle w:val="Chcklist"/>
              <w:rPr>
                <w:color w:val="auto"/>
              </w:rPr>
            </w:pPr>
            <w:sdt>
              <w:sdtPr>
                <w:id w:val="359411611"/>
                <w14:checkbox>
                  <w14:checked w14:val="0"/>
                  <w14:checkedState w14:val="2612" w14:font="MS Gothic"/>
                  <w14:uncheckedState w14:val="2610" w14:font="MS Gothic"/>
                </w14:checkbox>
              </w:sdtPr>
              <w:sdtEndPr/>
              <w:sdtContent>
                <w:r w:rsidR="001647F0">
                  <w:rPr>
                    <w:rFonts w:ascii="MS Gothic" w:eastAsia="MS Gothic" w:hAnsi="MS Gothic" w:hint="eastAsia"/>
                    <w:color w:val="auto"/>
                  </w:rPr>
                  <w:t>☐</w:t>
                </w:r>
              </w:sdtContent>
            </w:sdt>
            <w:r w:rsidR="001647F0" w:rsidRPr="00877997">
              <w:rPr>
                <w:color w:val="auto"/>
              </w:rPr>
              <w:t xml:space="preserve"> Decommission plant</w:t>
            </w:r>
          </w:p>
        </w:tc>
        <w:tc>
          <w:tcPr>
            <w:tcW w:w="839"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10CB465F" w14:textId="77777777" w:rsidR="001647F0" w:rsidRPr="00877997" w:rsidRDefault="00AD459E" w:rsidP="00B64173">
            <w:pPr>
              <w:pStyle w:val="Chcklist"/>
              <w:rPr>
                <w:color w:val="auto"/>
              </w:rPr>
            </w:pPr>
            <w:sdt>
              <w:sdtPr>
                <w:id w:val="-1514522573"/>
                <w14:checkbox>
                  <w14:checked w14:val="0"/>
                  <w14:checkedState w14:val="2612" w14:font="MS Gothic"/>
                  <w14:uncheckedState w14:val="2610" w14:font="MS Gothic"/>
                </w14:checkbox>
              </w:sdtPr>
              <w:sdtEndPr/>
              <w:sdtContent>
                <w:r w:rsidR="001647F0" w:rsidRPr="00877997">
                  <w:rPr>
                    <w:rFonts w:ascii="Segoe UI Symbol" w:hAnsi="Segoe UI Symbol" w:cs="Segoe UI Symbol"/>
                    <w:color w:val="auto"/>
                  </w:rPr>
                  <w:t>☐</w:t>
                </w:r>
              </w:sdtContent>
            </w:sdt>
            <w:r w:rsidR="001647F0" w:rsidRPr="00877997">
              <w:rPr>
                <w:color w:val="auto"/>
              </w:rPr>
              <w:t xml:space="preserve">  New chemical or storage</w:t>
            </w:r>
          </w:p>
          <w:p w14:paraId="61575332" w14:textId="77777777" w:rsidR="001647F0" w:rsidRPr="00877997" w:rsidRDefault="00AD459E" w:rsidP="00B64173">
            <w:pPr>
              <w:pStyle w:val="Chcklist"/>
              <w:rPr>
                <w:color w:val="auto"/>
              </w:rPr>
            </w:pPr>
            <w:sdt>
              <w:sdtPr>
                <w:id w:val="1575702213"/>
                <w14:checkbox>
                  <w14:checked w14:val="0"/>
                  <w14:checkedState w14:val="2612" w14:font="MS Gothic"/>
                  <w14:uncheckedState w14:val="2610" w14:font="MS Gothic"/>
                </w14:checkbox>
              </w:sdtPr>
              <w:sdtEndPr/>
              <w:sdtContent>
                <w:r w:rsidR="001647F0">
                  <w:rPr>
                    <w:rFonts w:ascii="MS Gothic" w:eastAsia="MS Gothic" w:hAnsi="MS Gothic" w:hint="eastAsia"/>
                    <w:color w:val="auto"/>
                  </w:rPr>
                  <w:t>☐</w:t>
                </w:r>
              </w:sdtContent>
            </w:sdt>
            <w:r w:rsidR="001647F0" w:rsidRPr="00877997">
              <w:rPr>
                <w:color w:val="auto"/>
              </w:rPr>
              <w:t xml:space="preserve">  Maintenance activity</w:t>
            </w:r>
          </w:p>
          <w:p w14:paraId="6E1F9734" w14:textId="77777777" w:rsidR="001647F0" w:rsidRPr="00877997" w:rsidRDefault="00AD459E" w:rsidP="00B64173">
            <w:pPr>
              <w:pStyle w:val="Chcklist"/>
              <w:rPr>
                <w:color w:val="auto"/>
              </w:rPr>
            </w:pPr>
            <w:sdt>
              <w:sdtPr>
                <w:id w:val="1038154707"/>
                <w14:checkbox>
                  <w14:checked w14:val="0"/>
                  <w14:checkedState w14:val="2612" w14:font="MS Gothic"/>
                  <w14:uncheckedState w14:val="2610" w14:font="MS Gothic"/>
                </w14:checkbox>
              </w:sdtPr>
              <w:sdtEndPr/>
              <w:sdtContent>
                <w:r w:rsidR="001647F0" w:rsidRPr="00877997">
                  <w:rPr>
                    <w:rFonts w:ascii="Segoe UI Symbol" w:hAnsi="Segoe UI Symbol" w:cs="Segoe UI Symbol"/>
                    <w:color w:val="auto"/>
                  </w:rPr>
                  <w:t>☐</w:t>
                </w:r>
              </w:sdtContent>
            </w:sdt>
            <w:r w:rsidR="001647F0" w:rsidRPr="00877997">
              <w:rPr>
                <w:color w:val="auto"/>
              </w:rPr>
              <w:t xml:space="preserve">  Lease or contract</w:t>
            </w:r>
          </w:p>
        </w:tc>
        <w:tc>
          <w:tcPr>
            <w:tcW w:w="787" w:type="pct"/>
            <w:tcBorders>
              <w:top w:val="single" w:sz="4" w:space="0" w:color="auto"/>
              <w:left w:val="single" w:sz="4" w:space="0" w:color="auto"/>
              <w:bottom w:val="single" w:sz="4" w:space="0" w:color="auto"/>
              <w:right w:val="single" w:sz="4" w:space="0" w:color="auto"/>
            </w:tcBorders>
            <w:shd w:val="clear" w:color="auto" w:fill="auto"/>
            <w:vAlign w:val="top"/>
          </w:tcPr>
          <w:p w14:paraId="4CF89143" w14:textId="77777777" w:rsidR="001647F0" w:rsidRPr="00877997" w:rsidRDefault="00AD459E" w:rsidP="00B64173">
            <w:pPr>
              <w:pStyle w:val="Chcklist"/>
              <w:rPr>
                <w:color w:val="auto"/>
              </w:rPr>
            </w:pPr>
            <w:sdt>
              <w:sdtPr>
                <w:id w:val="1109474083"/>
                <w14:checkbox>
                  <w14:checked w14:val="0"/>
                  <w14:checkedState w14:val="2612" w14:font="MS Gothic"/>
                  <w14:uncheckedState w14:val="2610" w14:font="MS Gothic"/>
                </w14:checkbox>
              </w:sdtPr>
              <w:sdtEndPr/>
              <w:sdtContent>
                <w:r w:rsidR="001647F0" w:rsidRPr="00877997">
                  <w:rPr>
                    <w:rFonts w:ascii="Segoe UI Symbol" w:hAnsi="Segoe UI Symbol" w:cs="Segoe UI Symbol"/>
                    <w:color w:val="auto"/>
                  </w:rPr>
                  <w:t>☐</w:t>
                </w:r>
              </w:sdtContent>
            </w:sdt>
            <w:r w:rsidR="001647F0" w:rsidRPr="00877997">
              <w:rPr>
                <w:color w:val="auto"/>
              </w:rPr>
              <w:t xml:space="preserve">  Staff work travel</w:t>
            </w:r>
          </w:p>
          <w:p w14:paraId="76E99C6A" w14:textId="77777777" w:rsidR="001647F0" w:rsidRPr="00877997" w:rsidRDefault="00AD459E" w:rsidP="00B64173">
            <w:pPr>
              <w:pStyle w:val="Chcklist"/>
              <w:rPr>
                <w:color w:val="auto"/>
              </w:rPr>
            </w:pPr>
            <w:sdt>
              <w:sdtPr>
                <w:id w:val="110400749"/>
                <w14:checkbox>
                  <w14:checked w14:val="0"/>
                  <w14:checkedState w14:val="2612" w14:font="MS Gothic"/>
                  <w14:uncheckedState w14:val="2610" w14:font="MS Gothic"/>
                </w14:checkbox>
              </w:sdtPr>
              <w:sdtEndPr/>
              <w:sdtContent>
                <w:r w:rsidR="001647F0" w:rsidRPr="00877997">
                  <w:rPr>
                    <w:rFonts w:ascii="Segoe UI Symbol" w:hAnsi="Segoe UI Symbol" w:cs="Segoe UI Symbol"/>
                    <w:color w:val="auto"/>
                  </w:rPr>
                  <w:t>☐</w:t>
                </w:r>
              </w:sdtContent>
            </w:sdt>
            <w:r w:rsidR="001647F0" w:rsidRPr="00877997">
              <w:rPr>
                <w:color w:val="auto"/>
              </w:rPr>
              <w:t xml:space="preserve">  Remote or lone working  </w:t>
            </w:r>
          </w:p>
          <w:p w14:paraId="7B228FFB" w14:textId="77777777" w:rsidR="001647F0" w:rsidRPr="00877997" w:rsidRDefault="00AD459E" w:rsidP="00B64173">
            <w:pPr>
              <w:pStyle w:val="Chcklist"/>
              <w:rPr>
                <w:color w:val="auto"/>
              </w:rPr>
            </w:pPr>
            <w:sdt>
              <w:sdtPr>
                <w:id w:val="-1401747362"/>
                <w14:checkbox>
                  <w14:checked w14:val="0"/>
                  <w14:checkedState w14:val="2612" w14:font="MS Gothic"/>
                  <w14:uncheckedState w14:val="2610" w14:font="MS Gothic"/>
                </w14:checkbox>
              </w:sdtPr>
              <w:sdtEndPr/>
              <w:sdtContent>
                <w:r w:rsidR="001647F0" w:rsidRPr="00877997">
                  <w:rPr>
                    <w:rFonts w:ascii="Segoe UI Symbol" w:hAnsi="Segoe UI Symbol" w:cs="Segoe UI Symbol"/>
                    <w:color w:val="auto"/>
                  </w:rPr>
                  <w:t>☐</w:t>
                </w:r>
              </w:sdtContent>
            </w:sdt>
            <w:r w:rsidR="001647F0" w:rsidRPr="00877997">
              <w:rPr>
                <w:color w:val="auto"/>
              </w:rPr>
              <w:t xml:space="preserve">  Public event </w:t>
            </w:r>
          </w:p>
        </w:tc>
        <w:tc>
          <w:tcPr>
            <w:tcW w:w="830"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77FA8B96" w14:textId="77777777" w:rsidR="001647F0" w:rsidRPr="00877997" w:rsidRDefault="00AD459E" w:rsidP="00B64173">
            <w:pPr>
              <w:pStyle w:val="Chcklist"/>
              <w:rPr>
                <w:color w:val="auto"/>
              </w:rPr>
            </w:pPr>
            <w:sdt>
              <w:sdtPr>
                <w:id w:val="1313682915"/>
                <w14:checkbox>
                  <w14:checked w14:val="0"/>
                  <w14:checkedState w14:val="2612" w14:font="MS Gothic"/>
                  <w14:uncheckedState w14:val="2610" w14:font="MS Gothic"/>
                </w14:checkbox>
              </w:sdtPr>
              <w:sdtEndPr/>
              <w:sdtContent>
                <w:r w:rsidR="001647F0" w:rsidRPr="00877997">
                  <w:rPr>
                    <w:rFonts w:ascii="Segoe UI Symbol" w:hAnsi="Segoe UI Symbol" w:cs="Segoe UI Symbol"/>
                    <w:color w:val="auto"/>
                  </w:rPr>
                  <w:t>☐</w:t>
                </w:r>
              </w:sdtContent>
            </w:sdt>
            <w:r w:rsidR="001647F0" w:rsidRPr="00877997">
              <w:rPr>
                <w:color w:val="auto"/>
              </w:rPr>
              <w:t xml:space="preserve">  Student excursion </w:t>
            </w:r>
          </w:p>
          <w:p w14:paraId="61C9FFFD" w14:textId="77777777" w:rsidR="001647F0" w:rsidRPr="00877997" w:rsidRDefault="00AD459E" w:rsidP="00B64173">
            <w:pPr>
              <w:pStyle w:val="Chcklist"/>
              <w:rPr>
                <w:color w:val="auto"/>
              </w:rPr>
            </w:pPr>
            <w:sdt>
              <w:sdtPr>
                <w:id w:val="-1493566576"/>
                <w14:checkbox>
                  <w14:checked w14:val="0"/>
                  <w14:checkedState w14:val="2612" w14:font="MS Gothic"/>
                  <w14:uncheckedState w14:val="2610" w14:font="MS Gothic"/>
                </w14:checkbox>
              </w:sdtPr>
              <w:sdtEndPr/>
              <w:sdtContent>
                <w:r w:rsidR="001647F0" w:rsidRPr="00877997">
                  <w:rPr>
                    <w:rFonts w:ascii="Segoe UI Symbol" w:hAnsi="Segoe UI Symbol" w:cs="Segoe UI Symbol"/>
                    <w:color w:val="auto"/>
                  </w:rPr>
                  <w:t>☐</w:t>
                </w:r>
              </w:sdtContent>
            </w:sdt>
            <w:r w:rsidR="001647F0" w:rsidRPr="00877997">
              <w:rPr>
                <w:color w:val="auto"/>
              </w:rPr>
              <w:t xml:space="preserve">  Student off-site activity    </w:t>
            </w:r>
          </w:p>
          <w:p w14:paraId="1D6E688D" w14:textId="77777777" w:rsidR="001647F0" w:rsidRPr="00877997" w:rsidRDefault="00AD459E" w:rsidP="00B64173">
            <w:pPr>
              <w:pStyle w:val="Chcklist"/>
              <w:rPr>
                <w:color w:val="auto"/>
              </w:rPr>
            </w:pPr>
            <w:sdt>
              <w:sdtPr>
                <w:id w:val="990529934"/>
                <w14:checkbox>
                  <w14:checked w14:val="0"/>
                  <w14:checkedState w14:val="2612" w14:font="MS Gothic"/>
                  <w14:uncheckedState w14:val="2610" w14:font="MS Gothic"/>
                </w14:checkbox>
              </w:sdtPr>
              <w:sdtEndPr/>
              <w:sdtContent>
                <w:r w:rsidR="001647F0" w:rsidRPr="00877997">
                  <w:rPr>
                    <w:rFonts w:ascii="Segoe UI Symbol" w:hAnsi="Segoe UI Symbol" w:cs="Segoe UI Symbol"/>
                    <w:color w:val="auto"/>
                  </w:rPr>
                  <w:t>☐</w:t>
                </w:r>
              </w:sdtContent>
            </w:sdt>
            <w:r w:rsidR="001647F0" w:rsidRPr="00877997">
              <w:rPr>
                <w:color w:val="auto"/>
              </w:rPr>
              <w:t xml:space="preserve">  Student work placement    </w:t>
            </w:r>
          </w:p>
        </w:tc>
        <w:tc>
          <w:tcPr>
            <w:tcW w:w="926" w:type="pct"/>
            <w:tcBorders>
              <w:top w:val="single" w:sz="4" w:space="0" w:color="auto"/>
              <w:left w:val="single" w:sz="4" w:space="0" w:color="auto"/>
              <w:bottom w:val="single" w:sz="4" w:space="0" w:color="auto"/>
              <w:right w:val="single" w:sz="4" w:space="0" w:color="auto"/>
            </w:tcBorders>
            <w:shd w:val="clear" w:color="auto" w:fill="auto"/>
            <w:vAlign w:val="top"/>
          </w:tcPr>
          <w:p w14:paraId="2FADA252" w14:textId="77777777" w:rsidR="001647F0" w:rsidRPr="00877997" w:rsidRDefault="00AD459E" w:rsidP="00B64173">
            <w:pPr>
              <w:pStyle w:val="Chcklist"/>
              <w:rPr>
                <w:color w:val="auto"/>
              </w:rPr>
            </w:pPr>
            <w:sdt>
              <w:sdtPr>
                <w:id w:val="591124698"/>
                <w14:checkbox>
                  <w14:checked w14:val="0"/>
                  <w14:checkedState w14:val="2612" w14:font="MS Gothic"/>
                  <w14:uncheckedState w14:val="2610" w14:font="MS Gothic"/>
                </w14:checkbox>
              </w:sdtPr>
              <w:sdtEndPr/>
              <w:sdtContent>
                <w:r w:rsidR="001647F0">
                  <w:rPr>
                    <w:rFonts w:ascii="MS Gothic" w:eastAsia="MS Gothic" w:hAnsi="MS Gothic" w:hint="eastAsia"/>
                  </w:rPr>
                  <w:t>☐</w:t>
                </w:r>
              </w:sdtContent>
            </w:sdt>
            <w:r w:rsidR="001647F0" w:rsidRPr="00877997">
              <w:rPr>
                <w:color w:val="auto"/>
              </w:rPr>
              <w:t xml:space="preserve">  Other </w:t>
            </w:r>
            <w:r w:rsidR="001647F0" w:rsidRPr="00877997">
              <w:rPr>
                <w:i/>
                <w:color w:val="auto"/>
              </w:rPr>
              <w:t>(specify)</w:t>
            </w:r>
            <w:r w:rsidR="001647F0" w:rsidRPr="00877997">
              <w:rPr>
                <w:color w:val="auto"/>
              </w:rPr>
              <w:t xml:space="preserve"> - </w:t>
            </w:r>
            <w:r w:rsidR="001647F0" w:rsidRPr="00877997">
              <w:fldChar w:fldCharType="begin">
                <w:ffData>
                  <w:name w:val="Text140"/>
                  <w:enabled/>
                  <w:calcOnExit w:val="0"/>
                  <w:textInput/>
                </w:ffData>
              </w:fldChar>
            </w:r>
            <w:r w:rsidR="001647F0" w:rsidRPr="00877997">
              <w:rPr>
                <w:color w:val="auto"/>
              </w:rPr>
              <w:instrText xml:space="preserve"> FORMTEXT </w:instrText>
            </w:r>
            <w:r w:rsidR="001647F0" w:rsidRPr="00877997">
              <w:fldChar w:fldCharType="separate"/>
            </w:r>
            <w:r w:rsidR="001647F0" w:rsidRPr="00877997">
              <w:rPr>
                <w:noProof/>
                <w:color w:val="auto"/>
              </w:rPr>
              <w:t> </w:t>
            </w:r>
            <w:r w:rsidR="001647F0" w:rsidRPr="00877997">
              <w:rPr>
                <w:noProof/>
                <w:color w:val="auto"/>
              </w:rPr>
              <w:t> </w:t>
            </w:r>
            <w:r w:rsidR="001647F0" w:rsidRPr="00877997">
              <w:rPr>
                <w:noProof/>
                <w:color w:val="auto"/>
              </w:rPr>
              <w:t> </w:t>
            </w:r>
            <w:r w:rsidR="001647F0" w:rsidRPr="00877997">
              <w:rPr>
                <w:noProof/>
                <w:color w:val="auto"/>
              </w:rPr>
              <w:t> </w:t>
            </w:r>
            <w:r w:rsidR="001647F0" w:rsidRPr="00877997">
              <w:rPr>
                <w:noProof/>
                <w:color w:val="auto"/>
              </w:rPr>
              <w:t> </w:t>
            </w:r>
            <w:r w:rsidR="001647F0" w:rsidRPr="00877997">
              <w:fldChar w:fldCharType="end"/>
            </w:r>
          </w:p>
        </w:tc>
      </w:tr>
      <w:tr w:rsidR="001647F0" w:rsidRPr="00D35BB1" w14:paraId="69E1A24D" w14:textId="77777777" w:rsidTr="00B64173">
        <w:trPr>
          <w:trHeight w:hRule="exact" w:val="283"/>
        </w:trPr>
        <w:tc>
          <w:tcPr>
            <w:tcW w:w="5000" w:type="pct"/>
            <w:gridSpan w:val="12"/>
            <w:tcBorders>
              <w:top w:val="single" w:sz="4" w:space="0" w:color="auto"/>
              <w:left w:val="single" w:sz="4" w:space="0" w:color="auto"/>
              <w:bottom w:val="single" w:sz="4" w:space="0" w:color="auto"/>
              <w:right w:val="single" w:sz="4" w:space="0" w:color="auto"/>
            </w:tcBorders>
            <w:shd w:val="clear" w:color="auto" w:fill="4596CA"/>
          </w:tcPr>
          <w:p w14:paraId="2902C238" w14:textId="77777777" w:rsidR="001647F0" w:rsidRPr="00233029" w:rsidRDefault="001647F0" w:rsidP="00B64173">
            <w:pPr>
              <w:pStyle w:val="Chcklist"/>
              <w:rPr>
                <w:rFonts w:cstheme="majorBidi"/>
                <w:b/>
                <w:smallCaps/>
                <w:color w:val="000000"/>
                <w:sz w:val="20"/>
                <w:szCs w:val="16"/>
              </w:rPr>
            </w:pPr>
            <w:r w:rsidRPr="00233029">
              <w:rPr>
                <w:b/>
                <w:color w:val="FFFFFF" w:themeColor="background1"/>
                <w:sz w:val="20"/>
                <w:szCs w:val="16"/>
              </w:rPr>
              <w:t>RISK ASSESSMENT SUMMARY</w:t>
            </w:r>
            <w:r>
              <w:rPr>
                <w:b/>
                <w:color w:val="FFFFFF" w:themeColor="background1"/>
                <w:sz w:val="20"/>
                <w:szCs w:val="16"/>
              </w:rPr>
              <w:t xml:space="preserve"> </w:t>
            </w:r>
          </w:p>
        </w:tc>
      </w:tr>
      <w:tr w:rsidR="001647F0" w:rsidRPr="00D35BB1" w14:paraId="4C07EB70" w14:textId="77777777" w:rsidTr="00B64173">
        <w:trPr>
          <w:trHeight w:hRule="exact" w:val="2128"/>
        </w:trPr>
        <w:tc>
          <w:tcPr>
            <w:tcW w:w="1056" w:type="pct"/>
            <w:gridSpan w:val="3"/>
            <w:tcBorders>
              <w:top w:val="single" w:sz="4" w:space="0" w:color="auto"/>
              <w:left w:val="single" w:sz="4" w:space="0" w:color="auto"/>
              <w:bottom w:val="single" w:sz="4" w:space="0" w:color="auto"/>
              <w:right w:val="single" w:sz="4" w:space="0" w:color="auto"/>
            </w:tcBorders>
            <w:shd w:val="clear" w:color="auto" w:fill="auto"/>
            <w:vAlign w:val="top"/>
          </w:tcPr>
          <w:p w14:paraId="101C5A83" w14:textId="77777777" w:rsidR="001647F0" w:rsidRDefault="001647F0" w:rsidP="00B64173">
            <w:pPr>
              <w:pStyle w:val="RiskTableText"/>
              <w:rPr>
                <w:rFonts w:asciiTheme="minorHAnsi" w:hAnsiTheme="minorHAnsi"/>
                <w:b/>
                <w:sz w:val="20"/>
                <w:szCs w:val="16"/>
              </w:rPr>
            </w:pPr>
            <w:r w:rsidRPr="00CE0C39">
              <w:rPr>
                <w:rFonts w:asciiTheme="minorHAnsi" w:hAnsiTheme="minorHAnsi"/>
                <w:b/>
                <w:sz w:val="20"/>
                <w:szCs w:val="16"/>
              </w:rPr>
              <w:t>Plant / vehicles / substances</w:t>
            </w:r>
            <w:r>
              <w:rPr>
                <w:rFonts w:asciiTheme="minorHAnsi" w:hAnsiTheme="minorHAnsi"/>
                <w:b/>
                <w:sz w:val="20"/>
                <w:szCs w:val="16"/>
              </w:rPr>
              <w:t xml:space="preserve"> involved</w:t>
            </w:r>
          </w:p>
          <w:p w14:paraId="30E3ABE9" w14:textId="21951503" w:rsidR="001647F0" w:rsidRPr="001647F0" w:rsidRDefault="001647F0" w:rsidP="00B64173">
            <w:pPr>
              <w:pStyle w:val="RiskTableText"/>
              <w:tabs>
                <w:tab w:val="left" w:leader="underscore" w:pos="3161"/>
              </w:tabs>
              <w:rPr>
                <w:color w:val="auto"/>
                <w:szCs w:val="16"/>
              </w:rPr>
            </w:pPr>
          </w:p>
        </w:tc>
        <w:tc>
          <w:tcPr>
            <w:tcW w:w="892" w:type="pct"/>
            <w:gridSpan w:val="4"/>
            <w:tcBorders>
              <w:top w:val="single" w:sz="4" w:space="0" w:color="auto"/>
              <w:left w:val="single" w:sz="4" w:space="0" w:color="auto"/>
              <w:bottom w:val="single" w:sz="4" w:space="0" w:color="auto"/>
              <w:right w:val="single" w:sz="4" w:space="0" w:color="auto"/>
            </w:tcBorders>
            <w:shd w:val="clear" w:color="auto" w:fill="auto"/>
            <w:vAlign w:val="top"/>
          </w:tcPr>
          <w:p w14:paraId="2946E79B" w14:textId="77777777" w:rsidR="001647F0" w:rsidRPr="006A2B6D" w:rsidRDefault="001647F0" w:rsidP="00B64173">
            <w:pPr>
              <w:pStyle w:val="RiskTableText"/>
              <w:rPr>
                <w:rFonts w:asciiTheme="minorHAnsi" w:hAnsiTheme="minorHAnsi"/>
                <w:b/>
                <w:sz w:val="20"/>
                <w:szCs w:val="16"/>
              </w:rPr>
            </w:pPr>
            <w:r w:rsidRPr="006A2B6D">
              <w:rPr>
                <w:rFonts w:asciiTheme="minorHAnsi" w:hAnsiTheme="minorHAnsi"/>
                <w:b/>
                <w:sz w:val="20"/>
                <w:szCs w:val="16"/>
              </w:rPr>
              <w:t>licenses / permits</w:t>
            </w:r>
          </w:p>
          <w:p w14:paraId="202FF69C" w14:textId="77777777" w:rsidR="001647F0" w:rsidRDefault="00AD459E" w:rsidP="00B64173">
            <w:pPr>
              <w:pStyle w:val="Chcklist"/>
            </w:pPr>
            <w:sdt>
              <w:sdtPr>
                <w:id w:val="-1963645509"/>
                <w14:checkbox>
                  <w14:checked w14:val="0"/>
                  <w14:checkedState w14:val="2612" w14:font="MS Gothic"/>
                  <w14:uncheckedState w14:val="2610" w14:font="MS Gothic"/>
                </w14:checkbox>
              </w:sdtPr>
              <w:sdtEndPr/>
              <w:sdtContent>
                <w:r w:rsidR="001647F0">
                  <w:rPr>
                    <w:rFonts w:ascii="MS Gothic" w:eastAsia="MS Gothic" w:hAnsi="MS Gothic"/>
                  </w:rPr>
                  <w:t>☐</w:t>
                </w:r>
              </w:sdtContent>
            </w:sdt>
            <w:r w:rsidR="001647F0">
              <w:t xml:space="preserve">  Driver’s licence</w:t>
            </w:r>
          </w:p>
          <w:p w14:paraId="6B147538" w14:textId="77777777" w:rsidR="001647F0" w:rsidRDefault="00AD459E" w:rsidP="00B64173">
            <w:pPr>
              <w:pStyle w:val="Chcklist"/>
            </w:pPr>
            <w:sdt>
              <w:sdtPr>
                <w:id w:val="-1147816232"/>
                <w14:checkbox>
                  <w14:checked w14:val="0"/>
                  <w14:checkedState w14:val="2612" w14:font="MS Gothic"/>
                  <w14:uncheckedState w14:val="2610" w14:font="MS Gothic"/>
                </w14:checkbox>
              </w:sdtPr>
              <w:sdtEndPr/>
              <w:sdtContent>
                <w:r w:rsidR="001647F0" w:rsidRPr="00F05072">
                  <w:rPr>
                    <w:rFonts w:ascii="Segoe UI Symbol" w:hAnsi="Segoe UI Symbol" w:cs="Segoe UI Symbol"/>
                  </w:rPr>
                  <w:t>☐</w:t>
                </w:r>
              </w:sdtContent>
            </w:sdt>
            <w:r w:rsidR="001647F0">
              <w:t xml:space="preserve">  High Risk Work License</w:t>
            </w:r>
          </w:p>
          <w:p w14:paraId="0AE1C82E" w14:textId="77777777" w:rsidR="001647F0" w:rsidRDefault="00AD459E" w:rsidP="00B64173">
            <w:pPr>
              <w:pStyle w:val="Chcklist"/>
            </w:pPr>
            <w:sdt>
              <w:sdtPr>
                <w:id w:val="-593083408"/>
                <w14:checkbox>
                  <w14:checked w14:val="0"/>
                  <w14:checkedState w14:val="2612" w14:font="MS Gothic"/>
                  <w14:uncheckedState w14:val="2610" w14:font="MS Gothic"/>
                </w14:checkbox>
              </w:sdtPr>
              <w:sdtEndPr/>
              <w:sdtContent>
                <w:r w:rsidR="001647F0" w:rsidRPr="00F05072">
                  <w:rPr>
                    <w:rFonts w:ascii="Segoe UI Symbol" w:hAnsi="Segoe UI Symbol" w:cs="Segoe UI Symbol"/>
                  </w:rPr>
                  <w:t>☐</w:t>
                </w:r>
              </w:sdtContent>
            </w:sdt>
            <w:r w:rsidR="001647F0">
              <w:t xml:space="preserve">  Plant operators license</w:t>
            </w:r>
          </w:p>
          <w:p w14:paraId="12C9304E" w14:textId="77777777" w:rsidR="001647F0" w:rsidRDefault="00AD459E" w:rsidP="00B64173">
            <w:pPr>
              <w:pStyle w:val="Chcklist"/>
            </w:pPr>
            <w:sdt>
              <w:sdtPr>
                <w:id w:val="-1685593594"/>
                <w14:checkbox>
                  <w14:checked w14:val="0"/>
                  <w14:checkedState w14:val="2612" w14:font="MS Gothic"/>
                  <w14:uncheckedState w14:val="2610" w14:font="MS Gothic"/>
                </w14:checkbox>
              </w:sdtPr>
              <w:sdtEndPr/>
              <w:sdtContent>
                <w:r w:rsidR="001647F0" w:rsidRPr="00F05072">
                  <w:rPr>
                    <w:rFonts w:ascii="Segoe UI Symbol" w:hAnsi="Segoe UI Symbol" w:cs="Segoe UI Symbol"/>
                  </w:rPr>
                  <w:t>☐</w:t>
                </w:r>
              </w:sdtContent>
            </w:sdt>
            <w:r w:rsidR="001647F0">
              <w:t xml:space="preserve">  Work at heights</w:t>
            </w:r>
          </w:p>
          <w:p w14:paraId="4B4EDE87" w14:textId="77777777" w:rsidR="001647F0" w:rsidRDefault="00AD459E" w:rsidP="00B64173">
            <w:pPr>
              <w:pStyle w:val="Chcklist"/>
            </w:pPr>
            <w:sdt>
              <w:sdtPr>
                <w:id w:val="2040311265"/>
                <w14:checkbox>
                  <w14:checked w14:val="0"/>
                  <w14:checkedState w14:val="2612" w14:font="MS Gothic"/>
                  <w14:uncheckedState w14:val="2610" w14:font="MS Gothic"/>
                </w14:checkbox>
              </w:sdtPr>
              <w:sdtEndPr/>
              <w:sdtContent>
                <w:r w:rsidR="001647F0" w:rsidRPr="00F05072">
                  <w:rPr>
                    <w:rFonts w:ascii="Segoe UI Symbol" w:hAnsi="Segoe UI Symbol" w:cs="Segoe UI Symbol"/>
                  </w:rPr>
                  <w:t>☐</w:t>
                </w:r>
              </w:sdtContent>
            </w:sdt>
            <w:r w:rsidR="001647F0">
              <w:t xml:space="preserve">  Confined space entry permit</w:t>
            </w:r>
          </w:p>
          <w:p w14:paraId="2BBBB1BE" w14:textId="77777777" w:rsidR="001647F0" w:rsidRDefault="00AD459E" w:rsidP="00B64173">
            <w:pPr>
              <w:pStyle w:val="Chcklist"/>
            </w:pPr>
            <w:sdt>
              <w:sdtPr>
                <w:id w:val="-356276136"/>
                <w14:checkbox>
                  <w14:checked w14:val="0"/>
                  <w14:checkedState w14:val="2612" w14:font="MS Gothic"/>
                  <w14:uncheckedState w14:val="2610" w14:font="MS Gothic"/>
                </w14:checkbox>
              </w:sdtPr>
              <w:sdtEndPr/>
              <w:sdtContent>
                <w:r w:rsidR="001647F0" w:rsidRPr="00F05072">
                  <w:rPr>
                    <w:rFonts w:ascii="Segoe UI Symbol" w:hAnsi="Segoe UI Symbol" w:cs="Segoe UI Symbol"/>
                  </w:rPr>
                  <w:t>☐</w:t>
                </w:r>
              </w:sdtContent>
            </w:sdt>
            <w:r w:rsidR="001647F0">
              <w:t xml:space="preserve">  Hot work / permit to work</w:t>
            </w:r>
          </w:p>
          <w:p w14:paraId="5A9E918D" w14:textId="6E4249D3" w:rsidR="001647F0" w:rsidRPr="00E014DC" w:rsidRDefault="00AD459E" w:rsidP="00B64173">
            <w:pPr>
              <w:pStyle w:val="Chcklist"/>
            </w:pPr>
            <w:sdt>
              <w:sdtPr>
                <w:id w:val="-1656672503"/>
                <w14:checkbox>
                  <w14:checked w14:val="0"/>
                  <w14:checkedState w14:val="2612" w14:font="MS Gothic"/>
                  <w14:uncheckedState w14:val="2610" w14:font="MS Gothic"/>
                </w14:checkbox>
              </w:sdtPr>
              <w:sdtEndPr/>
              <w:sdtContent>
                <w:r w:rsidR="001647F0">
                  <w:rPr>
                    <w:rFonts w:ascii="MS Gothic" w:eastAsia="MS Gothic" w:hAnsi="MS Gothic" w:hint="eastAsia"/>
                  </w:rPr>
                  <w:t>☐</w:t>
                </w:r>
              </w:sdtContent>
            </w:sdt>
            <w:r w:rsidR="001647F0">
              <w:t xml:space="preserve">  Other -</w:t>
            </w:r>
          </w:p>
        </w:tc>
        <w:tc>
          <w:tcPr>
            <w:tcW w:w="1557" w:type="pct"/>
            <w:gridSpan w:val="3"/>
            <w:tcBorders>
              <w:top w:val="single" w:sz="4" w:space="0" w:color="auto"/>
              <w:left w:val="nil"/>
              <w:bottom w:val="single" w:sz="4" w:space="0" w:color="auto"/>
              <w:right w:val="single" w:sz="4" w:space="0" w:color="auto"/>
            </w:tcBorders>
            <w:shd w:val="clear" w:color="auto" w:fill="auto"/>
            <w:vAlign w:val="top"/>
          </w:tcPr>
          <w:p w14:paraId="1042ABA9" w14:textId="77777777" w:rsidR="001647F0" w:rsidRPr="003E16E8" w:rsidRDefault="001647F0" w:rsidP="00B64173">
            <w:pPr>
              <w:pStyle w:val="Chcklist"/>
              <w:rPr>
                <w:i/>
              </w:rPr>
            </w:pPr>
            <w:r w:rsidRPr="003E16E8">
              <w:rPr>
                <w:i/>
              </w:rPr>
              <w:t xml:space="preserve">What are the top 5 </w:t>
            </w:r>
            <w:r>
              <w:rPr>
                <w:i/>
              </w:rPr>
              <w:t>r</w:t>
            </w:r>
            <w:r w:rsidRPr="003E16E8">
              <w:rPr>
                <w:i/>
              </w:rPr>
              <w:t>isks</w:t>
            </w:r>
            <w:r>
              <w:rPr>
                <w:i/>
              </w:rPr>
              <w:t xml:space="preserve"> for this a</w:t>
            </w:r>
            <w:r w:rsidRPr="003E16E8">
              <w:rPr>
                <w:i/>
              </w:rPr>
              <w:t>ctivity / task?</w:t>
            </w:r>
          </w:p>
          <w:p w14:paraId="68C03946" w14:textId="282C4869" w:rsidR="001647F0" w:rsidRDefault="001647F0" w:rsidP="00B64173">
            <w:pPr>
              <w:pStyle w:val="RiskTableText"/>
              <w:tabs>
                <w:tab w:val="left" w:leader="underscore" w:pos="4467"/>
              </w:tabs>
              <w:rPr>
                <w:smallCaps w:val="0"/>
                <w:sz w:val="20"/>
                <w:szCs w:val="16"/>
              </w:rPr>
            </w:pPr>
            <w:r>
              <w:rPr>
                <w:smallCaps w:val="0"/>
                <w:sz w:val="20"/>
                <w:szCs w:val="16"/>
              </w:rPr>
              <w:t>1.</w:t>
            </w:r>
            <w:r>
              <w:rPr>
                <w:smallCaps w:val="0"/>
                <w:sz w:val="20"/>
                <w:szCs w:val="16"/>
              </w:rPr>
              <w:tab/>
            </w:r>
          </w:p>
          <w:p w14:paraId="31622C30" w14:textId="1ADDD3A5" w:rsidR="001647F0" w:rsidRDefault="001647F0" w:rsidP="00B64173">
            <w:pPr>
              <w:pStyle w:val="RiskTableText"/>
              <w:tabs>
                <w:tab w:val="left" w:leader="underscore" w:pos="4467"/>
              </w:tabs>
              <w:rPr>
                <w:smallCaps w:val="0"/>
                <w:sz w:val="20"/>
                <w:szCs w:val="16"/>
              </w:rPr>
            </w:pPr>
            <w:r>
              <w:rPr>
                <w:smallCaps w:val="0"/>
                <w:sz w:val="20"/>
                <w:szCs w:val="16"/>
              </w:rPr>
              <w:t>2.</w:t>
            </w:r>
            <w:r>
              <w:rPr>
                <w:smallCaps w:val="0"/>
                <w:sz w:val="20"/>
                <w:szCs w:val="16"/>
              </w:rPr>
              <w:tab/>
            </w:r>
          </w:p>
          <w:p w14:paraId="1E460DA6" w14:textId="2744CB78" w:rsidR="001647F0" w:rsidRDefault="001647F0" w:rsidP="00B64173">
            <w:pPr>
              <w:pStyle w:val="RiskTableText"/>
              <w:tabs>
                <w:tab w:val="left" w:leader="underscore" w:pos="4467"/>
              </w:tabs>
              <w:rPr>
                <w:smallCaps w:val="0"/>
                <w:sz w:val="20"/>
                <w:szCs w:val="16"/>
              </w:rPr>
            </w:pPr>
            <w:r>
              <w:rPr>
                <w:smallCaps w:val="0"/>
                <w:sz w:val="20"/>
                <w:szCs w:val="16"/>
              </w:rPr>
              <w:t>3.</w:t>
            </w:r>
            <w:r>
              <w:rPr>
                <w:smallCaps w:val="0"/>
                <w:sz w:val="20"/>
                <w:szCs w:val="16"/>
              </w:rPr>
              <w:tab/>
            </w:r>
          </w:p>
          <w:p w14:paraId="0086557A" w14:textId="5B8C7EC4" w:rsidR="001647F0" w:rsidRDefault="001647F0" w:rsidP="00B64173">
            <w:pPr>
              <w:pStyle w:val="RiskTableText"/>
              <w:tabs>
                <w:tab w:val="left" w:leader="underscore" w:pos="4467"/>
              </w:tabs>
              <w:rPr>
                <w:smallCaps w:val="0"/>
                <w:sz w:val="20"/>
                <w:szCs w:val="16"/>
              </w:rPr>
            </w:pPr>
            <w:r>
              <w:rPr>
                <w:smallCaps w:val="0"/>
                <w:sz w:val="20"/>
                <w:szCs w:val="16"/>
              </w:rPr>
              <w:t>4</w:t>
            </w:r>
            <w:r w:rsidRPr="00D21B19">
              <w:rPr>
                <w:smallCaps w:val="0"/>
                <w:color w:val="auto"/>
                <w:sz w:val="20"/>
                <w:szCs w:val="16"/>
              </w:rPr>
              <w:t>.</w:t>
            </w:r>
            <w:r>
              <w:rPr>
                <w:smallCaps w:val="0"/>
                <w:sz w:val="20"/>
                <w:szCs w:val="16"/>
              </w:rPr>
              <w:tab/>
            </w:r>
          </w:p>
          <w:p w14:paraId="3C89D754" w14:textId="32E7FA9B" w:rsidR="001647F0" w:rsidRPr="00334548" w:rsidRDefault="001647F0" w:rsidP="001647F0">
            <w:pPr>
              <w:pStyle w:val="RiskTableText"/>
              <w:tabs>
                <w:tab w:val="left" w:leader="underscore" w:pos="4467"/>
              </w:tabs>
              <w:rPr>
                <w:smallCaps w:val="0"/>
                <w:sz w:val="20"/>
                <w:szCs w:val="16"/>
              </w:rPr>
            </w:pPr>
            <w:r>
              <w:rPr>
                <w:smallCaps w:val="0"/>
                <w:sz w:val="20"/>
                <w:szCs w:val="16"/>
              </w:rPr>
              <w:t>5.</w:t>
            </w:r>
            <w:r>
              <w:rPr>
                <w:smallCaps w:val="0"/>
                <w:sz w:val="20"/>
                <w:szCs w:val="16"/>
              </w:rPr>
              <w:tab/>
            </w:r>
          </w:p>
        </w:tc>
        <w:tc>
          <w:tcPr>
            <w:tcW w:w="1495"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0F16793A" w14:textId="77777777" w:rsidR="001647F0" w:rsidRPr="001647F0" w:rsidRDefault="001647F0" w:rsidP="00B64173">
            <w:pPr>
              <w:pStyle w:val="Chcklist"/>
              <w:rPr>
                <w:i/>
              </w:rPr>
            </w:pPr>
            <w:r w:rsidRPr="001647F0">
              <w:rPr>
                <w:i/>
              </w:rPr>
              <w:t>What are the top 5 safety controls?</w:t>
            </w:r>
          </w:p>
          <w:p w14:paraId="6C355E7D" w14:textId="046B61F8" w:rsidR="001647F0" w:rsidRPr="001647F0" w:rsidRDefault="001647F0" w:rsidP="00B64173">
            <w:pPr>
              <w:pStyle w:val="Chcklist"/>
              <w:tabs>
                <w:tab w:val="left" w:leader="underscore" w:pos="4521"/>
              </w:tabs>
              <w:rPr>
                <w:rFonts w:cstheme="majorBidi"/>
                <w:smallCaps/>
                <w:sz w:val="20"/>
                <w:szCs w:val="16"/>
              </w:rPr>
            </w:pPr>
            <w:r w:rsidRPr="001647F0">
              <w:rPr>
                <w:rFonts w:cstheme="majorBidi"/>
                <w:smallCaps/>
                <w:sz w:val="20"/>
                <w:szCs w:val="16"/>
              </w:rPr>
              <w:t>1.</w:t>
            </w:r>
          </w:p>
          <w:p w14:paraId="5676D8FF" w14:textId="65FCFDDE" w:rsidR="001647F0" w:rsidRPr="001647F0" w:rsidRDefault="001647F0" w:rsidP="00B64173">
            <w:pPr>
              <w:pStyle w:val="Chcklist"/>
              <w:tabs>
                <w:tab w:val="left" w:leader="underscore" w:pos="4521"/>
              </w:tabs>
              <w:rPr>
                <w:rFonts w:cstheme="majorBidi"/>
                <w:smallCaps/>
                <w:sz w:val="20"/>
                <w:szCs w:val="16"/>
              </w:rPr>
            </w:pPr>
            <w:r w:rsidRPr="001647F0">
              <w:rPr>
                <w:rFonts w:cstheme="majorBidi"/>
                <w:smallCaps/>
                <w:sz w:val="20"/>
                <w:szCs w:val="16"/>
              </w:rPr>
              <w:t>2.</w:t>
            </w:r>
          </w:p>
          <w:p w14:paraId="286F8495" w14:textId="72CE31E3" w:rsidR="001647F0" w:rsidRPr="001647F0" w:rsidRDefault="001647F0" w:rsidP="00B64173">
            <w:pPr>
              <w:pStyle w:val="Chcklist"/>
              <w:tabs>
                <w:tab w:val="left" w:leader="underscore" w:pos="4521"/>
              </w:tabs>
              <w:rPr>
                <w:rFonts w:cstheme="majorBidi"/>
                <w:smallCaps/>
                <w:sz w:val="20"/>
                <w:szCs w:val="16"/>
              </w:rPr>
            </w:pPr>
            <w:r w:rsidRPr="001647F0">
              <w:rPr>
                <w:rFonts w:cstheme="majorBidi"/>
                <w:smallCaps/>
                <w:sz w:val="20"/>
                <w:szCs w:val="16"/>
              </w:rPr>
              <w:t>3.</w:t>
            </w:r>
          </w:p>
          <w:p w14:paraId="593E08B7" w14:textId="0117CDF3" w:rsidR="001647F0" w:rsidRPr="001647F0" w:rsidRDefault="001647F0" w:rsidP="00B64173">
            <w:pPr>
              <w:pStyle w:val="Chcklist"/>
              <w:tabs>
                <w:tab w:val="left" w:leader="underscore" w:pos="4521"/>
              </w:tabs>
              <w:rPr>
                <w:rFonts w:cstheme="majorBidi"/>
                <w:smallCaps/>
                <w:sz w:val="20"/>
                <w:szCs w:val="16"/>
              </w:rPr>
            </w:pPr>
            <w:r w:rsidRPr="001647F0">
              <w:rPr>
                <w:rFonts w:cstheme="majorBidi"/>
                <w:smallCaps/>
                <w:sz w:val="20"/>
                <w:szCs w:val="16"/>
              </w:rPr>
              <w:t>4.</w:t>
            </w:r>
          </w:p>
          <w:p w14:paraId="3BE14459" w14:textId="4303445F" w:rsidR="001647F0" w:rsidRPr="001647F0" w:rsidRDefault="001647F0" w:rsidP="001647F0">
            <w:pPr>
              <w:pStyle w:val="Chcklist"/>
              <w:tabs>
                <w:tab w:val="left" w:leader="underscore" w:pos="4521"/>
              </w:tabs>
              <w:rPr>
                <w:rFonts w:cstheme="majorBidi"/>
                <w:smallCaps/>
                <w:sz w:val="20"/>
                <w:szCs w:val="16"/>
              </w:rPr>
            </w:pPr>
            <w:r w:rsidRPr="001647F0">
              <w:rPr>
                <w:rFonts w:cstheme="majorBidi"/>
                <w:smallCaps/>
                <w:sz w:val="20"/>
                <w:szCs w:val="16"/>
              </w:rPr>
              <w:t xml:space="preserve">5. </w:t>
            </w:r>
          </w:p>
        </w:tc>
      </w:tr>
      <w:tr w:rsidR="001647F0" w:rsidRPr="00D35BB1" w14:paraId="1E04E56A" w14:textId="77777777" w:rsidTr="00B64173">
        <w:trPr>
          <w:trHeight w:hRule="exact" w:val="283"/>
        </w:trPr>
        <w:tc>
          <w:tcPr>
            <w:tcW w:w="1948" w:type="pct"/>
            <w:gridSpan w:val="7"/>
            <w:tcBorders>
              <w:top w:val="single" w:sz="4" w:space="0" w:color="auto"/>
              <w:left w:val="single" w:sz="4" w:space="0" w:color="auto"/>
              <w:bottom w:val="nil"/>
              <w:right w:val="single" w:sz="4" w:space="0" w:color="auto"/>
            </w:tcBorders>
            <w:shd w:val="clear" w:color="auto" w:fill="auto"/>
          </w:tcPr>
          <w:p w14:paraId="66E0111C" w14:textId="77777777" w:rsidR="001647F0" w:rsidRDefault="001647F0" w:rsidP="00B64173">
            <w:pPr>
              <w:pStyle w:val="RiskTableText"/>
              <w:rPr>
                <w:b/>
              </w:rPr>
            </w:pPr>
            <w:r w:rsidRPr="00233029">
              <w:rPr>
                <w:b/>
                <w:color w:val="auto"/>
                <w:sz w:val="20"/>
                <w:szCs w:val="16"/>
              </w:rPr>
              <w:t xml:space="preserve">Required </w:t>
            </w:r>
            <w:r>
              <w:rPr>
                <w:b/>
                <w:color w:val="auto"/>
                <w:sz w:val="20"/>
                <w:szCs w:val="16"/>
              </w:rPr>
              <w:t xml:space="preserve">Protective </w:t>
            </w:r>
            <w:r w:rsidRPr="00233029">
              <w:rPr>
                <w:b/>
                <w:color w:val="auto"/>
                <w:sz w:val="20"/>
                <w:szCs w:val="16"/>
              </w:rPr>
              <w:t xml:space="preserve">Clothing and PPE </w:t>
            </w:r>
          </w:p>
        </w:tc>
        <w:tc>
          <w:tcPr>
            <w:tcW w:w="1557" w:type="pct"/>
            <w:gridSpan w:val="3"/>
            <w:tcBorders>
              <w:left w:val="single" w:sz="4" w:space="0" w:color="auto"/>
              <w:bottom w:val="nil"/>
              <w:right w:val="nil"/>
            </w:tcBorders>
            <w:shd w:val="clear" w:color="auto" w:fill="auto"/>
          </w:tcPr>
          <w:p w14:paraId="3CFD4ED1" w14:textId="77777777" w:rsidR="001647F0" w:rsidRPr="00CE5779" w:rsidRDefault="001647F0" w:rsidP="00B64173">
            <w:pPr>
              <w:pStyle w:val="RiskTableText"/>
              <w:rPr>
                <w:rFonts w:asciiTheme="minorHAnsi" w:hAnsiTheme="minorHAnsi"/>
                <w:b/>
                <w:sz w:val="20"/>
                <w:szCs w:val="16"/>
              </w:rPr>
            </w:pPr>
            <w:r w:rsidRPr="00CE5779">
              <w:rPr>
                <w:rFonts w:asciiTheme="minorHAnsi" w:hAnsiTheme="minorHAnsi"/>
                <w:b/>
                <w:sz w:val="20"/>
                <w:szCs w:val="16"/>
              </w:rPr>
              <w:t xml:space="preserve">Other documents </w:t>
            </w:r>
            <w:r>
              <w:rPr>
                <w:rFonts w:asciiTheme="minorHAnsi" w:hAnsiTheme="minorHAnsi"/>
                <w:b/>
                <w:sz w:val="20"/>
                <w:szCs w:val="16"/>
              </w:rPr>
              <w:t>needed</w:t>
            </w:r>
            <w:r w:rsidRPr="00CE5779">
              <w:rPr>
                <w:rFonts w:asciiTheme="minorHAnsi" w:hAnsiTheme="minorHAnsi"/>
                <w:b/>
                <w:sz w:val="20"/>
                <w:szCs w:val="16"/>
              </w:rPr>
              <w:t xml:space="preserve"> to manage the risks</w:t>
            </w:r>
          </w:p>
        </w:tc>
        <w:tc>
          <w:tcPr>
            <w:tcW w:w="1495" w:type="pct"/>
            <w:gridSpan w:val="2"/>
            <w:tcBorders>
              <w:left w:val="nil"/>
              <w:bottom w:val="nil"/>
              <w:right w:val="single" w:sz="4" w:space="0" w:color="auto"/>
            </w:tcBorders>
            <w:shd w:val="clear" w:color="auto" w:fill="auto"/>
          </w:tcPr>
          <w:p w14:paraId="5CC57420" w14:textId="77777777" w:rsidR="001647F0" w:rsidRDefault="001647F0" w:rsidP="00B64173">
            <w:pPr>
              <w:pStyle w:val="RiskTableText"/>
              <w:rPr>
                <w:b/>
              </w:rPr>
            </w:pPr>
          </w:p>
        </w:tc>
      </w:tr>
      <w:tr w:rsidR="001647F0" w:rsidRPr="00D35BB1" w14:paraId="72D7617B" w14:textId="77777777" w:rsidTr="00B64173">
        <w:trPr>
          <w:trHeight w:hRule="exact" w:val="1247"/>
        </w:trPr>
        <w:tc>
          <w:tcPr>
            <w:tcW w:w="642" w:type="pct"/>
            <w:tcBorders>
              <w:top w:val="nil"/>
              <w:left w:val="single" w:sz="4" w:space="0" w:color="auto"/>
              <w:bottom w:val="nil"/>
              <w:right w:val="nil"/>
            </w:tcBorders>
            <w:shd w:val="clear" w:color="auto" w:fill="auto"/>
            <w:vAlign w:val="top"/>
          </w:tcPr>
          <w:p w14:paraId="3CE1DBAA" w14:textId="62DBA5D4" w:rsidR="001647F0" w:rsidRPr="00D37DD9" w:rsidRDefault="001647F0" w:rsidP="00B64173">
            <w:pPr>
              <w:pStyle w:val="RiskTableText"/>
              <w:rPr>
                <w:b/>
              </w:rPr>
            </w:pPr>
            <w:r>
              <w:rPr>
                <w:noProof/>
              </w:rPr>
              <w:drawing>
                <wp:anchor distT="0" distB="0" distL="114300" distR="114300" simplePos="0" relativeHeight="251673600" behindDoc="0" locked="0" layoutInCell="1" allowOverlap="1" wp14:anchorId="600B89AB" wp14:editId="35AD4FE5">
                  <wp:simplePos x="0" y="0"/>
                  <wp:positionH relativeFrom="column">
                    <wp:posOffset>210448</wp:posOffset>
                  </wp:positionH>
                  <wp:positionV relativeFrom="paragraph">
                    <wp:posOffset>133350</wp:posOffset>
                  </wp:positionV>
                  <wp:extent cx="654685" cy="647700"/>
                  <wp:effectExtent l="0" t="0" r="0" b="0"/>
                  <wp:wrapNone/>
                  <wp:docPr id="11" name="Picture 12" descr="T:\ADMINISTRATION OH&amp;S UNIT\Safety Symbols\%OH&amp;S Safety Symbols Australian\Mandatory symbols\E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ADMINISTRATION OH&amp;S UNIT\Safety Symbols\%OH&amp;S Safety Symbols Australian\Mandatory symbols\Eye.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54685" cy="6477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sdt>
              <w:sdtPr>
                <w:id w:val="96577987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p>
        </w:tc>
        <w:tc>
          <w:tcPr>
            <w:tcW w:w="446" w:type="pct"/>
            <w:gridSpan w:val="3"/>
            <w:tcBorders>
              <w:top w:val="nil"/>
              <w:left w:val="nil"/>
              <w:bottom w:val="nil"/>
              <w:right w:val="nil"/>
            </w:tcBorders>
            <w:shd w:val="clear" w:color="auto" w:fill="FFFFFF" w:themeFill="background1"/>
            <w:vAlign w:val="top"/>
          </w:tcPr>
          <w:p w14:paraId="3FB4DF86" w14:textId="58511798" w:rsidR="001647F0" w:rsidRPr="00D37DD9" w:rsidRDefault="00AD459E" w:rsidP="00B64173">
            <w:pPr>
              <w:pStyle w:val="RiskTableText"/>
              <w:rPr>
                <w:b/>
              </w:rPr>
            </w:pPr>
            <w:sdt>
              <w:sdtPr>
                <w:id w:val="-1682967590"/>
                <w14:checkbox>
                  <w14:checked w14:val="0"/>
                  <w14:checkedState w14:val="2612" w14:font="MS Gothic"/>
                  <w14:uncheckedState w14:val="2610" w14:font="MS Gothic"/>
                </w14:checkbox>
              </w:sdtPr>
              <w:sdtEndPr/>
              <w:sdtContent>
                <w:r w:rsidR="001647F0">
                  <w:rPr>
                    <w:rFonts w:ascii="MS Gothic" w:eastAsia="MS Gothic" w:hAnsi="MS Gothic" w:hint="eastAsia"/>
                  </w:rPr>
                  <w:t>☐</w:t>
                </w:r>
              </w:sdtContent>
            </w:sdt>
            <w:r w:rsidR="001647F0">
              <w:t xml:space="preserve">  </w:t>
            </w:r>
            <w:r w:rsidR="001647F0">
              <w:rPr>
                <w:noProof/>
              </w:rPr>
              <w:drawing>
                <wp:inline distT="0" distB="0" distL="0" distR="0" wp14:anchorId="54DED7CF" wp14:editId="040A1551">
                  <wp:extent cx="648000" cy="648000"/>
                  <wp:effectExtent l="0" t="0" r="0" b="0"/>
                  <wp:docPr id="38" name="Picture 14" descr="T:\ADMINISTRATION OH&amp;S UNIT\Safety Symbols\%OH&amp;S Safety Symbols Australian\Mandatory symbols\F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DMINISTRATION OH&amp;S UNIT\Safety Symbols\%OH&amp;S Safety Symbols Australian\Mandatory symbols\Foot.jpg"/>
                          <pic:cNvPicPr>
                            <a:picLocks noChangeAspect="1" noChangeArrowheads="1"/>
                          </pic:cNvPicPr>
                        </pic:nvPicPr>
                        <pic:blipFill>
                          <a:blip r:embed="rId24"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53" w:type="pct"/>
            <w:tcBorders>
              <w:top w:val="nil"/>
              <w:left w:val="nil"/>
              <w:bottom w:val="nil"/>
              <w:right w:val="nil"/>
            </w:tcBorders>
            <w:shd w:val="clear" w:color="auto" w:fill="auto"/>
            <w:vAlign w:val="top"/>
          </w:tcPr>
          <w:p w14:paraId="18EFFE8F" w14:textId="77777777" w:rsidR="001647F0" w:rsidRPr="00D37DD9" w:rsidRDefault="00AD459E" w:rsidP="00B64173">
            <w:pPr>
              <w:pStyle w:val="RiskTableText"/>
              <w:rPr>
                <w:b/>
              </w:rPr>
            </w:pPr>
            <w:sdt>
              <w:sdtPr>
                <w:id w:val="1630198000"/>
                <w14:checkbox>
                  <w14:checked w14:val="0"/>
                  <w14:checkedState w14:val="2612" w14:font="MS Gothic"/>
                  <w14:uncheckedState w14:val="2610" w14:font="MS Gothic"/>
                </w14:checkbox>
              </w:sdtPr>
              <w:sdtEndPr/>
              <w:sdtContent>
                <w:r w:rsidR="001647F0" w:rsidRPr="00F05072">
                  <w:rPr>
                    <w:rFonts w:ascii="Segoe UI Symbol" w:hAnsi="Segoe UI Symbol" w:cs="Segoe UI Symbol"/>
                  </w:rPr>
                  <w:t>☐</w:t>
                </w:r>
              </w:sdtContent>
            </w:sdt>
            <w:r w:rsidR="001647F0">
              <w:t xml:space="preserve">  </w:t>
            </w:r>
            <w:r w:rsidR="001647F0">
              <w:rPr>
                <w:rFonts w:ascii="Arial" w:hAnsi="Arial" w:cs="Arial"/>
                <w:b/>
                <w:noProof/>
              </w:rPr>
              <w:drawing>
                <wp:inline distT="0" distB="0" distL="0" distR="0" wp14:anchorId="11E0743C" wp14:editId="6AD7D0ED">
                  <wp:extent cx="648000" cy="648000"/>
                  <wp:effectExtent l="0" t="0" r="0" b="0"/>
                  <wp:docPr id="39" name="Picture 19" descr="T:\ADMINISTRATION OH&amp;S UNIT\Safety Symbols\%OH&amp;S Safety Symbols Australian\Mandatory symbols\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ADMINISTRATION OH&amp;S UNIT\Safety Symbols\%OH&amp;S Safety Symbols Australian\Mandatory symbols\Head.jpg"/>
                          <pic:cNvPicPr>
                            <a:picLocks noChangeAspect="1" noChangeArrowheads="1"/>
                          </pic:cNvPicPr>
                        </pic:nvPicPr>
                        <pic:blipFill>
                          <a:blip r:embed="rId25"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07" w:type="pct"/>
            <w:gridSpan w:val="2"/>
            <w:tcBorders>
              <w:top w:val="nil"/>
              <w:left w:val="nil"/>
              <w:bottom w:val="nil"/>
              <w:right w:val="single" w:sz="4" w:space="0" w:color="auto"/>
            </w:tcBorders>
            <w:shd w:val="clear" w:color="auto" w:fill="auto"/>
            <w:vAlign w:val="top"/>
          </w:tcPr>
          <w:p w14:paraId="4A05767C" w14:textId="27287497" w:rsidR="001647F0" w:rsidRPr="00D37DD9" w:rsidRDefault="00AD459E" w:rsidP="00B64173">
            <w:pPr>
              <w:pStyle w:val="RiskTableText"/>
              <w:rPr>
                <w:b/>
              </w:rPr>
            </w:pPr>
            <w:sdt>
              <w:sdtPr>
                <w:id w:val="-723064884"/>
                <w14:checkbox>
                  <w14:checked w14:val="0"/>
                  <w14:checkedState w14:val="2612" w14:font="MS Gothic"/>
                  <w14:uncheckedState w14:val="2610" w14:font="MS Gothic"/>
                </w14:checkbox>
              </w:sdtPr>
              <w:sdtEndPr/>
              <w:sdtContent>
                <w:r w:rsidR="001647F0">
                  <w:rPr>
                    <w:rFonts w:ascii="MS Gothic" w:eastAsia="MS Gothic" w:hAnsi="MS Gothic" w:hint="eastAsia"/>
                  </w:rPr>
                  <w:t>☐</w:t>
                </w:r>
              </w:sdtContent>
            </w:sdt>
            <w:r w:rsidR="001647F0">
              <w:t xml:space="preserve">  </w:t>
            </w:r>
            <w:r w:rsidR="001647F0">
              <w:rPr>
                <w:noProof/>
              </w:rPr>
              <w:drawing>
                <wp:inline distT="0" distB="0" distL="0" distR="0" wp14:anchorId="7476F799" wp14:editId="1305B12E">
                  <wp:extent cx="648000" cy="648000"/>
                  <wp:effectExtent l="0" t="0" r="0" b="0"/>
                  <wp:docPr id="34" name="Picture 2" descr="T:\ADMINISTRATION OH&amp;S UNIT\Safety Symbols\%OH&amp;S Safety Symbols Australian\Mandatory symbols\Hea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DMINISTRATION OH&amp;S UNIT\Safety Symbols\%OH&amp;S Safety Symbols Australian\Mandatory symbols\Hearing.jpg"/>
                          <pic:cNvPicPr>
                            <a:picLocks noChangeAspect="1" noChangeArrowheads="1"/>
                          </pic:cNvPicPr>
                        </pic:nvPicPr>
                        <pic:blipFill>
                          <a:blip r:embed="rId26"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3052" w:type="pct"/>
            <w:gridSpan w:val="5"/>
            <w:tcBorders>
              <w:top w:val="nil"/>
              <w:left w:val="single" w:sz="4" w:space="0" w:color="auto"/>
              <w:bottom w:val="single" w:sz="4" w:space="0" w:color="auto"/>
              <w:right w:val="single" w:sz="4" w:space="0" w:color="auto"/>
            </w:tcBorders>
            <w:shd w:val="clear" w:color="auto" w:fill="auto"/>
            <w:vAlign w:val="top"/>
          </w:tcPr>
          <w:p w14:paraId="4E9F5846" w14:textId="57165416" w:rsidR="001647F0" w:rsidRDefault="001647F0" w:rsidP="00B64173">
            <w:pPr>
              <w:pStyle w:val="Chcklist"/>
              <w:tabs>
                <w:tab w:val="left" w:pos="3050"/>
                <w:tab w:val="left" w:pos="5176"/>
                <w:tab w:val="left" w:pos="6963"/>
              </w:tabs>
              <w:rPr>
                <w:i/>
              </w:rPr>
            </w:pPr>
            <w:r w:rsidRPr="00CE0C39">
              <w:rPr>
                <w:rFonts w:ascii="Segoe UI Symbol" w:hAnsi="Segoe UI Symbol" w:cs="Segoe UI Symbol"/>
                <w:i/>
              </w:rPr>
              <w:t xml:space="preserve">e.g. </w:t>
            </w:r>
            <w:r w:rsidRPr="00CE0C39">
              <w:rPr>
                <w:i/>
              </w:rPr>
              <w:t xml:space="preserve">Procedure / SOP / work instruction, safety data sheet (SDS), inspection checklists, health declarations </w:t>
            </w:r>
            <w:r w:rsidR="0077333F" w:rsidRPr="00CE0C39">
              <w:rPr>
                <w:i/>
              </w:rPr>
              <w:t>etc.</w:t>
            </w:r>
          </w:p>
          <w:p w14:paraId="520A5E7A" w14:textId="100F9677" w:rsidR="001647F0" w:rsidRPr="005B06BF" w:rsidRDefault="001647F0" w:rsidP="00B64173">
            <w:pPr>
              <w:pStyle w:val="Chcklist"/>
            </w:pPr>
          </w:p>
        </w:tc>
      </w:tr>
      <w:tr w:rsidR="001647F0" w:rsidRPr="00D35BB1" w14:paraId="325BA3CF" w14:textId="77777777" w:rsidTr="00B64173">
        <w:trPr>
          <w:trHeight w:hRule="exact" w:val="1247"/>
        </w:trPr>
        <w:tc>
          <w:tcPr>
            <w:tcW w:w="642" w:type="pct"/>
            <w:tcBorders>
              <w:top w:val="nil"/>
              <w:left w:val="single" w:sz="4" w:space="0" w:color="auto"/>
              <w:bottom w:val="nil"/>
              <w:right w:val="nil"/>
            </w:tcBorders>
            <w:shd w:val="clear" w:color="auto" w:fill="auto"/>
            <w:vAlign w:val="top"/>
          </w:tcPr>
          <w:p w14:paraId="4BC3B2DB" w14:textId="77777777" w:rsidR="001647F0" w:rsidRPr="00D37DD9" w:rsidRDefault="001647F0" w:rsidP="00B64173">
            <w:pPr>
              <w:pStyle w:val="RiskTableText"/>
              <w:rPr>
                <w:b/>
              </w:rPr>
            </w:pPr>
            <w:r>
              <w:rPr>
                <w:noProof/>
              </w:rPr>
              <w:drawing>
                <wp:anchor distT="0" distB="0" distL="114300" distR="114300" simplePos="0" relativeHeight="251674624" behindDoc="0" locked="0" layoutInCell="1" allowOverlap="1" wp14:anchorId="5C6AEA48" wp14:editId="0CAAAB52">
                  <wp:simplePos x="0" y="0"/>
                  <wp:positionH relativeFrom="column">
                    <wp:posOffset>225309</wp:posOffset>
                  </wp:positionH>
                  <wp:positionV relativeFrom="paragraph">
                    <wp:posOffset>132560</wp:posOffset>
                  </wp:positionV>
                  <wp:extent cx="640715" cy="647700"/>
                  <wp:effectExtent l="0" t="0" r="6985" b="0"/>
                  <wp:wrapNone/>
                  <wp:docPr id="35" name="Picture 4" descr="T:\ADMINISTRATION OH&amp;S UNIT\Safety Symbols\%OH&amp;S Safety Symbols Australian\Mandatory symbols\Protective cloth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DMINISTRATION OH&amp;S UNIT\Safety Symbols\%OH&amp;S Safety Symbols Australian\Mandatory symbols\Protective clothing.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40715" cy="6477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sdt>
              <w:sdtPr>
                <w:id w:val="-25213430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p>
        </w:tc>
        <w:tc>
          <w:tcPr>
            <w:tcW w:w="446" w:type="pct"/>
            <w:gridSpan w:val="3"/>
            <w:tcBorders>
              <w:top w:val="nil"/>
              <w:left w:val="nil"/>
              <w:bottom w:val="nil"/>
              <w:right w:val="nil"/>
            </w:tcBorders>
            <w:shd w:val="clear" w:color="auto" w:fill="auto"/>
            <w:vAlign w:val="top"/>
          </w:tcPr>
          <w:p w14:paraId="2DB1491C" w14:textId="1D0F2A23" w:rsidR="001647F0" w:rsidRPr="00D37DD9" w:rsidRDefault="00AD459E" w:rsidP="00B64173">
            <w:pPr>
              <w:pStyle w:val="RiskTableText"/>
              <w:rPr>
                <w:b/>
              </w:rPr>
            </w:pPr>
            <w:sdt>
              <w:sdtPr>
                <w:id w:val="1801033845"/>
                <w14:checkbox>
                  <w14:checked w14:val="0"/>
                  <w14:checkedState w14:val="2612" w14:font="MS Gothic"/>
                  <w14:uncheckedState w14:val="2610" w14:font="MS Gothic"/>
                </w14:checkbox>
              </w:sdtPr>
              <w:sdtEndPr/>
              <w:sdtContent>
                <w:r w:rsidR="001647F0">
                  <w:rPr>
                    <w:rFonts w:ascii="MS Gothic" w:eastAsia="MS Gothic" w:hAnsi="MS Gothic" w:hint="eastAsia"/>
                  </w:rPr>
                  <w:t>☐</w:t>
                </w:r>
              </w:sdtContent>
            </w:sdt>
            <w:r w:rsidR="001647F0">
              <w:t xml:space="preserve">  </w:t>
            </w:r>
            <w:r w:rsidR="001647F0">
              <w:rPr>
                <w:noProof/>
              </w:rPr>
              <w:drawing>
                <wp:inline distT="0" distB="0" distL="0" distR="0" wp14:anchorId="0A7B1021" wp14:editId="2E268354">
                  <wp:extent cx="648000" cy="648000"/>
                  <wp:effectExtent l="0" t="0" r="0" b="0"/>
                  <wp:docPr id="36" name="Picture 5" descr="T:\ADMINISTRATION OH&amp;S UNIT\Safety Symbols\%OH&amp;S Safety Symbols Australian\Mandatory symbols\Respirat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DMINISTRATION OH&amp;S UNIT\Safety Symbols\%OH&amp;S Safety Symbols Australian\Mandatory symbols\Respiratory.jpg"/>
                          <pic:cNvPicPr>
                            <a:picLocks noChangeAspect="1" noChangeArrowheads="1"/>
                          </pic:cNvPicPr>
                        </pic:nvPicPr>
                        <pic:blipFill>
                          <a:blip r:embed="rId28"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53" w:type="pct"/>
            <w:tcBorders>
              <w:top w:val="nil"/>
              <w:left w:val="nil"/>
              <w:bottom w:val="nil"/>
              <w:right w:val="nil"/>
            </w:tcBorders>
            <w:shd w:val="clear" w:color="auto" w:fill="auto"/>
            <w:vAlign w:val="top"/>
          </w:tcPr>
          <w:p w14:paraId="054E90F1" w14:textId="77777777" w:rsidR="001647F0" w:rsidRPr="00D37DD9" w:rsidRDefault="00AD459E" w:rsidP="00B64173">
            <w:pPr>
              <w:pStyle w:val="RiskTableText"/>
              <w:rPr>
                <w:b/>
              </w:rPr>
            </w:pPr>
            <w:sdt>
              <w:sdtPr>
                <w:id w:val="284629958"/>
                <w14:checkbox>
                  <w14:checked w14:val="0"/>
                  <w14:checkedState w14:val="2612" w14:font="MS Gothic"/>
                  <w14:uncheckedState w14:val="2610" w14:font="MS Gothic"/>
                </w14:checkbox>
              </w:sdtPr>
              <w:sdtEndPr/>
              <w:sdtContent>
                <w:r w:rsidR="001647F0">
                  <w:rPr>
                    <w:rFonts w:ascii="MS Gothic" w:eastAsia="MS Gothic" w:hAnsi="MS Gothic" w:hint="eastAsia"/>
                  </w:rPr>
                  <w:t>☐</w:t>
                </w:r>
              </w:sdtContent>
            </w:sdt>
            <w:r w:rsidR="001647F0">
              <w:t xml:space="preserve">  </w:t>
            </w:r>
            <w:r w:rsidR="001647F0">
              <w:rPr>
                <w:noProof/>
              </w:rPr>
              <w:drawing>
                <wp:inline distT="0" distB="0" distL="0" distR="0" wp14:anchorId="1688EFFB" wp14:editId="1E6B2815">
                  <wp:extent cx="648000" cy="648000"/>
                  <wp:effectExtent l="0" t="0" r="0" b="0"/>
                  <wp:docPr id="32" name="Picture 7" descr="T:\ADMINISTRATION OH&amp;S UNIT\Safety Symbols\%OH&amp;S Safety Symbols Australian\Mandatory symbols\Ap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DMINISTRATION OH&amp;S UNIT\Safety Symbols\%OH&amp;S Safety Symbols Australian\Mandatory symbols\Apron.jpg"/>
                          <pic:cNvPicPr>
                            <a:picLocks noChangeAspect="1" noChangeArrowheads="1"/>
                          </pic:cNvPicPr>
                        </pic:nvPicPr>
                        <pic:blipFill>
                          <a:blip r:embed="rId29"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07" w:type="pct"/>
            <w:gridSpan w:val="2"/>
            <w:tcBorders>
              <w:top w:val="nil"/>
              <w:left w:val="nil"/>
              <w:bottom w:val="nil"/>
              <w:right w:val="single" w:sz="4" w:space="0" w:color="auto"/>
            </w:tcBorders>
            <w:shd w:val="clear" w:color="auto" w:fill="auto"/>
            <w:vAlign w:val="top"/>
          </w:tcPr>
          <w:p w14:paraId="321B11E4" w14:textId="77777777" w:rsidR="001647F0" w:rsidRPr="00233029" w:rsidRDefault="00AD459E" w:rsidP="00B64173">
            <w:pPr>
              <w:pStyle w:val="RiskTableText"/>
              <w:rPr>
                <w:rFonts w:asciiTheme="minorHAnsi" w:hAnsiTheme="minorHAnsi"/>
                <w:b/>
                <w:sz w:val="20"/>
                <w:szCs w:val="16"/>
              </w:rPr>
            </w:pPr>
            <w:sdt>
              <w:sdtPr>
                <w:id w:val="-744339626"/>
                <w14:checkbox>
                  <w14:checked w14:val="0"/>
                  <w14:checkedState w14:val="2612" w14:font="MS Gothic"/>
                  <w14:uncheckedState w14:val="2610" w14:font="MS Gothic"/>
                </w14:checkbox>
              </w:sdtPr>
              <w:sdtEndPr/>
              <w:sdtContent>
                <w:r w:rsidR="001647F0">
                  <w:rPr>
                    <w:rFonts w:ascii="MS Gothic" w:eastAsia="MS Gothic" w:hAnsi="MS Gothic" w:hint="eastAsia"/>
                  </w:rPr>
                  <w:t>☐</w:t>
                </w:r>
              </w:sdtContent>
            </w:sdt>
            <w:r w:rsidR="001647F0">
              <w:t xml:space="preserve">  </w:t>
            </w:r>
            <w:r w:rsidR="001647F0">
              <w:rPr>
                <w:noProof/>
              </w:rPr>
              <w:drawing>
                <wp:inline distT="0" distB="0" distL="0" distR="0" wp14:anchorId="0FED7470" wp14:editId="2398B91E">
                  <wp:extent cx="648000" cy="648000"/>
                  <wp:effectExtent l="0" t="0" r="0" b="0"/>
                  <wp:docPr id="33" name="Picture 17" descr="T:\ADMINISTRATION OH&amp;S UNIT\Safety Symbols\%OH&amp;S Safety Symbols Australian\Mandatory symbol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ADMINISTRATION OH&amp;S UNIT\Safety Symbols\%OH&amp;S Safety Symbols Australian\Mandatory symbols\Hand.jpg"/>
                          <pic:cNvPicPr>
                            <a:picLocks noChangeAspect="1" noChangeArrowheads="1"/>
                          </pic:cNvPicPr>
                        </pic:nvPicPr>
                        <pic:blipFill>
                          <a:blip r:embed="rId30"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3052" w:type="pct"/>
            <w:gridSpan w:val="5"/>
            <w:vMerge w:val="restart"/>
            <w:tcBorders>
              <w:top w:val="single" w:sz="4" w:space="0" w:color="auto"/>
              <w:left w:val="nil"/>
              <w:bottom w:val="single" w:sz="4" w:space="0" w:color="auto"/>
              <w:right w:val="single" w:sz="4" w:space="0" w:color="auto"/>
            </w:tcBorders>
            <w:shd w:val="clear" w:color="auto" w:fill="auto"/>
          </w:tcPr>
          <w:p w14:paraId="538A3556" w14:textId="77777777" w:rsidR="001647F0" w:rsidRDefault="001647F0" w:rsidP="00B64173">
            <w:pPr>
              <w:pStyle w:val="RiskTableText"/>
              <w:rPr>
                <w:rFonts w:asciiTheme="minorHAnsi" w:hAnsiTheme="minorHAnsi"/>
                <w:b/>
                <w:sz w:val="20"/>
                <w:szCs w:val="16"/>
              </w:rPr>
            </w:pPr>
            <w:r w:rsidRPr="00233029">
              <w:rPr>
                <w:rFonts w:asciiTheme="minorHAnsi" w:hAnsiTheme="minorHAnsi"/>
                <w:b/>
                <w:sz w:val="20"/>
                <w:szCs w:val="16"/>
              </w:rPr>
              <w:t>Arrangements for First Aid and Emergencies</w:t>
            </w:r>
          </w:p>
          <w:p w14:paraId="782D1874" w14:textId="77777777" w:rsidR="001647F0" w:rsidRPr="00233029" w:rsidRDefault="001647F0" w:rsidP="00B64173">
            <w:pPr>
              <w:pStyle w:val="Chcklist"/>
            </w:pPr>
            <w:r>
              <w:rPr>
                <w:color w:val="FF0000"/>
              </w:rPr>
              <w:t>Apply basic first aid and call or take to Tafe First Aid Station. If an Emergency call 000</w:t>
            </w:r>
            <w:r>
              <w:fldChar w:fldCharType="begin">
                <w:ffData>
                  <w:name w:val="Text1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5100FC6" w14:textId="77777777" w:rsidR="001647F0" w:rsidRDefault="001647F0" w:rsidP="00B64173">
            <w:pPr>
              <w:pStyle w:val="RiskTableText"/>
              <w:rPr>
                <w:rFonts w:asciiTheme="minorHAnsi" w:hAnsiTheme="minorHAnsi"/>
                <w:b/>
                <w:sz w:val="20"/>
                <w:szCs w:val="16"/>
              </w:rPr>
            </w:pPr>
          </w:p>
          <w:p w14:paraId="043A2608" w14:textId="77777777" w:rsidR="001647F0" w:rsidRPr="006364A9" w:rsidRDefault="001647F0" w:rsidP="00B64173">
            <w:pPr>
              <w:spacing w:before="0" w:after="0"/>
            </w:pPr>
          </w:p>
          <w:p w14:paraId="45D1A133" w14:textId="77777777" w:rsidR="001647F0" w:rsidRPr="006364A9" w:rsidRDefault="001647F0" w:rsidP="00B64173">
            <w:pPr>
              <w:spacing w:before="0" w:after="0"/>
            </w:pPr>
          </w:p>
          <w:p w14:paraId="16220662" w14:textId="77777777" w:rsidR="001647F0" w:rsidRPr="006364A9" w:rsidRDefault="001647F0" w:rsidP="00B64173">
            <w:pPr>
              <w:tabs>
                <w:tab w:val="left" w:pos="2204"/>
              </w:tabs>
              <w:spacing w:before="0" w:after="0"/>
            </w:pPr>
            <w:r>
              <w:tab/>
            </w:r>
          </w:p>
        </w:tc>
      </w:tr>
      <w:tr w:rsidR="001647F0" w:rsidRPr="00D35BB1" w14:paraId="1FD91759" w14:textId="77777777" w:rsidTr="00B64173">
        <w:trPr>
          <w:trHeight w:hRule="exact" w:val="624"/>
        </w:trPr>
        <w:tc>
          <w:tcPr>
            <w:tcW w:w="1948" w:type="pct"/>
            <w:gridSpan w:val="7"/>
            <w:tcBorders>
              <w:top w:val="nil"/>
              <w:left w:val="single" w:sz="4" w:space="0" w:color="auto"/>
              <w:bottom w:val="single" w:sz="4" w:space="0" w:color="auto"/>
              <w:right w:val="single" w:sz="4" w:space="0" w:color="auto"/>
            </w:tcBorders>
            <w:shd w:val="clear" w:color="auto" w:fill="auto"/>
            <w:vAlign w:val="top"/>
          </w:tcPr>
          <w:p w14:paraId="00A81D9C" w14:textId="77777777" w:rsidR="001647F0" w:rsidRDefault="001647F0" w:rsidP="00B64173">
            <w:pPr>
              <w:pStyle w:val="RiskTableText"/>
              <w:rPr>
                <w:i/>
              </w:rPr>
            </w:pPr>
            <w:r>
              <w:rPr>
                <w:b/>
              </w:rPr>
              <w:t xml:space="preserve">  </w:t>
            </w:r>
            <w:sdt>
              <w:sdtPr>
                <w:id w:val="2984568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b/>
              </w:rPr>
              <w:t xml:space="preserve">  Other  </w:t>
            </w:r>
            <w:r w:rsidRPr="00FA1833">
              <w:rPr>
                <w:i/>
              </w:rPr>
              <w:t>(specify)</w:t>
            </w:r>
            <w:r>
              <w:rPr>
                <w:i/>
              </w:rPr>
              <w:t xml:space="preserve"> - </w:t>
            </w:r>
            <w:r>
              <w:rPr>
                <w:i/>
              </w:rPr>
              <w:fldChar w:fldCharType="begin">
                <w:ffData>
                  <w:name w:val="Text133"/>
                  <w:enabled/>
                  <w:calcOnExit w:val="0"/>
                  <w:textInput/>
                </w:ffData>
              </w:fldChar>
            </w:r>
            <w:r>
              <w:rPr>
                <w:i/>
              </w:rPr>
              <w:instrText xml:space="preserve"> FORMTEXT </w:instrText>
            </w:r>
            <w:r>
              <w:rPr>
                <w:i/>
              </w:rPr>
            </w:r>
            <w:r>
              <w:rPr>
                <w:i/>
              </w:rPr>
              <w:fldChar w:fldCharType="separate"/>
            </w:r>
            <w:r>
              <w:rPr>
                <w:i/>
                <w:noProof/>
              </w:rPr>
              <w:t> </w:t>
            </w:r>
            <w:r>
              <w:rPr>
                <w:i/>
                <w:noProof/>
              </w:rPr>
              <w:t> </w:t>
            </w:r>
            <w:r>
              <w:rPr>
                <w:i/>
                <w:noProof/>
              </w:rPr>
              <w:t> </w:t>
            </w:r>
            <w:r>
              <w:rPr>
                <w:i/>
                <w:noProof/>
              </w:rPr>
              <w:t> </w:t>
            </w:r>
            <w:r>
              <w:rPr>
                <w:i/>
                <w:noProof/>
              </w:rPr>
              <w:t> </w:t>
            </w:r>
            <w:r>
              <w:rPr>
                <w:i/>
              </w:rPr>
              <w:fldChar w:fldCharType="end"/>
            </w:r>
          </w:p>
          <w:p w14:paraId="4C84A23E" w14:textId="77777777" w:rsidR="001647F0" w:rsidRDefault="001647F0" w:rsidP="00B64173">
            <w:pPr>
              <w:pStyle w:val="RiskTableText"/>
            </w:pPr>
          </w:p>
          <w:p w14:paraId="175103B0" w14:textId="77777777" w:rsidR="001647F0" w:rsidRDefault="001647F0" w:rsidP="00B64173">
            <w:pPr>
              <w:pStyle w:val="RiskTableText"/>
              <w:tabs>
                <w:tab w:val="left" w:pos="2367"/>
                <w:tab w:val="center" w:pos="3064"/>
              </w:tabs>
            </w:pPr>
            <w:r>
              <w:tab/>
            </w:r>
            <w:r>
              <w:tab/>
            </w:r>
          </w:p>
        </w:tc>
        <w:tc>
          <w:tcPr>
            <w:tcW w:w="3052" w:type="pct"/>
            <w:gridSpan w:val="5"/>
            <w:vMerge/>
            <w:tcBorders>
              <w:top w:val="single" w:sz="4" w:space="0" w:color="auto"/>
              <w:bottom w:val="single" w:sz="4" w:space="0" w:color="auto"/>
              <w:right w:val="single" w:sz="4" w:space="0" w:color="auto"/>
            </w:tcBorders>
          </w:tcPr>
          <w:p w14:paraId="1A0729BE" w14:textId="77777777" w:rsidR="001647F0" w:rsidRPr="00233029" w:rsidRDefault="001647F0" w:rsidP="00B64173">
            <w:pPr>
              <w:pStyle w:val="RiskTableText"/>
              <w:rPr>
                <w:rFonts w:asciiTheme="minorHAnsi" w:hAnsiTheme="minorHAnsi"/>
                <w:b/>
                <w:sz w:val="20"/>
                <w:szCs w:val="16"/>
              </w:rPr>
            </w:pPr>
          </w:p>
        </w:tc>
      </w:tr>
    </w:tbl>
    <w:p w14:paraId="66616315" w14:textId="77777777" w:rsidR="001647F0" w:rsidRDefault="001647F0" w:rsidP="001647F0">
      <w:r>
        <w:br w:type="page"/>
      </w:r>
    </w:p>
    <w:tbl>
      <w:tblPr>
        <w:tblStyle w:val="TableGrid"/>
        <w:tblW w:w="15309" w:type="dxa"/>
        <w:tblInd w:w="-572" w:type="dxa"/>
        <w:tblLook w:val="04A0" w:firstRow="1" w:lastRow="0" w:firstColumn="1" w:lastColumn="0" w:noHBand="0" w:noVBand="1"/>
      </w:tblPr>
      <w:tblGrid>
        <w:gridCol w:w="2835"/>
        <w:gridCol w:w="2835"/>
        <w:gridCol w:w="2410"/>
        <w:gridCol w:w="7229"/>
      </w:tblGrid>
      <w:tr w:rsidR="001647F0" w:rsidRPr="00185F96" w14:paraId="6B97B6FA" w14:textId="77777777" w:rsidTr="00B64173">
        <w:trPr>
          <w:cnfStyle w:val="100000000000" w:firstRow="1" w:lastRow="0" w:firstColumn="0" w:lastColumn="0" w:oddVBand="0" w:evenVBand="0" w:oddHBand="0" w:evenHBand="0" w:firstRowFirstColumn="0" w:firstRowLastColumn="0" w:lastRowFirstColumn="0" w:lastRowLastColumn="0"/>
          <w:trHeight w:val="567"/>
        </w:trPr>
        <w:tc>
          <w:tcPr>
            <w:tcW w:w="8080" w:type="dxa"/>
            <w:gridSpan w:val="3"/>
            <w:shd w:val="clear" w:color="auto" w:fill="000000" w:themeFill="text1"/>
          </w:tcPr>
          <w:p w14:paraId="41230DD9" w14:textId="77777777" w:rsidR="001647F0" w:rsidRPr="00185F96" w:rsidRDefault="001647F0" w:rsidP="00B64173">
            <w:pPr>
              <w:spacing w:before="0" w:after="0"/>
              <w:jc w:val="center"/>
              <w:rPr>
                <w:rFonts w:eastAsia="Times New Roman"/>
                <w:b w:val="0"/>
                <w:bCs/>
              </w:rPr>
            </w:pPr>
            <w:r w:rsidRPr="00185F96">
              <w:rPr>
                <w:b w:val="0"/>
              </w:rPr>
              <w:lastRenderedPageBreak/>
              <w:br w:type="page"/>
            </w:r>
            <w:r w:rsidRPr="00185F96">
              <w:rPr>
                <w:b w:val="0"/>
              </w:rPr>
              <w:br w:type="page"/>
              <w:t>HAZARD CHECKLIST</w:t>
            </w:r>
          </w:p>
        </w:tc>
        <w:tc>
          <w:tcPr>
            <w:tcW w:w="7229" w:type="dxa"/>
            <w:shd w:val="clear" w:color="auto" w:fill="000000" w:themeFill="text1"/>
          </w:tcPr>
          <w:p w14:paraId="78D702EA" w14:textId="77777777" w:rsidR="001647F0" w:rsidRPr="00185F96" w:rsidRDefault="001647F0" w:rsidP="00B64173">
            <w:pPr>
              <w:spacing w:before="0" w:after="0" w:line="240" w:lineRule="auto"/>
              <w:jc w:val="center"/>
              <w:rPr>
                <w:b w:val="0"/>
                <w:bCs/>
              </w:rPr>
            </w:pPr>
            <w:r w:rsidRPr="00185F96">
              <w:rPr>
                <w:b w:val="0"/>
                <w:bCs/>
              </w:rPr>
              <w:t>RISK ASSESSMENT MATRIX</w:t>
            </w:r>
          </w:p>
        </w:tc>
      </w:tr>
      <w:tr w:rsidR="001647F0" w:rsidRPr="00185F96" w14:paraId="15AC1211" w14:textId="77777777" w:rsidTr="00B64173">
        <w:tc>
          <w:tcPr>
            <w:tcW w:w="2835" w:type="dxa"/>
            <w:vAlign w:val="top"/>
          </w:tcPr>
          <w:p w14:paraId="36538B48" w14:textId="77777777" w:rsidR="001647F0" w:rsidRPr="00185F96" w:rsidRDefault="001647F0" w:rsidP="00B64173">
            <w:pPr>
              <w:pStyle w:val="Chcklist"/>
              <w:rPr>
                <w:rFonts w:cstheme="minorHAnsi"/>
                <w:b/>
                <w:sz w:val="20"/>
                <w:szCs w:val="20"/>
              </w:rPr>
            </w:pPr>
            <w:r w:rsidRPr="00185F96">
              <w:rPr>
                <w:rFonts w:cstheme="minorHAnsi"/>
                <w:b/>
                <w:sz w:val="20"/>
                <w:szCs w:val="20"/>
              </w:rPr>
              <w:t>Environment</w:t>
            </w:r>
          </w:p>
          <w:p w14:paraId="3E1329BD" w14:textId="77777777" w:rsidR="001647F0" w:rsidRPr="00185F96" w:rsidRDefault="00AD459E" w:rsidP="00B64173">
            <w:pPr>
              <w:pStyle w:val="Chcklist"/>
              <w:rPr>
                <w:rFonts w:cstheme="minorHAnsi"/>
                <w:sz w:val="20"/>
                <w:szCs w:val="20"/>
              </w:rPr>
            </w:pPr>
            <w:sdt>
              <w:sdtPr>
                <w:rPr>
                  <w:rFonts w:cstheme="minorHAnsi"/>
                  <w:sz w:val="20"/>
                  <w:szCs w:val="20"/>
                </w:rPr>
                <w:id w:val="-1943145874"/>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Weather </w:t>
            </w:r>
          </w:p>
          <w:p w14:paraId="003516AC" w14:textId="77777777" w:rsidR="001647F0" w:rsidRPr="00185F96" w:rsidRDefault="00AD459E" w:rsidP="00B64173">
            <w:pPr>
              <w:pStyle w:val="Chcklist"/>
              <w:rPr>
                <w:rFonts w:cstheme="minorHAnsi"/>
                <w:sz w:val="20"/>
                <w:szCs w:val="20"/>
              </w:rPr>
            </w:pPr>
            <w:sdt>
              <w:sdtPr>
                <w:rPr>
                  <w:rFonts w:cstheme="minorHAnsi"/>
                  <w:sz w:val="20"/>
                  <w:szCs w:val="20"/>
                </w:rPr>
                <w:id w:val="-997037174"/>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Hot or cold conditions</w:t>
            </w:r>
          </w:p>
          <w:p w14:paraId="0FB38440" w14:textId="399E56F2" w:rsidR="001647F0" w:rsidRPr="00185F96" w:rsidRDefault="00AD459E" w:rsidP="00B64173">
            <w:pPr>
              <w:pStyle w:val="Chcklist"/>
              <w:rPr>
                <w:rFonts w:cstheme="minorHAnsi"/>
                <w:sz w:val="20"/>
                <w:szCs w:val="20"/>
              </w:rPr>
            </w:pPr>
            <w:sdt>
              <w:sdtPr>
                <w:rPr>
                  <w:rFonts w:cstheme="minorHAnsi"/>
                  <w:sz w:val="20"/>
                  <w:szCs w:val="20"/>
                </w:rPr>
                <w:id w:val="-410311903"/>
                <w14:checkbox>
                  <w14:checked w14:val="0"/>
                  <w14:checkedState w14:val="2612" w14:font="MS Gothic"/>
                  <w14:uncheckedState w14:val="2610" w14:font="MS Gothic"/>
                </w14:checkbox>
              </w:sdtPr>
              <w:sdtEndPr/>
              <w:sdtContent>
                <w:r w:rsidR="00534CA5">
                  <w:rPr>
                    <w:rFonts w:ascii="MS Gothic" w:eastAsia="MS Gothic" w:hAnsi="MS Gothic" w:cstheme="minorHAnsi" w:hint="eastAsia"/>
                    <w:sz w:val="20"/>
                    <w:szCs w:val="20"/>
                  </w:rPr>
                  <w:t>☐</w:t>
                </w:r>
              </w:sdtContent>
            </w:sdt>
            <w:r w:rsidR="001647F0" w:rsidRPr="00185F96">
              <w:rPr>
                <w:rFonts w:cstheme="minorHAnsi"/>
                <w:sz w:val="20"/>
                <w:szCs w:val="20"/>
              </w:rPr>
              <w:t xml:space="preserve">  Air quality</w:t>
            </w:r>
          </w:p>
          <w:p w14:paraId="74E554D4" w14:textId="76A46910" w:rsidR="001647F0" w:rsidRPr="00185F96" w:rsidRDefault="00AD459E" w:rsidP="00B64173">
            <w:pPr>
              <w:pStyle w:val="Chcklist"/>
              <w:rPr>
                <w:rFonts w:cstheme="minorHAnsi"/>
                <w:sz w:val="20"/>
                <w:szCs w:val="20"/>
              </w:rPr>
            </w:pPr>
            <w:sdt>
              <w:sdtPr>
                <w:rPr>
                  <w:rFonts w:cstheme="minorHAnsi"/>
                  <w:sz w:val="20"/>
                  <w:szCs w:val="20"/>
                </w:rPr>
                <w:id w:val="-358590257"/>
                <w14:checkbox>
                  <w14:checked w14:val="0"/>
                  <w14:checkedState w14:val="2612" w14:font="MS Gothic"/>
                  <w14:uncheckedState w14:val="2610" w14:font="MS Gothic"/>
                </w14:checkbox>
              </w:sdtPr>
              <w:sdtEndPr/>
              <w:sdtContent>
                <w:r w:rsidR="00534CA5">
                  <w:rPr>
                    <w:rFonts w:ascii="MS Gothic" w:eastAsia="MS Gothic" w:hAnsi="MS Gothic" w:cstheme="minorHAnsi" w:hint="eastAsia"/>
                    <w:sz w:val="20"/>
                    <w:szCs w:val="20"/>
                  </w:rPr>
                  <w:t>☐</w:t>
                </w:r>
              </w:sdtContent>
            </w:sdt>
            <w:r w:rsidR="001647F0" w:rsidRPr="00185F96">
              <w:rPr>
                <w:rFonts w:cstheme="minorHAnsi"/>
                <w:sz w:val="20"/>
                <w:szCs w:val="20"/>
              </w:rPr>
              <w:t xml:space="preserve">  Noise</w:t>
            </w:r>
          </w:p>
          <w:p w14:paraId="1CF43F76" w14:textId="77777777" w:rsidR="001647F0" w:rsidRPr="00185F96" w:rsidRDefault="00AD459E" w:rsidP="00B64173">
            <w:pPr>
              <w:pStyle w:val="Chcklist"/>
              <w:rPr>
                <w:rFonts w:cstheme="minorHAnsi"/>
                <w:sz w:val="20"/>
                <w:szCs w:val="20"/>
              </w:rPr>
            </w:pPr>
            <w:sdt>
              <w:sdtPr>
                <w:rPr>
                  <w:rFonts w:cstheme="minorHAnsi"/>
                  <w:sz w:val="20"/>
                  <w:szCs w:val="20"/>
                </w:rPr>
                <w:id w:val="1585174849"/>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UV exposure</w:t>
            </w:r>
          </w:p>
          <w:p w14:paraId="613353E1" w14:textId="00765398" w:rsidR="001647F0" w:rsidRPr="00185F96" w:rsidRDefault="00AD459E" w:rsidP="00B64173">
            <w:pPr>
              <w:pStyle w:val="Chcklist"/>
              <w:rPr>
                <w:rFonts w:cstheme="minorHAnsi"/>
                <w:sz w:val="20"/>
                <w:szCs w:val="20"/>
              </w:rPr>
            </w:pPr>
            <w:sdt>
              <w:sdtPr>
                <w:rPr>
                  <w:rFonts w:cstheme="minorHAnsi"/>
                  <w:sz w:val="20"/>
                  <w:szCs w:val="20"/>
                </w:rPr>
                <w:id w:val="-12148550"/>
                <w14:checkbox>
                  <w14:checked w14:val="0"/>
                  <w14:checkedState w14:val="2612" w14:font="MS Gothic"/>
                  <w14:uncheckedState w14:val="2610" w14:font="MS Gothic"/>
                </w14:checkbox>
              </w:sdtPr>
              <w:sdtEndPr/>
              <w:sdtContent>
                <w:r w:rsidR="00534CA5">
                  <w:rPr>
                    <w:rFonts w:ascii="MS Gothic" w:eastAsia="MS Gothic" w:hAnsi="MS Gothic" w:cstheme="minorHAnsi" w:hint="eastAsia"/>
                    <w:sz w:val="20"/>
                    <w:szCs w:val="20"/>
                  </w:rPr>
                  <w:t>☐</w:t>
                </w:r>
              </w:sdtContent>
            </w:sdt>
            <w:r w:rsidR="001647F0" w:rsidRPr="00185F96">
              <w:rPr>
                <w:rFonts w:cstheme="minorHAnsi"/>
                <w:sz w:val="20"/>
                <w:szCs w:val="20"/>
              </w:rPr>
              <w:t xml:space="preserve">  Slip/trip hazards</w:t>
            </w:r>
          </w:p>
          <w:p w14:paraId="0925B98E" w14:textId="77777777" w:rsidR="001647F0" w:rsidRPr="00185F96" w:rsidRDefault="00AD459E" w:rsidP="00B64173">
            <w:pPr>
              <w:pStyle w:val="Chcklist"/>
              <w:rPr>
                <w:rFonts w:cstheme="minorHAnsi"/>
                <w:sz w:val="20"/>
                <w:szCs w:val="20"/>
              </w:rPr>
            </w:pPr>
            <w:sdt>
              <w:sdtPr>
                <w:rPr>
                  <w:rFonts w:cstheme="minorHAnsi"/>
                  <w:sz w:val="20"/>
                  <w:szCs w:val="20"/>
                </w:rPr>
                <w:id w:val="1808892730"/>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Drowning</w:t>
            </w:r>
          </w:p>
          <w:p w14:paraId="074C35C3" w14:textId="77777777" w:rsidR="001647F0" w:rsidRPr="00185F96" w:rsidRDefault="001647F0" w:rsidP="00B64173">
            <w:pPr>
              <w:pStyle w:val="Chcklist"/>
              <w:rPr>
                <w:rFonts w:cstheme="minorHAnsi"/>
                <w:b/>
                <w:sz w:val="20"/>
                <w:szCs w:val="20"/>
              </w:rPr>
            </w:pPr>
            <w:r w:rsidRPr="00185F96">
              <w:rPr>
                <w:rFonts w:cstheme="minorHAnsi"/>
                <w:b/>
                <w:sz w:val="20"/>
                <w:szCs w:val="20"/>
              </w:rPr>
              <w:t>Substances</w:t>
            </w:r>
          </w:p>
          <w:p w14:paraId="11B71DA9" w14:textId="77777777" w:rsidR="001647F0" w:rsidRPr="00185F96" w:rsidRDefault="00AD459E" w:rsidP="00B64173">
            <w:pPr>
              <w:pStyle w:val="Chcklist"/>
              <w:rPr>
                <w:rFonts w:cstheme="minorHAnsi"/>
                <w:sz w:val="20"/>
                <w:szCs w:val="20"/>
              </w:rPr>
            </w:pPr>
            <w:sdt>
              <w:sdtPr>
                <w:rPr>
                  <w:rFonts w:cstheme="minorHAnsi"/>
                  <w:sz w:val="20"/>
                  <w:szCs w:val="20"/>
                </w:rPr>
                <w:id w:val="-1254120712"/>
                <w14:checkbox>
                  <w14:checked w14:val="0"/>
                  <w14:checkedState w14:val="2612" w14:font="MS Gothic"/>
                  <w14:uncheckedState w14:val="2610" w14:font="MS Gothic"/>
                </w14:checkbox>
              </w:sdtPr>
              <w:sdtEndPr/>
              <w:sdtContent>
                <w:r w:rsidR="001647F0" w:rsidRPr="00185F96">
                  <w:rPr>
                    <w:rFonts w:ascii="Segoe UI Symbol" w:eastAsia="MS Gothic" w:hAnsi="Segoe UI Symbol" w:cs="Segoe UI Symbol"/>
                    <w:sz w:val="20"/>
                    <w:szCs w:val="20"/>
                  </w:rPr>
                  <w:t>☐</w:t>
                </w:r>
              </w:sdtContent>
            </w:sdt>
            <w:r w:rsidR="001647F0" w:rsidRPr="00185F96">
              <w:rPr>
                <w:rFonts w:cstheme="minorHAnsi"/>
                <w:sz w:val="20"/>
                <w:szCs w:val="20"/>
              </w:rPr>
              <w:t xml:space="preserve">  Hazardous chemicals </w:t>
            </w:r>
          </w:p>
          <w:p w14:paraId="38F98921" w14:textId="77777777" w:rsidR="001647F0" w:rsidRPr="00185F96" w:rsidRDefault="00AD459E" w:rsidP="00B64173">
            <w:pPr>
              <w:pStyle w:val="Chcklist"/>
              <w:rPr>
                <w:rFonts w:cstheme="minorHAnsi"/>
                <w:sz w:val="20"/>
                <w:szCs w:val="20"/>
              </w:rPr>
            </w:pPr>
            <w:sdt>
              <w:sdtPr>
                <w:rPr>
                  <w:rFonts w:cstheme="minorHAnsi"/>
                  <w:sz w:val="20"/>
                  <w:szCs w:val="20"/>
                </w:rPr>
                <w:id w:val="1468160484"/>
                <w14:checkbox>
                  <w14:checked w14:val="0"/>
                  <w14:checkedState w14:val="2612" w14:font="MS Gothic"/>
                  <w14:uncheckedState w14:val="2610" w14:font="MS Gothic"/>
                </w14:checkbox>
              </w:sdtPr>
              <w:sdtEndPr/>
              <w:sdtContent>
                <w:r w:rsidR="001647F0" w:rsidRPr="00185F96">
                  <w:rPr>
                    <w:rFonts w:ascii="Segoe UI Symbol" w:eastAsia="MS Gothic" w:hAnsi="Segoe UI Symbol" w:cs="Segoe UI Symbol"/>
                    <w:sz w:val="20"/>
                    <w:szCs w:val="20"/>
                  </w:rPr>
                  <w:t>☐</w:t>
                </w:r>
              </w:sdtContent>
            </w:sdt>
            <w:r w:rsidR="001647F0" w:rsidRPr="00185F96">
              <w:rPr>
                <w:rFonts w:cstheme="minorHAnsi"/>
                <w:sz w:val="20"/>
                <w:szCs w:val="20"/>
              </w:rPr>
              <w:t xml:space="preserve">  Explosives </w:t>
            </w:r>
          </w:p>
          <w:p w14:paraId="580E7B52" w14:textId="77777777" w:rsidR="001647F0" w:rsidRPr="00185F96" w:rsidRDefault="00AD459E" w:rsidP="00B64173">
            <w:pPr>
              <w:pStyle w:val="Chcklist"/>
              <w:rPr>
                <w:rFonts w:cstheme="minorHAnsi"/>
                <w:sz w:val="20"/>
                <w:szCs w:val="20"/>
              </w:rPr>
            </w:pPr>
            <w:sdt>
              <w:sdtPr>
                <w:rPr>
                  <w:rFonts w:cstheme="minorHAnsi"/>
                  <w:sz w:val="20"/>
                  <w:szCs w:val="20"/>
                </w:rPr>
                <w:id w:val="-440454319"/>
                <w14:checkbox>
                  <w14:checked w14:val="0"/>
                  <w14:checkedState w14:val="2612" w14:font="MS Gothic"/>
                  <w14:uncheckedState w14:val="2610" w14:font="MS Gothic"/>
                </w14:checkbox>
              </w:sdtPr>
              <w:sdtEndPr/>
              <w:sdtContent>
                <w:r w:rsidR="001647F0" w:rsidRPr="00185F96">
                  <w:rPr>
                    <w:rFonts w:ascii="Segoe UI Symbol" w:eastAsia="MS Gothic" w:hAnsi="Segoe UI Symbol" w:cs="Segoe UI Symbol"/>
                    <w:sz w:val="20"/>
                    <w:szCs w:val="20"/>
                  </w:rPr>
                  <w:t>☐</w:t>
                </w:r>
              </w:sdtContent>
            </w:sdt>
            <w:r w:rsidR="001647F0" w:rsidRPr="00185F96">
              <w:rPr>
                <w:rFonts w:cstheme="minorHAnsi"/>
                <w:sz w:val="20"/>
                <w:szCs w:val="20"/>
              </w:rPr>
              <w:t xml:space="preserve">  Flammable substances</w:t>
            </w:r>
          </w:p>
          <w:p w14:paraId="3E9DEBCE" w14:textId="77777777" w:rsidR="001647F0" w:rsidRPr="00185F96" w:rsidRDefault="00AD459E" w:rsidP="00B64173">
            <w:pPr>
              <w:pStyle w:val="Chcklist"/>
              <w:rPr>
                <w:rFonts w:cstheme="minorHAnsi"/>
                <w:sz w:val="20"/>
                <w:szCs w:val="20"/>
              </w:rPr>
            </w:pPr>
            <w:sdt>
              <w:sdtPr>
                <w:rPr>
                  <w:rFonts w:cstheme="minorHAnsi"/>
                  <w:sz w:val="20"/>
                  <w:szCs w:val="20"/>
                </w:rPr>
                <w:id w:val="-334845737"/>
                <w14:checkbox>
                  <w14:checked w14:val="0"/>
                  <w14:checkedState w14:val="2612" w14:font="MS Gothic"/>
                  <w14:uncheckedState w14:val="2610" w14:font="MS Gothic"/>
                </w14:checkbox>
              </w:sdtPr>
              <w:sdtEndPr/>
              <w:sdtContent>
                <w:r w:rsidR="001647F0" w:rsidRPr="00185F96">
                  <w:rPr>
                    <w:rFonts w:ascii="Segoe UI Symbol" w:eastAsia="MS Gothic" w:hAnsi="Segoe UI Symbol" w:cs="Segoe UI Symbol"/>
                    <w:sz w:val="20"/>
                    <w:szCs w:val="20"/>
                  </w:rPr>
                  <w:t>☐</w:t>
                </w:r>
              </w:sdtContent>
            </w:sdt>
            <w:r w:rsidR="001647F0" w:rsidRPr="00185F96">
              <w:rPr>
                <w:rFonts w:cstheme="minorHAnsi"/>
                <w:sz w:val="20"/>
                <w:szCs w:val="20"/>
              </w:rPr>
              <w:t xml:space="preserve">  Toxic substances/ pesticides</w:t>
            </w:r>
          </w:p>
          <w:p w14:paraId="4B6C10B5" w14:textId="1B1EE2BD" w:rsidR="001647F0" w:rsidRPr="00185F96" w:rsidRDefault="00AD459E" w:rsidP="00B64173">
            <w:pPr>
              <w:pStyle w:val="Chcklist"/>
              <w:rPr>
                <w:rFonts w:cstheme="minorHAnsi"/>
                <w:sz w:val="20"/>
                <w:szCs w:val="20"/>
              </w:rPr>
            </w:pPr>
            <w:sdt>
              <w:sdtPr>
                <w:rPr>
                  <w:rFonts w:cstheme="minorHAnsi"/>
                  <w:sz w:val="20"/>
                  <w:szCs w:val="20"/>
                </w:rPr>
                <w:id w:val="-1514914748"/>
                <w14:checkbox>
                  <w14:checked w14:val="0"/>
                  <w14:checkedState w14:val="2612" w14:font="MS Gothic"/>
                  <w14:uncheckedState w14:val="2610" w14:font="MS Gothic"/>
                </w14:checkbox>
              </w:sdtPr>
              <w:sdtEndPr/>
              <w:sdtContent>
                <w:r w:rsidR="00534CA5">
                  <w:rPr>
                    <w:rFonts w:ascii="MS Gothic" w:eastAsia="MS Gothic" w:hAnsi="MS Gothic" w:cstheme="minorHAnsi" w:hint="eastAsia"/>
                    <w:sz w:val="20"/>
                    <w:szCs w:val="20"/>
                  </w:rPr>
                  <w:t>☐</w:t>
                </w:r>
              </w:sdtContent>
            </w:sdt>
            <w:r w:rsidR="001647F0" w:rsidRPr="00185F96">
              <w:rPr>
                <w:rFonts w:cstheme="minorHAnsi"/>
                <w:sz w:val="20"/>
                <w:szCs w:val="20"/>
              </w:rPr>
              <w:t xml:space="preserve">  Inhalable / respirable dust</w:t>
            </w:r>
          </w:p>
          <w:p w14:paraId="0BC9C58D" w14:textId="77777777" w:rsidR="001647F0" w:rsidRPr="00185F96" w:rsidRDefault="00AD459E" w:rsidP="00B64173">
            <w:pPr>
              <w:pStyle w:val="Chcklist"/>
              <w:rPr>
                <w:rFonts w:cstheme="minorHAnsi"/>
                <w:sz w:val="20"/>
                <w:szCs w:val="20"/>
              </w:rPr>
            </w:pPr>
            <w:sdt>
              <w:sdtPr>
                <w:rPr>
                  <w:rFonts w:cstheme="minorHAnsi"/>
                  <w:sz w:val="20"/>
                  <w:szCs w:val="20"/>
                </w:rPr>
                <w:id w:val="1237971382"/>
                <w14:checkbox>
                  <w14:checked w14:val="0"/>
                  <w14:checkedState w14:val="2612" w14:font="MS Gothic"/>
                  <w14:uncheckedState w14:val="2610" w14:font="MS Gothic"/>
                </w14:checkbox>
              </w:sdtPr>
              <w:sdtEndPr/>
              <w:sdtContent>
                <w:r w:rsidR="001647F0" w:rsidRPr="00185F96">
                  <w:rPr>
                    <w:rFonts w:ascii="Segoe UI Symbol" w:eastAsia="MS Gothic" w:hAnsi="Segoe UI Symbol" w:cs="Segoe UI Symbol"/>
                    <w:sz w:val="20"/>
                    <w:szCs w:val="20"/>
                  </w:rPr>
                  <w:t>☐</w:t>
                </w:r>
              </w:sdtContent>
            </w:sdt>
            <w:r w:rsidR="001647F0" w:rsidRPr="00185F96">
              <w:rPr>
                <w:rFonts w:cstheme="minorHAnsi"/>
                <w:sz w:val="20"/>
                <w:szCs w:val="20"/>
              </w:rPr>
              <w:t xml:space="preserve">  Exhaust or other fumes</w:t>
            </w:r>
          </w:p>
          <w:p w14:paraId="56AC64E0" w14:textId="77777777" w:rsidR="001647F0" w:rsidRPr="00185F96" w:rsidRDefault="001647F0" w:rsidP="00B64173">
            <w:pPr>
              <w:pStyle w:val="Chcklist"/>
              <w:rPr>
                <w:rFonts w:cstheme="minorHAnsi"/>
                <w:b/>
                <w:sz w:val="20"/>
                <w:szCs w:val="20"/>
              </w:rPr>
            </w:pPr>
            <w:r w:rsidRPr="00185F96">
              <w:rPr>
                <w:rFonts w:cstheme="minorHAnsi"/>
                <w:b/>
                <w:sz w:val="20"/>
                <w:szCs w:val="20"/>
              </w:rPr>
              <w:t>Physical</w:t>
            </w:r>
          </w:p>
          <w:p w14:paraId="2EA6B720" w14:textId="77777777" w:rsidR="001647F0" w:rsidRPr="00185F96" w:rsidRDefault="00AD459E" w:rsidP="00B64173">
            <w:pPr>
              <w:pStyle w:val="Chcklist"/>
              <w:rPr>
                <w:rFonts w:cstheme="minorHAnsi"/>
                <w:sz w:val="20"/>
                <w:szCs w:val="20"/>
              </w:rPr>
            </w:pPr>
            <w:sdt>
              <w:sdtPr>
                <w:rPr>
                  <w:rFonts w:cstheme="minorHAnsi"/>
                  <w:sz w:val="20"/>
                  <w:szCs w:val="20"/>
                </w:rPr>
                <w:id w:val="1206144336"/>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Pressure</w:t>
            </w:r>
          </w:p>
          <w:p w14:paraId="4CCC009E" w14:textId="11721CEC" w:rsidR="001647F0" w:rsidRPr="00185F96" w:rsidRDefault="00AD459E" w:rsidP="00B64173">
            <w:pPr>
              <w:pStyle w:val="Chcklist"/>
              <w:rPr>
                <w:rFonts w:cstheme="minorHAnsi"/>
                <w:sz w:val="20"/>
                <w:szCs w:val="20"/>
              </w:rPr>
            </w:pPr>
            <w:sdt>
              <w:sdtPr>
                <w:rPr>
                  <w:rFonts w:cstheme="minorHAnsi"/>
                  <w:sz w:val="20"/>
                  <w:szCs w:val="20"/>
                </w:rPr>
                <w:id w:val="1291550303"/>
                <w14:checkbox>
                  <w14:checked w14:val="0"/>
                  <w14:checkedState w14:val="2612" w14:font="MS Gothic"/>
                  <w14:uncheckedState w14:val="2610" w14:font="MS Gothic"/>
                </w14:checkbox>
              </w:sdtPr>
              <w:sdtEndPr/>
              <w:sdtContent>
                <w:r w:rsidR="00534CA5">
                  <w:rPr>
                    <w:rFonts w:ascii="MS Gothic" w:eastAsia="MS Gothic" w:hAnsi="MS Gothic" w:cstheme="minorHAnsi" w:hint="eastAsia"/>
                    <w:sz w:val="20"/>
                    <w:szCs w:val="20"/>
                  </w:rPr>
                  <w:t>☐</w:t>
                </w:r>
              </w:sdtContent>
            </w:sdt>
            <w:r w:rsidR="001647F0" w:rsidRPr="00185F96">
              <w:rPr>
                <w:rFonts w:cstheme="minorHAnsi"/>
                <w:sz w:val="20"/>
                <w:szCs w:val="20"/>
              </w:rPr>
              <w:t xml:space="preserve">  Stored energy – mechanical</w:t>
            </w:r>
          </w:p>
          <w:p w14:paraId="49409DDE" w14:textId="278F2755" w:rsidR="001647F0" w:rsidRPr="00185F96" w:rsidRDefault="00AD459E" w:rsidP="00B64173">
            <w:pPr>
              <w:pStyle w:val="Chcklist"/>
              <w:rPr>
                <w:rFonts w:cstheme="minorHAnsi"/>
                <w:sz w:val="20"/>
                <w:szCs w:val="20"/>
              </w:rPr>
            </w:pPr>
            <w:sdt>
              <w:sdtPr>
                <w:rPr>
                  <w:rFonts w:cstheme="minorHAnsi"/>
                  <w:sz w:val="20"/>
                  <w:szCs w:val="20"/>
                </w:rPr>
                <w:id w:val="1406955546"/>
                <w14:checkbox>
                  <w14:checked w14:val="0"/>
                  <w14:checkedState w14:val="2612" w14:font="MS Gothic"/>
                  <w14:uncheckedState w14:val="2610" w14:font="MS Gothic"/>
                </w14:checkbox>
              </w:sdtPr>
              <w:sdtEndPr/>
              <w:sdtContent>
                <w:r w:rsidR="00534CA5">
                  <w:rPr>
                    <w:rFonts w:ascii="MS Gothic" w:eastAsia="MS Gothic" w:hAnsi="MS Gothic" w:cstheme="minorHAnsi" w:hint="eastAsia"/>
                    <w:sz w:val="20"/>
                    <w:szCs w:val="20"/>
                  </w:rPr>
                  <w:t>☐</w:t>
                </w:r>
              </w:sdtContent>
            </w:sdt>
            <w:r w:rsidR="001647F0" w:rsidRPr="00185F96">
              <w:rPr>
                <w:rFonts w:cstheme="minorHAnsi"/>
                <w:sz w:val="20"/>
                <w:szCs w:val="20"/>
              </w:rPr>
              <w:t xml:space="preserve">  Stored energy – electrical</w:t>
            </w:r>
          </w:p>
          <w:p w14:paraId="4EF519C6" w14:textId="77777777" w:rsidR="001647F0" w:rsidRPr="00185F96" w:rsidRDefault="00AD459E" w:rsidP="00B64173">
            <w:pPr>
              <w:pStyle w:val="Chcklist"/>
              <w:rPr>
                <w:rFonts w:cstheme="minorHAnsi"/>
                <w:sz w:val="20"/>
                <w:szCs w:val="20"/>
              </w:rPr>
            </w:pPr>
            <w:sdt>
              <w:sdtPr>
                <w:rPr>
                  <w:rFonts w:cstheme="minorHAnsi"/>
                  <w:sz w:val="20"/>
                  <w:szCs w:val="20"/>
                </w:rPr>
                <w:id w:val="-275027478"/>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Stored energy – chemical</w:t>
            </w:r>
          </w:p>
          <w:p w14:paraId="2BEAAFC0" w14:textId="77777777" w:rsidR="001647F0" w:rsidRPr="00185F96" w:rsidRDefault="00AD459E" w:rsidP="00B64173">
            <w:pPr>
              <w:pStyle w:val="Chcklist"/>
              <w:rPr>
                <w:rFonts w:cstheme="minorHAnsi"/>
                <w:sz w:val="20"/>
                <w:szCs w:val="20"/>
              </w:rPr>
            </w:pPr>
            <w:sdt>
              <w:sdtPr>
                <w:rPr>
                  <w:rFonts w:cstheme="minorHAnsi"/>
                  <w:sz w:val="20"/>
                  <w:szCs w:val="20"/>
                </w:rPr>
                <w:id w:val="-1785732894"/>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Confined spaces</w:t>
            </w:r>
          </w:p>
          <w:p w14:paraId="65652506" w14:textId="77777777" w:rsidR="001647F0" w:rsidRPr="00185F96" w:rsidRDefault="00AD459E" w:rsidP="00B64173">
            <w:pPr>
              <w:pStyle w:val="Chcklist"/>
              <w:rPr>
                <w:rFonts w:cstheme="minorHAnsi"/>
                <w:sz w:val="20"/>
                <w:szCs w:val="20"/>
              </w:rPr>
            </w:pPr>
            <w:sdt>
              <w:sdtPr>
                <w:rPr>
                  <w:rFonts w:cstheme="minorHAnsi"/>
                  <w:sz w:val="20"/>
                  <w:szCs w:val="20"/>
                </w:rPr>
                <w:id w:val="-1742250270"/>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Fall from height</w:t>
            </w:r>
          </w:p>
          <w:p w14:paraId="744A53EF" w14:textId="6DA42F65" w:rsidR="001647F0" w:rsidRPr="00185F96" w:rsidRDefault="00AD459E" w:rsidP="00B64173">
            <w:pPr>
              <w:pStyle w:val="Chcklist"/>
              <w:rPr>
                <w:rFonts w:cstheme="minorHAnsi"/>
                <w:sz w:val="20"/>
                <w:szCs w:val="20"/>
              </w:rPr>
            </w:pPr>
            <w:sdt>
              <w:sdtPr>
                <w:rPr>
                  <w:rFonts w:cstheme="minorHAnsi"/>
                  <w:sz w:val="20"/>
                  <w:szCs w:val="20"/>
                </w:rPr>
                <w:id w:val="1481105490"/>
                <w14:checkbox>
                  <w14:checked w14:val="0"/>
                  <w14:checkedState w14:val="2612" w14:font="MS Gothic"/>
                  <w14:uncheckedState w14:val="2610" w14:font="MS Gothic"/>
                </w14:checkbox>
              </w:sdtPr>
              <w:sdtEndPr/>
              <w:sdtContent>
                <w:r w:rsidR="00534CA5">
                  <w:rPr>
                    <w:rFonts w:ascii="MS Gothic" w:eastAsia="MS Gothic" w:hAnsi="MS Gothic" w:cstheme="minorHAnsi" w:hint="eastAsia"/>
                    <w:sz w:val="20"/>
                    <w:szCs w:val="20"/>
                  </w:rPr>
                  <w:t>☐</w:t>
                </w:r>
              </w:sdtContent>
            </w:sdt>
            <w:r w:rsidR="001647F0" w:rsidRPr="00185F96">
              <w:rPr>
                <w:rFonts w:cstheme="minorHAnsi"/>
                <w:sz w:val="20"/>
                <w:szCs w:val="20"/>
              </w:rPr>
              <w:t xml:space="preserve"> Manual tasks / ergonomic</w:t>
            </w:r>
          </w:p>
          <w:p w14:paraId="6282E238" w14:textId="77777777" w:rsidR="001647F0" w:rsidRPr="00185F96" w:rsidRDefault="001647F0" w:rsidP="00B64173">
            <w:pPr>
              <w:pStyle w:val="Chcklist"/>
              <w:rPr>
                <w:rFonts w:cstheme="minorHAnsi"/>
                <w:sz w:val="20"/>
                <w:szCs w:val="20"/>
              </w:rPr>
            </w:pPr>
          </w:p>
        </w:tc>
        <w:tc>
          <w:tcPr>
            <w:tcW w:w="2835" w:type="dxa"/>
            <w:vAlign w:val="top"/>
          </w:tcPr>
          <w:p w14:paraId="522D7BD9" w14:textId="77777777" w:rsidR="001647F0" w:rsidRPr="00185F96" w:rsidRDefault="001647F0" w:rsidP="00B64173">
            <w:pPr>
              <w:pStyle w:val="Chcklist"/>
              <w:rPr>
                <w:rFonts w:cstheme="minorHAnsi"/>
                <w:b/>
                <w:sz w:val="20"/>
                <w:szCs w:val="20"/>
              </w:rPr>
            </w:pPr>
            <w:r w:rsidRPr="00185F96">
              <w:rPr>
                <w:rFonts w:cstheme="minorHAnsi"/>
                <w:b/>
                <w:sz w:val="20"/>
                <w:szCs w:val="20"/>
              </w:rPr>
              <w:t>Psychological and Social</w:t>
            </w:r>
          </w:p>
          <w:p w14:paraId="35F51730" w14:textId="277366D0" w:rsidR="001647F0" w:rsidRPr="00185F96" w:rsidRDefault="00AD459E" w:rsidP="00B64173">
            <w:pPr>
              <w:pStyle w:val="Chcklist"/>
              <w:rPr>
                <w:rFonts w:cstheme="minorHAnsi"/>
                <w:sz w:val="20"/>
                <w:szCs w:val="20"/>
              </w:rPr>
            </w:pPr>
            <w:sdt>
              <w:sdtPr>
                <w:rPr>
                  <w:rFonts w:cstheme="minorHAnsi"/>
                  <w:sz w:val="20"/>
                  <w:szCs w:val="20"/>
                </w:rPr>
                <w:id w:val="1363863019"/>
                <w14:checkbox>
                  <w14:checked w14:val="0"/>
                  <w14:checkedState w14:val="2612" w14:font="MS Gothic"/>
                  <w14:uncheckedState w14:val="2610" w14:font="MS Gothic"/>
                </w14:checkbox>
              </w:sdtPr>
              <w:sdtEndPr/>
              <w:sdtContent>
                <w:r w:rsidR="00534CA5">
                  <w:rPr>
                    <w:rFonts w:ascii="MS Gothic" w:eastAsia="MS Gothic" w:hAnsi="MS Gothic" w:cstheme="minorHAnsi" w:hint="eastAsia"/>
                    <w:sz w:val="20"/>
                    <w:szCs w:val="20"/>
                  </w:rPr>
                  <w:t>☐</w:t>
                </w:r>
              </w:sdtContent>
            </w:sdt>
            <w:r w:rsidR="001647F0" w:rsidRPr="00185F96">
              <w:rPr>
                <w:rFonts w:cstheme="minorHAnsi"/>
                <w:sz w:val="20"/>
                <w:szCs w:val="20"/>
              </w:rPr>
              <w:t xml:space="preserve">  Stress</w:t>
            </w:r>
          </w:p>
          <w:p w14:paraId="168760BC" w14:textId="30C774C0" w:rsidR="001647F0" w:rsidRPr="00185F96" w:rsidRDefault="00AD459E" w:rsidP="00B64173">
            <w:pPr>
              <w:pStyle w:val="Chcklist"/>
              <w:rPr>
                <w:rFonts w:cstheme="minorHAnsi"/>
                <w:sz w:val="20"/>
                <w:szCs w:val="20"/>
              </w:rPr>
            </w:pPr>
            <w:sdt>
              <w:sdtPr>
                <w:rPr>
                  <w:rFonts w:cstheme="minorHAnsi"/>
                  <w:sz w:val="20"/>
                  <w:szCs w:val="20"/>
                </w:rPr>
                <w:id w:val="-943154617"/>
                <w14:checkbox>
                  <w14:checked w14:val="0"/>
                  <w14:checkedState w14:val="2612" w14:font="MS Gothic"/>
                  <w14:uncheckedState w14:val="2610" w14:font="MS Gothic"/>
                </w14:checkbox>
              </w:sdtPr>
              <w:sdtEndPr/>
              <w:sdtContent>
                <w:r w:rsidR="00534CA5">
                  <w:rPr>
                    <w:rFonts w:ascii="MS Gothic" w:eastAsia="MS Gothic" w:hAnsi="MS Gothic" w:cstheme="minorHAnsi" w:hint="eastAsia"/>
                    <w:sz w:val="20"/>
                    <w:szCs w:val="20"/>
                  </w:rPr>
                  <w:t>☐</w:t>
                </w:r>
              </w:sdtContent>
            </w:sdt>
            <w:r w:rsidR="001647F0" w:rsidRPr="00185F96">
              <w:rPr>
                <w:rFonts w:cstheme="minorHAnsi"/>
                <w:sz w:val="20"/>
                <w:szCs w:val="20"/>
              </w:rPr>
              <w:t xml:space="preserve">  Fatigue</w:t>
            </w:r>
          </w:p>
          <w:p w14:paraId="6296CD08" w14:textId="77777777" w:rsidR="001647F0" w:rsidRPr="00185F96" w:rsidRDefault="00AD459E" w:rsidP="00B64173">
            <w:pPr>
              <w:pStyle w:val="Chcklist"/>
              <w:rPr>
                <w:rFonts w:cstheme="minorHAnsi"/>
                <w:sz w:val="20"/>
                <w:szCs w:val="20"/>
              </w:rPr>
            </w:pPr>
            <w:sdt>
              <w:sdtPr>
                <w:rPr>
                  <w:rFonts w:cstheme="minorHAnsi"/>
                  <w:sz w:val="20"/>
                  <w:szCs w:val="20"/>
                </w:rPr>
                <w:id w:val="2795084"/>
                <w14:checkbox>
                  <w14:checked w14:val="0"/>
                  <w14:checkedState w14:val="2612" w14:font="MS Gothic"/>
                  <w14:uncheckedState w14:val="2610" w14:font="MS Gothic"/>
                </w14:checkbox>
              </w:sdtPr>
              <w:sdtEndPr/>
              <w:sdtContent>
                <w:r w:rsidR="001647F0" w:rsidRPr="00185F96">
                  <w:rPr>
                    <w:rFonts w:ascii="Segoe UI Symbol" w:eastAsia="MS Gothic" w:hAnsi="Segoe UI Symbol" w:cs="Segoe UI Symbol"/>
                    <w:sz w:val="20"/>
                    <w:szCs w:val="20"/>
                  </w:rPr>
                  <w:t>☐</w:t>
                </w:r>
              </w:sdtContent>
            </w:sdt>
            <w:r w:rsidR="001647F0" w:rsidRPr="00185F96">
              <w:rPr>
                <w:rFonts w:cstheme="minorHAnsi"/>
                <w:sz w:val="20"/>
                <w:szCs w:val="20"/>
              </w:rPr>
              <w:t xml:space="preserve">  Violence / aggression</w:t>
            </w:r>
          </w:p>
          <w:p w14:paraId="4E44A9B6" w14:textId="77777777" w:rsidR="001647F0" w:rsidRPr="00185F96" w:rsidRDefault="00AD459E" w:rsidP="00B64173">
            <w:pPr>
              <w:pStyle w:val="Chcklist"/>
              <w:rPr>
                <w:rFonts w:cstheme="minorHAnsi"/>
                <w:sz w:val="20"/>
                <w:szCs w:val="20"/>
              </w:rPr>
            </w:pPr>
            <w:sdt>
              <w:sdtPr>
                <w:rPr>
                  <w:rFonts w:cstheme="minorHAnsi"/>
                  <w:sz w:val="20"/>
                  <w:szCs w:val="20"/>
                </w:rPr>
                <w:id w:val="410130308"/>
                <w14:checkbox>
                  <w14:checked w14:val="0"/>
                  <w14:checkedState w14:val="2612" w14:font="MS Gothic"/>
                  <w14:uncheckedState w14:val="2610" w14:font="MS Gothic"/>
                </w14:checkbox>
              </w:sdtPr>
              <w:sdtEndPr/>
              <w:sdtContent>
                <w:r w:rsidR="001647F0" w:rsidRPr="00185F96">
                  <w:rPr>
                    <w:rFonts w:ascii="Segoe UI Symbol" w:eastAsia="MS Gothic" w:hAnsi="Segoe UI Symbol" w:cs="Segoe UI Symbol"/>
                    <w:sz w:val="20"/>
                    <w:szCs w:val="20"/>
                  </w:rPr>
                  <w:t>☐</w:t>
                </w:r>
              </w:sdtContent>
            </w:sdt>
            <w:r w:rsidR="001647F0" w:rsidRPr="00185F96">
              <w:rPr>
                <w:rFonts w:cstheme="minorHAnsi"/>
                <w:sz w:val="20"/>
                <w:szCs w:val="20"/>
              </w:rPr>
              <w:t xml:space="preserve">  Drugs and alcohol</w:t>
            </w:r>
          </w:p>
          <w:p w14:paraId="3B2F83FC" w14:textId="77777777" w:rsidR="001647F0" w:rsidRPr="00185F96" w:rsidRDefault="00AD459E" w:rsidP="00B64173">
            <w:pPr>
              <w:pStyle w:val="Chcklist"/>
              <w:rPr>
                <w:rFonts w:cstheme="minorHAnsi"/>
                <w:sz w:val="20"/>
                <w:szCs w:val="20"/>
              </w:rPr>
            </w:pPr>
            <w:sdt>
              <w:sdtPr>
                <w:rPr>
                  <w:rFonts w:cstheme="minorHAnsi"/>
                  <w:sz w:val="20"/>
                  <w:szCs w:val="20"/>
                </w:rPr>
                <w:id w:val="1921982604"/>
                <w14:checkbox>
                  <w14:checked w14:val="0"/>
                  <w14:checkedState w14:val="2612" w14:font="MS Gothic"/>
                  <w14:uncheckedState w14:val="2610" w14:font="MS Gothic"/>
                </w14:checkbox>
              </w:sdtPr>
              <w:sdtEndPr/>
              <w:sdtContent>
                <w:r w:rsidR="001647F0" w:rsidRPr="00185F96">
                  <w:rPr>
                    <w:rFonts w:ascii="Segoe UI Symbol" w:eastAsia="MS Gothic" w:hAnsi="Segoe UI Symbol" w:cs="Segoe UI Symbol"/>
                    <w:sz w:val="20"/>
                    <w:szCs w:val="20"/>
                  </w:rPr>
                  <w:t>☐</w:t>
                </w:r>
              </w:sdtContent>
            </w:sdt>
            <w:r w:rsidR="001647F0" w:rsidRPr="00185F96">
              <w:rPr>
                <w:rFonts w:cstheme="minorHAnsi"/>
                <w:sz w:val="20"/>
                <w:szCs w:val="20"/>
              </w:rPr>
              <w:t xml:space="preserve">  Isolation</w:t>
            </w:r>
          </w:p>
          <w:p w14:paraId="28E71E5C" w14:textId="77777777" w:rsidR="001647F0" w:rsidRPr="00185F96" w:rsidRDefault="00AD459E" w:rsidP="00B64173">
            <w:pPr>
              <w:pStyle w:val="Chcklist"/>
              <w:rPr>
                <w:rFonts w:cstheme="minorHAnsi"/>
                <w:sz w:val="20"/>
                <w:szCs w:val="20"/>
              </w:rPr>
            </w:pPr>
            <w:sdt>
              <w:sdtPr>
                <w:rPr>
                  <w:rFonts w:cstheme="minorHAnsi"/>
                  <w:sz w:val="20"/>
                  <w:szCs w:val="20"/>
                </w:rPr>
                <w:id w:val="-68418499"/>
                <w14:checkbox>
                  <w14:checked w14:val="0"/>
                  <w14:checkedState w14:val="2612" w14:font="MS Gothic"/>
                  <w14:uncheckedState w14:val="2610" w14:font="MS Gothic"/>
                </w14:checkbox>
              </w:sdtPr>
              <w:sdtEndPr/>
              <w:sdtContent>
                <w:r w:rsidR="001647F0" w:rsidRPr="00185F96">
                  <w:rPr>
                    <w:rFonts w:ascii="Segoe UI Symbol" w:eastAsia="MS Gothic" w:hAnsi="Segoe UI Symbol" w:cs="Segoe UI Symbol"/>
                    <w:sz w:val="20"/>
                    <w:szCs w:val="20"/>
                  </w:rPr>
                  <w:t>☐</w:t>
                </w:r>
              </w:sdtContent>
            </w:sdt>
            <w:r w:rsidR="001647F0" w:rsidRPr="00185F96">
              <w:rPr>
                <w:rFonts w:cstheme="minorHAnsi"/>
                <w:sz w:val="20"/>
                <w:szCs w:val="20"/>
              </w:rPr>
              <w:t xml:space="preserve">  Bullying and/or harassment</w:t>
            </w:r>
          </w:p>
          <w:p w14:paraId="458471A9" w14:textId="77777777" w:rsidR="001647F0" w:rsidRPr="00185F96" w:rsidRDefault="00AD459E" w:rsidP="00B64173">
            <w:pPr>
              <w:pStyle w:val="Chcklist"/>
              <w:rPr>
                <w:rFonts w:cstheme="minorHAnsi"/>
                <w:smallCaps/>
                <w:sz w:val="20"/>
                <w:szCs w:val="20"/>
              </w:rPr>
            </w:pPr>
            <w:sdt>
              <w:sdtPr>
                <w:rPr>
                  <w:rFonts w:cstheme="minorHAnsi"/>
                  <w:sz w:val="20"/>
                  <w:szCs w:val="20"/>
                </w:rPr>
                <w:id w:val="-810861572"/>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Communication barriers</w:t>
            </w:r>
          </w:p>
          <w:p w14:paraId="050929C1" w14:textId="77777777" w:rsidR="001647F0" w:rsidRPr="00185F96" w:rsidRDefault="001647F0" w:rsidP="00B64173">
            <w:pPr>
              <w:pStyle w:val="Chcklist"/>
              <w:rPr>
                <w:rFonts w:cstheme="minorHAnsi"/>
                <w:b/>
                <w:sz w:val="20"/>
                <w:szCs w:val="20"/>
              </w:rPr>
            </w:pPr>
            <w:r w:rsidRPr="00185F96">
              <w:rPr>
                <w:rFonts w:cstheme="minorHAnsi"/>
                <w:b/>
                <w:sz w:val="20"/>
                <w:szCs w:val="20"/>
              </w:rPr>
              <w:t>Biological</w:t>
            </w:r>
          </w:p>
          <w:p w14:paraId="4B937DEC" w14:textId="77777777" w:rsidR="001647F0" w:rsidRPr="00185F96" w:rsidRDefault="00AD459E" w:rsidP="00B64173">
            <w:pPr>
              <w:pStyle w:val="Chcklist"/>
              <w:rPr>
                <w:rFonts w:cstheme="minorHAnsi"/>
                <w:sz w:val="20"/>
                <w:szCs w:val="20"/>
              </w:rPr>
            </w:pPr>
            <w:sdt>
              <w:sdtPr>
                <w:rPr>
                  <w:rFonts w:cstheme="minorHAnsi"/>
                  <w:sz w:val="20"/>
                  <w:szCs w:val="20"/>
                </w:rPr>
                <w:id w:val="-1841922773"/>
                <w14:checkbox>
                  <w14:checked w14:val="0"/>
                  <w14:checkedState w14:val="2612" w14:font="MS Gothic"/>
                  <w14:uncheckedState w14:val="2610" w14:font="MS Gothic"/>
                </w14:checkbox>
              </w:sdtPr>
              <w:sdtEndPr/>
              <w:sdtContent>
                <w:r w:rsidR="001647F0" w:rsidRPr="00185F96">
                  <w:rPr>
                    <w:rFonts w:ascii="Segoe UI Symbol" w:eastAsia="MS Gothic" w:hAnsi="Segoe UI Symbol" w:cs="Segoe UI Symbol"/>
                    <w:sz w:val="20"/>
                    <w:szCs w:val="20"/>
                  </w:rPr>
                  <w:t>☐</w:t>
                </w:r>
              </w:sdtContent>
            </w:sdt>
            <w:r w:rsidR="001647F0" w:rsidRPr="00185F96">
              <w:rPr>
                <w:rFonts w:cstheme="minorHAnsi"/>
                <w:sz w:val="20"/>
                <w:szCs w:val="20"/>
              </w:rPr>
              <w:t xml:space="preserve">  Animal or insect bite</w:t>
            </w:r>
          </w:p>
          <w:p w14:paraId="74529209" w14:textId="77777777" w:rsidR="001647F0" w:rsidRPr="00185F96" w:rsidRDefault="00AD459E" w:rsidP="00B64173">
            <w:pPr>
              <w:pStyle w:val="Chcklist"/>
              <w:rPr>
                <w:rFonts w:cstheme="minorHAnsi"/>
                <w:sz w:val="20"/>
                <w:szCs w:val="20"/>
              </w:rPr>
            </w:pPr>
            <w:sdt>
              <w:sdtPr>
                <w:rPr>
                  <w:rFonts w:cstheme="minorHAnsi"/>
                  <w:sz w:val="20"/>
                  <w:szCs w:val="20"/>
                </w:rPr>
                <w:id w:val="1053270777"/>
                <w14:checkbox>
                  <w14:checked w14:val="0"/>
                  <w14:checkedState w14:val="2612" w14:font="MS Gothic"/>
                  <w14:uncheckedState w14:val="2610" w14:font="MS Gothic"/>
                </w14:checkbox>
              </w:sdtPr>
              <w:sdtEndPr/>
              <w:sdtContent>
                <w:r w:rsidR="001647F0" w:rsidRPr="00185F96">
                  <w:rPr>
                    <w:rFonts w:ascii="Segoe UI Symbol" w:eastAsia="MS Gothic" w:hAnsi="Segoe UI Symbol" w:cs="Segoe UI Symbol"/>
                    <w:sz w:val="20"/>
                    <w:szCs w:val="20"/>
                  </w:rPr>
                  <w:t>☐</w:t>
                </w:r>
              </w:sdtContent>
            </w:sdt>
            <w:r w:rsidR="001647F0" w:rsidRPr="00185F96">
              <w:rPr>
                <w:rFonts w:cstheme="minorHAnsi"/>
                <w:sz w:val="20"/>
                <w:szCs w:val="20"/>
              </w:rPr>
              <w:t xml:space="preserve">  Riding or handling</w:t>
            </w:r>
          </w:p>
          <w:p w14:paraId="1EB9522A" w14:textId="77777777" w:rsidR="001647F0" w:rsidRPr="00185F96" w:rsidRDefault="00AD459E" w:rsidP="00B64173">
            <w:pPr>
              <w:pStyle w:val="Chcklist"/>
              <w:rPr>
                <w:rFonts w:cstheme="minorHAnsi"/>
                <w:sz w:val="20"/>
                <w:szCs w:val="20"/>
              </w:rPr>
            </w:pPr>
            <w:sdt>
              <w:sdtPr>
                <w:rPr>
                  <w:rFonts w:cstheme="minorHAnsi"/>
                  <w:sz w:val="20"/>
                  <w:szCs w:val="20"/>
                </w:rPr>
                <w:id w:val="-1667782501"/>
                <w14:checkbox>
                  <w14:checked w14:val="0"/>
                  <w14:checkedState w14:val="2612" w14:font="MS Gothic"/>
                  <w14:uncheckedState w14:val="2610" w14:font="MS Gothic"/>
                </w14:checkbox>
              </w:sdtPr>
              <w:sdtEndPr/>
              <w:sdtContent>
                <w:r w:rsidR="001647F0" w:rsidRPr="00185F96">
                  <w:rPr>
                    <w:rFonts w:ascii="Segoe UI Symbol" w:eastAsia="MS Gothic" w:hAnsi="Segoe UI Symbol" w:cs="Segoe UI Symbol"/>
                    <w:sz w:val="20"/>
                    <w:szCs w:val="20"/>
                  </w:rPr>
                  <w:t>☐</w:t>
                </w:r>
              </w:sdtContent>
            </w:sdt>
            <w:r w:rsidR="001647F0" w:rsidRPr="00185F96">
              <w:rPr>
                <w:rFonts w:cstheme="minorHAnsi"/>
                <w:sz w:val="20"/>
                <w:szCs w:val="20"/>
              </w:rPr>
              <w:t xml:space="preserve">  Zoonosis</w:t>
            </w:r>
          </w:p>
          <w:p w14:paraId="4691E881" w14:textId="77777777" w:rsidR="001647F0" w:rsidRPr="00185F96" w:rsidRDefault="00AD459E" w:rsidP="00B64173">
            <w:pPr>
              <w:pStyle w:val="Chcklist"/>
              <w:rPr>
                <w:rFonts w:cstheme="minorHAnsi"/>
                <w:sz w:val="20"/>
                <w:szCs w:val="20"/>
              </w:rPr>
            </w:pPr>
            <w:sdt>
              <w:sdtPr>
                <w:rPr>
                  <w:rFonts w:cstheme="minorHAnsi"/>
                  <w:sz w:val="20"/>
                  <w:szCs w:val="20"/>
                </w:rPr>
                <w:id w:val="-1833442751"/>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Infectious agents</w:t>
            </w:r>
          </w:p>
          <w:p w14:paraId="66916F22" w14:textId="77777777" w:rsidR="001647F0" w:rsidRPr="00185F96" w:rsidRDefault="00AD459E" w:rsidP="00B64173">
            <w:pPr>
              <w:pStyle w:val="Chcklist"/>
              <w:rPr>
                <w:rFonts w:cstheme="minorHAnsi"/>
                <w:sz w:val="20"/>
                <w:szCs w:val="20"/>
              </w:rPr>
            </w:pPr>
            <w:sdt>
              <w:sdtPr>
                <w:rPr>
                  <w:rFonts w:cstheme="minorHAnsi"/>
                  <w:sz w:val="20"/>
                  <w:szCs w:val="20"/>
                </w:rPr>
                <w:id w:val="1329562687"/>
                <w14:checkbox>
                  <w14:checked w14:val="0"/>
                  <w14:checkedState w14:val="2612" w14:font="MS Gothic"/>
                  <w14:uncheckedState w14:val="2610" w14:font="MS Gothic"/>
                </w14:checkbox>
              </w:sdtPr>
              <w:sdtEndPr/>
              <w:sdtContent>
                <w:r w:rsidR="001647F0" w:rsidRPr="00185F96">
                  <w:rPr>
                    <w:rFonts w:ascii="Segoe UI Symbol" w:eastAsia="MS Gothic" w:hAnsi="Segoe UI Symbol" w:cs="Segoe UI Symbol"/>
                    <w:sz w:val="20"/>
                    <w:szCs w:val="20"/>
                  </w:rPr>
                  <w:t>☐</w:t>
                </w:r>
              </w:sdtContent>
            </w:sdt>
            <w:r w:rsidR="001647F0" w:rsidRPr="00185F96">
              <w:rPr>
                <w:rFonts w:cstheme="minorHAnsi"/>
                <w:sz w:val="20"/>
                <w:szCs w:val="20"/>
              </w:rPr>
              <w:t xml:space="preserve">  Needle-stick / sharps</w:t>
            </w:r>
          </w:p>
          <w:p w14:paraId="7461561F" w14:textId="77777777" w:rsidR="001647F0" w:rsidRPr="00185F96" w:rsidRDefault="00AD459E" w:rsidP="00B64173">
            <w:pPr>
              <w:pStyle w:val="Chcklist"/>
              <w:rPr>
                <w:rFonts w:cstheme="minorHAnsi"/>
                <w:sz w:val="20"/>
                <w:szCs w:val="20"/>
              </w:rPr>
            </w:pPr>
            <w:sdt>
              <w:sdtPr>
                <w:rPr>
                  <w:rFonts w:cstheme="minorHAnsi"/>
                  <w:sz w:val="20"/>
                  <w:szCs w:val="20"/>
                </w:rPr>
                <w:id w:val="-872146513"/>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Bodily fluids</w:t>
            </w:r>
          </w:p>
          <w:p w14:paraId="5531DD3E" w14:textId="77777777" w:rsidR="001647F0" w:rsidRPr="00185F96" w:rsidRDefault="00AD459E" w:rsidP="00B64173">
            <w:pPr>
              <w:pStyle w:val="Chcklist"/>
              <w:rPr>
                <w:rFonts w:cstheme="minorHAnsi"/>
                <w:smallCaps/>
                <w:sz w:val="20"/>
                <w:szCs w:val="20"/>
              </w:rPr>
            </w:pPr>
            <w:sdt>
              <w:sdtPr>
                <w:rPr>
                  <w:rFonts w:cstheme="minorHAnsi"/>
                  <w:sz w:val="20"/>
                  <w:szCs w:val="20"/>
                </w:rPr>
                <w:id w:val="-753899728"/>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Contaminated waste</w:t>
            </w:r>
          </w:p>
          <w:p w14:paraId="750188A2" w14:textId="77777777" w:rsidR="001647F0" w:rsidRPr="00185F96" w:rsidRDefault="001647F0" w:rsidP="00B64173">
            <w:pPr>
              <w:pStyle w:val="Chcklist"/>
              <w:rPr>
                <w:rFonts w:cstheme="minorHAnsi"/>
                <w:b/>
                <w:sz w:val="20"/>
                <w:szCs w:val="20"/>
              </w:rPr>
            </w:pPr>
            <w:r w:rsidRPr="00185F96">
              <w:rPr>
                <w:rFonts w:cstheme="minorHAnsi"/>
                <w:b/>
                <w:sz w:val="20"/>
                <w:szCs w:val="20"/>
              </w:rPr>
              <w:t>Mechanical</w:t>
            </w:r>
          </w:p>
          <w:p w14:paraId="56E3AB62" w14:textId="77777777" w:rsidR="001647F0" w:rsidRPr="00185F96" w:rsidRDefault="00AD459E" w:rsidP="00B64173">
            <w:pPr>
              <w:pStyle w:val="Chcklist"/>
              <w:rPr>
                <w:rFonts w:cstheme="minorHAnsi"/>
                <w:sz w:val="20"/>
                <w:szCs w:val="20"/>
              </w:rPr>
            </w:pPr>
            <w:sdt>
              <w:sdtPr>
                <w:rPr>
                  <w:rFonts w:cstheme="minorHAnsi"/>
                  <w:sz w:val="20"/>
                  <w:szCs w:val="20"/>
                </w:rPr>
                <w:id w:val="-21626534"/>
                <w14:checkbox>
                  <w14:checked w14:val="0"/>
                  <w14:checkedState w14:val="2612" w14:font="MS Gothic"/>
                  <w14:uncheckedState w14:val="2610" w14:font="MS Gothic"/>
                </w14:checkbox>
              </w:sdtPr>
              <w:sdtEndPr/>
              <w:sdtContent>
                <w:r w:rsidR="001647F0" w:rsidRPr="00185F96">
                  <w:rPr>
                    <w:rFonts w:ascii="Segoe UI Symbol" w:eastAsia="MS Gothic" w:hAnsi="Segoe UI Symbol" w:cs="Segoe UI Symbol"/>
                    <w:sz w:val="20"/>
                    <w:szCs w:val="20"/>
                  </w:rPr>
                  <w:t>☐</w:t>
                </w:r>
              </w:sdtContent>
            </w:sdt>
            <w:r w:rsidR="001647F0" w:rsidRPr="00185F96">
              <w:rPr>
                <w:rFonts w:cstheme="minorHAnsi"/>
                <w:sz w:val="20"/>
                <w:szCs w:val="20"/>
              </w:rPr>
              <w:t xml:space="preserve">  Traffic</w:t>
            </w:r>
          </w:p>
          <w:p w14:paraId="7732A43E" w14:textId="77777777" w:rsidR="001647F0" w:rsidRPr="00185F96" w:rsidRDefault="00AD459E" w:rsidP="00B64173">
            <w:pPr>
              <w:pStyle w:val="Chcklist"/>
              <w:rPr>
                <w:rFonts w:cstheme="minorHAnsi"/>
                <w:sz w:val="20"/>
                <w:szCs w:val="20"/>
              </w:rPr>
            </w:pPr>
            <w:sdt>
              <w:sdtPr>
                <w:rPr>
                  <w:rFonts w:cstheme="minorHAnsi"/>
                  <w:sz w:val="20"/>
                  <w:szCs w:val="20"/>
                </w:rPr>
                <w:id w:val="316701135"/>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Driving</w:t>
            </w:r>
          </w:p>
          <w:p w14:paraId="6CD3CFF6" w14:textId="77777777" w:rsidR="001647F0" w:rsidRPr="00185F96" w:rsidRDefault="00AD459E" w:rsidP="00B64173">
            <w:pPr>
              <w:pStyle w:val="Chcklist"/>
              <w:rPr>
                <w:rFonts w:cstheme="minorHAnsi"/>
                <w:sz w:val="20"/>
                <w:szCs w:val="20"/>
              </w:rPr>
            </w:pPr>
            <w:sdt>
              <w:sdtPr>
                <w:rPr>
                  <w:rFonts w:cstheme="minorHAnsi"/>
                  <w:sz w:val="20"/>
                  <w:szCs w:val="20"/>
                </w:rPr>
                <w:id w:val="1342503891"/>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Forklifts, Cranes etc.</w:t>
            </w:r>
          </w:p>
          <w:p w14:paraId="14DE10DF" w14:textId="4C61015F" w:rsidR="001647F0" w:rsidRPr="00185F96" w:rsidRDefault="00AD459E" w:rsidP="00B64173">
            <w:pPr>
              <w:pStyle w:val="Chcklist"/>
              <w:rPr>
                <w:rFonts w:cstheme="minorHAnsi"/>
                <w:sz w:val="20"/>
                <w:szCs w:val="20"/>
              </w:rPr>
            </w:pPr>
            <w:sdt>
              <w:sdtPr>
                <w:rPr>
                  <w:rFonts w:cstheme="minorHAnsi"/>
                  <w:sz w:val="20"/>
                  <w:szCs w:val="20"/>
                </w:rPr>
                <w:id w:val="850146177"/>
                <w14:checkbox>
                  <w14:checked w14:val="0"/>
                  <w14:checkedState w14:val="2612" w14:font="MS Gothic"/>
                  <w14:uncheckedState w14:val="2610" w14:font="MS Gothic"/>
                </w14:checkbox>
              </w:sdtPr>
              <w:sdtEndPr/>
              <w:sdtContent>
                <w:r w:rsidR="00534CA5">
                  <w:rPr>
                    <w:rFonts w:ascii="MS Gothic" w:eastAsia="MS Gothic" w:hAnsi="MS Gothic" w:cstheme="minorHAnsi" w:hint="eastAsia"/>
                    <w:sz w:val="20"/>
                    <w:szCs w:val="20"/>
                  </w:rPr>
                  <w:t>☐</w:t>
                </w:r>
              </w:sdtContent>
            </w:sdt>
            <w:r w:rsidR="001647F0" w:rsidRPr="00185F96">
              <w:rPr>
                <w:rFonts w:cstheme="minorHAnsi"/>
                <w:sz w:val="20"/>
                <w:szCs w:val="20"/>
              </w:rPr>
              <w:t xml:space="preserve">  Rotating / moving parts </w:t>
            </w:r>
          </w:p>
          <w:p w14:paraId="263A0245" w14:textId="670C9E78" w:rsidR="001647F0" w:rsidRPr="00185F96" w:rsidRDefault="00AD459E" w:rsidP="00B64173">
            <w:pPr>
              <w:pStyle w:val="Chcklist"/>
              <w:rPr>
                <w:rFonts w:cstheme="minorHAnsi"/>
                <w:sz w:val="20"/>
                <w:szCs w:val="20"/>
              </w:rPr>
            </w:pPr>
            <w:sdt>
              <w:sdtPr>
                <w:rPr>
                  <w:rFonts w:cstheme="minorHAnsi"/>
                  <w:sz w:val="20"/>
                  <w:szCs w:val="20"/>
                </w:rPr>
                <w:id w:val="440036319"/>
                <w14:checkbox>
                  <w14:checked w14:val="0"/>
                  <w14:checkedState w14:val="2612" w14:font="MS Gothic"/>
                  <w14:uncheckedState w14:val="2610" w14:font="MS Gothic"/>
                </w14:checkbox>
              </w:sdtPr>
              <w:sdtEndPr/>
              <w:sdtContent>
                <w:r w:rsidR="00534CA5">
                  <w:rPr>
                    <w:rFonts w:ascii="MS Gothic" w:eastAsia="MS Gothic" w:hAnsi="MS Gothic" w:cstheme="minorHAnsi" w:hint="eastAsia"/>
                    <w:sz w:val="20"/>
                    <w:szCs w:val="20"/>
                  </w:rPr>
                  <w:t>☐</w:t>
                </w:r>
              </w:sdtContent>
            </w:sdt>
            <w:r w:rsidR="001647F0" w:rsidRPr="00185F96">
              <w:rPr>
                <w:rFonts w:cstheme="minorHAnsi"/>
                <w:sz w:val="20"/>
                <w:szCs w:val="20"/>
              </w:rPr>
              <w:t xml:space="preserve">  Crushing </w:t>
            </w:r>
          </w:p>
          <w:p w14:paraId="1A75E0F1" w14:textId="64092D4F" w:rsidR="001647F0" w:rsidRPr="00185F96" w:rsidRDefault="00AD459E" w:rsidP="00B64173">
            <w:pPr>
              <w:pStyle w:val="Chcklist"/>
              <w:rPr>
                <w:rFonts w:cstheme="minorHAnsi"/>
                <w:sz w:val="20"/>
                <w:szCs w:val="20"/>
              </w:rPr>
            </w:pPr>
            <w:sdt>
              <w:sdtPr>
                <w:rPr>
                  <w:rFonts w:cstheme="minorHAnsi"/>
                  <w:sz w:val="20"/>
                  <w:szCs w:val="20"/>
                </w:rPr>
                <w:id w:val="-1724448832"/>
                <w14:checkbox>
                  <w14:checked w14:val="0"/>
                  <w14:checkedState w14:val="2612" w14:font="MS Gothic"/>
                  <w14:uncheckedState w14:val="2610" w14:font="MS Gothic"/>
                </w14:checkbox>
              </w:sdtPr>
              <w:sdtEndPr/>
              <w:sdtContent>
                <w:r w:rsidR="00534CA5">
                  <w:rPr>
                    <w:rFonts w:ascii="MS Gothic" w:eastAsia="MS Gothic" w:hAnsi="MS Gothic" w:cstheme="minorHAnsi" w:hint="eastAsia"/>
                    <w:sz w:val="20"/>
                    <w:szCs w:val="20"/>
                  </w:rPr>
                  <w:t>☐</w:t>
                </w:r>
              </w:sdtContent>
            </w:sdt>
            <w:r w:rsidR="001647F0" w:rsidRPr="00185F96">
              <w:rPr>
                <w:rFonts w:cstheme="minorHAnsi"/>
                <w:sz w:val="20"/>
                <w:szCs w:val="20"/>
              </w:rPr>
              <w:t xml:space="preserve">  Shearing, cutting, stabbing</w:t>
            </w:r>
          </w:p>
          <w:p w14:paraId="37434927" w14:textId="11A20796" w:rsidR="001647F0" w:rsidRPr="00185F96" w:rsidRDefault="00AD459E" w:rsidP="00B64173">
            <w:pPr>
              <w:pStyle w:val="Chcklist"/>
              <w:rPr>
                <w:rFonts w:cstheme="minorHAnsi"/>
                <w:sz w:val="20"/>
                <w:szCs w:val="20"/>
              </w:rPr>
            </w:pPr>
            <w:sdt>
              <w:sdtPr>
                <w:rPr>
                  <w:rFonts w:cstheme="minorHAnsi"/>
                  <w:sz w:val="20"/>
                  <w:szCs w:val="20"/>
                </w:rPr>
                <w:id w:val="-568272668"/>
                <w14:checkbox>
                  <w14:checked w14:val="0"/>
                  <w14:checkedState w14:val="2612" w14:font="MS Gothic"/>
                  <w14:uncheckedState w14:val="2610" w14:font="MS Gothic"/>
                </w14:checkbox>
              </w:sdtPr>
              <w:sdtEndPr/>
              <w:sdtContent>
                <w:r w:rsidR="00534CA5">
                  <w:rPr>
                    <w:rFonts w:ascii="MS Gothic" w:eastAsia="MS Gothic" w:hAnsi="MS Gothic" w:cstheme="minorHAnsi" w:hint="eastAsia"/>
                    <w:sz w:val="20"/>
                    <w:szCs w:val="20"/>
                  </w:rPr>
                  <w:t>☐</w:t>
                </w:r>
              </w:sdtContent>
            </w:sdt>
            <w:r w:rsidR="001647F0" w:rsidRPr="00185F96">
              <w:rPr>
                <w:rFonts w:cstheme="minorHAnsi"/>
                <w:sz w:val="20"/>
                <w:szCs w:val="20"/>
              </w:rPr>
              <w:t xml:space="preserve">  Vibration</w:t>
            </w:r>
          </w:p>
          <w:p w14:paraId="2B5A4193" w14:textId="77777777" w:rsidR="001647F0" w:rsidRPr="00185F96" w:rsidRDefault="001647F0" w:rsidP="00B64173">
            <w:pPr>
              <w:pStyle w:val="Chcklist"/>
              <w:rPr>
                <w:rFonts w:cstheme="minorHAnsi"/>
                <w:b/>
                <w:sz w:val="20"/>
                <w:szCs w:val="20"/>
              </w:rPr>
            </w:pPr>
          </w:p>
        </w:tc>
        <w:tc>
          <w:tcPr>
            <w:tcW w:w="2410" w:type="dxa"/>
            <w:vAlign w:val="top"/>
          </w:tcPr>
          <w:p w14:paraId="4092672A" w14:textId="77777777" w:rsidR="001647F0" w:rsidRPr="00185F96" w:rsidRDefault="001647F0" w:rsidP="00B64173">
            <w:pPr>
              <w:pStyle w:val="Chcklist"/>
              <w:rPr>
                <w:rFonts w:cstheme="minorHAnsi"/>
                <w:b/>
                <w:sz w:val="20"/>
                <w:szCs w:val="20"/>
              </w:rPr>
            </w:pPr>
            <w:r w:rsidRPr="00185F96">
              <w:rPr>
                <w:rFonts w:cstheme="minorHAnsi"/>
                <w:b/>
                <w:sz w:val="20"/>
                <w:szCs w:val="20"/>
              </w:rPr>
              <w:t>Environmental</w:t>
            </w:r>
          </w:p>
          <w:p w14:paraId="4B8C8A07" w14:textId="77777777" w:rsidR="001647F0" w:rsidRPr="00185F96" w:rsidRDefault="00AD459E" w:rsidP="00B64173">
            <w:pPr>
              <w:pStyle w:val="Chcklist"/>
              <w:rPr>
                <w:rFonts w:cstheme="minorHAnsi"/>
                <w:sz w:val="20"/>
                <w:szCs w:val="20"/>
              </w:rPr>
            </w:pPr>
            <w:sdt>
              <w:sdtPr>
                <w:rPr>
                  <w:rFonts w:cstheme="minorHAnsi"/>
                  <w:sz w:val="20"/>
                  <w:szCs w:val="20"/>
                </w:rPr>
                <w:id w:val="47041946"/>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Air emissions</w:t>
            </w:r>
          </w:p>
          <w:p w14:paraId="69980B3A" w14:textId="77777777" w:rsidR="001647F0" w:rsidRPr="00185F96" w:rsidRDefault="00AD459E" w:rsidP="00B64173">
            <w:pPr>
              <w:pStyle w:val="Chcklist"/>
              <w:rPr>
                <w:rFonts w:cstheme="minorHAnsi"/>
                <w:sz w:val="20"/>
                <w:szCs w:val="20"/>
              </w:rPr>
            </w:pPr>
            <w:sdt>
              <w:sdtPr>
                <w:rPr>
                  <w:rFonts w:cstheme="minorHAnsi"/>
                  <w:sz w:val="20"/>
                  <w:szCs w:val="20"/>
                </w:rPr>
                <w:id w:val="17745932"/>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Release to stormwater</w:t>
            </w:r>
          </w:p>
          <w:p w14:paraId="08F3A45D" w14:textId="77777777" w:rsidR="001647F0" w:rsidRPr="00185F96" w:rsidRDefault="00AD459E" w:rsidP="00B64173">
            <w:pPr>
              <w:pStyle w:val="Chcklist"/>
              <w:rPr>
                <w:rFonts w:cstheme="minorHAnsi"/>
                <w:sz w:val="20"/>
                <w:szCs w:val="20"/>
              </w:rPr>
            </w:pPr>
            <w:sdt>
              <w:sdtPr>
                <w:rPr>
                  <w:rFonts w:cstheme="minorHAnsi"/>
                  <w:sz w:val="20"/>
                  <w:szCs w:val="20"/>
                </w:rPr>
                <w:id w:val="-880245729"/>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Chemical spill</w:t>
            </w:r>
          </w:p>
          <w:p w14:paraId="05F533AB" w14:textId="77777777" w:rsidR="001647F0" w:rsidRPr="00185F96" w:rsidRDefault="00AD459E" w:rsidP="00B64173">
            <w:pPr>
              <w:pStyle w:val="Chcklist"/>
              <w:rPr>
                <w:rFonts w:cstheme="minorHAnsi"/>
                <w:sz w:val="20"/>
                <w:szCs w:val="20"/>
              </w:rPr>
            </w:pPr>
            <w:sdt>
              <w:sdtPr>
                <w:rPr>
                  <w:rFonts w:cstheme="minorHAnsi"/>
                  <w:sz w:val="20"/>
                  <w:szCs w:val="20"/>
                </w:rPr>
                <w:id w:val="140785092"/>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Soil/groundwater contamination</w:t>
            </w:r>
          </w:p>
          <w:p w14:paraId="2ACBDD39" w14:textId="77777777" w:rsidR="001647F0" w:rsidRPr="00185F96" w:rsidRDefault="00AD459E" w:rsidP="00B64173">
            <w:pPr>
              <w:pStyle w:val="Chcklist"/>
              <w:rPr>
                <w:rFonts w:cstheme="minorHAnsi"/>
                <w:sz w:val="20"/>
                <w:szCs w:val="20"/>
              </w:rPr>
            </w:pPr>
            <w:sdt>
              <w:sdtPr>
                <w:rPr>
                  <w:rFonts w:cstheme="minorHAnsi"/>
                  <w:sz w:val="20"/>
                  <w:szCs w:val="20"/>
                </w:rPr>
                <w:id w:val="-94484485"/>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Asbestos</w:t>
            </w:r>
          </w:p>
          <w:p w14:paraId="69F28CBA" w14:textId="77777777" w:rsidR="001647F0" w:rsidRPr="00185F96" w:rsidRDefault="00AD459E" w:rsidP="00B64173">
            <w:pPr>
              <w:pStyle w:val="Chcklist"/>
              <w:rPr>
                <w:rFonts w:cstheme="minorHAnsi"/>
                <w:sz w:val="20"/>
                <w:szCs w:val="20"/>
              </w:rPr>
            </w:pPr>
            <w:sdt>
              <w:sdtPr>
                <w:rPr>
                  <w:rFonts w:cstheme="minorHAnsi"/>
                  <w:sz w:val="20"/>
                  <w:szCs w:val="20"/>
                </w:rPr>
                <w:id w:val="-861053227"/>
                <w14:checkbox>
                  <w14:checked w14:val="0"/>
                  <w14:checkedState w14:val="2612" w14:font="MS Gothic"/>
                  <w14:uncheckedState w14:val="2610" w14:font="MS Gothic"/>
                </w14:checkbox>
              </w:sdtPr>
              <w:sdtEndPr/>
              <w:sdtContent>
                <w:r w:rsidR="001647F0" w:rsidRPr="00185F96">
                  <w:rPr>
                    <w:rFonts w:ascii="Segoe UI Symbol" w:eastAsia="MS Gothic" w:hAnsi="Segoe UI Symbol" w:cs="Segoe UI Symbol"/>
                    <w:sz w:val="20"/>
                    <w:szCs w:val="20"/>
                  </w:rPr>
                  <w:t>☐</w:t>
                </w:r>
              </w:sdtContent>
            </w:sdt>
            <w:r w:rsidR="001647F0" w:rsidRPr="00185F96">
              <w:rPr>
                <w:rFonts w:cstheme="minorHAnsi"/>
                <w:sz w:val="20"/>
                <w:szCs w:val="20"/>
              </w:rPr>
              <w:t xml:space="preserve">  Radioactive waste </w:t>
            </w:r>
          </w:p>
          <w:p w14:paraId="190D9E2E" w14:textId="47CEC486" w:rsidR="001647F0" w:rsidRPr="00185F96" w:rsidRDefault="00AD459E" w:rsidP="00B64173">
            <w:pPr>
              <w:pStyle w:val="Chcklist"/>
              <w:rPr>
                <w:rFonts w:cstheme="minorHAnsi"/>
                <w:sz w:val="20"/>
                <w:szCs w:val="20"/>
              </w:rPr>
            </w:pPr>
            <w:sdt>
              <w:sdtPr>
                <w:rPr>
                  <w:rFonts w:cstheme="minorHAnsi"/>
                  <w:sz w:val="20"/>
                  <w:szCs w:val="20"/>
                </w:rPr>
                <w:id w:val="1437946900"/>
                <w14:checkbox>
                  <w14:checked w14:val="0"/>
                  <w14:checkedState w14:val="2612" w14:font="MS Gothic"/>
                  <w14:uncheckedState w14:val="2610" w14:font="MS Gothic"/>
                </w14:checkbox>
              </w:sdtPr>
              <w:sdtEndPr/>
              <w:sdtContent>
                <w:r w:rsidR="00534CA5">
                  <w:rPr>
                    <w:rFonts w:ascii="MS Gothic" w:eastAsia="MS Gothic" w:hAnsi="MS Gothic" w:cstheme="minorHAnsi" w:hint="eastAsia"/>
                    <w:sz w:val="20"/>
                    <w:szCs w:val="20"/>
                  </w:rPr>
                  <w:t>☐</w:t>
                </w:r>
              </w:sdtContent>
            </w:sdt>
            <w:r w:rsidR="001647F0" w:rsidRPr="00185F96">
              <w:rPr>
                <w:rFonts w:cstheme="minorHAnsi"/>
                <w:sz w:val="20"/>
                <w:szCs w:val="20"/>
              </w:rPr>
              <w:t xml:space="preserve">  Waste disposal</w:t>
            </w:r>
          </w:p>
          <w:p w14:paraId="3A79FFB0" w14:textId="77777777" w:rsidR="001647F0" w:rsidRPr="00185F96" w:rsidRDefault="001647F0" w:rsidP="00B64173">
            <w:pPr>
              <w:pStyle w:val="Chcklist"/>
              <w:rPr>
                <w:rFonts w:cstheme="minorHAnsi"/>
                <w:b/>
                <w:sz w:val="20"/>
                <w:szCs w:val="20"/>
              </w:rPr>
            </w:pPr>
            <w:r w:rsidRPr="00185F96">
              <w:rPr>
                <w:rFonts w:cstheme="minorHAnsi"/>
                <w:b/>
                <w:sz w:val="20"/>
                <w:szCs w:val="20"/>
              </w:rPr>
              <w:t>Electrical</w:t>
            </w:r>
          </w:p>
          <w:p w14:paraId="7552C685" w14:textId="77777777" w:rsidR="001647F0" w:rsidRPr="00185F96" w:rsidRDefault="00AD459E" w:rsidP="00B64173">
            <w:pPr>
              <w:pStyle w:val="Chcklist"/>
              <w:rPr>
                <w:rFonts w:cstheme="minorHAnsi"/>
                <w:sz w:val="20"/>
                <w:szCs w:val="20"/>
              </w:rPr>
            </w:pPr>
            <w:sdt>
              <w:sdtPr>
                <w:rPr>
                  <w:rFonts w:cstheme="minorHAnsi"/>
                  <w:sz w:val="20"/>
                  <w:szCs w:val="20"/>
                </w:rPr>
                <w:id w:val="355009730"/>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Overhead power lines</w:t>
            </w:r>
          </w:p>
          <w:p w14:paraId="0396D661" w14:textId="77777777" w:rsidR="001647F0" w:rsidRPr="00185F96" w:rsidRDefault="00AD459E" w:rsidP="00B64173">
            <w:pPr>
              <w:pStyle w:val="Chcklist"/>
              <w:rPr>
                <w:rFonts w:cstheme="minorHAnsi"/>
                <w:sz w:val="20"/>
                <w:szCs w:val="20"/>
              </w:rPr>
            </w:pPr>
            <w:sdt>
              <w:sdtPr>
                <w:rPr>
                  <w:rFonts w:cstheme="minorHAnsi"/>
                  <w:sz w:val="20"/>
                  <w:szCs w:val="20"/>
                </w:rPr>
                <w:id w:val="-1013143711"/>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Underground power lines</w:t>
            </w:r>
          </w:p>
          <w:p w14:paraId="4CAAF6AB" w14:textId="77777777" w:rsidR="001647F0" w:rsidRPr="00185F96" w:rsidRDefault="00AD459E" w:rsidP="00B64173">
            <w:pPr>
              <w:pStyle w:val="Chcklist"/>
              <w:rPr>
                <w:rFonts w:cstheme="minorHAnsi"/>
                <w:sz w:val="20"/>
                <w:szCs w:val="20"/>
              </w:rPr>
            </w:pPr>
            <w:sdt>
              <w:sdtPr>
                <w:rPr>
                  <w:rFonts w:cstheme="minorHAnsi"/>
                  <w:sz w:val="20"/>
                  <w:szCs w:val="20"/>
                </w:rPr>
                <w:id w:val="-1807850994"/>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Arc welding</w:t>
            </w:r>
          </w:p>
          <w:p w14:paraId="55C5D723" w14:textId="782BD41E" w:rsidR="001647F0" w:rsidRPr="00185F96" w:rsidRDefault="00AD459E" w:rsidP="00B64173">
            <w:pPr>
              <w:pStyle w:val="Chcklist"/>
              <w:rPr>
                <w:rFonts w:cstheme="minorHAnsi"/>
                <w:sz w:val="20"/>
                <w:szCs w:val="20"/>
              </w:rPr>
            </w:pPr>
            <w:sdt>
              <w:sdtPr>
                <w:rPr>
                  <w:rFonts w:cstheme="minorHAnsi"/>
                  <w:sz w:val="20"/>
                  <w:szCs w:val="20"/>
                </w:rPr>
                <w:id w:val="357250219"/>
                <w14:checkbox>
                  <w14:checked w14:val="0"/>
                  <w14:checkedState w14:val="2612" w14:font="MS Gothic"/>
                  <w14:uncheckedState w14:val="2610" w14:font="MS Gothic"/>
                </w14:checkbox>
              </w:sdtPr>
              <w:sdtEndPr/>
              <w:sdtContent>
                <w:r w:rsidR="00534CA5">
                  <w:rPr>
                    <w:rFonts w:ascii="MS Gothic" w:eastAsia="MS Gothic" w:hAnsi="MS Gothic" w:cstheme="minorHAnsi" w:hint="eastAsia"/>
                    <w:sz w:val="20"/>
                    <w:szCs w:val="20"/>
                  </w:rPr>
                  <w:t>☐</w:t>
                </w:r>
              </w:sdtContent>
            </w:sdt>
            <w:r w:rsidR="001647F0" w:rsidRPr="00185F96">
              <w:rPr>
                <w:rFonts w:cstheme="minorHAnsi"/>
                <w:sz w:val="20"/>
                <w:szCs w:val="20"/>
              </w:rPr>
              <w:t xml:space="preserve">  Power tools / leads</w:t>
            </w:r>
          </w:p>
          <w:p w14:paraId="21DB2B77" w14:textId="77777777" w:rsidR="001647F0" w:rsidRPr="00185F96" w:rsidRDefault="00AD459E" w:rsidP="00B64173">
            <w:pPr>
              <w:pStyle w:val="Chcklist"/>
              <w:rPr>
                <w:rFonts w:cstheme="minorHAnsi"/>
                <w:sz w:val="20"/>
                <w:szCs w:val="20"/>
              </w:rPr>
            </w:pPr>
            <w:sdt>
              <w:sdtPr>
                <w:rPr>
                  <w:rFonts w:cstheme="minorHAnsi"/>
                  <w:sz w:val="20"/>
                  <w:szCs w:val="20"/>
                </w:rPr>
                <w:id w:val="-489490210"/>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Electrical work</w:t>
            </w:r>
          </w:p>
          <w:p w14:paraId="701F2E39" w14:textId="77777777" w:rsidR="001647F0" w:rsidRPr="00185F96" w:rsidRDefault="00AD459E" w:rsidP="00B64173">
            <w:pPr>
              <w:pStyle w:val="Chcklist"/>
              <w:rPr>
                <w:rFonts w:cstheme="minorHAnsi"/>
                <w:sz w:val="20"/>
                <w:szCs w:val="20"/>
              </w:rPr>
            </w:pPr>
            <w:sdt>
              <w:sdtPr>
                <w:rPr>
                  <w:rFonts w:cstheme="minorHAnsi"/>
                  <w:sz w:val="20"/>
                  <w:szCs w:val="20"/>
                </w:rPr>
                <w:id w:val="-690448372"/>
                <w14:checkbox>
                  <w14:checked w14:val="0"/>
                  <w14:checkedState w14:val="2612" w14:font="MS Gothic"/>
                  <w14:uncheckedState w14:val="2610" w14:font="MS Gothic"/>
                </w14:checkbox>
              </w:sdtPr>
              <w:sdtEndPr/>
              <w:sdtContent>
                <w:r w:rsidR="001647F0" w:rsidRPr="00185F96">
                  <w:rPr>
                    <w:rFonts w:ascii="Segoe UI Symbol" w:hAnsi="Segoe UI Symbol" w:cs="Segoe UI Symbol"/>
                    <w:sz w:val="20"/>
                    <w:szCs w:val="20"/>
                  </w:rPr>
                  <w:t>☐</w:t>
                </w:r>
              </w:sdtContent>
            </w:sdt>
            <w:r w:rsidR="001647F0" w:rsidRPr="00185F96">
              <w:rPr>
                <w:rFonts w:cstheme="minorHAnsi"/>
                <w:sz w:val="20"/>
                <w:szCs w:val="20"/>
              </w:rPr>
              <w:t xml:space="preserve">  Portable power generators    </w:t>
            </w:r>
          </w:p>
          <w:p w14:paraId="773D312C" w14:textId="77777777" w:rsidR="001647F0" w:rsidRPr="00185F96" w:rsidRDefault="00AD459E" w:rsidP="00B64173">
            <w:pPr>
              <w:spacing w:before="0" w:after="0"/>
              <w:rPr>
                <w:sz w:val="20"/>
              </w:rPr>
            </w:pPr>
            <w:sdt>
              <w:sdtPr>
                <w:rPr>
                  <w:rFonts w:eastAsiaTheme="majorEastAsia"/>
                  <w:sz w:val="20"/>
                </w:rPr>
                <w:id w:val="1978340551"/>
                <w14:checkbox>
                  <w14:checked w14:val="0"/>
                  <w14:checkedState w14:val="2612" w14:font="MS Gothic"/>
                  <w14:uncheckedState w14:val="2610" w14:font="MS Gothic"/>
                </w14:checkbox>
              </w:sdtPr>
              <w:sdtEndPr/>
              <w:sdtContent>
                <w:r w:rsidR="001647F0" w:rsidRPr="00185F96">
                  <w:rPr>
                    <w:rFonts w:ascii="Segoe UI Symbol" w:eastAsiaTheme="majorEastAsia" w:hAnsi="Segoe UI Symbol" w:cs="Segoe UI Symbol"/>
                    <w:sz w:val="20"/>
                  </w:rPr>
                  <w:t>☐</w:t>
                </w:r>
              </w:sdtContent>
            </w:sdt>
            <w:r w:rsidR="001647F0" w:rsidRPr="00185F96">
              <w:rPr>
                <w:sz w:val="20"/>
              </w:rPr>
              <w:t xml:space="preserve">  </w:t>
            </w:r>
            <w:r w:rsidR="001647F0" w:rsidRPr="00185F96">
              <w:rPr>
                <w:rFonts w:eastAsiaTheme="majorEastAsia"/>
                <w:sz w:val="20"/>
                <w:lang w:eastAsia="en-AU"/>
              </w:rPr>
              <w:t>Wet environments</w:t>
            </w:r>
          </w:p>
          <w:p w14:paraId="0194578E" w14:textId="77777777" w:rsidR="001647F0" w:rsidRPr="00185F96" w:rsidRDefault="001647F0" w:rsidP="00B64173">
            <w:pPr>
              <w:spacing w:before="0" w:after="0"/>
              <w:rPr>
                <w:sz w:val="20"/>
              </w:rPr>
            </w:pPr>
          </w:p>
        </w:tc>
        <w:tc>
          <w:tcPr>
            <w:tcW w:w="7229" w:type="dxa"/>
          </w:tcPr>
          <w:tbl>
            <w:tblPr>
              <w:tblpPr w:leftFromText="180" w:rightFromText="180" w:vertAnchor="page" w:horzAnchor="margin" w:tblpXSpec="center" w:tblpY="1"/>
              <w:tblOverlap w:val="never"/>
              <w:tblW w:w="6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4"/>
              <w:gridCol w:w="1229"/>
              <w:gridCol w:w="1020"/>
              <w:gridCol w:w="1020"/>
              <w:gridCol w:w="1020"/>
              <w:gridCol w:w="1098"/>
            </w:tblGrid>
            <w:tr w:rsidR="001647F0" w:rsidRPr="00637E54" w14:paraId="09B62608" w14:textId="77777777" w:rsidTr="00B64173">
              <w:trPr>
                <w:cantSplit/>
                <w:trHeight w:val="283"/>
              </w:trPr>
              <w:tc>
                <w:tcPr>
                  <w:tcW w:w="1134" w:type="dxa"/>
                  <w:tcBorders>
                    <w:top w:val="nil"/>
                    <w:left w:val="nil"/>
                  </w:tcBorders>
                  <w:shd w:val="clear" w:color="auto" w:fill="FFFFFF" w:themeFill="background1"/>
                  <w:vAlign w:val="center"/>
                </w:tcPr>
                <w:p w14:paraId="32EF8BB9" w14:textId="77777777" w:rsidR="001647F0" w:rsidRPr="00185F96" w:rsidRDefault="001647F0" w:rsidP="00B64173">
                  <w:pPr>
                    <w:spacing w:after="0" w:line="240" w:lineRule="auto"/>
                    <w:jc w:val="center"/>
                    <w:rPr>
                      <w:b/>
                      <w:i/>
                      <w:sz w:val="16"/>
                      <w:szCs w:val="16"/>
                    </w:rPr>
                  </w:pPr>
                </w:p>
              </w:tc>
              <w:tc>
                <w:tcPr>
                  <w:tcW w:w="5387" w:type="dxa"/>
                  <w:gridSpan w:val="5"/>
                  <w:tcBorders>
                    <w:top w:val="single" w:sz="4" w:space="0" w:color="auto"/>
                  </w:tcBorders>
                  <w:shd w:val="clear" w:color="auto" w:fill="B8CCE4" w:themeFill="accent1" w:themeFillTint="66"/>
                  <w:vAlign w:val="center"/>
                </w:tcPr>
                <w:p w14:paraId="2AD00756" w14:textId="77777777" w:rsidR="001647F0" w:rsidRPr="00185F96" w:rsidRDefault="001647F0" w:rsidP="00B64173">
                  <w:pPr>
                    <w:spacing w:after="0" w:line="240" w:lineRule="auto"/>
                    <w:jc w:val="center"/>
                    <w:rPr>
                      <w:b/>
                      <w:bCs/>
                      <w:sz w:val="16"/>
                      <w:szCs w:val="16"/>
                    </w:rPr>
                  </w:pPr>
                  <w:r w:rsidRPr="00185F96">
                    <w:rPr>
                      <w:b/>
                      <w:bCs/>
                      <w:sz w:val="16"/>
                      <w:szCs w:val="16"/>
                    </w:rPr>
                    <w:t>CONSEQUENCE</w:t>
                  </w:r>
                </w:p>
              </w:tc>
            </w:tr>
            <w:tr w:rsidR="001647F0" w:rsidRPr="00637E54" w14:paraId="0BF438AF" w14:textId="77777777" w:rsidTr="00B64173">
              <w:trPr>
                <w:cantSplit/>
                <w:trHeight w:val="283"/>
              </w:trPr>
              <w:tc>
                <w:tcPr>
                  <w:tcW w:w="1134" w:type="dxa"/>
                  <w:tcBorders>
                    <w:top w:val="single" w:sz="4" w:space="0" w:color="auto"/>
                  </w:tcBorders>
                  <w:shd w:val="clear" w:color="auto" w:fill="EAF1DD" w:themeFill="accent3" w:themeFillTint="33"/>
                  <w:vAlign w:val="center"/>
                </w:tcPr>
                <w:p w14:paraId="2BDDAA15" w14:textId="77777777" w:rsidR="001647F0" w:rsidRPr="00185F96" w:rsidRDefault="001647F0" w:rsidP="00B64173">
                  <w:pPr>
                    <w:spacing w:after="0" w:line="240" w:lineRule="auto"/>
                    <w:jc w:val="center"/>
                    <w:rPr>
                      <w:b/>
                      <w:i/>
                      <w:sz w:val="16"/>
                      <w:szCs w:val="16"/>
                    </w:rPr>
                  </w:pPr>
                  <w:r w:rsidRPr="00185F96">
                    <w:rPr>
                      <w:b/>
                      <w:i/>
                      <w:sz w:val="16"/>
                      <w:szCs w:val="16"/>
                    </w:rPr>
                    <w:t>LIKELIHOOD</w:t>
                  </w:r>
                </w:p>
              </w:tc>
              <w:tc>
                <w:tcPr>
                  <w:tcW w:w="1229" w:type="dxa"/>
                  <w:tcBorders>
                    <w:top w:val="single" w:sz="4" w:space="0" w:color="auto"/>
                  </w:tcBorders>
                  <w:shd w:val="clear" w:color="auto" w:fill="auto"/>
                  <w:vAlign w:val="center"/>
                </w:tcPr>
                <w:p w14:paraId="71D2A70E" w14:textId="77777777" w:rsidR="001647F0" w:rsidRPr="00185F96" w:rsidRDefault="001647F0" w:rsidP="00B64173">
                  <w:pPr>
                    <w:spacing w:after="0" w:line="240" w:lineRule="auto"/>
                    <w:jc w:val="center"/>
                    <w:rPr>
                      <w:b/>
                      <w:bCs/>
                      <w:sz w:val="16"/>
                      <w:szCs w:val="16"/>
                    </w:rPr>
                  </w:pPr>
                  <w:r w:rsidRPr="00185F96">
                    <w:rPr>
                      <w:b/>
                      <w:bCs/>
                      <w:sz w:val="16"/>
                      <w:szCs w:val="16"/>
                    </w:rPr>
                    <w:t>Negligible</w:t>
                  </w:r>
                </w:p>
              </w:tc>
              <w:tc>
                <w:tcPr>
                  <w:tcW w:w="1020" w:type="dxa"/>
                  <w:shd w:val="clear" w:color="auto" w:fill="auto"/>
                  <w:vAlign w:val="center"/>
                </w:tcPr>
                <w:p w14:paraId="395FA7DB" w14:textId="77777777" w:rsidR="001647F0" w:rsidRPr="00185F96" w:rsidRDefault="001647F0" w:rsidP="00B64173">
                  <w:pPr>
                    <w:spacing w:after="0" w:line="240" w:lineRule="auto"/>
                    <w:jc w:val="center"/>
                    <w:rPr>
                      <w:b/>
                      <w:bCs/>
                      <w:sz w:val="16"/>
                      <w:szCs w:val="16"/>
                    </w:rPr>
                  </w:pPr>
                  <w:r w:rsidRPr="00185F96">
                    <w:rPr>
                      <w:b/>
                      <w:bCs/>
                      <w:sz w:val="16"/>
                      <w:szCs w:val="16"/>
                    </w:rPr>
                    <w:t>Minor</w:t>
                  </w:r>
                </w:p>
              </w:tc>
              <w:tc>
                <w:tcPr>
                  <w:tcW w:w="1020" w:type="dxa"/>
                  <w:shd w:val="clear" w:color="auto" w:fill="auto"/>
                  <w:vAlign w:val="center"/>
                </w:tcPr>
                <w:p w14:paraId="25B73DAC" w14:textId="77777777" w:rsidR="001647F0" w:rsidRPr="00185F96" w:rsidRDefault="001647F0" w:rsidP="00B64173">
                  <w:pPr>
                    <w:spacing w:after="0" w:line="240" w:lineRule="auto"/>
                    <w:jc w:val="center"/>
                    <w:rPr>
                      <w:b/>
                      <w:bCs/>
                      <w:sz w:val="16"/>
                      <w:szCs w:val="16"/>
                    </w:rPr>
                  </w:pPr>
                  <w:r w:rsidRPr="00185F96">
                    <w:rPr>
                      <w:b/>
                      <w:bCs/>
                      <w:sz w:val="16"/>
                      <w:szCs w:val="16"/>
                    </w:rPr>
                    <w:t>Medium</w:t>
                  </w:r>
                </w:p>
              </w:tc>
              <w:tc>
                <w:tcPr>
                  <w:tcW w:w="1020" w:type="dxa"/>
                  <w:shd w:val="clear" w:color="auto" w:fill="auto"/>
                  <w:vAlign w:val="center"/>
                </w:tcPr>
                <w:p w14:paraId="01C5C368" w14:textId="77777777" w:rsidR="001647F0" w:rsidRPr="00185F96" w:rsidRDefault="001647F0" w:rsidP="00B64173">
                  <w:pPr>
                    <w:spacing w:after="0" w:line="240" w:lineRule="auto"/>
                    <w:jc w:val="center"/>
                    <w:rPr>
                      <w:b/>
                      <w:bCs/>
                      <w:sz w:val="16"/>
                      <w:szCs w:val="16"/>
                    </w:rPr>
                  </w:pPr>
                  <w:r w:rsidRPr="00185F96">
                    <w:rPr>
                      <w:b/>
                      <w:bCs/>
                      <w:sz w:val="16"/>
                      <w:szCs w:val="16"/>
                    </w:rPr>
                    <w:t>Major</w:t>
                  </w:r>
                </w:p>
              </w:tc>
              <w:tc>
                <w:tcPr>
                  <w:tcW w:w="1098" w:type="dxa"/>
                  <w:shd w:val="clear" w:color="auto" w:fill="auto"/>
                  <w:vAlign w:val="center"/>
                </w:tcPr>
                <w:p w14:paraId="1AE6310B" w14:textId="77777777" w:rsidR="001647F0" w:rsidRPr="00185F96" w:rsidRDefault="001647F0" w:rsidP="00B64173">
                  <w:pPr>
                    <w:spacing w:after="0" w:line="240" w:lineRule="auto"/>
                    <w:jc w:val="center"/>
                    <w:rPr>
                      <w:b/>
                      <w:bCs/>
                      <w:sz w:val="16"/>
                      <w:szCs w:val="16"/>
                    </w:rPr>
                  </w:pPr>
                  <w:r w:rsidRPr="00185F96">
                    <w:rPr>
                      <w:b/>
                      <w:bCs/>
                      <w:sz w:val="16"/>
                      <w:szCs w:val="16"/>
                    </w:rPr>
                    <w:t>Severe</w:t>
                  </w:r>
                </w:p>
              </w:tc>
            </w:tr>
            <w:tr w:rsidR="001647F0" w:rsidRPr="00637E54" w14:paraId="241A4011" w14:textId="77777777" w:rsidTr="00B64173">
              <w:trPr>
                <w:cantSplit/>
                <w:trHeight w:val="454"/>
              </w:trPr>
              <w:tc>
                <w:tcPr>
                  <w:tcW w:w="1134" w:type="dxa"/>
                  <w:shd w:val="clear" w:color="auto" w:fill="auto"/>
                  <w:vAlign w:val="center"/>
                </w:tcPr>
                <w:p w14:paraId="332F5935" w14:textId="77777777" w:rsidR="001647F0" w:rsidRPr="00185F96" w:rsidRDefault="001647F0" w:rsidP="00B64173">
                  <w:pPr>
                    <w:spacing w:after="0" w:line="240" w:lineRule="auto"/>
                    <w:jc w:val="center"/>
                    <w:rPr>
                      <w:b/>
                      <w:bCs/>
                      <w:i/>
                      <w:color w:val="000000"/>
                      <w:sz w:val="16"/>
                      <w:szCs w:val="16"/>
                    </w:rPr>
                  </w:pPr>
                  <w:r w:rsidRPr="00185F96">
                    <w:rPr>
                      <w:b/>
                      <w:bCs/>
                      <w:i/>
                      <w:color w:val="000000"/>
                      <w:sz w:val="16"/>
                      <w:szCs w:val="16"/>
                    </w:rPr>
                    <w:t>Almost Certain</w:t>
                  </w:r>
                </w:p>
              </w:tc>
              <w:tc>
                <w:tcPr>
                  <w:tcW w:w="1229" w:type="dxa"/>
                  <w:shd w:val="clear" w:color="auto" w:fill="FFFF00"/>
                  <w:vAlign w:val="center"/>
                </w:tcPr>
                <w:p w14:paraId="3A7E129B" w14:textId="77777777" w:rsidR="001647F0" w:rsidRPr="00185F96" w:rsidRDefault="001647F0" w:rsidP="00B64173">
                  <w:pPr>
                    <w:spacing w:after="0" w:line="240" w:lineRule="auto"/>
                    <w:jc w:val="center"/>
                    <w:rPr>
                      <w:bCs/>
                      <w:sz w:val="16"/>
                      <w:szCs w:val="16"/>
                    </w:rPr>
                  </w:pPr>
                  <w:r w:rsidRPr="00185F96">
                    <w:rPr>
                      <w:b/>
                      <w:bCs/>
                      <w:sz w:val="16"/>
                      <w:szCs w:val="16"/>
                    </w:rPr>
                    <w:t>9</w:t>
                  </w:r>
                  <w:r w:rsidRPr="00185F96">
                    <w:rPr>
                      <w:bCs/>
                      <w:sz w:val="16"/>
                      <w:szCs w:val="16"/>
                    </w:rPr>
                    <w:br/>
                    <w:t>Medium</w:t>
                  </w:r>
                </w:p>
              </w:tc>
              <w:tc>
                <w:tcPr>
                  <w:tcW w:w="1020" w:type="dxa"/>
                  <w:shd w:val="clear" w:color="auto" w:fill="FFC000"/>
                  <w:vAlign w:val="center"/>
                </w:tcPr>
                <w:p w14:paraId="119CA1AC" w14:textId="77777777" w:rsidR="001647F0" w:rsidRPr="00185F96" w:rsidRDefault="001647F0" w:rsidP="00B64173">
                  <w:pPr>
                    <w:spacing w:after="0" w:line="240" w:lineRule="auto"/>
                    <w:jc w:val="center"/>
                    <w:rPr>
                      <w:bCs/>
                      <w:sz w:val="16"/>
                      <w:szCs w:val="16"/>
                    </w:rPr>
                  </w:pPr>
                  <w:r w:rsidRPr="00185F96">
                    <w:rPr>
                      <w:b/>
                      <w:bCs/>
                      <w:sz w:val="16"/>
                      <w:szCs w:val="16"/>
                    </w:rPr>
                    <w:t>15</w:t>
                  </w:r>
                  <w:r w:rsidRPr="00185F96">
                    <w:rPr>
                      <w:bCs/>
                      <w:sz w:val="16"/>
                      <w:szCs w:val="16"/>
                    </w:rPr>
                    <w:br/>
                    <w:t>High</w:t>
                  </w:r>
                </w:p>
              </w:tc>
              <w:tc>
                <w:tcPr>
                  <w:tcW w:w="1020" w:type="dxa"/>
                  <w:tcBorders>
                    <w:bottom w:val="nil"/>
                  </w:tcBorders>
                  <w:shd w:val="clear" w:color="auto" w:fill="FFC000"/>
                  <w:vAlign w:val="center"/>
                </w:tcPr>
                <w:p w14:paraId="40F30366" w14:textId="77777777" w:rsidR="001647F0" w:rsidRPr="00185F96" w:rsidRDefault="001647F0" w:rsidP="00B64173">
                  <w:pPr>
                    <w:spacing w:after="0" w:line="240" w:lineRule="auto"/>
                    <w:jc w:val="center"/>
                    <w:rPr>
                      <w:bCs/>
                      <w:sz w:val="16"/>
                      <w:szCs w:val="16"/>
                    </w:rPr>
                  </w:pPr>
                  <w:r w:rsidRPr="00185F96">
                    <w:rPr>
                      <w:b/>
                      <w:bCs/>
                      <w:sz w:val="16"/>
                      <w:szCs w:val="16"/>
                    </w:rPr>
                    <w:t>18</w:t>
                  </w:r>
                  <w:r w:rsidRPr="00185F96">
                    <w:rPr>
                      <w:b/>
                      <w:bCs/>
                      <w:sz w:val="16"/>
                      <w:szCs w:val="16"/>
                    </w:rPr>
                    <w:br/>
                  </w:r>
                  <w:r w:rsidRPr="00185F96">
                    <w:rPr>
                      <w:bCs/>
                      <w:sz w:val="16"/>
                      <w:szCs w:val="16"/>
                    </w:rPr>
                    <w:t>High</w:t>
                  </w:r>
                </w:p>
              </w:tc>
              <w:tc>
                <w:tcPr>
                  <w:tcW w:w="1020" w:type="dxa"/>
                  <w:tcBorders>
                    <w:bottom w:val="nil"/>
                  </w:tcBorders>
                  <w:shd w:val="clear" w:color="auto" w:fill="FF0000"/>
                  <w:vAlign w:val="center"/>
                </w:tcPr>
                <w:p w14:paraId="45D63792" w14:textId="77777777" w:rsidR="001647F0" w:rsidRPr="00185F96" w:rsidRDefault="001647F0" w:rsidP="00B64173">
                  <w:pPr>
                    <w:spacing w:after="0" w:line="240" w:lineRule="auto"/>
                    <w:jc w:val="center"/>
                    <w:rPr>
                      <w:bCs/>
                      <w:sz w:val="16"/>
                      <w:szCs w:val="16"/>
                    </w:rPr>
                  </w:pPr>
                  <w:r w:rsidRPr="00185F96">
                    <w:rPr>
                      <w:b/>
                      <w:bCs/>
                      <w:color w:val="FFFFFF" w:themeColor="background1"/>
                      <w:sz w:val="16"/>
                      <w:szCs w:val="16"/>
                    </w:rPr>
                    <w:t>23</w:t>
                  </w:r>
                  <w:r w:rsidRPr="00185F96">
                    <w:rPr>
                      <w:b/>
                      <w:bCs/>
                      <w:color w:val="FFFFFF" w:themeColor="background1"/>
                      <w:sz w:val="16"/>
                      <w:szCs w:val="16"/>
                    </w:rPr>
                    <w:br/>
                    <w:t>Critical</w:t>
                  </w:r>
                </w:p>
              </w:tc>
              <w:tc>
                <w:tcPr>
                  <w:tcW w:w="1098" w:type="dxa"/>
                  <w:tcBorders>
                    <w:bottom w:val="nil"/>
                  </w:tcBorders>
                  <w:shd w:val="clear" w:color="auto" w:fill="FF0000"/>
                  <w:vAlign w:val="center"/>
                </w:tcPr>
                <w:p w14:paraId="461EBBDF" w14:textId="77777777" w:rsidR="001647F0" w:rsidRPr="00185F96" w:rsidRDefault="001647F0" w:rsidP="00B64173">
                  <w:pPr>
                    <w:spacing w:after="0" w:line="240" w:lineRule="auto"/>
                    <w:jc w:val="center"/>
                    <w:rPr>
                      <w:bCs/>
                      <w:color w:val="FFFFFF" w:themeColor="background1"/>
                      <w:sz w:val="16"/>
                      <w:szCs w:val="16"/>
                    </w:rPr>
                  </w:pPr>
                  <w:r w:rsidRPr="00185F96">
                    <w:rPr>
                      <w:b/>
                      <w:bCs/>
                      <w:color w:val="FFFFFF" w:themeColor="background1"/>
                      <w:sz w:val="16"/>
                      <w:szCs w:val="16"/>
                    </w:rPr>
                    <w:t>25</w:t>
                  </w:r>
                  <w:r w:rsidRPr="00185F96">
                    <w:rPr>
                      <w:b/>
                      <w:bCs/>
                      <w:color w:val="FFFFFF" w:themeColor="background1"/>
                      <w:sz w:val="16"/>
                      <w:szCs w:val="16"/>
                    </w:rPr>
                    <w:br/>
                    <w:t>Critical</w:t>
                  </w:r>
                </w:p>
              </w:tc>
            </w:tr>
            <w:tr w:rsidR="001647F0" w:rsidRPr="00637E54" w14:paraId="0811CEC2" w14:textId="77777777" w:rsidTr="00B64173">
              <w:trPr>
                <w:cantSplit/>
                <w:trHeight w:val="454"/>
              </w:trPr>
              <w:tc>
                <w:tcPr>
                  <w:tcW w:w="1134" w:type="dxa"/>
                  <w:shd w:val="clear" w:color="auto" w:fill="auto"/>
                  <w:vAlign w:val="center"/>
                </w:tcPr>
                <w:p w14:paraId="1E188ECA" w14:textId="77777777" w:rsidR="001647F0" w:rsidRPr="00185F96" w:rsidRDefault="001647F0" w:rsidP="00B64173">
                  <w:pPr>
                    <w:spacing w:after="0" w:line="240" w:lineRule="auto"/>
                    <w:jc w:val="center"/>
                    <w:rPr>
                      <w:b/>
                      <w:bCs/>
                      <w:i/>
                      <w:color w:val="000000"/>
                      <w:sz w:val="16"/>
                      <w:szCs w:val="16"/>
                    </w:rPr>
                  </w:pPr>
                  <w:r w:rsidRPr="00185F96">
                    <w:rPr>
                      <w:b/>
                      <w:bCs/>
                      <w:i/>
                      <w:color w:val="000000"/>
                      <w:sz w:val="16"/>
                      <w:szCs w:val="16"/>
                    </w:rPr>
                    <w:t>Likely</w:t>
                  </w:r>
                </w:p>
              </w:tc>
              <w:tc>
                <w:tcPr>
                  <w:tcW w:w="1229" w:type="dxa"/>
                  <w:shd w:val="clear" w:color="auto" w:fill="92D050"/>
                  <w:vAlign w:val="center"/>
                </w:tcPr>
                <w:p w14:paraId="2F2AA138" w14:textId="77777777" w:rsidR="001647F0" w:rsidRPr="00185F96" w:rsidRDefault="001647F0" w:rsidP="00B64173">
                  <w:pPr>
                    <w:spacing w:after="0" w:line="240" w:lineRule="auto"/>
                    <w:jc w:val="center"/>
                    <w:rPr>
                      <w:bCs/>
                      <w:sz w:val="16"/>
                      <w:szCs w:val="16"/>
                    </w:rPr>
                  </w:pPr>
                  <w:r w:rsidRPr="00185F96">
                    <w:rPr>
                      <w:b/>
                      <w:bCs/>
                      <w:sz w:val="16"/>
                      <w:szCs w:val="16"/>
                    </w:rPr>
                    <w:t>7</w:t>
                  </w:r>
                  <w:r w:rsidRPr="00185F96">
                    <w:rPr>
                      <w:bCs/>
                      <w:sz w:val="16"/>
                      <w:szCs w:val="16"/>
                    </w:rPr>
                    <w:br/>
                    <w:t>Low</w:t>
                  </w:r>
                </w:p>
              </w:tc>
              <w:tc>
                <w:tcPr>
                  <w:tcW w:w="1020" w:type="dxa"/>
                  <w:shd w:val="clear" w:color="auto" w:fill="FFFF00"/>
                  <w:vAlign w:val="center"/>
                </w:tcPr>
                <w:p w14:paraId="11779FE9" w14:textId="77777777" w:rsidR="001647F0" w:rsidRPr="00185F96" w:rsidRDefault="001647F0" w:rsidP="00B64173">
                  <w:pPr>
                    <w:spacing w:after="0" w:line="240" w:lineRule="auto"/>
                    <w:jc w:val="center"/>
                    <w:rPr>
                      <w:bCs/>
                      <w:sz w:val="16"/>
                      <w:szCs w:val="16"/>
                    </w:rPr>
                  </w:pPr>
                  <w:r w:rsidRPr="00185F96">
                    <w:rPr>
                      <w:b/>
                      <w:bCs/>
                      <w:sz w:val="16"/>
                      <w:szCs w:val="16"/>
                    </w:rPr>
                    <w:t>12</w:t>
                  </w:r>
                  <w:r w:rsidRPr="00185F96">
                    <w:rPr>
                      <w:bCs/>
                      <w:sz w:val="16"/>
                      <w:szCs w:val="16"/>
                    </w:rPr>
                    <w:br/>
                    <w:t>Medium</w:t>
                  </w:r>
                </w:p>
              </w:tc>
              <w:tc>
                <w:tcPr>
                  <w:tcW w:w="1020" w:type="dxa"/>
                  <w:shd w:val="clear" w:color="auto" w:fill="FFC000"/>
                  <w:vAlign w:val="center"/>
                </w:tcPr>
                <w:p w14:paraId="353E7AD2" w14:textId="77777777" w:rsidR="001647F0" w:rsidRPr="00185F96" w:rsidRDefault="001647F0" w:rsidP="00B64173">
                  <w:pPr>
                    <w:spacing w:after="0" w:line="240" w:lineRule="auto"/>
                    <w:jc w:val="center"/>
                    <w:rPr>
                      <w:bCs/>
                      <w:sz w:val="16"/>
                      <w:szCs w:val="16"/>
                    </w:rPr>
                  </w:pPr>
                  <w:r w:rsidRPr="00185F96">
                    <w:rPr>
                      <w:b/>
                      <w:bCs/>
                      <w:sz w:val="16"/>
                      <w:szCs w:val="16"/>
                    </w:rPr>
                    <w:t>17</w:t>
                  </w:r>
                  <w:r w:rsidRPr="00185F96">
                    <w:rPr>
                      <w:bCs/>
                      <w:sz w:val="16"/>
                      <w:szCs w:val="16"/>
                    </w:rPr>
                    <w:br/>
                    <w:t>High</w:t>
                  </w:r>
                </w:p>
              </w:tc>
              <w:tc>
                <w:tcPr>
                  <w:tcW w:w="1020" w:type="dxa"/>
                  <w:tcBorders>
                    <w:bottom w:val="nil"/>
                  </w:tcBorders>
                  <w:shd w:val="clear" w:color="auto" w:fill="FFC000"/>
                  <w:vAlign w:val="center"/>
                </w:tcPr>
                <w:p w14:paraId="38FAA793" w14:textId="77777777" w:rsidR="001647F0" w:rsidRPr="00185F96" w:rsidRDefault="001647F0" w:rsidP="00B64173">
                  <w:pPr>
                    <w:spacing w:after="0" w:line="240" w:lineRule="auto"/>
                    <w:jc w:val="center"/>
                    <w:rPr>
                      <w:bCs/>
                      <w:sz w:val="16"/>
                      <w:szCs w:val="16"/>
                    </w:rPr>
                  </w:pPr>
                  <w:r w:rsidRPr="00185F96">
                    <w:rPr>
                      <w:b/>
                      <w:bCs/>
                      <w:sz w:val="16"/>
                      <w:szCs w:val="16"/>
                    </w:rPr>
                    <w:t>20</w:t>
                  </w:r>
                  <w:r w:rsidRPr="00185F96">
                    <w:rPr>
                      <w:bCs/>
                      <w:sz w:val="16"/>
                      <w:szCs w:val="16"/>
                    </w:rPr>
                    <w:br/>
                    <w:t>High</w:t>
                  </w:r>
                </w:p>
              </w:tc>
              <w:tc>
                <w:tcPr>
                  <w:tcW w:w="1098" w:type="dxa"/>
                  <w:shd w:val="clear" w:color="auto" w:fill="FF0000"/>
                  <w:vAlign w:val="center"/>
                </w:tcPr>
                <w:p w14:paraId="02FB91B7" w14:textId="77777777" w:rsidR="001647F0" w:rsidRPr="00185F96" w:rsidRDefault="001647F0" w:rsidP="00B64173">
                  <w:pPr>
                    <w:spacing w:after="0" w:line="240" w:lineRule="auto"/>
                    <w:jc w:val="center"/>
                    <w:rPr>
                      <w:bCs/>
                      <w:color w:val="FFFFFF" w:themeColor="background1"/>
                      <w:sz w:val="16"/>
                      <w:szCs w:val="16"/>
                    </w:rPr>
                  </w:pPr>
                  <w:r w:rsidRPr="00185F96">
                    <w:rPr>
                      <w:b/>
                      <w:bCs/>
                      <w:color w:val="FFFFFF" w:themeColor="background1"/>
                      <w:sz w:val="16"/>
                      <w:szCs w:val="16"/>
                    </w:rPr>
                    <w:t>24</w:t>
                  </w:r>
                  <w:r w:rsidRPr="00185F96">
                    <w:rPr>
                      <w:bCs/>
                      <w:color w:val="FFFFFF" w:themeColor="background1"/>
                      <w:sz w:val="16"/>
                      <w:szCs w:val="16"/>
                    </w:rPr>
                    <w:br/>
                  </w:r>
                  <w:r w:rsidRPr="00185F96">
                    <w:rPr>
                      <w:b/>
                      <w:bCs/>
                      <w:color w:val="FFFFFF" w:themeColor="background1"/>
                      <w:sz w:val="16"/>
                      <w:szCs w:val="16"/>
                    </w:rPr>
                    <w:t>Critical</w:t>
                  </w:r>
                </w:p>
              </w:tc>
            </w:tr>
            <w:tr w:rsidR="001647F0" w:rsidRPr="00637E54" w14:paraId="0B613565" w14:textId="77777777" w:rsidTr="00B64173">
              <w:trPr>
                <w:cantSplit/>
                <w:trHeight w:val="454"/>
              </w:trPr>
              <w:tc>
                <w:tcPr>
                  <w:tcW w:w="1134" w:type="dxa"/>
                  <w:shd w:val="clear" w:color="auto" w:fill="auto"/>
                  <w:vAlign w:val="center"/>
                </w:tcPr>
                <w:p w14:paraId="2E35A193" w14:textId="77777777" w:rsidR="001647F0" w:rsidRPr="00185F96" w:rsidRDefault="001647F0" w:rsidP="00B64173">
                  <w:pPr>
                    <w:spacing w:after="0" w:line="240" w:lineRule="auto"/>
                    <w:jc w:val="center"/>
                    <w:rPr>
                      <w:b/>
                      <w:bCs/>
                      <w:i/>
                      <w:color w:val="000000"/>
                      <w:sz w:val="16"/>
                      <w:szCs w:val="16"/>
                    </w:rPr>
                  </w:pPr>
                  <w:r w:rsidRPr="00185F96">
                    <w:rPr>
                      <w:b/>
                      <w:bCs/>
                      <w:i/>
                      <w:color w:val="000000"/>
                      <w:sz w:val="16"/>
                      <w:szCs w:val="16"/>
                    </w:rPr>
                    <w:t>Possible</w:t>
                  </w:r>
                </w:p>
              </w:tc>
              <w:tc>
                <w:tcPr>
                  <w:tcW w:w="1229" w:type="dxa"/>
                  <w:shd w:val="clear" w:color="auto" w:fill="92D050"/>
                  <w:vAlign w:val="center"/>
                </w:tcPr>
                <w:p w14:paraId="5A845E9B" w14:textId="77777777" w:rsidR="001647F0" w:rsidRPr="00185F96" w:rsidRDefault="001647F0" w:rsidP="00B64173">
                  <w:pPr>
                    <w:spacing w:after="0" w:line="240" w:lineRule="auto"/>
                    <w:jc w:val="center"/>
                    <w:rPr>
                      <w:bCs/>
                      <w:sz w:val="16"/>
                      <w:szCs w:val="16"/>
                    </w:rPr>
                  </w:pPr>
                  <w:r w:rsidRPr="00185F96">
                    <w:rPr>
                      <w:b/>
                      <w:bCs/>
                      <w:sz w:val="16"/>
                      <w:szCs w:val="16"/>
                    </w:rPr>
                    <w:t>4</w:t>
                  </w:r>
                  <w:r w:rsidRPr="00185F96">
                    <w:rPr>
                      <w:bCs/>
                      <w:sz w:val="16"/>
                      <w:szCs w:val="16"/>
                    </w:rPr>
                    <w:br/>
                    <w:t>Low</w:t>
                  </w:r>
                </w:p>
              </w:tc>
              <w:tc>
                <w:tcPr>
                  <w:tcW w:w="1020" w:type="dxa"/>
                  <w:shd w:val="clear" w:color="auto" w:fill="FFFF00"/>
                  <w:vAlign w:val="center"/>
                </w:tcPr>
                <w:p w14:paraId="232E4594" w14:textId="77777777" w:rsidR="001647F0" w:rsidRPr="00185F96" w:rsidRDefault="001647F0" w:rsidP="00B64173">
                  <w:pPr>
                    <w:spacing w:after="0" w:line="240" w:lineRule="auto"/>
                    <w:jc w:val="center"/>
                    <w:rPr>
                      <w:bCs/>
                      <w:sz w:val="16"/>
                      <w:szCs w:val="16"/>
                    </w:rPr>
                  </w:pPr>
                  <w:r w:rsidRPr="00185F96">
                    <w:rPr>
                      <w:b/>
                      <w:bCs/>
                      <w:sz w:val="16"/>
                      <w:szCs w:val="16"/>
                    </w:rPr>
                    <w:t>10</w:t>
                  </w:r>
                  <w:r w:rsidRPr="00185F96">
                    <w:rPr>
                      <w:bCs/>
                      <w:sz w:val="16"/>
                      <w:szCs w:val="16"/>
                    </w:rPr>
                    <w:br/>
                    <w:t>Medium</w:t>
                  </w:r>
                </w:p>
              </w:tc>
              <w:tc>
                <w:tcPr>
                  <w:tcW w:w="1020" w:type="dxa"/>
                  <w:tcBorders>
                    <w:bottom w:val="nil"/>
                  </w:tcBorders>
                  <w:shd w:val="clear" w:color="auto" w:fill="FFFF00"/>
                  <w:vAlign w:val="center"/>
                </w:tcPr>
                <w:p w14:paraId="412FF1B8" w14:textId="77777777" w:rsidR="001647F0" w:rsidRPr="00185F96" w:rsidRDefault="001647F0" w:rsidP="00B64173">
                  <w:pPr>
                    <w:spacing w:after="0" w:line="240" w:lineRule="auto"/>
                    <w:jc w:val="center"/>
                    <w:rPr>
                      <w:bCs/>
                      <w:sz w:val="16"/>
                      <w:szCs w:val="16"/>
                    </w:rPr>
                  </w:pPr>
                  <w:r w:rsidRPr="00185F96">
                    <w:rPr>
                      <w:b/>
                      <w:bCs/>
                      <w:sz w:val="16"/>
                      <w:szCs w:val="16"/>
                    </w:rPr>
                    <w:t>13</w:t>
                  </w:r>
                  <w:r w:rsidRPr="00185F96">
                    <w:rPr>
                      <w:bCs/>
                      <w:sz w:val="16"/>
                      <w:szCs w:val="16"/>
                    </w:rPr>
                    <w:br/>
                    <w:t>Medium</w:t>
                  </w:r>
                </w:p>
              </w:tc>
              <w:tc>
                <w:tcPr>
                  <w:tcW w:w="1020" w:type="dxa"/>
                  <w:shd w:val="clear" w:color="auto" w:fill="FFC000"/>
                  <w:vAlign w:val="center"/>
                </w:tcPr>
                <w:p w14:paraId="6758E719" w14:textId="77777777" w:rsidR="001647F0" w:rsidRPr="00185F96" w:rsidRDefault="001647F0" w:rsidP="00B64173">
                  <w:pPr>
                    <w:spacing w:after="0" w:line="240" w:lineRule="auto"/>
                    <w:jc w:val="center"/>
                    <w:rPr>
                      <w:bCs/>
                      <w:sz w:val="16"/>
                      <w:szCs w:val="16"/>
                    </w:rPr>
                  </w:pPr>
                  <w:r w:rsidRPr="00185F96">
                    <w:rPr>
                      <w:b/>
                      <w:bCs/>
                      <w:sz w:val="16"/>
                      <w:szCs w:val="16"/>
                    </w:rPr>
                    <w:t>19</w:t>
                  </w:r>
                  <w:r w:rsidRPr="00185F96">
                    <w:rPr>
                      <w:bCs/>
                      <w:sz w:val="16"/>
                      <w:szCs w:val="16"/>
                    </w:rPr>
                    <w:br/>
                    <w:t>High</w:t>
                  </w:r>
                </w:p>
              </w:tc>
              <w:tc>
                <w:tcPr>
                  <w:tcW w:w="1098" w:type="dxa"/>
                  <w:shd w:val="clear" w:color="auto" w:fill="FFC000"/>
                  <w:vAlign w:val="center"/>
                </w:tcPr>
                <w:p w14:paraId="58A6A051" w14:textId="77777777" w:rsidR="001647F0" w:rsidRPr="00185F96" w:rsidRDefault="001647F0" w:rsidP="00B64173">
                  <w:pPr>
                    <w:spacing w:after="0" w:line="240" w:lineRule="auto"/>
                    <w:jc w:val="center"/>
                    <w:rPr>
                      <w:bCs/>
                      <w:sz w:val="16"/>
                      <w:szCs w:val="16"/>
                    </w:rPr>
                  </w:pPr>
                  <w:r w:rsidRPr="00185F96">
                    <w:rPr>
                      <w:b/>
                      <w:bCs/>
                      <w:sz w:val="16"/>
                      <w:szCs w:val="16"/>
                    </w:rPr>
                    <w:t>22</w:t>
                  </w:r>
                  <w:r w:rsidRPr="00185F96">
                    <w:rPr>
                      <w:bCs/>
                      <w:sz w:val="16"/>
                      <w:szCs w:val="16"/>
                    </w:rPr>
                    <w:br/>
                    <w:t>High</w:t>
                  </w:r>
                </w:p>
              </w:tc>
            </w:tr>
            <w:tr w:rsidR="001647F0" w:rsidRPr="00637E54" w14:paraId="30A7114D" w14:textId="77777777" w:rsidTr="00B64173">
              <w:trPr>
                <w:cantSplit/>
                <w:trHeight w:val="454"/>
              </w:trPr>
              <w:tc>
                <w:tcPr>
                  <w:tcW w:w="1134" w:type="dxa"/>
                  <w:shd w:val="clear" w:color="auto" w:fill="auto"/>
                  <w:vAlign w:val="center"/>
                </w:tcPr>
                <w:p w14:paraId="2B4A21BC" w14:textId="77777777" w:rsidR="001647F0" w:rsidRPr="00185F96" w:rsidRDefault="001647F0" w:rsidP="00B64173">
                  <w:pPr>
                    <w:spacing w:after="0" w:line="240" w:lineRule="auto"/>
                    <w:jc w:val="center"/>
                    <w:rPr>
                      <w:b/>
                      <w:bCs/>
                      <w:i/>
                      <w:color w:val="000000"/>
                      <w:sz w:val="16"/>
                      <w:szCs w:val="16"/>
                    </w:rPr>
                  </w:pPr>
                  <w:r w:rsidRPr="00185F96">
                    <w:rPr>
                      <w:b/>
                      <w:bCs/>
                      <w:i/>
                      <w:color w:val="000000"/>
                      <w:sz w:val="16"/>
                      <w:szCs w:val="16"/>
                    </w:rPr>
                    <w:t>Unlikely</w:t>
                  </w:r>
                </w:p>
              </w:tc>
              <w:tc>
                <w:tcPr>
                  <w:tcW w:w="1229" w:type="dxa"/>
                  <w:shd w:val="clear" w:color="auto" w:fill="BCE292"/>
                  <w:vAlign w:val="center"/>
                </w:tcPr>
                <w:p w14:paraId="55FCEC0F" w14:textId="77777777" w:rsidR="001647F0" w:rsidRPr="00185F96" w:rsidRDefault="001647F0" w:rsidP="00B64173">
                  <w:pPr>
                    <w:spacing w:after="0" w:line="240" w:lineRule="auto"/>
                    <w:jc w:val="center"/>
                    <w:rPr>
                      <w:bCs/>
                      <w:sz w:val="16"/>
                      <w:szCs w:val="16"/>
                    </w:rPr>
                  </w:pPr>
                  <w:r w:rsidRPr="00185F96">
                    <w:rPr>
                      <w:b/>
                      <w:bCs/>
                      <w:sz w:val="16"/>
                      <w:szCs w:val="16"/>
                    </w:rPr>
                    <w:t>2</w:t>
                  </w:r>
                  <w:r w:rsidRPr="00185F96">
                    <w:rPr>
                      <w:bCs/>
                      <w:sz w:val="16"/>
                      <w:szCs w:val="16"/>
                      <w:shd w:val="clear" w:color="auto" w:fill="BCE292"/>
                    </w:rPr>
                    <w:br/>
                  </w:r>
                  <w:r w:rsidRPr="00185F96">
                    <w:rPr>
                      <w:bCs/>
                      <w:sz w:val="16"/>
                      <w:szCs w:val="16"/>
                    </w:rPr>
                    <w:t>Very low</w:t>
                  </w:r>
                </w:p>
              </w:tc>
              <w:tc>
                <w:tcPr>
                  <w:tcW w:w="1020" w:type="dxa"/>
                  <w:shd w:val="clear" w:color="auto" w:fill="92D050"/>
                  <w:vAlign w:val="center"/>
                </w:tcPr>
                <w:p w14:paraId="62F8CF38" w14:textId="77777777" w:rsidR="001647F0" w:rsidRPr="00185F96" w:rsidRDefault="001647F0" w:rsidP="00B64173">
                  <w:pPr>
                    <w:spacing w:after="0" w:line="240" w:lineRule="auto"/>
                    <w:jc w:val="center"/>
                    <w:rPr>
                      <w:bCs/>
                      <w:sz w:val="16"/>
                      <w:szCs w:val="16"/>
                    </w:rPr>
                  </w:pPr>
                  <w:r w:rsidRPr="00185F96">
                    <w:rPr>
                      <w:b/>
                      <w:bCs/>
                      <w:sz w:val="16"/>
                      <w:szCs w:val="16"/>
                    </w:rPr>
                    <w:t>5</w:t>
                  </w:r>
                  <w:r w:rsidRPr="00185F96">
                    <w:rPr>
                      <w:bCs/>
                      <w:sz w:val="16"/>
                      <w:szCs w:val="16"/>
                    </w:rPr>
                    <w:br/>
                    <w:t>Low</w:t>
                  </w:r>
                </w:p>
              </w:tc>
              <w:tc>
                <w:tcPr>
                  <w:tcW w:w="1020" w:type="dxa"/>
                  <w:shd w:val="clear" w:color="auto" w:fill="FFFF00"/>
                  <w:vAlign w:val="center"/>
                </w:tcPr>
                <w:p w14:paraId="7E327407" w14:textId="77777777" w:rsidR="001647F0" w:rsidRPr="00185F96" w:rsidRDefault="001647F0" w:rsidP="00B64173">
                  <w:pPr>
                    <w:spacing w:after="0" w:line="240" w:lineRule="auto"/>
                    <w:jc w:val="center"/>
                    <w:rPr>
                      <w:bCs/>
                      <w:sz w:val="16"/>
                      <w:szCs w:val="16"/>
                    </w:rPr>
                  </w:pPr>
                  <w:r w:rsidRPr="00185F96">
                    <w:rPr>
                      <w:b/>
                      <w:bCs/>
                      <w:sz w:val="16"/>
                      <w:szCs w:val="16"/>
                    </w:rPr>
                    <w:t>11</w:t>
                  </w:r>
                  <w:r w:rsidRPr="00185F96">
                    <w:rPr>
                      <w:bCs/>
                      <w:sz w:val="16"/>
                      <w:szCs w:val="16"/>
                    </w:rPr>
                    <w:br/>
                    <w:t>Medium</w:t>
                  </w:r>
                </w:p>
              </w:tc>
              <w:tc>
                <w:tcPr>
                  <w:tcW w:w="1020" w:type="dxa"/>
                  <w:shd w:val="clear" w:color="auto" w:fill="FFFF00"/>
                  <w:vAlign w:val="center"/>
                </w:tcPr>
                <w:p w14:paraId="709A24D4" w14:textId="77777777" w:rsidR="001647F0" w:rsidRPr="00185F96" w:rsidRDefault="001647F0" w:rsidP="00B64173">
                  <w:pPr>
                    <w:spacing w:after="0" w:line="240" w:lineRule="auto"/>
                    <w:jc w:val="center"/>
                    <w:rPr>
                      <w:bCs/>
                      <w:sz w:val="16"/>
                      <w:szCs w:val="16"/>
                    </w:rPr>
                  </w:pPr>
                  <w:r w:rsidRPr="00185F96">
                    <w:rPr>
                      <w:b/>
                      <w:bCs/>
                      <w:sz w:val="16"/>
                      <w:szCs w:val="16"/>
                    </w:rPr>
                    <w:t>14</w:t>
                  </w:r>
                  <w:r w:rsidRPr="00185F96">
                    <w:rPr>
                      <w:bCs/>
                      <w:sz w:val="16"/>
                      <w:szCs w:val="16"/>
                    </w:rPr>
                    <w:br/>
                    <w:t>Medium</w:t>
                  </w:r>
                </w:p>
              </w:tc>
              <w:tc>
                <w:tcPr>
                  <w:tcW w:w="1098" w:type="dxa"/>
                  <w:shd w:val="clear" w:color="auto" w:fill="FFC000"/>
                  <w:vAlign w:val="center"/>
                </w:tcPr>
                <w:p w14:paraId="6483D59F" w14:textId="77777777" w:rsidR="001647F0" w:rsidRPr="00185F96" w:rsidRDefault="001647F0" w:rsidP="00B64173">
                  <w:pPr>
                    <w:spacing w:after="0" w:line="240" w:lineRule="auto"/>
                    <w:jc w:val="center"/>
                    <w:rPr>
                      <w:bCs/>
                      <w:sz w:val="16"/>
                      <w:szCs w:val="16"/>
                    </w:rPr>
                  </w:pPr>
                  <w:r w:rsidRPr="00185F96">
                    <w:rPr>
                      <w:b/>
                      <w:bCs/>
                      <w:sz w:val="16"/>
                      <w:szCs w:val="16"/>
                    </w:rPr>
                    <w:t>21</w:t>
                  </w:r>
                  <w:r w:rsidRPr="00185F96">
                    <w:rPr>
                      <w:bCs/>
                      <w:sz w:val="16"/>
                      <w:szCs w:val="16"/>
                    </w:rPr>
                    <w:br/>
                    <w:t>High</w:t>
                  </w:r>
                </w:p>
              </w:tc>
            </w:tr>
            <w:tr w:rsidR="001647F0" w:rsidRPr="00637E54" w14:paraId="6A5A3745" w14:textId="77777777" w:rsidTr="00B64173">
              <w:trPr>
                <w:cantSplit/>
                <w:trHeight w:val="454"/>
              </w:trPr>
              <w:tc>
                <w:tcPr>
                  <w:tcW w:w="1134" w:type="dxa"/>
                  <w:shd w:val="clear" w:color="auto" w:fill="auto"/>
                  <w:vAlign w:val="center"/>
                </w:tcPr>
                <w:p w14:paraId="144F76F7" w14:textId="77777777" w:rsidR="001647F0" w:rsidRPr="00185F96" w:rsidRDefault="001647F0" w:rsidP="00B64173">
                  <w:pPr>
                    <w:spacing w:after="0" w:line="240" w:lineRule="auto"/>
                    <w:jc w:val="center"/>
                    <w:rPr>
                      <w:b/>
                      <w:bCs/>
                      <w:i/>
                      <w:color w:val="000000"/>
                      <w:sz w:val="16"/>
                      <w:szCs w:val="16"/>
                    </w:rPr>
                  </w:pPr>
                  <w:r w:rsidRPr="00185F96">
                    <w:rPr>
                      <w:b/>
                      <w:bCs/>
                      <w:i/>
                      <w:color w:val="000000"/>
                      <w:sz w:val="16"/>
                      <w:szCs w:val="16"/>
                    </w:rPr>
                    <w:t>Rare</w:t>
                  </w:r>
                </w:p>
              </w:tc>
              <w:tc>
                <w:tcPr>
                  <w:tcW w:w="1229" w:type="dxa"/>
                  <w:shd w:val="clear" w:color="auto" w:fill="BCE292"/>
                  <w:vAlign w:val="center"/>
                </w:tcPr>
                <w:p w14:paraId="479399DA" w14:textId="77777777" w:rsidR="001647F0" w:rsidRPr="00185F96" w:rsidRDefault="001647F0" w:rsidP="00B64173">
                  <w:pPr>
                    <w:spacing w:after="0" w:line="240" w:lineRule="auto"/>
                    <w:jc w:val="center"/>
                    <w:rPr>
                      <w:bCs/>
                      <w:sz w:val="16"/>
                      <w:szCs w:val="16"/>
                    </w:rPr>
                  </w:pPr>
                  <w:r w:rsidRPr="00185F96">
                    <w:rPr>
                      <w:b/>
                      <w:bCs/>
                      <w:sz w:val="16"/>
                      <w:szCs w:val="16"/>
                    </w:rPr>
                    <w:t>1</w:t>
                  </w:r>
                  <w:r w:rsidRPr="00185F96">
                    <w:rPr>
                      <w:bCs/>
                      <w:sz w:val="16"/>
                      <w:szCs w:val="16"/>
                    </w:rPr>
                    <w:br/>
                    <w:t>Very low</w:t>
                  </w:r>
                </w:p>
              </w:tc>
              <w:tc>
                <w:tcPr>
                  <w:tcW w:w="1020" w:type="dxa"/>
                  <w:shd w:val="clear" w:color="auto" w:fill="BCE292"/>
                  <w:vAlign w:val="center"/>
                </w:tcPr>
                <w:p w14:paraId="04821BE9" w14:textId="77777777" w:rsidR="001647F0" w:rsidRPr="00185F96" w:rsidRDefault="001647F0" w:rsidP="00B64173">
                  <w:pPr>
                    <w:spacing w:after="0" w:line="240" w:lineRule="auto"/>
                    <w:jc w:val="center"/>
                    <w:rPr>
                      <w:bCs/>
                      <w:sz w:val="16"/>
                      <w:szCs w:val="16"/>
                    </w:rPr>
                  </w:pPr>
                  <w:r w:rsidRPr="00185F96">
                    <w:rPr>
                      <w:b/>
                      <w:bCs/>
                      <w:sz w:val="16"/>
                      <w:szCs w:val="16"/>
                    </w:rPr>
                    <w:t>3</w:t>
                  </w:r>
                  <w:r w:rsidRPr="00185F96">
                    <w:rPr>
                      <w:bCs/>
                      <w:sz w:val="16"/>
                      <w:szCs w:val="16"/>
                    </w:rPr>
                    <w:br/>
                    <w:t>Very low</w:t>
                  </w:r>
                </w:p>
              </w:tc>
              <w:tc>
                <w:tcPr>
                  <w:tcW w:w="1020" w:type="dxa"/>
                  <w:shd w:val="clear" w:color="auto" w:fill="92D050"/>
                  <w:vAlign w:val="center"/>
                </w:tcPr>
                <w:p w14:paraId="0E7579B6" w14:textId="77777777" w:rsidR="001647F0" w:rsidRPr="00185F96" w:rsidRDefault="001647F0" w:rsidP="00B64173">
                  <w:pPr>
                    <w:spacing w:after="0" w:line="240" w:lineRule="auto"/>
                    <w:jc w:val="center"/>
                    <w:rPr>
                      <w:bCs/>
                      <w:sz w:val="16"/>
                      <w:szCs w:val="16"/>
                    </w:rPr>
                  </w:pPr>
                  <w:r w:rsidRPr="00185F96">
                    <w:rPr>
                      <w:b/>
                      <w:bCs/>
                      <w:sz w:val="16"/>
                      <w:szCs w:val="16"/>
                    </w:rPr>
                    <w:t>6</w:t>
                  </w:r>
                  <w:r w:rsidRPr="00185F96">
                    <w:rPr>
                      <w:bCs/>
                      <w:sz w:val="16"/>
                      <w:szCs w:val="16"/>
                    </w:rPr>
                    <w:br/>
                    <w:t>Low</w:t>
                  </w:r>
                </w:p>
              </w:tc>
              <w:tc>
                <w:tcPr>
                  <w:tcW w:w="1020" w:type="dxa"/>
                  <w:shd w:val="clear" w:color="auto" w:fill="92D050"/>
                  <w:vAlign w:val="center"/>
                </w:tcPr>
                <w:p w14:paraId="4BCAFA35" w14:textId="77777777" w:rsidR="001647F0" w:rsidRPr="00185F96" w:rsidRDefault="001647F0" w:rsidP="00B64173">
                  <w:pPr>
                    <w:spacing w:after="0" w:line="240" w:lineRule="auto"/>
                    <w:jc w:val="center"/>
                    <w:rPr>
                      <w:bCs/>
                      <w:sz w:val="16"/>
                      <w:szCs w:val="16"/>
                    </w:rPr>
                  </w:pPr>
                  <w:r w:rsidRPr="00185F96">
                    <w:rPr>
                      <w:b/>
                      <w:bCs/>
                      <w:sz w:val="16"/>
                      <w:szCs w:val="16"/>
                    </w:rPr>
                    <w:t>8</w:t>
                  </w:r>
                  <w:r w:rsidRPr="00185F96">
                    <w:rPr>
                      <w:bCs/>
                      <w:sz w:val="16"/>
                      <w:szCs w:val="16"/>
                    </w:rPr>
                    <w:br/>
                    <w:t>Low</w:t>
                  </w:r>
                </w:p>
              </w:tc>
              <w:tc>
                <w:tcPr>
                  <w:tcW w:w="1098" w:type="dxa"/>
                  <w:shd w:val="clear" w:color="auto" w:fill="FFFF00"/>
                  <w:vAlign w:val="center"/>
                </w:tcPr>
                <w:p w14:paraId="44ED9AD8" w14:textId="77777777" w:rsidR="001647F0" w:rsidRPr="00185F96" w:rsidRDefault="001647F0" w:rsidP="00B64173">
                  <w:pPr>
                    <w:spacing w:after="0" w:line="240" w:lineRule="auto"/>
                    <w:jc w:val="center"/>
                    <w:rPr>
                      <w:bCs/>
                      <w:sz w:val="16"/>
                      <w:szCs w:val="16"/>
                    </w:rPr>
                  </w:pPr>
                  <w:r w:rsidRPr="00185F96">
                    <w:rPr>
                      <w:b/>
                      <w:bCs/>
                      <w:sz w:val="16"/>
                      <w:szCs w:val="16"/>
                    </w:rPr>
                    <w:t>16</w:t>
                  </w:r>
                  <w:r w:rsidRPr="00185F96">
                    <w:rPr>
                      <w:bCs/>
                      <w:sz w:val="16"/>
                      <w:szCs w:val="16"/>
                    </w:rPr>
                    <w:br/>
                    <w:t>Medium</w:t>
                  </w:r>
                </w:p>
              </w:tc>
            </w:tr>
          </w:tbl>
          <w:p w14:paraId="22073400" w14:textId="32773464" w:rsidR="001647F0" w:rsidRDefault="001647F0" w:rsidP="00B64173"/>
          <w:p w14:paraId="0962A6FD" w14:textId="22219E5F" w:rsidR="001647F0" w:rsidRDefault="00534CA5" w:rsidP="00B64173">
            <w:r>
              <w:rPr>
                <w:noProof/>
                <w:lang w:eastAsia="en-AU"/>
              </w:rPr>
              <w:drawing>
                <wp:anchor distT="0" distB="0" distL="114300" distR="114300" simplePos="0" relativeHeight="251672576" behindDoc="0" locked="0" layoutInCell="1" allowOverlap="1" wp14:anchorId="350271DD" wp14:editId="59149356">
                  <wp:simplePos x="0" y="0"/>
                  <wp:positionH relativeFrom="column">
                    <wp:posOffset>73025</wp:posOffset>
                  </wp:positionH>
                  <wp:positionV relativeFrom="paragraph">
                    <wp:posOffset>87630</wp:posOffset>
                  </wp:positionV>
                  <wp:extent cx="4440555" cy="2277110"/>
                  <wp:effectExtent l="0" t="0" r="0" b="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extLst>
                              <a:ext uri="{28A0092B-C50C-407E-A947-70E740481C1C}">
                                <a14:useLocalDpi xmlns:a14="http://schemas.microsoft.com/office/drawing/2010/main" val="0"/>
                              </a:ext>
                            </a:extLst>
                          </a:blip>
                          <a:stretch>
                            <a:fillRect/>
                          </a:stretch>
                        </pic:blipFill>
                        <pic:spPr>
                          <a:xfrm>
                            <a:off x="0" y="0"/>
                            <a:ext cx="4440555" cy="2277110"/>
                          </a:xfrm>
                          <a:prstGeom prst="rect">
                            <a:avLst/>
                          </a:prstGeom>
                        </pic:spPr>
                      </pic:pic>
                    </a:graphicData>
                  </a:graphic>
                  <wp14:sizeRelH relativeFrom="margin">
                    <wp14:pctWidth>0</wp14:pctWidth>
                  </wp14:sizeRelH>
                  <wp14:sizeRelV relativeFrom="margin">
                    <wp14:pctHeight>0</wp14:pctHeight>
                  </wp14:sizeRelV>
                </wp:anchor>
              </w:drawing>
            </w:r>
          </w:p>
          <w:p w14:paraId="28ACFA39" w14:textId="5BA6AEDB" w:rsidR="001647F0" w:rsidRDefault="001647F0" w:rsidP="00B64173"/>
          <w:p w14:paraId="0F082D09" w14:textId="77777777" w:rsidR="001647F0" w:rsidRDefault="001647F0" w:rsidP="00B64173"/>
          <w:p w14:paraId="47B45AF5" w14:textId="77777777" w:rsidR="001647F0" w:rsidRDefault="001647F0" w:rsidP="00B64173"/>
          <w:p w14:paraId="6D1234AE" w14:textId="77777777" w:rsidR="001647F0" w:rsidRDefault="001647F0" w:rsidP="00B64173"/>
          <w:p w14:paraId="6E7BE295" w14:textId="77777777" w:rsidR="001647F0" w:rsidRDefault="001647F0" w:rsidP="00B64173"/>
          <w:p w14:paraId="21B05336" w14:textId="77777777" w:rsidR="001647F0" w:rsidRDefault="001647F0" w:rsidP="00B64173"/>
          <w:p w14:paraId="0474F372" w14:textId="77777777" w:rsidR="001647F0" w:rsidRPr="00185F96" w:rsidRDefault="001647F0" w:rsidP="00B64173"/>
        </w:tc>
      </w:tr>
    </w:tbl>
    <w:p w14:paraId="053DCBC1" w14:textId="77777777" w:rsidR="001647F0" w:rsidRDefault="001647F0" w:rsidP="001647F0">
      <w:pPr>
        <w:rPr>
          <w:b/>
        </w:rPr>
      </w:pPr>
    </w:p>
    <w:p w14:paraId="2EBE59B8" w14:textId="77777777" w:rsidR="001647F0" w:rsidRDefault="001647F0" w:rsidP="001647F0">
      <w:pPr>
        <w:spacing w:after="0"/>
        <w:rPr>
          <w:b/>
        </w:rPr>
      </w:pPr>
      <w:r>
        <w:rPr>
          <w:b/>
        </w:rPr>
        <w:br w:type="page"/>
      </w:r>
      <w:r w:rsidRPr="00D35BB1">
        <w:rPr>
          <w:b/>
        </w:rPr>
        <w:lastRenderedPageBreak/>
        <w:t>Risk Assessment</w:t>
      </w:r>
      <w:r>
        <w:rPr>
          <w:b/>
        </w:rPr>
        <w:t xml:space="preserve"> – Kitchen trolley top</w:t>
      </w:r>
    </w:p>
    <w:p w14:paraId="5784C0EF" w14:textId="77777777" w:rsidR="001647F0" w:rsidRPr="00C24104" w:rsidRDefault="001647F0" w:rsidP="001647F0">
      <w:pPr>
        <w:pStyle w:val="NoSpacing"/>
        <w:rPr>
          <w:color w:val="808080" w:themeColor="background1" w:themeShade="80"/>
          <w:sz w:val="16"/>
          <w:szCs w:val="16"/>
        </w:rPr>
      </w:pPr>
      <w:r w:rsidRPr="00C24104">
        <w:rPr>
          <w:color w:val="808080" w:themeColor="background1" w:themeShade="80"/>
          <w:sz w:val="16"/>
          <w:szCs w:val="16"/>
        </w:rPr>
        <w:t xml:space="preserve">Table </w:t>
      </w:r>
      <w:r w:rsidRPr="00C24104">
        <w:rPr>
          <w:noProof/>
          <w:color w:val="808080" w:themeColor="background1" w:themeShade="80"/>
          <w:sz w:val="16"/>
          <w:szCs w:val="16"/>
        </w:rPr>
        <w:t>3</w:t>
      </w:r>
      <w:r w:rsidRPr="00C24104">
        <w:rPr>
          <w:color w:val="808080" w:themeColor="background1" w:themeShade="80"/>
          <w:sz w:val="16"/>
          <w:szCs w:val="16"/>
        </w:rPr>
        <w:t xml:space="preserve"> Risk assessment </w:t>
      </w:r>
    </w:p>
    <w:tbl>
      <w:tblPr>
        <w:tblW w:w="5471"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4360"/>
        <w:gridCol w:w="3439"/>
        <w:gridCol w:w="1136"/>
        <w:gridCol w:w="5242"/>
        <w:gridCol w:w="1133"/>
      </w:tblGrid>
      <w:tr w:rsidR="001647F0" w:rsidRPr="00D35BB1" w14:paraId="127691B6" w14:textId="77777777" w:rsidTr="009B45FC">
        <w:trPr>
          <w:trHeight w:hRule="exact" w:val="510"/>
          <w:tblHeader/>
        </w:trPr>
        <w:tc>
          <w:tcPr>
            <w:tcW w:w="1424" w:type="pct"/>
            <w:shd w:val="clear" w:color="auto" w:fill="4596CA"/>
          </w:tcPr>
          <w:p w14:paraId="1AEA698B" w14:textId="77777777" w:rsidR="001647F0" w:rsidRPr="00F46187" w:rsidRDefault="001647F0" w:rsidP="00B64173">
            <w:pPr>
              <w:pStyle w:val="RiskTableText"/>
              <w:rPr>
                <w:rFonts w:asciiTheme="minorHAnsi" w:hAnsiTheme="minorHAnsi"/>
              </w:rPr>
            </w:pPr>
            <w:r w:rsidRPr="00F46187">
              <w:rPr>
                <w:rFonts w:asciiTheme="minorHAnsi" w:hAnsiTheme="minorHAnsi"/>
                <w:sz w:val="20"/>
              </w:rPr>
              <w:t>Activity / Situation / Location</w:t>
            </w:r>
          </w:p>
        </w:tc>
        <w:tc>
          <w:tcPr>
            <w:tcW w:w="1123" w:type="pct"/>
            <w:shd w:val="clear" w:color="auto" w:fill="4596CA"/>
          </w:tcPr>
          <w:p w14:paraId="2DDFAF5F" w14:textId="77777777" w:rsidR="001647F0" w:rsidRPr="00F46187" w:rsidRDefault="001647F0" w:rsidP="00B64173">
            <w:pPr>
              <w:pStyle w:val="RiskTableText"/>
              <w:rPr>
                <w:rFonts w:asciiTheme="minorHAnsi" w:hAnsiTheme="minorHAnsi"/>
              </w:rPr>
            </w:pPr>
            <w:r w:rsidRPr="00F46187">
              <w:rPr>
                <w:rFonts w:asciiTheme="minorHAnsi" w:hAnsiTheme="minorHAnsi"/>
                <w:sz w:val="20"/>
              </w:rPr>
              <w:t>Hazards</w:t>
            </w:r>
          </w:p>
        </w:tc>
        <w:tc>
          <w:tcPr>
            <w:tcW w:w="371" w:type="pct"/>
            <w:shd w:val="clear" w:color="auto" w:fill="4596CA"/>
          </w:tcPr>
          <w:p w14:paraId="795799FD" w14:textId="77777777" w:rsidR="001647F0" w:rsidRPr="00F46187" w:rsidRDefault="001647F0" w:rsidP="00B64173">
            <w:pPr>
              <w:pStyle w:val="RiskTableText"/>
              <w:jc w:val="center"/>
              <w:rPr>
                <w:rFonts w:asciiTheme="minorHAnsi" w:hAnsiTheme="minorHAnsi"/>
                <w:sz w:val="20"/>
                <w:szCs w:val="20"/>
              </w:rPr>
            </w:pPr>
            <w:r>
              <w:rPr>
                <w:rFonts w:asciiTheme="minorHAnsi" w:hAnsiTheme="minorHAnsi"/>
                <w:sz w:val="20"/>
                <w:szCs w:val="20"/>
              </w:rPr>
              <w:t>Risk Score</w:t>
            </w:r>
          </w:p>
          <w:p w14:paraId="30BB6DE1" w14:textId="77777777" w:rsidR="001647F0" w:rsidRPr="00F46187" w:rsidRDefault="001647F0" w:rsidP="00B64173">
            <w:pPr>
              <w:pStyle w:val="RiskTableText"/>
              <w:jc w:val="center"/>
              <w:rPr>
                <w:rFonts w:asciiTheme="minorHAnsi" w:hAnsiTheme="minorHAnsi"/>
                <w:sz w:val="20"/>
                <w:szCs w:val="20"/>
              </w:rPr>
            </w:pPr>
          </w:p>
        </w:tc>
        <w:tc>
          <w:tcPr>
            <w:tcW w:w="1712" w:type="pct"/>
            <w:shd w:val="clear" w:color="auto" w:fill="4596CA"/>
          </w:tcPr>
          <w:p w14:paraId="21732B07" w14:textId="77777777" w:rsidR="001647F0" w:rsidRPr="00F46187" w:rsidRDefault="001647F0" w:rsidP="00B64173">
            <w:pPr>
              <w:pStyle w:val="RiskTableText"/>
              <w:rPr>
                <w:rFonts w:asciiTheme="minorHAnsi" w:hAnsiTheme="minorHAnsi"/>
              </w:rPr>
            </w:pPr>
            <w:r w:rsidRPr="00F46187">
              <w:rPr>
                <w:rFonts w:asciiTheme="minorHAnsi" w:hAnsiTheme="minorHAnsi"/>
                <w:sz w:val="20"/>
              </w:rPr>
              <w:t>Controls</w:t>
            </w:r>
          </w:p>
          <w:p w14:paraId="5A4680A9" w14:textId="77777777" w:rsidR="001647F0" w:rsidRPr="00C47B7D" w:rsidRDefault="001647F0" w:rsidP="00B64173">
            <w:pPr>
              <w:pStyle w:val="RMPusertxt"/>
              <w:rPr>
                <w:rFonts w:asciiTheme="minorHAnsi" w:hAnsiTheme="minorHAnsi"/>
                <w:i/>
              </w:rPr>
            </w:pPr>
          </w:p>
        </w:tc>
        <w:tc>
          <w:tcPr>
            <w:tcW w:w="370" w:type="pct"/>
            <w:shd w:val="clear" w:color="auto" w:fill="4596CA"/>
          </w:tcPr>
          <w:p w14:paraId="5DC2BA6B" w14:textId="77777777" w:rsidR="001647F0" w:rsidRPr="00F46187" w:rsidRDefault="001647F0" w:rsidP="00B64173">
            <w:pPr>
              <w:pStyle w:val="RiskTableText"/>
              <w:jc w:val="center"/>
              <w:rPr>
                <w:rFonts w:asciiTheme="minorHAnsi" w:hAnsiTheme="minorHAnsi"/>
                <w:sz w:val="20"/>
                <w:szCs w:val="20"/>
              </w:rPr>
            </w:pPr>
            <w:r w:rsidRPr="00F46187">
              <w:rPr>
                <w:rFonts w:asciiTheme="minorHAnsi" w:hAnsiTheme="minorHAnsi"/>
                <w:sz w:val="20"/>
                <w:szCs w:val="20"/>
              </w:rPr>
              <w:t>New Score</w:t>
            </w:r>
          </w:p>
        </w:tc>
      </w:tr>
      <w:tr w:rsidR="009B45FC" w:rsidRPr="00D35BB1" w14:paraId="732A8988" w14:textId="77777777" w:rsidTr="009B45FC">
        <w:trPr>
          <w:trHeight w:val="744"/>
        </w:trPr>
        <w:tc>
          <w:tcPr>
            <w:tcW w:w="1424" w:type="pct"/>
          </w:tcPr>
          <w:p w14:paraId="69C0A9BD" w14:textId="203D3220" w:rsidR="009B45FC" w:rsidRPr="00E918DB" w:rsidRDefault="009B45FC" w:rsidP="009B45FC">
            <w:pPr>
              <w:pStyle w:val="RMPusertxt"/>
              <w:rPr>
                <w:rFonts w:asciiTheme="minorHAnsi" w:hAnsiTheme="minorHAnsi" w:cstheme="minorHAnsi"/>
                <w:color w:val="FF0000"/>
                <w:sz w:val="22"/>
              </w:rPr>
            </w:pPr>
          </w:p>
        </w:tc>
        <w:tc>
          <w:tcPr>
            <w:tcW w:w="1123" w:type="pct"/>
          </w:tcPr>
          <w:p w14:paraId="1F3CA176" w14:textId="7D06B0EE" w:rsidR="009B45FC" w:rsidRPr="00E918DB" w:rsidRDefault="009B45FC" w:rsidP="009B45FC">
            <w:pPr>
              <w:pStyle w:val="RMPusertxt"/>
              <w:rPr>
                <w:rFonts w:asciiTheme="minorHAnsi" w:hAnsiTheme="minorHAnsi" w:cstheme="minorHAnsi"/>
                <w:sz w:val="22"/>
              </w:rPr>
            </w:pPr>
          </w:p>
        </w:tc>
        <w:sdt>
          <w:sdtPr>
            <w:rPr>
              <w:rFonts w:asciiTheme="minorHAnsi" w:hAnsiTheme="minorHAnsi" w:cstheme="minorHAnsi"/>
              <w:color w:val="808080" w:themeColor="background1" w:themeShade="80"/>
              <w:sz w:val="22"/>
            </w:rPr>
            <w:alias w:val="RMPnum"/>
            <w:tag w:val="RMPnum"/>
            <w:id w:val="-1027560439"/>
            <w:placeholder>
              <w:docPart w:val="29E8DC9D3A934244BD33DD7BF31AB2E6"/>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tc>
              <w:tcPr>
                <w:tcW w:w="371" w:type="pct"/>
              </w:tcPr>
              <w:p w14:paraId="740AF19F" w14:textId="38F62652" w:rsidR="009B45FC" w:rsidRPr="009B45FC" w:rsidRDefault="009B45FC" w:rsidP="009B45FC">
                <w:pPr>
                  <w:pStyle w:val="RMPusertxt"/>
                  <w:jc w:val="center"/>
                  <w:rPr>
                    <w:rFonts w:asciiTheme="minorHAnsi" w:hAnsiTheme="minorHAnsi" w:cstheme="minorHAnsi"/>
                    <w:color w:val="808080" w:themeColor="background1" w:themeShade="80"/>
                    <w:sz w:val="22"/>
                  </w:rPr>
                </w:pPr>
                <w:r w:rsidRPr="009B45FC">
                  <w:rPr>
                    <w:rStyle w:val="PlaceholderText"/>
                    <w:color w:val="808080" w:themeColor="background1" w:themeShade="80"/>
                  </w:rPr>
                  <w:t>Choose an item.</w:t>
                </w:r>
              </w:p>
            </w:tc>
          </w:sdtContent>
        </w:sdt>
        <w:tc>
          <w:tcPr>
            <w:tcW w:w="1712" w:type="pct"/>
          </w:tcPr>
          <w:p w14:paraId="62E46515" w14:textId="46F80E46" w:rsidR="009B45FC" w:rsidRPr="00E918DB" w:rsidRDefault="009B45FC" w:rsidP="009B45FC">
            <w:pPr>
              <w:pStyle w:val="RMPusertxt"/>
              <w:rPr>
                <w:rFonts w:asciiTheme="minorHAnsi" w:hAnsiTheme="minorHAnsi" w:cstheme="minorHAnsi"/>
                <w:sz w:val="22"/>
              </w:rPr>
            </w:pPr>
          </w:p>
        </w:tc>
        <w:sdt>
          <w:sdtPr>
            <w:rPr>
              <w:rFonts w:asciiTheme="minorHAnsi" w:hAnsiTheme="minorHAnsi" w:cstheme="minorHAnsi"/>
              <w:color w:val="808080" w:themeColor="background1" w:themeShade="80"/>
              <w:sz w:val="22"/>
            </w:rPr>
            <w:alias w:val="RMPnum"/>
            <w:tag w:val="RMPnum"/>
            <w:id w:val="-92859380"/>
            <w:placeholder>
              <w:docPart w:val="3C268B23239641AAB5EA735575C8A879"/>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tc>
              <w:tcPr>
                <w:tcW w:w="370" w:type="pct"/>
              </w:tcPr>
              <w:p w14:paraId="6F06CE70" w14:textId="26CD71BE" w:rsidR="009B45FC" w:rsidRPr="00E918DB" w:rsidRDefault="009B45FC" w:rsidP="009B45FC">
                <w:pPr>
                  <w:pStyle w:val="RMPusertxt"/>
                  <w:jc w:val="center"/>
                  <w:rPr>
                    <w:rFonts w:asciiTheme="minorHAnsi" w:hAnsiTheme="minorHAnsi" w:cstheme="minorHAnsi"/>
                    <w:color w:val="FF0000"/>
                    <w:sz w:val="22"/>
                  </w:rPr>
                </w:pPr>
                <w:r w:rsidRPr="009B45FC">
                  <w:rPr>
                    <w:rStyle w:val="PlaceholderText"/>
                    <w:color w:val="808080" w:themeColor="background1" w:themeShade="80"/>
                  </w:rPr>
                  <w:t>Choose an item.</w:t>
                </w:r>
              </w:p>
            </w:tc>
          </w:sdtContent>
        </w:sdt>
      </w:tr>
      <w:tr w:rsidR="009B45FC" w:rsidRPr="00834E3D" w14:paraId="366A1174" w14:textId="77777777" w:rsidTr="009B45FC">
        <w:trPr>
          <w:trHeight w:val="784"/>
        </w:trPr>
        <w:tc>
          <w:tcPr>
            <w:tcW w:w="1424" w:type="pct"/>
          </w:tcPr>
          <w:p w14:paraId="41EB2782" w14:textId="1A25FDB7" w:rsidR="009B45FC" w:rsidRPr="00E918DB" w:rsidRDefault="009B45FC" w:rsidP="009B45FC">
            <w:pPr>
              <w:pStyle w:val="RMPusertxt"/>
              <w:rPr>
                <w:rFonts w:asciiTheme="minorHAnsi" w:hAnsiTheme="minorHAnsi" w:cstheme="minorHAnsi"/>
                <w:color w:val="FF0000"/>
                <w:sz w:val="22"/>
              </w:rPr>
            </w:pPr>
          </w:p>
        </w:tc>
        <w:tc>
          <w:tcPr>
            <w:tcW w:w="1123" w:type="pct"/>
          </w:tcPr>
          <w:p w14:paraId="75577EDD" w14:textId="0C9F11A1" w:rsidR="009B45FC" w:rsidRPr="00E918DB" w:rsidRDefault="009B45FC" w:rsidP="009B45FC">
            <w:pPr>
              <w:pStyle w:val="RMPusertxt"/>
              <w:rPr>
                <w:rFonts w:asciiTheme="minorHAnsi" w:hAnsiTheme="minorHAnsi" w:cstheme="minorHAnsi"/>
                <w:color w:val="FF0000"/>
                <w:sz w:val="22"/>
              </w:rPr>
            </w:pPr>
          </w:p>
        </w:tc>
        <w:sdt>
          <w:sdtPr>
            <w:rPr>
              <w:rFonts w:asciiTheme="minorHAnsi" w:hAnsiTheme="minorHAnsi" w:cstheme="minorHAnsi"/>
              <w:color w:val="808080" w:themeColor="background1" w:themeShade="80"/>
              <w:sz w:val="22"/>
            </w:rPr>
            <w:alias w:val="RMPnum"/>
            <w:tag w:val="RMPnum"/>
            <w:id w:val="19752840"/>
            <w:placeholder>
              <w:docPart w:val="FE831A3C3AEE4AF3BDDD5579810385D1"/>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tc>
              <w:tcPr>
                <w:tcW w:w="371" w:type="pct"/>
              </w:tcPr>
              <w:p w14:paraId="38AADFEB" w14:textId="583678F2" w:rsidR="009B45FC" w:rsidRPr="00E918DB" w:rsidRDefault="009B45FC" w:rsidP="009B45FC">
                <w:pPr>
                  <w:pStyle w:val="RMPusertxt"/>
                  <w:jc w:val="center"/>
                  <w:rPr>
                    <w:rFonts w:asciiTheme="minorHAnsi" w:hAnsiTheme="minorHAnsi" w:cstheme="minorHAnsi"/>
                    <w:color w:val="FF0000"/>
                    <w:sz w:val="22"/>
                  </w:rPr>
                </w:pPr>
                <w:r w:rsidRPr="009B45FC">
                  <w:rPr>
                    <w:rStyle w:val="PlaceholderText"/>
                    <w:color w:val="808080" w:themeColor="background1" w:themeShade="80"/>
                  </w:rPr>
                  <w:t>Choose an item.</w:t>
                </w:r>
              </w:p>
            </w:tc>
          </w:sdtContent>
        </w:sdt>
        <w:tc>
          <w:tcPr>
            <w:tcW w:w="1712" w:type="pct"/>
          </w:tcPr>
          <w:p w14:paraId="0E5D0920" w14:textId="47280FF8" w:rsidR="009B45FC" w:rsidRPr="00E918DB" w:rsidRDefault="009B45FC" w:rsidP="009B45FC">
            <w:pPr>
              <w:pStyle w:val="RMPusertxt"/>
              <w:rPr>
                <w:rFonts w:asciiTheme="minorHAnsi" w:hAnsiTheme="minorHAnsi" w:cstheme="minorHAnsi"/>
                <w:color w:val="FF0000"/>
                <w:sz w:val="22"/>
              </w:rPr>
            </w:pPr>
          </w:p>
        </w:tc>
        <w:tc>
          <w:tcPr>
            <w:tcW w:w="370" w:type="pct"/>
          </w:tcPr>
          <w:p w14:paraId="2233C06E" w14:textId="2D75C57C" w:rsidR="009B45FC" w:rsidRPr="00E918DB" w:rsidRDefault="00AD459E" w:rsidP="009B45FC">
            <w:pPr>
              <w:pStyle w:val="RMPusertxt"/>
              <w:jc w:val="center"/>
              <w:rPr>
                <w:rFonts w:asciiTheme="minorHAnsi" w:hAnsiTheme="minorHAnsi" w:cstheme="minorHAnsi"/>
                <w:color w:val="FF0000"/>
                <w:sz w:val="22"/>
              </w:rPr>
            </w:pPr>
            <w:sdt>
              <w:sdtPr>
                <w:rPr>
                  <w:rFonts w:asciiTheme="minorHAnsi" w:hAnsiTheme="minorHAnsi" w:cstheme="minorHAnsi"/>
                  <w:color w:val="808080" w:themeColor="background1" w:themeShade="80"/>
                  <w:sz w:val="22"/>
                </w:rPr>
                <w:alias w:val="RMPnum"/>
                <w:tag w:val="RMPnum"/>
                <w:id w:val="-660087546"/>
                <w:placeholder>
                  <w:docPart w:val="74706E1D727D4AD1BD5C011831BE3855"/>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9B45FC" w:rsidRPr="00D35BB1">
                  <w:rPr>
                    <w:rStyle w:val="PlaceholderText"/>
                  </w:rPr>
                  <w:t>Choose an item.</w:t>
                </w:r>
              </w:sdtContent>
            </w:sdt>
          </w:p>
        </w:tc>
      </w:tr>
      <w:tr w:rsidR="009B45FC" w:rsidRPr="00834E3D" w14:paraId="47510CAF" w14:textId="77777777" w:rsidTr="009B45FC">
        <w:trPr>
          <w:trHeight w:val="640"/>
        </w:trPr>
        <w:tc>
          <w:tcPr>
            <w:tcW w:w="1424" w:type="pct"/>
          </w:tcPr>
          <w:p w14:paraId="2A37062D" w14:textId="49F74097" w:rsidR="009B45FC" w:rsidRPr="00E918DB" w:rsidRDefault="009B45FC" w:rsidP="009B45FC">
            <w:pPr>
              <w:pStyle w:val="RMPusertxt"/>
              <w:rPr>
                <w:rFonts w:asciiTheme="minorHAnsi" w:hAnsiTheme="minorHAnsi" w:cstheme="minorHAnsi"/>
                <w:color w:val="FF0000"/>
                <w:sz w:val="22"/>
              </w:rPr>
            </w:pPr>
          </w:p>
        </w:tc>
        <w:tc>
          <w:tcPr>
            <w:tcW w:w="1123" w:type="pct"/>
          </w:tcPr>
          <w:p w14:paraId="1BF4A4D9" w14:textId="3EC2490C" w:rsidR="009B45FC" w:rsidRPr="00E918DB" w:rsidRDefault="009B45FC" w:rsidP="009B45FC">
            <w:pPr>
              <w:pStyle w:val="RMPusertxt"/>
              <w:rPr>
                <w:rFonts w:asciiTheme="minorHAnsi" w:hAnsiTheme="minorHAnsi" w:cstheme="minorHAnsi"/>
                <w:color w:val="FF0000"/>
                <w:sz w:val="22"/>
              </w:rPr>
            </w:pPr>
          </w:p>
        </w:tc>
        <w:sdt>
          <w:sdtPr>
            <w:rPr>
              <w:rFonts w:asciiTheme="minorHAnsi" w:hAnsiTheme="minorHAnsi" w:cstheme="minorHAnsi"/>
              <w:color w:val="808080" w:themeColor="background1" w:themeShade="80"/>
              <w:sz w:val="22"/>
            </w:rPr>
            <w:alias w:val="RMPnum"/>
            <w:tag w:val="RMPnum"/>
            <w:id w:val="-17546537"/>
            <w:placeholder>
              <w:docPart w:val="D67DDDA8F7F34218BE19AEC54D7624E3"/>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tc>
              <w:tcPr>
                <w:tcW w:w="371" w:type="pct"/>
              </w:tcPr>
              <w:p w14:paraId="1364CAAA" w14:textId="44C0159B" w:rsidR="009B45FC" w:rsidRPr="00E918DB" w:rsidRDefault="009B45FC" w:rsidP="009B45FC">
                <w:pPr>
                  <w:pStyle w:val="RMPusertxt"/>
                  <w:jc w:val="center"/>
                  <w:rPr>
                    <w:rFonts w:asciiTheme="minorHAnsi" w:hAnsiTheme="minorHAnsi" w:cstheme="minorHAnsi"/>
                    <w:color w:val="FF0000"/>
                    <w:sz w:val="22"/>
                  </w:rPr>
                </w:pPr>
                <w:r w:rsidRPr="009B45FC">
                  <w:rPr>
                    <w:rStyle w:val="PlaceholderText"/>
                    <w:color w:val="808080" w:themeColor="background1" w:themeShade="80"/>
                  </w:rPr>
                  <w:t>Choose an item.</w:t>
                </w:r>
              </w:p>
            </w:tc>
          </w:sdtContent>
        </w:sdt>
        <w:tc>
          <w:tcPr>
            <w:tcW w:w="1712" w:type="pct"/>
          </w:tcPr>
          <w:p w14:paraId="1CBF8738" w14:textId="1E15C4C8" w:rsidR="009B45FC" w:rsidRPr="00E918DB" w:rsidRDefault="009B45FC" w:rsidP="009B45FC">
            <w:pPr>
              <w:pStyle w:val="RMPusertxt"/>
              <w:rPr>
                <w:rFonts w:asciiTheme="minorHAnsi" w:hAnsiTheme="minorHAnsi" w:cstheme="minorHAnsi"/>
                <w:color w:val="FF0000"/>
                <w:sz w:val="22"/>
              </w:rPr>
            </w:pPr>
          </w:p>
        </w:tc>
        <w:tc>
          <w:tcPr>
            <w:tcW w:w="370" w:type="pct"/>
          </w:tcPr>
          <w:p w14:paraId="7AB3304E" w14:textId="103B31EE" w:rsidR="009B45FC" w:rsidRPr="00E918DB" w:rsidRDefault="00AD459E" w:rsidP="009B45FC">
            <w:pPr>
              <w:pStyle w:val="RMPusertxt"/>
              <w:jc w:val="center"/>
              <w:rPr>
                <w:rFonts w:asciiTheme="minorHAnsi" w:hAnsiTheme="minorHAnsi" w:cstheme="minorHAnsi"/>
                <w:color w:val="FF0000"/>
                <w:sz w:val="22"/>
              </w:rPr>
            </w:pPr>
            <w:sdt>
              <w:sdtPr>
                <w:rPr>
                  <w:rFonts w:asciiTheme="minorHAnsi" w:hAnsiTheme="minorHAnsi" w:cstheme="minorHAnsi"/>
                  <w:color w:val="808080" w:themeColor="background1" w:themeShade="80"/>
                  <w:sz w:val="22"/>
                </w:rPr>
                <w:alias w:val="RMPnum"/>
                <w:tag w:val="RMPnum"/>
                <w:id w:val="393084584"/>
                <w:placeholder>
                  <w:docPart w:val="E336F28B15174293BBC9AD5ACE3BCE48"/>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9B45FC" w:rsidRPr="00D35BB1">
                  <w:rPr>
                    <w:rStyle w:val="PlaceholderText"/>
                  </w:rPr>
                  <w:t>Choose an item.</w:t>
                </w:r>
              </w:sdtContent>
            </w:sdt>
          </w:p>
        </w:tc>
      </w:tr>
      <w:tr w:rsidR="009B45FC" w:rsidRPr="00834E3D" w14:paraId="5E94CE48" w14:textId="77777777" w:rsidTr="009B45FC">
        <w:trPr>
          <w:trHeight w:val="650"/>
        </w:trPr>
        <w:tc>
          <w:tcPr>
            <w:tcW w:w="1424" w:type="pct"/>
          </w:tcPr>
          <w:p w14:paraId="0BA51DF2" w14:textId="5FEFDE97" w:rsidR="009B45FC" w:rsidRPr="00E918DB" w:rsidRDefault="009B45FC" w:rsidP="009B45FC">
            <w:pPr>
              <w:pStyle w:val="Body"/>
              <w:spacing w:after="0"/>
              <w:rPr>
                <w:color w:val="FF0000"/>
              </w:rPr>
            </w:pPr>
          </w:p>
        </w:tc>
        <w:tc>
          <w:tcPr>
            <w:tcW w:w="1123" w:type="pct"/>
          </w:tcPr>
          <w:p w14:paraId="587A7C58" w14:textId="3D90A6B8" w:rsidR="009B45FC" w:rsidRPr="00E918DB" w:rsidRDefault="009B45FC" w:rsidP="009B45FC">
            <w:pPr>
              <w:pStyle w:val="RMPusertxt"/>
              <w:rPr>
                <w:rFonts w:asciiTheme="minorHAnsi" w:hAnsiTheme="minorHAnsi" w:cstheme="minorHAnsi"/>
                <w:color w:val="FF0000"/>
                <w:sz w:val="22"/>
              </w:rPr>
            </w:pPr>
          </w:p>
        </w:tc>
        <w:sdt>
          <w:sdtPr>
            <w:rPr>
              <w:rFonts w:asciiTheme="minorHAnsi" w:hAnsiTheme="minorHAnsi" w:cstheme="minorHAnsi"/>
              <w:color w:val="808080" w:themeColor="background1" w:themeShade="80"/>
              <w:sz w:val="22"/>
            </w:rPr>
            <w:alias w:val="RMPnum"/>
            <w:tag w:val="RMPnum"/>
            <w:id w:val="-1257983144"/>
            <w:placeholder>
              <w:docPart w:val="B83C86F78F0D4928A76FEBD4B81E2002"/>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tc>
              <w:tcPr>
                <w:tcW w:w="371" w:type="pct"/>
              </w:tcPr>
              <w:p w14:paraId="6E0114FB" w14:textId="49D16362" w:rsidR="009B45FC" w:rsidRPr="00E918DB" w:rsidRDefault="009B45FC" w:rsidP="009B45FC">
                <w:pPr>
                  <w:pStyle w:val="RMPusertxt"/>
                  <w:jc w:val="center"/>
                  <w:rPr>
                    <w:rFonts w:asciiTheme="minorHAnsi" w:hAnsiTheme="minorHAnsi" w:cstheme="minorHAnsi"/>
                    <w:color w:val="FF0000"/>
                    <w:sz w:val="22"/>
                  </w:rPr>
                </w:pPr>
                <w:r w:rsidRPr="009B45FC">
                  <w:rPr>
                    <w:rStyle w:val="PlaceholderText"/>
                    <w:color w:val="808080" w:themeColor="background1" w:themeShade="80"/>
                  </w:rPr>
                  <w:t>Choose an item.</w:t>
                </w:r>
              </w:p>
            </w:tc>
          </w:sdtContent>
        </w:sdt>
        <w:tc>
          <w:tcPr>
            <w:tcW w:w="1712" w:type="pct"/>
          </w:tcPr>
          <w:p w14:paraId="3A8ED94B" w14:textId="279D6C86" w:rsidR="009B45FC" w:rsidRPr="00E918DB" w:rsidRDefault="009B45FC" w:rsidP="009B45FC">
            <w:pPr>
              <w:pStyle w:val="RMPusertxt"/>
              <w:rPr>
                <w:rFonts w:asciiTheme="minorHAnsi" w:hAnsiTheme="minorHAnsi" w:cstheme="minorHAnsi"/>
                <w:color w:val="FF0000"/>
                <w:sz w:val="22"/>
              </w:rPr>
            </w:pPr>
          </w:p>
        </w:tc>
        <w:tc>
          <w:tcPr>
            <w:tcW w:w="370" w:type="pct"/>
          </w:tcPr>
          <w:p w14:paraId="1532F2AF" w14:textId="65A75835" w:rsidR="009B45FC" w:rsidRPr="00E918DB" w:rsidRDefault="00AD459E" w:rsidP="009B45FC">
            <w:pPr>
              <w:pStyle w:val="RMPusertxt"/>
              <w:jc w:val="center"/>
              <w:rPr>
                <w:rFonts w:asciiTheme="minorHAnsi" w:hAnsiTheme="minorHAnsi" w:cstheme="minorHAnsi"/>
                <w:color w:val="FF0000"/>
                <w:sz w:val="22"/>
              </w:rPr>
            </w:pPr>
            <w:sdt>
              <w:sdtPr>
                <w:rPr>
                  <w:rFonts w:asciiTheme="minorHAnsi" w:hAnsiTheme="minorHAnsi" w:cstheme="minorHAnsi"/>
                  <w:color w:val="808080" w:themeColor="background1" w:themeShade="80"/>
                  <w:sz w:val="22"/>
                </w:rPr>
                <w:alias w:val="RMPnum"/>
                <w:tag w:val="RMPnum"/>
                <w:id w:val="1700195757"/>
                <w:placeholder>
                  <w:docPart w:val="51F142CC8B0D4A368C158C502FFDA54E"/>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9B45FC" w:rsidRPr="00D35BB1">
                  <w:rPr>
                    <w:rStyle w:val="PlaceholderText"/>
                  </w:rPr>
                  <w:t>Choose an item.</w:t>
                </w:r>
              </w:sdtContent>
            </w:sdt>
          </w:p>
        </w:tc>
      </w:tr>
      <w:tr w:rsidR="009B45FC" w:rsidRPr="00834E3D" w14:paraId="57D8CC78" w14:textId="77777777" w:rsidTr="009B45FC">
        <w:trPr>
          <w:trHeight w:val="774"/>
        </w:trPr>
        <w:tc>
          <w:tcPr>
            <w:tcW w:w="1424" w:type="pct"/>
          </w:tcPr>
          <w:p w14:paraId="48FA99E0" w14:textId="318C1250" w:rsidR="009B45FC" w:rsidRPr="00E918DB" w:rsidRDefault="009B45FC" w:rsidP="009B45FC">
            <w:pPr>
              <w:pStyle w:val="Body"/>
              <w:spacing w:after="0"/>
              <w:rPr>
                <w:color w:val="FF0000"/>
              </w:rPr>
            </w:pPr>
          </w:p>
        </w:tc>
        <w:tc>
          <w:tcPr>
            <w:tcW w:w="1123" w:type="pct"/>
          </w:tcPr>
          <w:p w14:paraId="50EDEF21" w14:textId="25D1C6BA" w:rsidR="009B45FC" w:rsidRPr="00E918DB" w:rsidRDefault="009B45FC" w:rsidP="009B45FC">
            <w:pPr>
              <w:pStyle w:val="RMPusertxt"/>
              <w:rPr>
                <w:rFonts w:asciiTheme="minorHAnsi" w:hAnsiTheme="minorHAnsi" w:cstheme="minorHAnsi"/>
                <w:color w:val="FF0000"/>
                <w:sz w:val="22"/>
              </w:rPr>
            </w:pPr>
          </w:p>
        </w:tc>
        <w:sdt>
          <w:sdtPr>
            <w:rPr>
              <w:rFonts w:asciiTheme="minorHAnsi" w:hAnsiTheme="minorHAnsi" w:cstheme="minorHAnsi"/>
              <w:color w:val="808080" w:themeColor="background1" w:themeShade="80"/>
              <w:sz w:val="22"/>
            </w:rPr>
            <w:alias w:val="RMPnum"/>
            <w:tag w:val="RMPnum"/>
            <w:id w:val="-1591308357"/>
            <w:placeholder>
              <w:docPart w:val="2B58B563E5164DAAAC9D54AA121A3284"/>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tc>
              <w:tcPr>
                <w:tcW w:w="371" w:type="pct"/>
              </w:tcPr>
              <w:p w14:paraId="52FBAD23" w14:textId="22DE2F16" w:rsidR="009B45FC" w:rsidRPr="00E918DB" w:rsidRDefault="009B45FC" w:rsidP="009B45FC">
                <w:pPr>
                  <w:pStyle w:val="RMPusertxt"/>
                  <w:jc w:val="center"/>
                  <w:rPr>
                    <w:rFonts w:asciiTheme="minorHAnsi" w:hAnsiTheme="minorHAnsi" w:cstheme="minorHAnsi"/>
                    <w:color w:val="FF0000"/>
                    <w:sz w:val="22"/>
                  </w:rPr>
                </w:pPr>
                <w:r w:rsidRPr="009B45FC">
                  <w:rPr>
                    <w:rStyle w:val="PlaceholderText"/>
                    <w:color w:val="808080" w:themeColor="background1" w:themeShade="80"/>
                  </w:rPr>
                  <w:t>Choose an item.</w:t>
                </w:r>
              </w:p>
            </w:tc>
          </w:sdtContent>
        </w:sdt>
        <w:tc>
          <w:tcPr>
            <w:tcW w:w="1712" w:type="pct"/>
          </w:tcPr>
          <w:p w14:paraId="1C2E03FD" w14:textId="2E0D0D68" w:rsidR="009B45FC" w:rsidRPr="00E918DB" w:rsidRDefault="009B45FC" w:rsidP="009B45FC">
            <w:pPr>
              <w:pStyle w:val="RMPusertxt"/>
              <w:rPr>
                <w:rFonts w:asciiTheme="minorHAnsi" w:hAnsiTheme="minorHAnsi" w:cstheme="minorHAnsi"/>
                <w:color w:val="FF0000"/>
                <w:sz w:val="22"/>
              </w:rPr>
            </w:pPr>
          </w:p>
        </w:tc>
        <w:tc>
          <w:tcPr>
            <w:tcW w:w="370" w:type="pct"/>
          </w:tcPr>
          <w:p w14:paraId="2C5BC672" w14:textId="42B4EA44" w:rsidR="009B45FC" w:rsidRPr="00E918DB" w:rsidRDefault="00AD459E" w:rsidP="009B45FC">
            <w:pPr>
              <w:pStyle w:val="RMPusertxt"/>
              <w:jc w:val="center"/>
              <w:rPr>
                <w:rFonts w:asciiTheme="minorHAnsi" w:hAnsiTheme="minorHAnsi" w:cstheme="minorHAnsi"/>
                <w:color w:val="FF0000"/>
                <w:sz w:val="22"/>
              </w:rPr>
            </w:pPr>
            <w:sdt>
              <w:sdtPr>
                <w:rPr>
                  <w:rFonts w:asciiTheme="minorHAnsi" w:hAnsiTheme="minorHAnsi" w:cstheme="minorHAnsi"/>
                  <w:color w:val="808080" w:themeColor="background1" w:themeShade="80"/>
                  <w:sz w:val="22"/>
                </w:rPr>
                <w:alias w:val="RMPnum"/>
                <w:tag w:val="RMPnum"/>
                <w:id w:val="-467122032"/>
                <w:placeholder>
                  <w:docPart w:val="761BCBB650DF48D48C45084A32C32CB6"/>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9B45FC" w:rsidRPr="00D35BB1">
                  <w:rPr>
                    <w:rStyle w:val="PlaceholderText"/>
                  </w:rPr>
                  <w:t>Choose an item.</w:t>
                </w:r>
              </w:sdtContent>
            </w:sdt>
          </w:p>
        </w:tc>
      </w:tr>
      <w:tr w:rsidR="009B45FC" w:rsidRPr="00834E3D" w14:paraId="58D53C80" w14:textId="77777777" w:rsidTr="009B45FC">
        <w:trPr>
          <w:trHeight w:val="786"/>
        </w:trPr>
        <w:tc>
          <w:tcPr>
            <w:tcW w:w="1424" w:type="pct"/>
          </w:tcPr>
          <w:p w14:paraId="45559A67" w14:textId="5D4BDEF3" w:rsidR="009B45FC" w:rsidRPr="00E918DB" w:rsidRDefault="009B45FC" w:rsidP="009B45FC">
            <w:pPr>
              <w:pStyle w:val="Body"/>
              <w:spacing w:after="0"/>
              <w:rPr>
                <w:color w:val="FF0000"/>
              </w:rPr>
            </w:pPr>
          </w:p>
        </w:tc>
        <w:tc>
          <w:tcPr>
            <w:tcW w:w="1123" w:type="pct"/>
          </w:tcPr>
          <w:p w14:paraId="00112874" w14:textId="2C5019BB" w:rsidR="009B45FC" w:rsidRPr="00E918DB" w:rsidRDefault="009B45FC" w:rsidP="009B45FC">
            <w:pPr>
              <w:pStyle w:val="RMPusertxt"/>
              <w:rPr>
                <w:rFonts w:asciiTheme="minorHAnsi" w:hAnsiTheme="minorHAnsi" w:cstheme="minorHAnsi"/>
                <w:color w:val="FF0000"/>
                <w:sz w:val="22"/>
              </w:rPr>
            </w:pPr>
          </w:p>
        </w:tc>
        <w:sdt>
          <w:sdtPr>
            <w:rPr>
              <w:rFonts w:asciiTheme="minorHAnsi" w:hAnsiTheme="minorHAnsi" w:cstheme="minorHAnsi"/>
              <w:color w:val="808080" w:themeColor="background1" w:themeShade="80"/>
              <w:sz w:val="22"/>
            </w:rPr>
            <w:alias w:val="RMPnum"/>
            <w:tag w:val="RMPnum"/>
            <w:id w:val="-703094206"/>
            <w:placeholder>
              <w:docPart w:val="0003C22D2CB6464DB77B6EC862D718E3"/>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tc>
              <w:tcPr>
                <w:tcW w:w="371" w:type="pct"/>
              </w:tcPr>
              <w:p w14:paraId="2D49A51C" w14:textId="0F40C713" w:rsidR="009B45FC" w:rsidRPr="00E918DB" w:rsidRDefault="009B45FC" w:rsidP="009B45FC">
                <w:pPr>
                  <w:pStyle w:val="RMPusertxt"/>
                  <w:jc w:val="center"/>
                  <w:rPr>
                    <w:rFonts w:asciiTheme="minorHAnsi" w:hAnsiTheme="minorHAnsi" w:cstheme="minorHAnsi"/>
                    <w:color w:val="FF0000"/>
                    <w:sz w:val="22"/>
                  </w:rPr>
                </w:pPr>
                <w:r w:rsidRPr="009B45FC">
                  <w:rPr>
                    <w:rStyle w:val="PlaceholderText"/>
                    <w:color w:val="808080" w:themeColor="background1" w:themeShade="80"/>
                  </w:rPr>
                  <w:t>Choose an item.</w:t>
                </w:r>
              </w:p>
            </w:tc>
          </w:sdtContent>
        </w:sdt>
        <w:tc>
          <w:tcPr>
            <w:tcW w:w="1712" w:type="pct"/>
          </w:tcPr>
          <w:p w14:paraId="7D4FFB23" w14:textId="40D231BB" w:rsidR="009B45FC" w:rsidRPr="00E918DB" w:rsidRDefault="009B45FC" w:rsidP="009B45FC">
            <w:pPr>
              <w:pStyle w:val="RMPusertxt"/>
              <w:rPr>
                <w:rFonts w:asciiTheme="minorHAnsi" w:hAnsiTheme="minorHAnsi" w:cstheme="minorHAnsi"/>
                <w:color w:val="FF0000"/>
                <w:sz w:val="22"/>
              </w:rPr>
            </w:pPr>
          </w:p>
        </w:tc>
        <w:tc>
          <w:tcPr>
            <w:tcW w:w="370" w:type="pct"/>
          </w:tcPr>
          <w:p w14:paraId="00625EA3" w14:textId="1E84876B" w:rsidR="009B45FC" w:rsidRPr="00E918DB" w:rsidRDefault="00AD459E" w:rsidP="009B45FC">
            <w:pPr>
              <w:pStyle w:val="RMPusertxt"/>
              <w:jc w:val="center"/>
              <w:rPr>
                <w:rFonts w:asciiTheme="minorHAnsi" w:hAnsiTheme="minorHAnsi" w:cstheme="minorHAnsi"/>
                <w:color w:val="FF0000"/>
                <w:sz w:val="22"/>
              </w:rPr>
            </w:pPr>
            <w:sdt>
              <w:sdtPr>
                <w:rPr>
                  <w:rFonts w:asciiTheme="minorHAnsi" w:hAnsiTheme="minorHAnsi" w:cstheme="minorHAnsi"/>
                  <w:color w:val="808080" w:themeColor="background1" w:themeShade="80"/>
                  <w:sz w:val="22"/>
                </w:rPr>
                <w:alias w:val="RMPnum"/>
                <w:tag w:val="RMPnum"/>
                <w:id w:val="329024352"/>
                <w:placeholder>
                  <w:docPart w:val="8CB1BBBB7BDD44E9A86957855E3DFFCE"/>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9B45FC" w:rsidRPr="00D35BB1">
                  <w:rPr>
                    <w:rStyle w:val="PlaceholderText"/>
                  </w:rPr>
                  <w:t>Choose an item.</w:t>
                </w:r>
              </w:sdtContent>
            </w:sdt>
          </w:p>
        </w:tc>
      </w:tr>
      <w:tr w:rsidR="009B45FC" w:rsidRPr="00D35BB1" w14:paraId="15934197" w14:textId="77777777" w:rsidTr="009B45FC">
        <w:trPr>
          <w:trHeight w:val="784"/>
        </w:trPr>
        <w:tc>
          <w:tcPr>
            <w:tcW w:w="1424" w:type="pct"/>
          </w:tcPr>
          <w:p w14:paraId="2820881B" w14:textId="170B107F" w:rsidR="009B45FC" w:rsidRPr="00E918DB" w:rsidRDefault="009B45FC" w:rsidP="009B45FC">
            <w:pPr>
              <w:pStyle w:val="Body"/>
              <w:spacing w:after="0"/>
              <w:rPr>
                <w:color w:val="FF0000"/>
              </w:rPr>
            </w:pPr>
          </w:p>
        </w:tc>
        <w:tc>
          <w:tcPr>
            <w:tcW w:w="1123" w:type="pct"/>
          </w:tcPr>
          <w:p w14:paraId="031230A8" w14:textId="3A632DB6" w:rsidR="009B45FC" w:rsidRPr="00E918DB" w:rsidRDefault="009B45FC" w:rsidP="009B45FC">
            <w:pPr>
              <w:pStyle w:val="RMPusertxt"/>
              <w:rPr>
                <w:rFonts w:asciiTheme="minorHAnsi" w:hAnsiTheme="minorHAnsi" w:cstheme="minorHAnsi"/>
                <w:color w:val="FF0000"/>
                <w:sz w:val="22"/>
              </w:rPr>
            </w:pPr>
          </w:p>
        </w:tc>
        <w:sdt>
          <w:sdtPr>
            <w:rPr>
              <w:rFonts w:asciiTheme="minorHAnsi" w:hAnsiTheme="minorHAnsi" w:cstheme="minorHAnsi"/>
              <w:color w:val="808080" w:themeColor="background1" w:themeShade="80"/>
              <w:sz w:val="22"/>
            </w:rPr>
            <w:alias w:val="RMPnum"/>
            <w:tag w:val="RMPnum"/>
            <w:id w:val="-1865357879"/>
            <w:placeholder>
              <w:docPart w:val="CA6A0AA4607B4259B20BBFD5449439AA"/>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tc>
              <w:tcPr>
                <w:tcW w:w="371" w:type="pct"/>
              </w:tcPr>
              <w:p w14:paraId="6BE13D06" w14:textId="58E7A701" w:rsidR="009B45FC" w:rsidRPr="00E918DB" w:rsidRDefault="009B45FC" w:rsidP="009B45FC">
                <w:pPr>
                  <w:pStyle w:val="RMPusertxt"/>
                  <w:jc w:val="center"/>
                  <w:rPr>
                    <w:rFonts w:asciiTheme="minorHAnsi" w:hAnsiTheme="minorHAnsi" w:cstheme="minorHAnsi"/>
                    <w:color w:val="FF0000"/>
                    <w:sz w:val="22"/>
                  </w:rPr>
                </w:pPr>
                <w:r w:rsidRPr="009B45FC">
                  <w:rPr>
                    <w:rStyle w:val="PlaceholderText"/>
                    <w:color w:val="808080" w:themeColor="background1" w:themeShade="80"/>
                  </w:rPr>
                  <w:t>Choose an item.</w:t>
                </w:r>
              </w:p>
            </w:tc>
          </w:sdtContent>
        </w:sdt>
        <w:tc>
          <w:tcPr>
            <w:tcW w:w="1712" w:type="pct"/>
          </w:tcPr>
          <w:p w14:paraId="3AEEFE87" w14:textId="07883406" w:rsidR="009B45FC" w:rsidRPr="00E918DB" w:rsidRDefault="009B45FC" w:rsidP="009B45FC">
            <w:pPr>
              <w:pStyle w:val="RMPusertxt"/>
              <w:rPr>
                <w:rFonts w:asciiTheme="minorHAnsi" w:hAnsiTheme="minorHAnsi" w:cstheme="minorHAnsi"/>
                <w:color w:val="FF0000"/>
                <w:sz w:val="22"/>
              </w:rPr>
            </w:pPr>
          </w:p>
        </w:tc>
        <w:tc>
          <w:tcPr>
            <w:tcW w:w="370" w:type="pct"/>
          </w:tcPr>
          <w:p w14:paraId="7DA74872" w14:textId="71C4695D" w:rsidR="009B45FC" w:rsidRPr="00E918DB" w:rsidRDefault="00AD459E" w:rsidP="009B45FC">
            <w:pPr>
              <w:pStyle w:val="RMPusertxt"/>
              <w:jc w:val="center"/>
              <w:rPr>
                <w:rFonts w:asciiTheme="minorHAnsi" w:hAnsiTheme="minorHAnsi" w:cstheme="minorHAnsi"/>
                <w:color w:val="FF0000"/>
                <w:sz w:val="22"/>
              </w:rPr>
            </w:pPr>
            <w:sdt>
              <w:sdtPr>
                <w:rPr>
                  <w:rFonts w:asciiTheme="minorHAnsi" w:hAnsiTheme="minorHAnsi" w:cstheme="minorHAnsi"/>
                  <w:color w:val="808080" w:themeColor="background1" w:themeShade="80"/>
                  <w:sz w:val="22"/>
                </w:rPr>
                <w:alias w:val="RMPnum"/>
                <w:tag w:val="RMPnum"/>
                <w:id w:val="-1598088532"/>
                <w:placeholder>
                  <w:docPart w:val="42E801079FC548879762BF2F11CEDC89"/>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9B45FC" w:rsidRPr="00D35BB1">
                  <w:rPr>
                    <w:rStyle w:val="PlaceholderText"/>
                  </w:rPr>
                  <w:t>Choose an item.</w:t>
                </w:r>
              </w:sdtContent>
            </w:sdt>
          </w:p>
        </w:tc>
      </w:tr>
      <w:tr w:rsidR="009B45FC" w:rsidRPr="00D35BB1" w14:paraId="3646CA71" w14:textId="77777777" w:rsidTr="009B45FC">
        <w:trPr>
          <w:trHeight w:val="784"/>
        </w:trPr>
        <w:tc>
          <w:tcPr>
            <w:tcW w:w="1424" w:type="pct"/>
          </w:tcPr>
          <w:p w14:paraId="5E638022" w14:textId="77181401" w:rsidR="009B45FC" w:rsidRPr="00E918DB" w:rsidRDefault="009B45FC" w:rsidP="009B45FC">
            <w:pPr>
              <w:pStyle w:val="Body"/>
              <w:spacing w:after="0"/>
              <w:rPr>
                <w:color w:val="FF0000"/>
              </w:rPr>
            </w:pPr>
          </w:p>
        </w:tc>
        <w:tc>
          <w:tcPr>
            <w:tcW w:w="1123" w:type="pct"/>
          </w:tcPr>
          <w:p w14:paraId="2A377A6F" w14:textId="4332D4E9" w:rsidR="009B45FC" w:rsidRPr="00E918DB" w:rsidRDefault="009B45FC" w:rsidP="009B45FC">
            <w:pPr>
              <w:pStyle w:val="RMPusertxt"/>
              <w:rPr>
                <w:rFonts w:asciiTheme="minorHAnsi" w:hAnsiTheme="minorHAnsi" w:cstheme="minorHAnsi"/>
                <w:color w:val="FF0000"/>
                <w:sz w:val="22"/>
              </w:rPr>
            </w:pPr>
          </w:p>
        </w:tc>
        <w:sdt>
          <w:sdtPr>
            <w:rPr>
              <w:rFonts w:asciiTheme="minorHAnsi" w:hAnsiTheme="minorHAnsi" w:cstheme="minorHAnsi"/>
              <w:color w:val="808080" w:themeColor="background1" w:themeShade="80"/>
              <w:sz w:val="22"/>
            </w:rPr>
            <w:alias w:val="RMPnum"/>
            <w:tag w:val="RMPnum"/>
            <w:id w:val="130300136"/>
            <w:placeholder>
              <w:docPart w:val="AB733D5B8BEB469BA1EDDCEE8D27DA04"/>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tc>
              <w:tcPr>
                <w:tcW w:w="371" w:type="pct"/>
              </w:tcPr>
              <w:p w14:paraId="2D60C540" w14:textId="37854F19" w:rsidR="009B45FC" w:rsidRPr="00E918DB" w:rsidRDefault="009B45FC" w:rsidP="009B45FC">
                <w:pPr>
                  <w:pStyle w:val="RMPusertxt"/>
                  <w:jc w:val="center"/>
                  <w:rPr>
                    <w:rFonts w:asciiTheme="minorHAnsi" w:hAnsiTheme="minorHAnsi" w:cstheme="minorHAnsi"/>
                    <w:color w:val="FF0000"/>
                    <w:sz w:val="22"/>
                  </w:rPr>
                </w:pPr>
                <w:r w:rsidRPr="009B45FC">
                  <w:rPr>
                    <w:rStyle w:val="PlaceholderText"/>
                    <w:color w:val="808080" w:themeColor="background1" w:themeShade="80"/>
                  </w:rPr>
                  <w:t>Choose an item.</w:t>
                </w:r>
              </w:p>
            </w:tc>
          </w:sdtContent>
        </w:sdt>
        <w:tc>
          <w:tcPr>
            <w:tcW w:w="1712" w:type="pct"/>
          </w:tcPr>
          <w:p w14:paraId="747BE251" w14:textId="483756E8" w:rsidR="009B45FC" w:rsidRPr="00E918DB" w:rsidRDefault="009B45FC" w:rsidP="009B45FC">
            <w:pPr>
              <w:pStyle w:val="RMPusertxt"/>
              <w:rPr>
                <w:rFonts w:asciiTheme="minorHAnsi" w:hAnsiTheme="minorHAnsi" w:cstheme="minorHAnsi"/>
                <w:color w:val="FF0000"/>
                <w:sz w:val="22"/>
              </w:rPr>
            </w:pPr>
          </w:p>
        </w:tc>
        <w:tc>
          <w:tcPr>
            <w:tcW w:w="370" w:type="pct"/>
          </w:tcPr>
          <w:p w14:paraId="4FA634DC" w14:textId="1EFD50F9" w:rsidR="009B45FC" w:rsidRPr="00E918DB" w:rsidRDefault="00AD459E" w:rsidP="009B45FC">
            <w:pPr>
              <w:pStyle w:val="RMPusertxt"/>
              <w:jc w:val="center"/>
              <w:rPr>
                <w:rFonts w:asciiTheme="minorHAnsi" w:hAnsiTheme="minorHAnsi" w:cstheme="minorHAnsi"/>
                <w:color w:val="FF0000"/>
                <w:sz w:val="22"/>
              </w:rPr>
            </w:pPr>
            <w:sdt>
              <w:sdtPr>
                <w:rPr>
                  <w:rFonts w:asciiTheme="minorHAnsi" w:hAnsiTheme="minorHAnsi" w:cstheme="minorHAnsi"/>
                  <w:color w:val="808080" w:themeColor="background1" w:themeShade="80"/>
                  <w:sz w:val="22"/>
                </w:rPr>
                <w:alias w:val="RMPnum"/>
                <w:tag w:val="RMPnum"/>
                <w:id w:val="-528720124"/>
                <w:placeholder>
                  <w:docPart w:val="E2FF7362410F4096A93BF50106B30B9D"/>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9B45FC" w:rsidRPr="00D35BB1">
                  <w:rPr>
                    <w:rStyle w:val="PlaceholderText"/>
                  </w:rPr>
                  <w:t>Choose an item.</w:t>
                </w:r>
              </w:sdtContent>
            </w:sdt>
          </w:p>
        </w:tc>
      </w:tr>
      <w:tr w:rsidR="009B45FC" w:rsidRPr="00D35BB1" w14:paraId="293AB22E" w14:textId="77777777" w:rsidTr="009B45FC">
        <w:trPr>
          <w:trHeight w:val="796"/>
        </w:trPr>
        <w:tc>
          <w:tcPr>
            <w:tcW w:w="1424" w:type="pct"/>
          </w:tcPr>
          <w:p w14:paraId="76F163CD" w14:textId="5F000644" w:rsidR="009B45FC" w:rsidRPr="00E918DB" w:rsidRDefault="009B45FC" w:rsidP="009B45FC">
            <w:pPr>
              <w:pStyle w:val="Body"/>
              <w:spacing w:after="0"/>
              <w:rPr>
                <w:color w:val="FF0000"/>
              </w:rPr>
            </w:pPr>
          </w:p>
        </w:tc>
        <w:tc>
          <w:tcPr>
            <w:tcW w:w="1123" w:type="pct"/>
          </w:tcPr>
          <w:p w14:paraId="258E9860" w14:textId="7E6FC191" w:rsidR="009B45FC" w:rsidRPr="00E918DB" w:rsidRDefault="009B45FC" w:rsidP="009B45FC">
            <w:pPr>
              <w:pStyle w:val="RMPusertxt"/>
              <w:rPr>
                <w:rFonts w:asciiTheme="minorHAnsi" w:hAnsiTheme="minorHAnsi" w:cstheme="minorHAnsi"/>
                <w:color w:val="FF0000"/>
                <w:sz w:val="22"/>
              </w:rPr>
            </w:pPr>
          </w:p>
        </w:tc>
        <w:sdt>
          <w:sdtPr>
            <w:rPr>
              <w:rFonts w:asciiTheme="minorHAnsi" w:hAnsiTheme="minorHAnsi" w:cstheme="minorHAnsi"/>
              <w:color w:val="808080" w:themeColor="background1" w:themeShade="80"/>
              <w:sz w:val="22"/>
            </w:rPr>
            <w:alias w:val="RMPnum"/>
            <w:tag w:val="RMPnum"/>
            <w:id w:val="1453985608"/>
            <w:placeholder>
              <w:docPart w:val="3EC8421E0B8F4540B0B30599E7B01917"/>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tc>
              <w:tcPr>
                <w:tcW w:w="371" w:type="pct"/>
              </w:tcPr>
              <w:p w14:paraId="6A7859BD" w14:textId="42D723F9" w:rsidR="009B45FC" w:rsidRPr="00E918DB" w:rsidRDefault="009B45FC" w:rsidP="009B45FC">
                <w:pPr>
                  <w:pStyle w:val="RMPusertxt"/>
                  <w:jc w:val="center"/>
                  <w:rPr>
                    <w:rFonts w:asciiTheme="minorHAnsi" w:hAnsiTheme="minorHAnsi" w:cstheme="minorHAnsi"/>
                    <w:color w:val="FF0000"/>
                    <w:sz w:val="22"/>
                  </w:rPr>
                </w:pPr>
                <w:r w:rsidRPr="009B45FC">
                  <w:rPr>
                    <w:rStyle w:val="PlaceholderText"/>
                    <w:color w:val="808080" w:themeColor="background1" w:themeShade="80"/>
                  </w:rPr>
                  <w:t>Choose an item.</w:t>
                </w:r>
              </w:p>
            </w:tc>
          </w:sdtContent>
        </w:sdt>
        <w:tc>
          <w:tcPr>
            <w:tcW w:w="1712" w:type="pct"/>
          </w:tcPr>
          <w:p w14:paraId="261790B6" w14:textId="756777BF" w:rsidR="009B45FC" w:rsidRPr="00E918DB" w:rsidRDefault="009B45FC" w:rsidP="009B45FC">
            <w:pPr>
              <w:pStyle w:val="RMPusertxt"/>
              <w:rPr>
                <w:rFonts w:asciiTheme="minorHAnsi" w:hAnsiTheme="minorHAnsi" w:cstheme="minorHAnsi"/>
                <w:color w:val="FF0000"/>
                <w:sz w:val="22"/>
              </w:rPr>
            </w:pPr>
          </w:p>
        </w:tc>
        <w:tc>
          <w:tcPr>
            <w:tcW w:w="370" w:type="pct"/>
          </w:tcPr>
          <w:p w14:paraId="711762EB" w14:textId="18250365" w:rsidR="009B45FC" w:rsidRPr="00E918DB" w:rsidRDefault="00AD459E" w:rsidP="009B45FC">
            <w:pPr>
              <w:pStyle w:val="RMPusertxt"/>
              <w:jc w:val="center"/>
              <w:rPr>
                <w:rFonts w:asciiTheme="minorHAnsi" w:hAnsiTheme="minorHAnsi" w:cstheme="minorHAnsi"/>
                <w:color w:val="FF0000"/>
                <w:sz w:val="22"/>
              </w:rPr>
            </w:pPr>
            <w:sdt>
              <w:sdtPr>
                <w:rPr>
                  <w:rFonts w:asciiTheme="minorHAnsi" w:hAnsiTheme="minorHAnsi" w:cstheme="minorHAnsi"/>
                  <w:color w:val="808080" w:themeColor="background1" w:themeShade="80"/>
                  <w:sz w:val="22"/>
                </w:rPr>
                <w:alias w:val="RMPnum"/>
                <w:tag w:val="RMPnum"/>
                <w:id w:val="-1523315666"/>
                <w:placeholder>
                  <w:docPart w:val="DFADFF188C834FD79D6E83D5849512BC"/>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9B45FC" w:rsidRPr="00D35BB1">
                  <w:rPr>
                    <w:rStyle w:val="PlaceholderText"/>
                  </w:rPr>
                  <w:t>Choose an item.</w:t>
                </w:r>
              </w:sdtContent>
            </w:sdt>
          </w:p>
        </w:tc>
      </w:tr>
      <w:tr w:rsidR="009B45FC" w:rsidRPr="00D35BB1" w14:paraId="5C47B4AF" w14:textId="77777777" w:rsidTr="009B45FC">
        <w:trPr>
          <w:trHeight w:val="496"/>
        </w:trPr>
        <w:tc>
          <w:tcPr>
            <w:tcW w:w="1424" w:type="pct"/>
          </w:tcPr>
          <w:p w14:paraId="602A501A" w14:textId="4CA95B6B" w:rsidR="009B45FC" w:rsidRPr="00E918DB" w:rsidRDefault="009B45FC" w:rsidP="009B45FC">
            <w:pPr>
              <w:pStyle w:val="Body"/>
              <w:spacing w:after="0"/>
              <w:rPr>
                <w:color w:val="FF0000"/>
              </w:rPr>
            </w:pPr>
          </w:p>
        </w:tc>
        <w:tc>
          <w:tcPr>
            <w:tcW w:w="1123" w:type="pct"/>
          </w:tcPr>
          <w:p w14:paraId="524FE683" w14:textId="593B37CD" w:rsidR="009B45FC" w:rsidRPr="00E918DB" w:rsidRDefault="009B45FC" w:rsidP="009B45FC">
            <w:pPr>
              <w:pStyle w:val="RMPusertxt"/>
              <w:rPr>
                <w:rFonts w:asciiTheme="minorHAnsi" w:hAnsiTheme="minorHAnsi" w:cstheme="minorHAnsi"/>
                <w:color w:val="FF0000"/>
                <w:sz w:val="22"/>
              </w:rPr>
            </w:pPr>
          </w:p>
        </w:tc>
        <w:sdt>
          <w:sdtPr>
            <w:rPr>
              <w:rFonts w:asciiTheme="minorHAnsi" w:hAnsiTheme="minorHAnsi" w:cstheme="minorHAnsi"/>
              <w:color w:val="808080" w:themeColor="background1" w:themeShade="80"/>
              <w:sz w:val="22"/>
            </w:rPr>
            <w:alias w:val="RMPnum"/>
            <w:tag w:val="RMPnum"/>
            <w:id w:val="613016240"/>
            <w:placeholder>
              <w:docPart w:val="39A3D964515E4A05A9C660ADB7816ADE"/>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tc>
              <w:tcPr>
                <w:tcW w:w="371" w:type="pct"/>
              </w:tcPr>
              <w:p w14:paraId="5E4B0D19" w14:textId="7AE376D5" w:rsidR="009B45FC" w:rsidRPr="00E918DB" w:rsidRDefault="009B45FC" w:rsidP="009B45FC">
                <w:pPr>
                  <w:pStyle w:val="RMPusertxt"/>
                  <w:jc w:val="center"/>
                  <w:rPr>
                    <w:rFonts w:asciiTheme="minorHAnsi" w:hAnsiTheme="minorHAnsi" w:cstheme="minorHAnsi"/>
                    <w:color w:val="FF0000"/>
                    <w:sz w:val="22"/>
                  </w:rPr>
                </w:pPr>
                <w:r w:rsidRPr="009B45FC">
                  <w:rPr>
                    <w:rStyle w:val="PlaceholderText"/>
                    <w:color w:val="808080" w:themeColor="background1" w:themeShade="80"/>
                  </w:rPr>
                  <w:t>Choose an item.</w:t>
                </w:r>
              </w:p>
            </w:tc>
          </w:sdtContent>
        </w:sdt>
        <w:tc>
          <w:tcPr>
            <w:tcW w:w="1712" w:type="pct"/>
          </w:tcPr>
          <w:p w14:paraId="00426C4D" w14:textId="2AE2DBC7" w:rsidR="009B45FC" w:rsidRPr="00E918DB" w:rsidRDefault="009B45FC" w:rsidP="009B45FC">
            <w:pPr>
              <w:pStyle w:val="RMPusertxt"/>
              <w:rPr>
                <w:rFonts w:asciiTheme="minorHAnsi" w:hAnsiTheme="minorHAnsi" w:cstheme="minorHAnsi"/>
                <w:color w:val="FF0000"/>
                <w:sz w:val="22"/>
              </w:rPr>
            </w:pPr>
          </w:p>
        </w:tc>
        <w:tc>
          <w:tcPr>
            <w:tcW w:w="370" w:type="pct"/>
          </w:tcPr>
          <w:p w14:paraId="0F416EE3" w14:textId="593E78B3" w:rsidR="009B45FC" w:rsidRPr="00E918DB" w:rsidRDefault="00AD459E" w:rsidP="009B45FC">
            <w:pPr>
              <w:pStyle w:val="RMPusertxt"/>
              <w:jc w:val="center"/>
              <w:rPr>
                <w:rFonts w:asciiTheme="minorHAnsi" w:hAnsiTheme="minorHAnsi" w:cstheme="minorHAnsi"/>
                <w:color w:val="FF0000"/>
                <w:sz w:val="22"/>
              </w:rPr>
            </w:pPr>
            <w:sdt>
              <w:sdtPr>
                <w:rPr>
                  <w:rFonts w:asciiTheme="minorHAnsi" w:hAnsiTheme="minorHAnsi" w:cstheme="minorHAnsi"/>
                  <w:color w:val="808080" w:themeColor="background1" w:themeShade="80"/>
                  <w:sz w:val="22"/>
                </w:rPr>
                <w:alias w:val="RMPnum"/>
                <w:tag w:val="RMPnum"/>
                <w:id w:val="-165784935"/>
                <w:placeholder>
                  <w:docPart w:val="DDE3A0D5B6B1485EB481D9E552C3F231"/>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9B45FC" w:rsidRPr="00D35BB1">
                  <w:rPr>
                    <w:rStyle w:val="PlaceholderText"/>
                  </w:rPr>
                  <w:t>Choose an item.</w:t>
                </w:r>
              </w:sdtContent>
            </w:sdt>
          </w:p>
        </w:tc>
      </w:tr>
      <w:tr w:rsidR="009B45FC" w:rsidRPr="00D35BB1" w14:paraId="462E9FBA" w14:textId="77777777" w:rsidTr="009B45FC">
        <w:trPr>
          <w:trHeight w:val="496"/>
        </w:trPr>
        <w:tc>
          <w:tcPr>
            <w:tcW w:w="1424" w:type="pct"/>
          </w:tcPr>
          <w:p w14:paraId="45EB8AF3" w14:textId="2028D34A" w:rsidR="009B45FC" w:rsidRPr="00E918DB" w:rsidRDefault="009B45FC" w:rsidP="009B45FC">
            <w:pPr>
              <w:pStyle w:val="Body"/>
              <w:spacing w:after="0"/>
              <w:rPr>
                <w:color w:val="FF0000"/>
              </w:rPr>
            </w:pPr>
          </w:p>
        </w:tc>
        <w:tc>
          <w:tcPr>
            <w:tcW w:w="1123" w:type="pct"/>
          </w:tcPr>
          <w:p w14:paraId="783E7579" w14:textId="4C29EF76" w:rsidR="009B45FC" w:rsidRPr="00E918DB" w:rsidRDefault="009B45FC" w:rsidP="009B45FC">
            <w:pPr>
              <w:pStyle w:val="RMPusertxt"/>
              <w:rPr>
                <w:rFonts w:asciiTheme="minorHAnsi" w:hAnsiTheme="minorHAnsi" w:cstheme="minorHAnsi"/>
                <w:color w:val="FF0000"/>
                <w:sz w:val="22"/>
              </w:rPr>
            </w:pPr>
          </w:p>
        </w:tc>
        <w:sdt>
          <w:sdtPr>
            <w:rPr>
              <w:rFonts w:asciiTheme="minorHAnsi" w:hAnsiTheme="minorHAnsi" w:cstheme="minorHAnsi"/>
              <w:color w:val="808080" w:themeColor="background1" w:themeShade="80"/>
              <w:sz w:val="22"/>
            </w:rPr>
            <w:alias w:val="RMPnum"/>
            <w:tag w:val="RMPnum"/>
            <w:id w:val="-1636938688"/>
            <w:placeholder>
              <w:docPart w:val="B05F45AD803F4351B0DFFBEF2971889C"/>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tc>
              <w:tcPr>
                <w:tcW w:w="371" w:type="pct"/>
              </w:tcPr>
              <w:p w14:paraId="0F2DA410" w14:textId="42105CA3" w:rsidR="009B45FC" w:rsidRPr="00E918DB" w:rsidRDefault="009B45FC" w:rsidP="009B45FC">
                <w:pPr>
                  <w:pStyle w:val="RMPusertxt"/>
                  <w:jc w:val="center"/>
                  <w:rPr>
                    <w:rFonts w:asciiTheme="minorHAnsi" w:hAnsiTheme="minorHAnsi" w:cstheme="minorHAnsi"/>
                    <w:color w:val="FF0000"/>
                    <w:sz w:val="22"/>
                  </w:rPr>
                </w:pPr>
                <w:r w:rsidRPr="009B45FC">
                  <w:rPr>
                    <w:rStyle w:val="PlaceholderText"/>
                    <w:color w:val="808080" w:themeColor="background1" w:themeShade="80"/>
                  </w:rPr>
                  <w:t>Choose an item.</w:t>
                </w:r>
              </w:p>
            </w:tc>
          </w:sdtContent>
        </w:sdt>
        <w:tc>
          <w:tcPr>
            <w:tcW w:w="1712" w:type="pct"/>
          </w:tcPr>
          <w:p w14:paraId="64FBAC16" w14:textId="4F2D84D1" w:rsidR="009B45FC" w:rsidRPr="00E918DB" w:rsidRDefault="009B45FC" w:rsidP="009B45FC">
            <w:pPr>
              <w:pStyle w:val="RMPusertxt"/>
              <w:rPr>
                <w:rFonts w:asciiTheme="minorHAnsi" w:hAnsiTheme="minorHAnsi" w:cstheme="minorHAnsi"/>
                <w:color w:val="FF0000"/>
                <w:sz w:val="22"/>
              </w:rPr>
            </w:pPr>
          </w:p>
        </w:tc>
        <w:tc>
          <w:tcPr>
            <w:tcW w:w="370" w:type="pct"/>
          </w:tcPr>
          <w:p w14:paraId="2605C3A0" w14:textId="2C38F557" w:rsidR="009B45FC" w:rsidRPr="00E918DB" w:rsidRDefault="00AD459E" w:rsidP="009B45FC">
            <w:pPr>
              <w:pStyle w:val="RMPusertxt"/>
              <w:jc w:val="center"/>
              <w:rPr>
                <w:rFonts w:asciiTheme="minorHAnsi" w:hAnsiTheme="minorHAnsi" w:cstheme="minorHAnsi"/>
                <w:color w:val="FF0000"/>
                <w:sz w:val="22"/>
              </w:rPr>
            </w:pPr>
            <w:sdt>
              <w:sdtPr>
                <w:rPr>
                  <w:rFonts w:asciiTheme="minorHAnsi" w:hAnsiTheme="minorHAnsi" w:cstheme="minorHAnsi"/>
                  <w:color w:val="808080" w:themeColor="background1" w:themeShade="80"/>
                  <w:sz w:val="22"/>
                </w:rPr>
                <w:alias w:val="RMPnum"/>
                <w:tag w:val="RMPnum"/>
                <w:id w:val="-1297595518"/>
                <w:placeholder>
                  <w:docPart w:val="D652A8FEB04341C0B5DADA17C87C10E7"/>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9B45FC" w:rsidRPr="00D35BB1">
                  <w:rPr>
                    <w:rStyle w:val="PlaceholderText"/>
                  </w:rPr>
                  <w:t>Choose an item.</w:t>
                </w:r>
              </w:sdtContent>
            </w:sdt>
          </w:p>
        </w:tc>
      </w:tr>
      <w:tr w:rsidR="009B45FC" w:rsidRPr="00D35BB1" w14:paraId="7974D332" w14:textId="77777777" w:rsidTr="009B45FC">
        <w:trPr>
          <w:trHeight w:val="496"/>
        </w:trPr>
        <w:tc>
          <w:tcPr>
            <w:tcW w:w="1424" w:type="pct"/>
          </w:tcPr>
          <w:p w14:paraId="05B26ACE" w14:textId="32CAE17B" w:rsidR="009B45FC" w:rsidRPr="00E918DB" w:rsidRDefault="009B45FC" w:rsidP="009B45FC">
            <w:pPr>
              <w:pStyle w:val="Body"/>
              <w:spacing w:after="0"/>
              <w:rPr>
                <w:color w:val="FF0000"/>
              </w:rPr>
            </w:pPr>
          </w:p>
        </w:tc>
        <w:tc>
          <w:tcPr>
            <w:tcW w:w="1123" w:type="pct"/>
          </w:tcPr>
          <w:p w14:paraId="28B81836" w14:textId="3555EC33" w:rsidR="009B45FC" w:rsidRPr="00E918DB" w:rsidRDefault="009B45FC" w:rsidP="009B45FC">
            <w:pPr>
              <w:pStyle w:val="RMPusertxt"/>
              <w:rPr>
                <w:rFonts w:asciiTheme="minorHAnsi" w:hAnsiTheme="minorHAnsi" w:cstheme="minorHAnsi"/>
                <w:color w:val="FF0000"/>
                <w:sz w:val="22"/>
              </w:rPr>
            </w:pPr>
          </w:p>
        </w:tc>
        <w:sdt>
          <w:sdtPr>
            <w:rPr>
              <w:rFonts w:asciiTheme="minorHAnsi" w:hAnsiTheme="minorHAnsi" w:cstheme="minorHAnsi"/>
              <w:color w:val="808080" w:themeColor="background1" w:themeShade="80"/>
              <w:sz w:val="22"/>
            </w:rPr>
            <w:alias w:val="RMPnum"/>
            <w:tag w:val="RMPnum"/>
            <w:id w:val="-1065017973"/>
            <w:placeholder>
              <w:docPart w:val="BB746F1457E44C769B38DF4B08FDEEAF"/>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tc>
              <w:tcPr>
                <w:tcW w:w="371" w:type="pct"/>
              </w:tcPr>
              <w:p w14:paraId="39858C03" w14:textId="5DA65DF6" w:rsidR="009B45FC" w:rsidRPr="00E918DB" w:rsidRDefault="009B45FC" w:rsidP="009B45FC">
                <w:pPr>
                  <w:pStyle w:val="RMPusertxt"/>
                  <w:jc w:val="center"/>
                  <w:rPr>
                    <w:rFonts w:asciiTheme="minorHAnsi" w:hAnsiTheme="minorHAnsi" w:cstheme="minorHAnsi"/>
                    <w:color w:val="FF0000"/>
                    <w:sz w:val="22"/>
                  </w:rPr>
                </w:pPr>
                <w:r w:rsidRPr="009B45FC">
                  <w:rPr>
                    <w:rStyle w:val="PlaceholderText"/>
                    <w:color w:val="808080" w:themeColor="background1" w:themeShade="80"/>
                  </w:rPr>
                  <w:t>Choose an item.</w:t>
                </w:r>
              </w:p>
            </w:tc>
          </w:sdtContent>
        </w:sdt>
        <w:tc>
          <w:tcPr>
            <w:tcW w:w="1712" w:type="pct"/>
          </w:tcPr>
          <w:p w14:paraId="53591200" w14:textId="509FDEDA" w:rsidR="009B45FC" w:rsidRPr="00E918DB" w:rsidRDefault="009B45FC" w:rsidP="009B45FC">
            <w:pPr>
              <w:pStyle w:val="RMPusertxt"/>
              <w:rPr>
                <w:rFonts w:asciiTheme="minorHAnsi" w:hAnsiTheme="minorHAnsi" w:cstheme="minorHAnsi"/>
                <w:color w:val="FF0000"/>
                <w:sz w:val="22"/>
              </w:rPr>
            </w:pPr>
          </w:p>
        </w:tc>
        <w:tc>
          <w:tcPr>
            <w:tcW w:w="370" w:type="pct"/>
          </w:tcPr>
          <w:p w14:paraId="1B146BB6" w14:textId="76123011" w:rsidR="009B45FC" w:rsidRPr="00E918DB" w:rsidRDefault="00AD459E" w:rsidP="009B45FC">
            <w:pPr>
              <w:pStyle w:val="RMPusertxt"/>
              <w:jc w:val="center"/>
              <w:rPr>
                <w:rFonts w:asciiTheme="minorHAnsi" w:hAnsiTheme="minorHAnsi" w:cstheme="minorHAnsi"/>
                <w:color w:val="FF0000"/>
                <w:sz w:val="22"/>
              </w:rPr>
            </w:pPr>
            <w:sdt>
              <w:sdtPr>
                <w:rPr>
                  <w:rFonts w:asciiTheme="minorHAnsi" w:hAnsiTheme="minorHAnsi" w:cstheme="minorHAnsi"/>
                  <w:color w:val="808080" w:themeColor="background1" w:themeShade="80"/>
                  <w:sz w:val="22"/>
                </w:rPr>
                <w:alias w:val="RMPnum"/>
                <w:tag w:val="RMPnum"/>
                <w:id w:val="-1574970398"/>
                <w:placeholder>
                  <w:docPart w:val="113E0268253546F9951A385490E90BB3"/>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9B45FC" w:rsidRPr="00D35BB1">
                  <w:rPr>
                    <w:rStyle w:val="PlaceholderText"/>
                  </w:rPr>
                  <w:t>Choose an item.</w:t>
                </w:r>
              </w:sdtContent>
            </w:sdt>
          </w:p>
        </w:tc>
      </w:tr>
      <w:tr w:rsidR="009B45FC" w:rsidRPr="00D35BB1" w14:paraId="0E9B52B6" w14:textId="77777777" w:rsidTr="009B45FC">
        <w:trPr>
          <w:trHeight w:val="496"/>
        </w:trPr>
        <w:tc>
          <w:tcPr>
            <w:tcW w:w="1424" w:type="pct"/>
          </w:tcPr>
          <w:p w14:paraId="11D71A35" w14:textId="4B722C16" w:rsidR="009B45FC" w:rsidRPr="00E918DB" w:rsidRDefault="009B45FC" w:rsidP="009B45FC">
            <w:pPr>
              <w:pStyle w:val="Body"/>
              <w:spacing w:after="0"/>
              <w:rPr>
                <w:color w:val="FF0000"/>
              </w:rPr>
            </w:pPr>
          </w:p>
        </w:tc>
        <w:tc>
          <w:tcPr>
            <w:tcW w:w="1123" w:type="pct"/>
          </w:tcPr>
          <w:p w14:paraId="04150C3E" w14:textId="62DA1EC6" w:rsidR="009B45FC" w:rsidRPr="00E918DB" w:rsidRDefault="009B45FC" w:rsidP="009B45FC">
            <w:pPr>
              <w:pStyle w:val="RMPusertxt"/>
              <w:rPr>
                <w:rFonts w:asciiTheme="minorHAnsi" w:hAnsiTheme="minorHAnsi" w:cstheme="minorHAnsi"/>
                <w:color w:val="FF0000"/>
                <w:sz w:val="22"/>
              </w:rPr>
            </w:pPr>
          </w:p>
        </w:tc>
        <w:sdt>
          <w:sdtPr>
            <w:rPr>
              <w:rFonts w:asciiTheme="minorHAnsi" w:hAnsiTheme="minorHAnsi" w:cstheme="minorHAnsi"/>
              <w:color w:val="808080" w:themeColor="background1" w:themeShade="80"/>
              <w:sz w:val="22"/>
            </w:rPr>
            <w:alias w:val="RMPnum"/>
            <w:tag w:val="RMPnum"/>
            <w:id w:val="1560828722"/>
            <w:placeholder>
              <w:docPart w:val="D5B6597A9C114BDCA35809BC608008BA"/>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tc>
              <w:tcPr>
                <w:tcW w:w="371" w:type="pct"/>
              </w:tcPr>
              <w:p w14:paraId="368367B6" w14:textId="772FF222" w:rsidR="009B45FC" w:rsidRPr="00E918DB" w:rsidRDefault="009B45FC" w:rsidP="009B45FC">
                <w:pPr>
                  <w:pStyle w:val="RMPusertxt"/>
                  <w:jc w:val="center"/>
                  <w:rPr>
                    <w:rFonts w:asciiTheme="minorHAnsi" w:hAnsiTheme="minorHAnsi" w:cstheme="minorHAnsi"/>
                    <w:color w:val="FF0000"/>
                    <w:sz w:val="22"/>
                  </w:rPr>
                </w:pPr>
                <w:r w:rsidRPr="009B45FC">
                  <w:rPr>
                    <w:rStyle w:val="PlaceholderText"/>
                    <w:color w:val="808080" w:themeColor="background1" w:themeShade="80"/>
                  </w:rPr>
                  <w:t>Choose an item.</w:t>
                </w:r>
              </w:p>
            </w:tc>
          </w:sdtContent>
        </w:sdt>
        <w:tc>
          <w:tcPr>
            <w:tcW w:w="1712" w:type="pct"/>
          </w:tcPr>
          <w:p w14:paraId="6A2E8C01" w14:textId="5A8BBF39" w:rsidR="009B45FC" w:rsidRPr="00E918DB" w:rsidRDefault="009B45FC" w:rsidP="009B45FC">
            <w:pPr>
              <w:pStyle w:val="RMPusertxt"/>
              <w:rPr>
                <w:rFonts w:asciiTheme="minorHAnsi" w:hAnsiTheme="minorHAnsi" w:cstheme="minorHAnsi"/>
                <w:color w:val="FF0000"/>
                <w:sz w:val="22"/>
              </w:rPr>
            </w:pPr>
          </w:p>
        </w:tc>
        <w:tc>
          <w:tcPr>
            <w:tcW w:w="370" w:type="pct"/>
          </w:tcPr>
          <w:p w14:paraId="16BDE8DE" w14:textId="6E298F7A" w:rsidR="009B45FC" w:rsidRPr="00E918DB" w:rsidRDefault="00AD459E" w:rsidP="009B45FC">
            <w:pPr>
              <w:pStyle w:val="RMPusertxt"/>
              <w:jc w:val="center"/>
              <w:rPr>
                <w:rFonts w:asciiTheme="minorHAnsi" w:hAnsiTheme="minorHAnsi" w:cstheme="minorHAnsi"/>
                <w:color w:val="FF0000"/>
                <w:sz w:val="22"/>
              </w:rPr>
            </w:pPr>
            <w:sdt>
              <w:sdtPr>
                <w:rPr>
                  <w:rFonts w:asciiTheme="minorHAnsi" w:hAnsiTheme="minorHAnsi" w:cstheme="minorHAnsi"/>
                  <w:color w:val="808080" w:themeColor="background1" w:themeShade="80"/>
                  <w:sz w:val="22"/>
                </w:rPr>
                <w:alias w:val="RMPnum"/>
                <w:tag w:val="RMPnum"/>
                <w:id w:val="1109788256"/>
                <w:placeholder>
                  <w:docPart w:val="E1AADD5B91EA4A1197B36350E008BE67"/>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9B45FC" w:rsidRPr="00D35BB1">
                  <w:rPr>
                    <w:rStyle w:val="PlaceholderText"/>
                  </w:rPr>
                  <w:t>Choose an item.</w:t>
                </w:r>
              </w:sdtContent>
            </w:sdt>
          </w:p>
        </w:tc>
      </w:tr>
      <w:tr w:rsidR="009B45FC" w:rsidRPr="00D35BB1" w14:paraId="4D1CC1E1" w14:textId="77777777" w:rsidTr="009B45FC">
        <w:trPr>
          <w:trHeight w:val="496"/>
        </w:trPr>
        <w:tc>
          <w:tcPr>
            <w:tcW w:w="1424" w:type="pct"/>
          </w:tcPr>
          <w:p w14:paraId="77C0BD39" w14:textId="51881F67" w:rsidR="009B45FC" w:rsidRPr="00E918DB" w:rsidRDefault="009B45FC" w:rsidP="009B45FC">
            <w:pPr>
              <w:pStyle w:val="Body"/>
              <w:spacing w:after="0"/>
              <w:rPr>
                <w:color w:val="FF0000"/>
              </w:rPr>
            </w:pPr>
          </w:p>
        </w:tc>
        <w:tc>
          <w:tcPr>
            <w:tcW w:w="1123" w:type="pct"/>
          </w:tcPr>
          <w:p w14:paraId="38281AE2" w14:textId="338A459B" w:rsidR="009B45FC" w:rsidRPr="00E918DB" w:rsidRDefault="009B45FC" w:rsidP="009B45FC">
            <w:pPr>
              <w:pStyle w:val="RMPusertxt"/>
              <w:rPr>
                <w:rFonts w:asciiTheme="minorHAnsi" w:hAnsiTheme="minorHAnsi" w:cstheme="minorHAnsi"/>
                <w:color w:val="FF0000"/>
                <w:sz w:val="22"/>
              </w:rPr>
            </w:pPr>
          </w:p>
        </w:tc>
        <w:sdt>
          <w:sdtPr>
            <w:rPr>
              <w:rFonts w:asciiTheme="minorHAnsi" w:hAnsiTheme="minorHAnsi" w:cstheme="minorHAnsi"/>
              <w:color w:val="808080" w:themeColor="background1" w:themeShade="80"/>
              <w:sz w:val="22"/>
            </w:rPr>
            <w:alias w:val="RMPnum"/>
            <w:tag w:val="RMPnum"/>
            <w:id w:val="-1159918826"/>
            <w:placeholder>
              <w:docPart w:val="C29A041A62FA493A947CE947F0BEACA8"/>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tc>
              <w:tcPr>
                <w:tcW w:w="371" w:type="pct"/>
              </w:tcPr>
              <w:p w14:paraId="759C2E95" w14:textId="53F4A06F" w:rsidR="009B45FC" w:rsidRPr="00E918DB" w:rsidRDefault="009B45FC" w:rsidP="009B45FC">
                <w:pPr>
                  <w:pStyle w:val="RMPusertxt"/>
                  <w:jc w:val="center"/>
                  <w:rPr>
                    <w:rFonts w:asciiTheme="minorHAnsi" w:hAnsiTheme="minorHAnsi" w:cstheme="minorHAnsi"/>
                    <w:color w:val="FF0000"/>
                    <w:sz w:val="22"/>
                  </w:rPr>
                </w:pPr>
                <w:r w:rsidRPr="009B45FC">
                  <w:rPr>
                    <w:rStyle w:val="PlaceholderText"/>
                    <w:color w:val="808080" w:themeColor="background1" w:themeShade="80"/>
                  </w:rPr>
                  <w:t>Choose an item.</w:t>
                </w:r>
              </w:p>
            </w:tc>
          </w:sdtContent>
        </w:sdt>
        <w:tc>
          <w:tcPr>
            <w:tcW w:w="1712" w:type="pct"/>
          </w:tcPr>
          <w:p w14:paraId="03B40C35" w14:textId="33F5EAAF" w:rsidR="009B45FC" w:rsidRPr="00E918DB" w:rsidRDefault="009B45FC" w:rsidP="009B45FC">
            <w:pPr>
              <w:pStyle w:val="RMPusertxt"/>
              <w:rPr>
                <w:rFonts w:asciiTheme="minorHAnsi" w:hAnsiTheme="minorHAnsi" w:cstheme="minorHAnsi"/>
                <w:color w:val="FF0000"/>
                <w:sz w:val="22"/>
              </w:rPr>
            </w:pPr>
          </w:p>
        </w:tc>
        <w:tc>
          <w:tcPr>
            <w:tcW w:w="370" w:type="pct"/>
          </w:tcPr>
          <w:p w14:paraId="2D450D52" w14:textId="2D595397" w:rsidR="009B45FC" w:rsidRPr="00E918DB" w:rsidRDefault="00AD459E" w:rsidP="009B45FC">
            <w:pPr>
              <w:pStyle w:val="RMPusertxt"/>
              <w:jc w:val="center"/>
              <w:rPr>
                <w:rFonts w:asciiTheme="minorHAnsi" w:hAnsiTheme="minorHAnsi" w:cstheme="minorHAnsi"/>
                <w:color w:val="FF0000"/>
                <w:sz w:val="22"/>
              </w:rPr>
            </w:pPr>
            <w:sdt>
              <w:sdtPr>
                <w:rPr>
                  <w:rFonts w:asciiTheme="minorHAnsi" w:hAnsiTheme="minorHAnsi" w:cstheme="minorHAnsi"/>
                  <w:color w:val="808080" w:themeColor="background1" w:themeShade="80"/>
                  <w:sz w:val="22"/>
                </w:rPr>
                <w:alias w:val="RMPnum"/>
                <w:tag w:val="RMPnum"/>
                <w:id w:val="-1250650706"/>
                <w:placeholder>
                  <w:docPart w:val="15DBABD61E4F43DC8BDED916E9091A6E"/>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9B45FC" w:rsidRPr="00D35BB1">
                  <w:rPr>
                    <w:rStyle w:val="PlaceholderText"/>
                  </w:rPr>
                  <w:t>Choose an item.</w:t>
                </w:r>
              </w:sdtContent>
            </w:sdt>
          </w:p>
        </w:tc>
      </w:tr>
    </w:tbl>
    <w:p w14:paraId="6346AC54" w14:textId="77777777" w:rsidR="001647F0" w:rsidRDefault="001647F0" w:rsidP="001647F0">
      <w:pPr>
        <w:spacing w:after="200" w:line="276" w:lineRule="auto"/>
        <w:rPr>
          <w:lang w:eastAsia="en-AU"/>
        </w:rPr>
      </w:pPr>
      <w:r w:rsidRPr="005B7714">
        <w:rPr>
          <w:b/>
          <w:u w:val="single"/>
          <w:lang w:eastAsia="en-AU"/>
        </w:rPr>
        <w:t>Note:</w:t>
      </w:r>
      <w:r>
        <w:rPr>
          <w:lang w:eastAsia="en-AU"/>
        </w:rPr>
        <w:t xml:space="preserve"> Each student must complete and submit their own copy of the JSEA for marking.</w:t>
      </w:r>
    </w:p>
    <w:p w14:paraId="294DF952" w14:textId="77777777" w:rsidR="001647F0" w:rsidRDefault="001647F0" w:rsidP="001647F0">
      <w:pPr>
        <w:rPr>
          <w:rFonts w:cs="Calibri"/>
          <w:b/>
          <w:bCs/>
          <w:smallCaps/>
          <w:szCs w:val="24"/>
        </w:rPr>
      </w:pPr>
      <w:r>
        <w:rPr>
          <w:b/>
          <w:bCs/>
          <w:smallCaps/>
        </w:rPr>
        <w:t xml:space="preserve">Acknowledgement by Student &amp; Assessor </w:t>
      </w:r>
    </w:p>
    <w:p w14:paraId="2F627A5C" w14:textId="77777777" w:rsidR="001647F0" w:rsidRDefault="001647F0" w:rsidP="001647F0">
      <w:r>
        <w:t xml:space="preserve">I have read and understand all SOP’s for tools to be used and I have been instructed in this risk management assessment and will implement all the requirements. Once the JSEA is completed and signed off by the assessor, the student can perform </w:t>
      </w:r>
      <w:r w:rsidRPr="00A1615A">
        <w:t>the project skills assessment.</w:t>
      </w:r>
    </w:p>
    <w:tbl>
      <w:tblPr>
        <w:tblW w:w="15310" w:type="dxa"/>
        <w:tblInd w:w="-719" w:type="dxa"/>
        <w:tblCellMar>
          <w:left w:w="0" w:type="dxa"/>
          <w:right w:w="0" w:type="dxa"/>
        </w:tblCellMar>
        <w:tblLook w:val="04A0" w:firstRow="1" w:lastRow="0" w:firstColumn="1" w:lastColumn="0" w:noHBand="0" w:noVBand="1"/>
      </w:tblPr>
      <w:tblGrid>
        <w:gridCol w:w="2694"/>
        <w:gridCol w:w="2856"/>
        <w:gridCol w:w="1982"/>
        <w:gridCol w:w="1055"/>
        <w:gridCol w:w="2754"/>
        <w:gridCol w:w="2551"/>
        <w:gridCol w:w="1418"/>
      </w:tblGrid>
      <w:tr w:rsidR="001647F0" w14:paraId="540E8E6E" w14:textId="77777777" w:rsidTr="00B64173">
        <w:trPr>
          <w:cantSplit/>
          <w:trHeight w:hRule="exact" w:val="397"/>
        </w:trPr>
        <w:tc>
          <w:tcPr>
            <w:tcW w:w="2694" w:type="dxa"/>
            <w:tcBorders>
              <w:top w:val="single" w:sz="8" w:space="0" w:color="BFBFBF"/>
              <w:left w:val="single" w:sz="8" w:space="0" w:color="BFBFBF"/>
              <w:bottom w:val="single" w:sz="8" w:space="0" w:color="BFBFBF"/>
              <w:right w:val="single" w:sz="8" w:space="0" w:color="BFBFBF"/>
            </w:tcBorders>
            <w:shd w:val="clear" w:color="auto" w:fill="4596CA"/>
            <w:tcMar>
              <w:top w:w="0" w:type="dxa"/>
              <w:left w:w="108" w:type="dxa"/>
              <w:bottom w:w="0" w:type="dxa"/>
              <w:right w:w="108" w:type="dxa"/>
            </w:tcMar>
            <w:vAlign w:val="center"/>
            <w:hideMark/>
          </w:tcPr>
          <w:p w14:paraId="6FFCDE68" w14:textId="77777777" w:rsidR="001647F0" w:rsidRPr="00650690" w:rsidRDefault="001647F0" w:rsidP="00B64173">
            <w:pPr>
              <w:spacing w:before="100" w:after="100"/>
              <w:rPr>
                <w:b/>
                <w:bCs/>
                <w:color w:val="FFFFFF"/>
                <w:sz w:val="20"/>
              </w:rPr>
            </w:pPr>
            <w:r w:rsidRPr="00650690">
              <w:rPr>
                <w:b/>
                <w:bCs/>
                <w:color w:val="FFFFFF"/>
                <w:sz w:val="20"/>
              </w:rPr>
              <w:t>Name</w:t>
            </w:r>
          </w:p>
        </w:tc>
        <w:tc>
          <w:tcPr>
            <w:tcW w:w="2856" w:type="dxa"/>
            <w:tcBorders>
              <w:top w:val="single" w:sz="8" w:space="0" w:color="BFBFBF"/>
              <w:left w:val="nil"/>
              <w:bottom w:val="single" w:sz="8" w:space="0" w:color="BFBFBF"/>
              <w:right w:val="single" w:sz="8" w:space="0" w:color="BFBFBF"/>
            </w:tcBorders>
            <w:shd w:val="clear" w:color="auto" w:fill="4596CA"/>
            <w:tcMar>
              <w:top w:w="0" w:type="dxa"/>
              <w:left w:w="108" w:type="dxa"/>
              <w:bottom w:w="0" w:type="dxa"/>
              <w:right w:w="108" w:type="dxa"/>
            </w:tcMar>
            <w:vAlign w:val="center"/>
            <w:hideMark/>
          </w:tcPr>
          <w:p w14:paraId="52ED2475" w14:textId="77777777" w:rsidR="001647F0" w:rsidRPr="00650690" w:rsidRDefault="001647F0" w:rsidP="00B64173">
            <w:pPr>
              <w:spacing w:before="100" w:after="100"/>
              <w:rPr>
                <w:b/>
                <w:bCs/>
                <w:color w:val="FFFFFF"/>
                <w:sz w:val="20"/>
              </w:rPr>
            </w:pPr>
            <w:r w:rsidRPr="00650690">
              <w:rPr>
                <w:b/>
                <w:bCs/>
                <w:color w:val="FFFFFF"/>
                <w:sz w:val="20"/>
              </w:rPr>
              <w:t>Signature</w:t>
            </w:r>
          </w:p>
        </w:tc>
        <w:tc>
          <w:tcPr>
            <w:tcW w:w="1982" w:type="dxa"/>
            <w:tcBorders>
              <w:top w:val="single" w:sz="8" w:space="0" w:color="BFBFBF"/>
              <w:left w:val="nil"/>
              <w:bottom w:val="single" w:sz="8" w:space="0" w:color="BFBFBF"/>
              <w:right w:val="single" w:sz="8" w:space="0" w:color="BFBFBF"/>
            </w:tcBorders>
            <w:shd w:val="clear" w:color="auto" w:fill="4596CA"/>
            <w:tcMar>
              <w:top w:w="0" w:type="dxa"/>
              <w:left w:w="108" w:type="dxa"/>
              <w:bottom w:w="0" w:type="dxa"/>
              <w:right w:w="108" w:type="dxa"/>
            </w:tcMar>
            <w:vAlign w:val="center"/>
            <w:hideMark/>
          </w:tcPr>
          <w:p w14:paraId="6E9C6CE6" w14:textId="77777777" w:rsidR="001647F0" w:rsidRPr="00650690" w:rsidRDefault="001647F0" w:rsidP="00B64173">
            <w:pPr>
              <w:spacing w:before="100" w:after="100"/>
              <w:rPr>
                <w:b/>
                <w:bCs/>
                <w:color w:val="FFFFFF"/>
                <w:sz w:val="20"/>
              </w:rPr>
            </w:pPr>
            <w:r w:rsidRPr="00650690">
              <w:rPr>
                <w:b/>
                <w:bCs/>
                <w:color w:val="FFFFFF"/>
                <w:sz w:val="20"/>
              </w:rPr>
              <w:t>Role</w:t>
            </w:r>
          </w:p>
        </w:tc>
        <w:tc>
          <w:tcPr>
            <w:tcW w:w="1055" w:type="dxa"/>
            <w:tcBorders>
              <w:top w:val="single" w:sz="8" w:space="0" w:color="BFBFBF"/>
              <w:left w:val="nil"/>
              <w:bottom w:val="single" w:sz="8" w:space="0" w:color="BFBFBF"/>
              <w:right w:val="single" w:sz="8" w:space="0" w:color="BFBFBF"/>
            </w:tcBorders>
            <w:shd w:val="clear" w:color="auto" w:fill="4596CA"/>
            <w:tcMar>
              <w:top w:w="0" w:type="dxa"/>
              <w:left w:w="108" w:type="dxa"/>
              <w:bottom w:w="0" w:type="dxa"/>
              <w:right w:w="108" w:type="dxa"/>
            </w:tcMar>
            <w:vAlign w:val="center"/>
            <w:hideMark/>
          </w:tcPr>
          <w:p w14:paraId="020AAFF1" w14:textId="77777777" w:rsidR="001647F0" w:rsidRPr="00650690" w:rsidRDefault="001647F0" w:rsidP="00B64173">
            <w:pPr>
              <w:spacing w:before="100" w:after="100"/>
              <w:rPr>
                <w:b/>
                <w:bCs/>
                <w:color w:val="FFFFFF"/>
                <w:sz w:val="20"/>
              </w:rPr>
            </w:pPr>
            <w:r w:rsidRPr="00650690">
              <w:rPr>
                <w:b/>
                <w:bCs/>
                <w:color w:val="FFFFFF"/>
                <w:sz w:val="20"/>
              </w:rPr>
              <w:t>Date</w:t>
            </w:r>
          </w:p>
        </w:tc>
        <w:tc>
          <w:tcPr>
            <w:tcW w:w="2754" w:type="dxa"/>
            <w:tcBorders>
              <w:top w:val="single" w:sz="8" w:space="0" w:color="BFBFBF"/>
              <w:left w:val="nil"/>
              <w:bottom w:val="single" w:sz="8" w:space="0" w:color="BFBFBF"/>
              <w:right w:val="single" w:sz="8" w:space="0" w:color="BFBFBF"/>
            </w:tcBorders>
            <w:shd w:val="clear" w:color="auto" w:fill="4596CA"/>
            <w:tcMar>
              <w:top w:w="0" w:type="dxa"/>
              <w:left w:w="108" w:type="dxa"/>
              <w:bottom w:w="0" w:type="dxa"/>
              <w:right w:w="108" w:type="dxa"/>
            </w:tcMar>
            <w:vAlign w:val="center"/>
            <w:hideMark/>
          </w:tcPr>
          <w:p w14:paraId="6F0C51BE" w14:textId="77777777" w:rsidR="001647F0" w:rsidRPr="00650690" w:rsidRDefault="001647F0" w:rsidP="00B64173">
            <w:pPr>
              <w:spacing w:before="100" w:after="100"/>
              <w:rPr>
                <w:b/>
                <w:bCs/>
                <w:color w:val="FFFFFF"/>
                <w:sz w:val="20"/>
              </w:rPr>
            </w:pPr>
            <w:r w:rsidRPr="00650690">
              <w:rPr>
                <w:b/>
                <w:bCs/>
                <w:color w:val="FFFFFF"/>
                <w:sz w:val="20"/>
              </w:rPr>
              <w:t>Assessor Name</w:t>
            </w:r>
          </w:p>
        </w:tc>
        <w:tc>
          <w:tcPr>
            <w:tcW w:w="2551" w:type="dxa"/>
            <w:tcBorders>
              <w:top w:val="single" w:sz="8" w:space="0" w:color="BFBFBF"/>
              <w:left w:val="nil"/>
              <w:bottom w:val="single" w:sz="8" w:space="0" w:color="BFBFBF"/>
              <w:right w:val="single" w:sz="8" w:space="0" w:color="BFBFBF"/>
            </w:tcBorders>
            <w:shd w:val="clear" w:color="auto" w:fill="4596CA"/>
            <w:tcMar>
              <w:top w:w="0" w:type="dxa"/>
              <w:left w:w="108" w:type="dxa"/>
              <w:bottom w:w="0" w:type="dxa"/>
              <w:right w:w="108" w:type="dxa"/>
            </w:tcMar>
            <w:vAlign w:val="center"/>
            <w:hideMark/>
          </w:tcPr>
          <w:p w14:paraId="46A8D1C6" w14:textId="77777777" w:rsidR="001647F0" w:rsidRPr="00650690" w:rsidRDefault="001647F0" w:rsidP="00B64173">
            <w:pPr>
              <w:spacing w:before="100" w:after="100"/>
              <w:rPr>
                <w:b/>
                <w:bCs/>
                <w:color w:val="FFFFFF"/>
                <w:sz w:val="20"/>
              </w:rPr>
            </w:pPr>
            <w:r w:rsidRPr="00650690">
              <w:rPr>
                <w:b/>
                <w:bCs/>
                <w:color w:val="FFFFFF"/>
                <w:sz w:val="20"/>
              </w:rPr>
              <w:t>Assessor Signature</w:t>
            </w:r>
          </w:p>
        </w:tc>
        <w:tc>
          <w:tcPr>
            <w:tcW w:w="1418" w:type="dxa"/>
            <w:tcBorders>
              <w:top w:val="single" w:sz="8" w:space="0" w:color="BFBFBF"/>
              <w:left w:val="nil"/>
              <w:bottom w:val="single" w:sz="8" w:space="0" w:color="BFBFBF"/>
              <w:right w:val="single" w:sz="8" w:space="0" w:color="BFBFBF"/>
            </w:tcBorders>
            <w:shd w:val="clear" w:color="auto" w:fill="4596CA"/>
            <w:tcMar>
              <w:top w:w="0" w:type="dxa"/>
              <w:left w:w="108" w:type="dxa"/>
              <w:bottom w:w="0" w:type="dxa"/>
              <w:right w:w="108" w:type="dxa"/>
            </w:tcMar>
            <w:vAlign w:val="center"/>
            <w:hideMark/>
          </w:tcPr>
          <w:p w14:paraId="55846B20" w14:textId="77777777" w:rsidR="001647F0" w:rsidRPr="00650690" w:rsidRDefault="001647F0" w:rsidP="00B64173">
            <w:pPr>
              <w:spacing w:before="100" w:after="100"/>
              <w:rPr>
                <w:b/>
                <w:bCs/>
                <w:color w:val="FFFFFF"/>
                <w:sz w:val="20"/>
              </w:rPr>
            </w:pPr>
            <w:r w:rsidRPr="00650690">
              <w:rPr>
                <w:b/>
                <w:bCs/>
                <w:color w:val="FFFFFF"/>
                <w:sz w:val="20"/>
              </w:rPr>
              <w:t>Date</w:t>
            </w:r>
          </w:p>
        </w:tc>
      </w:tr>
      <w:tr w:rsidR="001647F0" w14:paraId="3033B5BF" w14:textId="77777777" w:rsidTr="00B64173">
        <w:trPr>
          <w:cantSplit/>
          <w:trHeight w:hRule="exact" w:val="397"/>
        </w:trPr>
        <w:tc>
          <w:tcPr>
            <w:tcW w:w="2694" w:type="dxa"/>
            <w:tcBorders>
              <w:top w:val="nil"/>
              <w:left w:val="single" w:sz="8" w:space="0" w:color="BFBFBF"/>
              <w:bottom w:val="single" w:sz="8" w:space="0" w:color="BFBFBF"/>
              <w:right w:val="single" w:sz="8" w:space="0" w:color="BFBFBF"/>
            </w:tcBorders>
            <w:tcMar>
              <w:top w:w="0" w:type="dxa"/>
              <w:left w:w="108" w:type="dxa"/>
              <w:bottom w:w="0" w:type="dxa"/>
              <w:right w:w="108" w:type="dxa"/>
            </w:tcMar>
            <w:vAlign w:val="center"/>
          </w:tcPr>
          <w:p w14:paraId="4D7AE9B4" w14:textId="77777777" w:rsidR="001647F0" w:rsidRDefault="001647F0" w:rsidP="00B64173">
            <w:pPr>
              <w:rPr>
                <w:szCs w:val="24"/>
              </w:rPr>
            </w:pPr>
          </w:p>
        </w:tc>
        <w:tc>
          <w:tcPr>
            <w:tcW w:w="2856" w:type="dxa"/>
            <w:tcBorders>
              <w:top w:val="nil"/>
              <w:left w:val="nil"/>
              <w:bottom w:val="single" w:sz="8" w:space="0" w:color="BFBFBF"/>
              <w:right w:val="single" w:sz="8" w:space="0" w:color="BFBFBF"/>
            </w:tcBorders>
            <w:tcMar>
              <w:top w:w="0" w:type="dxa"/>
              <w:left w:w="108" w:type="dxa"/>
              <w:bottom w:w="0" w:type="dxa"/>
              <w:right w:w="108" w:type="dxa"/>
            </w:tcMar>
            <w:vAlign w:val="center"/>
          </w:tcPr>
          <w:p w14:paraId="7F646CC3" w14:textId="77777777" w:rsidR="001647F0" w:rsidRDefault="001647F0" w:rsidP="00B64173"/>
        </w:tc>
        <w:tc>
          <w:tcPr>
            <w:tcW w:w="1982" w:type="dxa"/>
            <w:tcBorders>
              <w:top w:val="nil"/>
              <w:left w:val="nil"/>
              <w:bottom w:val="single" w:sz="8" w:space="0" w:color="BFBFBF"/>
              <w:right w:val="single" w:sz="8" w:space="0" w:color="BFBFBF"/>
            </w:tcBorders>
            <w:tcMar>
              <w:top w:w="0" w:type="dxa"/>
              <w:left w:w="108" w:type="dxa"/>
              <w:bottom w:w="0" w:type="dxa"/>
              <w:right w:w="108" w:type="dxa"/>
            </w:tcMar>
            <w:vAlign w:val="center"/>
          </w:tcPr>
          <w:p w14:paraId="4AAD74E4" w14:textId="77777777" w:rsidR="001647F0" w:rsidRDefault="001647F0" w:rsidP="00B64173"/>
        </w:tc>
        <w:tc>
          <w:tcPr>
            <w:tcW w:w="1055" w:type="dxa"/>
            <w:tcBorders>
              <w:top w:val="nil"/>
              <w:left w:val="nil"/>
              <w:bottom w:val="single" w:sz="8" w:space="0" w:color="BFBFBF"/>
              <w:right w:val="single" w:sz="8" w:space="0" w:color="BFBFBF"/>
            </w:tcBorders>
            <w:tcMar>
              <w:top w:w="0" w:type="dxa"/>
              <w:left w:w="108" w:type="dxa"/>
              <w:bottom w:w="0" w:type="dxa"/>
              <w:right w:w="108" w:type="dxa"/>
            </w:tcMar>
            <w:vAlign w:val="center"/>
            <w:hideMark/>
          </w:tcPr>
          <w:p w14:paraId="7B6A3900" w14:textId="77777777" w:rsidR="001647F0" w:rsidRDefault="001647F0" w:rsidP="00B64173">
            <w:r>
              <w:t>     </w:t>
            </w:r>
          </w:p>
        </w:tc>
        <w:tc>
          <w:tcPr>
            <w:tcW w:w="2754" w:type="dxa"/>
            <w:tcBorders>
              <w:top w:val="nil"/>
              <w:left w:val="nil"/>
              <w:bottom w:val="single" w:sz="8" w:space="0" w:color="BFBFBF"/>
              <w:right w:val="single" w:sz="8" w:space="0" w:color="BFBFBF"/>
            </w:tcBorders>
            <w:tcMar>
              <w:top w:w="0" w:type="dxa"/>
              <w:left w:w="108" w:type="dxa"/>
              <w:bottom w:w="0" w:type="dxa"/>
              <w:right w:w="108" w:type="dxa"/>
            </w:tcMar>
            <w:vAlign w:val="center"/>
          </w:tcPr>
          <w:p w14:paraId="35199D9A" w14:textId="77777777" w:rsidR="001647F0" w:rsidRDefault="001647F0" w:rsidP="00B64173"/>
        </w:tc>
        <w:tc>
          <w:tcPr>
            <w:tcW w:w="2551" w:type="dxa"/>
            <w:tcBorders>
              <w:top w:val="nil"/>
              <w:left w:val="nil"/>
              <w:bottom w:val="single" w:sz="8" w:space="0" w:color="BFBFBF"/>
              <w:right w:val="single" w:sz="8" w:space="0" w:color="BFBFBF"/>
            </w:tcBorders>
            <w:tcMar>
              <w:top w:w="0" w:type="dxa"/>
              <w:left w:w="108" w:type="dxa"/>
              <w:bottom w:w="0" w:type="dxa"/>
              <w:right w:w="108" w:type="dxa"/>
            </w:tcMar>
            <w:vAlign w:val="center"/>
          </w:tcPr>
          <w:p w14:paraId="32BFE64D" w14:textId="77777777" w:rsidR="001647F0" w:rsidRDefault="001647F0" w:rsidP="00B64173"/>
        </w:tc>
        <w:tc>
          <w:tcPr>
            <w:tcW w:w="1418" w:type="dxa"/>
            <w:tcBorders>
              <w:top w:val="nil"/>
              <w:left w:val="nil"/>
              <w:bottom w:val="single" w:sz="8" w:space="0" w:color="BFBFBF"/>
              <w:right w:val="single" w:sz="8" w:space="0" w:color="BFBFBF"/>
            </w:tcBorders>
            <w:tcMar>
              <w:top w:w="0" w:type="dxa"/>
              <w:left w:w="108" w:type="dxa"/>
              <w:bottom w:w="0" w:type="dxa"/>
              <w:right w:w="108" w:type="dxa"/>
            </w:tcMar>
            <w:vAlign w:val="center"/>
            <w:hideMark/>
          </w:tcPr>
          <w:p w14:paraId="06F2EB26" w14:textId="77777777" w:rsidR="001647F0" w:rsidRDefault="001647F0" w:rsidP="00B64173">
            <w:r>
              <w:t>     </w:t>
            </w:r>
          </w:p>
        </w:tc>
      </w:tr>
    </w:tbl>
    <w:p w14:paraId="2ABB9970" w14:textId="150B004A" w:rsidR="00054090" w:rsidRDefault="00054090" w:rsidP="00825ACD">
      <w:pPr>
        <w:rPr>
          <w:sz w:val="40"/>
          <w:szCs w:val="40"/>
        </w:rPr>
      </w:pPr>
    </w:p>
    <w:p w14:paraId="6216D4D9" w14:textId="77777777" w:rsidR="001647F0" w:rsidRDefault="001647F0" w:rsidP="00825ACD">
      <w:pPr>
        <w:rPr>
          <w:sz w:val="40"/>
          <w:szCs w:val="40"/>
        </w:rPr>
        <w:sectPr w:rsidR="001647F0" w:rsidSect="001647F0">
          <w:pgSz w:w="16838" w:h="11906" w:orient="landscape" w:code="9"/>
          <w:pgMar w:top="1418" w:right="1418" w:bottom="1418" w:left="1418" w:header="567" w:footer="454" w:gutter="0"/>
          <w:cols w:space="4253"/>
          <w:docGrid w:linePitch="360"/>
        </w:sectPr>
      </w:pPr>
    </w:p>
    <w:p w14:paraId="362EC219" w14:textId="77777777" w:rsidR="00054090" w:rsidRPr="00054090" w:rsidRDefault="00054090" w:rsidP="00054090">
      <w:pPr>
        <w:pStyle w:val="Heading2"/>
      </w:pPr>
      <w:r w:rsidRPr="00054090">
        <w:lastRenderedPageBreak/>
        <w:t>Task 2: Edging detail panel (Preparing a horizontal surface)</w:t>
      </w:r>
    </w:p>
    <w:p w14:paraId="3AD9135F" w14:textId="77777777" w:rsidR="00054090" w:rsidRPr="004C1B54" w:rsidRDefault="00054090" w:rsidP="00054090">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Cs w:val="24"/>
          <w:lang w:eastAsia="en-AU"/>
        </w:rPr>
      </w:pPr>
      <w:r>
        <w:rPr>
          <w:b/>
          <w:noProof/>
          <w:color w:val="FFFFFF" w:themeColor="background1"/>
          <w:szCs w:val="24"/>
          <w:lang w:eastAsia="en-AU"/>
        </w:rPr>
        <mc:AlternateContent>
          <mc:Choice Requires="wpg">
            <w:drawing>
              <wp:anchor distT="0" distB="0" distL="114300" distR="114300" simplePos="0" relativeHeight="251669504" behindDoc="0" locked="0" layoutInCell="1" allowOverlap="1" wp14:anchorId="0A2245DF" wp14:editId="1ED2EF99">
                <wp:simplePos x="0" y="0"/>
                <wp:positionH relativeFrom="column">
                  <wp:posOffset>4013200</wp:posOffset>
                </wp:positionH>
                <wp:positionV relativeFrom="paragraph">
                  <wp:posOffset>278765</wp:posOffset>
                </wp:positionV>
                <wp:extent cx="2200275" cy="2749550"/>
                <wp:effectExtent l="0" t="0" r="9525" b="0"/>
                <wp:wrapSquare wrapText="bothSides"/>
                <wp:docPr id="29" name="Group 29" descr="Veneered panel with solid timber edging" title="Edging detail panel"/>
                <wp:cNvGraphicFramePr/>
                <a:graphic xmlns:a="http://schemas.openxmlformats.org/drawingml/2006/main">
                  <a:graphicData uri="http://schemas.microsoft.com/office/word/2010/wordprocessingGroup">
                    <wpg:wgp>
                      <wpg:cNvGrpSpPr/>
                      <wpg:grpSpPr>
                        <a:xfrm>
                          <a:off x="0" y="0"/>
                          <a:ext cx="2200275" cy="2749550"/>
                          <a:chOff x="190830" y="0"/>
                          <a:chExt cx="2200579" cy="2749550"/>
                        </a:xfrm>
                      </wpg:grpSpPr>
                      <pic:pic xmlns:pic="http://schemas.openxmlformats.org/drawingml/2006/picture">
                        <pic:nvPicPr>
                          <pic:cNvPr id="6" name="Picture 6"/>
                          <pic:cNvPicPr>
                            <a:picLocks noChangeAspect="1"/>
                          </pic:cNvPicPr>
                        </pic:nvPicPr>
                        <pic:blipFill rotWithShape="1">
                          <a:blip r:embed="rId32">
                            <a:extLst>
                              <a:ext uri="{28A0092B-C50C-407E-A947-70E740481C1C}">
                                <a14:useLocalDpi xmlns:a14="http://schemas.microsoft.com/office/drawing/2010/main" val="0"/>
                              </a:ext>
                            </a:extLst>
                          </a:blip>
                          <a:srcRect l="14072" t="6533" r="7148" b="12170"/>
                          <a:stretch/>
                        </pic:blipFill>
                        <pic:spPr bwMode="auto">
                          <a:xfrm>
                            <a:off x="190830" y="0"/>
                            <a:ext cx="2200579" cy="2749550"/>
                          </a:xfrm>
                          <a:prstGeom prst="rect">
                            <a:avLst/>
                          </a:prstGeom>
                          <a:noFill/>
                          <a:ln>
                            <a:noFill/>
                          </a:ln>
                          <a:extLst>
                            <a:ext uri="{53640926-AAD7-44D8-BBD7-CCE9431645EC}">
                              <a14:shadowObscured xmlns:a14="http://schemas.microsoft.com/office/drawing/2010/main"/>
                            </a:ext>
                          </a:extLst>
                        </pic:spPr>
                      </pic:pic>
                      <wps:wsp>
                        <wps:cNvPr id="28" name="Text Box 28"/>
                        <wps:cNvSpPr txBox="1"/>
                        <wps:spPr>
                          <a:xfrm>
                            <a:off x="1248209" y="2083242"/>
                            <a:ext cx="977981" cy="310101"/>
                          </a:xfrm>
                          <a:prstGeom prst="rect">
                            <a:avLst/>
                          </a:prstGeom>
                          <a:noFill/>
                          <a:ln w="6350">
                            <a:noFill/>
                          </a:ln>
                        </wps:spPr>
                        <wps:txbx>
                          <w:txbxContent>
                            <w:p w14:paraId="775791D4" w14:textId="6DD188A2" w:rsidR="00B64173" w:rsidRDefault="00B64173" w:rsidP="0005409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0A2245DF" id="Group 29" o:spid="_x0000_s1026" alt="Title: Edging detail panel - Description: Veneered panel with solid timber edging" style="position:absolute;margin-left:316pt;margin-top:21.95pt;width:173.25pt;height:216.5pt;z-index:251669504;mso-width-relative:margin" coordorigin="1908" coordsize="22005,274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RSAcVwQAAOwJAAAOAAAAZHJzL2Uyb0RvYy54bWykVl1z4jYUfe9M/4PG&#10;7wTbGAxMyA4BktmZ7CazyTbPQpaxZm1LlUQg7fS/90i2SUJou5M+YHT1ee+55x7p/NO+KskT10bI&#10;ehZEZ2FAeM1kJurNLPj+cNUbB8RYWme0lDWfBc/cBJ8ufv3lfKemPJaFLDOuCTapzXSnZkFhrZr2&#10;+4YVvKLmTCpeYzCXuqIWpt70M0132L0q+3EYjvo7qTOlJePGoHfZDAYXfv8858ze5rnhlpSzAL5Z&#10;/9X+u3bf/sU5nW40VYVgrRv0A15UVNQ49LDVklpKtlq826oSTEsjc3vGZNWXeS4Y9zEgmig8iuZa&#10;y63ysWymu406wARoj3D68Lbs69OdJiKbBfEkIDWtkCN/LHF2xg0DWL/xmnPNM6JozUuyE7YgRpYi&#10;I1ZUa+SPZxuAD3iFLbHByptYbakom0UO6J3aTHHetVb36k63HZvGctjtc125f6BC9j5Fz4cU8b0l&#10;DJ0xkh6nw4AwjMVpMhkO2ySyApl266JJOB4g1y+LWbF6tXyYIrKj5f3u9L5z8uCTEmyKXws8Wu+A&#10;/2+CYpXdah60m1Q/tUdF9Y+t6oEjilqxFqWwz57vYINzqn66E+xON8ZLDkddCjHqDiUjh7tb4OY0&#10;K6iL6EayH4bUclHQesPnRqFQgJyb3X873ZtvjluXQl2JsiRa2kdQ4b6gCkmPPP/dYBspiHPE0hNg&#10;NRWwlGxb8do2Ja15iaBlbQqhTED0lINkYKj+nDWHgAw3xjqqOFr4MvszHs/DcBJf9hbDcNFLwnTV&#10;m0+StJeGqzQJk3G0iBZ/ORejZLo1HADQcqlE6yt633l7sqZa9Wmq1Vc9eaJeWxx03qHu37uILgeJ&#10;89Vo9g0wOyWK4F/s1Wg0HAwQ4ixIowRSCU2K4ihtKW2s5pYVXVI64JuMGtQQWe++yAzg062VHv+j&#10;GnpfC68L6V8rATzRxl5zWRHXAPxw3p9BnxBaE243xcVXS8cK9NNpWb/pAAhNz6nEDQejBIkb9ebz&#10;ZdpLkuW4d3mJ1mKxmiSDaJQMV4fEmYJmcne7Ngzkzv5/7v4hZ64CHLxtMcB04oULynTchvVzfHHX&#10;0ylp90UDNN22L/UbgwKNBj+4PF3KPUEXvGynOd0kdo/+tlhdf+NpJ2AH+YziZByHkDonlFDEOInd&#10;Tk3NOCmdpOlkHDVSOIhw+zTl/7JRl9yP5J/sZsFoAG0+RQSIbOe2a9n9et/GuJbZM0KEsnj9N4pd&#10;CZDvhhp7RzVuZug6Xhv2Fp+8lDhEtq2AFFL/carfzUeyMBqQHW76WWB+31KnyOXnGmmcREningbe&#10;SIZpDEO/Hlm/Hqm31UK6Esa7RjHfdPNt2TVzLatHZH3uTsUQrRnOngW2ay4sLAzgUcP4fO7bjdDf&#10;1PcK10Mjcg79h/0j1arF34ISX2VHHDo9KsNmbgP3HHKQC1+jDuAGVbDZGSCxb/knhdeq9vnj3iyv&#10;bT/r5ZF28Tc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Dur0dR4gAAAAoBAAAP&#10;AAAAZHJzL2Rvd25yZXYueG1sTI9BT4NAEIXvJv6HzZh4swvF0oIsTdOop6aJrYnxtoUpkLKzhN0C&#10;/feOJz2+eS9vvpetJ9OKAXvXWFIQzgIQSIUtG6oUfB7fnlYgnNdU6tYSKrihg3V+f5fptLQjfeBw&#10;8JXgEnKpVlB736VSuqJGo93MdkjsnW1vtGfZV7Ls9cjlppXzIIil0Q3xh1p3uK2xuByuRsH7qMdN&#10;FL4Ou8t5e/s+LvZfuxCVenyYNi8gPE7+Lwy/+IwOOTOd7JVKJ1oFcTTnLV7Bc5SA4ECyXC1AnPiw&#10;jBOQeSb/T8h/AAAA//8DAFBLAwQKAAAAAAAAACEAsDI+/KMiAACjIgAAFAAAAGRycy9tZWRpYS9p&#10;bWFnZTEucG5niVBORw0KGgoAAAANSUhEUgAAAb4AAAIcCAIAAAAG01zGAAAAAXNSR0IArs4c6QAA&#10;AAlwSFlzAAAOxAAADsMB2mqY3AAAIkhJREFUeF7t3Q+wXmV9J/DfRdxdGEDBf0iFRQKxf0AZBALL&#10;qkRKhcmiLi46o2MQWrewAzpuW2A7qLvWUYfubqvbEZAuEKgzVYdY7CAC27D1HxDAJfwxQ7awZZoh&#10;aJhI4Qq2BO6eN9fGhAB5z33Oufc9z+/zTqbTyHme9/l9fs/7zTnve99zp2ZmZsKDAAECBNoI7NLm&#10;YMcSIECAwEhAdNoHBAgQaC0gOluTGUCAAAHRaQ8QIECgtYDobE1mAAECBESnPUCAAIHWAqKzNZkB&#10;BAgQEJ32AAECBFoLiM7WZAYQIEBAdNoDBAgQaC0gOluTGUCAAAHRaQ8QIECgtYDobE1mAAECBESn&#10;PUCAAIHWAqKzNZkBBAgQEJ32AAECBFoLiM7WZAYQIEBAdNoDBAgQaC0gOluTGUCAAAHRaQ8QIECg&#10;tYDobE1mAAECBESnPUCAAIHWAqKzNZkBBAgQEJ32AAECBFoLiM7WZAYQIEBAdNoDBAgQaC0gOluT&#10;GUCAAAHRaQ8QIECgtYDobE1mAAECBESnPUCAAIHWAqKzNZkBBAgQEJ32AAECBFoLiM7WZAYQIEBA&#10;dNoDBAgQaC0gOluTGUCAAAHRaQ8QIECgtYDobE1mAAECBESnPUCAAIHWAqKzNZkBfQg8uyH+6PSY&#10;mhr9OX9lTEdsWBVLt/x1ammsXBfNAb+/dLsD+liGOQmMKSA6x4RyWL8Cf3N9fOOweGImnrgjVp8T&#10;qx+PW1bEQdfEMzNxx7K49Lux4Za48qBY/8yWAy6Nh5/tdz1mJ/DiAhmjszmR8Zg0gcVnxs2/G3tE&#10;7HFIHL17xOZ48Hux7NhoNughR8Q9fx23PRgnLotf2mXLAffEvT+atAqsZ3RNkOeRMTrzdHd4lT4b&#10;qz4Xj14Ux+/1i7Xv/rJosnSbv8ertvv78Kq04goERGcFTaylhCY3L4wVB8fnTx2dbHoQmGSBpFt0&#10;06Y4/vh44IFJbk2utU2vi/NPjjXvjivOHF22x65x0HFx29oRwpqbY9HbYslBcdNt8XjE9Jq4blEc&#10;+ppcPgOq9pxz4rzzBrTeOS41aXSeemrsvnvsvfcc1QzrXGD1/4yLboz/uCResuVT9ZUbYsm74uoT&#10;Rv//kf89fvsd8dolcfLV8bKp2PPIOOi34+CkO7dz+I4nXL48bropTjut42kncLqpmZmZCVxWf0tq&#10;zjdf8Yr49V+Pr3wl9tmnv+cxM4F0As2/c69//eiVddRR9ddef3Sm+tSv/g2rwqEJ1HpuVn90bt1p&#10;zfnmKafE9HTcfXfU2s6hvaystxKBD384rr02Nm5M9MrK8o5Rk5vve99om958cyWbVRkEJkSg+Vyo&#10;eX/zuusmZDnztIws0dm8rfn2t8df/qX3N+dpY3maPAJveUt87Wsp3t/ctqeJLti3lt28++mCPc8L&#10;W6XzJpDqlZXlrHPedo8nIkAgg4DozNBlNRIg0LGA6OwY1HQECGQQEJ0ZuqxGAgQ6FhCdHYOajgCB&#10;DAKiM0OX1UiAQMcCorNjUNMRIJBBQHRm6LIaCRDoWEB0dgxqOgIEMgiIzgxdViOBIQkM4m5nonNI&#10;W8paCRCYEAHROSGNsAwCBIYkIDqH1C1rJTDJAoV31Wl+XdiVV05yfdutrZI7J00N4t2RwewKCyUw&#10;d4E5/86eJjfPOCOuuGL0fwtTeO6rH3tkPdE554aNbeVAAgR2ItCcxJS8Ei+5JM4+e/QUonOetpqz&#10;znmC9jQEdiYwG53dXgdOYJIW/ROxM8P5++87/lv3Iv/6tTp4/mrwTC8qUHg6Q3ceBGbPYErOOmcX&#10;ORu7F18cZ501D6ue41P4mGiOcIYRINCfQPOOZ3Pl3vxe4ol9OOuc/VeuEoeJ3WflC9OjcsO+Z+jw&#10;rLO5Qm9+xeZ++03urzyqJDJaXYO3Orjv3Wb+MQVE55hQC3hYt9G5gIWM89Qu2MdRcgwBAgS2ExCd&#10;NgQBAgRaC4jO1mQGECBAQHTaAwQIEGgtIDpbkxlAgAAB0WkPECBAoLWA6GxNZgABAgQyRmf5F8Xs&#10;GwIEkgtkjM7kLVc+AQLlAqKz3NAMBAikExCd6VquYAIEygUyRqebe5bvGzMQSC6QMTqTt1z5BAiU&#10;C4jOckMzECCQTkB0pmu5ggkQKBcQneWGZiBAIJ2A6EzXcgUTIFAuIDrLDc1AgEA6AdGZruUKJkCg&#10;XEB0lhuagQCBdAKiM13LFUyAQLlAxuh056TyfWMGAskFMkZn8pYrnwCBcgHRWW5oBgIE0glkjE63&#10;/0i3zRVMoGuBjNHZtaH5CBBIJyA607VcwQQIlAuIznJDMxAgkE5AdKZruYIJECgXEJ3lhmYgQCCd&#10;gOhM13IFEyBQLiA6yw3NQIBAOgHRma7lCiZAoFxAdJYbmoEAgXQCGaPT7T/SbXMFE+haIGN0dm1o&#10;PgIE0gmIznQtVzABAuUCorPc0AwECKQTyBid7pyUbpsrmEDXAhmjs2tD8xEgkE5AdKZruYIJECgX&#10;EJ3lhmYgQCCdgOhM13IFEyBQLiA6yw3NQIBAOgHRma7lCiZAoFxAdJYbmoEAgXQCojNdyxVMgEC5&#10;gOgsNzQDAQLpBDJGpzsnpdvmCibQtUDG6Oza0HwECKQTEJ3pWq5gAgTKBURnuaEZCBBIJ5AxOt05&#10;Kd02VzCBrgUyRmfXhuYjQCCdgOhM13IFEyBQLiA6yw3NQIBAOgHRma7lCiZAoFxAdJYbmoEAgXQC&#10;ojNdyxVMgEC5gOgsNzQDAQLpBERnupYrmACBcgHRWW5oBgIE0glkjE53Tkq3zRVMoGuBjNHZtaH5&#10;CBBIJyA607VcwQQIlAtkjE63/yjfN2YgkFwgY3Qmb7nyCRAoFxCd5YZmIEAgnYDoTNdyBRMgUC4g&#10;OssNzUCAQDoB0Zmu5QomQKBcQHSWG5qBAIF0AqIzXcsVTIBAuYDoLDc0AwEC6QREZ7qWK5gAgXKB&#10;jNHp9h/l+8YMBJILZIzO5C1XPgEC5QKis9zQDAQIpBMQnelarmACBMoFMkanOyeV7xszEEgukDE6&#10;k7dc+QQIlAuIznJDMxAgkE5AdKZruYIJECgXEJ3lhmYgQCCdgOhM13IFEyBQLiA6yw3NQIBAOgHR&#10;ma7lCiZAoFxAdJYbmoEAgXQCojNdyxVMgEC5QMbodOek8n1jBgLJBTJGZ/KWK58AgXIB0VluaAYC&#10;BNIJiM50LVcwAQLlAhmj052TyveNGQgkF8gYnclbrnwCBMoFRGe5oRkIEEgnIDrTtVzBBAiUC4jO&#10;ckMzECCQTkB0pmu5ggkQKBcQneWGZiBAIJ2A6EzXcgUTIFAuIDrLDc1AgEA6AdGZruUKJkCgXCBj&#10;dLpzUvm+MQOB5AIZozN5y5VPgEC5gOgsNzQDAQLpBDJGp9t/pNvmCibQtUDG6Oza0HwECKQTEJ3p&#10;Wq5gAgTKBURnuaEZCBBIJyA607VcwQQIlAuIznJDMxAgkE5AdKZruYIJECgXEJ3lhmYgQCCdgOhM&#10;13IFEyBQLiA6yw3NQIBAOoGM0en2H+m2uYIJdC2QMTq7NjQfAQLpBERnupYrmACBcgHRWW5oBgIE&#10;0glkjE53Tkq3zRVMoGuBjNHZtaH5CBBIJyA607VcwQQIlAuIznJDMxAgkE5AdKZruYIJECgXEJ3l&#10;hmYgQCCdgOhM13IFEyBQLiA6yw3NQIBAOgHRma7lCiZAoFxAdJYbmoEAgXQCGaPTnZPSbXMFT7DA&#10;5unYsGH0Z3rzBK9yh6VljM4h9cdaCdQrMPNoXHl+/PKesd9+oz97/nJc8NWYnhlGwaJzGH2ySgL1&#10;Cdx2aXz9VbHqiZiZGf15YlW88stx0XeHUWjG6HT7j2HsTausXeDRv4s3LYkD9vh5nXscEEveFA9t&#10;HEbZU3W88dek4XMK2fF/2dqQVgcPo40JVvkiDU1Q/TBKnD0pGT9SNn47PnBBHPPBeNNrohn5kx/G&#10;pV+OT6yKU/YbnYRO+EN0jhrkZTnh21SPJr9Bsz1qFZ3NwY+tixu+Ed+8pxkcbz4lTjohFr+8mUd0&#10;zlfDW51Itjp4virwPDsR8M/b5G+RttHZfEy04g/j0xfFA7O1LYrzPxMXnhZ77jKA6Mz4Xufkb0Er&#10;JJBBwMdEGbqsRgIEOhbwMVHHoHOYrtU1eKuD57AYQ/oQcMHeh2q3c7a9YPcxUbf+c5mtVRq2Ongu&#10;qzGmBwHR2QNqx1O2jc7m6ZuPiVZ9Nx7cNFrJa94QS97iY6KOm7KT6VqlYauD57cOz/aCAqJz8jfH&#10;HKJz5mfxo+l45Stj1y3lNV/KnN419t7Nx0ST320rJEBggQSe/n/xOyfHa18VJ34sfjg9WsSaS+Kj&#10;31yg1bR8Wp+wtwRzOAECHQl855L4yVnx9NPxx4fFb50b637W0bzzMk3G6Bz/2w7z0gJPQiCpwGOP&#10;xMH/MnbdNd50RnzpmDj3c/Hws4OhyBidg2mOhRKoWuDY0+K6P46vromZqTj0N+O8mfidLw2m4Ixf&#10;xNyxOT6CmPwNq0eD6FGzyBZXdTOx7qa46xVx2ptH32GPzXHrVbH6kPjoWwfwMVHG6PQJ++S/CP3z&#10;NtAetYvOFyhyEN9hd8E+xC1qzQQILLCA6FzgBnh6AgSGKCA6h9g1ayZAYIEFROcCN8DTEyAwRAHR&#10;OcSuWTMBAgssIDoXuAGengCBIQqIziF2zZoJEFhgAdG5wA3w9AQIDFFAdA6xa9ZMgMACC2SMzhZf&#10;FFvg7nh6AgQmVCBjdE5oKyyLAIHhCIjO4fTKSgkQmBgB0TkxrbAQAgSGI5AxOmd/g4oHAQIE5iyQ&#10;MTrnjGUgAQIEZgVEp51AgACB1gKiszWZAQQIEBCd9gABAgRaC4jO1mQGECBAQHTaAwQIEGgtIDpb&#10;kxlAgAAB0WkPECBAoLWA6GxNZgABAgQyRqc7J9n3BAgUCmSMzkIywwkQICA67QECBAi0FsgYnW7/&#10;0XqbGECAwPYCGaPTHiBAgEChgOgsBDScAIGMAqIzY9fVTIBAoYDoLAQ0nACBjAKiM2PX1UyAQKGA&#10;6CwENJwAgYwCojNj19VMgEChgOgsBDScAIGMAqIzY9fVTIBAoUDG6HT7j8JNYzgBAhmjU9cJECBQ&#10;KCA6CwENJ0Ago4DozNh1NRMgUCiQMTrdOalw0xhOgEDG6NR1AgQIFAqIzkJAwwkQyCggOjN2Xc0E&#10;CBQKiM5CQMMJEMgoIDozdl3NBAgUCojOQkDDCRDIKCA6M3ZdzQQIFAqIzkJAwwkQyCggOjN2Xc0E&#10;CBQKZIxOd04q3DSGEyCQMTp1nQABAoUCorMQ0HACBDIKiM6MXVczAQKFAhmj052TCjeN4QQIZIxO&#10;XSdAgEChgOgsBDScAIGMAqIzY9fVTIBAoYDoLAQ0nACBjAKiM2PX1UyAQKGA6CwENJwAgYwCojNj&#10;19VMgEChgOgsBDScAIGMAqIzY9fVTIBAoUDG6HTnpMJNYzgBAhmjU9cJECBQKCA6CwENJ0Ago0DG&#10;6HT7j4w7Xc0EOhXIGJ2dApqMAIGMAqIzY9fVTIBAoYDoLAQ0nACBjAKiM2PX1UyAQKGA6CwENJwA&#10;gYwCojNj19VMgEChgOgsBDScAIGMAqIzY9fVTIBAoYDoLAQ0nACBjAIZo9PtPzLudDUT6FQgY3R2&#10;CmgyAgQyCojOjF1XMwEChQKisxDQcAIEMgpkjE53Tsq409VMoFOBjNHZKaDJCBDIKCA6M3ZdzQQI&#10;FAqIzkJAwwkQyCggOjN2Xc0ECBQKiM5CQMMJEMgoIDozdl3NBAgUCojOQkDDCRDIKCA6M3ZdzQQI&#10;FAqIzkJAwwkQyCiQMTrdOSnjTlczgU4FMkZnp4AmI0Ago4DozNh1NRMgUCggOgsBDSdAIKNAxuh0&#10;56SMO13NBDoVyBidnQKajACBjAKiM2PX1UyAQKGA6CwENJwAgYwCojNj19VMgEChgOgsBDScAIGM&#10;AqIzY9fVTIBAoYDoLAQ0nACBjAKiM2PX1UyAQKGA6CwENJwAgYwCGaPTnZMy7nQ1E+hUIGN0dgpo&#10;MgIEMgqIzoxdVzMBAoUCGaPT7T8KN43hBAhkjE5dJ0CAQKGA6CwENJwAgYwCojNj19VMgEChgOgs&#10;BDScAIGMAqIzY9fVTIBAoYDoLAQ0nACBjAKiM2PX1UyAQKGA6CwENJwAgYwCojNj19VMgEChQMbo&#10;dPuPwk1jOAECGaNT1wkQIFAoIDoLAQ0nQCCjgOjM2HU1EyBQKJAxOt05qXDTGE6AQMbo1HUCBAgU&#10;CojOQkDDCRDIKCA6M3ZdzQQIFAqIzkJAwwkQyCgwVcfPhzef/DynkB3/l63tfc5/Wr9+/f7775+x&#10;+Wom0INAeaRMTcXMTA8r63TK7NHZ5OaqVauWL1/eqarJCGQUmP3ZlSTRmfqCXW5mfH2rmUAXAnmj&#10;U252sX/MQaAzgfPOi9tv72y2vidKGp1ys++NZX4CbQWefDJOPz0eeKDtuIU5Pul7nStWrPD+5sLs&#10;OM9ar0D5e53Nhw5NdH7/+z4mmq9dMv4n7GN+nr71re6dfmtzzCO3fe/8xefsb8KmGwmfWgd3fBXO&#10;YTfudPNsfZbZybd8YtTZYwI/cM911uk6vbO9bCICOwiUn3XOTtnE7pFHxg03xD77TK5yovc65ebk&#10;bkMrI7C9wOGHx6mnxqZNk+uSJTrl5uTuQSsjsIPAZZfFoYfGTTdNLk2KC3a5Obkb0MoqEujwgn0C&#10;39x8TqPqP+uUmxW9NpVCYFIEKo9OuTkpG806CNQlUHN0ys269qpqsghM/tV604mao9N9PbK81NRJ&#10;YN4F6vyYaMyfe593bU9IoH6B8jsnDcKowuh0nT6InWeR9Ql09Qn7IGRqu2CXm4PYdhZJYOgCVUWn&#10;3Bz6drR+AkMRqCc65eZQ9px1EqhAoJ7o9Hl6BdtRCQSGIlDPx0RDEbdOAnUL+IS97v6qjgABAnMX&#10;qOeCfe4GRhIgQKClgOhsCeZwAgQI1P1FTP0lQIBATwLOOnuCNS0BAjULiM6au6s2AgR6EhCdPcGa&#10;lgCBmgVEZ83dVRsBAj0JiM6eYE1LgEDNAqKz5u6qjQCBngREZ0+wpiVAoGYB0Vlzd9VGgEBPAqKz&#10;J1jTEiBQs4DorLm7aiNAoCcB0dkTrGkJEKhZQHTW3F21ESDQk4Do7AnWtAQI1CwgOmvurtoIEOhJ&#10;QHT2BGtaAgRqFhCdNXdXbQQI9CQgOnuCNS0BAjULiM6au6s2AgR6EhCdPcGalgCBmgVEZ83dVRsB&#10;Aj0JiM6eYE1LgEDNAqKz5u6qjQCBngREZ0+wpiVAoGYB0Vlzd9VGgEBPAqKzJ1jTEiBQs4DorLm7&#10;aiNAoCcB0dkTrGkJEKhZIG90Tm+IxzbX3Fq1ESDQn0DG6GxC89tXxwfeFqs29gdrZgIEahaYmpmZ&#10;qbm+bWp76qnYbbeY2RC/+a54+tXxZ7vGg1+P10/FzM/iB9+ODS+NY94Sr9w1CYYyCRAoEshy1tnk&#10;5vXXj6SmXh1fui3+07+Jf31SHDAV8XR89T/EJ78Za78V7/xIbMjy70jRpjGYAIEs0fmDH8Shh25p&#10;90uiObO881tx0uHN/xubVsUFM/HF/xq/96lYdn38r7+1JQgQILBzgSzR+cADsXjxzzlmHolVP4hj&#10;f3X019uvj5PeE/s3afqS+OcviZ8+tXMyRxAgQKDO6Gwuz3d8NOl5zjnxmc/EE2vjr06IX9kz4h/i&#10;jmvjX/1aNBfuMxvjvn+Mxa+LZuz69TYGAQIEXkygzuj8znfiqqviT/4k7rprFIWbNsV118UJJ8SP&#10;fxwnnhjr18URb499m7zcFOueiQNfPQLaeGf81bI4dM9oLu2ffNKmIUCAwIsJVP4J+7p1cfnlcckl&#10;sfvu8fGPx9ln/9xi8+bYtblI/8f4wtKY+mKcfUB88UPx8Efjs2+Pq6+K5cttGgIECOQ765yt+Pbb&#10;48ILY8WKOO64aK7Wjz12dB7anI3eeGM88siWI/5ZnPml+OGH46UHxNp/Fxc2MfpPVs2JavPHgwAB&#10;As8rUPNZ54EHji7PL7ggvve97U4km0xcu3YUps1j0aI44ojRz3vOPpr/dMcdceedcdllcd55cdZZ&#10;tg0BAgSeR6Dm6GxycJ99Rp/5PPTQ6MTzeR/Nf129OqanR//xjW+Mb31rFJovf3l84hPxrnfZMQQI&#10;EHh+gZqjc7bilSvj5JN/cV75QhvhvvtG55jNKec73hEf/GAsWRKve51NQ4AAgecXqPMT9m1rbc4o&#10;t16PP69Bc3La/MRS8wPze+8dn/pU/MVfxNKloxPV5l3R5k/zQZMHAQIEniNQ+Vln85NJX/vaTj4x&#10;b6Lz3HPj9NOjeW9048YXvLS3dQgQILBVoPLobH6us3kcfvhYHR/z0n6suRxEgEDVApVfsN9997i5&#10;2XR5p5f2Ve8ExREg0EKg8ugcX+J5v7s5/nBHEiCQSqDm6GzScN99x+3m/ffHMceMe7DjCBBILlBz&#10;dDYfrP/Gb4zb3+bSfuutlcYd4zgCBHoQmNr6rb4eJu9qypqjsysj8xAgQOA5AqJzBNL8fNL4l/b2&#10;EAECBETnaA80d5n71S13PvYgQGChBJpvS1955UI9eevnFZ0jsuY7l7522XrvGECgU4HmC9BnnDGY&#10;9Kz8R+I77azJCBDoV6C5te7sTXUn/xf1VhudU4P4lK7ffWh2AgsgMPv7ybt9/U1gktYZnevWrdu4&#10;ceNxL3Snue2304033njkkUfu09yfzmOCBZp/C2dfkx4TKzB7vlLeptnYvfjiib5hbp3vdd57771H&#10;NHcwHu/xyCOPyM3xqBxFYJ4ErrhidOX+la/M09PN4WnqjM7p6endXvxOc3OgMoQAgfkS+NCH4s//&#10;fPRbHib2UWF0PtXm6+jNpf0bm7vDexAgMGEC73vf6Lc8TOyjwui8//77x0/D5tL+DW94w8S2x8II&#10;EJhMgQqj8+677z58zDt0jm4059J+MnemVeUS+Nlj8chjMaDPASuMzlw7TrUEBiuweUN84Yz4H2vi&#10;vqvjrfvHa/eOd38mNmweRj21ReemTZv22GOPMe3vuuuu8S/tx5zTYQQIjClwy8Xx/SXx/t3iwkvi&#10;vz0Uzz4V7/2/cfEtY45e4MNqi861a9ceffTRY6L+9Kc/9UbnmFYOI9C5wN//OBb/Wrx8czy6fxy4&#10;d0z9i1h0cPz47zt/nl4mrO3HjK+66qrly5f3QmXS+RI4/uQ7x3yq/339m8c80mHzIND2R+I3fjs+&#10;8J/j3/77+NvLY69z44SXxsWfitOuiVP280XMeWjX9k8hOuedvPsnbKJzzEwc/8juV2nGHQTaRmcz&#10;wcY1sfK6+D/3x1MR+x4WJ70njn997DIlOud3e61fv/6hhx4a8/uX87s0zzauwOwpp+gc12uSjptD&#10;dD7v8psvYk7+d26rumBv9W30Jmdf505zk/TC23YtY16zj5mwk1plbesSnUPtaKur9VYHD1WkonW7&#10;/cfkN7NtdN76hbh4h7e1D/ut+L23DuCss7ZP2MfcXs0p56JFi8Y82GEECPQhcORpceDfxT+8Oc79&#10;SHzkn/6881f6eKru56zngr35NvqTTz455veIWl3ad69uxvYCzjrbm833iLZnnc36nl4X7/0v8fk/&#10;iwO2+S2Yg3ivs56zzlbfRnejufl+VXk+As8n8NLF8fUvb5ebQ3GqJzoffvhhN5obyrazTgJDF6gk&#10;Opsbze21115jNsON5saEchiB+RRofqf3gB6VRGdzo7ljjjlmTPdbb73V9y/HtHIYgXkTWLp0ML8O&#10;szGpJDqbG80tXrx4/B67tB/fypEE5kfgT/80Pv7xwaRnJdH5+OOPj9nd5tJ+/FsrjTmnwwgQKBc4&#10;6qhYuTI+9rHymeZjhkp+OMmvDp6PzeI5CIwh4JcJj4HU/pAxv2A3/sS+ije+lSMJDEKg+bnO5jvS&#10;f/AH0fxyt4l9VHLW2cp3ED9w26oiBxOYBIGuXlnNPKtXx/vfH5/+dDS/3G0yH6JzMvtiVQSGJ9Bh&#10;dDZ3Trr99mi+LD2xvxRTdA5vg1oxgckU6DY6J7PGrauq5BP2CVe2PAIEKhMQnZU1VDkEBi8w+fc5&#10;bohF5+D3mQIIEJh/AdE5/+aekQCBwQuIzsG3UAEECMy/gOicf3PPSIDA4AVE5+BbWEcBz26IPzo9&#10;mp9uaf6cvzKmIzasiqVb/jq1NFaui+aA31+63QF1FK6KgQqIzoE2rrZl/8318Y3D4omZeOKOWH1O&#10;rH48blkRB10Tz8zEHcvi0u/GhlviyoNi/TNbDrg0Hn62NgH1DEtAdA6rX9WudvGZcfPvxh4RexwS&#10;R+8esTke/F4sO3b0IyCHHBH3/HXc9mCcuCx+aZctB9wT9/6oWgqFDUJAdA6iTWkW+Wys+lw8elEc&#10;v80t/3d/WTRZ+ovH7vGq7f6eBkehkySQNzo/+9kY1g39J2nb9LOWJjcvjBUHx+dP9fPG/QjPy6zN&#10;d8+bP9U/kkbn8uVx+eXxk59U39/BFDi9Ls4/Oda8O644c3TZHrvGQcfFbWtH619zcyx6Wyw5KG66&#10;LZo7Wk+viesWxaGvGUxpqRbahGZzr6P77qu/6KS3/2juBtjcj7q5K7XHhAisOj9OuOgXa7nm4Vhy&#10;Sxz1ntjQ/G+vjWtuj3dHfPiouHz09zjzmrjMmemEdG6bZTQ/DrHvvtFcz03yfTa7Yqs/Opt2ehAg&#10;sFACg/hC+hxw6o/ObVHOOSeuvTbWr49a2zmHHWAIgXKB5jr9ne+MRx5J9MpK9F5nk5s33DC6Tvcg&#10;QKBDgdn3Nz/5yQ6nHMBUWc46H3gg3vveuOSS0fubXd2QdQDttUQC/QssWxannTZ6fzPVKytLdG67&#10;f1I1uP8Xjmcg8HOBVK+sRBfsNjgBAgS6EhCdXUmahwCBRAIZL9gTtVepBAj0I+Cssx9XsxIgULWA&#10;6Ky6vYojQKAfAdHZj6tZCRCoWkB0Vt1exREg0I+A6OzH1awECFQtIDqrbq/iCBDoR0B09uNqVgIE&#10;qhYQnVW3V3EECPQjIDr7cTUrAQJVC4jOqturOAIE+hEQnf24mpUAgaoFRGfV7VUcAQL9CIjOflzN&#10;SoBA1QKis+r2Ko4AgX4ERGc/rmYlQKBqAdFZdXsVR4BAPwKisx9XsxIgULWA6Ky6vYojQKAfAdHZ&#10;j6tZCRCoWkB0Vt1exREg0I+A6OzH1awECFQtIDqrbq/iCBDoR0B09uNqVgIEqhYQnVW3V3EECPQj&#10;IDr7cTUrAQJVC4jOqturOAIE+hEQnf24mpUAgaoFRGfV7VUcAQL9CIjOflzNSoBA1QKis+r2Ko4A&#10;gX4ERGc/rmYlQKBqAdFZdXsVR4BAPwKisx9XsxIgULWA6Ky6vYojQKAfAdHZj6tZCRCoWkB0Vt1e&#10;xREg0I+A6OzH1awECFQtIDqrbq/iCBDoR0B09uNqVgIEqhYQnVW3V3EECPQjIDr7cTUrAQJVC4jO&#10;qturOAIE+hEQnf24mpUAgaoFRGfV7VUcAQL9CIjOflzNSoBA1QKis+r2Ko4AgX4ERGc/rmYlQKBq&#10;AdFZdXsVR4BAPwKisx9XsxIgULWA6Ky6vYojQKAfAdHZj6tZCRCoWkB0Vt1exREg0I+A6OzH1awE&#10;CFQtIDqrbq/iCBDoR0B09uNqVgIEqhYQnVW3V3EECPQjIDr7cTUrAQJVC4jOqturOAIE+hEQnf24&#10;mpUAgaoFRGfV7VUcAQL9CIjOflzNSoBA1QKis+r2Ko4AgX4ERGc/rmYlQKBqAdFZdXsVR4BAPwKi&#10;sx9XsxIgULWA6Ky6vYojQKAfgf8Py+SQObKkx6wAAAAASUVORK5CYIJQSwECLQAUAAYACAAAACEA&#10;sYJntgoBAAATAgAAEwAAAAAAAAAAAAAAAAAAAAAAW0NvbnRlbnRfVHlwZXNdLnhtbFBLAQItABQA&#10;BgAIAAAAIQA4/SH/1gAAAJQBAAALAAAAAAAAAAAAAAAAADsBAABfcmVscy8ucmVsc1BLAQItABQA&#10;BgAIAAAAIQChRSAcVwQAAOwJAAAOAAAAAAAAAAAAAAAAADoCAABkcnMvZTJvRG9jLnhtbFBLAQIt&#10;ABQABgAIAAAAIQCqJg6+vAAAACEBAAAZAAAAAAAAAAAAAAAAAL0GAABkcnMvX3JlbHMvZTJvRG9j&#10;LnhtbC5yZWxzUEsBAi0AFAAGAAgAAAAhAO6vR1HiAAAACgEAAA8AAAAAAAAAAAAAAAAAsAcAAGRy&#10;cy9kb3ducmV2LnhtbFBLAQItAAoAAAAAAAAAIQCwMj78oyIAAKMiAAAUAAAAAAAAAAAAAAAAAL8I&#10;AABkcnMvbWVkaWEvaW1hZ2UxLnBuZ1BLBQYAAAAABgAGAHwBAACUK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908;width:22006;height:27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jrSwwAAANoAAAAPAAAAZHJzL2Rvd25yZXYueG1sRI9Ba8JA&#10;FITvBf/D8gRvzcYiQaJrKMWiBy9Nxfb4yD6zIdm3IbvGtL++Wyj0OMzMN8y2mGwnRhp841jBMklB&#10;EFdON1wrOL+/Pq5B+ICssXNMCr7IQ7GbPWwx1+7ObzSWoRYRwj5HBSaEPpfSV4Ys+sT1xNG7usFi&#10;iHKopR7wHuG2k09pmkmLDccFgz29GKra8mYVtLdLWepv85mNp3F1wPXpw+y9Uov59LwBEWgK/+G/&#10;9lEryOD3SrwBcvcDAAD//wMAUEsBAi0AFAAGAAgAAAAhANvh9svuAAAAhQEAABMAAAAAAAAAAAAA&#10;AAAAAAAAAFtDb250ZW50X1R5cGVzXS54bWxQSwECLQAUAAYACAAAACEAWvQsW78AAAAVAQAACwAA&#10;AAAAAAAAAAAAAAAfAQAAX3JlbHMvLnJlbHNQSwECLQAUAAYACAAAACEASC460sMAAADaAAAADwAA&#10;AAAAAAAAAAAAAAAHAgAAZHJzL2Rvd25yZXYueG1sUEsFBgAAAAADAAMAtwAAAPcCAAAAAA==&#10;">
                  <v:imagedata r:id="rId33" o:title="" croptop="4281f" cropbottom="7976f" cropleft="9222f" cropright="4685f"/>
                  <v:path arrowok="t"/>
                </v:shape>
                <v:shapetype id="_x0000_t202" coordsize="21600,21600" o:spt="202" path="m,l,21600r21600,l21600,xe">
                  <v:stroke joinstyle="miter"/>
                  <v:path gradientshapeok="t" o:connecttype="rect"/>
                </v:shapetype>
                <v:shape id="Text Box 28" o:spid="_x0000_s1028" type="#_x0000_t202" style="position:absolute;left:12482;top:20832;width:9779;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14:paraId="775791D4" w14:textId="6DD188A2" w:rsidR="00B64173" w:rsidRDefault="00B64173" w:rsidP="00054090"/>
                    </w:txbxContent>
                  </v:textbox>
                </v:shape>
                <w10:wrap type="square"/>
              </v:group>
            </w:pict>
          </mc:Fallback>
        </mc:AlternateContent>
      </w:r>
      <w:r>
        <w:rPr>
          <w:b/>
          <w:color w:val="FFFFFF" w:themeColor="background1"/>
          <w:szCs w:val="24"/>
          <w:lang w:eastAsia="en-AU"/>
        </w:rPr>
        <w:t>Student instructions</w:t>
      </w:r>
    </w:p>
    <w:p w14:paraId="1CF71F84" w14:textId="77777777" w:rsidR="00054090" w:rsidRPr="00054090" w:rsidRDefault="00054090" w:rsidP="00054090">
      <w:pPr>
        <w:pStyle w:val="Heading2"/>
        <w:keepNext/>
        <w:keepLines/>
        <w:spacing w:before="40" w:after="0"/>
        <w:contextualSpacing w:val="0"/>
        <w:rPr>
          <w:rFonts w:asciiTheme="majorHAnsi" w:eastAsiaTheme="majorEastAsia" w:hAnsiTheme="majorHAnsi" w:cstheme="majorBidi"/>
          <w:b w:val="0"/>
          <w:noProof w:val="0"/>
          <w:color w:val="365F91" w:themeColor="accent1" w:themeShade="BF"/>
          <w:kern w:val="0"/>
          <w:sz w:val="32"/>
          <w:szCs w:val="32"/>
        </w:rPr>
      </w:pPr>
      <w:r w:rsidRPr="00054090">
        <w:rPr>
          <w:rFonts w:asciiTheme="majorHAnsi" w:eastAsiaTheme="majorEastAsia" w:hAnsiTheme="majorHAnsi" w:cstheme="majorBidi"/>
          <w:b w:val="0"/>
          <w:noProof w:val="0"/>
          <w:color w:val="365F91" w:themeColor="accent1" w:themeShade="BF"/>
          <w:kern w:val="0"/>
          <w:sz w:val="32"/>
          <w:szCs w:val="32"/>
        </w:rPr>
        <w:t>Project Specifications:</w:t>
      </w:r>
    </w:p>
    <w:p w14:paraId="4F80DB6D"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Material: Veneered particle board/MDF</w:t>
      </w:r>
    </w:p>
    <w:p w14:paraId="1D6EC196"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Description: The front two edges have a 12°angle with a 10mm timber lipping over the raw material. The remaining two edges have a veneer edge.</w:t>
      </w:r>
    </w:p>
    <w:p w14:paraId="3D055AEE"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Proposed surface coating: Top will be finished with a traditional French polishing finish (shellac).</w:t>
      </w:r>
    </w:p>
    <w:p w14:paraId="117E2239" w14:textId="77777777" w:rsidR="00054090" w:rsidRDefault="00054090" w:rsidP="00054090">
      <w:pPr>
        <w:spacing w:before="240" w:line="240" w:lineRule="auto"/>
        <w:contextualSpacing/>
        <w:outlineLvl w:val="1"/>
        <w:rPr>
          <w:rFonts w:eastAsia="Times New Roman"/>
          <w:noProof/>
          <w:color w:val="365F91" w:themeColor="accent1" w:themeShade="BF"/>
          <w:kern w:val="22"/>
          <w:szCs w:val="24"/>
          <w:lang w:eastAsia="en-AU"/>
        </w:rPr>
      </w:pPr>
    </w:p>
    <w:p w14:paraId="2EF39C4E" w14:textId="77777777" w:rsidR="00054090" w:rsidRPr="005702B3" w:rsidRDefault="00054090" w:rsidP="00054090">
      <w:pPr>
        <w:spacing w:line="600" w:lineRule="exact"/>
        <w:outlineLvl w:val="0"/>
        <w:rPr>
          <w:rFonts w:eastAsia="Times New Roman"/>
          <w:noProof/>
          <w:color w:val="2D739F"/>
          <w:kern w:val="22"/>
          <w:sz w:val="40"/>
          <w:szCs w:val="40"/>
          <w:lang w:eastAsia="en-AU"/>
        </w:rPr>
      </w:pPr>
      <w:r w:rsidRPr="005702B3">
        <w:rPr>
          <w:rFonts w:eastAsia="Times New Roman"/>
          <w:noProof/>
          <w:color w:val="2D739F"/>
          <w:kern w:val="22"/>
          <w:sz w:val="40"/>
          <w:szCs w:val="40"/>
          <w:lang w:eastAsia="en-AU"/>
        </w:rPr>
        <w:t>The steps f</w:t>
      </w:r>
      <w:r w:rsidRPr="005702B3">
        <w:rPr>
          <w:rFonts w:eastAsia="Times New Roman"/>
          <w:noProof/>
          <w:color w:val="365F91" w:themeColor="accent1" w:themeShade="BF"/>
          <w:kern w:val="22"/>
          <w:sz w:val="40"/>
          <w:szCs w:val="40"/>
          <w:lang w:eastAsia="en-AU"/>
        </w:rPr>
        <w:t>or</w:t>
      </w:r>
      <w:r w:rsidRPr="005702B3">
        <w:rPr>
          <w:rFonts w:eastAsia="Times New Roman"/>
          <w:noProof/>
          <w:color w:val="2D739F"/>
          <w:kern w:val="22"/>
          <w:sz w:val="40"/>
          <w:szCs w:val="40"/>
          <w:lang w:eastAsia="en-AU"/>
        </w:rPr>
        <w:t xml:space="preserve"> this task are:</w:t>
      </w:r>
    </w:p>
    <w:p w14:paraId="52C02DA2" w14:textId="77777777" w:rsidR="00054090" w:rsidRPr="002A3F41" w:rsidRDefault="00054090" w:rsidP="00054090">
      <w:pPr>
        <w:rPr>
          <w:szCs w:val="24"/>
          <w:lang w:eastAsia="en-AU"/>
        </w:rPr>
      </w:pPr>
      <w:r w:rsidRPr="002A3F41">
        <w:rPr>
          <w:szCs w:val="24"/>
          <w:lang w:eastAsia="en-AU"/>
        </w:rPr>
        <w:t>Prepare the top (horizontal) veneered surface of the panel using the processes listed in the job plan developed by you, including:</w:t>
      </w:r>
    </w:p>
    <w:p w14:paraId="31A37CC4"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Ensuring that the work area is safe and that tools are safe to use (pre use checks).</w:t>
      </w:r>
    </w:p>
    <w:p w14:paraId="67F627AB"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Using all tools, equipment and PPE, according to the details in the JSEA developed by you.</w:t>
      </w:r>
    </w:p>
    <w:p w14:paraId="695CBB5D"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Using and materials according to the relevant MSDS (material safety data sheet).</w:t>
      </w:r>
    </w:p>
    <w:p w14:paraId="258CBC5F"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Inspecting approving the surface for further processing, removing and filling any defects.</w:t>
      </w:r>
    </w:p>
    <w:p w14:paraId="23235D55"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Cleaning up any excess glue.</w:t>
      </w:r>
    </w:p>
    <w:p w14:paraId="1EC05109"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Sharpening and using a cabinet scraper to flush off lippings and remove any shallow scratches.</w:t>
      </w:r>
    </w:p>
    <w:p w14:paraId="52F180DD"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Sanding the surface with different grades of abrasive paper, finishing with 240grit or finer and using the equipment listed in your job plan. Equipment can include: hand sanding tools or appropriate power sanding tools.</w:t>
      </w:r>
    </w:p>
    <w:p w14:paraId="15E979C7"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Final sanding process to be done by hand and by sanding only with the direction of the grain.</w:t>
      </w:r>
    </w:p>
    <w:p w14:paraId="38F17274"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Arrising all edges.</w:t>
      </w:r>
    </w:p>
    <w:p w14:paraId="21C09798"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Clean up the work area at the end of the session and ensure that tools are checked for safety (post use checks) and returned to storage.</w:t>
      </w:r>
    </w:p>
    <w:p w14:paraId="748478AF"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Complete q</w:t>
      </w:r>
      <w:r>
        <w:rPr>
          <w:szCs w:val="24"/>
          <w:lang w:eastAsia="en-AU"/>
        </w:rPr>
        <w:t xml:space="preserve">uestion </w:t>
      </w:r>
      <w:r w:rsidRPr="008F4095">
        <w:rPr>
          <w:szCs w:val="24"/>
          <w:lang w:eastAsia="en-AU"/>
        </w:rPr>
        <w:t>1.1</w:t>
      </w:r>
      <w:r>
        <w:rPr>
          <w:szCs w:val="24"/>
          <w:lang w:eastAsia="en-AU"/>
        </w:rPr>
        <w:t xml:space="preserve"> (page 15</w:t>
      </w:r>
      <w:r w:rsidRPr="008F4095">
        <w:rPr>
          <w:szCs w:val="24"/>
          <w:lang w:eastAsia="en-AU"/>
        </w:rPr>
        <w:t>), calculating the required quantity of surface coating.</w:t>
      </w:r>
    </w:p>
    <w:p w14:paraId="1916C2F2" w14:textId="77777777" w:rsidR="00054090" w:rsidRPr="00054090" w:rsidRDefault="00054090" w:rsidP="00054090">
      <w:pPr>
        <w:rPr>
          <w:b/>
          <w:szCs w:val="24"/>
          <w:u w:val="single"/>
        </w:rPr>
      </w:pPr>
    </w:p>
    <w:p w14:paraId="19416AA6" w14:textId="77777777" w:rsidR="00054090" w:rsidRPr="00054090" w:rsidRDefault="00054090" w:rsidP="00054090">
      <w:pPr>
        <w:rPr>
          <w:szCs w:val="24"/>
        </w:rPr>
      </w:pPr>
      <w:r w:rsidRPr="00054090">
        <w:rPr>
          <w:b/>
          <w:szCs w:val="24"/>
          <w:u w:val="single"/>
        </w:rPr>
        <w:t>NOTE:</w:t>
      </w:r>
      <w:r w:rsidRPr="00054090">
        <w:rPr>
          <w:b/>
          <w:szCs w:val="24"/>
        </w:rPr>
        <w:t xml:space="preserve"> </w:t>
      </w:r>
      <w:r w:rsidRPr="00054090">
        <w:rPr>
          <w:szCs w:val="24"/>
        </w:rPr>
        <w:t>This assessment event is based on the further processing of a project that was produced during the assessment of another unit of competency:</w:t>
      </w:r>
    </w:p>
    <w:p w14:paraId="7DA526A3" w14:textId="77777777" w:rsidR="00054090" w:rsidRPr="00054090" w:rsidRDefault="00054090" w:rsidP="00C261EA">
      <w:pPr>
        <w:pStyle w:val="ListParagraph"/>
        <w:numPr>
          <w:ilvl w:val="0"/>
          <w:numId w:val="8"/>
        </w:numPr>
        <w:tabs>
          <w:tab w:val="clear" w:pos="284"/>
        </w:tabs>
        <w:spacing w:before="0" w:after="160" w:line="259" w:lineRule="auto"/>
        <w:rPr>
          <w:szCs w:val="24"/>
        </w:rPr>
      </w:pPr>
      <w:r w:rsidRPr="00054090">
        <w:rPr>
          <w:szCs w:val="24"/>
          <w:lang w:eastAsia="en-AU"/>
        </w:rPr>
        <w:t>MSFFM2001 Hand and power tools, skill assessment 5 of 6 – Edging detail panel</w:t>
      </w:r>
    </w:p>
    <w:p w14:paraId="43C82E3B" w14:textId="77777777" w:rsidR="00054090" w:rsidRDefault="00054090" w:rsidP="00054090">
      <w:pPr>
        <w:rPr>
          <w:lang w:eastAsia="en-AU"/>
        </w:rPr>
      </w:pPr>
      <w:r w:rsidRPr="00054090">
        <w:rPr>
          <w:szCs w:val="24"/>
        </w:rPr>
        <w:t>This project will need to be retained and made available to the student for the assessment of this task.</w:t>
      </w:r>
      <w:r>
        <w:rPr>
          <w:lang w:eastAsia="en-AU"/>
        </w:rPr>
        <w:br w:type="page"/>
      </w:r>
    </w:p>
    <w:p w14:paraId="71A26060" w14:textId="4273A2B0" w:rsidR="00054090" w:rsidRPr="00C261DF" w:rsidRDefault="00054090" w:rsidP="00054090">
      <w:pPr>
        <w:spacing w:before="240" w:line="240" w:lineRule="auto"/>
        <w:contextualSpacing/>
        <w:outlineLvl w:val="1"/>
        <w:rPr>
          <w:color w:val="FF0000"/>
          <w:szCs w:val="24"/>
          <w:lang w:eastAsia="en-AU"/>
        </w:rPr>
      </w:pPr>
      <w:r w:rsidRPr="00F55862">
        <w:rPr>
          <w:rFonts w:eastAsia="Times New Roman"/>
          <w:b/>
          <w:noProof/>
          <w:color w:val="464748"/>
          <w:kern w:val="22"/>
          <w:sz w:val="28"/>
          <w:szCs w:val="28"/>
          <w:lang w:eastAsia="en-AU"/>
        </w:rPr>
        <w:lastRenderedPageBreak/>
        <w:t>Question 1.1 - Calculating the required quantity of surface coating</w:t>
      </w:r>
    </w:p>
    <w:p w14:paraId="7D5845FF" w14:textId="77777777" w:rsidR="00054090" w:rsidRDefault="00054090" w:rsidP="00054090">
      <w:pPr>
        <w:rPr>
          <w:szCs w:val="24"/>
          <w:lang w:eastAsia="en-AU"/>
        </w:rPr>
      </w:pPr>
    </w:p>
    <w:p w14:paraId="3E82430B" w14:textId="77777777" w:rsidR="00054090" w:rsidRPr="00AD3DF6" w:rsidRDefault="00054090" w:rsidP="00054090">
      <w:pPr>
        <w:rPr>
          <w:szCs w:val="24"/>
          <w:lang w:eastAsia="en-AU"/>
        </w:rPr>
      </w:pPr>
      <w:r>
        <w:rPr>
          <w:b/>
          <w:szCs w:val="24"/>
          <w:lang w:eastAsia="en-AU"/>
        </w:rPr>
        <w:t>Task</w:t>
      </w:r>
      <w:r w:rsidRPr="00AD3DF6">
        <w:rPr>
          <w:b/>
          <w:szCs w:val="24"/>
          <w:lang w:eastAsia="en-AU"/>
        </w:rPr>
        <w:t>:</w:t>
      </w:r>
      <w:r>
        <w:rPr>
          <w:szCs w:val="24"/>
          <w:lang w:eastAsia="en-AU"/>
        </w:rPr>
        <w:t xml:space="preserve"> </w:t>
      </w:r>
      <w:r w:rsidRPr="00AD3DF6">
        <w:rPr>
          <w:szCs w:val="24"/>
          <w:lang w:eastAsia="en-AU"/>
        </w:rPr>
        <w:t xml:space="preserve">Calculate the quantity of shellac, required to apply one coat to the </w:t>
      </w:r>
      <w:r>
        <w:rPr>
          <w:szCs w:val="24"/>
          <w:lang w:eastAsia="en-AU"/>
        </w:rPr>
        <w:t xml:space="preserve">top </w:t>
      </w:r>
      <w:r w:rsidRPr="00AD3DF6">
        <w:rPr>
          <w:szCs w:val="24"/>
          <w:lang w:eastAsia="en-AU"/>
        </w:rPr>
        <w:t xml:space="preserve">face of the edging detail panel. </w:t>
      </w:r>
    </w:p>
    <w:p w14:paraId="2652DD22" w14:textId="77777777" w:rsidR="00054090" w:rsidRPr="00AD3DF6" w:rsidRDefault="00054090" w:rsidP="00054090">
      <w:pPr>
        <w:rPr>
          <w:szCs w:val="24"/>
          <w:lang w:eastAsia="en-AU"/>
        </w:rPr>
      </w:pPr>
      <w:r w:rsidRPr="00AD3DF6">
        <w:rPr>
          <w:b/>
          <w:szCs w:val="24"/>
          <w:lang w:eastAsia="en-AU"/>
        </w:rPr>
        <w:t>Details:</w:t>
      </w:r>
      <w:r>
        <w:rPr>
          <w:szCs w:val="24"/>
          <w:lang w:eastAsia="en-AU"/>
        </w:rPr>
        <w:t xml:space="preserve"> </w:t>
      </w:r>
      <w:r w:rsidRPr="00AD3DF6">
        <w:rPr>
          <w:szCs w:val="24"/>
          <w:lang w:eastAsia="en-AU"/>
        </w:rPr>
        <w:t>One litre of shellac will cover 5 square metres. Allow 20% for wastage.</w:t>
      </w:r>
    </w:p>
    <w:p w14:paraId="53FA168D" w14:textId="77777777" w:rsidR="00054090" w:rsidRPr="00D14DD1" w:rsidRDefault="00054090" w:rsidP="00054090">
      <w:pPr>
        <w:ind w:firstLine="720"/>
        <w:rPr>
          <w:szCs w:val="24"/>
          <w:lang w:eastAsia="en-AU"/>
        </w:rPr>
      </w:pPr>
      <w:r w:rsidRPr="00D14DD1">
        <w:rPr>
          <w:szCs w:val="24"/>
          <w:lang w:eastAsia="en-AU"/>
        </w:rPr>
        <w:t>Size of panel surface: 200 x 200mm</w:t>
      </w:r>
    </w:p>
    <w:p w14:paraId="3C3FF7B7" w14:textId="77777777" w:rsidR="00054090" w:rsidRPr="00D14DD1" w:rsidRDefault="00054090" w:rsidP="00054090">
      <w:pPr>
        <w:rPr>
          <w:lang w:eastAsia="en-AU"/>
        </w:rPr>
      </w:pPr>
    </w:p>
    <w:p w14:paraId="7D0EEECF" w14:textId="77777777" w:rsidR="00054090" w:rsidRDefault="00054090" w:rsidP="00054090">
      <w:pPr>
        <w:rPr>
          <w:lang w:eastAsia="en-AU"/>
        </w:rPr>
      </w:pPr>
      <w:r w:rsidRPr="00D14DD1">
        <w:rPr>
          <w:lang w:eastAsia="en-AU"/>
        </w:rPr>
        <w:t xml:space="preserve">(Show all working out </w:t>
      </w:r>
      <w:r>
        <w:rPr>
          <w:lang w:eastAsia="en-AU"/>
        </w:rPr>
        <w:t>calculations)</w:t>
      </w:r>
      <w:r w:rsidRPr="00CB3CB8">
        <w:rPr>
          <w:lang w:eastAsia="en-AU"/>
        </w:rPr>
        <w:t>.</w:t>
      </w:r>
    </w:p>
    <w:p w14:paraId="40EC7868" w14:textId="77777777" w:rsidR="00054090" w:rsidRPr="005052AD" w:rsidRDefault="00054090" w:rsidP="00054090">
      <w:pPr>
        <w:keepNext/>
        <w:spacing w:after="0"/>
        <w:rPr>
          <w:rFonts w:ascii="Calibri" w:eastAsia="Calibri" w:hAnsi="Calibri" w:cs="Calibri"/>
          <w:color w:val="747679"/>
          <w:sz w:val="16"/>
          <w:szCs w:val="16"/>
        </w:rPr>
      </w:pPr>
      <w:r w:rsidRPr="001919F7">
        <w:rPr>
          <w:rFonts w:ascii="Calibri" w:eastAsia="Calibri" w:hAnsi="Calibri" w:cs="Calibri"/>
          <w:color w:val="747679"/>
          <w:sz w:val="16"/>
          <w:szCs w:val="16"/>
        </w:rPr>
        <w:t xml:space="preserve">Table </w:t>
      </w:r>
      <w:r>
        <w:rPr>
          <w:rFonts w:ascii="Calibri" w:eastAsia="Calibri" w:hAnsi="Calibri" w:cs="Calibri"/>
          <w:noProof/>
          <w:color w:val="747679"/>
          <w:sz w:val="16"/>
          <w:szCs w:val="16"/>
        </w:rPr>
        <w:t>4</w:t>
      </w:r>
      <w:r w:rsidRPr="001919F7">
        <w:rPr>
          <w:rFonts w:ascii="Calibri" w:eastAsia="Calibri" w:hAnsi="Calibri" w:cs="Calibri"/>
          <w:color w:val="747679"/>
          <w:sz w:val="16"/>
          <w:szCs w:val="16"/>
        </w:rPr>
        <w:t xml:space="preserve"> </w:t>
      </w:r>
      <w:r>
        <w:rPr>
          <w:rFonts w:ascii="Calibri" w:eastAsia="Calibri" w:hAnsi="Calibri" w:cs="Calibri"/>
          <w:color w:val="747679"/>
          <w:sz w:val="16"/>
          <w:szCs w:val="16"/>
        </w:rPr>
        <w:t>Surface coating calculation</w:t>
      </w:r>
    </w:p>
    <w:tbl>
      <w:tblPr>
        <w:tblStyle w:val="TableGrid"/>
        <w:tblW w:w="0" w:type="auto"/>
        <w:tblLook w:val="04A0" w:firstRow="1" w:lastRow="0" w:firstColumn="1" w:lastColumn="0" w:noHBand="0" w:noVBand="1"/>
      </w:tblPr>
      <w:tblGrid>
        <w:gridCol w:w="6658"/>
        <w:gridCol w:w="2403"/>
      </w:tblGrid>
      <w:tr w:rsidR="00054090" w14:paraId="4F72FE64" w14:textId="77777777" w:rsidTr="00DF669F">
        <w:trPr>
          <w:cnfStyle w:val="100000000000" w:firstRow="1" w:lastRow="0" w:firstColumn="0" w:lastColumn="0" w:oddVBand="0" w:evenVBand="0" w:oddHBand="0" w:evenHBand="0" w:firstRowFirstColumn="0" w:firstRowLastColumn="0" w:lastRowFirstColumn="0" w:lastRowLastColumn="0"/>
        </w:trPr>
        <w:tc>
          <w:tcPr>
            <w:tcW w:w="6658" w:type="dxa"/>
          </w:tcPr>
          <w:p w14:paraId="4AD3F556" w14:textId="39705354" w:rsidR="00054090" w:rsidRDefault="00FB156D" w:rsidP="00FB156D">
            <w:pPr>
              <w:rPr>
                <w:lang w:eastAsia="en-AU"/>
              </w:rPr>
            </w:pPr>
            <w:r>
              <w:rPr>
                <w:lang w:eastAsia="en-AU"/>
              </w:rPr>
              <w:t>Calculation</w:t>
            </w:r>
          </w:p>
        </w:tc>
        <w:tc>
          <w:tcPr>
            <w:tcW w:w="2403" w:type="dxa"/>
          </w:tcPr>
          <w:p w14:paraId="4077CFFD" w14:textId="77777777" w:rsidR="00054090" w:rsidRDefault="00054090" w:rsidP="00DF669F">
            <w:pPr>
              <w:rPr>
                <w:lang w:eastAsia="en-AU"/>
              </w:rPr>
            </w:pPr>
            <w:r>
              <w:rPr>
                <w:lang w:eastAsia="en-AU"/>
              </w:rPr>
              <w:t>Answer</w:t>
            </w:r>
          </w:p>
        </w:tc>
      </w:tr>
      <w:tr w:rsidR="00054090" w14:paraId="128DB0C1" w14:textId="77777777" w:rsidTr="00DF669F">
        <w:tc>
          <w:tcPr>
            <w:tcW w:w="6658" w:type="dxa"/>
          </w:tcPr>
          <w:p w14:paraId="2FA58DFB" w14:textId="77777777" w:rsidR="00DF669F" w:rsidRDefault="00DF669F" w:rsidP="00DF669F">
            <w:pPr>
              <w:spacing w:line="360" w:lineRule="auto"/>
              <w:rPr>
                <w:lang w:eastAsia="en-AU"/>
              </w:rPr>
            </w:pPr>
          </w:p>
          <w:p w14:paraId="7EE03D53" w14:textId="77777777" w:rsidR="00DF669F" w:rsidRDefault="00DF669F" w:rsidP="00DF669F">
            <w:pPr>
              <w:spacing w:line="360" w:lineRule="auto"/>
              <w:rPr>
                <w:lang w:eastAsia="en-AU"/>
              </w:rPr>
            </w:pPr>
          </w:p>
          <w:p w14:paraId="1A8CD117" w14:textId="13354D39" w:rsidR="00054090" w:rsidRPr="00DF669F" w:rsidRDefault="00054090" w:rsidP="00DF669F">
            <w:pPr>
              <w:spacing w:line="360" w:lineRule="auto"/>
              <w:rPr>
                <w:lang w:eastAsia="en-AU"/>
              </w:rPr>
            </w:pPr>
          </w:p>
        </w:tc>
        <w:tc>
          <w:tcPr>
            <w:tcW w:w="2403" w:type="dxa"/>
          </w:tcPr>
          <w:p w14:paraId="273E0D37" w14:textId="6DD1CB6C" w:rsidR="00054090" w:rsidRPr="00DF669F" w:rsidRDefault="00054090" w:rsidP="00DF669F">
            <w:pPr>
              <w:rPr>
                <w:lang w:eastAsia="en-AU"/>
              </w:rPr>
            </w:pPr>
          </w:p>
        </w:tc>
      </w:tr>
    </w:tbl>
    <w:p w14:paraId="60C29150" w14:textId="77777777" w:rsidR="00054090" w:rsidRDefault="00054090" w:rsidP="00054090">
      <w:pPr>
        <w:rPr>
          <w:smallCaps/>
        </w:rPr>
      </w:pPr>
      <w:r>
        <w:rPr>
          <w:smallCaps/>
        </w:rPr>
        <w:br w:type="page"/>
      </w:r>
    </w:p>
    <w:p w14:paraId="234D828E" w14:textId="77777777" w:rsidR="00054090" w:rsidRPr="001E2A1A" w:rsidRDefault="00054090" w:rsidP="00054090">
      <w:pPr>
        <w:pStyle w:val="Heading2"/>
      </w:pPr>
      <w:r w:rsidRPr="001E2A1A">
        <w:lastRenderedPageBreak/>
        <w:t>Task 3: Kitchen trolley tray (Preparing internal and vertical surfaces)</w:t>
      </w:r>
    </w:p>
    <w:p w14:paraId="6F9648EA" w14:textId="77777777" w:rsidR="00054090" w:rsidRPr="004C1B54" w:rsidRDefault="00054090" w:rsidP="00054090">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Cs w:val="24"/>
          <w:lang w:eastAsia="en-AU"/>
        </w:rPr>
      </w:pPr>
      <w:r>
        <w:rPr>
          <w:b/>
          <w:color w:val="FFFFFF" w:themeColor="background1"/>
          <w:szCs w:val="24"/>
          <w:lang w:eastAsia="en-AU"/>
        </w:rPr>
        <w:t>Student instructions</w:t>
      </w:r>
    </w:p>
    <w:p w14:paraId="73783636" w14:textId="77777777" w:rsidR="00054090" w:rsidRPr="001E2A1A" w:rsidRDefault="00054090" w:rsidP="001E2A1A">
      <w:pPr>
        <w:pStyle w:val="Heading2"/>
        <w:keepNext/>
        <w:keepLines/>
        <w:spacing w:before="40" w:after="0"/>
        <w:contextualSpacing w:val="0"/>
        <w:rPr>
          <w:rFonts w:asciiTheme="majorHAnsi" w:eastAsiaTheme="majorEastAsia" w:hAnsiTheme="majorHAnsi" w:cstheme="majorBidi"/>
          <w:b w:val="0"/>
          <w:noProof w:val="0"/>
          <w:color w:val="365F91" w:themeColor="accent1" w:themeShade="BF"/>
          <w:kern w:val="0"/>
          <w:sz w:val="32"/>
          <w:szCs w:val="32"/>
        </w:rPr>
      </w:pPr>
      <w:r w:rsidRPr="001E2A1A">
        <w:rPr>
          <w:rFonts w:asciiTheme="majorHAnsi" w:eastAsiaTheme="majorEastAsia" w:hAnsiTheme="majorHAnsi" w:cstheme="majorBidi"/>
          <w:b w:val="0"/>
          <w:color w:val="365F91" w:themeColor="accent1" w:themeShade="BF"/>
          <w:kern w:val="0"/>
          <w:sz w:val="32"/>
          <w:szCs w:val="32"/>
        </w:rPr>
        <mc:AlternateContent>
          <mc:Choice Requires="wpg">
            <w:drawing>
              <wp:anchor distT="0" distB="0" distL="114300" distR="114300" simplePos="0" relativeHeight="251668480" behindDoc="0" locked="0" layoutInCell="1" allowOverlap="1" wp14:anchorId="105B9E04" wp14:editId="43ED107F">
                <wp:simplePos x="0" y="0"/>
                <wp:positionH relativeFrom="column">
                  <wp:posOffset>3209925</wp:posOffset>
                </wp:positionH>
                <wp:positionV relativeFrom="paragraph">
                  <wp:posOffset>6985</wp:posOffset>
                </wp:positionV>
                <wp:extent cx="2958465" cy="1987550"/>
                <wp:effectExtent l="0" t="0" r="0" b="0"/>
                <wp:wrapSquare wrapText="bothSides"/>
                <wp:docPr id="14" name="Group 14" descr="Kitchen trolley tray" title="Kitchen trolley tray"/>
                <wp:cNvGraphicFramePr/>
                <a:graphic xmlns:a="http://schemas.openxmlformats.org/drawingml/2006/main">
                  <a:graphicData uri="http://schemas.microsoft.com/office/word/2010/wordprocessingGroup">
                    <wpg:wgp>
                      <wpg:cNvGrpSpPr/>
                      <wpg:grpSpPr>
                        <a:xfrm>
                          <a:off x="0" y="0"/>
                          <a:ext cx="2958465" cy="1987550"/>
                          <a:chOff x="0" y="0"/>
                          <a:chExt cx="2958465" cy="1987550"/>
                        </a:xfrm>
                      </wpg:grpSpPr>
                      <pic:pic xmlns:pic="http://schemas.openxmlformats.org/drawingml/2006/picture">
                        <pic:nvPicPr>
                          <pic:cNvPr id="15" name="Picture 15"/>
                          <pic:cNvPicPr>
                            <a:picLocks noChangeAspect="1"/>
                          </pic:cNvPicPr>
                        </pic:nvPicPr>
                        <pic:blipFill rotWithShape="1">
                          <a:blip r:embed="rId34">
                            <a:extLst>
                              <a:ext uri="{28A0092B-C50C-407E-A947-70E740481C1C}">
                                <a14:useLocalDpi xmlns:a14="http://schemas.microsoft.com/office/drawing/2010/main" val="0"/>
                              </a:ext>
                            </a:extLst>
                          </a:blip>
                          <a:srcRect l="9620" t="11363" r="10918" b="13449"/>
                          <a:stretch/>
                        </pic:blipFill>
                        <pic:spPr bwMode="auto">
                          <a:xfrm>
                            <a:off x="0" y="0"/>
                            <a:ext cx="2958465" cy="1987550"/>
                          </a:xfrm>
                          <a:prstGeom prst="rect">
                            <a:avLst/>
                          </a:prstGeom>
                          <a:ln>
                            <a:noFill/>
                          </a:ln>
                          <a:extLst>
                            <a:ext uri="{53640926-AAD7-44D8-BBD7-CCE9431645EC}">
                              <a14:shadowObscured xmlns:a14="http://schemas.microsoft.com/office/drawing/2010/main"/>
                            </a:ext>
                          </a:extLst>
                        </pic:spPr>
                      </pic:pic>
                      <wps:wsp>
                        <wps:cNvPr id="16" name="Text Box 16"/>
                        <wps:cNvSpPr txBox="1"/>
                        <wps:spPr>
                          <a:xfrm>
                            <a:off x="1860606" y="1590261"/>
                            <a:ext cx="977981" cy="310101"/>
                          </a:xfrm>
                          <a:prstGeom prst="rect">
                            <a:avLst/>
                          </a:prstGeom>
                          <a:noFill/>
                          <a:ln w="6350">
                            <a:noFill/>
                          </a:ln>
                        </wps:spPr>
                        <wps:txbx>
                          <w:txbxContent>
                            <w:p w14:paraId="29E8AEB5" w14:textId="62FF5B2A" w:rsidR="00B64173" w:rsidRDefault="00B64173" w:rsidP="0005409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05B9E04" id="Group 14" o:spid="_x0000_s1029" alt="Title: Kitchen trolley tray - Description: Kitchen trolley tray" style="position:absolute;margin-left:252.75pt;margin-top:.55pt;width:232.95pt;height:156.5pt;z-index:251668480" coordsize="29584,1987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sc3NQQAAM8JAAAOAAAAZHJzL2Uyb0RvYy54bWykVmFv2zYQ/T5g/4HQ&#10;d8eSLcuWEadwnKQoljXBkiGfaYqyhEqiRtKxvWH/fe9IyU0TDw1aBJFJHnW8e+/dUecf9nXFnqU2&#10;pWoWQXQWBkw2QmVls1kEfz7eDGYBM5Y3Ga9UIxfBQZrgw8Wvv5zv2rkcqUJVmdQMThoz37WLoLC2&#10;nQ+HRhSy5uZMtbKBMVe65hZTvRlmmu/gva6GozBMhjuls1YrIY3B6pU3BhfOf55LYe/y3EjLqkWA&#10;2Kx7avdc03N4cc7nG83bohRdGPwHoqh52eDQo6srbjnb6vKNq7oUWhmV2zOh6qHK81JIlwOyicJX&#10;2XzUatu6XDbz3aY9wgRoX+H0w27F5+d7zcoM3MUBa3gNjtyxjOaZNAJg/VZa8NEwq1VVyQN++QFY&#10;lrbC7pNGwLprN3N4/6jbh/ZedwsbPyOk9rmu6RcYsL0j5HAkRO4tE1gcpZNZnEwCJmCL0tl0Muko&#10;EwV4ffOeKK6/8+awP3hI8R3DaUsxx3+HMEZvEP6+EvGW3WoZdE7qd/mouf6ybQcQQ8ttuS6r0h6c&#10;sEE7BdU835fiXvvJC7KAiScLZjqVRRPSMr1Cu/w7nHK6VeKLYY1aFbzZyKVpURMAk3YPv93upt8c&#10;uK7K9qasKqaVfSpt8VDwFpRHTupk7HKFRl4J8gRcXuxXSmxr2VhfvVpWSFs1pihbEzA9l/VaQoz6&#10;U+YPgRJujSWdkCZcRf0zmi3DMB1dDlaTcDWIw+n1YJnG08E0vJ7GYTyLVtHqXwoxiudbIwEAr67a&#10;sosVq2+iPVk+XaPxhekKnD1z10YIOhdQ/+tCxBJBQrEaLf4AzNR00mTk+04UjZMxUgR8YRqhLaL/&#10;ROM4Tn0PMlZLVFnPSo+8p9Sggth697vKgD7fWuUI+JkKOtYBNKKN/ShVzWgA6BG4c8+fkZZPtd9C&#10;uVUNPRtFuvBWv3KKqck4icFUMlgur6aDOL6aDS4vMVqtrtN4HCXx5PrIlCl4pnZ3ayMg5+znyfof&#10;kkjyBGenfkypVeHyMb2YMXufQOjqOdW2XZUAQnL7omSTvmQfScqXas+ihLjvtlGXZHaP9a46ad1H&#10;2vesY7OMZkmIv4BRW5yk4Shx9eyLhBpnOp2ms8j3zXGEm8XX+1dHPaPvJP1IN/HPdosgGaMTnxIC&#10;+mofNo3sfr3310uf6lplB2SKjuKavmnFTQnh3XJj77nG5YtywQeFvcMjrxTOUt0oYIXSf59ap/3g&#10;DNaA7XCZLwLz15ZTL64+NWAzjeKYqtBN4smUSlK/tKxfWpptvVIoXeCH6NyQ9tuqH+Za1U8gf0mn&#10;wsQbgbMXge2HK4sZDPhuEXK5dGPf4m+bhxYXg29uRMLj/onrtqPBQhmfVa8fPn9Vgn6vR32JLpCX&#10;rj4JZ48qRE0TaNmN3FeD61HdFw59lrycu11fv8Mu/gM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DBBQA&#10;BgAIAAAAIQBQBL7Y4AAAAAkBAAAPAAAAZHJzL2Rvd25yZXYueG1sTI/LTsMwEEX3SPyDNUjsqGPa&#10;8AhxqqoCVlUlWiTEbhpPk6jxOIrdJP17zAqWo3N175l8OdlWDNT7xrEGNUtAEJfONFxp+Ny/3T2B&#10;8AHZYOuYNFzIw7K4vsoxM27kDxp2oRKxhH2GGuoQukxKX9Zk0c9cRxzZ0fUWQzz7Spoex1huW3mf&#10;JA/SYsNxocaO1jWVp93ZangfcVzN1euwOR3Xl+99uv3aKNL69mZavYAINIW/MPzqR3UootPBndl4&#10;0WpIkzSN0QgUiMifH9UCxEHDXC0UyCKX/z8ofgAAAP//AwBQSwMECgAAAAAAAAAhAOmeJ/YVNAAA&#10;FTQAABQAAABkcnMvbWVkaWEvaW1hZ2UxLmpwZ//Y/+AAEEpGSUYAAQEBAGAAYAAA/9sAQwACAQEC&#10;AQECAgICAgICAgMFAwMDAwMGBAQDBQcGBwcHBgcHCAkLCQgICggHBwoNCgoLDAwMDAcJDg8NDA4L&#10;DAwM/9sAQwECAgIDAwMGAwMGDAgHCAwMDAwMDAwMDAwMDAwMDAwMDAwMDAwMDAwMDAwMDAwMDAwM&#10;DAwMDAwMDAwMDAwMDAwM/8AAEQgBEAF/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y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RjSMSK574hfFPQvhZpP2zXtRt7CJiE&#10;iVstJO56KiDLMfoKAN8ybe9OQkn2r87bT9tTx14J+Euk/ED9oW78U/BzxJeSKdPstMtoZtFhVm27&#10;ZYX3SPlTlw7uVGSjKQK+s/Cf7S9z4chsbfx9ZWmnC9CC11/TC02jakWHDKcs0Jbk7GZsAjLmgD2G&#10;ioLK/h1K2iuLeaK4t51DRyRuGRwe4I4IqegAoopu7NADqKaHpQcigBaKKKACiiigAooooAKKKKAC&#10;iiigAooooAKKKKACiiigAooooAKKKKACiiigAooooAKKKKACiiigAooooAKKKKACiiigAooppkxQ&#10;AF+aravrlp4f06a7vrmCztLdC8s0zhEjHqSeBXnXjL9o23bxJL4c8G6dP4y8RxN5dxHZkCy01txU&#10;/abk/u0KkcxgtLjohrzDW7v/AISfxiljrVxJ8UvGlrJg6DozbNB8PyAbgLmU4UMAy58wiR1wRFQB&#10;3XiL4/az8Qba4TwJaWtjpEIJufFuuqYdOtlHVoYiVecjj7xiTByHbGK4jwlpc3iTxA9z4Hs5fGHi&#10;TBSfx34pUmwsXwRm0t1C7yNx4jEQZSczHHPoGifs83njK6tr/wCIOow6p9mIa10KwBh0ixx0GOGm&#10;Yc/MwUYONleqWdlDp9rHBBFFDDEAsaRqFRB2AA4FAHzb8e/2YNA/4R3w1eeKy3jvWb7xbo0Vzd6z&#10;Gk0O17yNWjigx5caYJXABYjhmaneKv2RPE3wR+2X/wAGtTs5dHuiWvfAXiWSS40W7U/fW2mIaW0Z&#10;vTEsQ6CNRWz+078YrbxDdaV4f8JabqnjfXvD/iDTtW1G00ZEcWcFvdJJKJJnZYVlCqcRF/MPZTXq&#10;nwx+Mvh34waS9zoV+J5LfaLqzmja2vdPYgEJPbyBZYWwQdrqDz0oA+avhR8VoNM8Zto/hSe/+Gfj&#10;MENd/Drxh/yD7/AOW066UlQG4wY2cKqLm3jLc+4+F/2ptEmu307xVDP4H1y1QNcW2rkR25Bzhorr&#10;/UyKcHHzB+OUXNb3xe+BHhP49+HhpvivRrbVIF5hkbKT2zcENHIuGRgQDwe3Oa8s1b/gnnp+uaUd&#10;Pu/ih8XrnTM4Wzm1m3lhiTGNihrYkLjjrnHegCx8Zv8Agop4C+G9/Bonht7v4n+NdQKrY+HfCPl3&#10;9zKWYKGll3CC3QE5LSyLwDgMeD5fq+p/tc+Nr+XV9X8I+F/DegbluLfSfC/jYLrEEe0ExStc6VLD&#10;PJnPCtEvbcetfRH7Pv7KfgL9l3w3/Zngnw7YaPHIS086Rg3N0xOS0kn3mJPbp7VH+0/4417wP8L2&#10;k8MmCHWtSvbfTba7uIvNh08zOE8+RMjcqA5IBoA8X+DH7QeteKboReF/FGr6r4isd7a14E+IEEOn&#10;69ERgfuJrdFiKrg/MiTI2QPMXBr3b4Z/tAaJ8R7+TTSLrRPENvxcaNqkYgvIyACSoyVlXkfNGzDn&#10;kg8V8z/Ez4TeIfHvxU8W6L4osoPHEXh2W1vNJubB103xRYWr20R+1W0u7ZKouftS7HZceXgBzWc3&#10;jrWdN0Bx4ksrz4x+DdHO2TWNJtmtfG/hI5+X7XYnbNKqjkPCGdyM+SV+agD7hD8+9CNuFfPHwq+P&#10;epW/g1df0HVIvi94CQlHvtJIOtaVtxujuLY4aRkGSyjE2QAIia9q+H3xP0L4p6IdQ0HUrbUYFby5&#10;Vjb95bSDrHKh+aNx3VgCO4oA36KRXDdKWgAooooAKKKKACiiigAooooAKKKKACiiigAooooAKKKK&#10;ACiiigAooooAKKKKACiiigAooooAKKQnFJvFADicU0SZPTFYvjv4j6J8NNCl1HXdRttOs4hkvK2N&#10;3sB1J5HSvJvFvxi8ReNdGkvo5l+Gvg8bg2samqjUrxQcfuIWyIwQDhmDEhgVwRQB6D8TfjvoPwvu&#10;YLG5llv9cvs/YtIsYzcX13jGSsS5baM/M2MKOSQK8i+JvjDVNdht1+IOpXXh611I5sPBvh9zc6vq&#10;ePm2SNFlmGB8yR5XbnNTfC7wjq+tQXH/AAgOmy+E9N1Qg3/i3WY/tOt6yBnDIJck9flaXcNpO0Di&#10;vWPhf8EdC+E73FxYwyXOsagB9v1a8kM9/fEcjzJWyxA7LnA7CgDzvwd8EPEHi3RLXTbq3h+G/gm2&#10;QJD4e0dwLyePbjZcTpwoz2QkEda9c8FeA9G+G/h6DStD0610uwtkCRw26BAABgfWjxt470b4b6FL&#10;qWt6ha6bZwgs0kzYz9B1JrzdvGnjn46OYvDNtP4J8NuCp1q/gB1C5G4jNvAwIRSBkSOG3BwQARQB&#10;1/xM+N2hfCo29vdzyXWr32fsWk2cZnvrwjAOyJcsQMjJxhQcniuT/wCEC8afHLD+J7y48H+HXKt/&#10;YunXH+m3Kg523E6n5QcAFEJDAkGuu+FvwN8P/CcXM+n20lxquoc32q3krXN/fHkjzJnJdgMnapOF&#10;HAAFdgi7aAMjwV4A0f4deHoNK0TTrXTbC2QJHDAm0ADp9a5/4l/ATRfiHfxaoPtGj+IbTP2bVtPf&#10;yrqL2JH3lPdTwa7mkYbhQB5CPiv4q+CREXjyy/tbQ0+74k0yAlYV9bqEDMfclwNgHU5r0/w54p0/&#10;xfo1vqOl3lvf2F2oeG4t5BJHIvqGHFXTFuHP0PvXl2v/ALN3/CO6zda58PtR/wCEP1m7dp7q2jj3&#10;aVqkpH3ri3+7vOFzKgWXC43YJFAHqXmDGf5Vi/EPwFZfErwVqOh6gGNrqUDQuVOGTI6g+orhvD37&#10;RDeH9Zt9E8faefCusXDbLe5Lb9O1BgM/upeinAJ2tyAOtepRzJMgZWDKwyGByCKAPmP4jTahoNzp&#10;o+IV1e+Fdc0HNvpPxA05N1jcxnaNt12i38Bo5cKzA7cip/HE8Sz2d18RrD+w7y3407x74fY/ZcMR&#10;jzXXmENhNwkwjE4BNfSN3ax3kDxSxpLFMCsiuMqwPBBHfNeS3v7O198MjcXPw3v49KtJyzXHhq8B&#10;l0a53HLeXH/y7sct/qiqksSwagDxL4kfAy98GeJV8ax3d74e1Yxgp498IwB4riL+EanZL8s0fOS2&#10;Ci4LEjFZdx8YotAubDW/iI1r4F1G7j8vTfih4XfzvD2oKT8v2s/djBODsn2qx6E16F4SkbwX4r+w&#10;eFpm+GviR2MkvhPVcyaHqnPztbEYCE5zuiKZbbuDAYoOlaVqnia5toEl+E/jnUwWvdKuQs2ieIdx&#10;y+6MjyZt/wB1pFUSYOA1AHeaR+0Lqfw5gi/4T61tho8w3W/ijSyZNMkQn5TN3hJGMlsJknaTXrmn&#10;apb6vYxXNrNHcW8yh45Y2DK6noQRXxFpHw/8Sfsx+J49N8FyWnwzutSdwvhe+V7vwNrLEnItBkGx&#10;d/veVEyAb/n3HNdN8D/GE8HizV9N8KadefDnx/o6/bNZ+HuoTl9K1JGJ/wBJseiKjsr4khCgsW3h&#10;iM0AfX275sUtcr8J/ipY/FXQHurdXtb20f7PqFjNxPYTgAmNx+OQehBBFdTu5oAWiiigAooooAKK&#10;KKACiiigAooooAKKKKACiiigAooooAKKKKACiiigAooozigBM80E4pHGTXm/jf8AaMsNK1yXQfDV&#10;nceMfFKHadP08jyrNsDm5uD+7hAypKkmTBysbUAehalqNvpdjJcXU8VtbwgtJLK4RIwOpJPAH1ry&#10;TWf2h9Q8ePdWfw8sLa8itiyXXiPVVaLSLIg4YqMq85XrgFFIHD1w3jG//tzxELXxdNdfELxVvDW3&#10;gvw4f+JbppJGGu5mKg7epMrJuUNtic4FdzoX7P2qeP0tp/H11aixg2m28MaMzRaZaY6K8mFecj12&#10;ovqhoA4PwvZnXvF0lx4biufih4whk/eeKdf/AHej6Pkk7bWJAqtsBAHlqGZdu6ZjzXqHgb9m60s9&#10;aTxB4w1Cfxr4qDK6XV8oFnp7AHAtLUfu4gCz4chpSGw0jADHoemaVbaLYx2tnbwWltAgSKGBBHHG&#10;o4wFAwB9K4T4hftE6d4Y1dtE0Oyu/F3inp/ZWl7X+zk45nlYiOEDIOHYMRkqrdKAO/u7qLT7WSee&#10;WOCCFS8kkjhURRySSeAB615dqnx/1D4gX8+mfDfS49anhcxTa1fBo9Js2HBIIw87DrtQqG/vio7D&#10;4Fa58UrpL/4k6mt1BnfF4b0t2TTYPmBBlkOJLhhjuETBIKN1r1HTNIt9FsYbWzt4bS1gUJFFCgRI&#10;x6ADAFAHA+CP2dbXTtai17xTf3PjLxNG3mR3l+F+z2LdcW1uAI4wOzYMmMZc16MIzTx0paAEXpS0&#10;UUAFFFFABQaKKAM7xJ4W0/xjolxpmr2Flqmm3ieXcWt3As0My91ZGBBH1rzGX4TeKvgtM1z4Bv21&#10;bRs7pPDWs3TyIg9La6O6SL6SeYvZQor1+igDhPh18fNF8f6o+lyrdaH4ghyJdI1NBDdKR3XkrIO4&#10;KE8EZA6V2+Mfj+tc18Sfg/oHxasBBrVgs7xZ8i6jYxXNseDmOVcMvIHAODjkGuF+1/ED4Asftazf&#10;EbwjGS3nwhY9c05eMBoziO6UfOS6tG4AUCNzzQB6R41+Hmi/EfRG07XNMtNUs2YMEmQfu3Byroww&#10;yOp5DKQQeQQa8g8a/BXxH4L0drBLeL4m+Btyu+iaw2dUsMHIa2uurlByokHmFgP3y9a9a+HfxP0L&#10;4paMb3Q9RhvY0bbMmCk1s/8AcljbDxt7MAa3n+agD5Wi1D+0fAuqaXo143jLwr5DC+8KeJZPK1vQ&#10;guc+VM+WlEZHHmbySp/fVL4S+H//AA2z+x94O8Vafcal4e8d6GJ38N6/Mqpfwvb3EsCGYjIeG4SJ&#10;Wkj5Rg4YchWHu3j34GeE/ijfxXWuaHbXl1Cu1Z1Z4ZSv9xnRlZl/2SSK6PRNCtPDWkW2n6dbQ2Vj&#10;ZRLDBBDGEjiRRhVAHQAYoA+XvAnxjvfEnh+D4p22m/2V4m8L3x8MfEnRUHysI9u64XvmLfHMjEnE&#10;M0qkM2CPqXTb+LVbKG5t5FlguEEkbqeHUjINfNvx109f2Wv2jbD4grErfD/4lPF4a8bW7AmK0u3y&#10;lhqBXGAhZntpO5NzAT8sZNd98AdQm+G/i/U/hxfyvNFYIdR8P3L4/wBK09jzGDklmhZlUkgZ3jAw&#10;DQB67RSZpaACiiigAooooAKKKKACiiigAooooAKKKKACiiigAooooAKKKyfGHjLSvAOhT6prN/aa&#10;bYWoLyT3EgRVH1NAGtXHfFb44eH/AIQx26ardO+o3wP2HTLSJrm/1AjqIYEBkkx32g471wHir40+&#10;IfHmjXF7pDx+BPB8MbPP4k1iMJO8eOXt4X49wzjBHSue+GXh++8RXFzcfDzTrmyi1FsXnjfxCrT3&#10;2ogH71usmWde6Mfk24xxQBY+JvjXXNZs4J/HWqSeAtB1Fmis/DmmP9q1/Wjx8p8rcVPXKRb/AJWG&#10;4qQQL3gP4TeJPGOhpZQ2Q+F/gw4I0+zZTrOoDJyZ5QSIQflOAzMQzBgtehfDX4E6J8OL+bUh5+re&#10;Ib3/AI+tX1B/OvLjknbvOSqAk7UHCg4ArpvFPijT/Buiz6lqt7b6fY2qmSWaeQIiKBzkmgCj4A+G&#10;eh/C/Q00/QtOgsLdRyUGWk92bqx+pqj8UvjV4e+D9jFJrN6UubwstnYW8TXF9qDAZKwQIDJK2OyK&#10;a46T4meLvjenkeBrU6BocwZT4k1K3+dxjhrWBh8/qGYFDg10/wAMfgNonw31ObUx9p1bxDeD/StX&#10;1CQ3F3MCc7d7ZKoD0QcAcCgDmDonjv46hv7VM/gHwy7ELZQTK+rXkfbzHUlYAeu0FjhsMFORXoHg&#10;P4b6J8M9ISx0TT4LCAEswQfNISclmY8sck9T3roKKACiiigAooooAKKKKACiiigAooooAKKKKACm&#10;nrTqKAPPfiD+z9pXi7VV1nTJ7rwz4miGItV0/wCSQ/7MqdJEJxlT19RWAPjfrvwXZbf4k2CRaYDt&#10;TxPp6M+ngf3rkY3W3qWYeWP79ew1HcxJPGUkVXRhgqwyDQBDpGqW2t6fDeWdxDdWtyiyQzQyB45U&#10;IyGVhwQexq1Xkeq/s73ngTUrjVvhrqMfhq7nZprjSJQW0i+kZi7M0Q/1bsxJLphjnk1e8HftFwf2&#10;9FoPjDTZ/CHiKUssMN0wa1v8H70E4+R8jBK5yuQDzQB2PxO+HWl/Fz4e6z4Z1uD7TpWuWklncp0O&#10;xxjKnsw4IPYgHtXy78Lj4o1iJ/h1rdxbRfGb4SP/AGj4dvpyUi8SaYD5aSZ/uSI3ky4z5ZkUkZxX&#10;12r5Gc5B5B7GvL/2kf2b4Pjjp9jqel6g/hrx14bL3Hh7xDBGGm02ZlKkEHh4XUlXjOQysQRQB0vw&#10;f+LVj8XvC3222SW0vrRzbajp9wNtxptwv3oZF7EH8D1BIrr6+Oo/i1d2nxXsdL8ZPB8KfjJIBDa3&#10;uSdB8bInG1WPD7gPuN+8jzxgivcfCH7RJstTt9D8eab/AMIlrtwQkEjvv07UT28if7rE9dhO5cjN&#10;AHqlFMRxIAVOVIyGB60+gAooooAKKKKACiiigAooooAKKKKACiikZtq5oAG6VDcXsdlbtNNIkUUa&#10;lndztVR6kngCvAE/4KAaf48sdav/AIdeG7/4gaV4beSHU57S7itZY5EyNqQyYc4I+YuEwORuritJ&#10;+OOi/tD6Hpet6x4g/wCE4bVl+06X4J8HlzAF6f6XM+xpOSfmfyUZTxG+MkA9g139o278W31xpnw8&#10;02PXri2cxXesXTGLSNNIXOWfgzMMqdiEZDZ3cYrzqxiHibxuLuxgm+Lfjm0cL/aF/wDuvD3hx+hM&#10;KAbA6gsQVBlcZUy813GgfArXPiHZWyeMri00Pw5bYFn4S8PkwWsSDG0XE4CvKRj7sYiQBiCH616x&#10;oWg2PhbS4bDTbO1sLKABY4IIxHGg9lAxQB514b/ZyTVdet/EHj3UH8Y67bMHt4pk2aXpzAhl8i1/&#10;1e5SBtkcNKMffr0+aVbaEvI4VEBZmY4AHua4n4jfH3R/AWo/2Zbx3fiHxHKMQ6PpiCW4Y/7ZJCRD&#10;3kYe2elc3D8IfE/xmnFz8QtRXT9JJDReGdGndYR7XN18sk3rhBEvOCG60AW9c/aLk8SavcaJ8P8A&#10;Tf8AhKdWtm8q5vGJj0zT2IBHmS/xnBU7U6g/eFL4X/ZxGq67B4g8fam/jLXoHEtvDMmzTNLbH/Lv&#10;a/cyDnEsm+UZI344r0fQfD9h4X0mGw02ztbCytl2RQW0QijjHoFUACrm2gBqfhjHpT6TGKWgAooo&#10;oAKKKKACiiigAooooAKKKKACiiigAooooAKKKKACiiigBMVmeMPBuk+PPD8+l61p1nqmn3AxJb3M&#10;KyI3ocEdQeQeoNalBGaAPH18B+M/gWN3hK9k8WeHI+uhatcFrq2Xk/6PdNlyP9iXf0AUrXV/DH45&#10;6H8T2e2t3n07WLYf6VpV/H5N5bH0ZD1+qk12ZG0VxXxc+E/hXx5p4vteRLGfTP3sWrw3H2O5sAp3&#10;bhMCMKCASrEocfMpHFAGr8Svhd4c+Mng+60DxVommeIdGvV2zWd/bJPC/vtYEZHY9RXzH8XPhp4h&#10;/Y68E3A0zWLX4j/DByRN4M8aXRvb2Fd2dlleyB5nwTkJP52OAhRQAOj8GfGX4m32sX2g+HJNJ8Ve&#10;GrRGCeO9ZRrKOxCnBWSFcC8cDnzIzBG3bA5pnhK1HiDxK9z4UiufiX4uQhZvF+vHZo2mk5b/AESJ&#10;QFYLu+XyxkrgNOxGaAOZ/Zy/aC1PUdf1XT/A9r4qtrTSYobu48I+NsxXMaShnIsrp2aTKgZMbmRF&#10;VoQoTcQPoj4J/tB6B8d7HUG0eaRb3RpVt9SsplxNYynOFbHynO04IJ6V8Vf8FaPgN/wg/wAGvD3j&#10;DU9c1jV/Hc/iXSNPk1mK5ksfs9vNqlmkttbpC48uF1ZgQxdiD8znAr69+BXhLTPBPxK8c6fpNhaa&#10;dZQGy2Q28YRB8s3OB1PqTyaAPUwciloAxRQAUUUUAFFFFABRRRQAUUUUAFIwyKWkJwKAPlrwT+xl&#10;oHxQ+FWkeI9EvL3wP43ETbNc0nCvNyflni+5Mh7g4JH8QrgLnR0/Zh1GCD4jeF4/Ar27GPT/AIl+&#10;CLd20qQMc7b62AaS1yfvB1aBRgCcdvqH9lzj4IaKP+mZ/nXd32nQapavBcRRTwyrteKRQysD2IPF&#10;AHhzftVXnwa8JrrPjyGLWvBr25uLbxl4YifUbGeIAFWmghDyxlvmIaMSRALzICQKu6F4j8Y/tPaX&#10;b3+lXI8EeBr1d8V1HJHcavqsTKcNHsLR26nIYMS78EGNc5rn/F37F2pfDLVL3XPgrrcHhO8u2aa9&#10;8M6gGm8Oas7HLFohkwO3OZIwSflBGBXn0WhfF7wpqd1f+G/g94j8L67dYF4dH8UaVLoV3KTzOLWa&#10;4Vu3VlDY4xQB9ReB/hn4Z+C+gy/2db29hCimW6vZ5MySAcs8krHJ9Tk4HtXiWv8A/BV74O/8Ja2h&#10;+GPFnhnxjqMMwt5vsPiPTLaCJz0Cy3NxEk3/AGxMnPHWue8N/sI+Of2jjDeftHeNT4n06KYTw+Dd&#10;GU2eikK4ZPtYXH2huOVPy56E17b8TPDnw2+CHwgvLrV/D2g2nhrSbUQtBFpyN+7xtWNFC5J6AAc0&#10;AVrD9qW20i7gTxf4c1zwTaXjBbXUr9re4065zjDefbyypEpyMGYx5zxmvULe9jvLdJYnSWORQyOh&#10;3K4PQgjg18H+FNUPw68ca74e+GMt94djsr8Wtz8PPG0bJo+pySxJdFNPuX+WGQxzoxiU4DMd22u5&#10;+Dnxat4/G0vh3wlcT/D/AMbxRm6u/hv4qzFFdoGw81i/IeMEjMkBZCzKGIoA+vFbdS1518Ov2iNN&#10;8Ua8nh7WrW58K+LdhY6RqOEecD7zwP8AdnQd2jLAZGa9DD5NADqKTNLQAUUUUAFFFFABRRRQAUUU&#10;UAFFFFABRRRQAUUUUAFFFIzYoAGOKQvxXI/FH436D8KI7dNRnebUr4lbLTbSMz3t8R2iiXLN7kDj&#10;vXk3xQ8Y6vrdlA/jvVZfBGjak5jsfDmlS+fres4P3GaPJ9MpHn5W+bGKAO+8d/tH2Wm67J4e8LWF&#10;14z8Vcq1lp+Db2JGObq5P7qHG4HYW81lyUR8GvLfFl0fEHi9LTxXcXHxH8Wq++Hwf4e+XS9KyQQb&#10;qZiqZXBO6ZkLjIWNjgHpvBPwk8ReMNGj06K0X4Y+CwCU02wZf7UvlPXzpF4iB6/KS3JBAr1rwH8N&#10;dE+GOhJp2h6db6fapyViXlz3LHqSfegDzjQ/2etV8ffZrr4hXtq9rb7HtvDOjs0Wl2ZXkB3wrTnP&#10;QlUHbaa9b0vSLXRLCK1s7eG1tbdQkUMKBI41HQBRwBUg+Z/1yK4z4nfHzRvhrfw6YRcav4ivUL2e&#10;jaehnvLgD+LYOVTPV2wo7mgD5n/4LcnH7NPhzp/yOWg/j/xN7Gvoz4aH/i8vj8DH3rL/ANBmrxj9&#10;qL9jLxx+3n4DtbPxT4pHw9trTUbTU7HTNNt0vZIzBcQ3C/aJGOC++LGEJXGMHk19BfC74V2nwx02&#10;5WO7vdS1DUXE19f3km+e6fHUnsBzgds0AdQDmloHAooAKKKKACiiigAooooAKKKKACkIyKWigDyP&#10;UfhH4m+E97Lf+ANS+06c8pmuPDmpyGS3bJy32eQ/NCfRc+WP7tbnw6/aE0jxtqx0W/hufDnieFd0&#10;+kaiPLmAyRuQniSMkHaw+8OcV35Ga534ifCjQPirpAs9d06G9SJt8EoJjntH/vxSqQ8be6sDQBvj&#10;5j+uKftz/hXjsMHj/wCAR2+bP8RvCUeNvmKseu6euT/GuI7lACoAKo4Cks7k13/w7+LOg/FPTWuN&#10;GvluDFxNAwMc9ufR4zhlPXtjjg0AdEUzj25rhf2ivh9efEb4TalYaZ9n/tiILdae06b0WeM7kJH5&#10;/nXdeYM0EZOaAPmbXNVtPirc3PirR9Ag8TWt9Amm+NPB90i/bLaaEnEqxt1lTdtPHzqsZB+WsLxL&#10;8HNG+OPgP7FpHk/EXw1p1ys3/COa7M0es+HJ0/js7pj50E0YYbcsdoGE2k1758Sv2f8AR/H2pDV7&#10;eS68PeJ41Cxa3pbCG7wPurJwVmQc4SVWUZOACc15L8SfD93od6lz48sbnTtSt8R2fxA8KKYZ4RyF&#10;+1wfMCoyOHEsZY58tMUAeYW2t+IrHR7jQr+yvPjT4R0uRJ59A1uIReM/DRTLJJEW+a6KFcoeZiQC&#10;HFel/A748Xt/opvvA+uS/EjwxaEx3Ok6hKU8RaKQeY2L/PLtHBEm5yR96n+KdQj1jRrKb4hWEPiP&#10;Sbb5tN8eeFy8VzYYGd8wibzIug3eWxRydpjCkiuM+JnwHfV/svir7dfa9c28apY/EXwi0Vr4ks1H&#10;A+2RIPs19GvUq8e0Af6omgD6h+Gfxh0D4r6c8ukXZM0DGO4s518q6tHHVJIzyrDvXTrJuP8AWvh6&#10;b4wTQWNnq/xFgTU7WCJEs/ir4HhktrmAAfKNRsvmeM+qkSRsST5SDAHtPgf9pHU/Cfhuw1PxHdaX&#10;4t8E3oRbXxloYJXkkD7XbjPlkfKGdDjcT+7QCgD3qioNP1O31axhubWaO4t7hA8ckbbldT0INT0A&#10;FFFFABRRRQAUUUUAFFFFABRRSb+cUALTS+KZdXkVjbPNNIkMUalnd2CqoHck9K8r179oi78X3lxp&#10;3w906LWpLbK3WtXhMWkafjqS3DTMAQdqkAjPzigD0Lxl470j4e6BcapreoW2m2FqjSSTTvtCqBk+&#10;54HavI/F3xs8RePtGubvSJo/h94RjVhJ4k1aJftU64+/awPlevIZwwYdBXKaNbL4h8ZrdabFJ8Wf&#10;G1tL/wAhfUv3Ph/w83GTBGBs3LkldoMjDcpmGa9N8J/s4R3utQa9441FvGWvwOssAuI9mnac4OR9&#10;ntgdgKnBV33yDH36APP/AIZ+G7/XJriX4d6bcaVb6sAb7xxr6m51LUx03QrLlnGMFGfKYIwoxXq/&#10;wu+AOg/C+/uNTiSfVfEd8oS91vUJDcX92AxYIZWyRGpZtsYIRAcKAK7crj/AVW1PVrXQ7CW6vLiG&#10;1toF3STSuESMe5PAoAs/dY1h+PvidoXwv0VtQ13UrbTrZcAGVvmck4AVepJJA4rgbz45a98VLuTT&#10;/hvpMVxbhvLm8R6qjpp8AwcmGMEPcOCAMZRRuB3Ngg7Hw8/Z103wnrK67rN1d+LfFZO46rqhEjW5&#10;wRi3iAEVuMEj92qkj7xagDEi13x38eFX+zYrrwB4ZkIP2u6iB1e7Q/3I2yIMjj5gWHUEV2vwv+DG&#10;gfCGxmi0ayCTXjeZeXkzGa8v5MY8yaZsvI+ABliTgCunCNz/ACqSgBvl/l6Uo4FLRQAUUUUAFFFF&#10;ABRRRQAUUUUAFFFFABRRRQAUGiigBnl8/wAsVw3xE/Z/0fxzqY1W2kvfD/iKPmLVtLkEU4IGP3gI&#10;KSrgkYcHgnBB5rvKKAPHoPi/4o+DF19k+Imni+0ncqQeJtGgZ4Tnj/Srb5pIDnAyhlXuxQV6n4d8&#10;Saf4t0a31DSr601GwukEkFzazLLFKp6FWUkEfSrNxCtxG6OgdHBDBhkMPTFeX6/+zvN4a1eXWPh9&#10;qX/CL6lKweeyKF9Mv8dni/gJHG9en900AeqbgaZNCtxEVYB0YEFWGQwPUYrzHw3+0T/ZGvQaD470&#10;1vB+tzsI4Jpn3aZqbHp9nufuFjg4jfbLxkpjFeoJwP8AGgDy3Xv2cn8PavLrHgDVP+ET1GYhrixa&#10;H7RpOoYz8rwbl8skE4aMrgkEq+MV5dbs3hDxN5ZX/hTnjaYriNm+2eFNdkPZGwmCTwARA5PRX7/U&#10;jdKzfEfhew8X6XJY6nZW99aSjDRTRhl+vsffrQB84eL57ca7JJqtkfhR8RpFY2+owS+f4f19uux5&#10;dqo6vkA+akUmT8pYDnl4vBmpfCzwND8Xfhdpavo9+ZV8efD+I+ZYXxjkaC7nsAQBHPHIkh24CToM&#10;7Vf73r2tfs0614b0yTS/Cmq2Nz4ZuITD/YXiCNri3suNqmCQBnVQP4CDz/FzXTfsufs92n7MvwP0&#10;nwZa3c+oxWD3M8k83WWS4uJLhwMk4RWlKqOyqo7UAeffCPx3p3wtvNAvtEvv7Q+EfxAK/wBkztJu&#10;/sC+c/JASekEhDoMnMcwRMMJPk+hg3FfJ1v8PrL4P/GjxF8INYLWfgD4uibVPCVyvyrpWrxgSz2c&#10;Z/hkwguoV/6dpz2r239nb4iXXi7w1d6PrZij8U+E5v7O1eBWJBYD93MMgExyKNykgZwaAPRQc0Ug&#10;6UtABRRRQAUUUZxQAUm7mkf5lNcr8TPjBoHwi0+GbW79YJrtvLsrOJTNeag/XZBCoMkrd8IpIAJP&#10;AoA6vcM1538Q/wBojSvCWtnQ9JtbvxX4oY7V0rSwJHhOM5nkJEcC45+dgxH3VbpXAfEj4ja5rWii&#10;+8WanN8NvC94THa6bbHz/EWsEg/u40j3FXPUJGHc9CoqXwF8Jdf8UaEtjo+nyfC7whIoBEZDa9qK&#10;f3mfJ8nI6biXGcFRQBh+NtWutc1uK38eXsvijxCdstt4B8IsXt7QlRxd3LlPMAJJ3SeQpU4Eb457&#10;PQf2fda+ItlB/wAJzdW2laHAMW3hLw+5hsIlBBX7ROAskzDaDhBEo3MCJBg16F8O/hRoHwp0k2mh&#10;adFZq7M8smN0szsxZmdzyxLEnrjniukVhigCnoug2XhnS4bLT7S2sbWBdscMEYjjUewHFW0O3jNc&#10;f8UvjloHwpeC3vp5rvV70f6FpNhC11f3h6ZSFAX2jI3ORtUcsQOa5FPA3jf47RiXxVcS+DPD0u1h&#10;odhcK19OvXbczplF9CkZYEE/MKANXx1+0daWetS6D4TsJ/GXiaNvLktrJgtrYNkjNzcH5IwpB3Ku&#10;6Qf3KqaN8AdR8d30OqfEfVU1y4jPmQ6LZBotIsjz1U/NcNg4LPhTgHy1Nd74L8A6P8PNCh03RNOt&#10;tNsoFCrFCuM44GT1Y+5JNbCjBoAis7CLT7eOGCOOCCJdiRxqFVAOgAHAqeiigAooooAKKKKACiii&#10;gAooooAKKKKACiiigAooooAKKKKACiiigAooooAKKKKAM3xV4V07xnos2n6rZW1/ZXClZIZ4w6sD&#10;7GvMH+Gfi/4IjzvA15/buhR5LeG9Tn+aJADhbSc/c5CgIx2AZ717DTZOlAHEfDL486L8SL+bTR9o&#10;0nxBZqDdaRfp5N3b577Tyyk9GHBxxXcCuS+J3wY8PfF2zt01uw825syXsr6CRre905yCpeC4jIki&#10;YgkZRgcEjoa41NZ8e/AtdmprcfEDw1F/y/QRKur2af8ATSNQEmx6qFOOuTQB7BQelc/4A+JWifE7&#10;RY9Q0PUYL+2cZO0/PGfRlPKn2IroKAPM/wBqz4Df8NC/B+60q1nj0/xHp8seq+HtRZfm0zUoG8yC&#10;XPXaWGxwPvRu69GNePfD348S+KvC+lfF+O0m0++8PmTw/wDETSpAyy2QhIWaXZ03QsBJu7xhgOtf&#10;VtfOPx8+HPiL4B/Fe6+LfgLS5tftdSiS38aeF7dcvrFugwt3br0N1EM/L0kXcvUhgAfQ+m6hDq2n&#10;w3NtLHcQToHjkQ5V1IyCD6VPXzV8Gvipp/gbwtb6z4BlTxX8Irwlha2S/wCk+FD1MaxYDeQDn92Q&#10;DH0X5QFHvPgnx/o3xI0GHUtD1G21KxnG5JYWzj2I6g+xGaANyikTpTLmdbeMu5VEUElmOAo9zQBJ&#10;Wf4n8T6f4P0WfUNUvbawsrZS8s88gREA6kk1554k/aHbWdWuNH8C6b/wk+qQHbPdl/L02w9TJN0Y&#10;jrtXr6ivMJYU8Y+NC0+fi940sXVlQjyfDXh6UDIZI+UDAnKud8vbzOKAO01n48678SdNnuvCkcPh&#10;vwlCgkl8Wa0myKWPBJa1ib/WDG0iRh5ZDHByK5X4b6Je+I724vPh9Yz3V3fZS98feI0Mkk47fZEf&#10;mRQWymB5Qwwrv9E/Zzk8Wa1BrPxF1Q+L9TgbzrbT2Ty9H01vlx5Vt92RgVysk3mSLubDAHFeqIPL&#10;UADoOMCgDhfhx8AdJ8B6s2sXL3GveJZ12z6vqDebcOP7qZ+4meiLwK7+q95exafbNNcSxwQxDc7u&#10;wVVHuTwK8u1L4/aj8Qb+TTPhvpkesyo5jn1q8DJpdkQcHGMNMw/uqRn1oA77xz490f4a6FPq2uaj&#10;aaXYW4Bee4kCKOwAz6kj8686j8Z+N/jn8vhu0m8GeG5MqdY1GDF/dLnGYIG+4CAcO45BBWtTwX+z&#10;la2fieLxH4s1G68Z+KYsmC7vwv2fTsknba26gRQ4zt3hfMYKu9mIzXpacKKAOP8Ahl8EtD+Fayy2&#10;ED3Op3mDd6ldsZry8bn5pJDljjJxzxmuvj7/AFp1FABRRRQAUUUUAFFFFABRRRQAUUUUAFFFFABR&#10;RRQAUUUUAFFFFABRRRQAUUUUAFFFFABRRRQAUUUUAJjNDcLS0UAed+Pv2etN8T6tJreiXV14S8Un&#10;5v7U03ahnb/pvEQY5h0HzDdjowrEsfjtrvwqmSx+JWlLb2+dkXiXSlZ9OuMBeZojmS2YknjMi4Qk&#10;uucV69io72yh1G0kguIo54JVKSRyKGV1PUEHgigCHS9Xttc0+K6s7mG6tp1DxTQyCRJB6gjg1ary&#10;bVf2f9Q8B30uqfDbVU0GeRzLPo15ul0m+PHGBl4GOB86BgBn92c1f8EftFW9/r0Xh/xXp8/g3xNI&#10;3lxWt66m21A9M21wCUkz2TIk9UFAHJ/F/wDY0F943l8cfDPXpvh148JaS4kt4PP0jXCR0v7Lcqy/&#10;9dI2jl5++eleVXfxDPgTxikHjjTJfgZ4+u3Ii8RaU/23wj4jfsZcqojZsgsJFjcZCid8Zr7IB+b6&#10;+1Z/irwppnjnQZ9M1jT7PVNOuV2TW11Esscg9Cp4oA8H8Vft623wFm0vRPiRp8Vv4j1uMnRZ9IuI&#10;30/xDt2BmieRgYcbwzK5YKpGHc8Vn+OfFc/ja5tV8e6rPeG9Cy2PgLwdOZpbo8uv2q6BQuCFyOYI&#10;yAyt5gODhfGX9kLUP2edJ/4SL4c3GiarodjKofwd4viN5p0QnlSNms7ra81qfm3MpWRX2qPkAzXT&#10;fsOfBVvgn8UviRp095b3s1zHpepFYIDHBZvOlwXjh3M77PlXgtj5eAvSgDpfC/wN174g6bBb+Jza&#10;+EPCcIAtvCnh2QwqU7C4uVCs3rtiEQHQlq9c8MeFtN8G6RDpuk2Fppun2y7Yre2iWONB7AcVokYr&#10;k/iT8ZdA+FNrE2rXuy6uR/oljbxtcXt6f7sUKAu/1AwO5AoA6xuFrzrx5+0VpnhzV20PQrS68XeK&#10;CDt03TSCIiCoJnm+5Co3LnJL4OQjYrB/sLx98foN2sSzfD3wvOCBpttKsus3icf66VSY7fOGyiGU&#10;lWHzI2QPRPAXw50T4Y6QtjomnwWEHBYoMvKem53OWc+7EmgDgrT4G6z8U7tL/wCJWpR3lsHEkPhv&#10;TS0WmQ4OQJm/1lyw75KxtzmOvVtO0y20exitbS3htbaBQkUUSBEjUdAAOAKm20tABiiiigAooooA&#10;KKKKACiiigAooooAKKKKACiiigAooooAKKKKACiiigAooooAKKKKACiiigAooooAKKKKACiiigAo&#10;oooAKDzRRQAm3jFZHjTwBo3xE0KbTdb0621KxnBV4p03Aj2PUfhWxRQB4+3grxt8C2aTwxPL4z8O&#10;Rj/kCX9wFvrdf7tvO5CsOwVyAAAAa6z4W/HPw/8AFpryDT55bbV9Mby9Q0q9ia2v7BucCSFwHUHq&#10;rY2upDKSCDXZ7a4z4q/AzQPiy9tcX8Eltq+nBvsOq2cht7+x3Yz5cyYdQdoyAcHGDQBW/aRGfgzq&#10;3Gf3lr2/6eYq5Twl4z0vwB8Y/ibrGtahZaTpVho+iTXN3dzLFDAgjusszMQAPxrmfjnqXxI+Hnwt&#10;1HTdQ0e/+I2nySQG3vtHts6ogW4jYLLbr9/gN86AYC/NkmtT4S/s9r8QPivf/Enxr4cFpqFxb2UO&#10;kaZezfaDpvkJKvnlPuLMwlIyBuUbhnk0Abb/ABO8X/G52h8E2Unh/QW4PiLVbVleYf3rW3cBnHo7&#10;AIw5BNdT8NfgRonw4vJr5ftGq65d4NzqmoSefdzkcD5j0A6ADoBXaLGFGB06UoXaaADbxQFxS0UA&#10;FFFFABRRRQAUUUUAFFFFABRRRQAUUUUAFFFFABRRRQAUUUUAFFFFABRRRQAUUUUAFFFFABRSZo3C&#10;gBaKKKACiiigAooooAKKKKACiiigAoBzTWfaelKOlAC01lzTqKAG7PTilRdopaKACiiigAooooAK&#10;KKKACiiigAooooAKKKKACiiigAooooAKKKKACiiigAooooAKKKKACiiigAooooAKRulLRQAzGAKR&#10;U+Xp3qSigBoB6/pS8j3paKAEozS0UAFFFFABRRRQAUUUUANanUUUAFFFFABRRRQAUUUUAFFFFABR&#10;RRQAUUUUAFFFFABRRRQAUUUUAFFFFABRRRQAUUUUAFFFFABRRRQAUUUUAFFFFABRRRQAUUUUAFFF&#10;FABRRRQAUUUUAFFFFABRRRQAUUUUAFFFFABRRRQAUUUUAFFFFABRRRQAUUUUAFFFFABRRRQAUUUU&#10;AFFFFABRRRQAUUUUAFFFFABRRRQB/9lQSwECLQAUAAYACAAAACEAKxDbwAoBAAAUAgAAEwAAAAAA&#10;AAAAAAAAAAAAAAAAW0NvbnRlbnRfVHlwZXNdLnhtbFBLAQItABQABgAIAAAAIQA4/SH/1gAAAJQB&#10;AAALAAAAAAAAAAAAAAAAADsBAABfcmVscy8ucmVsc1BLAQItABQABgAIAAAAIQA/csc3NQQAAM8J&#10;AAAOAAAAAAAAAAAAAAAAADoCAABkcnMvZTJvRG9jLnhtbFBLAQItABQABgAIAAAAIQA3ncEYugAA&#10;ACEBAAAZAAAAAAAAAAAAAAAAAJsGAABkcnMvX3JlbHMvZTJvRG9jLnhtbC5yZWxzUEsBAi0AFAAG&#10;AAgAAAAhAFAEvtjgAAAACQEAAA8AAAAAAAAAAAAAAAAAjAcAAGRycy9kb3ducmV2LnhtbFBLAQIt&#10;AAoAAAAAAAAAIQDpnif2FTQAABU0AAAUAAAAAAAAAAAAAAAAAJkIAABkcnMvbWVkaWEvaW1hZ2Ux&#10;LmpwZ1BLBQYAAAAABgAGAHwBAADgPAAAAAA=&#10;">
                <v:shape id="Picture 15" o:spid="_x0000_s1030" type="#_x0000_t75" style="position:absolute;width:29584;height:19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2gnwQAAANsAAAAPAAAAZHJzL2Rvd25yZXYueG1sRE9Na4NA&#10;EL0X+h+WKfTWrC1NCNZVRJoQklNiDz0O7lRFd1bcrZp/nw0UepvH+5wkW0wvJhpda1nB6yoCQVxZ&#10;3XKt4KvcvWxBOI+ssbdMCq7kIEsfHxKMtZ35TNPF1yKEsItRQeP9EEvpqoYMupUdiAP3Y0eDPsCx&#10;lnrEOYSbXr5F0UYabDk0NDhQ0VDVXX6NgvKg8/m0n07l1R5ZVt13gZ/vSj0/LfkHCE+L/xf/uQ86&#10;zF/D/ZdwgExvAAAA//8DAFBLAQItABQABgAIAAAAIQDb4fbL7gAAAIUBAAATAAAAAAAAAAAAAAAA&#10;AAAAAABbQ29udGVudF9UeXBlc10ueG1sUEsBAi0AFAAGAAgAAAAhAFr0LFu/AAAAFQEAAAsAAAAA&#10;AAAAAAAAAAAAHwEAAF9yZWxzLy5yZWxzUEsBAi0AFAAGAAgAAAAhABJLaCfBAAAA2wAAAA8AAAAA&#10;AAAAAAAAAAAABwIAAGRycy9kb3ducmV2LnhtbFBLBQYAAAAAAwADALcAAAD1AgAAAAA=&#10;">
                  <v:imagedata r:id="rId35" o:title="" croptop="7447f" cropbottom="8814f" cropleft="6305f" cropright="7155f"/>
                  <v:path arrowok="t"/>
                </v:shape>
                <v:shape id="Text Box 16" o:spid="_x0000_s1031" type="#_x0000_t202" style="position:absolute;left:18606;top:15902;width:9779;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29E8AEB5" w14:textId="62FF5B2A" w:rsidR="00B64173" w:rsidRDefault="00B64173" w:rsidP="00054090"/>
                    </w:txbxContent>
                  </v:textbox>
                </v:shape>
                <w10:wrap type="square"/>
              </v:group>
            </w:pict>
          </mc:Fallback>
        </mc:AlternateContent>
      </w:r>
      <w:r w:rsidRPr="001E2A1A">
        <w:rPr>
          <w:rFonts w:asciiTheme="majorHAnsi" w:eastAsiaTheme="majorEastAsia" w:hAnsiTheme="majorHAnsi" w:cstheme="majorBidi"/>
          <w:b w:val="0"/>
          <w:noProof w:val="0"/>
          <w:color w:val="365F91" w:themeColor="accent1" w:themeShade="BF"/>
          <w:kern w:val="0"/>
          <w:sz w:val="32"/>
          <w:szCs w:val="32"/>
        </w:rPr>
        <w:t>Project Specifications:</w:t>
      </w:r>
    </w:p>
    <w:p w14:paraId="65C4A389"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Material: Solid hardwood</w:t>
      </w:r>
    </w:p>
    <w:p w14:paraId="43C2AA97"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Description: A tray consisting of a front and back, 2 shaped sides and a bottom panel. Handle section to have a 5mm radius on both sides, all other edges square arrised.</w:t>
      </w:r>
    </w:p>
    <w:p w14:paraId="1E174B4F"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Proposed surface coating: Clear satin coat of nitrocellulose lacquer, stained to a dark walnut colour</w:t>
      </w:r>
    </w:p>
    <w:p w14:paraId="7EB0D11D" w14:textId="77777777" w:rsidR="00054090" w:rsidRPr="005702B3" w:rsidRDefault="00054090" w:rsidP="00054090">
      <w:pPr>
        <w:spacing w:line="600" w:lineRule="exact"/>
        <w:outlineLvl w:val="0"/>
        <w:rPr>
          <w:rFonts w:eastAsia="Times New Roman"/>
          <w:noProof/>
          <w:color w:val="2D739F"/>
          <w:kern w:val="22"/>
          <w:sz w:val="40"/>
          <w:szCs w:val="40"/>
          <w:lang w:eastAsia="en-AU"/>
        </w:rPr>
      </w:pPr>
      <w:r w:rsidRPr="005702B3">
        <w:rPr>
          <w:rFonts w:eastAsia="Times New Roman"/>
          <w:noProof/>
          <w:color w:val="2D739F"/>
          <w:kern w:val="22"/>
          <w:sz w:val="40"/>
          <w:szCs w:val="40"/>
          <w:lang w:eastAsia="en-AU"/>
        </w:rPr>
        <w:t>The steps f</w:t>
      </w:r>
      <w:r w:rsidRPr="005702B3">
        <w:rPr>
          <w:rFonts w:eastAsia="Times New Roman"/>
          <w:noProof/>
          <w:color w:val="365F91" w:themeColor="accent1" w:themeShade="BF"/>
          <w:kern w:val="22"/>
          <w:sz w:val="40"/>
          <w:szCs w:val="40"/>
          <w:lang w:eastAsia="en-AU"/>
        </w:rPr>
        <w:t>or</w:t>
      </w:r>
      <w:r w:rsidRPr="005702B3">
        <w:rPr>
          <w:rFonts w:eastAsia="Times New Roman"/>
          <w:noProof/>
          <w:color w:val="2D739F"/>
          <w:kern w:val="22"/>
          <w:sz w:val="40"/>
          <w:szCs w:val="40"/>
          <w:lang w:eastAsia="en-AU"/>
        </w:rPr>
        <w:t xml:space="preserve"> this task are:</w:t>
      </w:r>
    </w:p>
    <w:p w14:paraId="6053474F" w14:textId="77777777" w:rsidR="00054090" w:rsidRPr="002A3F41" w:rsidRDefault="00054090" w:rsidP="00054090">
      <w:pPr>
        <w:rPr>
          <w:szCs w:val="24"/>
          <w:lang w:eastAsia="en-AU"/>
        </w:rPr>
      </w:pPr>
      <w:r w:rsidRPr="002A3F41">
        <w:rPr>
          <w:szCs w:val="24"/>
          <w:lang w:eastAsia="en-AU"/>
        </w:rPr>
        <w:t>Prepare the internal and vertical surfaces of the tray using the processes listed in the job plan developed by you, including:</w:t>
      </w:r>
    </w:p>
    <w:p w14:paraId="75E3929D"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Ensuring that the work area is safe and that tools are safe to use (pre use checks).</w:t>
      </w:r>
    </w:p>
    <w:p w14:paraId="367C86F9"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Using all tools, equipment and PPE, according to the details in the JSEA developed by you.</w:t>
      </w:r>
    </w:p>
    <w:p w14:paraId="6252D4B3"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Using and materials according to the relevant MSDS (material safety data sheet).</w:t>
      </w:r>
    </w:p>
    <w:p w14:paraId="1EB6B37E"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Inspecting approving the surface for further processing, removing and filling any defects.</w:t>
      </w:r>
    </w:p>
    <w:p w14:paraId="6210A1CB"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Cleaning up any excess glue.</w:t>
      </w:r>
    </w:p>
    <w:p w14:paraId="331BCB5A"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Dampen in between sanding grade changes to lift grain (optional)</w:t>
      </w:r>
    </w:p>
    <w:p w14:paraId="4C551708"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Sharpening and using a cabinet scraper to flush off lippings and remove any shallow scratches.</w:t>
      </w:r>
    </w:p>
    <w:p w14:paraId="776177DA"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Sanding the surface with different grades of abrasive paper, finishing with 240grit or finer and using the equipment listed in your job plan. Equipment can include: hand sanding tools or appropriate power sanding tools.</w:t>
      </w:r>
    </w:p>
    <w:p w14:paraId="713FE040"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Final sanding process to be done by hand and by sanding only with the direction of the grain.</w:t>
      </w:r>
    </w:p>
    <w:p w14:paraId="3A8AF368"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Arrising all edges.</w:t>
      </w:r>
    </w:p>
    <w:p w14:paraId="7FA8B5DE" w14:textId="77777777" w:rsidR="00054090" w:rsidRPr="008A208A"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 xml:space="preserve">Clean up the work area at the end of the session and ensure that tools are checked for </w:t>
      </w:r>
      <w:r w:rsidRPr="008A208A">
        <w:rPr>
          <w:szCs w:val="24"/>
          <w:lang w:eastAsia="en-AU"/>
        </w:rPr>
        <w:t>safety (post use checks) and returned to storage.</w:t>
      </w:r>
    </w:p>
    <w:p w14:paraId="065604BB" w14:textId="77777777" w:rsidR="00054090" w:rsidRPr="008A208A" w:rsidRDefault="00054090" w:rsidP="00054090">
      <w:pPr>
        <w:rPr>
          <w:szCs w:val="24"/>
        </w:rPr>
      </w:pPr>
      <w:r w:rsidRPr="008A208A">
        <w:rPr>
          <w:b/>
          <w:szCs w:val="24"/>
          <w:u w:val="single"/>
        </w:rPr>
        <w:t>NOTE:</w:t>
      </w:r>
      <w:r w:rsidRPr="008A208A">
        <w:rPr>
          <w:b/>
          <w:szCs w:val="24"/>
        </w:rPr>
        <w:t xml:space="preserve"> </w:t>
      </w:r>
      <w:r w:rsidRPr="008A208A">
        <w:rPr>
          <w:szCs w:val="24"/>
        </w:rPr>
        <w:t>This assessment event is based on the further processing of a project that was produced during the assessment of another unit of competency:</w:t>
      </w:r>
    </w:p>
    <w:p w14:paraId="2D002FCF" w14:textId="77777777" w:rsidR="00054090" w:rsidRPr="008A208A" w:rsidRDefault="00054090" w:rsidP="00C261EA">
      <w:pPr>
        <w:pStyle w:val="ListParagraph"/>
        <w:numPr>
          <w:ilvl w:val="0"/>
          <w:numId w:val="8"/>
        </w:numPr>
        <w:tabs>
          <w:tab w:val="clear" w:pos="284"/>
        </w:tabs>
        <w:spacing w:before="0" w:after="160" w:line="259" w:lineRule="auto"/>
        <w:rPr>
          <w:szCs w:val="24"/>
        </w:rPr>
      </w:pPr>
      <w:r w:rsidRPr="008A208A">
        <w:rPr>
          <w:szCs w:val="24"/>
          <w:lang w:eastAsia="en-AU"/>
        </w:rPr>
        <w:t>MSFFM2010 Set up and operate basic static machines, skill assessment 3 of 3 – Kitchen trolley tray project.</w:t>
      </w:r>
    </w:p>
    <w:p w14:paraId="7B36E2AD" w14:textId="77777777" w:rsidR="00054090" w:rsidRDefault="00054090" w:rsidP="00054090">
      <w:pPr>
        <w:rPr>
          <w:lang w:eastAsia="en-AU"/>
        </w:rPr>
      </w:pPr>
      <w:r w:rsidRPr="008A208A">
        <w:rPr>
          <w:szCs w:val="24"/>
        </w:rPr>
        <w:t>This project will need to be retained and made available to the student for the assessment of this task.</w:t>
      </w:r>
      <w:r>
        <w:rPr>
          <w:lang w:eastAsia="en-AU"/>
        </w:rPr>
        <w:br w:type="page"/>
      </w:r>
    </w:p>
    <w:p w14:paraId="03A2F5D2" w14:textId="77777777" w:rsidR="00054090" w:rsidRPr="008A208A" w:rsidRDefault="00054090" w:rsidP="00054090">
      <w:pPr>
        <w:pStyle w:val="Heading2"/>
      </w:pPr>
      <w:r w:rsidRPr="008A208A">
        <w:lastRenderedPageBreak/>
        <w:t>Task 4: Shield project (Preparing curved surfaces - mouldings)</w:t>
      </w:r>
    </w:p>
    <w:p w14:paraId="1DBD2D37" w14:textId="77777777" w:rsidR="00054090" w:rsidRPr="004C1B54" w:rsidRDefault="00054090" w:rsidP="00054090">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Cs w:val="24"/>
          <w:lang w:eastAsia="en-AU"/>
        </w:rPr>
      </w:pPr>
      <w:r>
        <w:rPr>
          <w:b/>
          <w:color w:val="FFFFFF" w:themeColor="background1"/>
          <w:szCs w:val="24"/>
          <w:lang w:eastAsia="en-AU"/>
        </w:rPr>
        <w:t>Student instructions</w:t>
      </w:r>
    </w:p>
    <w:p w14:paraId="7D7C6C18" w14:textId="77777777" w:rsidR="00054090" w:rsidRPr="008A208A" w:rsidRDefault="00054090" w:rsidP="008A208A">
      <w:pPr>
        <w:pStyle w:val="Heading2"/>
        <w:keepNext/>
        <w:keepLines/>
        <w:spacing w:before="40" w:after="0"/>
        <w:contextualSpacing w:val="0"/>
        <w:rPr>
          <w:rFonts w:asciiTheme="majorHAnsi" w:eastAsiaTheme="majorEastAsia" w:hAnsiTheme="majorHAnsi" w:cstheme="majorBidi"/>
          <w:b w:val="0"/>
          <w:noProof w:val="0"/>
          <w:color w:val="365F91" w:themeColor="accent1" w:themeShade="BF"/>
          <w:kern w:val="0"/>
          <w:sz w:val="32"/>
          <w:szCs w:val="32"/>
        </w:rPr>
      </w:pPr>
      <w:r w:rsidRPr="008A208A">
        <w:rPr>
          <w:rFonts w:asciiTheme="majorHAnsi" w:eastAsiaTheme="majorEastAsia" w:hAnsiTheme="majorHAnsi" w:cstheme="majorBidi"/>
          <w:b w:val="0"/>
          <w:color w:val="365F91" w:themeColor="accent1" w:themeShade="BF"/>
          <w:kern w:val="0"/>
          <w:sz w:val="32"/>
          <w:szCs w:val="32"/>
        </w:rPr>
        <mc:AlternateContent>
          <mc:Choice Requires="wpg">
            <w:drawing>
              <wp:anchor distT="0" distB="0" distL="114300" distR="114300" simplePos="0" relativeHeight="251667456" behindDoc="0" locked="0" layoutInCell="1" allowOverlap="1" wp14:anchorId="476ED449" wp14:editId="18EFF15F">
                <wp:simplePos x="0" y="0"/>
                <wp:positionH relativeFrom="column">
                  <wp:posOffset>3090545</wp:posOffset>
                </wp:positionH>
                <wp:positionV relativeFrom="paragraph">
                  <wp:posOffset>70485</wp:posOffset>
                </wp:positionV>
                <wp:extent cx="3180080" cy="2560320"/>
                <wp:effectExtent l="0" t="0" r="0" b="0"/>
                <wp:wrapSquare wrapText="bothSides"/>
                <wp:docPr id="17" name="Group 17" descr="Shield project" title="Shield project"/>
                <wp:cNvGraphicFramePr/>
                <a:graphic xmlns:a="http://schemas.openxmlformats.org/drawingml/2006/main">
                  <a:graphicData uri="http://schemas.microsoft.com/office/word/2010/wordprocessingGroup">
                    <wpg:wgp>
                      <wpg:cNvGrpSpPr/>
                      <wpg:grpSpPr>
                        <a:xfrm>
                          <a:off x="0" y="0"/>
                          <a:ext cx="3180080" cy="2560320"/>
                          <a:chOff x="0" y="0"/>
                          <a:chExt cx="3180207" cy="2560320"/>
                        </a:xfrm>
                      </wpg:grpSpPr>
                      <pic:pic xmlns:pic="http://schemas.openxmlformats.org/drawingml/2006/picture">
                        <pic:nvPicPr>
                          <pic:cNvPr id="18" name="Picture 18"/>
                          <pic:cNvPicPr>
                            <a:picLocks noChangeAspect="1"/>
                          </pic:cNvPicPr>
                        </pic:nvPicPr>
                        <pic:blipFill>
                          <a:blip r:embed="rId36">
                            <a:extLst>
                              <a:ext uri="{28A0092B-C50C-407E-A947-70E740481C1C}">
                                <a14:useLocalDpi xmlns:a14="http://schemas.microsoft.com/office/drawing/2010/main" val="0"/>
                              </a:ext>
                            </a:extLst>
                          </a:blip>
                          <a:stretch>
                            <a:fillRect/>
                          </a:stretch>
                        </pic:blipFill>
                        <pic:spPr>
                          <a:xfrm>
                            <a:off x="0" y="0"/>
                            <a:ext cx="3095625" cy="2241550"/>
                          </a:xfrm>
                          <a:prstGeom prst="rect">
                            <a:avLst/>
                          </a:prstGeom>
                        </pic:spPr>
                      </pic:pic>
                      <wps:wsp>
                        <wps:cNvPr id="19" name="Text Box 19"/>
                        <wps:cNvSpPr txBox="1"/>
                        <wps:spPr>
                          <a:xfrm>
                            <a:off x="2202226" y="2202113"/>
                            <a:ext cx="977981" cy="358207"/>
                          </a:xfrm>
                          <a:prstGeom prst="rect">
                            <a:avLst/>
                          </a:prstGeom>
                          <a:noFill/>
                          <a:ln w="6350">
                            <a:noFill/>
                          </a:ln>
                        </wps:spPr>
                        <wps:txbx>
                          <w:txbxContent>
                            <w:p w14:paraId="68EB35B8" w14:textId="0EFD63CF" w:rsidR="00B64173" w:rsidRDefault="00B64173" w:rsidP="0005409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476ED449" id="Group 17" o:spid="_x0000_s1032" alt="Title: Shield project - Description: Shield project" style="position:absolute;margin-left:243.35pt;margin-top:5.55pt;width:250.4pt;height:201.6pt;z-index:251667456;mso-height-relative:margin" coordsize="31802,2560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csw43QMAAMkIAAAOAAAAZHJzL2Uyb0RvYy54bWycVttu4zYQfS/QfyD0&#10;7liS7fiCOAuvc8ECwa7RpNhnmqYsdiWSJenYadF/7xlKdhw7RYN9iDzkkHM5Z2aYq0+7umLP0nll&#10;9DTJLtKESS3MSun1NPn96a4zSpgPXK94ZbScJi/SJ5+uf/3lamsnMjelqVbSMRjRfrK106QMwU66&#10;XS9KWXN/YazUUBbG1Txg6dbdleNbWK+rbp6ml92tcSvrjJDeY/emUSbX0X5RSBG+FYWXgVXTBLGF&#10;+HXxu6Rv9/qKT9aO21KJNgz+E1HUXGk4PZi64YGzjVNnpmolnPGmCBfC1F1TFErImAOyydKTbO6d&#10;2diYy3qyXdsDTID2BKefNiu+Pi8cUytwN0yY5jU4im4ZrVfSC4D1WCpZrRhg/gOAAkUVKpw72QaU&#10;W7uewOK9s4924dqNdbMidHaFq+kXebNdJOHlQILcBSaw2ctGaToCVwK6fHCZ9vKWJlGCy7N7orw9&#10;upmnCPvkZnfvuEvxHcKxSkzw16IK6QzV/68+3AobJ5PWSP0hGzV3Pza2gwKwPKilqlR4icUMqiko&#10;/bxQYuGaxRFBaKWGIKjJK8tGVL90hU41dzjl9GDED8+0mZdcr+XMW9AGhul09+3xuHzjcFkpe6eq&#10;ingiuU0NZXBSc++g09TzjRGbWurQNKiTFbI02pfK+oS5iayXEvXmvqyy2DIg/sEHckclEJvm73w0&#10;S9Nx/rkzH6TzTj8d3nZm4/6wM0xvh/20P8rm2fwfup31JxsvkS+vbqxqY8XuWbTvdkg7S5reiz3M&#10;nnmcFIRUDGj/G0PEFkFCsfrgZBAliQXQ+g0IN3cOigjtK5qEu0dX0I0P9UE6Hlzmg7aa8342GMQ+&#10;OFQzmHY+3EtTozM9+HXUnGSePyPaJpr9kZb4JoAYGeKhhsXY9XuOsfoYbjR03xtYjyW3EiGQ2aPC&#10;He8L94kY/mx2LBtTLbbHaFawsMN+W6O0/x9Q5Xma5/llwmg4QM6yHllqaofGx3g4HI+yBrXeYETz&#10;oEFij/kekQ+BxifaUDNEF5Vm22ly2QMP5PGgASOVBsCvYZMUdstdHKz5PtWlWb0gU2fAFeabt+JO&#10;gbgH7sOCOzw72MRTGr7hU1QGvkwrJaw07q/39uk8OIM2YVs8Y9PE/7nhNJGqLxpsjrN+n969uOgP&#10;hpilzB1rlscavannBvUP/BBdFOl8qPZi4Uz9HeTPyCtUXAv4niZ4FBpxHrCCAi+2kLNZlJtB96Af&#10;LcZj0/NEwtPuO3e2pSGgMr6aff2clXBztkF9tgmmULG+CecG1RZ+1HKU4nsJ6c2DfLyOp17/A7n+&#10;Fw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MEFAAGAAgAAAAhAJfhwLfgAAAACgEAAA8AAABkcnMvZG93&#10;bnJldi54bWxMj01Lw0AQhu+C/2EZwZvdrP2KMZtSinoqgq1Qetsm0yQ0Oxuy2yT9944nPQ7Py/s+&#10;k65G24geO1870qAmEQik3BU1lRq+9+9PMQgfDBWmcYQabuhhld3fpSYp3EBf2O9CKbiEfGI0VCG0&#10;iZQ+r9AaP3EtErOz66wJfHalLDozcLlt5HMULaQ1NfFCZVrcVJhfdler4WMww3qq3vrt5by5Hffz&#10;z8NWodaPD+P6FUTAMfyF4Vef1SFjp5O7UuFFo2EWL5YcZaAUCA68xMs5iBMTNZuCzFL5/4XsBwAA&#10;//8DAFBLAwQKAAAAAAAAACEAPRiFTsFhAADBYQAAFAAAAGRycy9tZWRpYS9pbWFnZTEuanBn/9j/&#10;4AAQSkZJRgABAQEAYABgAAD/2wBDAAIBAQIBAQICAgICAgICAwUDAwMDAwYEBAMFBwYHBwcGBwcI&#10;CQsJCAgKCAcHCg0KCgsMDAwMBwkODw0MDgsMDAz/2wBDAQICAgMDAwYDAwYMCAcIDAwMDAwMDAwM&#10;DAwMDAwMDAwMDAwMDAwMDAwMDAwMDAwMDAwMDAwMDAwMDAwMDAwMDAz/wAARCAD8AVw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6rRcn29u/&#10;+FTBNp5H+frTEGeORjnPepo0yP8A69fOHtWHouWx/SpkHzdvpTEXODxnp9KlQfJ/jSGSIMH/AD/n&#10;vUsa5/HpxTYl+UVIihBn06460hj44+c8n/P/AOupYxwO9Niye3T9OtTIvPr+HJ60gCMZXsCOw5H5&#10;1KiHP0/T/P8AnFCoTj/OKlUBh2A649aPUBUXJ4GB6ZqRV4wB+QojXK8Y98d6lVc4HPPr0pXGgVMn&#10;/wCtTwnHb64pUAx7n2609V+Xt/31/SgLCKnP07AU9U68de3anKuR+HJpwXco6cDHWkPUasXPc+/r&#10;UmMDt+dGPp+FSL/nB/x+lGoEapycjHP508J065pwXAHfjinqhA/nx/OgCNEy3GMZ4x2pQnGMc1IA&#10;fbPX60rLlfQH160wI/L+bPT60oTpTwgzj9c/5/WjHTP6UgGbc/lSgYX+vrTsc++aUR5Hbp19KaAb&#10;tw3T9Mf1ox7e/Hf6U8YHGMfQUoBx6/UUwIim7jHXp60be/HPtUix49uKcUIXv+NAiHaccelJt+U4&#10;zUpGDxim7dx/nz0piImQHH5UbMj8c9amEe48dznpTSO36UxERGQcA9Oo7UhXp069AakZN2f16UhX&#10;npz9aYEOcdO/vSMADj/EcVNtz+Xb+tNI3L0/zn/61P1ERMv1pjL+nf1/zmpmj9sDr0ppTA6dup4p&#10;iITGMfyyPxppTHp16etSkcevvnr/AJ/zmmlABxjqD06UySIxkn+h/i/KkX5PSpCuR29e3+f8mo3O&#10;G5/z+lMTVjg41yP/AK3SplG09/oOv4UxFI45/wDr/wCf51YiXJ7c1kajo1/H196lRMHuCcf5/lTI&#10;x83+P+fepkXHH6c81Ixy9O+f5f5/yalUEHPcdfakRNw/wFTIu32yf/1UAOROO/0x2qVRnPfimqmP&#10;/r1KgyPb3H9KQDkXI6D+dSqPfGeaZGAy/U/nUijI/Tr1pDJFG45yD3+tSIOf50xTx2/Pt7VIvX8e&#10;uKWgxyp0wB+X+f8AOKkHT0Hfmmjr0/DrTww+vuO9F7gPAGfX1zTxz7+maYr49SPpTlOT3P1oGSIn&#10;48/lTlH9eT0qMPv9frmng4PfpzkdaBD1GOc5z/nFOBxzwKaHxxn8u1HmfL1P50XGPyB9R+tOIx3P&#10;rULTY6nv1pGusf5/z/n6UegFg4xx6dM0McD8OfeqvncdvzpVuOf1oAsHJXn6Ug+T/wCvUJv1Tnp+&#10;FMbUVPQ9umadwRbI2j/63SlIyMHB68gf5/yapf2qkMTyyERxRkeZIxAWPJwCzHAHXvXLL+0X4OTX&#10;Dp51uFZuglMbm3c5xxKFKde+QODzxXLWxtCi7VZqPqzpo4OvWV6UHJeSO26jAzz/AJ/xpVXPI5ye&#10;MVBpeqW2uWgubKeC8tXGVlglWSM9f4gSP/1H0q2E3t+vHeumE4yXNF6HO4uLtJakTDj/AOvS7OP5&#10;c08r9Pr6Uu3PQfh61ZBGV57U1k46E1KQAO3pSFc4Hp2IxTEQlcdBSBcfl0xUp54P5HimlPzH86YE&#10;JQMR7enamtHuGcccf54qYrj2+tNdMP8AjTFYrsnHTPbPrQUO78ecjpUxHPJ9+KayZ47nsed3WqEy&#10;Ap/j9Kbtw3fpge1TMNzdsn15/OmFAU/lmmSyA/MOgGemT/n1oGVPAPuM9KkbnqB+f+FNLhD1Pthf&#10;/rGgRwSDHoB1/wA/57VPGN1RRrnpU0Q5z1/GsTQkRc9j9c5qZUBx19+vNRonPX6+1SoPmH580rjJ&#10;FGB7VMi5Xjr6+n51CjcZHTr64qSNuOo69qBk6D8M9MmpFbA54qFZBz124zx2pyzbQP8AOPSpEWI+&#10;ff6D2qRZAD+FVBNkdvTB70ok5Gcf0pDLnn7cnP5UvnduOOg61U8zjgk/hTJtSSAHLD0BzQOxfEuB&#10;1GO2OlO+0YHpWDdeLIrcH5vxzWNd/EyCMfJIhGcBtw2k+gJwCfYZPPSsatanSXNUaS8zalRqVZct&#10;OLb8jtheqvO4L3+lA1JOOSc9cGvLrj4pXl2HS1j2sAynK9GHIGSR2x2+me/Pt451zV3uo3uZI2Ta&#10;8YikKCSI9fmGAOq85yMHnBNeNX4jwsNIXl/Xme1h+HMVU1naPr/wD3CTVljHzHapOck4qGbxPbWy&#10;AyXFsgPQtKoB+mTXiHkyzF5FnmuGdtzks28427lOAD+B7jPcZtwabbXNm8sUMb5TfuI+UAYPPX3P&#10;3v4fy8upxTU+xTX3/wDAPUpcKw+3UfyX/BPWpviLpUD7W1PTwQpfAuUzt9evA5/WqmqfGLw9pEW+&#10;51rTYFBx884Jz7gZP6V49e2AwCpdJe4QBCpOCOOh5Htjn0NV28KW19ps8G3IbBzM52hl2no3AByw&#10;OPQnOBXPLifFP4Yx/H/M6Vwthes5fh/kexr8a/DptxL/AGvaiNgWVgkmGCkg4O3qCCMDn2pr/Gvw&#10;/HbzSf2hlIF3yMLWbhcgZHycjJGcZx3ryG20qx0yFWitreBdrLsC5wRjcMj6An8Olak9t/ZkoeRV&#10;JBMbJgKrjBV1xgdQSMjpkH2qP9ZsW+kfuf8AmX/qxhF1l96/yPRoPjPot/Gz2900oWQRErbSj5iM&#10;gcpnkdD9KhuPirbOsmw3DBRkKIT84z1GcAjJ59K8x0e2i0O+uLPzWlQRKsoZD80bZMch5wGzt6d1&#10;bPU46fTpwkiNjdPASJFjTG/HykdAMngZz3PbmmuIsXJWul8g/wBXMGu7+Zra746ltrcyRJdzgjP3&#10;VjAHfJy2O3b8q5/xF8QdbWVodMMduR0e4HmuMcHAwF+mV5welbd5Y+Y5t1cmML5sBLMM5GQMZ4PL&#10;DOcfKex5y9Q0c25mkgZ8riQqOso5xn3GOMng49K4q+bYyorOo/lp+R20MnwVN3VNfPX87nmXi/Ut&#10;U8VagranqN5dPwY45ZT5cBYYIVc7UDFcfLx8qk81l6foUZiaIBTMz4ZHG35iCGznGSM4Izgj0Cmu&#10;p8SeEl1KVLiJM8mPYvzBs9MH/vlh7EDsTVCeyllRNRXerMAtyu0vukAO2THU7xjpnPI/iGPGactX&#10;qe0rRskc/pUuqeD74Xtlf3elMzBvNguHjz94EA4AOCTxjnA4Ga9N+G/7X3ihNastI1HTIfE1xc3K&#10;Wq/ZYvJvZnkcIgTyx5TksVUKI1JLDLDOa4O50XzJNyGeRpQyoQBhvlIIHzEZwMH129DXu/7E/wAG&#10;TDqf9sxQI2rawGs7OeOXcLSDaouJExyrtxHnOQPOHyuaMNjMRhZ3oTcf67bGeMwuHxFJ+3gn5vp8&#10;9z1uz867N5mzu4/sE7W8rsgki3A4+WWNmjYE8fK55BBAORTzHkHgYxjp0+te1aH4UtvEuhS6HZBr&#10;bwxZZs7l4TsfU5U4eJHXBSFGG1mQgswKgqEbf4zbwNJbxu2TuUMT7kV+lZLmNTFU37Zar8f6/E/L&#10;MdQp06jVG9vP+vw6d7kRGT60nl8Dtj9KsMn1/wA//XqJ48f0/CvcueeR4CqOvTFNYZPT8DU20o2O&#10;/Xp/n/IphXj/AD/n/PemSRFSe4/w/wA8/lTCmP8A9dTsvHP60wjv+PzDk00BCUzxge+eM0x1yPr7&#10;dD/L1qwwwR7H0qNkIHqOnXr0qiSv5ZI+bkH27f5z+dIw+bsff1qcrs6emc5/L/8AXUbJg/55qgIW&#10;HU0wgk9CfrmpmTa2OwP4CmNwetMleZwMY4/pUi9unr6YqBW5/wA8VJH8vX9KxNCcEJ7++KcJPmHt&#10;+v4/57VX8zZn064qN9VhjfG/261IF4ShSM/X8KkFzz3Prn1rDn1yEL98fn1rz74l/tA/8IlrEGma&#10;XDa3l+rI955zsEto26D5f42HPJ4XBw24Vy4vF0sNTdWq7I6sLhauIqKlSV2z18XG0cY+vrQLpVyc&#10;8eoNeGH9py9aGEjSrTzZMb1WZgEztGPXqy8+hzj1U/tI6hfRK0OlxASD5C8xcdDjOADycfr6V4y4&#10;nwPRv7j2P9Wcd1S+89wfUY4xyR/LNVLvxTFaqfmUD64zXhVp8YvEet3U8RSCyzGywusBIZxyT85I&#10;wQpHQ7d+OSuahh1rXdXHmtfTxIyyK0Q+Ukqc8eWFHIVsc55HTpWFXiiiv4cG/wAP8zopcL1pfxJp&#10;fj/kex6v448mL5iyKcAFvlDfi2BXO6n47aUfI+9XLKvlJuO5eSG3bdvy5wRuzg8V55pfh9fLZpi0&#10;7yM0m7cSShYnr14XGDkfkDjqAzyaadkaj7sp8vjc6/K3XuVPHsK8mvxFiqnwWivvf3nr0OHMLT+O&#10;8vwX4f5mhbztqN+kZ3uJE3bpsEqD0/2Qc9wueeoqUxMlwjyyEsNpOFyWYY3c+uRnnj8zWRKJGsIi&#10;WYiF/k+fsfmByMnjHt09qtT4uDINzBceeuQN3CndnIOcKCeD1C8968eVWpV96o7vzPZhSp0vdpqy&#10;8jQmh23AnQRxM+OWPO4euecDgjtwRVWeKJneQSn90m7ZzwrEAqT7EkZJ/iHHGa0tFtoriSTaPMgl&#10;G1ePug5HOT1GMe+zr6rdaXtsvNdVMhLeYqjgH+Pr1yMnpnrWWxt0Ksax6ezMoAQ/MGZt2CSOfoRj&#10;6H6CrlvuD/u4s+W4ZF42ypnkemQTj07etMsodqLGXG3IWMg7i2F3BgO4K4yPVT14rQ8uPQ7kl0x8&#10;mWCp8zBRjj1IzjPH8PUcVdrk3M/XdLZNkkUvlRyKCwbhccEE+/I69efes60s/tUskSokkW0yfKQT&#10;kcEZxkjGAc9gPx7mzggk04ldvkSnIIPQH09s9ee/tWTqFt9nu4yhuCrZjMcMYwcgZI5HX5ecHp71&#10;HKXfoYt5p330kCj7SgljjIIXzwp3DP8Auhh7g+3Fe1glnscGNnVQYmA+UMOAMk9Plxj/AID35rXv&#10;NFt40aFJm3giWAGMfve4HBJHBIAPI69qnZtrfafliiuYg2DGuVdThh0PI3HA7hh0o5e4Xexnx6TD&#10;bwfNtna1OGA58yE4LDP3efvA5++ewIp9jMkVqkg8w/KsTOoCiVMfKxPXBPy8gcKOvNXINWWymXD8&#10;MPnGB5fLYO4Z+YfMD15HpmqV7p7osilAQq4C4DMYW54JHIXK9euB17V5onyNSxnF1bJGkRQo29W2&#10;4JPVgd2QQeBn/ZIxnikljLgTIpdUOQQG4x1XsemOfr1zmq2nM1pIfmORMJQwxzlf6j1z3/DREiyH&#10;zIyvlONrEjb5bDkD8sfgeTxVNX1EuxkgLa3klu8SGzuAxA5+QnkjhccfT5d3pjPM68r6BftLLzDc&#10;sYbkqvJyQ28E5x6/XIB4zXZatpSfZwyH5UHCu3KY9McZHPtyfTnD1lPtFju2KfLIRwRnjgcj05wc&#10;9ifUVg7o1SvY5W5kOnMqESEEI0ToABn7qsM8gZGTx2APSvrv9nKGfTfB817arDa6iNLhhtmjGFiu&#10;bqQ4YA9le5BIPJ744B+PLtyieVLiWS3CvF5mMSxgjjg4JU8jJ6DORnB+m/2cPiLHb2VpvmcrFDBO&#10;AbkyI72t5FMxIwOkR/Da/HUjBpuSfmLFX9jKK7f1+B9PeK7SG30RPDel7rXRtOgFrcFGw0oC4ECt&#10;16YLt3J25J348t1ewSOVgo6HjPb/ADg16Fr91/Zlh9nViSmQ7Mcs7E5Zm9ySST6k1wOpPvkP+cV+&#10;oYKiqceWJ+W1L213MaW329uKgZSrHoMdulXZRuPT/wDXUDrzj8PpXqI4mVWT047dOOv+NMK7uuP0&#10;qd0yPy+n+f8APtTCu49fWrRJBtyMe3+f8/5DSueamKdTj8h/n/P0pjAnn8Pqar1EREdqYycfpxUx&#10;GehHQYphXB4/Q9P8/wCe1O4iIrhs88Ux02r2/wAamYEnn1wfemEY/Ht/+qrQELoBu65HtTfI3jnP&#10;5dKkYe2Oec9ulNdAT/iOlMnzPNVP1HfHrThIFbntTCMdD26mq17MYY89B1471iWQ6rqn2dDhhj/P&#10;+f8AGuQ1zxORnnGM8Ve1vUDMjDJ/A4zXlHxK8bHRrGURRS3E+CEhiXLOwBOOAcDjqawrVY04Oc3Z&#10;LU1o0pVJqEFdvQk8afF19IkjgikaOWbcFfbuCYHJGRtJ9jnGckEAivP9OvI0urhnaQ5DSyGUZklL&#10;/fJJHzORnJzkk5NYsOrw32o3E/22Rbq4ZCU8rdtCspwwyCwyo5BVduflyzZnudFawiee6aS5jcRb&#10;bhJNwQDOdwOCDj+8MdRk5r8pzfOJY2t7vwrZfqfq+TZNHA0fe+N7v9DoI9V8v7Yj7HaOU8q2dw7s&#10;OnTep9yq+lPsNbms4BNeQqibFUyKDt3ENhiAPuk+UCRxkkZyeaGiwx2+lRzrdR3bLILJjFLuEqfN&#10;sIPXd95ehGNvHHL1uVTWT5kgWCE72UJnCllAZRnJIKkevO4Kc15UZnruJ1umeID58hCYCjcu07sH&#10;5cqTjqrZyQAAD379LouYNVXA2KFLRLuwSrjJznq3XnplWBFcVYa4JUtcyC4uEUACIE7lIGV68jGC&#10;D0wAemK67Rr5r7TYp9q+bAxilUKflDK7sfYEDLEggbh2bNd9KSluedUi0zotHg2kb/3is7mMgFcq&#10;MlSOT90Bh7EfjW1Y2AgOWHyZyzZwCpAVl59iOPUVmWcW1YTE4VklBVSedo4AAwMYKn6bgAO9a1pM&#10;Eh8vcxWNmQ4B4HOM8/NwSfxHtW0VbQzeuo/TdOSSz+zTHy/s7sp+YnkEnd1xjPP59zguNg9tMCTt&#10;lgl4jJ9TgjjnH86ksWBlkSaPd5qFJCh+QlTtz36qVPHXjPU1pSktJERH8twN5+XIJbGR/wCPKfxP&#10;frso6EXuyHTLZrRCmONygBjyVyPx7+nIP0q59mCwgg5R8bmz0c52/TOB34J64qWVPtenyt1cjYM8&#10;YYKcenUH/wAd4psNotwCCGwMrnOCDjABxzjvkdwenzVMkUmZV5byKcKD86gqwJ/d8/lgHdjnp74z&#10;ZtpZrKSMSoWeSP5gvzMxIHRsY+hxngY9auSOYkDYBGN8nl8jgYfI9cAMAemDkUXkH2aIK3PlMBk5&#10;6ADHbkf05PQ1K2K3JPD0/wBgvPssuFhBba27ojZBA5PI9BwMgdsVNrFpktnLGQYOV4bHU+3Xj/AV&#10;WyYhH5WFwuSpX7vTIPfjIBOeMg+taC41HSDKqjzRyQpxtbHPToCRnNPqJGM1r5lsoCsZIH3IBjc0&#10;bZHTruB498ZweKiMI8y7jjO03LiaPHG2TGMEnpkFl6+uaulZAQG3AbSW44Cnt/8AXI6hR7VDd2X2&#10;cNG3yiB9+4dAueoz24B/P3qNi0iqltJc28UqDdsALrIAN3GCRxz398e4FO04oYCiGW5WEEI0iAbo&#10;+CSASQOCAR3555OL+oMbe68zy22XIJ2r2f0/E/TO8VRkhayu4ZlfaQeXGBsbkbuAe49OR64ovqK2&#10;hPp9qYLkQ7C+Ssqb2HIA6Dpnbg8H2PWtSCBVyvmtM4PVc8MOR79m6jruqgbWWeB0Vo1uYJGdBj7y&#10;c5TvyNpwM9PrzccylAu1LcI3mKSoBR8cfMf9kL90jP0Fax2IZmJeSpGgZ8lQCj7cbgMkHGcA4H58&#10;dxUFzbQ3ByP4h0AJzntjPr6ccc9q0rqzjuUBkcsk/wB7yxny5AOefrgrjgbiAeuc0NtHljAC5JXG&#10;A3YkZB47/ieOKydr2Zor7o5DxrpbLLui2rJabuuNrITjBHUgjjHtgcCovh/8T4NEubeCTbsdt0WG&#10;KLGzgo8TE9EdSVJ9HVudtdFrGmNqcEg48633Bg4JEkeB1Az2xnHUY9cV5t4p8OpbTsyZUM275lwA&#10;SON2CBj17ck9ABXLUi0zqg01qfoJ4N+IK/ErwLY6oHLXDR+ReK3347hQBIGGBgk/NjsGFQ33zMeN&#10;3Poea+N/2b/2oG+Eeu/YdWeZtNuWWG4WVwSpDNjknAZSflyQGDENtBDp9h2mqW2u6ZBeWU8dxa3S&#10;CSGVT8si9PqO4IPIIIOCCK/QckzCOJpcrfvrf/M/Oc7y6WGq8yXuPb/IrSLnn/GoHjx2xz+R/wA4&#10;q04wff0PeoGXIyM19Cj59lcpjP55qJkxn684qwybiP0NRSrkexGPr9KtEEJUsMnsPwpoXL/1xUsi&#10;AHP8+9MfrVCIdu4f/WprjPv06/hUxxt746cHj6VGybWPfjv0Hv8ArVCIm4GffP5005OM9B71KV+b&#10;v19OlMK46/8A66oRCRkYGR6e1MeIZ5XJ93xipiuf60gTPcj6HFNCZ5oq9voTxxUNzYC4QjGSf1H+&#10;TVlRj0z1/Wnovt7/AE+lY3LRxHibwpcxxM8HznB+X1r5z+J2i6vpfxU0i7uoZreyleSHLfKIpSuU&#10;O7jGcFRg5ywHUivsU224dOg9Kr3mg2t/E8c8CSxuCrIy7gwPUEHORXNiaKrU3TfU6cLXdGqqi6Hx&#10;l4knuGljOoQxXTx/MpuULFSRwQ2Q64z0DD8KxINTksn32Fz9m2As1rdS5jH+7L/D0/jCjplyc19M&#10;/ET9k3w5rlqzabDNosnO06a/kov/AGywYefeMn3r58+IfwH8SeAJ5JUiXWrOPLFrWIpdIB/0yJIc&#10;dfuNuJ4CV8VjOHZrWKv6b/cfbYPiKEvdk+V+e33mTD4htZNSKXNvLpV65Xzfl2CRSysSR152Kd64&#10;P+8MA37NDIbhru3dfssoiM4JdIjLuKq2OCHCyYOTnYeQ2VXkIdWg1G1WJ2M0EblAg+WS0fOW2hsF&#10;GB+9GcDJO4Z5FtNQ+1Wv9n3vlyx3G1re5VA24qeCc9weqH1OeoJ+Xr4SVPc+noYxT2PVbCJIoJGW&#10;0hcRt5iNtViQXRiueNvYjgA4YgjPHQ6BLHLctuFsYp4zBOQNpPzKEctwcBwp9SMg9Mnzfwd4o/tq&#10;B7OcvBd6dGI7hDEjRzj5nBBLDIKZOMcHcABxjrDtYRurQGMYAjVdyncBs3L1JUBCGOd2ASWJas4S&#10;s7FzjdXPQtC1GXVrkQ+VbpNuKoGP+rK8Y9CvGPoK3orQxycZ/fIp27vYKV545yhx/s4zxzy+gXcI&#10;vFnCttu9pVdrDZ8zA8gkjJPHX/WeoBrs/Me6bMgDxXMZDjoAQQN2RgZw3H1HfGeyOqucuxe0pfMs&#10;3dy7SK2BluXboG/Fcduzd6uWcC30aISGZsRqzZIzjKZ9jk59eORVTSVK53DmZAzLs4DD7wwPw49C&#10;Pwt7UtL7lgFfI2kDOVPOR1HTqPauiN7amXUntpWFyUYLtz/y055wDzz2PXHqfSpogqptG3IBYZX5&#10;iOGGSB1y2OnB3U3UIW/tPop3OercZPU/XOSTnpTpIzbwbyT+75Ma4cKpwDn8OvfAPcYqpX3BW2Jp&#10;9O/0eLkm3ZtyN0C5JH4YOPzwaoXEIgthwnm2zklSvVScEcf/AKufatKysxJayWuQpU+Yh3HDIw5z&#10;jP6/3eKqzM7QLOw/exEb03DLMOGTgc5Xkfh+GfoWiKwlEihNyRv804DnsARycdMYyfp6ZN/QrpHV&#10;96mMMNsgPBVhxk59Tn8d1ZfkedOYNxMbglOOJE6q4BPXA/MdelTWswSeLySCkyCNn+YbSD1H1wCT&#10;jnB45ouMv38DWiBym7yzn3YEdOeuct35pssSLEOsvl/KpzsyhBKg45/+uenWrkUrS24Y8q48twOh&#10;PoR78/kKdHLDb3QiOQnzISowCD+Q9PyPrU+pW+hmT2ztbSQbN6BCY154wBkdeDjJH9MVQlZZbNn8&#10;hZV/jD8lWwQcEYIyvI68ep4roJYxBcE+YweAhvMYblGCOATwM5z24PuM4Ot2n2G/yCFiuU3IBlvJ&#10;J9OeQDnjoeDnAFJ+QlqY9teMHeNik32YghsgK6EjlVzx/eOORg+lXGun05mkEjxtGzTqwHymMvyQ&#10;B1CnOPTP4VnT3Mtle7UwzOSiEAhlO77hOPYAjPI5GSafpsqJCJG3P5aG727WLPE42sM8ggcDHoTn&#10;kVF2FuxpBpHT7NHnFw+YnlBKxyKDtU88Ht9GPJ5FNkuJr35wAs0f31B5HQ8D2yCD7n6itAJLeSKG&#10;Ep5T/wCrZ2bO0p+7YNnjgDp8wKnnAIazJafbB56MyJsXzkVPmU9SASPRh0HGWxxitH3EmQSrOu1o&#10;FbzUOVBB3MvBKjknI+p6n3rN8RaBY+IdNLD93HOrKHXPynup+gPrz9M5v3Dx/aZgrlNpy24YzxxJ&#10;1wO5Izxt9zU1rCYrsxnCb2+fceMjuevT1x0PTisnqtTSN1seR+KvCD3tqRcqwEL7JJI1w6Ng4buT&#10;kY6jOSP7xFdB+z/+0tqfwG14aVf7r3QLuTdLahubZ+heIDgDpwOoIIBG3Z0niLSo4NkksJEUyrDd&#10;wNjcFyMHvkqccgfQ/Jx5N4w8LS6dqMkAk2GCXCS5PzDAY4UHJxx1OCGUg8ZOSnUoTVai7NGrp0sR&#10;D2NZXTPv3w14r07xtoMOp6VdRXtjcrlJIyDjIztPJween4jIOatsu7I6nqTj/P8An618A/B74061&#10;8GdbZ9Pm8rJJmgkO+0ukO4ruUEY5B6Yb36Y+xfg78ftE+MmnhbaRbPVYhiewlceYrYydh/jH059u&#10;9feZPxDSxSVOr7s/wfp/kfAZxw9VwjdSn70PxXr/AJnaMMj+VREceoqf9PoaY6Z+vvX0p8yyA9Ry&#10;KYyYH061Pt3Dp+tRMMHNUgsQsvPX8v8AGmBMAY/n/n1qZhkfhx3qNo8cHscVaJISOP0HtSGPJ/qO&#10;1StnI3fT3/z/AIU0jIx/I4/z0/SqEQEHH6dKY0eT3H0UGpnXd/gP8/SkDbe36U7iPM1zkD249qlU&#10;ds4+tMjbC/T8Kljb29jWLL1JFXn8fyoHyD6UijPrj09KcG4HP1PpUjIyu5P6Vz3ivw7HqEDZUE/S&#10;ujLZPQ57DP41W1CLfGf84pDPmD46fAO28Rh7yA/2fqyKAl4ibiwHRJU4EidsE5HO1lyc/Oy3V1ba&#10;1daFqkC2l5CylkZtyAkEJKj4GY2wRux03AqGTA+8PFumrKkgI4INfKH7U/ggpbjVLVG+36Wxlj2j&#10;mVDjfH77sD/gQU9q8TNcuhWpuSXvHuZVmM6M1Fv3fyMjwDrjQ6jbvcHbBckWN0So+U9Y2Y9QMKUO&#10;O7oT9wY9QmMsZ8+VxMrzH5ogBu3My5wB6bh3745PHhui6o9+ZLizdWM9umoROORuU71YjH99MkdM&#10;e1en6brqNCFh8+JzkrGIwI2aOVtpUAlR3HfhWGSpr8yrJwlY/SsO+eJ6J4Z1zy7dVaeI4mLhd20P&#10;gKHG4E/wsOPXPNd/pniBH0826MruGDov8UPXcuPTBP4D3BrwHTrqfSYl1GSRmP213yqnZIhQbseh&#10;GcgEfMGHTAz3ehavNqcaos2Lq1UGOX5trKh+UkY4xjjPXfgjkY2pVrk1aNtT1SC4EroYmH7xfNg4&#10;74+Zc49MdOfm9a2DKL+xxhyxAYHHQgcZB/D8/wA+N8KavFcwJ5ahQ/7xFJJ2HPzJg+7EfU9hXVWJ&#10;DJJMV2EABS5wpwRhj3XC4JPcDGBXbTndWOSStqbKt9qkWRTgRguQB8oJ7+3Xoeu7tTtEYBUiyNqL&#10;ke3b8h37c9+tO09l+1tv4jn2j5iU2jk8A9uSMdfm6ZpbmBreVZwG6/OCNowWAwe2c5B56ke9axZL&#10;Q97d7OQYHyoxKADBZGySnX1yM8daZEpuIm3SL842biOjcFGyT35BA755qVxJdWxbIPlcBj/d4J5/&#10;Efju9cVHaRESNFzumG3c/wB3ORs49c/z74qX5FLzKHktHGq/MrwEurAdV3YZQfUHj/gQqAWzWwZA&#10;CVwGX/b+mfVf1rVnneKVJQg3AguhXGTjkAc8Mvr1K1Vk06PdtV1kjYgxsVyOpIAB6dO4P3cVCLLO&#10;i3XlttdvlmVSGHQEgf0PUeuQMmrV/abYmVRHu3KV3ccDOcdx/hmsoTeTao+Uy+TkL9MdwSO2R6eg&#10;rXsW8yyUMrNIoB5ABHHPB/Lp7c4IpbbjRWDxvFGwm3zgHYQRubHXnHTDYxjoe3FV7ib+0LZoTE2+&#10;L97EC33lAHmITwOOD+R9MWXsSdVRVA8uQFRuZduTjqe2QMc+oqmdOH2pW37p43VotpOHyDn2weQc&#10;emOccrfQbS3RmXOlW2qxbpTcqEOJiowVwCVk68Z6H1YcVzKzTxv5Mu5zCGZGWTy/MB6gEfQn1+Y5&#10;611dpq9utx56bBbzguhzyQVz6+n44Vv71Z/iS1t3u/middzl4FGFRX2kHnOADnaRjOCMdcjN+Y0V&#10;rOcCDydjNLYuQSPuvG5GMDn7rY474bjPNWrO5fT5zD8oh1CPcVZ+UlUgLyQCSVLD261zyTG1kDxS&#10;RZiOGXzRv2twwO7vh8kem7r1rRSX98unO6+arsYyvPPX5TyBjaOCcjA96nm6D5eqLWvWhjcXa7v3&#10;K4ct9089SPQ53YxyD2I5pSarJbN5bs4eEKDnH7xTkKScAZ42k54IBPU5nW/+1RR3KfvLe53gIEwU&#10;kVfnTGBjIOSpPG8nsM5XimGOK0NxblT5cKlmGRhWAJAz/CQcjOPurkZDEptp3RULPRm3Pqi3VoYL&#10;rbMHIGSwKycAKxA7Ed+4LDpuFcT4qsHlWZMMzWKrGxkGcRMSF39hgkjdxncO1aNrdtcQKJSDAFOw&#10;lSdoJ5DL6ZPBxn5j0J5frG63thIqiYoBGQ5J8yP7rKe568n7wC8HkUS1QlozznWfDn9qafJ5aNkD&#10;EcmfnU4DBSOpHGexIXHYgUtJa70u+gubOWa3urcbklgJMqMcHqD9089Ou4cnGR0p0ppLqSCEbAy+&#10;bFvPDjOVPIweQemckHucjI163eIM5CKm5SQz/IW6MOu7GOc44K5zkgnjqQe6OynJP3WfRv7PP7YU&#10;XimVdF8VypBfxny4dSAAiueePM/utjHzdCOTjk171s3D5eh+ZcdCDzxj6jFfnJNYfMjsVQbWDFSM&#10;MNxXjB5O7qOuSTzya9Y+BP7XWq/CuWDS/Egl1LQWcAvu3TWIJOWQngoCCShPGGxtxz9Xk/Ezp2oY&#10;x3XSXb17nyWc8MKpevg1Z9Y/5f5H2BjIH5fWmP8An+NQ6Hrll4o0e31DTruG+s7tN8M8TZVx1+uf&#10;UHBHoKsMuCcZ54/z+VffwmpJSi7o+AlFxfLLdETrnjrz61GVGQf0/wDr1MVyce3+f6UwjI6Y7n36&#10;VoZkLL/hxTChX6+3apXGB0Hr0zTCO3X0PrViInGD9P0/z/WozkdyvtipyPu54/Goz+Pp0J/lTQjz&#10;JPm685/z/n61KvHXmoouD7/lipUHBPX1rFlEiDH09vxpQPr6f5/z2po+X1/EUvrnHTI4pDFP+f8A&#10;CobxfkP6VPt2j6c59qgvG2Rt1/DtQM5TxDCpDD6jpXhXx30pZrV+B8yn8a9111uT2/CvGfjTKHtG&#10;Ht0/Osavwm1Lc+cfgZoC3em6/HcmNY9Ma6soHkfhF4lx94KAEmCjcwB5wQRk+j+Fdetn0mBYlt/3&#10;zrtXGFjz5ZIHHyD5z/CACCcDNcT8LZv7NtPE9xEA9xBqbPhj8gDRwoqkErnJDA7TjBO4qdueh8P3&#10;EdkunrHlpS8sY6ZyxUj69cjjqGx61+T5xaGIcV3Z+sZKpSoqT7I6bXdFmDCKYErKFSVVyMbejbcf&#10;KykNn6MCOc1d0yb7BPHnd5S5gyHIUSA5DDtkjA25zuTnhTl9tcQaj9lkaWFTIisxzw5Yjr2BIDAj&#10;OPlxk45bpek+bJdQs7fvx5sYVxlG+bPPYZ2YJ6FiemM8CXVHpX6M7zwpKLcPJJLDlSrKsf3iOhPU&#10;ntkcD7wzwK77SL/z2dlZCQMnGCJB17d8Zx/wL5scV5QLEXll5kZcbEJ3IcAMo2Ng5x05z2IyfWt3&#10;w5M8DA+YySr+8xgYPPzfmdw759+ldUKjTOSVNHqdhfF7bcvGCVYZ5Y9/xJ/MeuK1mma6tldh959h&#10;xyxJB59eRke+MD0rj9I1F4riTftU7gAgAweMIeQM5wOMDOBXQWmpR2so3uGTYN7xnIdcAE9cd+/q&#10;Pw7lJWOa1tzRsrhEupEXlGztbptOMkd+MZPpwB609odk7YDMQTuyBmMcjPuOlV7WTdMUypb5WwRu&#10;KZJHTHqCPfuO9XrKQwvtkGFC4+VSWYA4GPwA6+3cZrVakvTUS5KXajcw5yrEH/VsD1Hrjr9D71Tu&#10;YHEnmbNrRs5c44GD8/GPT5vxP0q9HtF55ZO9CACcfip55PBPTv8AQmmalG88sLg/PJiMjp+8UHAx&#10;7hSvXvWdrOxS8jPuFS21KRCqkS/Oh3fKeDznpjbk8ccZye0tkzQ2oXkvB+6wx++h3D8R1GOxAx1p&#10;b9DcRBFI/eIGi6naQQRjp1yAfqARgVFaxRuIgzt84PlsHx5Z4IXj6MBnoAPekykT3cP2kPuk+R0A&#10;UZHYk/5/zmOJvMuYHZf9bJskKj7j5GTjgEcBu33e1WIYt+35ckuH4yCPce/LfUHnjmq4Js74jGEc&#10;q3ToAQBjuT0GOpxjmsk7bmjV1dGFf6cbW5ZYwyrDLkKcEKCecDjO1/TqGzx8tRaigv8ATdpyCozw&#10;4zg//WyD64BPWtvXIf8ATThSy/ckVSACp4yPwbHXrisaSNoZHQYdo2AJP3XHGHx/tArn361M1rcU&#10;ezOf1K0Tr5StI+SytGW8pjgswHTaQRkYGQSCOAa56FpdMulhDwPHbIJQJMt8u4cHPO3aw/7678mu&#10;svURdpUbgX+Xyyu5Oeh9ecgZ4J68Gud8SaU1xqcV15gCtbGFXj5VsfMFbIGORweCO+DycZa6msLb&#10;MmsdbSUSoTsW6kWWCJMkxSKduF9Sy8c8ZJ6nNa8qQ3lszRruQLvdXTy/MVz94Aj1P3h6nqASeYEL&#10;20cMflxA+XlHCg+U4ACk9+Cck57tjGc1u2GpG7aGZViT7UjLs2gLvPDK2cccqM+jknpk3H3kZv3X&#10;cyS8mkg25hDxDmNgD8uPlx0PQnHXBycBgBVm0na6s42yCi5LADoR3HXH6j5SCQOu1qk0Z00vxt/5&#10;aKMKXUZyQTx93PJ547VkaPpb6Pqju6pNCeEO3JkVuu7n/ZX/AIFgEfNT5NeVMOa6u0ZOsWccc6yL&#10;tDIXeFskMoIBdM98EgjHYqfWsu+tE852wPKuEV3XYCQwwN46c5zuXjK54zgnp9Tt/t92PsjGJUKl&#10;XQcDOSCAfqVwcE5xnNc1qEEehbLefePPkUKV5yqtuK54Jz93gfxLz1FQ0X0v1MV9IVkm/coNx8sQ&#10;sTswSCDlckE9OnOT1PFZF+jlo4SjFPKyqt1ZepGeeeBwcnIB5wSeq1F0iJ3IZBAitPlARJHkhj2+&#10;6c8DkK/Ubc1neI9Jksrm2lIUxlvnYkMwPRfmPJwR94djkDnnlqROmlM0/wBnD9oLUfgH4pWykuPt&#10;fhy9cebbSEhVOMBoyfuMOOe4K56Gvt7wv4p07xx4ft9U02fz7S5HBxtaMj7yOv8AC69CO3Ykcn88&#10;LyKHV7Lbgt5qkeYE5Rgchhz1H06Mcnnj0z9lL423fw08TNp92ZpIWOy4tkcMLqMDIdASAzgHehHV&#10;d4Jw3PvZDns8LJUKzvB/geHn+QQxcXXoaTX4n2gRlvX6dKjYbv8APWn21zFqVpFcW0qzQTIssUqf&#10;dkUjIYd+h6H8aANp74r9NhJNXR+XSi07Mhcbj6/yqMjJ9ulTP0/X0/z3phHOB+PvWyIZEy7vU01k&#10;DHrj2NSt9M98etMaMsepH07/AKUxHliDaCMd+eMVKgw3X9T2qJflX0/CpIzj1GOc5rEolzgdhnj6&#10;/wCc0ijnqf60ijHQdecgUq8H/wCt1pDHZ+Xtz71V1KTYh7dcVaIwP6Gs/VZSM84pAcxr0mD2rxH4&#10;1Xn+jydxg4Nex+I5tsbeuOa+fP2g9bXTtKu5CceWjE/lWFZ2VzeiryseV+AUe48J3PkjedT1zeVK&#10;9fLOSV4wfliAx3ZtuOBnqNL8OQ6hCFKom8oHK5UrvyFYH1DY6ehB4rF8CaXcp4e0WJC0MtonnlmI&#10;2t5znawGcfK6nP8AsBsj5Wz2H9lm+0cJHuSJSZQu0DYrhJE3Z6KP3fsMP6nP49mU/aV2z9jyqnyY&#10;dJmnJeR6I8X8bTOGlKjPLYbf6DhjxngjHcmtDTjHZQh0Xao343EEyp/CRyDkHHH8wOKFxGuqfZ7y&#10;TLoG8t1/uN/rFH0LHByeBu6EgDW+3RZYqfk2HChRknGc468gj34zWNOT2OipFbmtFOrXOFT5bl/M&#10;hwehYHg+2RzjuoxnqNCO6NpeDYj4kKtgN8wz6c9cnsOMjg4rAhvImLqux47aXdnPzKAc5z3wxzxn&#10;hj1zW+qw3nl5LxsuRJ7g/MD05IyDwcAkfSt+tzHyOp0rUPtcDrGWDJH5kW3Oc4GABx1wR9ecdK6X&#10;RdSnvbZi4DySbTEScAsOo28fwgg9z+GTx+gXypJG+9Y2kbKrjIP3iR/46wHruH96unjvktL2x5bZ&#10;FGjKZSMYwSGYnJHQnPo56kmumjJHNVi73N6zvxcQLJGwyUCsi9Y8ZCkqehwRx2I9BuqyHe6uQhaG&#10;3jAVkP8ACSM7t55HIwB6H5vTGQs3kTP90mIh2TBGQuDhhnkDOOvBPfir17EbVRgABnVkXO3LcHZj&#10;r1z0B6HHAroTaMdHoaCXTKyPJ8rANuZTk4HzfTjrke5xVq5KvC6ocJJHnjrkc8jrnAGP/r1m2skl&#10;yu12ctnKvjkHnafTrkehGeTnJdBOYZFXa+FyEBbBIIxgHHXj2OV56VTbvqJIsxqdQR42O2QEvgjh&#10;c/e9OMnPvuPpRbJLHPtRWTe4kBVfu56/zGOvTmod0i3oeOXaSBtLcLlR25z8wJ/w4rSjnSaFjmMZ&#10;USRufTqo/A4OP8aFJNFSTRVimn0y8jO1FjHyFSduwk5B7n2x67Rmpdct0lLtFgA5LDGSDkA8fQDj&#10;2P1pl+YjAyo7fe35ycqvQqcZ9O3PFBjl1D54kk3PhdhGdr4HA9zzj2/HOUmrFwTuY+s3hu5FGGOR&#10;sk24bt8rA+nb6AdCaq3DLJCkmxjJzHKi5y67eMAng44x79M81dutOP2Rmme3VgpUqDuLDHoM8d8E&#10;8D8KW4a106SF/Me5SWMh2+4rfzPOQcd+c84FS9VqVbXQ514dyTW7hWtpclNi/K/TAwMDHI9xx06H&#10;Ml0r7dHI7v5iqAJQV+ZTnBPPGc4BBGCMetdTLdRblSO1tyGLZR0MpXHLYBB/hP5Hp3rD1nV54rj9&#10;5IdpUq6bMB+ODxgg7fbOccGo2HvsczfaPKZNsm2NoC2HjBBx1R9xxkZODnkbhnnGXO5gl3SLuSRx&#10;MoOQdxHzkd+QwJ78/Q1Z37bthmXf5fkp2wNrMhyOuecdiyHk5rH0+G4ilAYZRiJCwUcNkEHj7p5O&#10;QpweePWNU9Ct0a+o65ieF2aFI5AyZLZQEYDbsDOCdrHPOHOc5zViHUIo45oH82TyQTtdvnCluQT6&#10;jOc54LH0GM1bk2nkEbLdLgmRVjwolZflKAHtjIIGcEL2qxd6zFD5FxEwUo2w9SEJBBU+owTz6Nxn&#10;Jq9YvmvuTpJcti3BdrYs7ojbWkCuWwPmYdTjGM4HTHJx1xXG+KrB9dkkLcFk3W0inCq68Y5bADA7&#10;TxwHB4ro7e9H25RtCrOCuxFDKQcYA9Du9O/A/uipq1h8qKGi8zIaJzxlsEdOhViSCDnAcc5AFRN8&#10;ysVBcr1OX0/UWt7aG5VTsORJuGML/exw3GQD2I3KBzVq/wBNW7nCj5rXgxJg5aNixMbYGA6hSF5B&#10;IXPINUWxoWoXSosabh9piSVizyRuegOMblIdSSOfKJzllBdenYPLfaV7Kr/7xG3B43fnwOeKyWqs&#10;zSWmqM+88PlhMjgGRvnjfGQecZbHHcHPQEnr0rGvo7zRNTW6hDPe2g81CoP73b99DnHzL1wePlPQ&#10;nA6K61GS5YyMDIfvS85Ulshjxxg55xwMnH3RgeE3TrBueK6iGU3cFyBjjBxkfdz14HYDdhOnbY6q&#10;dR3PrT9mTxd/aPh9bBXkmsp1FxYO3zeWWUuYcj2DsMcfu5j1IFeoMuFP04r51/ZxludN8N2eowCK&#10;ZLTTZZJ4EUJJE1rcSTyJg88xI0Y2/wAMjdN2B9KXcXkyMFZWAJ+ZTkMOmRX6JwtjZVsN7KW8Py6H&#10;5txVgo0sT7WO0vzX+ZQdMPx9cf5/zzUbcLx696sSAo3+Hb/OahxwOK+uTPkyJxj8PfrUZ57D8c/0&#10;qY8/n/n/AD71GxOeATnk9OKu5J5VG3y56DmpFHIqNOH9/wAf89qkUED/ADxWLKHH5lI6Y9KUcDr1&#10;NJxjHHpilU9PXr1pDFY7U/w71k6y/JH861HbCfh1rE1ZsN6Z4pAcj4suikDeuMntXyt+0xq3nWht&#10;xx9plWLgdckZ4/P+XFfT3jpttjIc44PB7V8i/HS6N74v0mHy/OBu9xQFhu4OOVII5IPocYPBrzsz&#10;ny0JNdmejlkOavFPujsPChSC9+wsX/cCAT7W++GRhhRgquPNUY46p6Gt3T7p9P1eNzsKBttwdu6N&#10;SDtJUYwQAx4x/CenbnJNdkm8VXbM6LBHMsFvGgEYgjCqCAoAAzu8zoBlS33maug8+bUoDOVBSQRp&#10;KMdAw4x06EHJP/PTHHFfkNeTdR2P2DCR/dK5YtbWTZPaEcuTkE72Vhu5xkdduc8ZwMZ5BsaHGLt9&#10;kgOyOMoAVYEqGDgAjkncSuMYxjn1J9Qd7xcMFlcAkqSvmEhfmPILZKIeOuc81NZXe24SLzHhjmk3&#10;LmQLjdjgn/Z2L249eKINbGlRPcs2Maw3lxDNhvmMMigbhtYbOO/DMPzXkd9aw88TyRFv9IiTymPO&#10;CeVDkEDIy3XIGWUnisfUb63jdJA0YSZCwbGS2fvAjrwM8D+4DgZrXvHF9JDcRBFMsYJbjhlyD2P8&#10;JRuOm09MV1aI5LlqM+TeW0AkUGSQ4kCt8jOpKKec4V1UA9h3rsdMdIbCOSVyiGKTyA55jWQkldnQ&#10;5YEDHIUjuTXHPEl9p8WC0c3mNuJUP5Y5wfQbfmXv97B6Lnc8Na22p258gLbkIEiUL86sFOdpBwp+&#10;YjHYBsZqlo7IJRurs7W1ButOEkuwmJmjO4nJb58KMkNnljjBPBPTOdXTQ13C8dxst3T+76ZHUnGM&#10;hT2HHBxWNpeoZ1GOMR4W4t45AVb7hBbDBcnBxg5HGBjkDAv+e9leK8jq0NyUQHfnkr0B4BbB46j8&#10;uOyLucTVnYntUa2kbcMjaSyYG5sjJ79sEduRinwsZV8nhiCWUD5sbQM8j8D2+7+AmvNKiuJt24Dz&#10;FH7zn5iCMMB0IyBng/dzS28SlhLjyuzZJPy5659s/j796aYaEtnaPeqzMd5kbDbvlKk5wfXgkD1p&#10;YMM88W/kKZYwMKM5+cbce+cAYOT71Ts5pLa+e1LDacsgD8hQcAcnBw23ueB71MUkeKKVQEnDbGVS&#10;OT2zznDDcufpmsWzSO+pHZo1vciInKO/C9dnJGSP+BfypDrMsaKkolVycsv/ACzO3IH48FckZBOM&#10;jOaZfFpHVkBC7DJATnjgHb6jIyCOny0jyprFlEZTIqNGSTg/MuRyB6jI45PPtkl9B21KmttJaXST&#10;o4WOUlgDxkr97Dcj/aHb6VWjcozhl3ROpLKDu4P3iPbBPHoc+9SWsx1fSbi1YKtxFIU2HruB46e3&#10;88VzVtqN3pmosm0tEGVlbr5bDBBPGSMc8di31rDmtudHLdGxM72iBtxLQHa8m7/W7ec8HG7ae3Py&#10;nsKaIo9VXbGPmQMY1T3Y/L+YIGMcE4PTDgVu28wEDzgAQDghuqH29Opz8w/iwaEq/Ytx3ZVCQePm&#10;UN1z6Y7Ef3SM+tX0Mra2Kdzao2ExGgChh5q8OhORx6q4A99o6EnFfU4/tbeaoDCNA7kHLZwT06n5&#10;R1+mc5BGydXX+0m3KiOWJl4wME43DswDAckcBuc9TFqWgxRsRDt3FsoMAYLEY5+pXA56qAecU9LC&#10;1uc1dJcLZPNb7cRgTnBBxg8/UAnPvjtkZhET28SySxIJGBXyySQRnPBxuzw/4Kvtm7qAms9syb4w&#10;jgjHyblOQSOnOQAeeeQDnJrJuXdRJFuieFmGVKkARsMfN36A/TbwAQcZzepcNFqVdOE2pWSH5lkJ&#10;EagHIjkA+TvuGRkeuA46EVr2+qfb9MikmVQWYqcqD5UgBzu5A5A/9CGR0qGISSTTRsu6Sdd3mDht&#10;68N24+YE4PUA8cYpYMX9uxOT9p2rKCwwGOSjE+jc/QrnGKzjuayWhS1O0F1cqvk7JZQfL2r8ySZU&#10;sOnKsAvHGTgjBBzTtNKinYWjBMMhICEFlXBzt7blPI6cgAYAxU0Fw13FJbT53j95bytgEgE43c+5&#10;z/d3detWL6y87Vft0KTo0wxw5OyTOGwPmJ/hyvON+MHNUlrcTfu2Rj3fh3fc+Wkiq0R3xvuwrE/e&#10;GcZI5H0AU8kmquoQf2dHI0Mjku4XeEyQwyCpHTJwo44+Yg7sGuhS8+0qVjUqwXeAGzuUAhl6n7uP&#10;mwex5yCa2PhV8FdU+NniiCyX9xpSp9p1LUGG9LG3BIMhPUscbVAGWY7cZND5pe6tyPdgueTsj2r9&#10;k7R7q28NaIXgSRdRsby52SuQJkbzo+nuY2HP17ivZ/Dr/b/B+jXHT7Rp1tN16b4kb0Hr6djUvhzw&#10;tZeC/h7q+v8A2R7LTLGza20+CQgOVCmOEZAA3NI4ZiOGeRm+jtJs/wCx/DGmWXB+xWcNvkAAfu41&#10;Xt/u9unavquFE1UqW2sj5DiaqqkI+Tt892vldFaVc89Oew6darTDIPXB46Van4PI5HvVR/mB/X6/&#10;5Br76J8OyNuTz/n61G0pjOM1I4wPYelIT7H8v8a0IPJw209MAmpB0HX3P+f89aiGWP8A9epFPI/l&#10;mshjw+V68YHajPHT6jPWgjjuecZ/z+FLt6AADnHA6c0hjZcMD147/wCFYerj5j7+3XtW4y7gR29a&#10;ydXiyvakB598QVzpsv0/+vXxt8a757D4k6DKACy3DsueQGEbsO49M8fhX2r4xtRPYSg56Zr4r/ac&#10;08WXinR5JTshF+qO2Puq+UJ9/vV5ObRbw8rdj1cqkliI37mt8MtWgvLmaG5byxJaQTxs3JZldxK3&#10;TJJhBz9R0xXdJcyaek8c0XA+R0PzBsDJ7dSzHk9Ax/HyTwTqMOk6pbfawyvZXTRXAR9he3nAjcAj&#10;+6xTJ6AeoGK9TtWbVpLaNUb54khuHUjBcK6hgcH7wJ3de/NfkdVW2P2DDO8TRs41u4IbshcJGknm&#10;Egk/NnJBIz1wRzwRmrN3byz3EFmSrQxqyxupBkXIYxk/mM/nVLTdXxPG0YkjttoieFQMx5z1J+8c&#10;kk+gB+lbNvpxcbnG11fycSEbz8jEYxnbknuMdyQMmpg0zWaa1K9uDcW3l4EfO/BHCMcBievdVPrg&#10;Ed6n8Ly3CMLM7dhkZUA+URuOVHPU8kY6fMecVLasHu5Ye9u2JMqUXnLcdBjcNuemCWzyDVSzvmgm&#10;lURyrsYTRgqcBlBPUH6fgo78VvHR2MJ7XR0eia3uDKEQ7s4BkACYxkHgjp/F6qx6GtPQZ59O1eV/&#10;LO8XAcgjGG+V9oIHBC5Hoeec4zgaRc5uldEUmUrIiZAyRnOcEZBG8DBzzxzjG9DJLNc+XA4Lfuh5&#10;hwRJFGvIbHrg/wAXG0dMV0xu9EznlZM7HR79EL+U0rLC5cYTarIShXG3PHGQP0GTXV2tnDI5D7fl&#10;zIh2gE5I5ySWyeOQPXoa88sr6+hSxUrO9wswifAHzkMWR1JC9QjLgAMrO2M53HudOspoFs7jyRsh&#10;Jt2AGN3TGdxHygnHG7lV571007pWOWpZvmR09rC01lE80W9o2Ck42bT0D47rgnndwV4znnHeeSDV&#10;W+6LeX5C+7vjgdB65zxwT7UaRqdwlxI0mSkqDzWIOcA5LEE4yM5x2Kn0FJ4rsYY9OeVcho8NlRjy&#10;9p4yeBxnue/4Vo2/iIWuhO8fmSOZBIHQja38SDoO3bB/Ljsa0Bbb97bjtcKkgz930IzjAJAAPP3a&#10;wtP1SSWdJWT5irNIikjcMkH8fz7VqWV217cPBOrtGwVo2HO7OCmfY8jgcHjHeoavsVF2GXUTpD+8&#10;CKI3JUMMbHH3lPYjOSPY89KyPtA06/khjMkbMVePj7iMeh6HIxg/rwa2r6Iib9zmTkbozgfMq4yO&#10;O6+vpz1zVG6txqmnR3KcCDa+UGPUEBtoypBbp1J+tKyGnfcqCLz3t5QfLYfu3dehA+5kdfXB7Ar1&#10;zWX45tPsHmXuDggM+0bl2j2745/E+/GrbRJpu50jVPPO10JJyCu3dt9VIVDwBj6YqpNqwv8ATpLQ&#10;v5ZhKs4JycEZyPwHX1DDtWMkkjohK70Oci1WeBvL3HypAGVxktg+g9jz0yPritSCYXsm4+Wkd3+8&#10;JUAGOUcNjjHJBxn1PrWLc3Y01cqAhgHVgGCIcf3gTjpzweAPXFuHxH5UNwIkSOWJTcRhIQu3ACsF&#10;H3SuB/45n1qI3Rckmhmr6DKbaKbd+8tJSjYOUYYBHHoUI/LgUR+LI9Si2tlxDlFkJ+U4GfmBB+8G&#10;Q8Y6jpTdT1bz51CsskV5CEZlBAYH5lb8SSevGT7VmpdfaLZnmxgLuJBILY789tvJJ7gd85V7E8qe&#10;r3Ib/WgLoqDvjhEm9d+fLwQec8nuM9fmGemapafYKtoPOdWNvmKMhlCopYYGRz1PbruODWbdXctj&#10;qwSSTkqY1bPDttPHucZA/IDnBvW1/DNYQzypOzqDFLIuMcOcHp2Ckjt17DFTzXepXLZFyDT0VyrM&#10;Gw7BCw5ZwV2nA4YsmQenOfT5ZrcQW+ovuuI2EuflkyCQSCucA5OCOc8EA9eKr+G9K1PXdQ26ZY3l&#10;9cLK5VIo2lcdWD/IDu+/nIGRuzyQAe78P/sleP8AXbuC6ksbDQrf5XabWbtLSOIkEsAuTKdpG3hM&#10;HPsSG029DNzhFe87Hm2sGC31QRTPHKrtuEjgtncSDx2B4OO+B3pll4iighhVWjmmldQm7AWWQjCg&#10;ncfmOSuR+uBX0Fo37D2matK0eu+ItV1ONGWNItEgWLORnm5nB43E9IiSOdwPT3H4T/s82HgFYpvD&#10;vhvTvDUi4I1CXdeajnoSs8+4pnnIiRAc/hRB31/4P/AMcTioUl/nov8AP7kfN3wz/ZL1/wAZm11D&#10;xKkvg/RbqRpIRfxY1K8BJA8m1HzHOfvPsX5mOSMZ+rPhd+zVp2g6MtlZWD+HfDaP9raKQq95qEqk&#10;sJ7lyu0lckqoASMZ29c11mi6Vo3gzUypSfVfEM+JGRAbi8YnoSzn5FJyQ8jKvJ56Vy/xW+JBsbk2&#10;mpeRdtJjZpNu2+3HI+a4cgGZhxiMAJkrlZPlNdcVBRvL+vn+iPAni6+InyUfv6eqX/tzfpZnN/tA&#10;+K38bx6bpWnBV0aW4jjslyR9pydhuSOuzLYj7sokk6MhOnqj5kJA27snA7c1zPw+0S48R+IL7xTq&#10;Jnk86RhYfaDukkH3DOfYjIT1VnYFwyOd7UZsscfTrxX2+QYOVKm6k95a/LofPZxWheOHp7Q/Fvcp&#10;TtuJ+vQDBqu3Tp9cVLK2G7/gOf8AP/1qgfOOn5f0r6eJ88xhHzHr7jHQUkS7geO9KVAz9cUzG49A&#10;31zWhmeTKpx+uR/nrUqPx9fT/P8An9KiT+n+e9Sofx9Bjp61iUTKR2/U0hXd6dMUi/Kf696k2/Nz&#10;/Pj8qQDHHy5x+dUtRg3xn/J/lV8p1xj8uMVFPHkHv7UDOI1+182Jl45Gee9fKv7WXgSW+8P3MsC5&#10;uLUieLjqykMv6gV9g67p+EJA7857n/P868m+LHhJdWspEKj94p/WsK1NSjys3ozcJKSPjTSNUR47&#10;a84uLW+j8mT5RlUKAkEdCcEfiemRivV/C1+zwRxySItzDK8EjcBrmDysrMBxwcsvA/gK9Qa8nn0Q&#10;fD3xzqGg34FvbmUSQyuCVjRixRvYKxkUnqFAPtXSaZ45PhXVdN0u8hvFvjLJFatDC8nl8ZbzNpOI&#10;jgZJwBkHPevyHMsLKhXlTaP2HK8Qq1GM46nrVjrs1rdX0gfZ58gKxEbdzBlwQOo6HPPbpgc6+m39&#10;rGI1ErKqIHaLZyy5GFAz3G30ye/XHLaJHBcWE8Ygf7VFGZjCZB8iKoAwTjcmA4465XO0kLWrpVxJ&#10;He/aNqS/aI0lc+XtAG3ggZwQWBA4PLt6ZPmq8XY9XSSujR1UBpo2jIjmtB8rNGDuQdCRgggFTnqO&#10;pI6gNjuDe3zvb/6/f5kShzlQSzEbjn0b1yM/jPc2ceoLHJMw+yhU3JjLSk/dPX2BXk447VKZCsck&#10;3kqwQZXfuBJYDqRyev1IORnkHoVzDQj0pjPN5bLseAsUYF0O091I9McjkZJ/2q6q20xrmWzXywfM&#10;3q21lV5AFJAH13H15J7gVj2cBtbnD/uwqAO4fPloysQSzdFB3HrjjqQRWuddnW8S0eGBMlAGfern&#10;fwV4YYXkjaOvzdc8dULR3OSom37p1FrlotibPLtRmJtvbHVgecZXA4zhVGABXYafK2y3imdoSE+Z&#10;HGFOwAgE54JI46ngjPHHmWn+JZgklxcPGjSuVZnYl97Yxu4G3ndlWO/7wzxgdHbeJROtmIZMpKnm&#10;L5zsqspwAdpPHOeOg4GccHqUkjmcZbHVxRSaknmF1RUjySd3rwMkn6cnn0PJq1p+mxJpjxSFpGXm&#10;RPlO7czH5TnJ5A/HB4BqppN9He3U0WWXKblOxgRuGeh5Y8n8cDAxk275xaTRkfLG5MAXdlcsyqAQ&#10;AfQDPQHrWlk1dGV+gyG0+wyGJFEkcjBh8xUxct+mM9B09DnF3UrZn0guu7eVx0DFVLemedp5z64+&#10;o5++vxbowklyFt96yRkbWYEYYMMgE4UjLdyMHFO0/VG1WORFy6t8hQn5kP8AEGBHpn6D0I5E1sEk&#10;dDZ38estG4ng3mIbOy56AgnpjBxn09RWHBqa2bMi72gmUkF3MjDgZXknPIBGSfTntn6Of+EfvprL&#10;7QdjySxsQgyqkLnHIyVJJx1wSO1ReI9bEVz5oLl4CSwZAN4XoRggAgdf+A8Cudz1OiMdLmtbmOFt&#10;qjK7/lVifnHQjOfz+h9OMPXJSs8OqRhcopSVgTwuRnscgHntjJznAFRHXpIZZIpnXao3Qsc8DnoM&#10;DkqTjnAAz35mDPcS3MCyMY5pMBeoDjBIHQ8kk49GPWh6oFo9DnNYZZJoXHAmYlo+xyCCAAOeQe2D&#10;7Diq1xqaQTW155o/0ZgGj3M2UJCkk5J6de3U8nFUvF2nyRWbOoY/N5ZUNyx/hI9TnHbn5+nOJ/hZ&#10;8OPEfxs8Rz6TolvHeIu2S71KVzFYWMDAqr3Mu3agI3EdXYqQisTiuVt35Ujr9xRdSbskRrexMZbQ&#10;XIMqYW3JfKgEhsEnlcg5BGcYO727P4cfBrxf8VdNW+0PRbj7BnBvroC1tWYEggTSFYyQccZJ+U8c&#10;gD6I+DP7I/hn4dslxb2MXjDXAnkLqurWYW1iAbI8izbco9nlLHjIUA4r2DUfCdpptvHf+KNWS6lL&#10;BYPtsu8A9kijPy5/2Y1B9qpff+X3nlV8wUZWjp67v/t1fq0/I+W9B/YYsJbhZ9Y8VXty0bMfsfh2&#10;xLSKhXYUF1LtTB7/ALtgeeuTXpvgr9mXw38PpEl0fwxCZDtIl1u6a8LNz8xG1Yhnj+E47DtXrsE8&#10;86Kul6HceUVws9+39nx9uNhVpvziHTqKQeG9RvwBfajHaxjPyWNsByeoZ5S+78FQ+44FWqc38K/r&#10;1ZyPMb/E/vf6R/U5Oy8I6neyeSt41hDCNogsI1tUQfLkAKo44HOO3tWfpmn6Xp+pzNaoby5HEn2b&#10;dcyIMZw4i3EcgfeA6D6V3A+HekysPNt21Nc52Xsz3SA4wcLISo4HQDHt1q34r1/SfC2mouo3unaX&#10;ATsia6nS2QH2yQPy5qoYNyd5P9RPNEvdgtH8vyMvSp9Wmy8Glw2Q3bka4nCMwzxhU3tjPJBKdR0r&#10;eg0C91SMf2hq92yYOYbMtaRuc8fMrGYd+koBycgjgc/afEF5Y0TTNL1fWh90zJALOBOvO+cx+Yvv&#10;EJCPSrqX2u30W2W607R4SMMliDdTsM/895VVVyOMeTnuGr2cNlFWe0Xbz0PDxeMj0tf7/wDgozfG&#10;Ovr4NEFrChsIrqY+TDax4klbB3BY4wWLYPO1ckjJJPTl7b4fXPiLxGdS1vdBZJGI4NPLAyOM5JlZ&#10;flGSTlFzkfebDOh6+CztNGmaWFWkunXZJczSNLcTDrhpGJYjPQZwOwFUdS1bLHnqfXpXv4HIqdOf&#10;tKvvP8EcVfNp8nJS93u+rGajcqibFAVQMYHAHsP89BWJcSeY34+vSpru53E+/b/P+etUppOa+nhG&#10;yPnpyuRyHoB/D0/nUTnA69vpTpMkkct3wf8AIphOT6c56/59q3Rixp4H+zjj/P8AnpTGOGPB6mnF&#10;sfxHGO35/n/jTMZHIb8MVepJ5PGeNp7e9ShTjuPwqBenrxxwf8/5/KdSQSeR1OaxLJUxntnoMHtU&#10;iLu/Tmok681Lj8vakBIoyR7n16010yPwB9MVIvLd89/8/wCelOVflwfwBH+c/wD6qAKN9p4nQjGe&#10;3I6iuL8Y+FDJAflJHsOnWvQ/J3Nz/LvVa505LhfmGe+cUn2H5nxP+1V8Crrxbo32/SrdpNc0oNJF&#10;CgG6+j/ihHQFzgFc9WAGRuJrwXwL45ivrG1juZW+zwqy29x5R820OeAwPzbAcjbjcpBHXiv0f8Y/&#10;DZdQidkUc98Yr5I/ab/ZLvZNWufEnhm3/wCJtITJf6cG2Lqp/wCesRJAS54HU7ZeNxVvnPzedZOs&#10;SvaU/i/P/gn02R5z9Xfsqnwv8P8AgGLpl3IEt7WSKGeN3LoyyfIV5BljfBGfQjAPQg816DptvJd2&#10;Fu72324W7syzwcTQ5bcQ8WcHr1T14UYNeAfDvx82lWYXy47iznYiS1uUaHy2ViG28b4JQcqwxwVI&#10;ZcgCvZPBPiy01BFOnakqzHCtY37CGXdjOEfIjkPPG1lc4+7X51Vwk6T02/r7j9Go4qNRb6/1952G&#10;lvNqcMxaUuIz5WIwyhFwVG7GOeX6An52zwDitptu8t6yxRbY5T8qsCWGGIGQcdyce3U9QLZ1UyXC&#10;w6jYFZg4Kmddkij2Yc/iP/1dLZpp8sf72aaFzgLISCCQTgbgASQSx6k5J5INcqqW3O2z6ajdEsop&#10;LkwiQiEsAgG75XzyFXH8QYE89iuSc4muV8q48yHzotu2OMjCJuHJGegIwp6Ag4BwcAdX4Z8Iade2&#10;scTiF1cgsYsrjjOVGSoPGeVzyeea6SDwL4bmt1jGhWspBJEktzOzHOcZ/eEZIJGTx1OCenSq8Lbn&#10;M6U29jwtodzSJb3ZNoj7kJBK5XptLDhQccDGB9a6/TYykSRcB44xhNwLMOH+Xk7sZ6H1P8WAfVNJ&#10;+HuhabPvs9J0WC4z8/nRtcmTBz8zSFiQWGe/PsAK7Kx1A6FpzS2Rh0/y3LlLW0QNcbRjC7MZY9Bn&#10;H4cmrWIikS6Ernlfgnwj4kvrmDd4e12NOWR5bGaGOQMQ4w7DbxkD5jwCc8KTXX3Hwt1qQvFeSafp&#10;9t97fdXYdyOMrhSzdQnHfbgjk47WKKfULeCW/nmjglz5rTT7Y1PGO+DznOT26cg1pWui2rMn2RZb&#10;tekUkEMksZAz/GAVB6856nk4pfWZ7RQPCw+KUjg9E+EenxX8hv8AVrq7M7EmG2twI523buGk+Xd0&#10;zgDJ654rRXwVofhW8LnSLm5VwFBurncQDyceXtI6Ed84xnGAO3g8O3U7+TDYiFSwOZZkjAHb/Vly&#10;Me4HfHpVmbwndzSeXc3dqu4/LthMm7oSN25e3U7ff0FV/tFtNCH9VT1OAl0jT/tEs+naRZQ+ad+/&#10;Y0mTxkqZN3OB2AGRmsu6kT7Ou20tElBClV0+GNlIOeojyO5xzx3wSK7268ILpU+ZJppoD8w2oojU&#10;nnpg8fj2GT1rO1TwnFCuVjaTkbiQnPHUEKOf04PPGKmWFxDW5UMXho9DyLWtc3QtbPZwpLwEVrG3&#10;kUYAJOGhYEDPRh0J44IHL638Q9M0VZrn+zRBETuRzCzLbHjICpIhYfdx1OM56k16z4h8AW11H5sU&#10;Sl/vKV2DBz9M8Hp/nHGeIfCtnfK6TW6FiCGUlj688/XHtij6viUtw+t4VvWJ5r8L/jb4H+KvxUi0&#10;LVJ4zpcLAXZsL+S31CJSo5jgeKVHTccHbcBkzg4bIr9CvhZ8NNOPhi3h0+yg8PeF7IvPb2aNiNCQ&#10;d08sj5aScgfNJJkgcAgZr81Yf2cbHwL45fW9Gur2yv45/tkPnKskcUm4OuCoUkBxnHlMeAckgGv1&#10;S8IkfGXw/Za1fW6J4cv447nTdKYh0uo2UOk9xyQ2RtZYgdqjBbc3CdFGlUk+V/1/wPI8bOsTCEYz&#10;pPv129F3ffprrqWNLmuPE1qE8Px/2VpGCBq0sAaW6Xjm2iYbdvpJINpwCEkU7qvaN4W07w9eS3Fu&#10;vnXhU+dfXL+ZOwHXdI3IXP8ACu1F7KKm17xdKbh7bTbaG9uYmEcskjNHbWhHUMwyWcD/AJZqCegY&#10;xhg1crfeFbbU7xbvXLmbXblOUW5YiziORzHbA+UCMfK7B5VyR5hyc+/hsolU97Zd/wDJf16nx0sU&#10;9ei/P1fX8uyJdU+LdjeTiPSLbUPEkrAjfpUQe2yOo+0uUtcjuDLu9uKYLzXtQPFvo+kLxtaaSS9m&#10;2nBIaJPKRT7iWQVYvtb3E5bOOBnsKzLjWvfr2xXuUcnoL4ryOd4uSVo6DJPDJuDJ/aOt61fh85hj&#10;nFlEo9vs4ST1+85zjnml0vTdK8Myl9P0+zs5mGGniiCzSf70mNzH3YknvVOfVSw4P5Cqs1/u6H2r&#10;06OEp09IRSOapipy+Jm1NrWST1/Hmqc+rs3f/Csp7vecZJwBUD3O71bNdapI5pVS5c6kZD1yeh6/&#10;571RmuM98kYP+f8APeonkyPQYxyailbPfp7VtGFjFz1GSy5PUio3PHGfzpWbjj349KjY4B7f5/z+&#10;VaJGdxH598jj0/z0qNzlvrzml53Y9yMevp/Kmk9iee/bPerRI2Q7W5zknjjp/Tt+fFMcLnlT7cE4&#10;/SnMoT8R09abweSevT5gM/rVpEnkykD+XXrU0Z6Y57VAr/L1PHYfjUqnA/H/AOt/n/61YFk8Z+pF&#10;SglQD3H4VDE205OPY1Mpz+Xb+dIZLGOfU5GB0qRQD0/liogMn6deKmQ4z7c/T/P9KQD0XPbPenbf&#10;m69f8/ShMgfT071Io5/+vSGRtbq5rJ1nwXa61EQ0a89Dit1E56VKqZ+h54oGtNT5f+Pf7Bun/Ei5&#10;m1LTJho2uuBm8jhEsd1gAAXEWV80AAAMGVwFAD7cqfnLxh8HPGHwdaX/AISTSZI9Pi/5iNoxnsig&#10;5y02AYgMdLhIxnhS/Wv0xS38wcg+nINI2iRTvllXIJ5715mMyyjiHzS0l3R62BzWvh1yp3j2f6dj&#10;86Phr8Qb3w/eWdvFqEkml3LofJ3KVw2BuVG3R9hyvJHQjAr3LSzDdDmGFgxOSv7o8nP3VIB7djXs&#10;Xjb9jDwB8QpJ5Z9Bh0+7uHMkl1pkjWM0j8/O/l4SRh6yq/b0rEf9ibU9Ksli0XxmDHGMJ/a+kC7m&#10;A46yQywDsP4O1fMYjhyd/cs/wf8AXzPp6PE1N6SvH8V/XyG+FtEtWaA2ziIE42tlwPoAQfXvjPqB&#10;XZaT4dSVt8siR7TkMLcuzn1B35ArI8F/Ab4h+HVWOe88J6kiSbhIt5dWznnPIMMo4+vau/sfh/4w&#10;jTiDw3BwcSHUp5Np4/gFumf++h+def8A6vV0/g/Ff5ncuIaVvj/B/wCRm6f4S8wj/SJbqPJz90kn&#10;6lSemBj/ACej8L+DdPuo2+1R3TCM58uWXCrweMLgenX09M5c3wt8RXX+s1vQLfHQw6RM8iHqTvNz&#10;hv8AvgfjW3Z/DC9WNRceLNUh2gDFhY2MSP15PnQzMOv8Liuinw/XvqkvmYT4gpdG38v+GGaZocGk&#10;X6yQWNoAjAgeUN6fRgPb2+tdHr/ibTdEKvqepWGnl84F5PHbZ+gcj16j1+lZ8Pwx0ONP376ze9N3&#10;2jWLxo25zzEJRF+GzHtW7odrpnhJWGladp+lBxhvsVtHb7/rsAzXfTyBr4pL5I8+rnqb92P3v/hz&#10;Lk8Uw3GVstP13VHLcJb6fKkTDGPluJhHbsOP+eh69cVCqeItTB8rw5BZQ8jZqerxwOMDjH2Zblf/&#10;AB4V0kut5/i7+vWoX1gt3P41208kw6+K7+f+Rwzzmu/hsv68zm5fB/iXVbFFuLvwzp0mOQltPqG3&#10;jgBi8BO08bscjsKov8J9ajQ7PEmiZI+XPh6ZtuOn/L8CR7fkRXVvqpbv/n61E2oFx6/yNdccrwy0&#10;UPzOZ5pif5vy/wAjhb74La5IrBPE+kDI5A8PzAE9/wDl+/zn8K5HxH8CPFpYm2uPD2ovn70tzcWI&#10;bt90RT/+hcEDvzXsp1DLdfzNN+2ZHH5/yp/2Vhnpyfn/AJgs1xC+3+R8qeKvhb4w0qd/P8KatNbg&#10;DZLYmO938nIEcTGT0wWQd84r7U+D+rXsvwJ8F2E0M+kfZtBs7e9Vi8N2kqwojxKMBosEHLjDc4Xa&#10;QHrllud56itaLXDFaqu7gDH0rOOUUIS5oirZjOtFRqW0Onutais4EigCRRRjaqIAFjA9AOBWLe60&#10;ZTnNZU+qmXqevPJ6VVe8LE9z7/5xXpQpWOGVTU0J78n3xzg81Vlu8k8n8vyqobio2n5reMDBzLMl&#10;yQP60x589ef0qDzMj9BTC/Tv6+1aqJlckkkx39cd8/h/n6U1n+T8v8/pUbSevU03OP5f5zVWIHmT&#10;P9KYTkj06cfWml+fX6fT/P8Ak013HXHf8hTEDPj9OajPAGfxpQ5zjj3x/hTWcA8+mevSrExrccc9&#10;Mc0hOPw5/wA//X9aC+P54x0ppb16/qBVEiN97+maacE/MVP1A/xpd/BHpjimsd3XP4irEeSxHcOR&#10;1/WpY+B69+Kgj4PbrzUqNz3Prznp/n/9VcxRZjJXOc5qVTgZIPr9P8/56VXjGRz16elTI2Cfr270&#10;FE6HZ+HP+f8AP9KmRufp+mKrRkAA9Pc9qnjYBKVgLCHB64x146VIhy3+eKgRsD8e/apY2/nmkMnj&#10;IXvmpEOR9e/pUC9BwcdeP8/55qUSbVGR+PrSGWAcrnt2qdG4Pb+VVYmwR/MVLE/1yB1x+FIouJKC&#10;P/rVchucCs1JMe59e3+f/rVPHJ8wGamxcXY14L7HTt/n/P0q0mofj/OsaOXHoeTUguOMZzx69az5&#10;epambS6gxAGTjtz0FOXU2xjJrHWf5+309ak+0Z64znpT5EPnZrLfnOc9OpzQb/3zxWYZ8nrx/OnG&#10;fC0couZmg96SOT0pDdZHP05qlv3H+lKJcn0qlHsLmZbNzwM+v+TSLPgdec81XDnZ68YpN+7jd15G&#10;ec07E8xaMvHfnjrQJunfP5mq5c8fr/n86Tzcn6+venYLloT59alW4yPfp+NUUk54+vWniTGPTr7Y&#10;phctvcDOe386a02R1x2NQB8n/wCt70gcE+v45poVybzsnofpnmhn39P5/wCfb9KhEmRQZM//AF6q&#10;xFyTzO4z9D/n/P4UgkyOvfj3pnmY/wBnn8qTOe3tx3pkjy2ASPy9KC2wdTwe/aowc89aaG2kDiqE&#10;SElm9z3pvmc8cD+X+c00nH4U1mHX9e31poQrvkc9ux7f5/pSFuRyaTOB+XGf8+v8qaxwOufU569K&#10;sQM24celNJx0x1OOTxSuff8ADPWmk8ZqhCFs/wAqYXwem73zj+tKTg8+31/OmFipxtJx6VRJ5MvK&#10;4y2OnI5qVTuxz06YFV0bC/TI/SpR8oz3zjkVymhOOfp9KmD4Hf8A+tVZDsQEccZ4qyiYU8kYPH60&#10;DJ4zuH154H8qlRzxn19agiGSPqBUkTYX/dH+H+NLyAnQ7fbr7VIJc8H8v/rVXU7S47Lk/Wpi2xmH&#10;YNj69aQ/Iso2Tn8KkBPTAH49ahX5Me459+cU8NtfH49PYH+tOw7k6Hv+PrUqSbe+fYn/AD/n61Xi&#10;beoz3qVOM9x6GpaGWEk+br/galRvfp+lQpyB/nsDTwSvf0pDLCSkdMfnUkcgTr39KhBx+n48D/Gn&#10;KdpA9/6H/Cga7FoS8+9OVvTp71XjbLL9QOPTNPVt3H+etFhlgS54/wA/5/wqRZc//qqsH2r9DipM&#10;5H44zQBPuINPV85/Qgniq6ttb8uaerkoT04zgUwuTB+Pz49KUSf5xTM5H1JB96RTvY/Xt+VOwr3J&#10;VfI4oEnP+FRqdx7dKUN8v5n/AD+dAyUcE/8A6qVHwvHb9aYV2KOvIzyfbNIHJb/gOcY6c/8A1qdi&#10;Sbdj3GMGhn7Z9fxqMth8e2acOU/+t14zT2AerEevH+f8/SkMm7OOnYUwHI/4F6fSlkXaV/2+tBI8&#10;ttH09qMn07U0nCn6Z/Sh12sfb3/2sU0IC27HPXp3HvS7st09s03fwe/GefoDSyDlh6VW4riAkn8u&#10;3AFN3c57jnmmmTdv4HAB+uaVRvfHt2+uKtAhckdj7ZP6UzGP6cU4DLY/z6Ux25+uDQiQyc0zOwjp&#10;2x7Y/wAil3YI9/8A61C/MvXq2OK0sIaXKr6YHHvTVUHq232xRjv3Jxn/AIERUUkpDccD0piP/9lQ&#10;SwECLQAUAAYACAAAACEAKxDbwAoBAAAUAgAAEwAAAAAAAAAAAAAAAAAAAAAAW0NvbnRlbnRfVHlw&#10;ZXNdLnhtbFBLAQItABQABgAIAAAAIQA4/SH/1gAAAJQBAAALAAAAAAAAAAAAAAAAADsBAABfcmVs&#10;cy8ucmVsc1BLAQItABQABgAIAAAAIQDWcsw43QMAAMkIAAAOAAAAAAAAAAAAAAAAADoCAABkcnMv&#10;ZTJvRG9jLnhtbFBLAQItABQABgAIAAAAIQA3ncEYugAAACEBAAAZAAAAAAAAAAAAAAAAAEMGAABk&#10;cnMvX3JlbHMvZTJvRG9jLnhtbC5yZWxzUEsBAi0AFAAGAAgAAAAhAJfhwLfgAAAACgEAAA8AAAAA&#10;AAAAAAAAAAAANAcAAGRycy9kb3ducmV2LnhtbFBLAQItAAoAAAAAAAAAIQA9GIVOwWEAAMFhAAAU&#10;AAAAAAAAAAAAAAAAAEEIAABkcnMvbWVkaWEvaW1hZ2UxLmpwZ1BLBQYAAAAABgAGAHwBAAA0agAA&#10;AAA=&#10;">
                <v:shape id="Picture 18" o:spid="_x0000_s1033" type="#_x0000_t75" style="position:absolute;width:30956;height:224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Ks1xQAAANsAAAAPAAAAZHJzL2Rvd25yZXYueG1sRI9ba8JA&#10;EIXfBf/DMkJfRDetICW6ihV6A5F6ex+yYxLNzobsVmN/fedB8G2Gc+acb6bz1lXqQk0oPRt4Hiag&#10;iDNvS84N7Hfvg1dQISJbrDyTgRsFmM+6nSmm1l95Q5dtzJWEcEjRQBFjnWodsoIchqGviUU7+sZh&#10;lLXJtW3wKuGu0i9JMtYOS5aGAmtaFpSdt7/OwPLW/wint/XP5+q7/gu7/uiwWI2Meeq1iwmoSG18&#10;mO/XX1bwBVZ+kQH07B8AAP//AwBQSwECLQAUAAYACAAAACEA2+H2y+4AAACFAQAAEwAAAAAAAAAA&#10;AAAAAAAAAAAAW0NvbnRlbnRfVHlwZXNdLnhtbFBLAQItABQABgAIAAAAIQBa9CxbvwAAABUBAAAL&#10;AAAAAAAAAAAAAAAAAB8BAABfcmVscy8ucmVsc1BLAQItABQABgAIAAAAIQA5SKs1xQAAANsAAAAP&#10;AAAAAAAAAAAAAAAAAAcCAABkcnMvZG93bnJldi54bWxQSwUGAAAAAAMAAwC3AAAA+QIAAAAA&#10;">
                  <v:imagedata r:id="rId37" o:title=""/>
                  <v:path arrowok="t"/>
                </v:shape>
                <v:shape id="Text Box 19" o:spid="_x0000_s1034" type="#_x0000_t202" style="position:absolute;left:22022;top:22021;width:9780;height:3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68EB35B8" w14:textId="0EFD63CF" w:rsidR="00B64173" w:rsidRDefault="00B64173" w:rsidP="00054090"/>
                    </w:txbxContent>
                  </v:textbox>
                </v:shape>
                <w10:wrap type="square"/>
              </v:group>
            </w:pict>
          </mc:Fallback>
        </mc:AlternateContent>
      </w:r>
      <w:r w:rsidRPr="008A208A">
        <w:rPr>
          <w:rFonts w:asciiTheme="majorHAnsi" w:eastAsiaTheme="majorEastAsia" w:hAnsiTheme="majorHAnsi" w:cstheme="majorBidi"/>
          <w:b w:val="0"/>
          <w:noProof w:val="0"/>
          <w:color w:val="365F91" w:themeColor="accent1" w:themeShade="BF"/>
          <w:kern w:val="0"/>
          <w:sz w:val="32"/>
          <w:szCs w:val="32"/>
        </w:rPr>
        <w:t>Project Specifications:</w:t>
      </w:r>
    </w:p>
    <w:p w14:paraId="294BE21C"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 xml:space="preserve">Material: Solid </w:t>
      </w:r>
      <w:r>
        <w:rPr>
          <w:szCs w:val="24"/>
          <w:lang w:eastAsia="en-AU"/>
        </w:rPr>
        <w:t>softwood</w:t>
      </w:r>
    </w:p>
    <w:p w14:paraId="5F2E1CB8"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 xml:space="preserve">Description: A </w:t>
      </w:r>
      <w:r>
        <w:rPr>
          <w:szCs w:val="24"/>
          <w:lang w:eastAsia="en-AU"/>
        </w:rPr>
        <w:t>shield with a moulding detail around the front edge.</w:t>
      </w:r>
    </w:p>
    <w:p w14:paraId="0710A2CD"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 xml:space="preserve">Proposed surface coating: Clear </w:t>
      </w:r>
      <w:r>
        <w:rPr>
          <w:szCs w:val="24"/>
          <w:lang w:eastAsia="en-AU"/>
        </w:rPr>
        <w:t>burnishing oil.</w:t>
      </w:r>
    </w:p>
    <w:p w14:paraId="244251CA" w14:textId="77777777" w:rsidR="00054090" w:rsidRPr="000C32DA" w:rsidRDefault="00054090" w:rsidP="00054090">
      <w:pPr>
        <w:spacing w:before="240" w:line="240" w:lineRule="auto"/>
        <w:contextualSpacing/>
        <w:outlineLvl w:val="1"/>
        <w:rPr>
          <w:rFonts w:eastAsia="Times New Roman"/>
          <w:noProof/>
          <w:color w:val="365F91" w:themeColor="accent1" w:themeShade="BF"/>
          <w:kern w:val="22"/>
          <w:szCs w:val="24"/>
          <w:lang w:eastAsia="en-AU"/>
        </w:rPr>
      </w:pPr>
    </w:p>
    <w:p w14:paraId="1F487885" w14:textId="77777777" w:rsidR="00054090" w:rsidRPr="005702B3" w:rsidRDefault="00054090" w:rsidP="00054090">
      <w:pPr>
        <w:spacing w:line="600" w:lineRule="exact"/>
        <w:outlineLvl w:val="0"/>
        <w:rPr>
          <w:rFonts w:eastAsia="Times New Roman"/>
          <w:noProof/>
          <w:color w:val="2D739F"/>
          <w:kern w:val="22"/>
          <w:sz w:val="40"/>
          <w:szCs w:val="40"/>
          <w:lang w:eastAsia="en-AU"/>
        </w:rPr>
      </w:pPr>
      <w:r w:rsidRPr="005702B3">
        <w:rPr>
          <w:rFonts w:eastAsia="Times New Roman"/>
          <w:noProof/>
          <w:color w:val="2D739F"/>
          <w:kern w:val="22"/>
          <w:sz w:val="40"/>
          <w:szCs w:val="40"/>
          <w:lang w:eastAsia="en-AU"/>
        </w:rPr>
        <w:t>The steps f</w:t>
      </w:r>
      <w:r w:rsidRPr="005702B3">
        <w:rPr>
          <w:rFonts w:eastAsia="Times New Roman"/>
          <w:noProof/>
          <w:color w:val="365F91" w:themeColor="accent1" w:themeShade="BF"/>
          <w:kern w:val="22"/>
          <w:sz w:val="40"/>
          <w:szCs w:val="40"/>
          <w:lang w:eastAsia="en-AU"/>
        </w:rPr>
        <w:t>or</w:t>
      </w:r>
      <w:r w:rsidRPr="005702B3">
        <w:rPr>
          <w:rFonts w:eastAsia="Times New Roman"/>
          <w:noProof/>
          <w:color w:val="2D739F"/>
          <w:kern w:val="22"/>
          <w:sz w:val="40"/>
          <w:szCs w:val="40"/>
          <w:lang w:eastAsia="en-AU"/>
        </w:rPr>
        <w:t xml:space="preserve"> this task are:</w:t>
      </w:r>
    </w:p>
    <w:p w14:paraId="3A443A64" w14:textId="77777777" w:rsidR="00054090" w:rsidRPr="002A3F41" w:rsidRDefault="00054090" w:rsidP="00054090">
      <w:pPr>
        <w:rPr>
          <w:szCs w:val="24"/>
          <w:lang w:eastAsia="en-AU"/>
        </w:rPr>
      </w:pPr>
      <w:r w:rsidRPr="002A3F41">
        <w:rPr>
          <w:szCs w:val="24"/>
          <w:lang w:eastAsia="en-AU"/>
        </w:rPr>
        <w:t>Prepare the curved (moulding) surface of the shield using the processes listed in the job plan developed by you, including:</w:t>
      </w:r>
    </w:p>
    <w:p w14:paraId="6680F162"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Ensuring that the work area is safe and that tools are safe to use (pre use checks).</w:t>
      </w:r>
    </w:p>
    <w:p w14:paraId="7BB91B62"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Using all tools, equipment and PPE, according to the details in the JSEA developed by you.</w:t>
      </w:r>
    </w:p>
    <w:p w14:paraId="075C7631"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Using and materials according to the relevant MSDS (material safety data sheet).</w:t>
      </w:r>
    </w:p>
    <w:p w14:paraId="012EE562"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Inspecting approving the surface for further processing, removing and filling any defects.</w:t>
      </w:r>
    </w:p>
    <w:p w14:paraId="7F22A130"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Cleaning up any excess glue.</w:t>
      </w:r>
    </w:p>
    <w:p w14:paraId="6E8E9E4E"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Dampen in between sanding grade changes to lift grain (optional)</w:t>
      </w:r>
    </w:p>
    <w:p w14:paraId="705C030E"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Sharpening and using a cabinet scraper to flush off lippings and remove any shallow scratches.</w:t>
      </w:r>
    </w:p>
    <w:p w14:paraId="14EE1F82"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Sanding the surface with different grades of abrasive paper, finishing with 240grit or finer and using the equipment listed in your job plan. Equipment can include: hand sanding tools or appropriate power sanding tools.</w:t>
      </w:r>
    </w:p>
    <w:p w14:paraId="0E3B759A"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Final sanding process to be done by hand and by sanding only with the direction of the grain.</w:t>
      </w:r>
    </w:p>
    <w:p w14:paraId="1A1B5157"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Arrising all edges.</w:t>
      </w:r>
    </w:p>
    <w:p w14:paraId="250C3985" w14:textId="77777777" w:rsidR="00054090" w:rsidRPr="008A208A"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 xml:space="preserve">Clean up the work area at the end of the session and ensure that tools are checked for </w:t>
      </w:r>
      <w:r w:rsidRPr="008A208A">
        <w:rPr>
          <w:szCs w:val="24"/>
          <w:lang w:eastAsia="en-AU"/>
        </w:rPr>
        <w:t>safety (post use checks) and returned to storage.</w:t>
      </w:r>
    </w:p>
    <w:p w14:paraId="61075EA8" w14:textId="77777777" w:rsidR="00054090" w:rsidRPr="008A208A" w:rsidRDefault="00054090" w:rsidP="00054090">
      <w:pPr>
        <w:rPr>
          <w:szCs w:val="24"/>
        </w:rPr>
      </w:pPr>
      <w:r w:rsidRPr="008A208A">
        <w:rPr>
          <w:b/>
          <w:szCs w:val="24"/>
          <w:u w:val="single"/>
        </w:rPr>
        <w:t>NOTE:</w:t>
      </w:r>
      <w:r w:rsidRPr="008A208A">
        <w:rPr>
          <w:b/>
          <w:szCs w:val="24"/>
        </w:rPr>
        <w:t xml:space="preserve"> </w:t>
      </w:r>
      <w:r w:rsidRPr="008A208A">
        <w:rPr>
          <w:szCs w:val="24"/>
        </w:rPr>
        <w:t>This assessment event is based on the further processing of a project that was produced during the assessment of another unit of competency:</w:t>
      </w:r>
    </w:p>
    <w:p w14:paraId="72C74DD6" w14:textId="77777777" w:rsidR="00054090" w:rsidRPr="008A208A" w:rsidRDefault="00054090" w:rsidP="00C261EA">
      <w:pPr>
        <w:pStyle w:val="ListParagraph"/>
        <w:numPr>
          <w:ilvl w:val="0"/>
          <w:numId w:val="8"/>
        </w:numPr>
        <w:tabs>
          <w:tab w:val="clear" w:pos="284"/>
        </w:tabs>
        <w:spacing w:before="0" w:after="160" w:line="259" w:lineRule="auto"/>
        <w:ind w:left="360" w:hanging="360"/>
        <w:rPr>
          <w:szCs w:val="24"/>
        </w:rPr>
      </w:pPr>
      <w:r w:rsidRPr="008A208A">
        <w:rPr>
          <w:szCs w:val="24"/>
          <w:lang w:eastAsia="en-AU"/>
        </w:rPr>
        <w:t>MSFFM2005 Join solid timber skill assessment 3 of 3 – Shield project.</w:t>
      </w:r>
    </w:p>
    <w:p w14:paraId="6301FFC7" w14:textId="77777777" w:rsidR="00054090" w:rsidRDefault="00054090" w:rsidP="00054090">
      <w:pPr>
        <w:rPr>
          <w:color w:val="FF0000"/>
        </w:rPr>
      </w:pPr>
      <w:r w:rsidRPr="008A208A">
        <w:rPr>
          <w:szCs w:val="24"/>
        </w:rPr>
        <w:t>This project will need to be retained and made available to the student for the assessment of this unit.</w:t>
      </w:r>
      <w:r>
        <w:rPr>
          <w:color w:val="FF0000"/>
        </w:rPr>
        <w:br w:type="page"/>
      </w:r>
    </w:p>
    <w:p w14:paraId="5EBE6B01" w14:textId="77777777" w:rsidR="00054090" w:rsidRPr="008A208A" w:rsidRDefault="00054090" w:rsidP="00054090">
      <w:pPr>
        <w:pStyle w:val="Heading2"/>
      </w:pPr>
      <w:r w:rsidRPr="008A208A">
        <w:lastRenderedPageBreak/>
        <w:t>Task 5: Metal plate (Preparing metal surfaces)</w:t>
      </w:r>
    </w:p>
    <w:p w14:paraId="4A1BECEA" w14:textId="77777777" w:rsidR="00054090" w:rsidRPr="004C1B54" w:rsidRDefault="00054090" w:rsidP="00054090">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Cs w:val="24"/>
          <w:lang w:eastAsia="en-AU"/>
        </w:rPr>
      </w:pPr>
      <w:r>
        <w:rPr>
          <w:b/>
          <w:color w:val="FFFFFF" w:themeColor="background1"/>
          <w:szCs w:val="24"/>
          <w:lang w:eastAsia="en-AU"/>
        </w:rPr>
        <w:t>Student instructions</w:t>
      </w:r>
    </w:p>
    <w:p w14:paraId="2C5CA7E6" w14:textId="77777777" w:rsidR="00054090" w:rsidRDefault="00054090" w:rsidP="00054090">
      <w:pPr>
        <w:pStyle w:val="Heading2"/>
      </w:pPr>
      <w:r>
        <w:rPr>
          <w:sz w:val="24"/>
          <w:szCs w:val="24"/>
        </w:rPr>
        <mc:AlternateContent>
          <mc:Choice Requires="wpg">
            <w:drawing>
              <wp:anchor distT="0" distB="0" distL="114300" distR="114300" simplePos="0" relativeHeight="251666432" behindDoc="0" locked="0" layoutInCell="1" allowOverlap="1" wp14:anchorId="1034E63C" wp14:editId="1F5EEACB">
                <wp:simplePos x="0" y="0"/>
                <wp:positionH relativeFrom="column">
                  <wp:posOffset>2597785</wp:posOffset>
                </wp:positionH>
                <wp:positionV relativeFrom="paragraph">
                  <wp:posOffset>40005</wp:posOffset>
                </wp:positionV>
                <wp:extent cx="3681095" cy="897890"/>
                <wp:effectExtent l="0" t="0" r="0" b="0"/>
                <wp:wrapSquare wrapText="bothSides"/>
                <wp:docPr id="20" name="Group 20" descr="Brass flat bar un-polished" title="Brass flat bar un-polished"/>
                <wp:cNvGraphicFramePr/>
                <a:graphic xmlns:a="http://schemas.openxmlformats.org/drawingml/2006/main">
                  <a:graphicData uri="http://schemas.microsoft.com/office/word/2010/wordprocessingGroup">
                    <wpg:wgp>
                      <wpg:cNvGrpSpPr/>
                      <wpg:grpSpPr>
                        <a:xfrm>
                          <a:off x="0" y="0"/>
                          <a:ext cx="3681095" cy="897890"/>
                          <a:chOff x="0" y="0"/>
                          <a:chExt cx="3681455" cy="899011"/>
                        </a:xfrm>
                      </wpg:grpSpPr>
                      <wpg:grpSp>
                        <wpg:cNvPr id="21" name="Group 21"/>
                        <wpg:cNvGrpSpPr/>
                        <wpg:grpSpPr>
                          <a:xfrm>
                            <a:off x="55659" y="0"/>
                            <a:ext cx="3625796" cy="899011"/>
                            <a:chOff x="0" y="0"/>
                            <a:chExt cx="3625796" cy="899011"/>
                          </a:xfrm>
                        </wpg:grpSpPr>
                        <pic:pic xmlns:pic="http://schemas.openxmlformats.org/drawingml/2006/picture">
                          <pic:nvPicPr>
                            <pic:cNvPr id="22" name="Picture 22"/>
                            <pic:cNvPicPr>
                              <a:picLocks noChangeAspect="1"/>
                            </pic:cNvPicPr>
                          </pic:nvPicPr>
                          <pic:blipFill>
                            <a:blip r:embed="rId38" cstate="print">
                              <a:extLst>
                                <a:ext uri="{28A0092B-C50C-407E-A947-70E740481C1C}">
                                  <a14:useLocalDpi xmlns:a14="http://schemas.microsoft.com/office/drawing/2010/main" val="0"/>
                                </a:ext>
                              </a:extLst>
                            </a:blip>
                            <a:stretch>
                              <a:fillRect/>
                            </a:stretch>
                          </pic:blipFill>
                          <pic:spPr>
                            <a:xfrm>
                              <a:off x="0" y="0"/>
                              <a:ext cx="3588385" cy="603250"/>
                            </a:xfrm>
                            <a:prstGeom prst="rect">
                              <a:avLst/>
                            </a:prstGeom>
                          </pic:spPr>
                        </pic:pic>
                        <wps:wsp>
                          <wps:cNvPr id="23" name="Text Box 23"/>
                          <wps:cNvSpPr txBox="1"/>
                          <wps:spPr>
                            <a:xfrm>
                              <a:off x="2647785" y="572494"/>
                              <a:ext cx="978011" cy="326517"/>
                            </a:xfrm>
                            <a:prstGeom prst="rect">
                              <a:avLst/>
                            </a:prstGeom>
                            <a:noFill/>
                            <a:ln w="6350">
                              <a:noFill/>
                            </a:ln>
                          </wps:spPr>
                          <wps:txbx>
                            <w:txbxContent>
                              <w:p w14:paraId="0B8C1A2A" w14:textId="555E92D5" w:rsidR="00B64173" w:rsidRDefault="00B64173" w:rsidP="0005409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4" name="Text Box 24"/>
                        <wps:cNvSpPr txBox="1"/>
                        <wps:spPr>
                          <a:xfrm>
                            <a:off x="0" y="548009"/>
                            <a:ext cx="1160891" cy="351002"/>
                          </a:xfrm>
                          <a:prstGeom prst="rect">
                            <a:avLst/>
                          </a:prstGeom>
                          <a:noFill/>
                          <a:ln w="6350">
                            <a:noFill/>
                          </a:ln>
                        </wps:spPr>
                        <wps:txbx>
                          <w:txbxContent>
                            <w:p w14:paraId="26B6C7D6" w14:textId="77777777" w:rsidR="00B64173" w:rsidRPr="00F523F2" w:rsidRDefault="00B64173" w:rsidP="00054090">
                              <w:pPr>
                                <w:rPr>
                                  <w:color w:val="FF0000"/>
                                  <w:sz w:val="20"/>
                                </w:rPr>
                              </w:pPr>
                              <w:r w:rsidRPr="00F523F2">
                                <w:rPr>
                                  <w:color w:val="FF0000"/>
                                  <w:sz w:val="20"/>
                                </w:rPr>
                                <w:t>Before polishing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1034E63C" id="Group 20" o:spid="_x0000_s1035" alt="Title: Brass flat bar un-polished - Description: Brass flat bar un-polished" style="position:absolute;margin-left:204.55pt;margin-top:3.15pt;width:289.85pt;height:70.7pt;z-index:251666432;mso-height-relative:margin" coordsize="36814,899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74xHFYBAAApQwAAA4AAABkcnMvZTJvRG9jLnhtbOxXS2/bOBC+L7D/&#10;gdDdsSRLfghxCsd5oEDQBpsseqZlyhIqiVySjp0u9r/vN9QjTuJu0xx62kPdGT7m8c03Q+X0w74q&#10;2YPQppD13AtOfI+JOpXrot7MvT/vrwZTjxnL6zUvZS3m3qMw3oez33873alEhDKX5VpoBiO1SXZq&#10;7uXWqmQ4NGkuKm5OpBI1NjOpK26h6s1wrfkO1qtyGPr+eLiTeq20TIUxWL1oNr0zZz/LRGo/Z5kR&#10;lpVzD7FZ96vd74p+h2enPNlorvIibcPg74ii4kUNp72pC2452+rilamqSLU0MrMnqayGMsuKVLgc&#10;kE3gv8jmWsutcrlskt1G9TAB2hc4vdts+unhVrNiPfdCwFPzCjVybhnpa2FSgHWuuTEsK7llK67Z&#10;th4oWRYmF2sgWtgSd/7jCCDeqU0CT9da3alb3S5sGo1Q22e6ov+BB9u74jz2xRF7y1IsjsbTwJ/F&#10;HkuxN51NprO2emmOEr+6luaXBxejuL8484OAyj7s3A4puj6YXumj7vAJXuDjrPxkZnE8jmceO5Zd&#10;GE9m4y67Lkie/Di7oxe/k50q0gT/WiZBesWkH3ccbtmtFl5rpHqTjYrrr1s1AOkVt8WqKAv76BoY&#10;9Kag6ofbIr3VjXJAyrADHdvklYUhFY+u0KnmDqecbmT61bBaLnNeb8TCKPQ+JpIr9fPjQ1KfOVyV&#10;hboqypI4SHKbGqj/os+OoNP08IVMt5WobTOUtECvYCKavFDGYzoR1Uqgx/THNViUYiBa9IzSRW3d&#10;1ADHb4wl78R2Nzf+DqcL35+F54Nl7C8HkT+5HCxm0WQw8S8nkR9Ng2Ww/IduB1GyNQLp8/JCFW3o&#10;WH0V/NEh0Y7TZvy4McYeuBuWTY8gINcrXYggFiFEsRqrhU1zEjOA9wcAb+70Gw7pJ3AJd4MBQDfe&#10;1PLxdDqatp079kdh7Fq+5zbqro29FrJiJABfhOAA5Q/AswmmO4Isnvw7ESo1OR4e01Uc2ttgo2fn&#10;2Mi+y7kSCIHMHtB41NH4ngp8LvcsHBEz22M0FZndY71lLK1/B6lwHE0mBAqGSDwJo1lEhhrm0JzE&#10;ZKQJ58bkKBzHwcS1wBPiHSBvwowntaTOcC7Kmu3m3niEMpDHfgcFKWvg+xQ1SXa/2ruXpc90JdeP&#10;SFRLlAqvi1HpVYG63XBjb7nGu4tFfEvYz/jJSglfspU8lkv97dg6nUfJsOuxHd7xuWf+2nIaT+XH&#10;GsWcBVEEs9YpEQCDog93Voc79bZaSrAf+CE6J9J5W3ZipmX1BbVfkFds8TqF77lnO3FpoWEDnyyp&#10;WCyc3Ey9m/pOYVYGDjsqwv3+C9eqLYMFMT7Jjj48ecHg5myD+mJrZVY4ehPODaot/KCyk9oX7Vfx&#10;O3rNb0dLig9t8DP8BnbE7GiK6fec2UEw9qezjtpx4PvuLXjvODggMPH3XdTuk/yf2r+Q2vgWBsmf&#10;fWwf6q4Bnv66OPsX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5X5y8OAAAAAJAQAA&#10;DwAAAGRycy9kb3ducmV2LnhtbEyPQU/CQBCF7yb+h82YeJNtBaHUbgkh6omYCCaE29Id2obubNNd&#10;2vLvHU96nLwvb76XrUbbiB47XztSEE8iEEiFMzWVCr73708JCB80Gd04QgU39LDK7+8ynRo30Bf2&#10;u1AKLiGfagVVCG0qpS8qtNpPXIvE2dl1Vgc+u1KaTg9cbhv5HEVzaXVN/KHSLW4qLC67q1XwMehh&#10;PY3f+u3lvLkd9y+fh22MSj0+jOtXEAHH8AfDrz6rQ85OJ3cl40WjYBYtY0YVzKcgOF8mCU85MThb&#10;LEDmmfy/IP8BAAD//wMAUEsDBAoAAAAAAAAAIQDYPyr1QZAAAEGQAAAVAAAAZHJzL21lZGlhL2lt&#10;YWdlMS5qcGVn/9j/4AAQSkZJRgABAQEA3ADcAAD/2wBDAAIBAQEBAQIBAQECAgICAgQDAgICAgUE&#10;BAMEBgUGBgYFBgYGBwkIBgcJBwYGCAsICQoKCgoKBggLDAsKDAkKCgr/2wBDAQICAgICAgUDAwUK&#10;BwYHCgoKCgoKCgoKCgoKCgoKCgoKCgoKCgoKCgoKCgoKCgoKCgoKCgoKCgoKCgoKCgoKCgr/wAAR&#10;CACRA2A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RZgTiUk4Od1WYpYDjJ5b+H0rnNf8AHXh/w8GTVdWiiKjO2WRVxWTF8efhbbI0t54ngUKO&#10;AGyX+mKJSiWlY7l4o5/kJ/8ArUllZG3Zt1x5ndV9q4BP2jvhYDgeIYwPbNSSftJ/CdI/+RijyT8q&#10;7Tmp5oi5JHo0aeY4kBqY4A2ov3a83i/aZ+FkozD4hhVV4y1P/wCGkfhjLtX/AISOPGPmwOtHNDuW&#10;oyPQ03A7ZGGDUqRqFL46155F+0J8M5HH/E7H1UZzVhv2hfhrHGCuqM56YEbce9HPHuPlkd4TvOKc&#10;DjLbfauDT9oDwDNIhS/bHr5ZFOm+PngJf3cepbm/vbTgVLlF9Q5ZHdEnYeaFwXUEfe7Vw8fx08Bx&#10;qol1Zvm7iMnFNT47eBJNzHV9vzdNpoU490JRkd5JLuXG/pxQF2Lha4uP44/Dhdq/2w5+XONtRp8c&#10;vAspZ21ZVB4Vdvaj2kR8sux3luAOG/h70MqFthPy46etcWPjl8P4wqQ6u3PX5T+tDfHTwBnnVvu8&#10;Mz/0qeaIcsjsoyCu7P8A9amqNuWc965Vvjh8PUhVYtU3M3bGKZJ8ZvBDW28aoAc96fNHuP2cjr3m&#10;2Rs+WZhxSqih1BXt3rkIfjN4GKBv7YXNJL8Z/BZlUR6mPl5J9KXNHuhckjuSQnbmlA+UDP4VxsPx&#10;e8DorSz6ynzc49af/wALl8FTyBW1qFQFz97inzR7hyyOujfyzv8A++afblH3Shi25ua5A/FvwRLJ&#10;GDrcXPOFbgVYtvit4F8tguuwhV7tJxT9pEOWR1WVkfZ93vlu4prFXOQmY16bh1rk/wDhbfgmYeYn&#10;iCAd8butXD8UfANuVT/hIIXmYfL+8GF9yaHOLDlfU6EyyBlZgB5a/KuOB+FMjDys3X5f4sVz3/Cz&#10;vBzFn/4SO12r/wBNevNTr8S/B/yrb6/Bt4Gd45Y/0qeaImrG75a2ru0zAbVyB1OalEZkiWaTqeSx&#10;6Vz8nxG8Iwoskuv25ZmAwJhxUq+OvC8i5/tu32nhf3g5NHMNI2Z2jgiXyz81SCV/I85QV3Hgt/hW&#10;HB4r8NMu6XV7XdjAzMOP1q4fFvh2Z9/9s26og4/eABR7VCZpyvoX5XjWMQoc7R8vsT3qRBHBCCBu&#10;fHPtWd/wkXhzHza5bbl6N5gP405PFOjOFa21SF+xbeMH361fMuhmlYvBJZC0ecBvmXPepIFVpFZ3&#10;BbgfWqsXiDSpLlYv7Sh3MuflkHSnW+u6EqyN9vh3fwqsgZj+VNM05S5LJFErAnC4wvuaSKB1dXCb&#10;fUsvSqkeradLJHdGePZykZ8wf4+3Jq419bvHsS5jPzY2qwY+vrS5iSQxMS4UZXGef4mprkosZcc7&#10;sZpbi4R51jS7WPBIk/eDpQk1jHMI47tZJpMkfMOP8KaYDhFuchmwMFtvv/jSfM8Xzn8hzUaTwQzy&#10;GaZP3a5OGz60sFxBMF2n5Sc8d6EwHmOOOQokPai4WGMeQXbzN2PlH9abcyRrdbnl2s38G7oKiScS&#10;sHj/AIvuj2NDdiuUsh28vcFKqmB7ufXFSSKC/lF18zAPXpTb4OtotlYyBZtwaVmHKrTbaVU8t87j&#10;tPmMT940uYS1JpnEtxHtc+VtG7tuPemjDSyCE4Vf9X7f401Faf8Af7faNPx6059iQyWcUyq+7LSb&#10;s4o5iWrlizjiU+YTzyWb14qFNzqwVdvJxn1zTTciOeF0nbbH8u3++fU1YgHkx/Z48bpZGO9vc9aO&#10;YaRXgtg8g2uu7kSN0PTpTY3hkmWOPb5irtXHOBViN44HlMb7gzZ8zruqHTY/s5lupIwzHHlrnge5&#10;o5gHSqbFFgRfm28LTFNwgAbO9l+YL2/GpW/dyK0+GmkYnd2QYqFopWgWOQndLJu2njA7U0wI7FwU&#10;ZIYsN9eg7mnZQq4jP+8cctVm4eCBnRWUlcK3pn0pkEccNv50pVdyt8vfgUwImXzbZhcNncAFjWm3&#10;Rklmjt7fo2FLdlp8fFvH5MYyy5GFwKc5eO2Mjr/F2pJgIiW8UbStcfKpwPemZ/dOUb5m4iXv9TUk&#10;vkWtt500ShcBYx/tVCy4vI7aQfNJ1pk8oshyFDvnaOfehzNLD5cYKrkZHrT7h7e3ufKifcqtjd70&#10;yeVQn2VCzTM33FX7o9zQSQTJFLB5EZbapzIfWobovMEliC4TJVV7+1WN8UC/ZowCV5kK/wB70pxk&#10;CsiCMsW+9jpQVexXjXdtaYbS4yy/3adI4kx5J+UcA+tEkk0tw0AC7WXLMV+72xQ8BtCPPkHC/LHU&#10;yKAr5y+UoK8cv/hUcceyBdo9adh5BhT14UUwCW4k2csFGOO9JAMnu4reNI8MzM2PlHenIjm4juH9&#10;KfsjEZj+82e3b2qCOGaabb5n7vkcU+YTVybY0O93Ytk5G7tTIJXuASvTdwAKVmgSAeYNxzhRUdjL&#10;IsbNGu3nGfSqIHSRxo4MjZPoKckEZ4A/izVct+8Ls+5s/eqQu4UHd19KCuUmndAmCenNQ/aCqYC+&#10;xprFSdjcL1BJpolElyq7vl9aA5R6RlZdj/U+1DyJJGxAPXC0lt+9ndFPK/rUk8qRRMQuT1poSIVi&#10;lk5b+FabJDHG6o7tz/d7VJA0m0bmxu9qbIDM52kKvQtnk0+YFqMDxTTb7dG25xuNSShzP8w6dKcj&#10;W1uGib/lng9c5qAT+cWuZARubC1QMeUhVS0h3elRbVkUZj2jdlamJEiBelMfC4RfvetAhoZgdq01&#10;4HzvLUqksWJf8u9KWATa5x/WgCFlQrkj6e9NgiNw4QDAz19Kfv3DMY3dqdHCUGM/e6igERFo0myG&#10;zjge9MeKeU/KNv1qyYI9oCDHzcVFIzlTEpAyeuKaAjdlhHXLURrvwxbFPWBY1Mhc9KYqt5ZCJy3S&#10;nzAEjKTiozlEy/3ux9KXYRIFY8mpECKfmaqJ+EYAXTfGePeo2QKMKc+9SEyS7sfd9KYYsLtJoD4i&#10;LgneCac+QVUc04wRsiqvQdaCCTvx7UBykOzaxd2x7VHcNtBz19BVoxhe9QPb+Y7SMcA00SQfvJFX&#10;yx0HJ9KR7ZVZWZzVhI0gTCDAHp3pkisy+YRjdT5gK7LFGWkK7vSnKreTjbhW5olRpCFY/KtIskYT&#10;/VtxT3AR3jgj3HjHT3piSvKdwHFPESOMeX3+6abLJ9nzGByf0pcwEYJ2GUcbjjnvThs+7tzTZY9z&#10;bWORTowAvSqA+IfHGr63qviW8fWrmRpvPYMsjZI5rn5JWDj2r0z9pvwV/wAIb47a9tbfbBe/Nu7b&#10;u9eaP03CvNl8R1xWlxpZ1/ipUlPfmoWdm4x+NBcqcHvWfMaGJ8SvEuteF9A+06VDmSZtscrjKo2M&#10;9O5wDxXil18TPG3mzJH4nvW3HO+O4KfljtXrX7QF5cSfDaG0g8tQupIxbed/3GHA9Pf/ABrxP7FG&#10;w3KPrXm4itP2h6FCnH2d7In/AOE+8dOAU8U3y/3sXT8+2M01/GPxAl+X/hKb9eeAty/880z7Go6j&#10;FQzOYjhG/I1h7aRbpxXQsf8ACVfEJU3nxXqW0/8AT42P50L4s8cL08V6j/4GP/jTraFrizkYTx7Y&#10;vmMLzBWYkgfKD169qarqx2EY5xT9rU7hyR7Ey+KfG4GZPFOoc/8AT6/+NOj8WeNguxvF2pbfT7Y/&#10;+NN8oiPd27n0pn3DljUupU6scacexp2/ivxds+fxRqXsftz/AONNu/E/jtRus/HGqRrjteP/AI1D&#10;bScbhH8opzsFHSp9pUWzY3Tg90Rjxr8Swf8AkfdWb/t8f/Gg+OPieOIviHrA/wC3pj/WrEMSFflP&#10;b5vl6USKoGVC/wCNX7ap3YexiQ/8J38UA2B8Rda/8DGpw+IPxU/6KNrH43jUoHy7jEo7UJZ7zyiq&#10;fWl7ap3D2MRY/iN8WYiBH8R9Y/4DeNUifFL42xIEX4oaztH3Va6JxSC0hVsFV3D+62f5UkiRx8tH&#10;x60vaVO4vYxJF+K/xuU5HxR1j/ZH2k1LB8WPjnv4+K+sHH8LXJxVOMxKfkAAqVIo3/hqvbVO4lQj&#10;1NA/GL46oVMPxQ1QfL83+lsc8nnrx9KmT43fHyNlCfEnV+BncLpqzRbRqA4H5UiMd+1kXmodaoup&#10;fsKZsr8dfji5V/8AhZOrbv4m+1P/AI1NH8cfjwXxH8UtU2t2+0H/ABrIjgjG0nA4xzU8ttFbStFN&#10;CoZeB8wP8qz9tU7j9jTfQ1P+F7fH2FlYfEnUDtXLfvuv60x/j18eFkbHxA1BgwH/AC2PH61nJFZX&#10;DbN+G9G4p62Vljc0g96PbVO4fV6Zdg+Pfx9eUZ8c3n/Amz/Opk+P3x3WUhPF9xnd94xof5is/wCz&#10;WyJtQryM+tN+y2qNuk6H+6wpfWqhP1amby/tCfHCGLd/wmMzAcLuto//AImnL+0v8eVA8vxJJx3e&#10;zix/6BWR/ozwLGiLsJHy8cY9PrT0tozJlN3/AALnH6UvrlXqH1ambaftR/tBI2P+Eo+X+61jD/8A&#10;EVbt/wBqv9oQJtXxFHt7/wChRc+33a537O6r5kUWe2RThb+cvlyRY9aPr1YPq9PsdZF+17+0HCcr&#10;qqswHaBOf/Hacn7X37Qoyy6tDGucfNaJ/P8Az0NcvDa7AEiT7vNKInc7XTqfm+Xr+n/1qUsdWD6v&#10;TOvg/a9/aIYqw12Aqv3cWvA/I1pWv7Znx/h2htXtWdmyFNvJz15++K4u3tI1HnbdvqueverUtq7r&#10;5TOyrg+XlfujJHH5c/Ss/wC0cR3D6rR7HcRfto/HOOWRZdUsdytn/UzHc3pjzePritLTP22fj4My&#10;pNYmRflWRjOv4/63H45rzuG3jbaN2fm+9gE9Op/KtaOzVbdmgCgx8MTGeeenHFJ5lXj1LWDoyO0s&#10;/wBtj4/iaSOK20vD48yRmuec/wDbU569s1pW/wC3N+0Bbp+606zaPbt8xZrkZ6ccye/fGO9eeW0E&#10;Rfy5LeBRnp5fWteOy01zFbWemWy7Y3QyTRcN82c/NwAdoOMA8gdgKiWa4iI/7Po9j0D/AIbD+P0i&#10;NdtY2ci+XvkaG5uMouR2OfboDitrTv2yv2griJJ7XR2lzHkG1nkfaMA8kKR3+nUk8GvL0+wrcNdz&#10;WMX76TM2Y8MV4HPByR7+mO9a1mY7d47OTTrfy45MrMzHcFw3TD9CH/u446djm87xS6mkctw7PQrT&#10;9sT4/wAtmLz+xZg0zEbhqXzHOAesJAPtnI/Gug0X9pT9o7W7a1fTPC1xO0gfbHb65FuBGdwAMBBI&#10;VSxXOQB3615fYQQTRQv/AGVuZgQitGVXa3yY2sxIGSFyDj5jxg5HUaPFY2122qKf36x5VI2woyrF&#10;geQSM5IAwAWJ+bjGcuIMTEl5dT5rI7/w/wDH/wDab1CweXTfhlq0iLb/AGlvM1iGPEWeJCTa9OD3&#10;PSuj03x5+17q9tarpvwd1BXvmka3WTxRZbpVQ/OwzGBgcn8B6iuQ0PWkeB7cWChVKi6ZboeZIqll&#10;GBtZCBuXgcc5LDBr1nwB8XddsWbS7K6tZJJpmt5ri4kMbusmza26KPeHyiFiqruAO4NzXJLijFR6&#10;Gksqjyp9SDSov27NWRrkfATULZrWVIXjvtesIipZmUErIUOMq3zDIG089q6S6+G//BQ22sWurj4F&#10;XkiM7Ksker6cxx13AGdSecjgYyDg16n8MPj/AKvpVtHrAvvs62W2eTzLW48uaYOHWct5ZIAUnYqu&#10;oyvIIXbX0Z4N/av8V+DLnz9Q8c6Qun3rLEHktZFuYlbaXdg8RE2HlCfMWORyF+8Of/XSUZpVNvJX&#10;/wAhVMplTjeMV82/0PlXRP2WP+CoGvx2l7H+zzfxw3SxmNvLtdqKwBBJM44wcnGcflm5rX7Jf/BT&#10;fQbJrr/hn/Vpt0jAfYrO1mZvov2pevbODX6X+BP2irnxN4eWDw/4n0W6khSOFpm/fMONplKQMwAI&#10;CuF3cBiG2kDMXjT49a/4b8Pv4lvdZsVltV23VtDaxx7MAnkySk5HUsuRg8Bj09yHE2Xyo8yqSb7W&#10;ivzZ5Tw9bm5XBfiflZf/AA4/4KC6Uvnah+zJ463FtgaHwG82SCQSPLuWGOMkgnjnpzXH6j8Qf2md&#10;Bsm1nVfg34ut4xcTQtPc+B5FUvEWEiqHuB90o2f7pBzivu/4qftZ2v8AZsdr4q8cSWN5IPLku7do&#10;4/3JuMDKqypvKyorK4wqK2MMcV85/GX9pnX9b82Xwb4v0UQtcNBDfabHaEzHcNswd5JfkYtuPKgH&#10;lgQXU+fLjCXNalF27u36I9D+yZqKbS+9niet/Fn9oDQ0jl1v4LeMomvlUWEcnw9uozcscFTGDJ82&#10;7cMdc9ulc/cfteeJNGFumoeGtShlmYpDFceGZVLsQDkAy89f/rVo+OPjJqMGjnw3c6tbzGWNftF1&#10;b2tvBIzssa792wOMhZASXwSMn+Fq808T+Mrq0kitVbT2nS2ZoY1tVgadSAATtQnDBVBwmc5LDGc9&#10;dHiTEVPs/gZyy3l0Vjqp/wBuG4RyLiZlO7ascmmOrK3pgvx9MZPYVHb/ALfFtMBYgWhVQN3mQle/&#10;pv6Zry3VETXL+41ez1WN5Lu2ZbjfZsW8zYy5y8RPCjPUtll5OM1g+JtFtNTimktbqGTbMqytEyfI&#10;VAGxgqDj+L5uS2wj7zA9a4gkP+zk+p7ZL+3xFqkj7rzSACQY2+b5QOwwDmnQft++FrmYz/8ACS6B&#10;M0cihmW6c7WH8OQDzXzrqHhu31ORIrdmkmjhZpZJFChAgLbjvQJ/Dk4Uc9M85y9Q8JaVckmaRriS&#10;LA3TqWcD7oXgenbIA4FaRz6pIX9lvpqfU9v+3jol7eMBqugyCNWYxx3Uh246k4jJ47+nelH7eXhy&#10;1yZfF3hqOcnP/H43y9sY2evt29q+PYfCdrNuSSC8WNVb5WbBZe4zjOPboajufAkU05lmebcf7xJ7&#10;ep9P61pHOpdfyI/s6x9mWv7bPhi82xW/iLw+23LySfbpMvz7R1eX9tLQbgt5fiHQEVuNsd1L8v8A&#10;5Cr4VX4ZWk0u+5Yso+6z/MfTv/8AW/Kq118NtM8tfJt4Xzznyh3PUEfStFnF/wDhjN4DyPvFv2xt&#10;FjVSNS0dlEgZws8/T/v0Pzob9sHQrq5a6k1zQ9zL8o+2SnA9MeXXwQ3wxtGkLrCq7kwxx1Hpwear&#10;XPwt0fHzWMIKsNrGLGfrR/bEev5B9Q/q5+gCftg6IqNHLqmltISV3LcS/wDxsf1qS3/a60dgrR3+&#10;nlV5by5pOfzSvzzn+GumwqXNjHnv+5GW4P8AWm3Xwv02Vw32WH1+aMjn/GqWbRH9SP0WT9sHwvEh&#10;Iaxz/Cxmb/4mo4v2sdDFtJDDeWvmSfxNMygD0GRX5y/8K10mR/8Aj2jznO05/lT/APhXFmo/dW+B&#10;6JkfyxTWbX6/gQ8F5H6K/wDDV/hZZtzXdtny9q/6RjH6U6T9rPw1PZfZ4JrXbuy226H+FfnbD8No&#10;Y5FkDscrn/Wk/wAxTR4CVOYOzfLg85+tX/ay7/gL6j6n6KJ+1l4MQKkfk7tp+9dL1pH/AGtPDIRV&#10;eS3Bzj/j6Tj9a/PC18EXm/CajdDHOBIcVoR6BqVqkluupXWyRcMrPn8vT8KX9r9vyD6jHzPv4/tX&#10;+EpXVpry3UZ5X7dFj9WqSf8Aaz8EPcRiGW12f9hGHk+vL1+dF94eeydC010SzdRI3X+lW9N0ae9g&#10;3m5u1/h++QRT/tXyBYGL7n6IR/tb+AyzRpq1nGzff3alAMD0+/UrftX/AA8jXe2v6f7Z1KDj/wAf&#10;r88JPCspUL/aNyzf3mmYn6cVG/g/UwcnULsj/rsc0f2tHr+RX9nxP0QP7Xvw6igV21rTd245LapA&#10;B/6HSR/td/CmUMs3ijTlY/8AUQi/o1fncfCeqAD/AEu5/wCBTE0N4JvRFvubiQ/XFV/awvqLR+il&#10;v+1b8JpGbd4pseuBtvIz2+tTp+1R8K3jECeI7VuTt2zqf61+bUnhCYrtVm5/iqv/AMINckZSIMOv&#10;U/yrRZov6Qv7PR+mkf7S3w2kUZ1uP0/1lTP+0b8OJcxWerqfRepNfmQngFAvmTR/gqmpW8BrsAWD&#10;c38XrQs0/qxP1E/TiL48+BAmRfszd2C/pRJ8ZvCV3wupCMBvm3da/Mj/AIQCeNN0ln8oP8TVZt/B&#10;ESrueLaOv7tuaP7UX9IP7P8AM/Txviz4HgjRo9VU92ZjwKsQfFHwfef6nXoQPUtivy7n8PRwPmN5&#10;I/lx8szfnUUOnXUPMGvX0fOPlumFaLNIvoR9Qfc/VOb4heDDD5VpqUbc/eDZzTl8TaJhXOpRc/7f&#10;Svy1Wy1uMDZ4s1Ne423j8/rVrTrbxpIvmR+N9YX5v4NUk/xqv7Sj2BZfJ9T9RE1nTbgeVHeoV/3u&#10;DUh1WyK5bU4U2rhVDj+VfmI1149iGy0+I+uKf4S2qyf/ABVWYNZ+KiACP4q61uXjH9pSN/Wj+0qY&#10;f2fM/TBruxDqqXKszc8sKalzFK+Y5Vbb6GvzZXxL8aY3EsHxd1rj+J7xuv1zV6y8cftAW/zx/GPV&#10;eT9w3Ab+ear+0qPUX1CsfoybiDZ886jnpupj3lu7bRMvrhe1fn3/AMLF/aVhKr/wt69LNyMheP8A&#10;x2rln8WP2mrMh/8Ahac21sZb7GhP6gCtI5phxPA1rbH38jxdCcBunNNlliUklhtHvXwVL+0P+0vp&#10;1wE/4WSztt+Vmsk/oKp3v7YX7ROhjzLzxdbyN/EZNP6fU8YrRZhQlsZ/U6y3Pvl7vccL1/3qb9oT&#10;q42/71fAcH/BQb4zwN9pudc02Rl7GxYbvyNSJ/wUq+Jn2rzLsaTM3Ta1tIn9a2WKp9U/uI+ry7n3&#10;u00J6zbmbsKS4dmdQx2qo4FfEemf8FM/GKSLNeeHdHYD/njMy49+pNdToX/BRm61RI/tXhex2yfN&#10;uj1IZPPoRV/WKdupHsJS0R9ZqFC7vXj5qZOU3LGr9OWPr7V4p4T/AGt9F1/aNS0uayWRgFdyNh/H&#10;OevtXqFj4ss763jmhAZZFBUhuo9a1p1I1PhIlSnT3NnzQisUTLfw57VEI0k2iQjOCSN1SWrNcJ8w&#10;HNRymK3YxRjc7CqkYh52W3d+lN8xEHLN+BoII5PYZqPcWIOw81QHm/7TngeTxL8OJ9SjixPaN5yt&#10;jnHfmvlCeMlcsOelfe+qW0Oo2MljqFstxHKpWSGT7pHvXxn8afBw8EeO73SrfakLN5kKp0VT2rza&#10;19zrp72OLaZVO0GoxMSM7ulNkOWwBVeRxGM4rllI35TJ+KemQ6x4KuI2bb5TK6+mc14z5VuqgluV&#10;r2zxghu/B+oxq+0raM/1xzx714ejBVPJb6151f8AiHoYf+GTtbI3Q/kKgn04OMrJj8KEmlVxtc+9&#10;TF5AMt6VgWlcrJaqPvNmpFgUjO3bTDMdxFSCYDAAqtwTsSKuY/L/AIfT1prW0cmSGZfSgXLA4Rtt&#10;HnBWyy1JTdh6B4EMYj3bujHtT4A5ZQ/3vSiKUnb0xUny5zvFAy5HCrdsEdQaa1lk5zTYJY4juzUi&#10;36ldpgP4Ck2NCfYUhZXT5gP4du4VK+65kYiCONdoG2NTxx6kk+/1NQzagqpmKNv++aSPU2ibesZ6&#10;Y+ZeDQnconjs4Nu+4dhx8vfn0qZ4oJbIWbRKrbt3mfxYwePpVX+04jbfMsivuzjaNoH+NCauoVdt&#10;sGYfe5OTSld7DVurGNZRo3yj8anhjBXBbP8AwHFD34lOWQrnjFNjvGiYSKrKR0IokHux6jxEHGA4&#10;H1pyaZEGGZsn/ZFJ/aUDSZe2D/n+dOS9gX5tp/Kp16Elj+zIBAswvI/m4CFhkULY+UdrlW/3RRb6&#10;jabMZzu7svSnteovRFI9fSslzPoUM+yqDgn/AMd6Un2PDfOcDr9Kfb6ih4Vv1IzTkv4CfmmH/Amp&#10;NtAMhtoxwJg341K1qrLuZccfgfpU0epWyAh2Rv8AgQqwt9YyNvaWNFOOv0+lZyAopYqD0UFeBViK&#10;1kAwiq24dqtJqWkA+SHhbnGc9Kl+12EfO9FAIGdwqPe7AVoLKZF2pH9M1KlteS/L5PpkMtX1u7BM&#10;/vU/OrFvqVkq5MiDC5+8M4zS5n2Az4rC6VQiqo/Gp4rK7ID+cPu/dU574q2up6bN8wlb6cVJbX9k&#10;km4oOODgjvUyk+w0RW+mXiTbCGKn3z9auGxn+UPDgdP61Zh1Kw2B2ZlLcH5RU1rcWM85ba/ABDMp&#10;2noO9Y83kWV4dFDgsbRV+Yn93np7dP51ds9OSNszRNJ833d2WX371YtG04BYVcqf73kkgD8P19cV&#10;dtJbRF+a3ZlP3W8tvl6Hg46/jWfMbR8zOHh/g7Q7Nu3Lhie1aGn2MoG2S5C8bfKa4+6w+mMHI/rW&#10;p5+m3EaBYzGrDKja3Ax0PHXHFMlksp0KtYyMrcHbGwH48VzzlfcpBZWbSSAQpIdzfLtJ5Hp/9bpW&#10;5bWZlPlxS/KseGZM4GfX8ePw6Gs3T7iNjHaQwSNHGoDKsZbP6Z4rcXVLhY9ttbSKswbzvLX5cdcq&#10;NuAByPw74NcspNOyOiLLuiaab2fyvtDfLHlvujenGWOABj2P4ZrWtdMl06aP7Vc3UNuyFjGsKnPf&#10;v16Y6FRjuOtLw7f2e1ruT7RBt+RlhhZlKH5dmD+ZwVAz1610WmzwXtyt/LaTFRsMipC7dEOV2qFy&#10;flGWByevJBrnnJXuVfm0NSx0bWdUWHSR5TYgmfzVhCOgBBVRwDgADgk5UqcKDmu08L2Nzb6gqJHJ&#10;D9oiUQvb25jZFx8rLtkAdwN3GCD8rZ4IrnfD3iL/AEO2sri0jl5MRmZpG8zcwOc7tpOWU8dD944B&#10;x1WmSXOkzxzvbzrJ5y/aLi3mWaRVaTlz5ig/K23rw3qtefUd+xceWMddDtPD1lPeavaxQ24jj85G&#10;hZrNv3q58sqEXcoG4KdrFQG65wAfdfhpa+M9We3gt9SsdWul8uOPXLPS7mVAGiXl1kcJvVOCrELk&#10;8DOGrx34a65qVxEl1ZRapLGt2phmuljjVEwHBAbPGcK2CDkqRg5z7P8ACPxb40tNQ0jTfDlzY6fH&#10;czxpdWvm2ouphjBhcou7HCncwYYAXL5IrxcVJQeq0RpyynDRp2Po3Q9O1z7DoviLStMtLj/RVGpz&#10;JaxzfbFP+rlZ5ikcTKkeMP5gTLD5iQa4j9ozRfDFr4bvPGEEcHh2x8qS01bxHPqFxB5soOyOJsTs&#10;wQM7YYqyMTuGxSAfU/hKZvEUtzputyQabY3l1J/Y0Fhc27JEkmUO4yOC8js7blAZeCB1OL/xetn8&#10;L+H57HS4NLkaaTftOmxSNc3RIYExxklVChcs5OFQbtxbcMPYylT9rBuyta99fLRP8Tgp15e2UXv/&#10;AF/SPy8/aV+MHjLxTqsP/COa3qLaPb6XvsTc2sjKZ2MYnQSwyKgBaNMqvoqHJG6vnbxb8XPjDo93&#10;DBY3umWP2pooZVsrNw8aH5i4X541yVJ+TG7czDDEV+jH7QkemXscekQeNYGkhtimoMreY91MXByy&#10;x7kQkEkrlMNleCWUfM/xE8PzpphZNb8y1W6mM0cN0ZDIynGWKMrjLOWOAcKVGT2+iy/G0YKKdNHZ&#10;VpOtflv6nxb4t8YePPGNpe63f+IZGXdJkFZoTG5UMzbfMAUEqV6H5exFZWleIfieZy0nmXPnSCVp&#10;pd3mFshgCwXeQByRjr1r6V8V+ALPxNZu99tvI4GjK3Dwu7hcA7lfzBgAsAF78jkDNYNv4KstIkuJ&#10;NPkRYfKIkgjhWRnLPxtUuNpIUKcA5I75Kn6eGMp8vwHmvDtvc8YsNe8T28cen6baxyLHDs/dzSFt&#10;vHAx0446Ad8dquS+IfFPkmMaTH9ojQEMqtubjHzZXLkAYzkDHrxXpl74AbWJ1lFxG7eZJmO5t0Yp&#10;tz027QpAHU8ELkLnmn3vh7Td9xbR24Ct+8+aMqoYEloxyDuLHJwQRt4PIzP1ik/sjjTl1keOjVfF&#10;H2ZW8zbCqtK0ZQur5U8Y6YK7j9fes/Udd8Q3l6rw+SGVlaOG3jaPzfnBz8uC4OBzkg7uc559ou/C&#10;cMlqYrmSMqvywslrsj+aQjdtYkYA2dSehznk1QvvANoHW7mMO2GUsscMSqmw5wMLngHgHrtP1NVH&#10;FU19kUqMnszzay1LxL5ELanErABtzYO4qeigA59eTj+omOvasl4sUWlSzxzBVh3Rsjqd2CWznAwD&#10;6E16JJomnxSN5sNqzf8AXrnKjHt6d/bjnBqdNCsECqlqAFX5JSFzn+6WIDDGfeq+sR6RKjT8zzOR&#10;dft7mNNPW43SI7SKLgbXUsG2kY5GcdQCCo6YzTIrL/QobWzsGVbUYg8uUgqilU5BjOB0wck8j0r1&#10;FNEtLeFoxG0gHG7yxk8Z+7j61RPhTTLeFbgWHzRxkxq0YXysspxwBn5h19aPrC7BKj2Z5xp8OoTw&#10;wvDZoqqzb1YbAmOcDEYzgjHY85NNhstQPmteGNt2CrAthMjI/h6jI9+K7ODw9rFzrbzX2pxyW7xt&#10;/o6xhFTI+VemXHUnkdfpV3UNNiljjS6soBIuV3mAMFPIz25wBVe1XYPYnnUzm3dLZJUWV3J2BWIw&#10;c9Ttx+oNX1spG27LM7cAF1bfubOOw6A5rqIvB+k3N4lxfRK7Qr5aedDhXxggnA/+vxVo6XGkHlh/&#10;n3E/u4yAM5PHccml7VGapu5xsumX0TsZrfYOgbaef85HtTf7PvBEpSEZOP4h6f5/GuultoFZYVVD&#10;GvC+YpLA++emMU5LaEPsWBc469aPaSNPZ3W5yJ0m9EixvZffXdnblcZ71MugPGMfZ14xn5cCur+w&#10;2szMsKD6H7oOKgj0tW1J5ZJ8gqg8grgL97+eafNJg6UTmTpkas0FuYt68SRqOVJGRn09eagjs7qH&#10;5vspPbMhHHvXZpp9uszARrjp5mevJqM6BGzbWm3Iy8c459KqMrGaicP5AupfMe28wjjO0Mf58Usc&#10;HGxbNl5xnGK69dMVFaNYxH2O1jyKYNNtfuyQow3ZyDWnMT7PzObNmSvER4+lRT2ZnjWEnDddrd66&#10;iPS7ZufLLbVxuHTrTP7EjEnmxpGpLdeeaOYPZ+ZgW2mRxqAIm/76qvqFvPGC2DtJ9K6p7e3W3SBL&#10;ZvOXO6RpMgnPUADgfXP6jGfNZyfaPnhkZWXBZe1aRJ5Tlp7Wwu22w3Eisv3WRuvsc0otI4JFiKSt&#10;tXO4dq6i00Gws42+zwrukyZDs5Lf17Uj6OXCxG1YHr/nmtPa+RXs/M5DzpW+WOymXGfmbj9KbDfM&#10;knkwxMdvZssfzxXaLoylQtzEq/73+eKqvokLz/6PGAv8W3pVqt5E8rOZn1q7SFg1vwW+XcvU1Xk1&#10;y6lkG+QooGMRx110/hzT5Jd0ssn3cBN2B9cetZeo+C7eRP3JZlXnirVSK6C5JHO3Op2ZRfM2qzf8&#10;9Fxn86rvqUarmFozu9AOK0r7wTOlr9saNpGzwowdv5Dmqcfhy3iQL5e1m/h966I1ISV0yGUU1VSW&#10;PnD5uu4n+VXYdfktbbbbyKfl/iFVbzwwUlaTbJuHb0pn2G4iQKkDH3xit1KnYzlzdCQ+LdQM2xio&#10;Ve9TQ+ML4jawDc8BVX+QFUbnRp5F3YZT/u5qRNHmgTdIrcd9pqlGlLdE3qrY0IvHt7AcS2asP9pe&#10;lXLbx27up2KozyAtc8dPupH3GJto+7x1q5p+lSyzbXib8aTjR7FRlU6s6d/ibBDt8m1Zj36027+M&#10;EdvFvj01WbHO5vlH+frWHceHXxmJGBPGT2rK1bQbqCJh5ZUH+J+KUaOG5tUEqlS25f1X4rfbz5qW&#10;EfmD/lpzz+tc3farLqMxubmbO7qF6VTayhjZg0yt/u1DNOsUnlRJuXofm4r06dOnD4UefUqVJdSS&#10;axeTmJFPp71GmjRyBVlQAk/88+lSQ38nl7UTb6067ujC4VJVl+UHcpPH51sYjrbQrCFDth+8ckir&#10;dtZaXFH5iwFmX7vGcGmWd4ZE2ON2eFGK2tK0i8uoGuWs5FjXGN2FHPAPOKCSTwxp/iLUZftWhmT/&#10;AEf94/kyDeqjqcdq/RTwv41+GPij4W+FX8C6NFa6hBosKa+sGQouAMcL0GQASBjnnvX51wpLYasu&#10;nzXxs8ZDyR5b/gPy+v5V9efsizF/Brea6mRsZYduOF/KujD04yqLVlYibVKx79opke2Qj+LirbwI&#10;r5PzdsUzQo/+JesgHzNVgCSObaiDbj7x9a6uY4EyMIqud6f+PUy6lbKiMKP90dKe8KyP5kpZvYVI&#10;QiJvCVQNlNiCQqrnjHy96+f/ANs/wTI8EPjG1tFjC/u5ivU+hNe/DcjsVRljHCNnk1zHxY8LQePP&#10;B9x4dn+ZpI2Mca8/Njg5rikrqx0xlyu58LzOWOYz1qJwf4lq9rej3mgatc6Lf2+ya3kKOPxqkyhu&#10;tedL4jrSuVtZsP7S0K8tGuRButZN0jdgFzXhkylX2v8AQHFe+XU9zZaFqBgCt5ljKrb4Q+AUPIz0&#10;PuOleBGRt53ndn+KvPr/AB3O+j8FiSO3Vm5JpRaopG1jx2pkZf8Ah6frU0cmfvViaDPsZcZSYipR&#10;ZALu81qApP3FqSNmAwwoEkQtYnOXc0LY7h/rTU0peTlenuadynJXrQVYjjtUiXBbd9aWSIYG1hS7&#10;pPWj5z2/KgCSCNCMMfxHFWEgRl+V/wAqqr5g64qSF3UY24pNXGWGtzImC/tUf9niNsPI2fQjGKdG&#10;XYbmI/Op8TSndtZuOW61KZRWXTt52+b/AOO0p0+aHjccH/ZxmrUS7mwTUkiOqgMny/yp8wFRdOld&#10;eZ/oDn/GpE02RR/rf/Hf/r1IgbPApwMhPSpld7CsRpYTH5EuV/74/wDr05tMnLfPInvUsKMvz7s9&#10;uamZwy4VcfSo5pPcajcrR6fIDxPu9sdKmGn3KjhvzzzRF5gc4JFWPNkb5EQ596nmkhySWxDFaT+X&#10;tDKKRdLud2FMP/AhUwNwCC8RwD6VMqKrmWOP5jS5pCII9PnjKphG71YGkSun/LMce/P6U4FyfX2x&#10;WhDKjwJG0OyRf4v71YylIDJk0aa3QSYi9PlB/wAKINKu2HzRR+27H+Fa88UbAO3zbl+73+lMhEcO&#10;Ci7R3XNJTsMqR6PcghTBHjHtUsWkahGSyWkG3P8AfH59K1LSSGT5plP3akXyvM3KG9fwqfayGorq&#10;Z8Gi30gw1hF9VkXkVKNHkhjz/ZzM3osyj+tasW1ofLL/AHsHaanMQYKCpO5fvBqj2kg5TLj09mHl&#10;yaCzDOQwmXP/AKFVlNMSWVYotMnjwo3BmTtj/arUt4oBHjzVUrzz/jUayIZS6eZ6MNv6Z6VnzXNO&#10;Ugg01Y32Npd4o7/OMJ78NjFTw2CDEogvtzMSrc4JwDz81bVlOI41iRW3MuTu7mrUN1bvcSLEQoXk&#10;8fKp9MdqxlVZUYx6GT9gM8EYiS85OJNiFucn5vlYZ649a0LfQJpdreRqPmM2GZrebB6fX19f5Vr2&#10;epLAVS5l3RrxGsSqrL3GCQc4Pr7U/TEks/MgjlO5pF+72IwRnJ6jg4Pr6Vl7buaezl3MSxe2W4jg&#10;jfUg20g/uZtpwSMZAI6+nNaulWaAwwx3WtGRpPuospZizAsQAvXkflmtbR9Jt5NXZR5dvJc7EYsy&#10;rGM5zz0XHc5A9fbQ2NaOLi1vmIVgzXu70PbOcAFQcgjkA9TkZyrdEio0+XdlSC0gtysz6rrjGJ9k&#10;bRRThnb5SFG6MYU57+/rWvp2n3CXPz67dSRuNypLG+V4zgfJ3GPXqOpBFN8P6/pl7c/2PaXP70M3&#10;lwrgZbAz0HGcKPQ46g9dqFZVhCDzY5JQiL5zeYxXJUfMDkjHQAnAHeuSpKUVqbqN/tFrQ49Tsn88&#10;6w8TRbQGkhQ56AjlD6dh6AMDXYeGvt2nXa30urRlIVZ45JLcbux+UFAMBT0Iwc5/hqpY37X0f2y3&#10;1q4khSRQpVv3KZTKBiVzKMEjsCCR3rq/Dtxey2zWlzLDHb3AkLRrJLGVJfbvA+UKdueAeg5B615G&#10;IrKMbtaG8Y3l6G54alvRrrajZeLVSMSRvJHHCf32wsvmH5MYBRjtwWwcgHgH6K+Buptql/Y+b8RN&#10;PhkaFluWF5EywKwkcqI5FQBN3lnliS3AJYivIvCDaD4dZNN8ReJ2W0hKwf8AIQEgurhsAxFA/wA3&#10;zEnLDO4ccDj6L+FGpX0lwlr4fgVhdQvLDc6LdRRlyEwUjELYkwNxwxLKTtxyDXh4uUajUrX6G3K4&#10;xabb+Vz034V+L/Fr6hdeF30bw/F5OmmbUPEn9q/u45WmK7Ut02nKhw7DAJLH+IYrr/iLDD478MNd&#10;aT4k02wlt9QYxakmkLfRS5aUEBYHBk6MCjhTkMRksCO4+HV7pesxLaaR8SbpbvWIS6W95fxyzMNh&#10;ZXVJCCwPytjBCrGF6fLUnxI0ZbLwR/aVhfNbsEeFra61CACZmG3aJHPEZzhlAAIU49BrRwK5OeF4&#10;pb31ueHLEqWIvb0Pgz4x+FY5dcXUdA8Q+H3vDdSRXfmaOzFed8QQySK8bBEMfIHBJ6s2Pm74gTa/&#10;HeXkklzp0d5tmTDQQM6KrkLICkxLE/fYEgjG09Dt+ofjz8SvF914ybS9GvdNs5pIZbe8lXVLQywS&#10;EJJkmGQgry20MrZJJJO0ivHPEVzJcXEdn4k1jUTdQsj3FtcSCTLKSed7eYm4bsBUbG9TyCM+jhZt&#10;STilb8T0o1KkYpv1fY+cfFFxq9hqUctnHod80yhPLRYitwdpXgSXCugKsp5wABnvXM3+oeIbKcfZ&#10;5tBzCrNIsMaMzb8krtEp3EYf7uQoUcqCM+5arY6NeyQwvLbeWrebhhGzE4YqGJI6ZII5AJ9c45PW&#10;tI0KVWmawsp7hY96bmj81io5J/jXnnjB3AkZIr3qeIjGycTl5OZJ7HnkOp+IZZWtxrelKFz8zW+N&#10;qkjCg+aGGSRhemTjHPOubPxFFabv7f077V5ZZg0MmCokxlSZMZyM5B6Keua1J9K8J6YXE2iwJCtw&#10;hl/cRMkrFcbtwBDMTx1OBkHJyxmk0fw/qemyWaaVZt5v7y1f7Ekm1OgYhcgAtn5iCMqw5PJ19suw&#10;KnJbmHcN4qkCxWhsLi3+zb2dYXO5l3byP7oIKj0yD0Bycm7vNW0/TnE1vZ3Uyq3yrC7NI2ztk46Y&#10;AUjr6VtHw54SuGdLLw5D5e4N5bWMAUN6KdhVhz2BJwMdic+PRPDogmgt9GsbEeYP3KWMSq/y4+8o&#10;BB6ALjH4VtFx6idOp1KBn8R3Ue+zhs43ZizmRXO0HGCcnpn6/gKW3TxjFbMHurEqFkdRHFIqbsnG&#10;PmO4fh/I4tW2h6Wsvm3Wg2zKI/8AWR26s2QDgcdOCPXt0qOWGy+1iC0s4oyOXneLaCu4AEjaedvA&#10;BPGWxjNVzLsNRfcry32qC5ddRdZJADH+7EgB3H6jHAOPT1O6qcWq65qLMRY7PLuGSaMrJxgdRlRn&#10;vgng+tXphAx2w6bGZI+cBRjcR16enb6Gs86NouWtG0eCR9okVfsC7FG5sEHGM5X8eaIyTewPmKPi&#10;DT4NR1e1vooFW4hkVvJjup4wwJAYsqHax6YVhg/lWg0eoySNeSbXV22EbmwDuJ4wOTjn8KiuNL0d&#10;v3rWEbNv6Mq8EEHPTr+eOtRSTabqMm25shthkLQIvC59Oh7d+vP517QS5hsj6lI+xbZ/vfd2yAHG&#10;fY9x+tTNG+3czN82G3bsfh9Kk+y6bDH5sdo2G27sSHG6o7dIrWYE26tHtyytnA7Z4qty4xIZIJDP&#10;88GMr8zN1/z+NQxDVYNUFpHZ/wCiLD/x9tcZbd/d24z+NSP/AGbDyqFPm4C9/wAec1JA0Lb0nmxu&#10;X3xVBKIXc8tnNHHbReZvkw3zDEY25GQaGluJphOk25eh2t049KrzWelPK3kh1L3AfcLhuSMe/Tjp&#10;0pyzxQqys2G3fXP+FBDViSVTJH5m7k89xVM3dxJHnbwDhQz9O2anmlYMvlDcT12sMAfn9KjbR7a4&#10;YyCV13NlhG+0MfrWkTK1ylLqUsbmB5Nz56KxzTvNud+yO2lX03Nyfw/+uKm+w6fYp5VpGI+clY+5&#10;9acDuByGAZf4s5Iqxp2EhnvDGGD/ADEdFULSmSeI7ApXC53Go0ihz5hkdsfe/eHj8Kk3naPMEnou&#10;eeKCPiKct3eq4ZJNyhuhZcfWrFpO2cMpbnqWFQiytzIxPmKsnWPd0NWF02zJU+bMF/uqwwf0q+UV&#10;iZ5pN2yOBmH97aP8ahSd4jl2b/vkVJDpttE3mLcOR0bPb9akeO2J/eTtgfdVVJH14FIshl1GBl2L&#10;HubHzHj+f+etZmoeKLPTpVglt5mZsbVjjz1P1FabaZEib4FmbeSW3Kqj+XNNOiMyM5ZV3dP3Qf8A&#10;HpWsbR3VwfN0OVute12e/ZbfSJI4sfK0gGP/ANdSRarf2iNdXlrMqbcNtVsfr/hW5ceHLs/NHeON&#10;v8WwLn9KT/hGluYhFNfbufm/djFX7SL0sTdlC28R6dPDn7PIo7Zj61Vl1jTjeExaf83Y+QSa1ofC&#10;FrE2z7Y27jK7RxVqDw1Ir747rvk7oxzTjKPYjllLQ5LXJVli86KFlVeZG8naT+dVNJu7BpGOoIzf&#10;L93aWJ/Ku4ufCzsf318q7lI2levTt+NU18LJESVvkB7fuTj+dbxqRURezkjl9V1nToQq20TRqv3v&#10;lIzUcPibTJbfbJIrL/FuViev0ro9Q8HS3crQ/bYWX+80ON361nX3gi+skjZbyEsxwqxwH+ea3jOk&#10;1uZuMkc7d+ILSG9WGC6VV64/xqSbxbYSJvt7hF2/eLdc/lXQP4L1GS3ZpdS09doy3mBtw/L/AArJ&#10;k8N/vvKt9Stbjd97yLSQ8/pWidMn3uxnzeMtNWEeZdszdf3bbf6Z/WuY1fxabueQWsS7jwJZG3N+&#10;ZrqNb8F61fBbfT9CY/3maTbnj0A/rXPXnw513T5Ge4t4/l+8IzuC/XGcV0UVRWtzGpGXYxY5nPzu&#10;csc5z3pu5XbBjxWhF4X1W4k8u3sXkx1KKSB9TjiifRZLR9kwj3f7Egb+VdsZo55RuVbaEquVdRz0&#10;zVuOxim+cxr0pkdsitkjp7VetooyN236D1pyqIy9nruXND8N2GozrDe3PkL/AANnqav2Os32kqdM&#10;tFT7PDn943zE8/yqtpxBfDSLGAOrfypstnL5/wDx9GRJEzt2j8vetKb5kVyKO7HXGoRxq3zqdz53&#10;eWNx/Qcf5719afsVEXPgRpPKUfv9i7R2wOSfX+VfHc8cNvPGjfLuYDHAr7S/Yq0+OTwVFKbVo1a4&#10;Y7egQZ6c124b+Ic2KadM+iNKha0s47YZbH8TUXKSKmE+Zt1SRuZBwowPu+pqOaTZJvYYA61v8Rwj&#10;iZ/I27lX5fmbvUMb4TfIWY4+VfWnGR55F+zIVVv4jTmRQGC/w/xGnsBVdHbduh+XPyj+pptxCHbD&#10;wrHH0LdzVx2ZcfKu3+LLYFQOGmbfsZQvGfWuQ6Urnx7+1f4Jk8PfEWTV7eyaO1vl3LI/Vm715VJh&#10;G27cmvtH9pP4cf8ACf8AgS6ktYYvOs03wSN95iB90c96+Nprd4JGicHzFbDA9Qa4atO07nTTlzRK&#10;7RXz20oskDFomRlZgMqVIPJ46E14DLF5d3LFs4SRgMj3r6It7eMzLG8yru43OcKPr7V4Hept1K6D&#10;feFw4bHrmvLrfEehR+EqqjJ8+fvfpToslsmn/L0zn229KUR4424rE6CRFJGQMUvlt2A/Onwqd2CM&#10;0P8AK3Ix/SgBI42ztI/Opfs6F97fl2pVK9TT8jOCalsZEYkA+7SpErZ2rTnVgcY/+vT4029CPwqg&#10;GrEoHMdPVF/uLTg2eNtHsBWYx0MaEZVOf9mpw4GAo21WXMfKrUyZBBK0ASxEb8BRU+Qwwy1HCigc&#10;N1qQoQMj+GpbGlcFiQ8Ig/Kn/ZkYZZfwNMikdG4JqxGFZQzOB8+DWbBqwxNPDRrcRyDaW27O+SMj&#10;+X51ZFhBHMI5AqkcfNzip7LULaGzlgu4VZsL5LKvIYNuz1xjG4dOCRT47vSpB+9jkjY91HAGD3+u&#10;KxvLqGxTSyZjyPmbhFX+tC5QciplkUkkIduKVRH5nlbWyOAQeD9MdaBFYBycBOPep0tt6qXf8qld&#10;Y0ABYf8AAaWOMY3BuKAESzjU7tzcjPpU8EQY+UXHPrzSKyqoClfyqSIIWyTtwMhqhu4DXtj90Nin&#10;C1jYAl+3aplh/jEu73604RNnAH3j0qGyrlYQkYO88fdOO1W7QPKdhkz/AHqaUDp5eOWXI/wpyQ3E&#10;K5jXbUhEu/Z02Dy1zg0sUsgfyQQGOflLgL+Z4/M0yxF0xKyfKwHbNWzaOLiP93t43bsdB60h3ARX&#10;jsok2/dwu49KtCzlIVwp9mRcge2ajFgZXXyrlflXC8EYXsKkNven5hPHt9SW/p/jWUi4ySLFsJ/u&#10;q7bT94c1ds1ulCom4ruHOegB9P61QUPEm7AOV7E8/nV6ykeQBI2IIU7QGPH5VDVzVSXUtKt6zCaO&#10;dVfa23K9s9z/APqq9ZPqSuyzFcMQ0beanA2gHOSdoyO4BPb1qKKBVhbzXaNmXPJIyDzx/npUkExE&#10;gQJuVclju/Xp9OP1FYSiVF36G7oUV7It5fp5LR2NuJsyldz5dVHA6nJ6AYGCe1O1c3Go6DcWH2qF&#10;pLiCRWkKllXOf4TncPujHJAz1rJ/01VC2ylZG+X/AFx+b5mI6Z4GTWhY/bbpl+x2tw8zZ8xlCgDp&#10;zwPm69/f61lKOtzfm2KfhDTLpNbmu5IDE0St5krY+zuc8CMlOWOOmfk2cjJArutOub+CC31XVZ5I&#10;x5jfZ2sQkmJBkjdmMsQ2F3HOFONvAwMW3tb6LzJIVeby0Xy2ZgBuyOQCCfUdeePc1raHPLFbTJ4g&#10;i8zzM+Wse0Fhl2A++Cc5BDZyQGA6HOVeKkEad9bnW6BqCavDJepFd2iyMsaMXdZIvlLjdlAoU4BU&#10;cMQwxkZB6bw1rX2aDdbT3ytCTLMwvUjbgyMGDEh15UdxyduCVBPCeHXsElkFrbXF2F3i3hhuRL5W&#10;5CCGDPhWIaM/KMEY6kbR23g+90/TrlkstQure0855L5Wky0gDRB1KuGUKABlQoViuSPlBrx69OWy&#10;2Ojm54/8A9g8BXNxdxx/ZPEEjXEAcW13eXEImDZ3KApQRt8zLtZ9rZ5JPAr1z4Y/ELWrLVrPVF8Q&#10;2VjdLp4uNLj1NIY4ZlBBXdwSg3LJkszY2L6hj4F4EufC1zNb38NjdTRxwxyXEcDRTMV3n58YZFZF&#10;wCpBXJOSuMN7b8JdC8FSXM/jPU9F03Tbm3m8mGSS8ksxawiVcTRyIqgy4dV24Ichw2dxx4OJpxp6&#10;O/k2tDfmjyxPrL9nvxD45Gj2emarqiW8kkEEkxWzg22TSKP3BVxv+d2U7ijKPs43cEBrPxh1bSPE&#10;VpfQ+Nru8vNM+2NaFX8M2avqNtH5boqM0Y+RZAm3KryrFQdpZuW+FHhPwh4ftLXTfDHinTdUtJJB&#10;Ha/aJII2TcxLosgmBR/KkbCsvGxwAi7lrd1vRNI8NWJtdF8RavfWlndx3ChNTuJo5pAQQsgeTyl3&#10;xlh1YgkEnOa6KdeFPDqN9fXS/mnZHjVKdP6y159tfvPmr49fDvwXpmvJe+BNF8RQ38IuJpr6wsZd&#10;0ccrEBiI28n7wj3KiiTcqhcqDs8B1XXbvXPEC26aXqEf2GSVzGRCLowxpgSqGjLHBLsWxuIxlgvF&#10;fT37TNtpV/BrFxronsbOL9/LeazpsGw5CmMiRQWkUoANzDJBJyQrBvjjU7b4e+Eru4La7eXEgmVd&#10;S26gbeVZA0jEqqYKSBCD82SWHK8iurDyhUjelsrLud3wqzIPEepeMNO1SLw9qMVrPbtZiWPUPMjZ&#10;/NDkmNgEX5nG1geFHmHdtzg5Or3sc3iL7HHem4Pkjay/NHFvy2AxRQxYeWfrn7vSp9Y0fwbawTNa&#10;PHDHu/fafeX3nNbqX2j76pyx2sVONzBQxUg55LV1jneS5S2hmWa7KrL5Lr5bFtwdF5+XK8egPAwD&#10;n16XvWt0MnNR2F1O5ntLeG1mkLs+pNIrNGN3zRoOmQpUhT82Mc/NngHOmmms7ySCBYWQOokyjNlg&#10;c4+XuGZuuRyTz1plxp8VtbyCG4uVWZS37lmWJW4IUb/m6AgLjGMcZJqlrUbaZB50bRujRqjNKURu&#10;EJbG3OR1x6j1xgdqihc1PrckvdY1lYvLvWiikjCNujALHd1C9tvy45AwRgcHBq3c5htVRI4fMR8Y&#10;LSZGAQSSM88dBj72R6iHy7+WAqblY7cqTvWPCycZPRhjOTntycD1rPbeSpW/uxJ+8zH+7EQKH1wc&#10;4yPrnp0NEdJCfPLqXv7cXUrZlk8iFm2vI0KHcB/wIY/KsyS8kSSNINS2qJvOZZD14I/HGR1GME1H&#10;OYo7opFuG6Q/dkUKPoevPGOp6g4ou7crNiF2ViuY90m7BIPUkcdvT8RXRzdhKCCfUIIt00MbbfLb&#10;cY26c5IGcYGf5VRvbq6EvkrcLKGXP97P4/5zTHW4dHBfMceWaNpAOe5xkDoev/16rWuo24fybW1+&#10;9829ZM8e/wCXrnp6VQuWxJlwPJZ9yjPyMvfj1JPr+lQtGxldom6d2z9788ZqeW+EgLyQ8j7g3e3v&#10;ioy7lCwiG5u4Pagdi9ZDMR/d4+XO1Vyc9OTSTyxsFU/wjp6H8aqx33kp5bRk4/2fT6f/AFvzwKhk&#10;1G7lIgg0h1jbH76RhHjPXC/ez9QAeRkdRtDUnmJLhgSrL/C2fu+nvUZQMNzMPm96ht4tQEpN9cK7&#10;ZO3yI/LjK9vlJYg+p3YPoKk+0MZNjWrPt/jVlHBOCeSOnp14o5kURPIpZEKcN/EAaWO238uxJz8o&#10;21NLPElyo8lzJ5eBu6dc/nTd8hI8oHg4+b/9VUmTzBFABlS4ofYjBV/QVIHABzFz/CwHWo2dML5k&#10;W5s46frWhJXmUfKgiyQc/d4oR2dMvIR/s56+1SySq3yIm0rnr0P6VWDhnVCe/aqTMywYvIfy2lUb&#10;ue9TRwHYWDbV6KV/WoFlRTgxLkcetWD5ckSrGrdc5HA/lVAhlnot7qc8Vhp0SvLNIyxrJMqAnBOM&#10;uQM4B49qjlSaJ/sk825ovl2hshPYfjUzhFXZHGo3NyKhaR3Y5x/WqTI2ZJaW4YnbuPPNWGRoSN42&#10;/wCzUNq7W5EoduvB3cVMJ5JFxkHPaqGu4Syeen7tmB3d16VJFjgbm+Xj73So1ncj5So/DpTlmWJ9&#10;5253c5PWgL2Y57XzBnzAoI6bc5qaCxRmyEDfhUK3HnN5XmRrhc1Ja/aA2ftvmD+8o2igOZ9CR7JU&#10;j2pEFx321HE7QttuIyR2ZT19qkluX6Ox/wC+qiH+lEAfKFyFX196rlHzd2TbtNunDCWR2H8CQs35&#10;kDA/E1WutPuZdzLaKO8e6UDP1xVtLTYVxcbec7f/AK1WXa1itz5fzMeq7aWwpT8zFbSr25+Xzo4i&#10;v3THGNwP47gfypo8PiUebq2qzNIPutGuF/ENkfiAKuz3MNnCZ923ofl+8f8ACiHVljT7YliWUjHz&#10;Nx9apSmTHzMxrTT4pPsEUazbsfeO/t15yP8APao76C208bZruKzB4+WMBvw6/oKqXa29te+ffTrD&#10;hyzZcKv0z0px1jRdSvFtYJEufKXP7iPfk/XkY+lbxV9wc+xibo9V1lbYRSXKwjc37lpiO4JHy459&#10;atXL6tqSzaStpDtCkGOSZNw5/uRq0n5MM+vaoPEF9a6POqwWTL5h+UNcRxqf/QsfjiqiXHiFt1tF&#10;ZwRvIwKrb2r3hfPciTYmcZ9c9a6oxtYzvfcp2/ga5unKXusxq44a2AjhkAz6SNvY+wyaS/8ABGi6&#10;Vd+Tcxru4YSXUyryR38xo8cehOfSpo7W4n+0WD+J5LWND/pCyXAtkDe6xKQT7An3qtonh3wIzyCf&#10;U7zVLxJMrb6fbnEzZ5y7nP4gHpW3NLa5nJQjsjHvxosW5EuYRwSscEbN+G4Kq/qay1bzm/dD73fP&#10;+FdxL4Z1i/Rxa+D7XTkDFfM1K4VSB2BDAZP4Vz+tWeoaFcCCfVLVyygf6KFK/TpiuiMk9DnqRtqZ&#10;sImhOFb689ar/b7m1laW2uWRlzt6EfrVqKdY3/0mHduPBbIJrN8QOVuh/Z42qy/MmRtrso/CZSce&#10;pGym8uoWuN0is484hfmxntX3v+xxZwP8ONJtrSJlhVWeRpO/J/8A1V8E+HHuU123muEVlWRf3bYK&#10;k+mO9foz+zOBN4E0+8WGOGNbJC0cahRnA54ruw/N7S5xYrl5NO56ipUQMkabRjANRPblkUynLdt1&#10;TQorKGxniklYAsQ2Qo7V0HCMG7zlSELs/iqN/MBkjbg/w0NMW2iHjjrQoeYhy+5vU96rfQCxMgUZ&#10;wuV57cVS/fOFd5VWNT8zgn16VeuVVzsKeY0mMQq3AHvSJCyQ+QyR+o8scLXM1Y6UyjeLHdhkks/O&#10;3IRGrcDnua+Lf2h/BV14K+JV3FN5RW7PnL5K/Kme31r7WuJlEjOEkO37x3cAV4z+1/8ADS31zwfH&#10;4lsI1W5sfn2hfmdD1JP61jWjeFzSn7sj5RZvLYM7bfSvEvF1ubXxRfRcY+0sVwoHGeOBx0r3JwJO&#10;oz+FeLfECBoPGOoRAfduMBW6kY6/SvExHc9XDy3MXzQm4bcnH5VItyUGFT9ahkHz8CnIDjJNc5tz&#10;WJkfzV3dBUbkr91jUkAGB+73evFJcxsoztpNlR1VwtC74yT+NWSgwHOayxcyI/yy7T/OrZ1FnTbl&#10;eKXKHMicXU6o0Ky/K3VakiOfmzxis95SHDAipYLqRgB602xKVy6GDnCml3bG+90qurEn5Wp6spG4&#10;1m2UWPN3DCkbadHI+3BNV1LAbhmpFcKufmoTuXEtRyps35+b0qTz/MbYq/i1UBdBRtdT/wB9VOl7&#10;DtVVX6/LQ0JMtIy7hlqnRfN5HAqnE6Eb9vt0qeG78sfMf1rKQN3LATadzPyevvQg8+TC49fpVeW7&#10;LNhTx0p1u8KONxbI5o5Smrl6J2VdmOhyDUouWJBJG72qolyi/wAeaDdbj1PHSs+VogsMqu/mbOfr&#10;T1ky208GqyXarywpRqFqTgbqkC5uVV+epQqlQjLxjrWbJdNO6+WTtz09qkN+VAUux+vFEojTL0Mu&#10;zjO0jouetWBOkjKJBxjIPoazReO43AEsx/hGc01b+QcTADjovep5RG2joo3FP4fl+brSxRtLhduf&#10;l/iPSseHVY0kU+Wwq9/bUTjIVv8Aa96zcbDRpQPeQybRDlefx4FaFrJLOPLddrFSu3HK/SsOHWlW&#10;Lyg7KrH8z9O9SxavbsitiTHBDNj/ABqZRXUfMbPkXcbeV5rSEZGOcio9tyrMokZRj5FycZ9+2apw&#10;eILcOBJdM3y/Nux/jVka1pxUObofLyFxz9ODUyjIaZahWdQFK/K3J+Y5U4+lOillgP2m3Zx+72jZ&#10;J/D6naP8gCqy+INOm/1l6rcZX5W4+uD14/CpIdZ05CCt9t75ZW4/T+tTyyfQZoQairSol4tx5a/8&#10;tEmUMMj0ZGGK0oL2OK3mNtK8hjQ7iyqcfNt5LY7c5A5B/LHj1fSFkWM37cKrbTuOOAfTHftV+21e&#10;zg2vHqUO2RSu3b/D3z7cdPas5ehpTZs3mp6faNcTxa0v7tW8qGWOKElVBKrgFvmIUdsEnk1rad4j&#10;cTyWf2uNPJUAtFGIyFJ2kfdyCwbIznbnn0rnrfVdLk5uNV2spVhsDfN29MDB/nVyxv8ATFRWjv4R&#10;8pbayht2R6EdfYDFYy5eqZvHXY6PTPE1sIWa03SKxIYSW+0NnoucbAw7rnB6dQK3NP1WL+zw6lZJ&#10;I5Pnha1J29DymCvy5+9nAHpya563vvDtvqDJLqsOxmPlqWRccnB6BTz34GR6Vq23iXTZEdrWS1kj&#10;MQZt0yMS3YHCllJAOQMDBJ9jxzUpS91Fr3XozotE18NdKL90U28ZSQRLt3ZDJsPyYYPtUkDtj7vF&#10;ddBq2jtDPaz6LuO5SI2nkGGyF3KuO45+XacdscngtJ1TTL2/S4E+1tpZpFkG1SBwQATlumB7fjXW&#10;6TImnX62Sap5M7MpluLdQWQMcsrqwKgg7ecHByDniuOpG3Q3jK+h33h/WdM1/T1ttQ01rdYY3jS4&#10;tLN2iyTtdyxz8pBG0/MqhBndwa96+FureFvDvk+HfEEEa3TeXazN9n3NMrAuxXysKu4AdjGcAnOc&#10;V4B4Pt7Z4w2my2YeZmc7UWT5t2dhLxMCTyAvIHzZwCCfcfg7deFdCS6upPEv2FoZIw8csltD5uWY&#10;o25ULvj5Rlvuj+EEk14GLlzQs1Y3Si4to9+/Z7vvhP4C8cQaLciHT/tULo6WOnebHcExhSWba7Oy&#10;k4O13UlAwba209j8RR4etPhjH4c8Ny3v2q+1SSS/1Cz082rTOXZleVraJQq4Yx5CEks4Cc1w3w18&#10;T/BTV/iFb+CvE3jLTdQ1SeY3cP2KaG4y0aoqKY1eOdlCuhJKgO0m7jK49q8Xz3WkaZdatq+h3U0D&#10;X0k8Zit4BID5YYKfn3jaysTuBAVwuWK8ef7SrPWcbWvdrZ+vb7jirezjK8etndnzD8cLTRbjQ76+&#10;0fRLebUJozaPe3M0k8kbKrfu5EiEIz90BDuILA/MCQfle8ubJfEFyii1aO8mD28kbTOtyFIRiA20&#10;qchV3EFVCZY/KAPoj42+ONC8cJqAUS+bGqy6k0cMMyPvwwJkNqFJO9xwAGJ3sM7SPnXxPZ6R/b63&#10;13F5Zit4cQ3Gd5V1G1SwZcARg4Zdu04yBkmvVwFndas0t1krHK3GmtNbXU8stvNtj3qq7AA4Vmy2&#10;773K5425C4x8wBw9U0vSbuC4uDDbNDN8zw7SqlsnPDknHzHqckEE5zWlNHYJby2skQW1uNwWG4vT&#10;gtyQpLPk9+T1+buc1l6pNbTR/aJopljjj3TMqq5kz94nczBzwDzkZxzgV7lNyl3FK8no1Yy7uztb&#10;WCKxDpDuYsFjuNwIwx6Ak5xu4BxgHpnNUr2y00WnlC32t92aST5RggK33i2M7efrjtxoxNZXESTM&#10;FWVYNy53ARgjdkdO3Q8dsZ70I/tN5E0Mi7owp3eZC0YK7eBkAZ49+cd67IerMpaFZLOH/jzAj8vy&#10;23JtzgE9WGcBiMEdcZ/Cq6I/myCSePy1I2rGu4/QfgDxx61ZaxglWR7Jo1RQqKqq3UKTyNwOMY59&#10;8ZzTBHI0jXszxrtbaYlXG0jgHGF7HOcdj6VXN2FqzLu7BUSQfM7sQy7fl6nuOgGO/Pr6VXl3Bo4m&#10;i8n5cs42qznA6kdeQRz61cMb28zRJIGZgM7A2Bkk4yfp+mM80hhQPu6bupPOWz1xjjj1P/1mpGnK&#10;5K6M6GKOSOZvIDMrbS23kcc9h69eOMemaq3OnWiStKkTbjwGHJHAGOp7VsWto9umXKJDGxyoXbye&#10;TjA579P05xHLbw3QWK02scNhm5+g4FaRkmT7PlMVEmZvLii/3mdSMc9v61NPHPGWSFtwZgqnacj9&#10;SKtpGjkrK21QfmPPX8B056f/AKqSayjeQEtubYVQ/d2569vanfuFpGeIjbyeVOG3dI2bq/r2oJje&#10;1V1jUrvzu7H6frzVuaz3fPM4Xb93c3Ycent/nvBjT5I1tJ5NxVt8Snj5geo9Oo9ufrVQkLlYW7Lc&#10;RKzMYyQDtZc0k6JGqyM+2T+9J9D/AJ+lSTnDeZnb/eXt+X+e9V723sdSmhtL6087y3E0SsudjDPz&#10;c98ZH41WgmLalyu9oTuZsbVI+9mnGzUyKImJZm/vcknoPzosI712kF6+GVeECnBH1PXpTriNbfdK&#10;6t+7GeSTyPSqiTykYZQdq9jg05gFC8j/ABqnJLCwjMN0sbM3zQ8FunX/APXVowXYZVk2t8uVOOnv&#10;WkfMz5ZEIhEnyMWOD1p0VhAo8w+nAx1prrKvEMDl26DZViMzhNrJJGxX5trdeOR16VSJjGVyF4ok&#10;O4QrinQxgIQB/SnW0fnFiyKV/hYnofWpmijH7uOL/gRbv/hVXHZojMSuFygqGS3cNwhYE1NLFfIk&#10;YtIPNZnG5d3Rc9feporeQRqJG+bHTmqDlZTWzLdBx6GpFtQzjk8Z+WplSRhtjib0yamEMUcatLJ+&#10;A61XMha9iuY1jOAMc5+tRvGWG5F47fU1cSCNz95sf7tRzRqydef4VaqJ+Hcq/YmlttznYTxuBGa0&#10;LaC3gjSMSBtmORmoDCFRGB3FjtwqcD8+AKkRzAcSxgt061USWxblVlLLGVbI4PPFES/ZkARen506&#10;C4R5cG3bPov+easT+SsfyhY9xxlutHMVyrcppukky7Y/3qLu6hs7cu92qJ03NJxVfVbe3aLN47I+&#10;7CtGTxXP6vNCFZZXMm37q9M++a0hH2hm7xNHVbm2uAkckkLA427W6D1qnrPimHRrdrb7ZH8y5jZG&#10;BFc5cXbumfkQrkoo5Nc7rU2s6mZnW33r0KY2kDiuulRjIynUlY6w+LdOvLL7K07yXz4EcjqBjuMH&#10;vUl1qWtJBbhpEjYJ+8bzQ2/8Auf1NeV3upQaDcCWGFlukbMZ6/oa0tN+Jt1cjyL2B5CY/lbzCuw5&#10;64U812/VJfZMPbcvxHfR28MdyNU1a/8AMbqvyhMH6tiofEmry3EkNnaRSW7LyzLdbmcHkYI2rn2+&#10;YV53f+LNSEwuY5Ng9GY//WqRPGd9cxKDcKZFXDYxlqr6rUQfWInQPo1tdX4m1rUJId3LMwDSe+Bx&#10;n8Otd58O7oaFNI2maQi23TztSmW2MnHUjgn6EYryWHxfewgv/FtwNox/Iioh461mzmNzp0zW7MuG&#10;kTkn8Tkj86mWFqSjZh7aK1PT/Ge/VdReS2iN0JF3MlrbSeWufVieefQjNc7r+g2+kwiaafyz0YPO&#10;mN3oFjyf1JrkG8a6jeTb7+dpN33mduf8f1q3ZeK9OS0aJbFWm3fK0kf9S381rSOHqRsZyrRkV9RC&#10;K26KXO7niMj+dVCfOdSzs2Dhfapb+8aeXfLdbmbqsONo/QVVZVLbomwe3XIrupxtE5ZS1udJpK/2&#10;rr1rG8MKbnVNqxhV68ZGME/nX6J/ATSf7K8E2ump+8MNuqswXCgbfSvz0+Et3er4z09bedjL56hS&#10;GxyePWv0n+F9u48KW6RBVXywJNvsMV24flTZz4qTcYo6RI2aMAH7v+cUksUaBWeT73VamhVYE2Rv&#10;jdx0yTULrFFLtKM3HLf0rc5LEaAIuLeBVA/iNL8sXylf060peaRmYKsce3v1ppjUnzGck00IsRyA&#10;tI0EW4dPMkQgH8+tIkFwXVbmVFZuiI2c1NEuSszjy+yrilGnRPOtywkMgzgucVh8R0FWe02yK6bt&#10;zN+ArP8AEHhyDxBp95a6nCjQvCyuzN8uDW5ILh3V/KwnYKMZqu9ncSQspRFLNkK/THvUlcx+f/jr&#10;wrN4V8Y32iOGEcNwwhznlM8Hn2rwP4twyp48uBI+8NHGdy9/l7+9foR+1h8B9U8WCPxh4TtPtF9b&#10;RhLmKJhiRf8AZHcivhn42+FtZ0jxp5Op6PcW8hgGYpbdlYcn1FeJi6cuh6eFmpKzZ5ysDscYNSLY&#10;OUy1aRtZo2w0DKf9qPFNeQfxLt2nHzCuRRk+h1csO5Xt7cxNjH0qaaAtH8yfSpLXy7k4i5+hxirj&#10;RlRtaPBHO1hUSjLsVFx7mC+mRk4WBjuqFNMmiuDuXaq10G5S+UB+lTRJFIASrcdyvBpLm7Ccab6n&#10;Py2MgTKxbsdKamn3RYAxmuhmtw0m+OLA9F4/lSG3QdTzT16oPZx7mQljMvLRMv8AwGoJbOfP3W44&#10;PvXQJbMB9w/NTltBIOuPy5qNezNIxic6tncgYKNt+vShoLjbiJmzXRPpgjAIXOaUWqDrt+lRaXYO&#10;RHNot6eSGP4VLGlwT/qfzFdCIrc8LGq/8BqaK2hLA7Fp3fYOVL7Rzy/boV2gYHX61JG911Od3vXR&#10;LbRMcyKM+/anCCJ+DEp454FT7TugOfV7uVciMqcdccmkEmqR5ixkZBxXRraW3RoF9vlFSJaWoO3y&#10;f0FT7VdiuU5+EzY/iH4VKTdkYRd3vXQi1t9u0xL+VTJb2Z6Ris5VosTVjl5BdSKMAg/zph+1Ry8x&#10;hdoB+auqa1swd3kqfc019N0+d9z26Zx/CKXtI9h8pzDG9d/NaTO7P3aBBfEAL0/2q6YaJaH/AJZr&#10;+tLJolqQpWP5vrTdRCasc4k2qwFXQdBztTrR5upsuXXp0G2usstCsDGFkTn1NW/+Ef0+Uh8Me2M1&#10;n7WPYVjiPM1DKkQ5PrtqZDq2ws1ozK2BwucV2Vr4Z0lJNx3jP+1xVo+GdHbgAkYzt4zWfto9SlG5&#10;waXWpx7VNkvy8gsvQ1ea9vHfzDYfK6gj/CuuXwvo5bC2/bDYA49+nFSDwXpagIr/ALtl6nGTznv9&#10;TUutTZXs5dzjY75kkANn+pqRL+T5mks32r/Eq8V3Fr4E0hyEeZfu43MqnPvnml/4QDQRJzqSwru5&#10;+Xpn/P1oeIpoPZS6HEQ6lCXOLH2z/WphqcbNiaJ/LwQcLXaR/DXSnz/pm75grLt/+vRB8LNDiYtc&#10;3rctge3Pp0pfWKctivZVGcnDqcAj8xVk+Y/K3mH6dMc85+mKlTUILg5S3Zm3Md27d82PwxXZJ8Kt&#10;FWMxf2iWT+H5AAfxH+NT/wDCrNIJ8xb/AKZ5WL+WO/07n61nLEUQjSqHH2mrw2zeXAzKrEbiOmfw&#10;6Vds9ahMvzmNFY7uZCzYx6dD3wfU107/AAu0xZI1W6Y7VwzP3IB4+8e+O2fpTv8AhS7SMYbi9Mcn&#10;lsnlKrI25Sjkgc4+XKnrjf8ATAq+He7K9nUMeDxZDNIzXdtC3zsWWNxuVs57KOM/z68mtyz120it&#10;WXz4VViM+dCOdoX5eHHOB1UEg9QasWfwg3DzIdbhEkfMn7k/OMN/tDnK+oGD9M3Jfg15drHf/wBs&#10;KitnZ5kZJcBctyQARgg9fyyDWUqmF7lKOIi7lnSvGui28ESK9vHIq7Wkmj4Y8KSASBjoep5GR6Vv&#10;xfEPSWslkh8RwpIY1R47dipl5xtILcDbleefQdqy4fgbcWxa2uNat4ZPOCrDJC3mAkEhjtQrjgZy&#10;3VsZPOL9v8Art7Xyx4gt3Cxtia301lBGMD5nZcAcA5HBJPI5HJJ4TqzaFaWzOn8N/FOyhvIdWgns&#10;7ifztiLeWbtJHESoOMg/OWfjccdDuGSK9N8I/GrVnit9SXUPskscarceRpUk8MMWGbzf4svt7HcB&#10;97gqDXmXgr9mjTtR0+SXU/FklurKyQiHyQDKwTaGYyjG7dkZAHB6BWx2Fh+xf4ZeMvfePhZrfTOi&#10;Wskg85hsZkY+WrhVIU5cqVIVscFWrzK0sv5vi/A6I+0jrJXR7n8Mf2tfCUmpavqHjXx7cs11bvDb&#10;6lHZ2yzW24OfLQkO8B+YKV3bSoG/aOvseh/t3/D+98Cy/D3xJ8VNPt7YLFAkF5ZQHLMAZCsyXDqm&#10;1ASoIJIPy4yM/OHhD/gn94PuZILG4vRMs1u00t9/attLGgjmdXU4AILAfIAdrLuIYfw5mh/sbfFq&#10;38a3kt+nhXVNGtbdRLHoeI7xYt6r5hVI3BfaCWTbyDhS3ArzZRyublONSzS66afqwqR5ZKMobev5&#10;mt8Urf4b/Cj4XeJofgH8Vr3xBqWtCAWNrZ2GnN+7I24ZEkZpWAZnysKndsJwMmvnJ4vHEFxql1r1&#10;zf2EbF5lt9UuLWFJT8ufmwoKMDjnYuScHoK+ivjD+x54J0e30/WdP8Z2stzqtmZvsc1w7GPdFvRZ&#10;OImBIAIUbi20gALtz8ueJ/2PPiVofjO98QaZ4x0WZriRnlkgW5k+VRgjZMBjIwcEkjHHcD2MtqYG&#10;UHeevdrcyqRqSjzwjf8AQ5PVPi9plpaQ6bqmrwyXlmzP5Ml0irFJwo2GHOCMPj6qOQKrw/HDV1tV&#10;tGufMWQKdy3MhJ+6d20KMgfTrt6kZrovHX7K2veKry01GHxBa/uLFYL39zho5O67lY57/wAJPy4+&#10;uGf2QfEq301t/wAJNHFbFXeP/RGJZgeRtyMDGeexTB7V71OrlfKvfVzglHEdjOk+K4hjae+1yFtx&#10;kzHcNLkYChccDrtPy5Ix271Qf4oz/Z2Merttmb/j3jkK7RwWAOeAenBOR61NefsueMVdoLzVbWOO&#10;Jmwzs0exRn5m3gKOMnjPYDJ4qN/2VvFfzCHWYW2yKEaSQx7hngg5wR9DW/Nl38xNsR0RNYfF4CFl&#10;muPKeT5pHEzMrHdyDxke34elWIfi7dlHuYNUtftE2M+Zv5GcHOM89uufm96xl/Ze8RnzBPc7VTcF&#10;ZJIypYY9HJxz1P4ZpbX9mTWXjkaLUUVUdo5JI5QeRxwR1OeCOx64xT/4T5bM1jLFfym1d/Fi+ilj&#10;vm8Q28cnltGFa2kDKCeRh2IPT04zx3qC6+ONzHZmJ9dj4J2skRLvye3PXp9Kx7j9mrxGV/d6pb7u&#10;f9a4BAAyc5x9Pc+3NQ3/AOy74pBjWDULVllyFIcZBA56E47c9+fTmlHL+shfv30NE/Gu6a7WKPVo&#10;JB5ilka3HoMsBg4JG7HcHHrVCb41XF2sks2vL9raHa0luvlhMZ4ACjdkn+IE454qhqP7NnjWwsW1&#10;CKa1kePLrDHyxCgEgZIznGMZ9qyT+zv47ZXuIbiFtytIu6RFHPXnPB5745PFbQp5bJfES54rax2k&#10;nxmMEFjLLqiSRvgTeWFaZSRjcdvHBOSB2xwCKsD4u6nEWg8zI5CyeUACoY8/jwe2M1wN3+z949jc&#10;+UiyM1ygbbImFUgfNwx6En8BW1afCXx2k0mnXl75EcMaj7wYONpPy4PPpzjnt6TKhgekkxc2KejT&#10;OiufjNFJI1sLyO7t/uNIJNpV8qQO+R2/DmrE3xEsJrQXZ1BUWQbGlVgGHOSRnrxiuFt/hR4lvrhn&#10;0bUYpjbzmKfbKmAwJ3L90/N3x156irFn8PPFE12ukXt9cZihZ4ppowqHkfLkjJOR6chhz6TKjhEr&#10;xY1VrHVp8SlOqzWKfNAsKiG4ZwRKSOT1G3FauieNAbfzJ7pZNyArIV2sg6HODzyMceted6t4b8TW&#10;mrweHYrK4mkmyDeKpEaqFUZztx349wc1rHwJ4mvojbxXkiDyzHIVf5W5+n54rOVOjyocZ1paWO4k&#10;8e2RvjHLdQ7i/EUMh556Zx1IOe+Oaz9V8c3ECu143k/LmMLnbnO3+X5k9Ohrnp/h1rUc9tJFKpWO&#10;DG05xx746/r3qhLoniu4u5gulzmCKRl3ScE8DGOOmTjPHTPapjTo9y+at0R18/i+3SO18pY/O8n/&#10;AEhguS5ySD14wCB+Gat2fjmK7iVyGLbSW4yOOv5YNc/aeDNctWeKMRr8oKtJINufQY9KmHhnVRFv&#10;Z42bOPLXv+Yo5KJPNV7HRx+KXaTCFgG4wvf2pJ/FMFqu+V2Ktgc56/X/AA9ayR4d1UQrH+7VsYwp&#10;5P8AnNPXwrMIyGuI2Zv72OD7UctMqLqPY0U8UNvYbNm0/Lhfr/hT/wC2ruW5cSy5Axt+Ycfr3rMs&#10;vDNxErCecfNyvTj8quW2itFb/Z5pgf8Aak47cYxSfL0D94jQj1Sdc5m6Lkbe+Kq3Him7naMwOW/e&#10;Km3BzzwMAcmq76G8sfNzF/slTyKbc+GJTE0f9oopk/5adcfhmlFR6g+c1ba9voGImX5gxLLJnI/D&#10;+lIdcYq5hgaTy+eOPw61nDSLuKPYmpJI6j927ZUE47//AFqmsNJ1C3k+3Ramsc7Yz5bcA47f19aa&#10;5QvMtx6reJH5hgYbuwaprTU1uUEpVsfxeo9qxbqx1GWX7Q+truWQnLHgjPTHGOvSprezvoGDNO0n&#10;fPPPvT5SebubTXJULgMvzHCt3pi3cyASSxBm2/Njn+tZd9caoU+S5f5VPy7utUGvNVWDe00m51xw&#10;3X2raEb9TOR0Nx4qmhKnydvQcg5PHSmJ4mmuZFjEanB5O7rXJyrqsjMxjkzweQfl/OsZtZ8TW2tN&#10;Bc2Ja1aP93M2QTz0NdEcOn1IcuU7fWvEd2YmEEKYUZ3Owx+Arj9U8TSzyySyyO23BEajANJNq+sG&#10;NRbiSMN95dobd/WsDWbzxaBJNd2aINvDKO3vXRRoESnzR0uNufiDAGZ47Ebl9+n5VSvviJJ5KyWt&#10;oysVw/7wrz68Vz97CY3MscRG4/dYVUuJxCipMuGLZz6ivRhRpxeiOSU5WLOrawdXu/tk8C7+B3P8&#10;6iWcKMj5T6io0eNl+VetN2s5zzXbE5qkrj/klbaGZuc81LbqyyZUbW/2ahJQDJx/wGpLN4fODE7T&#10;6+lUZ6kyrIpJkk/+tTjGxXb5i46fd6VHO+UPz7j/AHt2M0Kd3Rvx6U9w1GzWoVd4kPDetNA3fJnI&#10;qWdiR5a/+PGooCq/NK4G30pAWoV2LhePTNTW8RdscHP92o45oHXcjr17mtPRnUT/ADBtu3O2OPO4&#10;4qoxXUls6v8AZ08P/wBv/FaxsLh5I44yZH2cFsY4POMV+l3gnTH0nwxb2zDcduflPX3r88/2TfCe&#10;seKfivb3VokbRWsim4dnHygn0HU/Ka/SSxhigs4JZ2+ZYwpUL7fpW1FavUzrv93FDXLJAwU/Nt4N&#10;RKgjgVmX73q3Wp445pYZJSB97AGegqqJDczbVYt5fJ7AV0HNuNYSi48uR1x/dxTrmVEAAX/gOOtJ&#10;KxQvNMBlW28c0u/EagJtz825qFqFrGpbWbzr9qlljiVOXmkGT67VHc/pTSxMjOZJGLtkb125FTWs&#10;L3sq+Yu5IlLeSr7QBjPJ6Ad6W1ZVla8hdZpNvzSyL+6iUdgOCT781jE3I5rW+WNjAm+6mX5WZhtg&#10;T8e9MaylMcaXN0p8tf33l9Hb0qTY7W7yySbpZuQzDoPXH/16Lu1vby2aHTZvL6n94ow319B9Khsa&#10;VyOfS7QyrBKqsPK3CKPsfc0i+HPD0zrc3ujQySKuFaSBTt59e1WbKzNoqyalcrJNtzJ5KkIvtyAT&#10;/npVqBVu45JmtmURjKCQ4H1paSKjoVZNG0OTMS6Xb7WA+X7Ogz+lNn8K6FK6Pc6TaMq/dRbZD29S&#10;P0q5aW6ySQBn8wsuTt6YqT7SshaQRGOFCQ00nCk+nv8AQUuQvmMz/hCfCtyVgXwjp21fvbrVM/yq&#10;Jvh78PoImFx4D0mTjCoulxSdfUleP51tW8atGJ7hCqsu7aflJH/16bFa3V58sNsu1T8u4Dj1zS9m&#10;g5jAHwx+GsUfmt8MvD8krLj95osBCD6bcZqonwL+FV9+9vPhf4d8vGGeTSYOfw2f412BSNFYPOir&#10;Gu0LH1J/z/8AXpmLu7XEKZVRhQwI/Gj2dNdBOUuhx178CfgIsUjj4ReGZWKgDd4ftsZ/74ok/Z7+&#10;CFxBHa23wO8I7f8AltcTeHbU4+g8vk12b2izMu873LDdt+VVx6miW9jlkks7FoV2NtkePkDHvnn0&#10;qZU49EVzPucVD+zR+znCzuPgZ4VlUcLv8P2wyfXhP0qOX9mr9nOSWa4k+BPhPp8scfh+BVx6/KnF&#10;d9HDMJAhZdq4Xr09vrTpInSb/VglW5LZwPb3qfZx6IfNLuec/wDDKf7O0yebN8DfCqs5P/MEi4X8&#10;h/Oq8f7HP7Lc/wA1z8DdBYspJb7CqD6da9QmtpNUkW3LybF+aTavBPYfT9KWRYTOY925lXhV7frg&#10;1oqdPsHtJd2eVJ+xZ+yncrsPwL0Vm6nCOuPqVYVDL+wn+yhFbM1x8INPZmyPllnULnpjEma9Xs3j&#10;tk3SH7xyOc5/zmh7kO/2SEH5eZGZT/n9amVGn0SD2ku7PILb9gL9kOaRjN8JVkVf+eeqXaDPoMSC&#10;mn/gnp+yE6tJdfCgW7Y/dxx6xesx57gTY/oK9m+0GOGSaKFm/hhUr95vYDrR9m+zK915LNIy/Ltb&#10;v9TU+xo/yoPaVOjZ4eP+Cef7JtwNy/Dfywzf9By+Bxn/AK7U6X/gnV+yM0kqxeB5xyqw+XrV51zg&#10;/wDLX+de3WljCmlSJcfJ848yQsOMnoM9adcNpsARRcCOGCMhFXJd2PzEnjknPao+r0f5UV7WovtM&#10;8LX/AIJx/spSuxXwvqCqF+Zl1q4IJ9Bls5qGb/gm5+yqsM07aNqiHb8irrM3HH49+a+gLRY7eM3L&#10;2UrfJ8iMQp56k01ZLYosbQeZNcNhY42Bx15J/oKPquH/AJUS61T+Znz3a/8ABMv9mm7Tzzaa/HHt&#10;LYGqHdj8VNNi/wCCY37N/kyXIXxFGu/bGr6qMn15KY4r6NvTc2EEdvpFlHLNtYjzMtj6du3eo3gX&#10;BffuZeN7cgH+p/IVDwtDrFFe2q9JM+cbz/gmR+zeR5Vlq/itpSw+5dRlV45GTDyf0qCX/gl1+z5H&#10;PDGfGHizdIu4ot5bkgfTya+lLnMI+zIwZnjH3ccDufapIoQs6gz7pZFwI1GcLj9Kn6rh/wCVfcT7&#10;at/MfL8v/BL74GmbbB408WQoZCI911bucf8Afgc1Gn/BK/4QywsIfiP4tWUfdJa12kev+pyK+n4r&#10;MybrKbFvCsm5ipLfXr34FS3NvDO0dvFJJGsyeYqtJhioAxnjI9etJ4PCv7C+4pYit/MfLMP/AASq&#10;+G4LTy/FPxAsKrgfNb5z/wB+/wCVNvv+CWPw/sYRMPix4hjVmwu6G3JP0+Uf1r6omaOR7fyjJ9nh&#10;3FmUjDN/M0W9rNDpUmoZki8ybiQyn5fbn1x2pfUcL/IvuH9Yrd2fKyf8EsPCqpErfGHWlmm5Cf2f&#10;F93jk/MP8DVaX/gljolxeSWlj8cdSVYwdzSaGhZcLnkCSvraGKeWVpE3SHbmSTlfzJA5yf8ACiKW&#10;zt9NuLtrB/soB8tm5e5Ykg4UZ+XpyeoqP7Pwv8q+4X1qu+p8i6V/wSkvrxl2/tC7Y/LLSP8A8I1v&#10;2KBnOPtAz09qhtf+CXGqXIkmX4+fKIyYl/4RMs0rdl/4+xjPrmvsK3s1XT5JBYncMD5lVd/0A4xT&#10;dRvm0CG30W1WZry+gJXyQVWNv7u71x6Y+uTS/s3B/wAhUcViI7SPkiy/4JT+KZLiG3b47Wq7lLbl&#10;8KM2z/yb/lnHrUVl/wAEtvE+oS7dK+N1rNF5pT7RJ4ZZE4783XSvsa40e3tNMjgK+ZcTN+88yTGB&#10;33McnooGMkkk8c1HJJbPEttAsey3zGkfl5VPlwWPGAfbrR/ZmB/kK+uYr+Y+QZ/+CZPiS3gY6d8e&#10;7K4C3RiLL4ZlSNiOMhvPINV7H/gm38Ups3Nv8TdFIZcL51jMhGfUZOD7frX2Y+2KKNgu2zt3XYm4&#10;fMM5wPQH2PPei3N/PcNPM7rvlbbGshAVcfe2jj1wO1Q8pwP8hazDFR2kfF95/wAE7vjhpk/k2Pjj&#10;wzdSLISvnPcopA748ph/Oq7/APBPH9pR5ZpJPFHgtW875kfVrsFs59LMjp619sW6QhJILRd1xKuy&#10;e6kHC9cn6A/makSNrWzkWKALHCm1AwO4t0DH1JPvWX9i5f1h+Jf9pYv+Y+LLb/gnx+1ENzDXPBjH&#10;aoydYvMN/wCSlPH7Bv7VIIibXfBEezD7V1S6O3ccjn7F1wOhPTBPWvsyNbuGCNXRpGjVVZmYDzDj&#10;knHTJzwOmeKmWK4t/wDRkkFzJCjGNI4fLUuUJAJJPQ9Tk9qn+w8v/lF/aWK7nxmP+Cf/AO09pytr&#10;eqeJPB6qzBvJbWLkbs99gtuw7gHAwM1oQfsU/tCbFMeoeE3VpPMWSPVJvLPQ5+a3XPQdjnbX1wba&#10;bVdTmgZlEaMqySHlSQFYjkdjwSB261YuL8Nqc5tE/wBHt42ee8mXnGBwDz1PfPHSs5cP5dL7P4lx&#10;zbFrr+B8l6l+yX+0vcNbWtrdeH7iSGRooVjvlBRS2SRlOASOCSCOoFRX/wCyt+1bb24tr7TLO4sV&#10;OWupNSih8rAxjcWIUdR94544HSvraOS5ISW2DTSTbjGq44H1/Go7u2e105ZE2yXHHlK3ziLPG75T&#10;1BPAz9ffGXDOVy3i/vNI5xi4qyt9x8p2/wADv2uLS7E8elfaLhGxHG/ia3ctHnbyHc5HLfKRjk9c&#10;nNmT4a/tqRQR21poE9qlqqLGtpq1qsLFT8uQJlDnJ6NuJycnkmvq+O1hsjHNOpYKqs6kH5jnp1/T&#10;iq99JcNfw2riEzCTLyFMqrcZC8YH5duRzWMuEcmlvB/f/wAA1/t7HWtdfcfHmpfAj9r/AMQal9r8&#10;UeDLmbybVY4pZNds93JGFA8wNjPcVmn9nD9qeSORoPh3fXH2dsSbvE1tJhFGFBYXJY4PoSDnAxX2&#10;8I4ru4kunm8u2aFVVY48s/zbcnsclvpz06VDHdGTSje3OnncWeSGO4LeZIgKqrY+XaM9OB1zmt48&#10;NZbHSKf3mTzjFdbfdY+Jr79nD9rC9m8pfhpqkhMLeYsfiaylKKeSXxcHHOM7tvvjpVK4+An7TFrb&#10;+Vqnwv1QCNmDPHrFuwLjHQiYgjp378DPT7qt1uZ7P7DIoCttkmVGb94S27DYPKjHSo2e3klWeCBW&#10;8vd5K/ZyFGDkkKe35ZzzVf6u4Hz+8n+1sT2X3HwjqH7OX7SVtaK4+EGoRtKv7tpNUtuh5yB5xxk9&#10;8AfzrGH7PH7R8pUt8JdbZpPnUb45NyBT824OOO2SO3uM/oK9vJLc3LSvJ8yp9qbPVV+bbnqBwOhG&#10;enQkUha4lDWemeZMwhHmSblXMmflQbfQdc+o7ir/ANXcDHq/v/4Af2viuyPz6uPgb8fLa3kl/wCF&#10;T60F27maG1DEjgZO1icZB7Y54HNZs3wM/aMZysPwU8SNL1ZU0mQspz3wMc/1/Cv0T1Oy1V7S30e2&#10;mY3M/wDx9PbxEhFQqxy359WAB7HFWba3+2SJF9jeFdxEcUa5Yj1479eTn2wBQshwkdpMr+2MT2R+&#10;aKfCv9oGd5HPwc8USBXKu0fh64YFl4I4U8/nTbj4Y/HqFFZ/gp4uO45UJ4Zum9/u7M/561+k1hbW&#10;ia4tjptsRClvneyu8jfNkkucgKOeOPxosba+vJms43SSNZGLLGuc5xjceeAO3HWk8gwvdh/a1bsj&#10;8ybjwX8coSq3Hwg8YRnoqv4Ru/0/dU9PBnxwUxpN8GvGDb/9Sx8J3uCM9RiLOPpX6U6bbpDbXiXK&#10;MW85mjEfzl9ze3Tt7DIFS6pNJb2cDojDzPl8uPG4c9D/AD/GkuH8N0kwWcVl9lH5rT+CPi7C7Q3X&#10;wj8Wb+mz/hGb3r6YMXXn61Tl8GfFlHCH4NeMG2jJz4WuztJJ45T61+mupAC9j06G7a5ktys210O2&#10;NiB90cc+/P0qG/tdQgMNrp1zDHJcNI00iLuI+7kZH1/zzVf2BQ7sHm9bsj8xrrw98RIFkP8Awqvx&#10;HH5ZLvu8OXKN1yT/AKvr9TUb6H45tY/PvfBetRx9VabR51zz6slfp1fxppfnadEqtuVftM0f8eRw&#10;p5x17UXOl232Rbm/w7tGFht1PyhueTg47ZJ7AUf2DR/mYv7Vqdj8u7671i3OJPD18uGO7dp7jt/u&#10;/Sqp1q4bb5kDJ2+ZcV+o032OG0EplWaa3t3V3LlUJKghQBnI4GORk9SKhht5dKsYZnTNxuIhVW2/&#10;L2JwevtR/YdHpJj/ALVqfyo/LdvFen20e9+v8QYjI9uuc9KP+E002VMRT7V3YYtxiv1J1DTfssEM&#10;d1dTNtVpGSKMMxZj3/LHrUVnCsjNPcqP9XhYWYEn647fSj+w6f8AO/uF/a9SX2UflmPF+l3EmGv1&#10;kZR8uH/zzVlfEFoh3JNnse9fp+tkkatEtojFgMHAUYAzjrwAoz1qRNB0VNtxcRI0sxLBVjHB68nH&#10;H8qX9iR/n/AX9qVOx+XsPiq2fcPPVu/ysOKkl1y3x9oEu+M8huK/TS78PaBeTSQ/2BauWK/vmt0b&#10;r2GefxqPVPBPhGW7NtqOg2lxIigBVsF2qMcdu1P+xY/z/gL+1H1R+Z6+IIVUMsW4HvnFEviSxmIC&#10;r83+1mv0oPwx8B3d55ifD3TZlhXc0k1lEqk468ryPqaztS+F/gC+kjjPgXRRGz4wukwHPHqVp/2H&#10;/e/Af9pW6H50DUYJI8og8zdxz2qE6ykG0bF99xr9HNQ+DXwid47KH4caLIPLw8v9lw8nvj5e1Qwf&#10;BD4Opas0nwn0CQlsbn0WDdt56ZTv60/7H6cwf2mux+dr6zK/zLAVVvRhTV1WNSN7OvcfNX6Dj4E/&#10;CG7f5fg34dVZPlAXR4fl+p25NMf9nf4HWySW0/wr0Nm25U/2TC3P/fNCyeX8wf2p5H58/wBoZfeh&#10;+Vv71S/2rMAsUTspHXnivv6f9nD4LR2kNtH8HPDrTNjczaXGG7/7PFLdfsxfAj/j4uPhpoeP+eaW&#10;QVR/n2p/2RU/mJ/tLyPz3n1yGKdYJlkYv95ljO0fjTv7UmVo3tdqr0Ys38q/QJv2VPgPLG0Q+F2j&#10;SeYcqoslOB7ZPFZ6fsk/Ajyysvww09ZNxIwMcenB7CmsomtpB/aEZfZPhuHXVjXYy78+uD/Op49W&#10;sJOJLSP13MoJFfbh/ZO/Z/mlhg/4VzZ42kMA74Pv96mSfsi/s8D5P+FcW7bW/ebLmUZ9MfNR/ZNX&#10;+YpZhDqj4pSbSZ1IeGPA9VxUN3a+H7pRFLYRvu/up/jX2pJ+x/8As9Asg+GkKruJy2oXGT+UlQy/&#10;sefs/MnyfD/y26Bl1S5BP0HmULKa62kDzCj0ifDOo+AfB90vmx6MFO75m3HAqne+E/hzsMF1Z26N&#10;/CzcMPzNfdcv7FPwEeEfafB90V/iVNXuFBHp9+sa6/YE/Zs1mf7RceEJvvN93VLnK/j5lbRy7FR+&#10;2R9eoP7J8Px6N8KNOWS1n2p3OMHP0POP0zWTJ4f+GmqXY+yTM5Y/JHFMuT7Yz2r7vn/4J1/szvG1&#10;svha6WNvvbdWuOfzeqV1/wAE4f2X7edWj0G+g+X7sOqzZJ+pNaLA147SZl9ZpP7J8K678PfCS7ZY&#10;L2SBf4o925j+Haqlh4B0KXUlgmlkhjYb1mMwIPbGK+8pf+Cc37OtxGoTSNVCjs2rScCqOpf8E3/2&#10;cZXaCy0zXE+XLSf20zfzWto4XF/zEvFUOkT4sn+HngYQsp8VbJP9oKoU+5z0/OsRPAFrfXBj0zW/&#10;tC7v9Zb27so/4EcD9a+4Zv8AgmJ+z2VXcNaUMPl26l1/8dqKb/gl/wDs7hlje58RNt/gTVFwOP8A&#10;cqo4fEx3kTKvSa1ifDt94MlsWaN72IfLuyZgxx07Zx0qC18MwXreSt/C0nHSQc/r/Svt7U/+CXn7&#10;O+FI1bXodwwFF8h/9kqOD/glf8D02zweJNfjJB+ZZk4H/fNP2NfuT7Wj2Pi+78By2YE8V3GVXljG&#10;+7FZsf2uQssA8wL97d3r7fP/AATH+D8qNZ2HjbxD3zI7Qsf/AEAUulf8Eq/AiBrmT4l6taop+Xdb&#10;RuSPfpTVHEB7fD7WPK/+CevhZ7n4j/2xM7edGAVix8pXHU/Q+1ffkCTRRKJE3MT95vT0ry79n39l&#10;Lwl8A5JZNF1271S5n+9dXUaJgdlCrXqWoyRxygfMzIvCrXZRjKEdTnrVFUei0RFO0sjCFXbHdd1R&#10;rEIUKeaO+7aKlLeaTIsX3u7NURtkQY8xsnryK2sYkTMrruiVivTJAqJlvJSFLZ2fd3NxVp2iZWiE&#10;g+5/Dziqzh44EJZgo4bnr9auJmzoG06OKNbSaYBdv7yNX+aT647fzqO8h8yHyxB5Ucf+phjjxuHq&#10;aLGxnuJxPLatnOI7ZWLdfXAFTIiq8jCTzGWQLIy4EaN/cXH+JrmOgI/stuq/a5XaRv8AlnHj5eOl&#10;SebFK4aKJkj6lic0kFuszTS3kmyNcqyDHT04qa+t7hoYrWCTy14Pl7dp2/zoK+Ehhc+TJfvlowAs&#10;IZTznoat2kckj5uU2qPvK3FMJFurDzN7Zx8rdPzqGWaZ9NW3h3RbmzLcNyzewz0qCglgn1TzCEcK&#10;XI3fdG30HpU0GnwsyxJHuMfI29BTb6SKOOO0sUYNJhd0jZOO+B3+pp9yhtZGgHzyrGNw/un0+uKp&#10;sCR0SJ5JJizyH5VUy1FCbmSP7Alu0cbPmRzNtz+XNOWG0tHhN4X3tnbB689TUks6PKyQ2gVWf5VB&#10;OaYDbj7NFaLHH/q9+I1jX7/+NEFrfSztbw27lmUbvQf7NTsknm7VXG2PLN2jHYD378UltZicNbu7&#10;JFu3TeY33l7k+3t3rMqwy4062jh8i91LG4Ev/gPU/pUllasttjS4lt0VflZsrn3PpTI4ITdNKVLF&#10;RiLK9PpUsbNBaHb8zNkh92TnPvQSRNFEl0s7ztOyNiNOcLnuc96IorppSfJVE3ZkdjktznFN+wyG&#10;WOCSVo1UF5umSTjA4/zzViRZ4Y18iN9xYBFZu+epoKsNmlnitla4lZlkbEdvHld57Atyfy9KYIni&#10;cmfA3rhY17VLdpeQXQ+1hnmkG5mZ8tg/y+lOSHIa5uF8uNfvO/f6U7kkKxKm1LeNWkC7F+Xp6nH+&#10;e1PKp5Ulvbx7sbf4iOT6nOT69aSe7W6kWK1crGq5aNeC5xwTx+lTRfZbCHeYVkmkzsXqq9snuT6d&#10;qQCywyK8O9fmmX9zGI+q9sDqKSVQt8mlW8O+4/5aF2wsfrnH9BTbOzu7u8a6a5X7QzMGkYksgA64&#10;7ACnxmz0uL7NYyfvJuXkPDBc9OO59OtNgLfPZ/Zv7LiMkqxSDzJDGcMcfrUjx7W+1S+X8qZVmIBO&#10;f9nOe47U2NJIg3m6a8MMe1IfOO0TuRkn1IH9RSTujyyzMFLtGFgVmI59evTgCkA+6hnaXyLiVlMi&#10;/Ki9SvGfwNPhs5rNUtLYN5rR7TIuN3OTnnkf/WohgmRfPnuI/Mkb985lHyqBwB7U5pLG5uD+7YB4&#10;2KLtKhFxweuSeP1oAZcWqveLaQ7iyJiRt3youPu5Pf1ptpZxDIeZvI3Nu+bO7gkcflU0QtCGjSMc&#10;tvmdic84+RR9AMk+tJPFFqx+yXawtAzENDs3EL7noP50BewxprcxvK/7vzGA+VPmbHQD0pXjjW4j&#10;leAecy+YB1CjGQf17+lP/d4MsgDNtydgwB8wwufXHpTXlnurpUsQrM0X76fJITnoM9TigBhYCxSd&#10;EZ/3nzM5O53J9BwBT1to4dY3SEyP5SqWbsv4H2/SraWePKhWXaIvm8zPQ0kclvp6yXdssk11JGVS&#10;SV/u9geazAjjtDhZXUoip93y+c9uOg/Gow3m/wDEx1SSaTy3xDasx5I4HHQCpri6vY1jke5Z/L2h&#10;VYggEdx71DDFeyBreeZY1Zt7bmyxH4fT1piRMiDyCl2/mBvv7c7c+n0FEt5a+QYDGreSuJN2VUMO&#10;dvHsATyMDHFTCSxigHnMIVZw/wA7/NIBxkDnH1PbpUNtYwTK2oXVmj/ap2+w26xAjpzI3TPuTSGF&#10;pe3F4txrAvVjhi3CCUJ9/jPyrtHHI+madZpCuuXSx3ck86pGkszdBkbuvYc5I96dc3DyxKs05YIW&#10;3Lwoc5OF4B4yBn6CjT4k02w3zSxkyMp+YkZPPYcntx7UAR2w+16iou4UWOBGKTStlhjqwHYYz3PT&#10;pVi3hibTRqN7Oyxs223t88v94k4HYHqcDmhBeTx/bJLFNzSHyWZAFCYO4jccnPToByafttJpVDzy&#10;MtvGsbFcYGck89uvagVymbyOXUo79baSYtgIkiALEcAcD6D6DFW4rS+Wdoru6VZpo3MoVcrAd3Cg&#10;Zyx9e3ap9FMNxdrM8yNukPkwbS20D+8Bn8e3vVa1ig1FJoFtpJJCf3zR4VRknC7u56ccgZAyewMS&#10;eWOytLa0jkVUkvijN96R1UnLcHgDHbjNPnWW4El0YWEMSg/vZ/nnk+UBR2Ufg2BknrUyWsN5qUkU&#10;Xlw2tmn74wMpGd2SN3TgHHHc4pt1K2p+VLLHFb26qrWlnglzxkvITxnLZwPTkntW4DfP1RoIXtrr&#10;5pJB5e1cl+Mk9x6AdhgnnJNJcwT2Ks89xPcXVzGFeRrgtszkZPoeScDAA9eKlmnvo12ae6tK24fN&#10;k9OgyCMDPX6D1NR3CD7LHpul/vZp5B57Wy7fLHcl/Xp34FHKBNZ2EVvLFYWmPKgBed9ud+cjlvwJ&#10;/Gq/yXGmyWkmTbwSK0lvGAyu3G0MTyzZ554HfpipXtmu5V+2TN5K/PIsefmI6emRznk896ls4bWD&#10;TW+0OtvCsistvjLNxkdM8nOOvepAr63MYtPtxJ8u24VdqRnMhGONx5IPsAP50/UIZBeSaXZ3m+aK&#10;aI3ZVU/dBgAUBHVse3GR35pRJazXsNzdRtJIoxFBwBG2Rlmx6YHX+6oFOurizhdrTes1w10RJGkZ&#10;VY+MsWz35X8PrQAzVLTV9UuF0+ymjt7fhdxyWCg845OO/JP9KkvY7W01NtSMMJO/ybcLJnao6En1&#10;zlsY5LH0qIKjX8btAY7ONVCwwJgs3ck+mc8c/wBKlttPtP7Sm1bUwFWFl+zReZub7gzzjtg9gB2G&#10;eSARW9zLPHNMku2GHaVwpy/cAfU/TFOutJhtbGV7q9hhkuMh5JMiRFIHGeccdvam217qd9NHcT26&#10;W8M0bNbqTlnAbGcd+hP5U65bTrS+itLeOS4eYvIWYcgcZI44PQf8CpoB0ltZLbJaK8+PLJkZZHUM&#10;uMYzwMYOcnv7iobCOW6hhvtQnjhhYExw20ZVVTPVjnLcY781JHZzPNc32qBkwvzruZmfP3UXJ6c4&#10;/wAOlOu2WLR5LaJZFmhkkTdt2naoAGOvVuOO2cU0gLD747K8ntcW8aybY5LiE75mIHIA5+6WO388&#10;VVsYotG0qaGe8uJrjrNtyrKWbBYnOQBnoO/HpUUl9ZxahazSWn2i4cMFRt+0fxbyoOD0XqME/jU2&#10;y8t7JtNCt+/uEmuJGYZlIYsMn09vbvTauAwW6XF7DYOm2FSGmVlURom0DGepJ5PPTrTInjmaTUPK&#10;ZhJIxt4kkZVCk4GQD8wx/ez1zVsL9kndpbmPd8yZl4Vvl9sZ4OKhtVuLWdtV1bUVx5WFX5uNp6gc&#10;DgHH4HPQUpAVpbcWYuoIEj+1TWZUx8jJOCRkdQO/UfjSwQrDGtk9z5KsqiaSN8M7ZOBgDgdDVi51&#10;K0jtre8EUnmXSuP3f3lTAA6gjJ59evXikWI2tvCDB++ba8kbciNScEk+2QenQVIEESQQWrX0YeOE&#10;MEiVmOWAwS3t1FR6bb3FxdG6umZoVyI4oV2quO/HY4/Kn6oDf+ZDBpoVhujWS4kLgFWwDtB4zjP0&#10;qzb2x+1R2gupvJQqJF6Dlep9sD1rRAZthEsdgrXqtunZmzIvVM4HHp16/h2o1HdNqturWZwkzbYV&#10;6lFwoJ4GNxzTtRubi6njulje3ijVlEjNtIQAgYA98EE+2KL27jsXh0zTZV+1Sbd3yFmGP9o9OvWg&#10;jcrNY399DfTSW+yWbzDFGuCBtA2DtlQdueRnBqSNITbm4VneSaL73mEhQAcAZOAOT7c1ZuDLH5UM&#10;MfyyQ7JGj/iXB4z71DFa3d3dBnmby1wnkrGMYHHX6c89aATIbOB45J7i9uPlRg0Kqo+Yceo/zilt&#10;J991tt4TJttf3jjLEbck/wBB+FPmnksLOGO4ljaeRlijZhkMxPXAxnHJ7CmyI0twtxcxfvnZkVFU&#10;qBknjGeuP50iytAJ59OyEUTNIy+ZJyFHBzjv3pZXFrcyafbbZWaNSJOPl9fTH4j6VcWMabaywTXa&#10;RqPlUAAk47evfrTDBD57WwjCSzRlox0YnHykj6etQOxWezhktfNkaRpDJmNVkwpOOp9R7dKhj86W&#10;3ljs22u3HmMuSvGOM/0qxc3oWC1gTLOsmbjaeo9Km1iSURx6dBIyMy5mCKePbJA/xqriMyw0yLTI&#10;I7e0d1j3AMzMW+bOepyf1qze/u57orMzNImF2/xf/WoeFooFRQQEbO3P3jmlubW4km8uMJ867t5Y&#10;jaCO+Tyc/wCeKonlIkE98PJmZhGygMqt14phKhPIRI/LX5Vx2xVuZ1t4Ps8EqtIy7dyjgD2qttuH&#10;iislTEayb3XP3u2On9aLsLEUrI4E4b7oxuIH+eahupb27youZE/2kj5xx/8AXqxf/ZU+W4Rg27cq&#10;7cAccU+0lUy+SseduCZGGB+FVckqRuzxPb2ty3ysPOZlxgenFEMQUtPM6kxt8zY4q1Ndb3aFMFuq&#10;r93aM1WmW8KhNu5WfLbccUcwEQmY3m1Wxu+ZspknPFSX0cgiVZSzfMFVdvX1/SrESwxxCaVBt8zD&#10;MP5Z/Cqshln1NpgFVGI8qPrhe/8AShAPiuriRTbJIu0xsuRGOR6VFEpB83c3vUxRhnO2Nt2ctngV&#10;G4muZ44rKL5fMG5s9FxVAECG1mDxhd0gP3uabPGLK12STZkzlsHmm3l4LO8Eed0hb7q84FNuIEeb&#10;LOzsDuGegzQBXia9unZoRwrYJdamZnIUSBvvHc0eOn41LqEwDQ2ULBmbmRh+gpVkkWB7SI4+XLFl&#10;HJoCUdCo80jNuMLCP/aNPTeLYlm8teoHA3VHieWy864+RSAMN3NSSOgh+ZQ7KvyruoAjvJRHtEar&#10;Mx5aONjxULRXNxN5ksCqo/2amjjTav7wRs3DbVyacZ0Axsbavr1NVECnP9oYEluvBVVxUd1bSiBd&#10;u0dsVakltks5JrmVvMZv3car0+pqGFfNQzNH0XPTH86oT1K720ZkjFwdwVefalt1jYtLHGeny9et&#10;PjZJn3qjSccbTxTkaIbolduo6UrIZFexRLFG8sK7j/E2P0pHYvFk7lG3j3onR5D5qqfQA9+OtRbZ&#10;Y7fMrLuzTDYj0/FtG0zxc7uFWkuHYylWkb95gBd3pTgskm2BY87vTvTvs8MI8x1P4mglsmtnlLeX&#10;bphmXHXmhZFjTY7bpN3zAc4quJlVCyyY280sKIW2NlVzkknrQiSW4lncFFLD0K9qr/Z1lf8AfSMf&#10;lz8zdKcs4l84q38JG5s9RRGwuQu/7vl+vWrXYCSV/IsWjgVQrDHA+ZvxqGAReS00844/g/iOad5M&#10;k8W0Rxxxx5LMznn0AotEkabMG0bslmqkZnRTf8ek3/XP+oqv/wAwnT/+uf8AQ0UVzHQLB/x5N/19&#10;L/MUXv8Ax8zf79FFBUhmn/8AH0v+9/Q0/Vf+PS1/66p/Oiisyi8f+Rgh/wCudNt/9cv/AF0b+dFF&#10;VICKw/4/JPqf5mtDTv8AkMR/Vv5UUVQF66+7N/12/pWZf/8AHk3/AACiiszQsaj/AK1f+uX9Kih/&#10;49of+uY/nRRQZhb/APH3L/vf0FX7X/Wf9tFoooNCs3/IYm/66f1NO1H/AI94/wDgVFFBmNsv+Rcm&#10;/wCuy/yqpaf66H6P/wCh0UUFSNfSP+QXc/7s3/oys/Sf+QrD/wBfA/lRRQSWfFH/ACFdO+r/AMqt&#10;wf8AH0P90fzoooArt/x9D6//ABNWof8Aj9k/65/40UUAI3+sk/66H+QpLr/j0tf95v8A0JqKKCZE&#10;0P8AyL34N/Nan0L/AJBK/hRRQUMv+rf7wqK6/h/z3oorMpkqfeh/671DH/x/XH/XX/2UUUVUiSC/&#10;/wCPtv8ArnH/AOgmtm7/AOQvpv8A2CpP/ZqKKkCnJ96H/r3X/wBCot/+QpF/u/0oooAsar/x82v/&#10;AF5R/wA6o6R/yJ2of9fDf+hCiigmJJYf8ej/AO9J/MVLB/yA7j/r9h/9FmiigoZYf8i1/wBs7f8A&#10;9CFNuf8AW6p/2z/9ECiiqiBa07/j/H0b/wBBNP8ACX/ICl/692/9looqgIz/AKrUP+uBqy//ACFr&#10;j/r+h/8ARgoorMB8H3v+26fzNJo/+r1L/sOD/wBmoooAlX/kFL/10NQeJfv2f/XEf+hUUUFRGw/8&#10;fdj/ANeUn/oYqwv/ACFLf/r1b/0YtFFVEkr3X/IRj/6+I/51X0r/AJCl5/2EP/aa0UVQC+B/+Qpc&#10;f9d5f5VL4n/5Ddn/ANs/5NRRQBP4p/4/bL/eb/2SsrxZ/wAhK3/3bn+YooqZAa//AC6R/Ufzaqt5&#10;/wAfx/64t/6DRRUgVovvxf8AXYfyFaWrffvP+u3/ALQWiitAMjW/9fefh/6BVSL/AJGG4/3f/ZjR&#10;RQTE2td/1kX/AF6x/wAqitv+Qbcf79FFBJnWv/H4n+7J/I1A/wDx/wAn/XRf/QVooqZGhBF/x/8A&#10;+f7wrSh/5DMv/XST/wBBFFFSaFeb/Wzf7v8AQ0XX/IWX/db+YoooJkJL1pl9/D/1z/rRRWhJnx/8&#10;hiH/AK4t/wCy1uW/3aKKAM3Vv9Y3+7R/D/wGiigzI4/+Ptv91v8A2WnN/wAei/71FFAFef8A484f&#10;+vr+hqOP/kJx/wDXP+tFFaAWNV/4+V/6502w6t/ur/KiigCGf/j+uP8Armn8qa33R/1zoooApJ/y&#10;Mif9cf61PN/x/Tf7tFFBT+Eh1v8A49F/3f61Xg/1q0UUEkqf6xqWX7zf7tFFVECjd9R/vLVzVv8A&#10;j0/7Yj+VFFUBV03/AFD/APXE1HpH+sb60UUAOuP9SPpVd/8AXr9f6UUUEyLFj/x8R/71Vbz7n/Aj&#10;RRQSV3/1Df57U6f/AFsf+6KKKqIE0H+pf/fP8qrn/U/8CoooXxAWJ/8AVL+FO0v/AFTf7pooqjM/&#10;/9lQSwECLQAUAAYACAAAACEAihU/mAwBAAAVAgAAEwAAAAAAAAAAAAAAAAAAAAAAW0NvbnRlbnRf&#10;VHlwZXNdLnhtbFBLAQItABQABgAIAAAAIQA4/SH/1gAAAJQBAAALAAAAAAAAAAAAAAAAAD0BAABf&#10;cmVscy8ucmVsc1BLAQItABQABgAIAAAAIQDe+MRxWAQAAKUMAAAOAAAAAAAAAAAAAAAAADwCAABk&#10;cnMvZTJvRG9jLnhtbFBLAQItABQABgAIAAAAIQBYYLMbugAAACIBAAAZAAAAAAAAAAAAAAAAAMAG&#10;AABkcnMvX3JlbHMvZTJvRG9jLnhtbC5yZWxzUEsBAi0AFAAGAAgAAAAhAOV+cvDgAAAACQEAAA8A&#10;AAAAAAAAAAAAAAAAsQcAAGRycy9kb3ducmV2LnhtbFBLAQItAAoAAAAAAAAAIQDYPyr1QZAAAEGQ&#10;AAAVAAAAAAAAAAAAAAAAAL4IAABkcnMvbWVkaWEvaW1hZ2UxLmpwZWdQSwUGAAAAAAYABgB9AQAA&#10;MpkAAAAA&#10;">
                <v:group id="Group 21" o:spid="_x0000_s1036" style="position:absolute;left:556;width:36258;height:8990" coordsize="36257,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Picture 22" o:spid="_x0000_s1037" type="#_x0000_t75" style="position:absolute;width:35883;height:6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0zgwwAAANsAAAAPAAAAZHJzL2Rvd25yZXYueG1sRI9Bi8Iw&#10;FITvwv6H8IS9aWoFd+kaRQRxBS9aweujeTbF5qXbxFr/vRGEPQ4z8w0zX/a2Fh21vnKsYDJOQBAX&#10;TldcKjjlm9E3CB+QNdaOScGDPCwXH4M5Ztrd+UDdMZQiQthnqMCE0GRS+sKQRT92DXH0Lq61GKJs&#10;S6lbvEe4rWWaJDNpseK4YLChtaHierxZBdPCfT02W9Plf4fTue7O2/1uMlXqc9ivfkAE6sN/+N3+&#10;1QrSFF5f4g+QiycAAAD//wMAUEsBAi0AFAAGAAgAAAAhANvh9svuAAAAhQEAABMAAAAAAAAAAAAA&#10;AAAAAAAAAFtDb250ZW50X1R5cGVzXS54bWxQSwECLQAUAAYACAAAACEAWvQsW78AAAAVAQAACwAA&#10;AAAAAAAAAAAAAAAfAQAAX3JlbHMvLnJlbHNQSwECLQAUAAYACAAAACEAqlNM4MMAAADbAAAADwAA&#10;AAAAAAAAAAAAAAAHAgAAZHJzL2Rvd25yZXYueG1sUEsFBgAAAAADAAMAtwAAAPcCAAAAAA==&#10;">
                    <v:imagedata r:id="rId39" o:title=""/>
                    <v:path arrowok="t"/>
                  </v:shape>
                  <v:shape id="Text Box 23" o:spid="_x0000_s1038" type="#_x0000_t202" style="position:absolute;left:26477;top:5724;width:9780;height:3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U5FxQAAANsAAAAPAAAAZHJzL2Rvd25yZXYueG1sRI9Pi8Iw&#10;FMTvC/sdwlvwtqZWFO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DqqU5FxQAAANsAAAAP&#10;AAAAAAAAAAAAAAAAAAcCAABkcnMvZG93bnJldi54bWxQSwUGAAAAAAMAAwC3AAAA+QIAAAAA&#10;" filled="f" stroked="f" strokeweight=".5pt">
                    <v:textbox>
                      <w:txbxContent>
                        <w:p w14:paraId="0B8C1A2A" w14:textId="555E92D5" w:rsidR="00B64173" w:rsidRDefault="00B64173" w:rsidP="00054090"/>
                      </w:txbxContent>
                    </v:textbox>
                  </v:shape>
                </v:group>
                <v:shape id="Text Box 24" o:spid="_x0000_s1039" type="#_x0000_t202" style="position:absolute;top:5480;width:11608;height:3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NYxxQAAANsAAAAPAAAAZHJzL2Rvd25yZXYueG1sRI9Pi8Iw&#10;FMTvC/sdwlvwtqYWFe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BlQNYxxQAAANsAAAAP&#10;AAAAAAAAAAAAAAAAAAcCAABkcnMvZG93bnJldi54bWxQSwUGAAAAAAMAAwC3AAAA+QIAAAAA&#10;" filled="f" stroked="f" strokeweight=".5pt">
                  <v:textbox>
                    <w:txbxContent>
                      <w:p w14:paraId="26B6C7D6" w14:textId="77777777" w:rsidR="00B64173" w:rsidRPr="00F523F2" w:rsidRDefault="00B64173" w:rsidP="00054090">
                        <w:pPr>
                          <w:rPr>
                            <w:color w:val="FF0000"/>
                            <w:sz w:val="20"/>
                          </w:rPr>
                        </w:pPr>
                        <w:r w:rsidRPr="00F523F2">
                          <w:rPr>
                            <w:color w:val="FF0000"/>
                            <w:sz w:val="20"/>
                          </w:rPr>
                          <w:t>Before polishing</w:t>
                        </w:r>
                      </w:p>
                    </w:txbxContent>
                  </v:textbox>
                </v:shape>
                <w10:wrap type="square"/>
              </v:group>
            </w:pict>
          </mc:Fallback>
        </mc:AlternateContent>
      </w:r>
    </w:p>
    <w:p w14:paraId="79A1E2B1" w14:textId="77777777" w:rsidR="00054090" w:rsidRPr="008A208A" w:rsidRDefault="00054090" w:rsidP="008A208A">
      <w:pPr>
        <w:pStyle w:val="Heading2"/>
        <w:keepNext/>
        <w:keepLines/>
        <w:spacing w:before="40" w:after="0"/>
        <w:contextualSpacing w:val="0"/>
        <w:rPr>
          <w:rFonts w:asciiTheme="majorHAnsi" w:eastAsiaTheme="majorEastAsia" w:hAnsiTheme="majorHAnsi" w:cstheme="majorBidi"/>
          <w:b w:val="0"/>
          <w:noProof w:val="0"/>
          <w:color w:val="365F91" w:themeColor="accent1" w:themeShade="BF"/>
          <w:kern w:val="0"/>
          <w:sz w:val="32"/>
          <w:szCs w:val="32"/>
        </w:rPr>
      </w:pPr>
      <w:r w:rsidRPr="008A208A">
        <w:rPr>
          <w:rFonts w:asciiTheme="majorHAnsi" w:eastAsiaTheme="majorEastAsia" w:hAnsiTheme="majorHAnsi" w:cstheme="majorBidi"/>
          <w:b w:val="0"/>
          <w:noProof w:val="0"/>
          <w:color w:val="365F91" w:themeColor="accent1" w:themeShade="BF"/>
          <w:kern w:val="0"/>
          <w:sz w:val="32"/>
          <w:szCs w:val="32"/>
        </w:rPr>
        <w:t>Project Specifications:</w:t>
      </w:r>
    </w:p>
    <w:p w14:paraId="52828CB9"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 xml:space="preserve">Material: </w:t>
      </w:r>
      <w:r>
        <w:rPr>
          <w:szCs w:val="24"/>
          <w:lang w:eastAsia="en-AU"/>
        </w:rPr>
        <w:t>Solid brass or aluminium flat bar (75 x 20 x 3mm)</w:t>
      </w:r>
    </w:p>
    <w:p w14:paraId="755D68C0"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Pr>
          <w:noProof/>
          <w:lang w:eastAsia="en-AU"/>
        </w:rPr>
        <mc:AlternateContent>
          <mc:Choice Requires="wpg">
            <w:drawing>
              <wp:anchor distT="0" distB="0" distL="114300" distR="114300" simplePos="0" relativeHeight="251665408" behindDoc="0" locked="0" layoutInCell="1" allowOverlap="1" wp14:anchorId="0B618B70" wp14:editId="3B5AAE28">
                <wp:simplePos x="0" y="0"/>
                <wp:positionH relativeFrom="column">
                  <wp:posOffset>2590165</wp:posOffset>
                </wp:positionH>
                <wp:positionV relativeFrom="paragraph">
                  <wp:posOffset>9525</wp:posOffset>
                </wp:positionV>
                <wp:extent cx="3673475" cy="1057275"/>
                <wp:effectExtent l="0" t="0" r="3175" b="0"/>
                <wp:wrapSquare wrapText="bothSides"/>
                <wp:docPr id="25" name="Group 25" descr="Brass flat bar polished" title="Brass flat bar polished"/>
                <wp:cNvGraphicFramePr/>
                <a:graphic xmlns:a="http://schemas.openxmlformats.org/drawingml/2006/main">
                  <a:graphicData uri="http://schemas.microsoft.com/office/word/2010/wordprocessingGroup">
                    <wpg:wgp>
                      <wpg:cNvGrpSpPr/>
                      <wpg:grpSpPr>
                        <a:xfrm>
                          <a:off x="0" y="0"/>
                          <a:ext cx="3673475" cy="1057275"/>
                          <a:chOff x="0" y="0"/>
                          <a:chExt cx="3673586" cy="1057644"/>
                        </a:xfrm>
                      </wpg:grpSpPr>
                      <wpg:grpSp>
                        <wpg:cNvPr id="26" name="Group 26"/>
                        <wpg:cNvGrpSpPr/>
                        <wpg:grpSpPr>
                          <a:xfrm>
                            <a:off x="63611" y="0"/>
                            <a:ext cx="3609975" cy="1057644"/>
                            <a:chOff x="0" y="0"/>
                            <a:chExt cx="3609975" cy="1057644"/>
                          </a:xfrm>
                        </wpg:grpSpPr>
                        <pic:pic xmlns:pic="http://schemas.openxmlformats.org/drawingml/2006/picture">
                          <pic:nvPicPr>
                            <pic:cNvPr id="27" name="Picture 27"/>
                            <pic:cNvPicPr>
                              <a:picLocks noChangeAspect="1"/>
                            </pic:cNvPicPr>
                          </pic:nvPicPr>
                          <pic:blipFill>
                            <a:blip r:embed="rId40" cstate="print">
                              <a:extLst>
                                <a:ext uri="{28A0092B-C50C-407E-A947-70E740481C1C}">
                                  <a14:useLocalDpi xmlns:a14="http://schemas.microsoft.com/office/drawing/2010/main" val="0"/>
                                </a:ext>
                              </a:extLst>
                            </a:blip>
                            <a:stretch>
                              <a:fillRect/>
                            </a:stretch>
                          </pic:blipFill>
                          <pic:spPr>
                            <a:xfrm>
                              <a:off x="0" y="0"/>
                              <a:ext cx="3609975" cy="704850"/>
                            </a:xfrm>
                            <a:prstGeom prst="rect">
                              <a:avLst/>
                            </a:prstGeom>
                          </pic:spPr>
                        </pic:pic>
                        <wps:wsp>
                          <wps:cNvPr id="30" name="Text Box 30"/>
                          <wps:cNvSpPr txBox="1"/>
                          <wps:spPr>
                            <a:xfrm>
                              <a:off x="2600077" y="667909"/>
                              <a:ext cx="978011" cy="389735"/>
                            </a:xfrm>
                            <a:prstGeom prst="rect">
                              <a:avLst/>
                            </a:prstGeom>
                            <a:noFill/>
                            <a:ln w="6350">
                              <a:noFill/>
                            </a:ln>
                          </wps:spPr>
                          <wps:txbx>
                            <w:txbxContent>
                              <w:p w14:paraId="71BBA6B7" w14:textId="2C79414E" w:rsidR="00B64173" w:rsidRDefault="00B64173" w:rsidP="0005409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1" name="Text Box 31"/>
                        <wps:cNvSpPr txBox="1"/>
                        <wps:spPr>
                          <a:xfrm>
                            <a:off x="0" y="659959"/>
                            <a:ext cx="978011" cy="318052"/>
                          </a:xfrm>
                          <a:prstGeom prst="rect">
                            <a:avLst/>
                          </a:prstGeom>
                          <a:noFill/>
                          <a:ln w="6350">
                            <a:noFill/>
                          </a:ln>
                        </wps:spPr>
                        <wps:txbx>
                          <w:txbxContent>
                            <w:p w14:paraId="28B61DD7" w14:textId="77777777" w:rsidR="00B64173" w:rsidRPr="00F523F2" w:rsidRDefault="00B64173" w:rsidP="00054090">
                              <w:pPr>
                                <w:rPr>
                                  <w:color w:val="FF0000"/>
                                  <w:sz w:val="20"/>
                                </w:rPr>
                              </w:pPr>
                              <w:r w:rsidRPr="00F523F2">
                                <w:rPr>
                                  <w:color w:val="FF0000"/>
                                  <w:sz w:val="20"/>
                                </w:rPr>
                                <w:t>After polishing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B618B70" id="Group 25" o:spid="_x0000_s1040" alt="Title: Brass flat bar polished - Description: Brass flat bar polished" style="position:absolute;left:0;text-align:left;margin-left:203.95pt;margin-top:.75pt;width:289.25pt;height:83.25pt;z-index:251665408;mso-height-relative:margin" coordsize="36735,1057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OvpfRPBAAAogwAAA4AAABkcnMvZTJvRG9jLnhtbOxXTW/bOBC9L7D/&#10;gdDdseQvWUKcwnE+UCBog02KnmmasoRKIpekY6eL/e/7hpI/kjhtmkNPe4jCIUXOzJs3j/Lph01V&#10;sgdpbKHqSRCdhAGTtVCLol5Ogi/3V51xwKzj9YKXqpaT4FHa4MPZn3+crnUqeypX5UIahkNqm671&#10;JMid02m3a0UuK25PlJY1FjNlKu5gmmV3Yfgap1dltxeGo+5amYU2SkhrMXvRLAZn/vwsk8J9zjIr&#10;HSsnAWJz/mn8c07P7tkpT5eG67wQbRj8HVFUvKjhdHfUBXecrUzx4qiqEEZZlbkToaquyrJCSJ8D&#10;sonCZ9lcG7XSPpdlul7qHUyA9hlO7z5WfHq4NaxYTILeMGA1r1Aj75aRvZBWAKxzw61lWckdm3PD&#10;tCoLm8sF4CxciQ2vrQPctV6m8HFt9J2+Ne3EsrEIr01mKvoPJNjGl+VxVxa5cUxgsj+K+4MY4Qis&#10;ReEw7sHwhRM5qvtin8gvD3YOx6P9ztFgQDu7W8ddim8Xzs7Yxb3FBkc8wWZEp/xibqP+KIoCdiy/&#10;MEkO82uj5OnP8zu+85X8dCFS/LU8wugFj37eb9jlVkYG7SHVm86ouPm20h1QXnNXzIuycI++fUFu&#10;Cqp+uC3ErWmMA0rGW9ixTF5ZLybgaQu91ezhlNONEt8sq9Us5/VSTq1G54MsvthPX++S+cThvCz0&#10;VVGWxEMat6mB+M+67Ag6TQdfKLGqZO0aSTISnQI9tHmhbcBMKqu5RIeZjwvUX0AOHZpGm6J2XjPA&#10;8xvryDsx3qvGP73xNAyT3nlnNgxnnUEYX3amySDuxOFlPAgH42gWzf6l3dEgXVmJ9Hl5oYs2dMy+&#10;CP6oRLRi2oiPFzH2wL1UNl2CgHy3bEMEsQghitU6I53IaZgBvL8AeLNnt+CR3oNLuFuIAO14W9sf&#10;kDtGzkMv1ztuo+7GumupKkYD4IsQPKD8AXg2wWxfQRZ7/34Ik1oY147dVhzW22CjS+eYYN/lXEuE&#10;QMfuadzHxdOoxz0V+FxtGKYQX/saKSNzG8y3jKX5V5DqjcIwjNEXkJHRKE7ChA5qmENamcTjkFSG&#10;pLI/TuK+V8r3YsbTWlFneBdlzdZw2kcZyONuBYeXNfDdR00jt5lv/L3iA6CZuVo8IlGjUCogYrW4&#10;KlC3G27dLTe4dTGJLwn3GY+sVPCl2lHAcmW+H5un91EyrAZsjVt8Eti/V5zkqfxYo5hJNBjQte+N&#10;AW4OGOZwZX64Uq+qmQL7gR+i80N635XbYWZU9RW1n5JXLPFawPckcNvhzMHCAj5YhJxO/bhRvZv6&#10;TkMrI48dsfJ+85Ub3VLXgRif1JY+PH3G4ObdBvXpyqms8PTeo9rCDyr7UXun/S5+A6/n/PbKS/Gh&#10;DX6F38COmD1MkuGPmB2Nw2HPi/teS7at/iY1OOAv0fddzG4/Av5n9m9lNj6EwfEnX9qHtuf//qfF&#10;2X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wQUAAYACAAAACEAZWcIXd8AAAAJAQAADwAAAGRycy9k&#10;b3ducmV2LnhtbEyPQUvDQBCF74L/YRnBm92NtjGN2ZRS1FMp2AribZpMk9Dsbshuk/TfO570+Pge&#10;b77JVpNpxUC9b5zVEM0UCLKFKxtbafg8vD0kIHxAW2LrLGm4kodVfnuTYVq60X7QsA+V4BHrU9RQ&#10;h9ClUvqiJoN+5jqyzE6uNxg49pUsexx53LTyUalYGmwsX6ixo01NxXl/MRreRxzXT9HrsD2fNtfv&#10;w2L3tY1I6/u7af0CItAU/srwq8/qkLPT0V1s6UWrYa6el1xlsADBfJnEcxBHznGiQOaZ/P9B/gMA&#10;AP//AwBQSwMECgAAAAAAAAAhAMtZ03xFngAARZ4AABUAAABkcnMvbWVkaWEvaW1hZ2UxLmpwZWf/&#10;2P/gABBKRklGAAEBAQDcANwAAP/bAEMAAgEBAQEBAgEBAQICAgICBAMCAgICBQQEAwQGBQYGBgUG&#10;BgYHCQgGBwkHBgYICwgJCgoKCgoGCAsMCwoMCQoKCv/bAEMBAgICAgICBQMDBQoHBgcKCgoKCgoK&#10;CgoKCgoKCgoKCgoKCgoKCgoKCgoKCgoKCgoKCgoKCgoKCgoKCgoKCgoKCv/AABEIAKkDZQ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ZvMQSZ&#10;3fL6+tKxGfMlVmPVU9PemPGiQqC+WDVIYgJjMeTt+X2rM0HoZAu9mX5h9B+FORXdgGYbfSoIinn5&#10;d+V+8xbpUkl7aJHtNz9SvJPtVcoEhigTaQnPbmnbW25Ei59qjN3HsVVG5j27ipCzxEBlA+XOPSiS&#10;sWSRxxRcDGWP5012lY7Fj/Ko4bhplZ0h+7xljVhZEhhG6Qbum7NSKQQ7YpMSnkjNSNG7HaF6/pUc&#10;Sny94b5V9DxUsTRvKWB+8vzSZ/Sgkikt3ik8qNcs3XtUjL5YUMentToY1UPIPzbk1IcgKDGVx1JH&#10;OKAK6LEVDgZJP8VPV5ZA0hXaBQZlbhAxbPZRShvly7qF9KnmAbI0mAUYYPFOeNY49m8E+lAWO5GF&#10;fCqc7qGkyu23GW7tU8wLUcAqxb2ChSMbqcWUpHEB93nHrTIYT5oa5fLbeNo6VO0ZkYbUwO/HJquY&#10;uxHG4Q7yW3M35U6W4ydygDb7URxRLJvJ6f7VOZh95OuaFILCZuJIM7Rg8ntTLaL5mWZdo9PWrCJI&#10;65Z2DE/3fu0OkVoAu/52b8aJbCW5GWiQZRB0weeadCm65URhn2pldx4WpViQjz3UBQp/Gmyu+1ZA&#10;p5wB71JQjDZLtji3SHPmSHt/n8KIFUS5Z2+7httTsrH5VOM/eJHSkj4CxKf4c/hQBIZ5CuBtVVXE&#10;ar0pyqoVWdflzldw6tSSfuTvcLuX7vtnimxxvNLmWQsq/dj24GaCeUlCvIyhpPfjvxRPBCE2STH9&#10;4cZzSqGfbGPo5yBgU/7IBOtuIgzfeVTxj3oKHxKkcP8Ao64wfmbu1Nd41lJkO4Kv3RVmEhoct+K9&#10;cUeXFCqwbdo24/Lr9aa3AhiLm2ZYl56M2P5Un2Vmn86dR5SqP3fr9akiWeUsPKbaPu+rGnzzi2Rg&#10;/wA0gjz5Y5z7/nVgV4vOZG+1bV5zGsY6VHb20nlmWQ/NuwPbnrVtbK58gfamCKz79u7GfypQ9sis&#10;sK7uflO2o3YEL2iR2/n/AHmXlGqO6aK2g82abYZJMKq9TUl59oZvNnO47dvlx8ZwaW106NFjuJod&#10;vHys56f/AF6PIAmW2tikKDcxG9uuc+mPxpHUyS7nb0BXvmnXLxyM0sQaRv723qM0612xSNJ5fIOd&#10;vvSAjaDYftG3llx7052t42USSF9i4VewJ70oSWeKTzgPMk4Vew5/pToIUnneOFN0VsozJn5Q3r9a&#10;CuUam0SJGysqYy204JpGbeZJEh2Kfu56mpLgpGEeeVVBwdx/iyeKAsjCZJ0+bPy/7tBI6QBYoyq4&#10;DfeZqhmTcrFAGZWA69Kme1t7x1mnuWVE/hx1qGMPqEG0ymNPNzzx/KgB08kfmf3Qv3cjqfWqr2om&#10;Mn77LFgBiri/ZVuWEZLZztUr19/pTQHs4Ckkqq/8bBf0FADILaJI9zyDEedxZuaYslukUJEO5mbh&#10;GXtnrT4rO4FlNdTkKvAjjIzmltoWu2aaOIZYZeZv6ZoAhijW6vt9yrlVLHdj5R9PU1Hc7RH5ksG0&#10;M2VZzjIz2HerUd7HLO0FrbO0Y58xvu1HJbSTXH2m4lULGu1I17+9MBs5i86FpEZd64Rd33v/AK1C&#10;zRrOWQFFzhmYVMImlbzjGuY1/d5/hA71FabbmVplJZVbLM/3d3tSK5RkzTXCbXi2xwnMasuM89fe&#10;mkK8qvcHzH+9HGfur74qwkKMzT3U+5pWztHYelLNCZN1rYqwZhkv/d5oJGCNYI2uJFkmmlYjI9fr&#10;0AqELmVsBFjVcttO7J/HrU80TXEyuXby7ZNgVv4s98U23t/LUqy8ZZk5wBx1NVZAV0tZXthLMo3M&#10;w+UgcUy5jlkmPmA+WMBfl9ulXI7WKO3LzPukf/V9gar3MDSqr5ZlRuVHQn0pMAJVZisa/dXHrUa2&#10;zRO9xna8jbV56D1qwVaNY7hI/mZgrbewqK4RJr4J525dxDe3FIBHjt45I4bWFfkDbp2GcnFV1jAt&#10;VuJmb5fu56mrHlxyCOdgVVQc7u/FF3m4ZYY1CK3IVfTNNOwEYCyMkhXrzzQ9syMY5CuOoWpLpmlx&#10;ArSJHH/FgZb2oSGa5kW4GVDLhVakAxljJVApPfGKHE0q4kIwvCx9h9afHK5eRLYD93xI/wDOmQPa&#10;2sbK87SSMueKaJ5RkfnQQhyobPGFolhLDy4m+b1WhpGkh82VJOBhYxU0XAW3SJVZeXZj0FO5RXhW&#10;CFNmGY5G7NNntXuJld8bQ2QM1a3xpE07T/K33VVckn/CoTHJOAXUqvTHaqJ5SEBZW2D7qcbj2NLe&#10;nyrf7PbhvmbBbFTyJDAnGFC/w471GIzKDLI23bkjnOee1BJH5b/Z93zen3Tz70/yYtvmSnaB0DHk&#10;0omJ+dicNwu7tR5an5Gbb77aAK+5TDsRGX5u/amwW9vFHJNOxbHYtVqXLkqkW1WXr61H9mQFI5Gz&#10;tHzLQaFaJrm7j3tkD+BcUszl4/s6Fi3Rtvarj5MbBQPc+lQxJGfnX8WANVzE7shhjWJf9WRj9aaz&#10;s5LtHtCVMyM7KxHT8qZJA4RXfDf0o5gasMWZZYmVSeP4qiitpmTz5m+XPGKnjAJ+ePcv90UMqyFj&#10;PJ8vZP6VQrEbBP8Almud3BoZFVCCei0sEcs37optBXgt2pxEQj2g9DzQIgWMhQoiYccbuKc8EVsv&#10;yDtztHepN8ecb+aCqudn50AV0RyN4Xr0pDnGGYU/CrLnzd3svamyYmwE+6v60AMMmR5alvyqJ7WT&#10;zN4QDK/farBQod3Wob2OW4wrjatAETOGOwSbsd6b/q1IPWpUtsfKWxt9qbLBDGC73HX/AGaAIlZ2&#10;YsTimMdqjk7vbtQvAwidfWneWM/M1Uuwra3CNvk2qPlpwlV32xJwOpoROcbePpRuFvE0caZ/z0o5&#10;RWGsryXHlwj5sfeZelNklK/uYju/vECnKkjkEttz/DSTG3tSP3uS38K1IcosS4Tc1Ryzlx5EfLZ9&#10;Kk2NwScUBvK3PD97GFx2q0SRm0jjw9x1Xr7U0zYl2AYG2nQwSbPOk5PoxpEWZn8wnHPWk9y9hQ0s&#10;ibF45pj7Ic7wTj71SsxD4CMx/wBmo5EC7lK7Vx/F3pxJe5FgSss4Dbey0jD+KQ53NmpgYii4bp6G&#10;opUCyKS/3umR0psl7CQx3D58qJdo7tRTRGbklllbavA4xRQQaCxzTyB5gqqP4akeNWbGTj271J+5&#10;h4j+Zh94sc/hTEUqrMR97/x2uc7D58/aR+I/jjwd4sS28P6tJb28kfRQMMR35HNedRftGfFG0Ilj&#10;1/Le8S/4V7D+1v4Dk1Pw5DrVlCz/AGL55pe+OlfMcp3J8n41z1OaMtDeMYtHokH7VHxggBK68uT/&#10;ABfZ1yKsQftY/Fbb+81KGRsfeeHNeWsSOh601XKYNZe0n3L5InsCftgfFRbVLf7RaBRkNtt8Fqng&#10;/bB8fR7HmsLGTy+fmU/0rxmSUN0bBpVlHel7afcOSJ7cn7Z3jueTN5pViy9lj3KBWhZftr+KrdMN&#10;4cs2X+FFcgV8/TXewZDAegz1qte+ILHTYGuNQvo441XLSSOFCj3JodWfVi9nE+kof22fEO9S/h2H&#10;b1ZVlI/pVr/hte9kUibw9H82BlZj0r431344+H9P3Qaa0l6VGf8AR+VJ+p4rhfEP7QPjq7lzpkEN&#10;mqt8oLF2/pRGVQHCJ+h1r+27Z7/LPgvHy/eF1yT+VTx/tsaSsLJL4VdpGb5cTDC1+aw+P/xMDsV1&#10;pfm65hFSW37QfxMtm3Lq0LD0aD/69XzMjlifpZ/w2n4ewFm8NXGf4jGy1La/tmeDopPL/sO72scs&#10;QV3D2FfmzD+0X8R5AY2u7c855h6frV2P9ob4iRhWd7Pj1tyP/ZqOYXs4n6S2n7YngaabfcabdRqo&#10;+VSAWPucVek/a8+Hd0FEYvVXbjPlgY/XmvzQX9prxyh4tLNl/wBxhn9auRftReMmXbLpVqfxIp+0&#10;H7NH6VWP7VnwuWJ2+13G5eMNEasW37TnwvkaSVtW8vd6xtn+VfmrH+1F4p6S6Da/hMw/pVuH9qHW&#10;yTu8Nx8gfduj/hUusUqcep+len/tH/DFpVkk8Trj+7IpAFW/+GgPhTcXRnPi+Dc3C8HH8q/NKP8A&#10;akv1XY3hbv8ANtuP/rVPH+1VtXB8JXH1SYGl7UPYx7n6Zj44/C+5ka2g8W2q/wC00mABVyz+Lnw3&#10;uZgYvGNmY41xuab7x9BX5jr+1Vald8/hq93euR/jVm2/ap0FzmbRNQXJ/ug/1o9uHsT9Mk+KXg6d&#10;5PK8VWBwx4+0LVqHx14UltPtH/CTWe7/AK7AfhivzPj/AGn/AAwSCbG+Uf8AXP8A+vVmH9pzwoyE&#10;u15H6D7O1Q8QhexZ+ly+MPC9wixR67byFpAVVZAT+NWINb0u4upAuqRyMpxtVh9Ox9a/NOy/ad8H&#10;7dp1G6jz0LRuP6Veh/ae8KKN8PiieMleQu8VSr6B7GR+lUN5ZPMRBcoeMMwkGFPpmi2vbWSQsL9e&#10;+35utfnFb/tPaIbfyYvHsyr/AHfOdav2f7U1rHt8j4myJtXHF4w49OtV7ZC9iz9HJbmzij3wFOV7&#10;N1NMEsBj8wTLlOyt159a/PiL9q64EJgh+KjbW4K/bjzzWpbfta+I/IXyvikzLwAv2tTVKtEPYs+/&#10;oWWUGa0cNI3VmbARR6U6OBNzPGVCbv30g5J4+6PWvhWH9rfxoAiw+PlZQuP9YhzWhD+2J8RnC2w8&#10;cwyKvKptXbnGO1V7aIexZ9rXzxmWIW2clc/vPpSwwSbVdoNx+825uFr46tf2xviSLlJZNds5GVt2&#10;0writA/tt/FGUiGTVbF13ZZfs455o9tEXs3Y+snHmzEoyhuhPUCiWBpwJeXjXCQs2euewFfKsH7a&#10;vjqGZvNsbCYdoxGQB78Gr1t+274uE0dzcaFYt5a4jUMwUHHXHrzR7SIvZy7H02xDybbRiwCgbjwM&#10;0rRLpiXCQsXuWCux2cKOmPw9a+b7D9tjU7YZfwnbySbgzP8AaDgcduKtL+29JO7Tz+HF3MMSN9ox&#10;9ecU/aRD2bPoaK0WGJYjJuZkyDu/iNOkhjM6WG79wmTJt+8zemPSvCbP9t7QYI087wdIqou2MJcK&#10;c+mTirGl/tp+E0aaa68N3iyMuE2yrwO9Pmj3Dkl2Pagkc83n3b5Zm43fwKvAqQm2uZWlt2mkO3cz&#10;SHav68143H+2T8Oxb+W2lX0YLZby1BI/XNXrT9sL4VzXEa3LXkMax/Mn2fcSc9zn0o5o9xKLPUpZ&#10;JJhGylQrE7xzz9KmtcRSCGR2diw2qPSvMYP2rvg9c3RlfUbyONVBVWtj1zVuH9qP4RSwLL/wkbR7&#10;psbWt25X16U+aIuWR39ruO7Zbc5/eSZ79wM0Pa3uoTCWZVjBc7QxzwPQVxdt+0f8Jpl85/GFvENx&#10;8uHy23HPYZGAenNWrX47fChzGp8aWO7bj/X/AHePWlzRGoy7HYXEccr29u6tJtHz56fTFMBuZJ5b&#10;XdsRCRsXp9K5zT/iv8Mrpnuf+E806MMf+fxRx7d6s2vxS+GlvG17b+LbDlsLGt4u5ufehSG0arme&#10;0s97M33h5aAfe59KahntbBlit1kuZ2LPJJ/yyHp7VQsvF3hh7yV7nxLZNu+dT9qTn9asab4n0fVN&#10;zLqVuFL7YwlwvP8AtHniquibdiyFMcTRyfvD+W846fTNODy3Vp5cmyNdv+rjUfex3PpVO21SxvJf&#10;kv49/mMyLGc/LwP6fjU1rc2sM0ixTeZ5jFlZvup7fSga0HKjxLHaxxo1xwZJGbhR/jTrkMzlo5PL&#10;iUbX9XNQG7S5eSK0kdxG2ZrjGM8dPbpU8UlvGnnmRWY8xoeMcUCeo6R/3ASDqUwartaPLGsNxOzM&#10;G7enpRYyIlrIGk8yQ7i5zU7z7p/NuY1jRYxtVfT+poDlkRXaQBYp2dhHCCD6n2p0w821QRptLSYQ&#10;MMY96QMPOhiFswMnzKrKPlx6+9LFPcG4ms7eTzH8z5pD2X2oDlGou1mjiXcEYbmHrUcy2ltMwChm&#10;Xlsds+tSGSC3UyQXKhZnAkcN/FUHk4E3lhWB4HHfH05pXQuVjyhunWa8k+/xHGo6CmyvGk7XRHzt&#10;8h/2VxU9oWWL7QEVpFIH3sBfxqtDFGm5bi43yzM27Z0UelMOVkaxSM/Tjdj6+9STLMJy1zJn5PlU&#10;dh9KmSVYBzEg28/vO34VDLJJMGk3/e+8/QYoENV447dkVvmkGPLHpRFElujSTuGOCFVaPs3lyrsG&#10;6RwNqCnywLGuJG3FhnKr0oAYLiMqzFPmVc7e59qI0l8gzS4VmOGHcU22dkkZkiC7v4jySaLdLqV2&#10;NxLtVpOAeuPWgBtuknPmoMFvlC+gqRtgUq2flOV+vvUcpe3DMcbV+7x96pI4ZZ7VriVGEbL/ABd8&#10;9qcR2ZCiIUWRsnzGO0daGhfzOMKu3Ap00sYlFtFu3BcblPAp8IRFwXwNuM1ZPKisU27YB8zYyq9q&#10;NwyxY8Hj60RzbwViDKP77c5pwilRCqIrMzfebtQOwzcQoK/KOhpXnhQ4GWZm/hXpUkoVtscm3b1A&#10;DVGSqvlBg5G6gBl1EZ4/LkB2jnHpSSNtRWeQqqj5UVv6U5VMhyWH19Kan2dg4d2kCjkqvX2FBOo0&#10;PNctu27Vx8q7ulDR7FCTv1zx1o3FRGY4VXttPNE0RSY+YzMyLz9aCiPfMkTeXEAOzNxj8KSCM4DC&#10;UFv92pZopJI9q8LTQn2MrGA27b3NWiRJNsUx+fk1EYJCcZ+9zUqbZX3AZ77qSSQ7RtUt838NMLdi&#10;NlihcIi5em3BZ5fLQMNw+Y1IY3JLGTB9NtB3Dduz8v8AD60B7xGsSqpGP060eUUTGKcpKfOIcE92&#10;pCu/vnv060ByjDF0kzzUTMhdjsZtv5VK7kDKjHbntTHlaSQRiMsv96gkZsuJH3gqq4ptxAhH7x+n&#10;TNSTPJGo2xBfq2SaZMAUXdlm6nA6UAVpIV+7bH5j6dqkjto0TJb7tKFRdwXgsOPaiQbYxCCyjHLd&#10;zQBAzZJDMajeQo28Dj6VLiIDLKx/2aexQP5cUWR3Y1XNoBGiyFdzn7w6+lRiGOIbm+ZmqclCu5+A&#10;Owpj5Jxto5mAJ8wyx4FNBCu0rn5ccAUrgq2D19KQqejD86OYLDVnaQBcdf0omDFNqt+dOSJUJJQc&#10;jvUYVmbMmPvdPSjmJfxEiNvXCCq/lJO5Mob05qw6qUJV/m7fLUSrFapln+pPehSJYqxwQR8DvUdz&#10;84+Y8Hip3jBDSyVCWcAtFDu/uqPX1qgFSKBIlTztmPfrRUhCxgBh838WO1FAuUubmCNwFXq22nKm&#10;6EMVXb/OkCLLFunKEyN91egp8jR5UJt2+rdK5rnXymT4x0GHxJoVxo93a+YtxbsjKD+uK+IvHHha&#10;88FeJ7zw9fLiSGU4X2zxX3plWZ1/hxjcw6185ftj/DbyWt/Gml2yr8u2629eTwTWFTubU9z55nDK&#10;c1Arc4Jqxd1SkbD/AIcVxcxsokkkqZ3Z6Vk+LvGGl+ENKk1rW7oQ28Z+aTBOPyq7LPtGDXmX7UVw&#10;zfDKZAD81xH8vr83SsnUsaRhG6Kes/tEQ6g7Q6PIkMJ+7NMOW+mePzrmdS8Y2mryfaNQvvtLf37i&#10;bIH0B4H4V5XJExtQGkbp/e6VQnjlkkykzAf7xqo4l9jaWEj3PWxrEEgAgeED/ZNU7oQ3hy17j3xX&#10;kslhLI3Nz39asRWEi8LP9fm61p9akZ/VV0Z6cmjRPxHdM1Rz6GFk2yXDL7NGa87it9Sj/wCPe/kT&#10;/dkP+NTR/wBvbMnXbkH1Wd/8an6z6C+qy6M7waP5XyQzcn/ZNE2l6pGC6CQ/WuHF74nt1Pk+KtQU&#10;e15IP5NUieIPHEChYvGWp8dB/aMp/m1P6xF7i+rvudZH/a6viSFh/vRGrSm8C8j/AMdNcbF4v+Ic&#10;bbv+ErvG7fPNu/nVqLx78RYyr/8ACRbtvGJLWJs/XKHNL20Q+ry6HUpcyRjON31qxHqMoXiJa5hf&#10;iP8AEFflXVbQ+m/SbX+flVH/AMJ343LZub6zbP3tunwD8v3dL2tMHRlY6+LU5FOWiXr91qnXXXzt&#10;Fsv51x0HjnxExJkW1b626gfpipZ/HWtxxqbSz0+Ri37zzLUgAY9Q3X8KftKbRPs5rU64a3jkwqT6&#10;CrEWvKQAbbntzXCn4g+KVIDaHprf99f/ABdWIfiFrBXMvh6z3Zx8rP0/M1N6fYFzo7qLWkIz9m9q&#10;sRa5bgfvYm4H93NcGvxAvVX5/DCt7reEf+y06L4hFv3cvg6X/ejvR/8AEVPuD5pHfL4gtSPuDHcM&#10;tOXW7SVsAR/ioFcJH49tmfjwjfBdv8NyCSf++eaefiFosZbfoOox4bG35T/hU8sRruzuF1exYtiK&#10;PP8A1zFSQ6npecS26n6x1xdv4y0WdfMFnqUa/wDTRI/6vz+FI/jrRzKVMN4oHXdCv/xVQ9zRR925&#10;332nR258uMf8B6/nSbtEcfw/hmuJh8aaXMqmNLvltvywFsH8KuP4m0GAql94i8gtziSylz/6DRp3&#10;CzOr/wCJMRlLSP8ABmH9aUNphYjYcZz/AK0iuc07UtG1IuNO8Vwy+WMtiN1wPXlRU0eraUVVx4hs&#10;WyvQvjPvzS6aBa6N37VaxPiG9uU/veXcNVltWGxTFrN9H7rcHj9a55NRsLibyINXsd2M7Y7hT/Wr&#10;Nqkrxi4W7t2X+FvPGOvrSvLuLlN+DVtSfmLxZqK7Rkf6QWz+tWE8UeIlkGfG2pKvv81c/wDanjRi&#10;skEhXA/czA/oDTymqh2Q2Em4devH50+eXcdo7G+njbxpF8sfju9254MkYP6c06H4h/EiNhs8bSbf&#10;9u3U/wBKxksdXdf+QVJ+GaetjqirmTTp1B/iboKXtJX0Ycsex0UPxQ+JscgWPxYkm7ks1mtTRfGP&#10;4pwszPrVnJ/d3WpH4cGuaEN/Hhvs7r+HSlRZ/M+bd/376e9P21TuHLHsdUPjn8UEGVOnvu6/u3B/&#10;n/Wprb48fEiKQM+naXJn727zB/7NXLoJs4MbN/2zNAljz80P5rR7ap3DkR20X7QnjTd5beG7Nu58&#10;u4YZ/Opv+GjPFijbJ4LjZf8AZvP/AK1cMl3EpOYmz2p8V0jDKx/nmq9tUXUFT8jvrb9ozWR+8n8G&#10;S+228GR+lTR/tJzB1jk8F3i/N8zLKp6+5rz8XYHGPrjtSG6Vj3z9aft6m5Xs4npP/DRUMv7w+Frx&#10;exxImf505v2j9KtQovdE1KPPK/IrfqGrzNpEYYlH4E5/rUTvAOtP6xIh0onqy/tK+FpXzJHqMZ/2&#10;oB/Q1OP2m/Ca7c3V7HxjmF68jW4jI5XjvhaDLbujBVHH+zR9YqdEL2cT2K3/AGofCcDlk8TXkfB+&#10;7DNx+Qq9bftS6FG3yePLtQV43ecMfpXhiiAjoMfTNM8q3fpDHnP90VX1mp1JVKJ9C237V1oimOP4&#10;nTJ/2+SDn8av2/7WNx5X+j/FqUL/ABL/AGkeuPrXzQ0dmvBiT/vkUwxaew3tFH+QqvrMkHsYn1Pb&#10;ftca/AjRwfFplVmz8t+Dn9a0I/2v/Ffm+YvxPWU7QvzXKNnjjivkY22ly5Ihibt2oeytCfkijx7U&#10;fWGT7E+xof2xPiO0vmxfEcFmGB86f4VYtf2wPiVkKnjGF8dflj5/SvjWK1hgfYYVXj+EU9RZo23y&#10;lz7iq+syD6uj7Vtf2xfiLCFi/tqzZeym3U/jVoftp/ElgySalYnKkbRDgD6AHrXxLvUDIO30xT4p&#10;nVd3nyDP92Qj+tT9cBYfzPuGH9tn4gR2X2IpYMpxukMbZOM/7VSWP7a/jGMx+ZounusfO0bxu+vN&#10;fDv2u9BBjvLhf+2zVJFf6xH93V7r6rcN/jR9euP6sfdEf7cXiUStNd+HrN1bgKHK1ai/bf1Ngrye&#10;ErfavLFbg8tnryM18JjVvEEahY9cusDsbhqd/wAJP4mRQv8Abc//AH8NaLGx7kfVT7zP7dY84Swe&#10;C40YjDSfackj8qltv22dJEjSX3hm4dic4W5AH0r4HXxt4pQsp1+cf72MD9Kkj+IHiSFcf8JAzfXb&#10;/hVLFRfUz+r23P0Bt/24vCxjUTeErpSHySsynirNt+3B4EEu+bw3qA4PdDj9a/PuL4h+Jgfk1th9&#10;VX/CpR8SfESDB1Vsf9cwa0+sC9ifoDL+2t8Pr2VGuNKvVRWDbdoOf1q7b/tofDXULhptW+3CHI8q&#10;3WLgD1r87x8UvEgO1b9Tj/pl/wDXqRPil4kB3GaM4/6Zn/Gj6wP2Vj9DoP2ufhTNLgyXEMa85a3J&#10;JqVv2rvhLdRgPrMmc/d+zsAB+XWvzvHxc8SkYLxN7bG/xpw+KmvNy0UX5sKPrFyfYn6NW37T/wAH&#10;vMDSa9tGCf8AVHr27VPaftI/CO7jZn8WQrtPy7s5r84j8XdWj+ZraI9vvH/Cnp8Y75z/AMeCr/21&#10;NUsQHsT9H7X49fCaYmU+K7cKudu6Tkmph8avhtMqMviyz3u2SDMOBX5vr8YrpPm+wf8AkUU5PjPJ&#10;u+ayP184VXtyfZn6TL8T/BF3GTH4rsyvos68frU1t498IE7ItftSW6fvhz+tfmsPjVtDLJazY/2X&#10;HH609fjhbrgGG5GP9r/69V7cr2SP0uHjHw5JN5Vvq9vIyjB2zDj8jUsWv6PNdeSupW/3uT5o6V+Z&#10;6fHa3jbKSXi/7QJqeH4/xQ/c1W+RuvDtR9YQvYs/Sw65p7hpjeRhQM/KwpBqFq5WR7iPc4AX5hki&#10;vzcT9oaRhk+JtQVf+uslXIP2mLuJ90Pja8Vv7zTPxTWIiCos/Rp7myVvIadRj+HPSmz6jFBEskXT&#10;dhcmvzztf2qNailMq/ES43N3Mx/rV+D9rTxUxGz4iyfL03yCn9YixexPvu3nl3tOWVjjJz/CPWiN&#10;d8pKvn+8xNfCcP7YnjpIWRPH27cMFvlq7bftl/EEW4t08YxsvXnbVKtEPZs+3bi6WT91Cd3bihJ1&#10;RVRFXdnmvi2z/bT+IcCbF1y1YFuSyDJrSt/25PiHAQzSae3puj60e1iTyH15O5yZDn+lRpfRIjR7&#10;GZ8fKBXyXH+3D40377iwsZMnJ2satr+3R4pjj2x6DY78/eZjWiqRJlTPqvcZEWS4O0noF603fuZo&#10;1+lfK6ft2eKlmDXGgWjY6hXPNaWlft3ZmA1jwzsT+JoZASfwOKPaRF7Nn0oI1ZgUbJHDe1EqyS3O&#10;PLIjX+KvCYv28fBFuqxR+G7r3ZmX/GtLTf20vhfewZ1DULiN25KmIhVHpmq54kckj16RlI2A55/W&#10;nwgFcsa81079qv4QavcCG28SQwr6zZXn8a6Ow+MXw71VY1sPE1nJubCnzV5/WjmiHLI6QBzJheg/&#10;WgBcKX4XNZ0HizQ5g0seq27YOCqzCrH9oWhO+a9jCt/q4w3UVQcrHsxkkZxkL6etSHcsWQo/2eaJ&#10;JFNupjUfN3oihbpKx4HRetBI2KMsdx6t+VOmgmI3pGCc4+9ipFU7htHy+/Wnyqyjc3b1JoAgSJlj&#10;3S/e7qtEqtE6jaFbHAbrToZGlkZYY26fKTTYbWV5d87N7qvc0CaGsvPltKc45xSbR/EMnsM09ywl&#10;8iOL5l68UeXLE33Mt1+tVzEEIkfbmWPaSemKKkXTo5C019dMu4/Kq54opXYFqSJ1CjYPMkbBJbpU&#10;jmFT9lt4/MZBn1C/WiOyCztJNL/q16AZxk+tKDHt8uCFlj77eNxrFs7BI2kMXnTAL/dX/wCtWD8Q&#10;/Den+L/CV1o2opuE0TKidCW7H8K3jD5ieYrdfWmvDA372Y7tq8e1ZtXK2Pz98W6Fc+G9eutCvU2y&#10;W8zK2e9YFw5XotfQP7ZHw1ktLtfHunWmyKRvLuPUnsxr5/uAZGz6V5048srHVTfNqV33MuQK4T9o&#10;GD7T8OrpWi3bGV/pg132OK5b4vWhvPAeoBhwsJPT0rBs2Udj5ilhQQK2apNBGxOK2LzyrlhJHbxx&#10;ARhdsecH/aOSeT3xgewqi9soJKnvWB3uJTFrFn5jUyW5VuB+NSRI6Nz0qSNcn7w/GgixGkDMeafH&#10;bMp3AVOsJVfmZfzoAAwVPegojNs7ckU1rQbfuL+VXFG3pQ7j+JaBGf5AzllxQIR2HHrVovFjbQWt&#10;yMNuq4yEQBMDbmjywD1P5VKY4cZUf+PGkZY8YBape4WGeXzkZzQYnIyc1ZiRUHBp25c43UICkYmP&#10;KyH8KEWUNwzVeG3OcU4KgOQeta8xnKNyoCxX5mamOzZ2qzfStDAz90VG8EOcvGPqKaZnKBTLTJxB&#10;csBjI+WnR3d+n3rth9akkSxX5ghz7NUbG2Iwu5ffih7GXWw5tUvnUo1zwvTmiG5mldWeSmtax5+W&#10;4xn+9/8ArqWKJYj5bM3vnNQWi3Y3k0BbMitkY7n8M0671AzweUYhgcqrNke1QySkJuCK393rz+tV&#10;fMlLY4+gpx3JlJpE5unY8MnP8IjC/wAqk824dlf7Nu28KyqB+PTr+tV4Y3ZQPKbd3bJx+lWYNqLk&#10;L/3z/wDX/wAKt7Gcdyyt3cQwSWotmVCVKySZ+XgcZGP8/rbs7of6u6iYxt/CmfT3zn8ahjvBncIz&#10;/sv6Ves78OMZUKzD5W6fnjismaIsi+a6ihsQwh27vMlWAFpBgEBhkA9O2Over8A0m6JeaeXy3jCy&#10;sturbuccLvHQ9gO/tmq9nLb+d/qFUtz94J+XIya2YLf7Qv2l52+VdqRxxkknIGCxyMZ9T+GcA5St&#10;2K67GzA07afFHbz6kY1hWK2aORmUKCxXKrk8hTwCe+AAOOg0nRrizSHVde+1G1mk8uQfvFOAQChd&#10;R8rAEEbh0KkgBlJx9BT7aFmn0aFxCjI0clq7NIc8Z2twwOB6Z9cmtzSNQkstRWb+00tLm3bEcEbO&#10;GaHrhtowwOOQSAcjPAAGErFm9onhDTtQm+3eF9ZNvG0Y+TUtUM0cLDYSPMKRh2OfmRSxXcRkHO31&#10;Lw78FNJ1qe4S91u+ZntzJb/2PpV1Kluu9ic4jZpPkVtq7d235snA3834F8UahJbXljfWljdHUSsV&#10;xNbwKssEe194WITrEv3sAbCGP3snBPp3wx8MaTbW2m3OpTLp+WmjlkZm82KTccMZJLaTeR/dUY7E&#10;kAA8k5S+yzSG2x03hb9jnwC2n20lzcX8bXCxmSfxBp9zbxiNovMLIFRCzgLJ9FUNg5fZ7R8Pf+CY&#10;3wu8U2VrJAzsskJaaS50+RSrASALlNxZiSpK7DkKDuAzWL8G44INVh0tdIFjDHDJbXire20cLSZy&#10;ZCyq9xH/AKyThYzwuVC7QU+svgLqvg/w/YXmjW3ijw1cPD+4iub6Z2OXUASxSkQlUDqS3yZIMhUM&#10;yYPPKVSUk+b8TXmjGF4q78zh/Bv/AARG+C3jHT49VvY5YoioDwxwyL5iAcSJnaxLFccgDJ567U9S&#10;g/4ID/so6jFb/YvD1nDGLbF55lxemQzY5K/6Tt2gjgEchjknAr6B+F1lqnh3TbdFs9NvDb7lZoZz&#10;JFuk372LscvgkJjA6ZK55HsPgkyR2Cm70+O1kXJjjS5d1KEnkjsR36gHgHHJ9zLsPRq6Sv8AeePi&#10;MViIvR/gfEt5/wAG8n7HD6V5dr/av2gZJkOoEZPGAMq4UdRkqxx1BNc9qv8AwbhfspvC0un+MPFC&#10;Ptz5Yv7dlHQYBMC9txyQev41+j8dwSMMv5VR1fVRbbQrx7uWZWkx8uOvQ9Dj2/SvYqYHBpXa/E5V&#10;jMUup+TvxN/4N4Phjouix6p4Z+Kt8iyyqJIrrTxIV+U8b0IH3gf4c7RwN21T4R8Uf+CKreDIWuNO&#10;8c2+oRx+WFkjtXhaSSQfImDuGRlchWckMGHBzX7FfFnxBNe6b5MC3U8a3Cv8turGRATlRkgFWG3G&#10;Mk7lwMhtvy98bf8AhI9E06bWNF0d7q1+yzf2bptrcFJLeaR2DmYRNl3eNIsKxVGMXlkZyW+fxUqV&#10;KTUW7W03PUw9StUir2bZ+VHxC/4J1eKPBdrDqc9rHsurNLqO3uLxbWTyy5Q5NwseMMpGWC56rlfm&#10;ry7XfgHaaAk39raFfgjd9naxvYrlZcAHJKcIvOSx4AxycgH9AvjH4w857jSNS+GWlxT3V1HcAG4u&#10;LhrT9zw+2MruYBU3KCuS5Yhydi+G+MdJ8UajY3Fp4l0qaCb99Jcfb9FI3QCNt83nwxCb+EA5zy6k&#10;cbnOMa8oxvzHZ7NSV2rfifI0/gLQrCaGLUNH1uIzW7Sxrbwid8BgDlRyB6HnnjgggYWoah8M9PjZ&#10;rjVdYVVPSHT9zbcE7sFl4AxnP94deTXsHijwxf6lJdvZa0oi2+SY0iaNQoIJRN0e/BPO4q2eCTkk&#10;jyjxPpNzo1rH/aGm/Z0kk3tcz2eVCqxH3mRf7hyw4G7HTIrqjUlLW5lNKMb2MiPX/hrMRsv9a/ef&#10;cZrGAZGM5P775R9cVHNqnw8af7MdV1iOTsraWG+mNshzWdq2kvNdPHY6pJcKoImjjMSq2DuIwQH4&#10;Xu3pjpyMK80+Hc0hgk+aPM0Mk0A+foe4ycLu+XdgnHJ4reOxly9zqJdQ+HEQZm8e3ERXJZZtLlGP&#10;yBqKDWfhfI2wfFW3Vuu2TS7ocfhEa4xbOzKZ39cHa2D165HPOff/AOtTm0+z3MJpVAKZ24cZOM9h&#10;7Y9fpVq3UhnpA1j4ZD5Yvi9p7ccf6Ddj8P8AVVctJPBs8Ylg+J2jsp+6JGkjz/30gryCe1sn+eR9&#10;mFLLsU889t3P/wCqonhtAnl25Y+u5Bz1yR29O2afs+bqJTt0R7ja2OgTNsTx74ff/uMRLj8zUp0z&#10;QoWUzeOfD67x8u/XrcZ/8frwmK8msy7xgMrx7JI2XKkcdvwFRwX6QpJ5tujfLiNivTjBHBA/Tn2q&#10;HR8wda3Q+gE0e2mIWPxRo7Bvu41iA5+nzVMnhW+kbYmpWL/9c9Rjb+TV4ZpniaKSMaZqDrHbyJxO&#10;0bv5ZAyAAM9TgHgnHSs4akkb/aBt4b5kZeCOnrSjR7lqt5H0R/whfiJvvRtJn+7IM00+B/FL4A0q&#10;4b+7wOfpXz7f69NLhP7PhjRV2pHCmAFzn15/HNTeHNT8OzaVfWOv3U9tNHG0+nyRqdjyBSPKbGSu&#10;eGBHHGODjK9iHt11R7lN4K8TAYbQrraf4mh61Vl8Ia5D8w0mZdvU+X0rwy38V3kE7zS300nykAw3&#10;RXLHoSev4cZq2uv64+nnUl8SalHH5m393eMO3Xrnv+HNaexl3J9t5Hr76R4giLQ/YLhVZfmKx4yK&#10;i/svVtm50l/2t0deTQ/ETxXZhWh8Ya2F6HdqUmP5+lPvfif4ve4dLHxpriW/mAxq2pSZUfnR7GXQ&#10;XtafU9Qa3vYOTHJt/wBpTTQboHJQ8+x/wry9Pi78QDEsQ8ZaoRtwQ1yST9c1IPi946ihUp4mvWbH&#10;zeasbAc8Yyp7Y/Wq9nLuT7SMj0qS4uBxjj15qOS8nZdpbnP51zWhfFu5Ph+TUNe8ReZcAYjtUt4V&#10;kPPX7hH51Qf4x6sPLeHWZpN0Z3pJplt8jdgCByPwqlGQe0idh9ulBwBn1pranMvy7V5rDh8c6mEj&#10;ubnU7Zo2jDNvtUUk46dBj8Kxbn4qazLfGOJtO8rB/wBfbvwf+AmnGLuL2kTs/wC05wNp5pDrNyPl&#10;yK4W4+Jut5/d2+mt/uwSY/VqbD8TdWIxPplp+AYf1NXyMUpxO7OryKhJHWkGrSsAd3/j1cQPiPeS&#10;ZzpNv+EjU/8A4WLcx7d+iwnP/TYj+lHL2BSidoNXbO0y/rT0v4X++/NcUnju4mOE0RTnsLnp+YqS&#10;18ZveTNFH4ef5Imd2+1L0H4Cq5WVzxOy/teNcAqDj9aP7YhZs7MVxr+PIUiDf2RNySNqsvHNIvjr&#10;T2+d9LvF/wC2Y/8AiqnlYc0Tsjf27d80xru2bLKVrk18baeV81rG7WPdjeY+M+nWnf8ACbaHGqmW&#10;eRd38Plkn9KOVlc0e6Oo8y1JyCtBaItncK5ceOPD0r7UvmH+9CRU0fibSpSNl3kN0Ow8/pRyyDmi&#10;dAbjacLcbf8AgVA1C7jP7u9k/wC/h/xrnz4i0kHm/jH1bH9KH8UaQoz/AGnD/wB/BVKLDmidF/bG&#10;qHpqM34TN/jUg1/WE4/tSb/v6a5tPEumsPkvof8Av4KkGuWknK3cbe/mCn7xL5WdMniXXVOBqs31&#10;3VMnjHxCp51ORvqw/wAK5ddQ8wZSbipftwBBIPH1p3kHLE6UeNvEo6X5b/eUU5PHfiaP7tyv4qK5&#10;xdQPVTThf7hzID6Yo5pdyXGJ1UPxC8Rr96SP/v3j+tTx/EfX4m3CRV+mf8a5NL0cZB5qYXaE4Cmn&#10;zStuTyxOyt/jF4qteIb6Zec/LcMP61qaT+0d8RdHnS5sfEV5G0fK/wCklv0bivOTcjqopqTuXGaf&#10;PUtuL2dN9D6w+Fn/AAUf1HRbM23xD0G41KRQBDcW7JwPcEgflXe23/BTL4WzOgv/AA3rEMefm2W8&#10;bf8As1fCzXD5Gz9BThfTMdrvxWn1ioL2NOXQ+8/C3/BTv4E6t4jOk69o2taJblgI9QvrcSQt9TGW&#10;2f8AAsAetfRPgL4jfCb4maOuqeCfHOn6nBJysltfI278ATX5C/aFxyV/OpNK1m+0HUV1bQdTuLG6&#10;UYFxp9w8Mn/fSEGmq03uL2MFsftFbaJCdrIu1ccLVe40WNE8tZGJ3fNt4r8xfhZ+3t+1H8MbtWPx&#10;Bm8RWCR7Y9N1+MSBPcSKFk/76LV9CfBj/gq34U8QahDofxg8JXfh+6kk2vqUUn2iy+pYAOg+q49+&#10;9aRqGcqPkfVw00iXft2rUM1rKPkgC/M3LetY/gP4/wDwS+Ku5/BHxI0zWFgbbItjdK2wj1Gc100n&#10;iPSHZVtI1PZfeteaRlKPKUx4aMqKbg7j2orQ/tm2k+823HHGKKq9Qj3TJuLWNz5M18zLux5MZwW+&#10;vt9aklglhjwsCJxx5h606G3WNUVRg7sk92pt1HcSv5y4CKuc9cn096TNSJpHWIKZmds/N5a5/AUw&#10;NIV+e1bb/dPGamtraSJdzzszNz8vQVHO920UjtEwjDY3N1P+FQUcz8V/C9v478G3nh0wRuJYyu1V&#10;zsPY5PvXwr4r8P3vhnX7vQr9dstvMUbI64Jr9ChH5sawojfOMbVr5j/bS+FUOiajD460xAfNIjvF&#10;ToD2aufEQ926NaMop2PntoyDx/Ksfx1bi68JXsO371uw/St6SNiN27r2qjrVu0+lzWwjzlD+PFec&#10;7Hauh8pNaKIs8+1UpoNo+U81vapZ/Z7ua23bTHIy46dDWXcWko+YYPasD0baFFUyOtOiXg8fmKf9&#10;nkU/6qrENsG5brQZ8rKTKxOGFOhQgYVelWpLXL4UZ989KekQQ/NRcfKMAymQKbIrbelSSHaelCjz&#10;Bigkz3Utx0pUUY5FWZbb5jlqI4Vj5Bz9aAIzCSnzDH9aaEG7aBU7DPFKIQRuyevrVREQhWztHNPw&#10;vo2alSIq+f0pxizztBqibEalSOBUnlqOQ1Ojth02d/Wn/ZIwcZOaBEGO2DTXiYjl6tC1crhc/nUb&#10;28gG3j0oTJlqijJFIucy1XnhkPCsp/4FV6S2nbhY6q3NrcH/AJZMfqh/wq0zlqR6ldHuVf549wH8&#10;OasLLOgx9mZfrUIspgclNppwF2Mhd34rmnyxe5jzSJUupiMtG49M808CVzuK5/CmpPPGu11Rh1yy&#10;tkfr/SprcqJHZ7NZNykKu3gN2J45/wA9KOWK2DmkOijIHzJj/gPWrNvHJJJugkbbnHmFTUCQTMQT&#10;HtK/xRkgmrEK3S8/aZm+Xb/x8Hgfn60FR5rly3trmFfMjZty8q0alSP8KtQvcyN50xVu22ZuAMep&#10;OazrR03BrhpmXI3BjjP6Vpx3CzlZBezKyj9zvXr7HGeOfbPU1nJG6NKKCUJ5U9sjbWUKobPOenyn&#10;Bz+Fatm8KzLcto+W2gbWXcGA5Vfvq2OeoY49OlYmmzJZqZE1SSORunlxt09Pl7fX1963rbc8Ci5u&#10;t25W6SEkdSM4PHU9TnrisZDNeym0udhLb2s/mbc+bHAx+ZVznIb5RzyecDsRyNrRdSTSbhl0p72G&#10;WSNv9XI8JwAeh+bI4YEggHHB4yMPS4mtrrfb6fdbnZRAZZiF3DjILAlu2M+vvxv6VeFLlosXp3bV&#10;XdIm1mKtgndhcAdDjIJ9OBhL3dEaRvfc7rw5eWUtkINbKKPkjkaTTopHKtu4Z5EZmHC8btpyFwoz&#10;j1XwTrd14cFm3g7x64eQF5pNLtZllllZoT1jlTaFKkk7AwHQkkhfJvAGnW0d59oNyzRLdJG01xYx&#10;tGGK4DhkZxjGSMKQSrEn19o8KeFvD2sxTf2Rctqaxx27tflpvJjPlgt5jojCMlsPly2GKKAWHHFN&#10;cstTRavU+h/grdaLpcmn/wBpeHdajlaBfsaqsV4Y0VxHkBbdnxk7iVcrvYOwZmZG+nPhn4jktL2S&#10;DQ7yK2uHw0cM1zPbyMxH+tCtJtiwCNvzSKN5ClAVLfH3wj8F2er2txb6XfaTGIcPZyNqbLN5zRqr&#10;hQ0jRqu7zmI2khWGXAUgfUHwt8LeLZtAW6s9Xv7wLqMscMel6pC0KhNnnFI4oiApLIxLSEDaB90M&#10;Vz91+69v63CUvdXKfUHwxaO62QadpHhzUGt4fMeESxmUXIcbjuiDc5JYkqWOBzxk+oeA5mn02XTb&#10;jQtDWAxn/RbZcokfmN8hbJQkYb6E8DjaPHfhXenUp3u9YlutOk8pLaa11ZWuVi3BS3lMJkaRQTgS&#10;AZbbwACrV7R4SuYriyhMcTeZJvhjEliA3J+9uVydpCZbducblBOc59LAyjTqbrtoebjLbPc662TU&#10;LOR5GFvLuhVWWG2KnK477j2J45479qzfFWv3NjZSRO8xYAbZIQdg5OT327V565/3ecWiY1jbZunY&#10;jcVjbOwYzjdnnhvUDOccZFY/iKJY9Pa7j0a6iDRrHuWVd4jEhGerMoAJxgHIzwMDHr1qkvYuxwQj&#10;72p5v478YadZzxnT7eSbzJUFvN9vWOMZblgQpGQT1OSoCnjivn74sfE/TobiabSfBcavbzBBtvHK&#10;xKqo53jYWbIEg24KFgzAlwVb2T4j63/ZFja+IbzULi8sZGRitnp9wxkwfMwyQsSfu5APyqU5AO2v&#10;mb42+L/h9qEd5qOoQ3l5a3CPLFZprEyPG6RfLhzclWZWecFDkgK45DAj5mpVqObi3pftr+H6nuUY&#10;04wbtqeT/Hrx7P4klk1SL4VzXEC2NrFDb3mrzSxJGE8qKECQtmLcpzHysZXG4AivlX4neK7q3S90&#10;fSPDX9lFr0vGGjZWuFCSlA22bjKs5KsWIaRVO3GG9o8a+O7eLUDrsks0kEds4ktLiNpFuuUcQjd5&#10;uUBIUAAYQxksASD4Z8W4tTa6mntpbe80v99Har9stGZf3sgZUAi57FmEYQ/PtCjeKdP2c5c7f9eh&#10;1ylamlCy/E8s+IPiLxZruiQrrl3Munx3DJbwXcsvlhmYnYxLMC2HzgFQRyARkHzHxRDqZL6Tp1ta&#10;tas+5mjs97PGwI4+YlVOP4h/DwNvI9A1e0kl1v8AsltUs4ZIVmFyFukjDqTJxvjABPOACc52nnOK&#10;4nxLfzy6xJDI1usMVw3yy3EjyKPlBzg4ABGOFyMtnnDV3U7cxyy5uXRnPz/2oxmkmijtWkQpcM6N&#10;uLKAoDbicN87D5do+bOByKwdR1DU42muYZLWORsFvLgCk5GT0HHynoMj8eRs6jqMkUcn2uVWkVX2&#10;sly8m4liMsN/BJ3NjOCWzgZFZUl3bF2Eysc8r5cix4OMZ6En07f4dFyebuYExvDjMyHc2dqqGBH4&#10;+v41SuZZwjbXwzttUMo/D+v+TW1M9tIHihaNuvzNMrE54wef5DI9+2fLeRzXElvMZI/Mj+ZlUlDy&#10;MAhQeThT0weozitoy5iGZ1zNcyD946sFAG1Y9o9zUCpMrKTFHJjrmtKW0gOY2uYztUnduZcH/vkZ&#10;+n/6qqyCGBGIlX2wef51sRa5TkjL5+XHoM1XuI29P/Hv/rVeea243bvoFGD+tQ3DQuN2W2+mKDNx&#10;KqyeWmVVtxHzenXn+lNe8mRcxA7WA3bn3ZOOvAHepiYShIH/AH03Wo38ojiOgzK325pMeeyntnmn&#10;wzRrOkxw/lsG8qQ8PyOCO4pyrEeDF+tTR28acnzFDH5s59aAE1XUU1O4E5sLeH5f9Xaw7V9zjPFQ&#10;LfLbxNDh/wDZ+Qfj0I/lUxS2Mm2STG32qEw2iKrI+d3Xr/hTuBH9taaJYGb5Qc42imt93BB9fpUw&#10;gQNuEe09ju/+vTnRQBC4XcOvBOavUTt1KqclWO38jz+tTbioxJjg/wB2rCWsUSi4iTjbtbcvr6f0&#10;oVLd51hmnWONmAMjA7V9yBkn8Ki4WKnli43NG4H+zzk/Shd8MmHizt/CtNGsLOaSS31KCbyziNhH&#10;KjOPbgYx71DdnTZLdWhmmkuDy/AK5+vB/Qj3qhbbEVzqk0y+QFZo1GEWZt22ooIZAd7heemcUJEh&#10;UFWRevDSf/WqeNTC4UyQt8p/5acD8QaYb7leUtG3HI74HWng7k4gb2+bp+lSSxtKxdZFHptBpBBK&#10;64ck496fMLlIxuVcsuN360u4th33H+dOWBmOFXn/AHhU0ds475x70RDlZHHIg48xv++SKmWcW4Hy&#10;qeOm/kj+lAiAbEsbbf4grc010UZ8sHb2yxJqx+8Ru8jrgo3PO3r/AEqT7bctK1xJcNvbupx/Ko2j&#10;nx/EF+tNCSg5DN+NBI9sPGCss27+LdJx+FNG9eTIT/vc0rNKV2s/6UAP/FVX0ANgdtrlef8AZFXI&#10;b/U7Zlmt9RljZE2xsshyq+gPYVUVZB85T86XdI+Cv8jiqAm3XDnMuGZjltyA5/OnRxzbty20PHpG&#10;KRJbgNuIVv8AgP6VLHe3KrtWFF7cZoAFeU/u5LOHb6NGf6VaSxiVstFbrz0C/wD1qrrNeONxkx+F&#10;SKZ2GSaGPVFxLbT2U7xH6fLzUiWlmn/PPn0YVXjQH5Sfr81WIoEzw/HtU+SAu29va8Jlh/wPrVuC&#10;0sHxi5k9MGQ1VhUng9anSFxwsmP+A0e6NM0YbaAfKZJW9CJDg+3SrkNvZb1WDzmHqy1nW0Eny4+6&#10;K0LaaSA5WEHH1OakpOWxdj0e2kChpmU/7pNaWm+HtGdg15duoX7yrb7t3/jy4+vP0rNtWJImmjLe&#10;2f8A9daUN2MhVikYfXoPxoAuDwdo8sZlivpVGfl3x5/+tTrT4fafM/z6nHtx1kyuansLs2hWW1e4&#10;DK2VZcLj8q09OuIZUE8rGRtx3LMrZH14wfzo0sHNIWz+Cmn3iRs+tRwq/wDE0Lt/IE4/Ct3TP2ZN&#10;GvW48Zw7ipxsTauf+BkED6gUabcuu1LYrHJz91fu/kP611Ph6W/ZFulZPM4VcL97jsO5/Pmpfkxq&#10;UupnaH+x9a6tA0y/EC1idGwbeTarfUHOCP5cV3Hh3/gm1qGsDzpPiVYQqpG1Y9kpYkZGSr4A7cHI&#10;PUd61PDl9rGn5lsrndsQ5FxhFRh1X58AsPTr6DufVPBvjA2MlrdwLcMzbVuJZHYxlh0UkIWKD0BH&#10;4dKxlz30ZfmVfg//AMEFPiL8TdT/ALa8JfF6x0y8jz9murdJUuW5BIRoTn1z8wGRXoHjP9jf9rT9&#10;hSXS9B+JfxAfxTo+oTeTZ3U1viaLuAZM5454bfns2K+uv2GfHMd94z037D5IijuIUkm8sYYs21Rt&#10;UIcgjq25jhSPU+lf8FbVsbn4beFbORZPO/tOSSNdvG0IMk++SPzruwqlKN7+py4ipZpJHw/pmuyt&#10;ariESN/E27vRTvD2mwrbush2gNhecfyor0OU4Tpo027kii3FWxub19KcI5LiLdGytg4Y9hUiwW8z&#10;M0rZjTrubqcdAKav2ieERxDy4/4I1IAxWJ2EKQl8v5gO3nczCo5TGS2+TdtXlVzhP0q1DarFuQEE&#10;tUZjN3KIBF+4X/WYbarn+tQwKsRWWJnXPzVzPxH8F6X4t8IXnh65tlkkvIyqtIoJX3Hoa7CWNivk&#10;pDx5m2KNB79zxUFxGsN2yFnbau3922FBqJFR0dz88vGHhi68H+Jrzw1qQ/fWszIfQ+9Yl2CIXj9Q&#10;enrX0t+2R8J5Lt5PiRpFqf3OFvtoAyvZvwr5uZvMXG35f515lSPLKx3U5c0T5n8bWT2fim9t3i+7&#10;O2Nzde+f1rEuI9uSErt/i/YvY+ObkbMRyKrrXHXIYn5ulcnU9SEvcVyg6NjPNAXH8HFSPy20UAgD&#10;BFBSQwhSOFxUUnC81OTu6LioWQkhqQSGZHrQ4c4IY/hTmR2OFFBhf0poz5SORhjFNwcU9oW3cike&#10;IjBArQkY7MPuilj3Z3GnbTjkULHu5K0EjlY4x707e27qR+dIihRzmlLcZH8qAHcscE04/KcJQqkf&#10;MQaXAJzQSI0k4HJP4MajeWQDb5rVNhiMiopGZDhiGNBLuM81wd3mVFJLK0ewMvXt1qQyHHMf6VEz&#10;kHO7/wAdFBnKPMiKUzbsGb2Vlc5FPN7cZIaZ8+7USbtvf5vRutRiGUucoapM5ZR6EyXTgYc/+Oip&#10;kuIhgN5a9eq1V8rA+cbfzp8YLqQH3Kf9kfz/AMKvoJaGjFMFAKOvHdWIIqaC6tmGHOCx4baP0y1Z&#10;v2VlwSN3p7fpViDzl+UsqfVjz+lRKxp7xrWMElzvmh01mWP/AFmIztH1wKsRm1Ubmt4zkZ+Zv/ij&#10;/SsuCykkG4pu/wBrtV21ju4BmBJN2OfLkP61m7WHrc07KJGVfPsSIwPvMgwR7YXFbFlpdnKu9LY/&#10;ewrRHbk44J7eo4OawYWdHjaSFl+bBMnc+nOP0Nb+lSLqEm+BoWLYO5rc4LZwemfXoDn9KxqXWppE&#10;19P0axeMI+tzQ/MqjdMyqvp/Gxb5uBhehzgY56nSPDOrkfadG1SzkYYDLJM0QIC8MMxls4+bkBiA&#10;SMgGuYsbt7OP7O1vAGjw0bTSYZQAfmAOOBjOfp9K6PSrTS7mGCa/S8uiW/fR6YsarE2c/eIO04AX&#10;G0jOSSRnGErtXNDpdF8L6/YGHWdJawuriZo3Vbq6jLPmXO7DYbcCB/tbf4iNwX2T4ayeMtA1L+1d&#10;D8ZSL9ou5bS00loY9krSER+VLiURxK2fvNyu4kcgk+b+HvsehRza5a6lJYQi6gk8u2jZ0b5hgFHW&#10;NSnOM/MVxgjmvWPAFjfaW63ehePbGSaGe1ltbG4ilnm3F1w0aGPajlk4DbAFxhgSSOao5dC6cT1b&#10;4faB8QtQ1d/B+o/DyLVLexUvdLpCBtowwRWZoUKlpAW2LJwrjGfun6U+Dd/c+I9Ch0bXPh/oezMd&#10;pqkGgNbWy2+2L5csqrcO5MXAJUKYyMsQCfE/AtsfDunR63r9m91cSTeXb6VcahItxE7RrKFYQSoV&#10;y7xvlQB8wAUbmz9KfDgaWbq11jWYL6zvPOWC52ao0kwmMQOyN1lXzA5ESgyK4jw+No2kc7qe7ytt&#10;eVjedO57T8NfEvinS9IjurHwnp80iqmI/tMfzSI2GC/v2bcQrMAF53yHJ5ZvadFmvobZWhvGh+2l&#10;ZHVb0YSUrjgLknBT5iv3gcgEZFeW+Edf0q9uljEGr28zQp5/2i1RtzBN+d7DkHYGyvy/M2OGNd54&#10;R8WaNcWsMVo0lwZL0BGexZdv7sNwjllj4YYbG07sjgkjspctG3M7f5nl1/3myO20LW45/m1OSS3W&#10;OHEnnK8bLlF+UiQY9Fydp+6cfNzk+NoTF5L6YuYyJS0nngbGCHBxGWEmNm35gDkDvxTjr+mwsDre&#10;qiFYJo1mW4CKS537XAI2sCNzbQDg46HkYfi3XLVrNr+LVrONpWeQyXUsIJX+HaX2qcqo4U7lXAB6&#10;Gu2tUjUp2scMY8srnD+PNe03SdJvLebxWrNMxZlub5GjlTIyEBY8t8uGVhtIZSV+avk/4vT2d5b3&#10;k+sa+q3kkguIdQWJJI5JSBGWXy5Ywn3H+YxsQxY4DFRX0P8AEPXtOcytfa/pjxxwyQXVvNaz4VSg&#10;3hkU5cFWCkKjZHIIHNfOHxrku9VtdQudN1PT76acxQhdP0OfzgIxl1bdFhlRCwbCsT5bKFGMv4lT&#10;kVuRP1PZovqz5p+MHjjU2aa6sbW1ukhSSSzW8hCqGM/meWGYDzmGCFbkgbgCAzFvB/HGpHxPrEur&#10;WOh2t9IZpLjyYVklXyywBHyE7FyRxyVVgVIy4H0h8YNT1DVLRdA8M63cW90rLbRajeaI0dvMzhVV&#10;BPLKwKoEBH7wgFRyU2bvCvEEXiTTtNsbrWLOG6s7y2UWN1bRwyQJkBcZ2yb3TfIpySykEHJBrShC&#10;S1St9x0VJQ2b19dDxTXdX0rUBHpC6ZHKJZMrZwzSeYSgYn72WVtxz8p4284ribmLS3Vrk2NxGzFj&#10;DG07LuzwFHJJGAcZA7fWvXPG+p6deIIVvLFma823Vv8AaDBOFKhTuT7OgIwrdDkHaD0Nee6jeWlx&#10;cSanDDHdK8ZLSXFikuXYEsFKyYHO1SSclTnA3YruhDo1qcz1jzR2OX1M6ZM6TG3mhSOFRiNAxYkM&#10;N2WYZJb26K2CRzWTNZ6UsskpgvvM2sYw0KYO04GVZ+RkYOB1LfewK6ecpbL59lc3VvI+ZWnt/l6l&#10;tvysDu4wOc8+g4rmbi/uUkZ4pWkVVb5pWfg9l4IBxn/OK6I8xjdGFcJpqS+dE5jeaPyibeQLv77e&#10;MDv9f0qqdOillVzO0ijoiAfTb371sXVxPPhri5+VGwn7gtjtxlvoc9zn8cy8juY3CQSvKx4X0J/k&#10;fz/TgaxlIHKPVFKS0Rn2CIlyuWzlief9361Xm09WkJGQvT6flWlPbstzvmt28wj5w2OW56e1Vr03&#10;ht9v2d1XOQ3dz+XWt1K5XLczGs1jGxpV9etRy2m9S7yrt9QN39RVt0nibY1u3Xrsb/Go3idjukiZ&#10;Rnjy2H9TWhlKJW+zwk5Mke313Ux7HH+qCH1IBq0YiRlo26fj/KmzRFwSWX67xz+tFzLlKLWUsg3K&#10;vH/Av8KRLGcKBmNfmzyCc/p09qtLBKpOxmA9mozMP3bGQ/7IzxU8wcvcovbThskfe6DDUiwMhy78&#10;fjx+lXjBc3Ug3rIzdmZutKIRuUSo20Hk81QcpSeBcnypM/71Ktu/ynzO3PWrZt1LZVWC0qW8KnOe&#10;gp3YuUrhpRD9mEy7Qc/dAOfrTQgLYZ/5Vba0hKjP19KYLaMHCR7eetIfKyHAQ/LJ/wCPU3GRs3r/&#10;AN9VYaIjnd7fdppt3Y4WbH+8KfqK1hsczodrKjf71Ryec53Pt+8T1q5BpxUZaYU2eykQ7SzNx2xV&#10;XEQQuy4LFflPRlBH60qJub5WVdvSpEhOPu/mtOMaxbSW5z93bRcBqW9xj7w+u0UrIqjJy3rUpBz/&#10;ABbfbtRJHuX5Vb/vmmVykapuGMgUfZvmzvH9f5U6MOBjb+n/ANel8pyPkHNBIzyuME5/3hUbRhSd&#10;iBuf7tS75ox0b8zSDeTkngnrWgWI2ATjCr+FAOe4/CpX3jo1CMzrg7loFy6kW5cYOKEY5/d7cVNt&#10;4wJSfxo3/dUq36VXMGwJKy8Ed6kyW6p1+tLFIqMGAIOe6g1OkpuWzLGNxbk7AAP5AUcwr9yFWC/I&#10;IsipEEfeH+tSywRwuYXeNmX+KI7gfxHFORIiPuUOQXQ+LyMbnT8GU5q1F5R+ZIB+fWoIoI2+ZuFq&#10;1b29r1EO49Q26lHcOpYh8skHbV21e3/iQsP4sZNV7VVY7EDE4+7HnP5VZgW1X/lnuPqzDIpyKsWU&#10;Chgqjb7DitK1aPHzMPbkH+RqnbNalFLJjn1/xFakNos0S3O2TyyflbnB/HPNSBYhgt8eZk9OmKv2&#10;ywINyhmVeDhT/LNVLVUA8tWb5uPvnn8O9W4bW0Yb/t0SMo+62RQBoWktsSq7vvf7OMVtaXpttcTi&#10;MSorMuVeX5VI9dzYFY9rol3NB/aKzNIrfdk8o4P481p6daJtU3c33TgLzjHf6UpbAbmnQWltMoe6&#10;jlA+6FuAwH/fJx/Oui0uOxuUjCRbDu3fMykDHfpx9SR2wK5mxto7gBrZwXb1J/wrodCt54T5i6hF&#10;Gd2MsQQw9eR/Ss9Rx3Ow0ixjvFeRdQXzljyzNMJSAPfkjjgdh6iu/wDhtbalcz28unLcyskgDSDc&#10;Ay47sCOOvt6964Ww0LUVj/tCW3QJ8r7mDLhTz0HOD7D/ABr0r4WafJc6lG1np9ufMbEIE4BQ9cjL&#10;D/x7Oe1KzNVJH39/wTp8Pabc+OLJmka3mS5jkjjaRuQMjbuEuGBGTjac5HTAz1H/AAVm8YpL4p0L&#10;wgs7bbbTmlkVJP4nbjj6KK6D/gm3ZatqFw17cxRw+RarHcR745WkVRwWPmEoc7cbVA+XjHzZ8J/b&#10;q8VW/wAQ/wBpPWnhzJFZ3C2sbMc58sBT0A4yP/116WF92lc4cV71Zo8z8I6YLjS/tDI0m5sDiirM&#10;SSLAtvHcyRrHwFj6UV0cxz8hqxRtb2ywoN0zHG5l+Vc96a6/Z5mje4MiqBllwBn04ps7xzTiOOQq&#10;rcfKCzse/J6fhU0qzRx+RZIkZHy/P831J/wxkmszoI51KR+ZIu5mGI42OB+PNK8skaxqm4Oy5xHD&#10;gLUq+TEFYo0jrgNNIMbj+IFLG0wQ7jJIRlmbbyfbmgCoILkN8k7MyDLNkAL+PrTTbQ20JXqwU/U1&#10;bxOIBcTpt3fPtbH6+tRQ2z3ELO8q8/xMvFZtFXMHxdoVt4q0CTRL+GPy7qNkZZFU8epzXwh8VfAd&#10;18N/G934bvxuVWJt5ByGQ9DX6FXECxNxHvRVyDtwWPsDXjH7WXwLufGfgr/hKra0hi1K2zLCu755&#10;E/uAH9D61y4iDnG6OijLl0Pza+P2lyJrVrfAfK8bKcexrzi6tyRw1e5fHbw/PPoC3aR7ZLWYeYrD&#10;B9MV49Naqy7vbB4ryT2KfvU0Y0tk3GAv50wWzKeQPzrUNmO6bvwqJ7UjhY/1qbmjM2aHjO2q/l7j&#10;txitb7HKRt8mk/s58/Ou3/gNUSZi27Z4P60rRlRyvNaP9mkDgc/SmvYNjaUU0CuZhUZ5WlMW3nFX&#10;BYOCcxcUGwYLleKqJMkUzFntTfKAb5v4qtfY5IztP54pzWKMcq2fpVCK5hQ9BR9nBGR61Mti46E1&#10;Ituy+3/AaAKpiCnIDEdaeInPKirf2ZyOKPskn93FBLKvlNgmo2iycn/P6Vce2fGCpzioTBIRgxng&#10;+vWgkrymVbc2+V8svuxgZzgjr171CEtiP3jkfjVqWJsY8t/1/wAKhaMr1H/fVNK5k5akMj2ZO1Mf&#10;jRHFCoLiVd31x/WpPItn5MSt9M057W3b95t6HG3PP1quUxluRoJgPlxz/tCphb3DIo8uM4bP3R/h&#10;RHFD91Y8fQmrEcGAdu72CtjNEthR3I4oXJ+SAr327v8A69TQW8gJ3w5P97AzT4oVT5o4m9W+YVKr&#10;zj5EgZfquazexpuEPnBlZYOh+ZtvT8jmr1sfM3bU3f8AAs5Ofc1FbyKGDSRNz7kf1rRtXsrqZVnv&#10;pIxs+UyZZQOvXOQOegB+lZsnlJ7SK76mOOPbyTJFuz+OPbitmxnCIIJ7MMpwPMi2gr0xg5JHHOO3&#10;GRyKz7WeAqogvJVVR8qkKeeD0BPH4VqQ6pdSh0GofKzjKQiRUY457YA56ccdBjGIlqaRXU0JdCtp&#10;YI5Raea0rMWhjvhIIowAQd2eTycqfmAXJHTPQadYajbQqETyFXym8uRyF4BOCVyyhtwJAYBuBgjG&#10;Od0T7DcXkEV68cSLKvz7iX69uQB07/Wuy0u71a3uGnGjsokVTbtI0yRIrIuAFkTkcty/ykHt355l&#10;9TqPDnhR72RdV0eD7TJcMY1tIbOaGNY8H5i3lfOgO0A5JTqSDXpHhPwp4k1OVjpT6pMsHytZWupS&#10;NGFJCF3k3rIByp+YKoyQhGePN9P07R9SghvtSgurfdHHHN/xMlRJcHHXblQP7o2/dUA4zXqXw60f&#10;R9VW+vtL1O40G3j2R/ZohbMrCRWHI3l5AW+YqY8BSSSq/PXK5LmszX3ox1Z6v8J9A1ibxFBbeGLW&#10;6W/uJFJk0fULW8ZnKqy580MHY/3WzlVB3qcrX0f8P/Fvxj020ewsrnUG+zBYDFfW63khkVlwoWNp&#10;CV4BBJKv+8zngHwL4b2V3Yrb3lp44toIdQGNSW4s583C7dxWW0XzAyDdtwAAXhQ8neB9B/DpdYsv&#10;AVnp0PinwjJsAYSzoNPjeYSDZ+4khikk2bmHzqSokJA5YVheL1b6/oKrKXKlc948CwatcmG6m0ia&#10;IC5TfLqGmw28ht9qO3liHcwjQCRieBnsxZQPZPCcGi2GkvHb/Y7byZvIkgunllkJ35b5+hIw33ht&#10;BAJ7geb+AU8QXWlyx2ktrqbNGFt5tGUyooBRtqboyjDGGyu0DA4QruPcXHhPUNcsbPxNd2kqyW88&#10;jtDHcxyLKoDsCqkbt+9C5BIPOC2Rk3Rv1TfyOStKMo25l8jr7OTUNL0FdQtma63FjFFNsh+1LsEa&#10;qDuO0dFAzhQ3J4UVW8XpPqGmxxWt/aWlxFMixxmKOUQoBvkYkNztQIwGHKnBII+am6c/ia1uJLDU&#10;tduJLhXb7O1y9t5fnBC8jBYpQ24D7xLBWAxg5BrL8U6o0Fgjy6lHdbY5Mb7rIEYYrg7cAkk7mXPH&#10;XGMleqpKUI3d0rf1Y5Yx975nm/xR1Pxja3K3UbaLHCzCN1s5AkyBzGkbopHygMr/ALyJiTgD5mAD&#10;/Ivxw1Dxtc2LWtqujX9zbzw3Npdx68u68jeTcJGVBtWBZFYs2RIoUlQm58/XHxS8R+KJdXWXR7LT&#10;721sYUiksfO+0C9nVQ8S7EiDh1O91blDhsEncw+cfjZ8RPFU1lN4Q0vS9PdbGx8u4m1OwSfy3a4B&#10;86OUn9220qmSTnIbOAQvKqlKVmru/nt8jupxkraW+4+V/jHrdxoepXFrcfY5vMmDSnT/ACNk7E4Z&#10;Vd081iSGPyD5V4YBVWMeJ+KtDGqm1db6H/R2+zySPHdiaMJwGKBWHYMBkld237xAr3bx54y8SWsp&#10;1G0k0uObTIGUX1rpscDbY/3TAEAMSobcp8ws20b2fJr5/wDGmr+IP+PK71Nb21ZRNHHLbsqsp3Md&#10;g3KGI4yEXJIyBwK0pStLV/mdFSPMrs4vxDDp1q7FTdX32i3kEbafqA3EEBYy3nQnc24fd4wPQn5c&#10;HV9I8HLBb3lxql8szQs11HMycPuPyqEiYMxIT58gY+UAferW16+1mRmkfTPK8xmiZ5oiqMO8fCjd&#10;yefnIwenOa43V49GlnXT59AtcW8justvCMJHuJXYWRsY5OQCSAMAYrujUujm0Whk6tPDpO99Psna&#10;RY43V5hC0jMrsCFLrvQFTnCkZJBPOGGLqeqWIlhvL3TmkaSMHBm4Gepwr5H07Z47V0mpKxeS1tmt&#10;NkbnP7lghUtxjEfTaFxnkEnOCCox9U1rVYJxAluI2hXZm2tEjV0BzyFQHODyxOTxnIGK0jrqRJWM&#10;O7v7WZGlnlLO3C/LwvGAP/1VAt4GMYln27sbtxORx9fatTUp/t7gnTnuG6q0zsefrgY4457dayrl&#10;th+SHOePlzjPtmrJWhBLcZ2wQfN2G3I69KglnkS4Ns1y24JlgjfgMgHvjrjrUl4qmLc0MYUDOR1H&#10;HuKrNNNNBHbSXbNDGxdIWY7VJIyQOgJwMnvgelbQ2LTB5ZpDnymbpkMS2f1qAyADmBd38SsSP604&#10;wLLwu3P+02P6VHNbORiYsyrwF+0AgfQZqyWw3ITjYP8Aa+Y81CW3Dc7N1z9PzoljkB/dBiM4+U81&#10;BJaMz/Mh9uP/ANdVEyJTIsaBcD6qvP8AnJoY7mLbffAXpVf7EvYYp0c2qQ2LaTFfstuZklaAfd8x&#10;VYBiPX5m/A4o5SeYlcvt3Oh2nuwxTPn27mX5V7bRj/61QpbyE/M5ZvSnbHI65A700UTI4U7tnUdm&#10;FSRG3XmTPr92qyqyHOVp7SSlfvr/AMBUUyZEzSpu+RPxI5oaSKGPzGg7ZPQZqum7GQN1SMsjL8+3&#10;2AP6UBzFu/fS4LeM2+pR3EzsS6xIwRFwMDccZbOc4GB6nNUjefNlcL+VNZHOVK/rRHbg/fT9aqIm&#10;yxb3Bc4b9KnDx/eI/pVIKEYeXDyO/NPGXXbtbP0qQRObhMMQ/HbmohNFn/WUxUVWG5VpxEeeQPpV&#10;RCxMLiMcZY+rAVI7oUBD4HuKqKyAjaPvccqOKk4CZI/GqLJUltlGS4P0pyTxZ+V1/wCBVWj29sH3&#10;pkojLZYUJAaAa1KZeVePeow9k7fK68e9UyEQhSin/gVGyNuPL/75JquUzLe6zckB1pDFadfMX8Wq&#10;q6r/AACjPGSKYFrZAo4eP/voULFBIwZuOetVd3OaVZFPOWo5fMDRS2t/u+aue3SprfTGm3SRReYs&#10;a5k2pkKPU/jWZFPCD/rD6VOJSq/f/Oly+ZPKXGtUHAjX8ulOgt41YsUHTFVlm8xQMIvUk85NSxz7&#10;BnNPoD2LiQKVyYh/31V2US3oVry5aRgu1SxOcDp3rOt7lJOBjP8Aeq3HcoD8kgb+tC2EW7WwG5XL&#10;/N6KTWhaWgPPlr+dZ9qTNINuxT3ZnC/zq9Zr5mGSZMf7DDmi+paZcjsIkKnyffOOtXba28378kn4&#10;tUdpa3ku2NZHfcpZF/vD1p8TRhtrmmyrlq3t1BwspbB4xWlZoSVR2+9/eXp+VU9P+zNIqm8jDMf4&#10;uB+YFakarEuFlTIOd6uKEST22lus/Hl46bv8itiwtUDbZZwrfxKi/e/IVU0rUooIfKv9MgddxLTC&#10;Qh1b1AGB/I+9aljd27Sbc98qy1LZUS/aW9pDGreYPmOduDn6etdB4XtJLm78nyY8YJWWWP7oHfrz&#10;196Tw/c6Ylqy3trJJcHaYJluAqe+9SpOfQhh7g1uWGp3MTKsK7dq/eLZbnryakrY6zQvtOtWkel2&#10;txGs0Lb5pl4EmegC46+3WvW/gf4M1EaskcNw+LdVM0lqxVypI7cc5/D615f4FuLuTVrYnSstI42z&#10;Rh1Yc/w9AT7Dg19e/s8eA11rW7LVTbR7vOG5xtRg3Ay2SCGwfujv6gVLNo3aulsfdn7DsFp4R+De&#10;oeKtcsUga0t/MlumtTGzRBWY/MRucfLnknrxjgV8K+LtQh8Q+OdR8QW5kka5vHlLbcKCW7Cvvb45&#10;32m/CP8AY31K3xKkmp2iwQxvdNMS8mP4j22KTjoOlfAdnamGRmf70i5VuM8969SHu00jyZPmqOQj&#10;xoGIkbaevWinqkQRVcqpH95sk0VQGgjLHcC8vCfORRn5flX2A6U62aNrdpbaVmaRjtLLuYn0APQe&#10;/QU6K1SP57iGSTPO5jjP+cU+FTchpnMdvGg/vHj246mpiaEaWyRJIbsptRs7cglj6mlu7lnjVZUk&#10;kZmylvDHhVHbJxj9c0hht0ZRDFI6t0LLhceuKt7ordY47bdI+3MkmPlT/ZHv/KpAjhto5Z2e92xg&#10;xDdu5AGOnFRyovnCOJ1jhU53FgN34en60l4EkTfczMm5sNydzVI+kWJZbm6so5/lzGtx8yj329Pz&#10;oAWP7Mv7yOVpH6K23+XFZ9/pVtPIyXtuszyHO44bp0AOOa2Y7d3jIdvLJ4bYuAvsMdPwqK0tBczi&#10;/B/cogHmMeAPyH9aTLPj39qz9kXWdVudS8V+ENBaazutzXlrCmPJIHLqO47n0r451T4A+NbaRktd&#10;DkkUNx8pB/Wv2OlsNOlVWvoysMrYhWZWzJz1Ckc07WPB/g2/jhtrjw9azKvLLLaocn8Qa86tg/aS&#10;vF2+R3UMZ7OHK0fine/CHxzbFg/hK9O3usOf5Csm68DeIbUf6Tod5H/vW5/wr9r5/gx8M5SIpfBG&#10;kSPMMlW06IheOO1ZOofsy/Bu/dVvvBto/wA4U/ZJJIQM+0bKDWP1Gr/MvxN3mFP+Vn4uPoF7GAJL&#10;WVR1+aMio20iRvurn/gNfs9c/sf/ALOVy+H8Dx/u8r+7uZT+ZZjWTefsQ/s73jySf8IHtjGArSXA&#10;Ib14K5/lU/U8R5fiT9ep9Uz8cpNHuFP+rP8A3zUT6VOv/LE+/FfsPef8E8/2YDDi/wDBn3hn92wB&#10;/AY5zWZd/wDBN79lea2luF8HXirGv3muIxj/AMdo+qYjsvvD65RfRn5DyaXNn5ouPrTRpBIBxX6w&#10;3n/BLv8AZmniEsemajAJNqq32pSxz7Y9Kym/4JO/s+3cbudT1GHb8sexC2W9PvjPuRx+NL6viP5f&#10;xD61R8z8s/7H3jApw8PzMf3cI/76r9QJv+CQvwjcyZ8V3Ue3G1Y7fc3T3k4rNu/+COfgR/8Ajw+I&#10;c+ByS9mRj/yKf6VDoYr+X8V/mXHEYfqz8z28NzrksG/CkXw8zDd5jf8AfNfpJff8EadDa5a00r4n&#10;szA5bzLQrgevVqym/wCCNd/cpJPY/E21KqTuaZCP5Kf8+tT7LFR+y/wL9vh3tI/PE6I6/eLA9qa+&#10;kz9l3V+gR/4Iz+NZ5jbWfxA0luN27fIflxyeYxWPf/8ABH/4hQBVsvHGk3DN/wA81fj8SoH61PLi&#10;OsGL21H+Y+ETpU6ceXio5NLmdf8AVg/jX3Fc/wDBIr4v8Jba9pjfL95mKj8yayrz/gk18fo08y0T&#10;Sp1X7x+2BB37kkUfvusGKUqb+0j4rk0mTr5X5NTP7O2H57dvpzX2LL/wSm/aMaPzIfDVi687THqC&#10;84rNn/4JY/tMqskkPgyCQK2GaO9HH+NPnqbcr+4zly73R8mHT4nfebduBUb6faDczW8q/wC7mvqG&#10;7/4JoftPwPsT4dGbsojmRs1m3X/BPH9p2CXyB8HdUaSQfLGsP3vcY60+efVP7jP3e584R21qPvQv&#10;7cdKd9kijxjn/Z8npXv13+wd+09agySfBDXh7fYzn+VZs37I3x8059l18INaVujIbJiR+BGaOdsP&#10;dfU8ft7NJApZpP8Aax3q4lgkjbo9wA5r0iT9mv4vQlhP8LNWjwef+Jey/wBKqt8DPH1vuEngfWIw&#10;nXdpsmT7/dqJSityoo4eGwiLZWbHTdujq1b20MeCHcgH76xjcB+vFdQ3wt8WacFlbS7pSWyvnWLr&#10;/MYNCeD9ZWNWudIhBXgOsaqx/EAH9aylUiy+WxjwWukpDiZlkYyFsPDjJbqckEcY9M1es9KsJZI0&#10;glhYLzhI2OSCcDOOPTtmrkXhy4272spi38Rjujx7dD/Orlt4UmulyTtUN8u6RCRxxnJUj68n2NZ+&#10;0jeyYyXSdIjQeRq8bSKpwhmj2syt0bJ2qpBBBDcYByOta2j6DDbW0i3+tPbz7XU28YLbyMKp3opV&#10;sHvnBxnkVWtPCurXDw6ZazTSb/8AV+Wxyx54VFJIOT8vXlsV0kcGsR2EFvqkdwliWkFtJfRmNNxb&#10;5/L3hMjP8JYgZzjOKzk3vcuLibekeGLKVX1SSxaSHYpaa1vLh1j4YsQnznJwOAp4wABg47vwX4d0&#10;u7XzLb4jTJJH83+m3bMI0CM/mBswr/yyY8gjnGDxt5DTrSwaCxsXjha5jmwul2+k+XGNoG4+ZbnL&#10;ZJXO4HgAg5rt9GuNNg1wxwWa6TIUzLcR6oIHFuv3RullTZ8m1SMFTuJJcgLWM5Pl3NeaMd1c9S+H&#10;PhrxBqunXSweMpZDbQPLHfXoy5cyjOxykrLIrs5VmZCxYbRhefoj4aaP4z8X6bJ4g07xEdJ0dpAl&#10;yqs0ilyPLLCOFneRt8bffVSVKht2Y8/NmlDw3rMNnZ+IdY1qSz/tQQrdNeNfGaMCQo0FosaSKd0Y&#10;cqsuH2ghVOM+1+DrO38R2lvpmoeP7iSCxWGNba80q5sZHhyED5Zz8mSERQh+/tOwttrllKMZNteg&#10;+VyjofTfwx0nXtPkW8v/AByuqXl4lyln5skpcPsL7UUwmJy6kf8ALNhuBBPz4HsvgnxDfadqcz6p&#10;5buFzdXi3cZjJjZTv2+WXO5Wd9i7jlpWAU8n5c8C+L4LWzs9Lsore6upEDr5PnecXzgmNlthIT8u&#10;Swb5mDHAB59httQ05LDT9Cv7K9tLqSznnkvriMh2kCjIceSsm4qEbzAMhSQVySSvrErJ2t31f5GO&#10;Iw8dm9X5Htkusa4iwyf2haxXXliTylukEMgMm3eW3K2MfKu4KwHJ6gDkPEXi2K8tIXv9Xs2hupHS&#10;NbnWU2vHsdCQUGWBbcu4tjJBXkBjxWsfEObQfD0n9tT6bNNNLJbbgwkMkiKRI7F9jAKzoSjFQVbP&#10;I5bj/HHiFtQ0COea7ht5tPVhqkl+yhbd1IkB+cfvAsu0EEZBLcsyHF1K6cV39f8ANGFKnaW1xvxX&#10;1/ULHTVvNQ8OajqjXE0Rmk0q8ttttG4Od0iEqSvysVDkElMHaQR82/FrWYZNME2r2OqWwub5Ibib&#10;7VLEzR8kqyFZG3Y3kHrvnBb92Qw7TxJ8Qfh9e2Ms01zHJM9ukv7ieK6SJMs8mA0qpgKFbaETIYkZ&#10;Awvhfi63gvLJ4/7JjvNPjud0M01ms3ljYEk2kKo2Btu3kFemHY5GPtFKKbsn5HYo8kr6/ccP4sn8&#10;PSi6Sx0m8hlhupnkt11O3kZLfzpYlEpMZYgZRtpJ3L1JwK8h8Uanfm0uLm/a+mjEmy0aVhujMY+Q&#10;CN/u5GM7xkHAGBlj1nim11i81aGz1KcwyQ3ReNY9YumklkVdjAJyQdoI2bgw6YAC1x1zcazaaj9t&#10;bVlubiB0aZ5o2kjRi/yjlimASRwoLcZH3K7KW65mN/3TiL3WPDb3ccOsac1nbtIySKsKGVAU5kCr&#10;GhYZA+XIHQkgkY5DxCulxyfY9Kv45o3k/wBHjjkRpY2DgBW4+UHkthmAzj3Pd6nqGvx3Db/FQkZd&#10;5eSOVjI7YJ2lg5LffI5JyML90YHL6/pniC4u7i2keG4husDaWbayF+y7ePu5HAIz2zmuyMoW0MJK&#10;Vzk7zU9dnfdNerC0q7ZGaBMsQmT91VXOM88DI7cCsW9kMk7qdTZ042rMNuDnpx949O/Qj2rqNU0J&#10;ra4Fxd6bCXaMI0KwgjsN+CcAkAYbAP8AKs+fTLeZlM0UsK4+Zo4VZhz1A+X2rSMqZk79TmLi4urf&#10;Kxyrtk+WRTH8p/PqPzqlcyXJG+42456ZGf0rpJ9EhiuDLA03qHlVQxP4E4/P8az73RoiFBhU4/vE&#10;DHp3rRSuRGPMc7LIRkLN04+Ud/rmq7OMsC/3uM+nvW/LpEJj3eTGzdtrE4/SoH8PoxaUWq/7u2tq&#10;clEtRSMVlcKcdOzFevt1qNkldf3Y9juXGP8Ax6tabR7hdqR2+NvA2pj8yB/M1BJpN7Kdps3k+XAC&#10;r0GRWyqLqRqZUkTBcvIrc8gZ6U1QRyCOlaEmjMkjRyKyup+ZG6qfQikg0lnlULGZP9jdtz7ZI4/+&#10;tTVSLMTO3MSTsYZ9G/8ArUSfIoOzHHRqvHR5AOmT/COP6VHcWFzKAXXOB9ce1LmTHysouQjYRT7k&#10;Hp+lSC5RXUu7Kuc/LU5sSnCrnaccUn2Fi3Kg8e4q+ZCGNdRSyYiibA/iY9afEiuuJYx+K0i2G0Za&#10;PHpgmp0tpSoCIq/jzSckCIttqE7bvQLSFI1+5Hj86sJYNnJk/HdRJaOv3VLc9SaOZAVxGzqcA/VX&#10;o8pSeT/48acbecHbuxn2p4spyOF3fSqJ1K/2QBt+9vzpyjA/i6/wtVg2sqL8w/BqQWxPUUXGkQrF&#10;CxySxY+rCmvAOmW/4DU4tyOQB9cc0gtm37iOPoaLjITagjeG/WnpbMfvL+tTi3HXB/76NBgYnIPH&#10;+9/9ajmJZCLEKcg49qa1kjnPmfhVpbUAblLY+uf6VGbZ1Gdmf9k5p8wb6FVrFg2d/wDKnranG4/j&#10;Ui2W48ZX8aVbQwneJDn2NXzaA0RvbtyTn8qjMPZT+dTtbZ6SfhQbYg4z+NPmM+UhFszHJ24/3xzT&#10;4rOLbtLLUi2oxu8xqPJO/wCWTH/AafMPYT7DzxLkfTp+tPjsyv8AnrTlimAyJvzFSKHzyT/3zRzD&#10;Gi0yOXqRLZw3zMv/AH1SrHKTkNUqrMOWKn8TSuA6GBWP+t5+tWY9NnbgKMfWkgVsHLVYjmZTgt93&#10;/ZzT5gHQ2Fxu6quP71Xo7Jz/AK4M1V4JMnhlX/eIq9CLlsF9rd/lxj+VCkC5SxHZIGUwKzDHDSRh&#10;T056E/zq5bwbWweKhtrhoxh4eB/tVeii8whxF+GabK0JbW1MgUISc+i1pafHPbzRnyEk2uDtY5Vv&#10;bjnH0INQWz+SVW4ikVv97p+GP61oWu6UqkLNuUdI+p/KkkZ6XLdus043NYMjM+Y/LcFV9uQT+ZrR&#10;0iyu5ZDthkPzdFUc/rTNO0p5GSS3ufLkwTuZ9oP59/xrTsLTEizNdSM275yq7s+3UVRorGlp2nXB&#10;k2mBwO26MKK6bS7M28SxsNzMw/eBeR7Yz/IUWU17pMtvd6bqcN5DJCN9pd2nlj/dIByCPVSM+uMi&#10;tDR7C6F81/eXTSLu/wCPZflH65wBWb0K9DvPhzpQe7jggvoU3R/NG8LnP4bd2fr27198fsNfCC61&#10;rxXY2mk3lvNFDGHYxyNGd/Q7A25ULdMHAJ9RxXx/8CPCVzeJFfXWkyF5uY5Id3yjOPmYqR+WK/Ur&#10;/gn94Cj0/T/tcN8QbNQxha1dQDjGfmbbkj+LHzDBB44qlHnqoKk1TovzMX/gpv44h0rRvDXwr029&#10;+7H58yE7iV+4m78FNfKElmdKs457uXg8L78V6f8AtleOf+FkftAauzXTNa6dJ9mt1yAAqcDGPfJ/&#10;GvLdSb7Vcm4m3PsXCI2cL6cV6XLzM81S5YlWVxnKtnPPFFNjbA+eTJ9+1FacouY3JVE97FA10ZpV&#10;UGQxrhIxjoTjmnz+V5bGQqFPzLuOBx0p5mdrKS2t02rM+GZjglR79hUdstpNam58xcqoEaquS/Pb&#10;/Guc3JIkSVknYbm43MxPTHCipHcK6faZVy33Y14wP50ryyW8K6jN5hmxhIQcrEO5J6ZxS2MDBTLb&#10;BZG3ZLZDEf8A1qACCCK3mVDEBJt3KFXpmhbUiNrmSbfcNIqfeBYe3TA/pUlvZAPJfTXLbpG/eS8E&#10;DjoOKFWGNVdWd1yw4XJP59KAFxeX5ktomijhXgmNdzP6888fTHvT4TH9mYRFV2/ICx5JPeiN/LtQ&#10;81q7Rs3FrC3zSfXHQU9xehVmu3SPnC2sMXyp7E5PNTZlRFjjhsALlbaa6uJGw0zDhR6DpUwkaYeU&#10;luV9ZNoz7gZ/wqCVkuJJI1mZm27QSu1U7/jU8MsNhYAJNwqguxHWpKH3LINQUTt92PCxpuOOnXtU&#10;Q1KSeRpY9zrCCoxnb/Ki7MxjjaeQKs/z8LyQOhzjpTY5IYLI2Vp5hbzMvI0pJ6dP8jFBN0Wbq58m&#10;1hjILSTLk/NtwPf/AOtTJLhpZltLRdzK3zP7/jgDHvn6CoQt5qVz/asqwQQx/I0m48DsB1yadawv&#10;dXSvHuW3b/WPu5Y+1AEktyk9+unWdxHIy8XEkZLKg543H6jp1JqxdxC4ePTxsWNvmk2jl/bn+tQt&#10;dpYQu0NurXDFhHHy2xMkZ5G3JquYtU1M7FkRTIuJGMjErn9OnHpjigZaubiO/vlt0j2w2+WPzZaV&#10;h3yOg9vbvTpNSfzlnisZbmTGdpcBFx2x2H61CYrezha2sWUNJ8txcbuTzzigpHdN9jiV/s6rumdo&#10;+GXqSfbPv0oAkWQpawxMN0k6MJpI/wC9zwBg4+tPt72e5u1s4j+5tlyYVbjd7nufbJqCeaXUQHXy&#10;7e3hG2Hep5HTdjqTn/Ip0M6zeYPtMhjb5FIG3K45G0etAFyNJJYprp2zuDF2zjOfU+n/AOqnR3Cw&#10;27W9qFcyL5eCQqgcD2HUnqfrVUACz2wptzlV3NjZxjPTrjpjmnwFdMs49OtIdrK2Aij5m/PNAD2v&#10;poopLfzY1a4jJbByQpP8+OP6VJpkatH5TjbHAo3ll+bAHNV4JI7e7e7uoWMkm1dqsNzHnk1OLa8u&#10;b6ayuG2ySNuKt9xB/gP6UC0FjaWWaEi0ljjk3eXH5ijcfU80zzLS2ZrISLKysxx97Jx3/wD1Ukd/&#10;DHqCvZ3KySKmxJOdo/HHT+dRzoou1tLOVrmVptn7uHlueexJ6k+/FBJfgjkSJZr2dmYcnsPy/wDr&#10;Uy5lsoS1jHFLNLt3M38Kr/wIj+n0pHLyawIFuUbaCjAdEbpzz1+nNKXs45FjuLjiSTH3fmfnsP6m&#10;jzH0IIrVIx+/B27hsVW+9x04/WiHTordH1C6aJZpZGC7vvEYxtAqWe7mkAeOBB5ch8kzHB3HHPQ9&#10;hQhVFkkk2mRv9ZJuJI+XoPzoFoJaaaLO3wszNKcpDG2PqXc8AAemR/WmWMLARRWASR5FBkuEhOEy&#10;Pfqc+masMJ2uZrKGIMyx4xIMAH+9+AI7f/WbFbXF0sei2s6qEw9xMi4UNjgD2AP50rANl0m2muf7&#10;PYMWbBlkaTPHvxz+tA02wvEmt9OUR2sPE00ihFfn1BHHbjmmiaK68uDSbg29qrH7TcSfK0ir2BPI&#10;BPpyRQ0R1GJUhkC27TDzJI2+ZkGflHTGTjn0GO5pcsQKNv4L0GWP7M9ha+XK/wC9326nvnJzk8U3&#10;XfB3hbVLhYrTwxazKvyoZ7ONFPGMkFM4Ay3bJAya1LjypbhQkLLD0RTJlnx0J6DH41PqE+LhFyqq&#10;sIWNNuAXJ9cc0csX0K5pdzntQ+F3w2Vmgh8J6PMwt/mYafFtLE9funP1rPf4FfDC6gtIn+GWg7VQ&#10;yXFxLp8f3dvoE557eprr54YIrJrW4vkjkkh3bFYgsrEcD24A96Ro0vomkdwtugWNf3m7OBuJ9MfQ&#10;dO9T7Km90g5p92cTJ+zJ8GdQZtNk+FehzM0mZbmTTIgUU/dVFC4GfXjjpnk1Xuv2YPgC3mSWnwz0&#10;lZYWMe5LIIEJxu5XBHp1r0GVbi81JogzJbpsOPMADtggdOew759sUy6Nrpkf2NIo2DFd6x7iF6tg&#10;7upOD6/jU/V6L+yvuK9pU7s85b9lX4JM3nWfgWxWPZl1jZ/3u5g2W+foCBgDHJ5LYFN/4Zh+Emk3&#10;pl0zwJtuyFSF2uZAEQEjeF39RxtPqufp6RdEzNJC91tEbqLiOP7sZxvCE4wSPQHq3NPt/t0Mslxa&#10;Qt9okhEgmm6R9txHJPGcDGM4yal4TDPeC+4r29b+Znm2qfspfBbSNLWBNCaErD++jS7dlCjnZ8+V&#10;HAPqPmPBqax/Zi8BWyf2rHpV1BO8I8topwillwVJATafugc5zjnOBjvyIlt5LtvLKwr5ivcSEkyH&#10;aBnOc/SpTd/a4VmheTbNKElkD8cH7oxxnHX9euKzll+DlvBfcV9axH8zOT0b4SaVZJHqF54gvpXV&#10;k8lpLjou4lVA4DDJGAQeQO2RXQ2n/CT6U0Oj2GoStZxwvEZL5mk27thyPmBJBUgZACqSAOavxXb6&#10;f5lvBbNJcKAI5JGysec5PXqBjAwevtVeN9S1C8McB8u3t7gmSbJHnN0J+me+BnHFYyyvL5aOmili&#10;q/SRXlu9cmkmuNS8QtN5itJDHLEQschLNldrBlHzEcEE8c9c86PB3i/VmM0vj3UFtoZNy2FrCixx&#10;nf8AdOQcglj17gcnGa7YXzHVo5WZliOVhht4cyOw+uBlunJ4xWebl7tNS0+0nkYM22aRW3uZWYfL&#10;nooAI6ZJNJZTl/NfkV/V/wCZP1qta3Mee6h8Cr/xHPHcax451KTZGEjkmEUjLlVxt3qV+UJgfKR6&#10;cKK5fUv2TNJ1bSZNMGvXGIcFozYxbHdc4ziM55YEkEdG/vGvcoUhaCRrVsrZsFZh0Tbwec8Ht+dR&#10;XF0YLZLaF4RJcx7ssh3A8DcF2n9SP5mm8pwUpX5fxf8AmVDG4imrRZ8w+LP2CbeZftEXiuIXEl7v&#10;3HzMcJzgqowd3zcYA+UEEAVyep/8EzPGEsaxWfibTI90axr5l3NkKB04Q9f/ANZNfZhRJL+LUL6w&#10;Pl26r5iySBVRSwOTn1KrhT1I6Gksp7i71LdJDIqhcrIx27mJJzyRyc+2B3oWVYRbJ/e/+CV9ert3&#10;dj4M1f8A4JffGIzTQ2Pjjw7IY1I8syT5VQTjgw46njHX5sdCRiah/wAEwPj5JCrQ3nhqVZH3bf7Q&#10;kAxg5zmIfQYbr+FfodFbw20U141pumuJnTfIxwgVimR2/Lg9aZcR/ZYbXSNKtfLWe5SOSVgWOxBu&#10;PsAQMevPNV/ZuH8/v/4Bn9aq+R+b17/wS5/aW8tdSGn6K0Mp2oy6ovJ5JGHAPA/LIrNT/gmH+1Eq&#10;SSL4ZsWTzGKNNq0CbsDJ2/ODjrX6cX4tbq8+xW99+8jZYpSFJ8vI3GNBxglSDnByCD3BptvYwWEs&#10;l7EjF14aX+4eFwM9Oe1H9nUVs2H1mp1Pyu1X/gnH+1BaIJX+HMc2ZAiNDrFqzMxIwMecDz7isrUv&#10;+CdH7UNs/lSfCi+3CTYyJd27ENjodspOfbt71+r8+mWsVr9h06xRZp7iPd82WQD5tzbh1+Y0XVho&#10;sLxyRXkLGC4UyRxgFVOcfnntnOT2p/UYrZsr61Lsj8jJv2B/2nLOX7NN8GdaabcFWOOLezEnjA5z&#10;k1h6n+xX+0dbGYT/AAc8Tx+U371W0dzt+uF4r9k7WzS1vpNRS0WaRPkXziI9zbs9sk9f0FMsdFWw&#10;ikZ7FpriSXfJK0w9c916AZGMCn9Rj/MH1qXY/Fm8/ZT+Otm7JN8JvEyMRkM+hyrx+VZ17+zp8Vrd&#10;2ivfAOuRsvysG0eZceoPy/41+2dxpaNqC6gmmq0sSfNNKrSbeOcDIA/Ki00q2GLm727pJMBo2wSP&#10;T/61T9R/vB9Z8j8O7/4J+L9PkYX3hTUFGceY2nyqD+aiqF38NNTgOW0KdTu6tCRjp7V+7J07SbZi&#10;17pkarGrPIhj8wnHI47npVW20TTtQWa8uNERtzBY/Ot0U/Nx0x1PTtip+o1P5g+seR+Er+ArkNt+&#10;wMpxkbqrzeCbuDkWvXtX7rW3hDwneXCx3XhuwaNI2G+SzjZWbn/Z5z7/AIe+bJ8MPhneWUst94B0&#10;W5kTedv9jwfMcnAUbegGPfNH1Op/MivrC6o/Dj/hFJlU/us4/ux8mq7+Ebg/8sm/Ov2/u/2fvg5q&#10;Gnfar34R+HVZmZVjfQYlkJA3EqCnzDaeoOOCPUDNvP2U/wBnPUpoA/wf8NSI0Ss23SY1Y898Cj6r&#10;W7oXtafY/E4eE5hzJBLn2jJ/pTo/ChALGGReP4oj/Wv2j1v9i39mKa38+X4H6AJN37mG3tRHuz6n&#10;qcA+3SqOpfsG/sqTRRwR/BawWRmHm+TI6qg+m8cUfVq3kL2lPsfjU3hpkXaUkX/gNMbw2pG53f8A&#10;Ba/Ya6/4J0fsiyzZl+GitlufL1K4X9A9Zuq/8Ezv2WLm88i38A3Uce4r8mqT53egyx9qPq1byD20&#10;Ox+QraApO0M3v83SgeG5OMTf99MORX6z6h/wSw/Zg8xbWLRdWikZcsI9SYhSe3INZuu/8Eov2b3u&#10;PsWlXmtRsBiRxqClVPuTGc0fV8QT7SJ+V0vh52Cl3b/vrrUcnh9t+FfFfqNf/wDBIv4JBWeLxZrU&#10;Sjb5bPLE29iP+uX171k3/wDwR/8AhJJbC5T4g6ssjc7ViibA9+Bj86FRxHYr2lM/M0eHR1Mh/wC+&#10;akTRHTlZf/Ha/R+//wCCPXw+jgUp8TryN2+6r2CY/nWdcf8ABHjQWVhpvxZkXaMsz6YMDn2cVPss&#10;R/KDqU+5+eI0aVzhTn603+wJ1lyy19+S/wDBHu8Ikmj+K9uuxv8Altp7ZI9cB8frVG5/4JDeLm3G&#10;z+Imncfd8y2kXd6euKPZ1lvEqMqPVnwk2jT4+4frTG0OcJuUgV9vv/wSM+KZlaO38c6Oef8Apr/8&#10;TWdc/wDBKH41JO0Nr4i0V9pwN0sg/mlPkrdmHNT6M+L/AOxLwDOxT/wKmNpN23y+QP8AvoV9h3f/&#10;AAS1+PUIYLfaLLhc5S+Pr7qKzbr/AIJgftHxQC6XSNNYZ4C6gmf1xTtU7C919T5JbRbkcNb/AF9q&#10;d/Yssa8wrX1Td/8ABNr9pe22xL4UtZGZcjy9Qi/+KrOl/wCCef7S8cvlv4CRsLu/4/oDn6YfP6UX&#10;qLoK0e58y/2XJ/zy5/3qF0ucHJj6HvX0RJ+wf+0zIWC/CG8fBxwyf0aqNx+xP+0LZnbcfCfUN2cf&#10;u13fyNHPLqieW54V9gmPHln67aUWM6Mu5C3zV7VN+x98f7Q7v+FSat9Ps7NVST9mD44xHFx8J9YX&#10;/tzf/Cq9o+xSieQ/Y1w2Yj+FPh08n5ucf7VeuSfs3/GEjMnwz1Rc8KpsXGfYcVnXHwH+JenyEXXg&#10;TVFx1X7KePwxmj2nkHKzzxbTaNoWpVtJnPyqvtXfJ8IvF7jc/hDVFx2bT5P8KsW3wi8VKxZvD90o&#10;HZoCCPwOKOfuHLI4COykj52rj+L5auWtpNIwEkQI65Nd0vw0123BeTQ5uePmhwR+GKIfAl6F3/2Q&#10;23OPnU1SqR6MXKcrZ28mAQFUeigVqadbXd5cLFFHz3byyyqPU7Qa6GDwHcTrtt9EmP8Ae8uEnFX7&#10;bwedMto5PsixuchpGMiMeehpe1XcfLIxo7GSEbXjt5TtzuUOAPyI/lW14ct9FdpfttxJDhA0IViy&#10;u2emc8cV0+haI11pi6PBFu84jKx3ETt9VyCw+mea1tK+E6yXUhvNHvrgMPmaSBsjkf8APM55/wAm&#10;lKvHYqNGW5a8PeCLa705rzZO+2MblSIAqP8APqaq/wDCOwNrscazxBY+VWRSOfQ/Lj9a7Lwv4XOh&#10;W81nFpU/ky5zHJNMhH/fRJA+lWtI8NX0Oq5m0DUNpx99kZAvrhsf4+/alGtGxfsnfUrx6FJaw295&#10;9giuI9wE26RmYg9SNjqMYrovC/g3+0pGv7W1it/337i3wW+XsGyOv4n3q3beENX1C6ez0z+1JmZc&#10;RvCikKAPugZzjHtXofw88K+LNGuIdP1O7uNqzb1Rtis8hAGDvxn6ZxxS9quo/Z8p7H+zb4DM5s/J&#10;uYZJLj5ZrWWQrIVz98beoHscevpX6P6fc6X8Av2dNS8YQ6hJJ9n02R7druT+LGEUDGAN3OAB1Oa+&#10;Tv2P/Cmu6HqMOoX89l9kkdA0P2rdGFzyWLMu0gj149ex9h/4KIfFzT4fA2lfC7SL2GeS923V4yT+&#10;YoiXgDgnPOT17V2YO9nJnDinGUkkfIV9qV3qmrXHiLUJzNcXkzStI3U5NZWqahM160aTbY8YYetT&#10;alfvIuS21c43KOT7+1U7rMgWVk3Pt+bJ6e9elFaHJJoIrewgX/SMsW6bT0oqOCWVl8uGNSF43M3W&#10;iq94g6mOP7TcO4XEZUCNTxx6mpYTJBKbSxkaeWRSGby9qKegA/xP1FJp1zFMZWEjSmNcMyr0OP8A&#10;PY0lrHFErSTzrFDHncf4nb+ZzXKdo0Wi3RaxuZvMCv8AvFjO7c2Pu59PpVqcKlp9n+7GJNjLH3bP&#10;3eP8iiyuIrWBL1bQL5m4Wsci4OMjLEZ6nk45xRHbXVxNHBcRszK+4hzuzx3H1/Cp5hxBLGV7fbKh&#10;xnPlq3t0qT7PLFGsTI8kmzG0DhR179KHnjgnWJLrddSt94yBiuegRV4AA69etNOmrPeKJZpPLXmR&#10;iclvc+p/SjmGF1FcyyR2kc21mX52i7Z9T9KsXZsNE0uOKyl8yZm2oo55z6k8n6ce9Rw3Nq1xNZ2U&#10;TALzuXrj0P1702S7t1CiSXdIJAix56N16fT+lLUCa2hezj8+5KmSRs7RzhfxNG8lWvm/eSP+7tYv&#10;4E/22H/66c0NzcyKj5+9uzwufx6YHvRM7SmHTIrqNFVi0zwDcevAHAzx+tAXI5Egl1MG/Vrp1jDE&#10;uuV4479B7VKrSXl15YhVV25CqpGacrQXl81zDEsdrCu1nlbBlbuT7cUlo186T6ow8mHbsj2twq+u&#10;enNPcWhDciH7Ko2qd03y7j07fmT+gqS6ZbWC3R2K7l34LZ9hxTYoPtDfulMcMbBkkkbczAfxADuf&#10;fNWJHge5IgtZW+Qs0nAwOMDJNSMhaG6lhMskO3/YjHbtkn9cCp3uILe3WGJW3FTwq9zQn2jU2Zbh&#10;vLt1XKr5uAMdyR1/WlsRFJJIsO1ok+8yttDYHqe35ZoGR+U8Fh505BUHgtwP6ZqM2s+qgjUryRYE&#10;jZpNylgVHYDp/LmpXe5v4PtN3I3klgYbWKLAOO5OCT+g9c1LApup90yt5Sxnc24ducZPAoAj82W9&#10;fybeBgqxfKrMMf8A6/61I1tJCyo5VQvT5hgHp/SiK5aVha6bM0YaImSXv83GAc+mf6ZqO/j07zob&#10;Wzk3si5klkY4HX19iO3egB1vc2t0kmoS3SrDGzCORudvuBkDPvTrGV5br7baq8cTArHK/DP16AfU&#10;np1x7VCZBPC1zs3QvIfJ/dlVPJwR7YGfxqa3WNGa8uTI8lvCy20e7HzHpgdOuOaCeYbbO8FxcW+m&#10;RyRspKtdNJmQADHBySvP0qRrCOGOCKNmB3Ddt3ZkOMnJ6senf69qjsokgt1tbmfEcbF/s9vMf3jH&#10;nLc89feplllfVLdw0zyDdsjjziMbe5/+v+HqBcW0s7iErZWFrht22SZhkj1/D/Gm3s8Msca2BMhZ&#10;sSXA53HPO3tj35zTLpIUYWEk26OMktCp+V2yclz/ABHPbp9atl4TBtnkXbGd8js3yqvZeB29AKCR&#10;ILKKBpIg+5YfnZ2PUnnj8+1EstnaXMMwibzXj3Rw8ZHufTueSB69RmM3SXKm+ZWWOQ/LvBDOM4B/&#10;GprKGNLiWcx5lmXALHp2znngf0oBCGFvtqMlos0isGXzGAXJHX2AB6n/AApElNo8lpdXaTzSNudo&#10;F3LjIOBjjGePeq+bO6jW2kujJNJlpF2h2d2PA4HHygde31rQFsRcNp0bpGxbkLgvx6+gAFBVrkc9&#10;isSSFp2VpGEhaRlZ5CCPXJPsMYFLb72P9maK4ULCxurmRicDP4ZP6Uli4vkaayi81oww3bRhjk8c&#10;kD69BTIphFdNbwlJEjH76SOQFc4AGMdfqePTNBIy2KXUk6F2kt7WHO1eAWxk8fpVqKO3XTG1OeN1&#10;wq4iX+EH1JPXPSot1xpulwpFCttHLOoVduN4ZuSM5Lcfhk/Sp7q0uI1ksvtMeEbMrFg3ljsD2z/L&#10;NAENnCILz7GhLTRyBpWkkJwSc4AB7A/Sm2q/YJ/Lto47i+nkfM9wSUt1zj5VB5P1NTW0UOnK32ZN&#10;7TL5k9xM3Lt+HoMVCktzLG6WreXHuD+aYxubnJCjOAPc5J56UASRfZ7K9mvdzDzpAjXk6AkqAxG1&#10;V6DAbAzjC/m60knuJGmtbcxKkQVWk++Mt97/AGRzn14GaJbBrm/WW6icW8JWRstgsoQgKAOg5P14&#10;9KTUZ5L3S7i5nmW109WUSLEp/eDPA3EHtnHGKAINPihVVNq/2i4Xb+/lJKxjPLcfeb36VYvoUgEd&#10;jCgby3d2ycMZCpHH59afbSvptlLaWyssnymKOBRkAEdWbqeozx1qK2tpJmSSUBmVleYxsfm5OAWP&#10;P+NAElzKbELEloVIKyTQ26HJ4Py5yOrYHvzVe3s5nvLpWbdlf3zfdxjDbep6f1qSaTUp76aRWWPc&#10;xbzNu7jI24zkDHP44p1uYlt44kMiQs21RvPLddzEff8Ax9KBkkVra2yK6xbbJWLKoYbpG+8xJ9yf&#10;6e9RM4nsV1K8wkdhJvWRHOyIAliMnj/E0mr3V5f239m28AhXy9i74lXykyVHAHzMfvEnkjaKNV+0&#10;y2tjtdkhY+Ui8M2c5znnBwOw4/DkESTxTOkdxaQMnm8mWaYLuwQQMAEkcNkccnknAFMiu4Lm1vZ4&#10;JpLh2faqx/KoZeOmeFXnOfTt0qfU5reCKOVm3CIov7tg0jbj91VyCAAdxY57DjNVbKxtrWGazitf&#10;9HCySvtTPmSu2SD2A5J55oAsx3SWGmtqG9Udowlr8vzPISOR/U+/XrVawQ29tH4fs5GA+zl5LiQj&#10;O8kjJPbJ3HA7VYiCQPuurdv3ykqrNhpAD6DoAcdO9NtoJIbiVrx40/cqkcSqfkI9TycknkmgCvbB&#10;n097S3n8hFlGWifaGU+g4/pxmrFqUj1GNrS1+WLYZJWxukY5Pc4CgY9ye1MtYmvylnYlYFjYCSRg&#10;ck7e5PPQfrSy6lpyWt9qTXEiWkMciRhMKZGA3ZyecANyRx8mBzQMaI76XVJDqDNJJMrNbrNIGVRu&#10;wGUZIyA23JGeuMd7CSPF5Vk7fvmmVnXbwABzjHXGc+g7+lVhc6lK/wDakdq0bQqDbtLuKk7TgZBz&#10;1PPHVcY9Ut0FrqMcphmklaPy0kkwHkHG87VztXPTJBJ6DvQOw5ZRcXbX9xGFRt3nyPMTsUAHaq4H&#10;Jb/PrJb38TWdxLBF5v2bDIzqdit6nB5PXA4qK5xBZW9gYizyR5kbcWWIc8dANxJzwcflUiWzGz+y&#10;yWbNtkBjj2jBb12+v1AoFYghmKXz2UFxtuGG64m5WQuRgsWLHqAFHGTj0xUirPdWjQWYVfLkZ5pO&#10;PkOSATx2zj6mrEJh0y4+0XUhM3l/LC+FwxDcnPynHA4Oecdc1n6W0cNrdBHWRp55HjXafLGWJzkd&#10;QM4oEXoGdtQOk210yx28K+c+zO1mUjBwOWI+bA6cZ7VH51tHYfuHZ1eXZtOFXbtGAeM9fbrUNja3&#10;KaStjDc7riaQOsgjIVFBHOM8jgdavRLbCTynvY4o4V81ugOCN3PUn8KB3IbF726RpIV8syN+7dm+&#10;cYbqOmMjnpxx702KGe2t5IpJg010mF3N8sQ3AHn6ZP4UWF3NezyRbPJTeyq0mBjkjnA4HIxznimS&#10;s7Xi2Ktu2w5dY0ACYPU57nnvQIXU7m3Frb2CNNueR1Zo+C65xjI9sntTrl7m08qTT7W3VYuI90eQ&#10;mRgdj6k0lzPBbqhhgDySM6R+Y20DAOT15yQVGe+evNMnuhqCtaz2e22MiibZn5uDk9jx/WgA3X7z&#10;XB8v7x3PM0gKqrcY9z09KaZjPF9lMq/ZbePLeYcZ4OTnNNmSY2SWMVk8JVmEKZ5ZTgbvbjuaeltP&#10;LaiySGG3jj/1y7jhF7DjJLUFbEEOrG7uI7+xgQWiSBbeNY87+2ScDPPt0FEsd1bXM1vcXPnXTYkD&#10;R42pkgBevOM9qkuJb1gkNhAsccO0R8AbsN83qQCOOKQxW9lOb64u41mIxmRvugLxigLjLqO5nhw1&#10;183yxy+ZN0XuoGfXt0pJLqx03baPcbQ2SzRjc3DYzxz+lQlGtLVktY1klY7pPNP3uvftzjpS2scs&#10;UTfaA00xwVjhjxukPoT2oC4tzezytIsoTavyL82SmCaltZGMH2mdGeGEYnLnbuGOB+dVE+0Xlx/Z&#10;T3MQkt5vMmK4ITqME9ODmpZJYZItiw3EhadY44WG3cScdP8APHXFBNw+0Fna2jiQhlVmZVxkHjGf&#10;T8akaRbiSS8vbyRpFww/ece/0/CoUC+d/Z1ugYgkzsrAjAGck+g9zTgLSSaGPzVVHwQy8gjkY/z/&#10;AI0ASXeoZka9giyr8Nt6+mRnHFRXLNLp9vZq2ZGctNlu3bp2qC6kEM9tAFWSXDiSHbyOcDJ564qS&#10;GCWE5kf5mIG1T90H+lAFm723AzcXG3y1+XjHAHb8qgnezks/OEbP23bsBW7D6Yo1KWyikkjFxmRY&#10;iqtz8xyOMfievpQ0QSBbOQn9586xKCWfHfHp70WC4yzmt541d13dcfLnnPSmyXsk0sNljb5hz5e/&#10;t/iaRZvMi+xW4XEjAzMTuZjuzgeg/OnSQfY2Zrvb+7HyqpIzz70AV1uFjtLiXy8sswChl7g8/Wms&#10;VaSGa9mmk3Zc7ugOfypzQrdSqiRM3mSb9okO1jzyR6YPenwSnCosi/K2A5OAPp+OKAEs5Yra7n86&#10;HA8ttsZz196jhVZHjWadlSWTM3lx42r6fQ1H5E8uoSCSRnc8q5btj3oG5rj9zjaMZ2559/pVWEyQ&#10;qsv+lXNq0cattO/8h1PqKgmmZle1W1j8yNuGOTx6elMuI5rqUr9rCvI2Su4cU+2itbc+dcFpFycf&#10;NjJqhFm0ijW2eR1XK43nHOPSoEjts7IY1YyADzdtM/tIxQSRpEcyNgr5ZyB+P/16jtnuRD5VrGw2&#10;/wAZ5weaQXQ6RIVLQiJdwbHXv60TRaNZwebDArbueIx8x9KgMe0q01wGl4EjN39+Kkubtv8Alkvz&#10;LgbW7e9MakM0+1ia4uNQubPaygmFY1AFRtbNcR7Zvl3CplklI3F2b8abmQzLHK67sD+LoPxoGQza&#10;XbTOmIl3Lj73b3p13YafEfL34w331jBJ9hSvM7ObdLnP+70qBiotvJadm+bAZT941PLqHMQvoGkX&#10;sjNLabv9qYA1HqHhTw/cSNFHFbzfL87Nbggfjir2+VT02qvG3HWo3udiSeTE0jP0+YgLVckWO5lN&#10;4I8M4SBdHtBu+832VOf0p8Xwq8FTvvn0OxY5zzZoefyq680kMSyTFfMP3RjOKkjv52OwSbWHIWj2&#10;cew+aXcwX+DvgOR/Lk8PWTOrkkC0QAD8qST4P/D+4ZreDwZYCNQM7bVVyfXOK3DcOknDMzuPvbeg&#10;qSKSSFtskh2bj8q96n2cOwc0u5zNt8Dvhyl0xi8GWW5R/rDCOv1oi+DfhhH8yLS0Td12Ntx6V0lz&#10;eXkyCO3DRx99q/eokWeaRSifeXLHd8oxS9jTenKvuD2049Wc9dfCTwrdlftukRyEfKGLHJH1qKD4&#10;N+FZJ3AstoC/LtkPSuhSa4G798cq2WpGuZVZWUn7v4mk8PR35UP29Tuc63wX8JiNkSwZE2/wSbd3&#10;vnrU+lfDbQvD19GumAbVG5fObdtPqM9D9K3DdyhcyOcnnr0qJ55ZJsxqBtH3vWp+r0P5UL21Tudl&#10;4F+MHj74Z3CXvh7xPJC24eYokbEmDnDYOW/E1k/E74ma98UvFk3jHxbqPnXk0ax/u4yFVVGAo9B7&#10;CuZa5eWbySeV+83YfT1pucQlpTt3NkMy4OK6KdKFP4UZzqVJbsNQv7aS08uMfe4Y7QPwzVO4uImi&#10;WK2hYjH7xnxU8YDKrzw/KWyvQ5qtIjTQSWw+55nXb976/StjBjYlU5LcfjRUkk1hYyeTcSgttHPN&#10;FFyDsriWO0EdrA/yg7T5bfKo6ntySafa2YgkjtpIwu6MuqdyM8Gs7UvuQ/8AXb+orauv+Rvj/wCv&#10;cf1rnOwhuY47aZZngTzl+SGMNlwM9Tj9eeKm82ZvMMD7RIm07R0bPVj3+lVIv+Q/ef8AXM/1qzYf&#10;8gA/9fC/zqGyogsVjotpJqEsbeYzYjkZhvYn0H+AqSa3uZrOOGJjHv8AvL3Ue5pusf8AHzb/AO6P&#10;5CrF1/qI/wDro1IoIprWxuvLSI7fJOP70jf3sf3agtmVF3CNdzSH5m569/epI/8AkJN/16x/yNO7&#10;w/X+lADGku7plXOyP/lo2QM+3HQe1SlXd5oLOxYR7drTNHtzxzg5zmmQ/wCpX/r4b/0KrD/fb/e/&#10;rQTsR21sAointgylvkt16fjReifUrnyLh9ypgLD0Rfw6VoWH+uk+q/zrI07/AJD2of7z/wDoFBRP&#10;FbQ3Di+VGWOMGNWxtUknqT3pYJNOvJmjBuPIT5WlyVD88hR36feqDW/+QRZf9fH+FTN/x8xf9e9B&#10;BHdPJqUTWhEcNnH8rW8aku59GfPPXpj+dTX14lpazBIYYR8qQxmQAEZ78e3SnW/+qk/66SfyNQw/&#10;8fo/66D+S07Fbklvayyxx2epXjqoj+aG3wpYemeT+Jp08nmWvkmNViX7sYXg46D8e9Ft/wAhif8A&#10;66Go9Y/1dp9T/M0hIdjhn+UZbHQZf8qke3htv+PyDiT5FjPV+M8ntio7b/XD/gH9Kdrf/Icsf95/&#10;6UDsORYYpZrjUI1kkRlFvGF+VBgeuSe/X/61V57i9vbWMfaVSSa4w21ei5GcZ9MY/HpTrz/kLyf7&#10;v/xVTWH/ACELf/r0/wDZjQTL3Y3Gz+Va6h/ZukTqsgG68uJFDN3JO7gKq8DHv36VJAs1yYrSxin+&#10;zrGAzlQDIepJ/wDr1Vt/+PPVP98/+hCt9P8Ajz/Bv60CMr7J5LQ+YEh2SFvfBHAovrlbiO3jWNli&#10;eQ/uRyzAkAbse3OP/rVXm/4+oP8Aef8AnVyD/Xx/9dk/mKAHahm2SC1t7FpppfkWNVJ2Y/jY8Ad+&#10;OvHXmpl2xQSR3MH2q43fLHEvyjI6E+nTmrB/4+ZP95v/AEA02w/4+rr/AK5x/wAhQBXsnuJ9ReO3&#10;tvuyKDtbARscKcDnqM9M4ogjhl+1ajN5cVnHl2uBxv8Ab3H09aZ4U/5BEf8A1/T1W1r/AJFEf9cG&#10;/wDZaALIlt3SOwjR1E+9o7fZtL4OST6KB6/rUtpbwR2zFlX5OT2Vfx7/AK9Kt6R/x833/YLP8jWM&#10;/wB6z/6+I/5mgC9cGa/eO5EbSMJFWEMflTHfHfHpU01vHL5lvJGt00n3laRtoc9WbHt+VTRf8fC/&#10;7z1T8Ef8gKb/AHj/ADWgrlGE3WpFoBqUjJ9n8rzI1wi4+9j3/HP0q1cyrDaW4S3bzFUttKthVwMZ&#10;xnvSN/qn/wB3+rU7Uuv/AGyX+QoC2hXv7izaOTzrqTzLrZGlvaxiRmYg9y/B/A4xmnXMIu5Y11Jm&#10;itrPaILGNw2G9WIAyeOwx+VaE/8ArdN/4D/6Laq9j/qpv+vqT/0CgiLuQXsscuo4SFm3QZ2x43HB&#10;+VfZc9z3zwanMH2NLeCGJVO7zbgZ+ULjbub19sjHU0tr/wAhTUv+vpf61Lcf8gbWf+ucP8moGVN0&#10;5sEjtZcww8u24fvWwT6cDPOfToKVluYLWEM3+rmDSFVHcEd+vJBx7daNQ/5F2T/r0b/0E0+4/wCP&#10;xv8Ar9X+S0AMTz4oRNdKzTNKzrH24ztBA69ifU/nUdw4tIJxc3BuJFupHhVYS2OMhFUDr0zjJya0&#10;Lr/WQ/8AXq386r2n/IRt/wDfn/8ARYoEiO2tpJYILq6iU3CxANGkY+Tj5upxkDPvxTpGXyfMjaUx&#10;wsJpnjbcXf8Au54zgZBAxnp3qHwp/wAifff9erf+zVe8Kf8AHjb/APAv/QTQMorJLLG11GJJJWk8&#10;vztgbYiMw+UDA5zxn6nmpntp2h3yzFTvzukONx7gf/Wyad4c/wCRZ/7df6UzUf8AkMab/wBdB/Kg&#10;Bk2oTW1h9ohMcMcqpGm1Du5PU57ntUcXh65l0v7DJGEty8e1RHzKuQcdehI+mMVWm/5A8f8A13tf&#10;6Vs6/wD8fkn/AF5r/wCiRQBV822vF3IEm8t1G1X+8TwOx4HXPbHbINR2sEqDz7uVtzneyx5CqueA&#10;ATn8TUfhn/kFWv8A17r/ADqY/wCsuv8Ar1X/ANmoK6DpjeySRS20nkxruEawr8xU7sfN2yNpzjsB&#10;xzlNN06ztriE29wqzCTKs03zbt2cnkY5+nFRa396x/6+P/ZBV7Sv9dN/u/8AstAih5miWl013+8v&#10;ZLfckZ8n5GYqe/cdOfb6ZW1i1CKOOSW+h/cjMi7Og4Iyfz7flU2m/wDIGX6t/Khv+QZqH1j/AJmg&#10;aC5kMjTxBS25cZ5PyZztx3z3oaSSJo4hDti3Zkk+ZXkBCjbtxxzu/wA9G6f/AMhT/PrUlz95v+ut&#10;BI3Sbe7klaFIJHMvCRbeVBbIX19s8dSKZKRYH7HbwLNO7EzTZDheoxwOQAR6gCm6r/x46p9JP5Cq&#10;V5/yFB/uy/yioEmXJrOe4mt4oggkbJOeXDMerM2STg+oApxlt4pvscF08jPIu5o8EBQwyBx0OPbI&#10;PWp4/wDj8f8A66N/6DWfpf8Ax+6f9f8ACgpK5bij1Ka9k1GaWbd5e3bChUhSQgUfoc+5pozZf6NC&#10;q7m+Sbc25hg5yc+p/lWhf/8AHnJ/2y/9GCsGL/X33/XZf/Ra0CHlbrz40IVfOVmmKocls8DPoBSz&#10;2oRfNVdznAI6/L/QVYk/1Sf9cWpLf/VTf9eq/wDoVAFS6S308zXV7fq1zIN32ffkgY6njJ+n8qab&#10;iUW5nRtqtHhTnawY4xVi4/5C1x/uf0FR61/yL1t/10H/ALLQBDYhdDsoY7WDZLcPtlcqGJJ9z7/z&#10;pt95FiY7K4eTe7bsLkuzElR83YknpyauTf8AH5pn+ewqOH/kc4/97+tAFf7LDZWYhigGJkfzl84s&#10;RknO5uuc/wBM1LbRfM0jqiJFGBuXnb7e59qzv+WK/Vv61af/AJCL/wDXxH/KgCBr+F1N/bbvM85v&#10;mkXquBwfxzUqzphZm3P5i/MwU4zyMVX0n/kCyf8AXzL/ADqe4/5Bf/Ah/wCh01qAy5d7K4lSz4Vu&#10;FkOA2SOo/wAKneKRbnfeTLukVSzRyZZx1/Dj3qC+/wBen1j/AJUyb7y/QfyqyZD7OS1hl+1i2ZVR&#10;uArc7icjmmkLqts97cp+7GGKsrDBJIx29aaf+PBf+vj+lWrr/kWpv+vqP+tAdCO1njWLEiMpZQG2&#10;dx1qkJY4bxkkMmyPlY1jALeg6/5/Kpbf/j5T/r3/AKimyf8AITH4UrFDZBcSOss8O5vLJyq9O2Bj&#10;im+UwljkMzLv48sd8dq32/5Bh/69mrm9N/1Fj9W/nTJ5RTGLW58xi27cc7kBOfWnW9sGj3ks7bm2&#10;9D1HJ6Umsf8AIxTf9cm/9DNSx/6mP/db+RoKGRW77RhwzbsNu4x70SXrB2itJTtXrtH3vzFNi/1V&#10;z/v1Uk+4v1H86BE0dssdyb0urFgCWbse2BTrobZmkdlMj8yFvmJpr/8AHv8Al/MUL/x9yf8AAv8A&#10;0I0Ckxs9yIZ447eMRk8blOTmnQxJbyq8kqySejMKaP8AXRf9dKjl/wCPkfjVRFcjMcskrvtwoYjO&#10;OKWKHKtlue20Yp//AC7t/vf4UN1WqLK90wjVbe3jkaZmyzt2HtRD5lrarEF3M/LM3b2qw3/H5/wH&#10;+lQyf8ejf79ApbEMt1HbW2652+YzfKvoPwpqSTS7nj2r32rk4pz9T/umnr/q5v8Ac/pQQQBpNwkW&#10;bK4+b5O9Ok81mWRmbaOiKvFMtf8AkEj61Yf7n4Ura3AjkvkgjVfL3buvPvTGvr+6EkRdYlDfL5a8&#10;ke5qK4/1Ef8AnvSSfcf6f1pgOj/d7hGA7MuMNzj3prxi2ZTPMxdhls9/w7U6z/4+o/wpviD/AJDH&#10;/bP+tADmkBGxQoJ/vdqqtOkY2yHzGB+URqcfyqM/6+nW/wDr1/3f6UE30HX989uFjthiRlyzMPu/&#10;So/KnuNn2zUP3YXJCgcUzX/+Qmv+4KRf+PQ/9cx/OtEg5iUtZvKv7tv3PC7un1pGHlvuhgBXb8re&#10;poP/AB7f9s/6U2X/AJYf7tBnzAtlDJcSS3TMWbacA/d46UVNY9ZP96igOY//2VBLAQItABQABgAI&#10;AAAAIQCKFT+YDAEAABUCAAATAAAAAAAAAAAAAAAAAAAAAABbQ29udGVudF9UeXBlc10ueG1sUEsB&#10;Ai0AFAAGAAgAAAAhADj9If/WAAAAlAEAAAsAAAAAAAAAAAAAAAAAPQEAAF9yZWxzLy5yZWxzUEsB&#10;Ai0AFAAGAAgAAAAhALOvpfRPBAAAogwAAA4AAAAAAAAAAAAAAAAAPAIAAGRycy9lMm9Eb2MueG1s&#10;UEsBAi0AFAAGAAgAAAAhAFhgsxu6AAAAIgEAABkAAAAAAAAAAAAAAAAAtwYAAGRycy9fcmVscy9l&#10;Mm9Eb2MueG1sLnJlbHNQSwECLQAUAAYACAAAACEAZWcIXd8AAAAJAQAADwAAAAAAAAAAAAAAAACo&#10;BwAAZHJzL2Rvd25yZXYueG1sUEsBAi0ACgAAAAAAAAAhAMtZ03xFngAARZ4AABUAAAAAAAAAAAAA&#10;AAAAtAgAAGRycy9tZWRpYS9pbWFnZTEuanBlZ1BLBQYAAAAABgAGAH0BAAAspwAAAAA=&#10;">
                <v:group id="Group 26" o:spid="_x0000_s1041" style="position:absolute;left:636;width:36099;height:10576" coordsize="36099,10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Picture 27" o:spid="_x0000_s1042" type="#_x0000_t75" style="position:absolute;width:36099;height:7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giHwgAAANsAAAAPAAAAZHJzL2Rvd25yZXYueG1sRI9Bi8Iw&#10;FITvC/6H8IS9rakuu0o1ighCvSxYFTw+mmdbbF5qErX+eyMIexxm5htmtuhMI27kfG1ZwXCQgCAu&#10;rK65VLDfrb8mIHxA1thYJgUP8rCY9z5mmGp75y3d8lCKCGGfooIqhDaV0hcVGfQD2xJH72SdwRCl&#10;K6V2eI9w08hRkvxKgzXHhQpbWlVUnPOrUbD5zi+HH5e7oX78Zf6wNcesNUp99rvlFESgLvyH3+1M&#10;KxiN4fUl/gA5fwIAAP//AwBQSwECLQAUAAYACAAAACEA2+H2y+4AAACFAQAAEwAAAAAAAAAAAAAA&#10;AAAAAAAAW0NvbnRlbnRfVHlwZXNdLnhtbFBLAQItABQABgAIAAAAIQBa9CxbvwAAABUBAAALAAAA&#10;AAAAAAAAAAAAAB8BAABfcmVscy8ucmVsc1BLAQItABQABgAIAAAAIQAbygiHwgAAANsAAAAPAAAA&#10;AAAAAAAAAAAAAAcCAABkcnMvZG93bnJldi54bWxQSwUGAAAAAAMAAwC3AAAA9gIAAAAA&#10;">
                    <v:imagedata r:id="rId41" o:title=""/>
                    <v:path arrowok="t"/>
                  </v:shape>
                  <v:shape id="Text Box 30" o:spid="_x0000_s1043" type="#_x0000_t202" style="position:absolute;left:26000;top:6679;width:9780;height:38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kbvwwAAANsAAAAPAAAAZHJzL2Rvd25yZXYueG1sRE/LasJA&#10;FN0X/IfhFrqrk1oU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n6JG78MAAADbAAAADwAA&#10;AAAAAAAAAAAAAAAHAgAAZHJzL2Rvd25yZXYueG1sUEsFBgAAAAADAAMAtwAAAPcCAAAAAA==&#10;" filled="f" stroked="f" strokeweight=".5pt">
                    <v:textbox>
                      <w:txbxContent>
                        <w:p w14:paraId="71BBA6B7" w14:textId="2C79414E" w:rsidR="00B64173" w:rsidRDefault="00B64173" w:rsidP="00054090"/>
                      </w:txbxContent>
                    </v:textbox>
                  </v:shape>
                </v:group>
                <v:shape id="Text Box 31" o:spid="_x0000_s1044" type="#_x0000_t202" style="position:absolute;top:6599;width:9780;height:3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uN0xQAAANsAAAAPAAAAZHJzL2Rvd25yZXYueG1sRI9Ba8JA&#10;FITvgv9heUJvuonFItFVQkBaih60Xrw9s88kmH2bZrdJ2l/fFQo9DjPzDbPeDqYWHbWusqwgnkUg&#10;iHOrKy4UnD920yUI55E11pZJwTc52G7GozUm2vZ8pO7kCxEg7BJUUHrfJFK6vCSDbmYb4uDdbGvQ&#10;B9kWUrfYB7ip5TyKXqTBisNCiQ1lJeX305dR8J7tDni8zs3yp85e97e0+TxfFko9TYZ0BcLT4P/D&#10;f+03reA5hseX8APk5hcAAP//AwBQSwECLQAUAAYACAAAACEA2+H2y+4AAACFAQAAEwAAAAAAAAAA&#10;AAAAAAAAAAAAW0NvbnRlbnRfVHlwZXNdLnhtbFBLAQItABQABgAIAAAAIQBa9CxbvwAAABUBAAAL&#10;AAAAAAAAAAAAAAAAAB8BAABfcmVscy8ucmVsc1BLAQItABQABgAIAAAAIQDw7uN0xQAAANsAAAAP&#10;AAAAAAAAAAAAAAAAAAcCAABkcnMvZG93bnJldi54bWxQSwUGAAAAAAMAAwC3AAAA+QIAAAAA&#10;" filled="f" stroked="f" strokeweight=".5pt">
                  <v:textbox>
                    <w:txbxContent>
                      <w:p w14:paraId="28B61DD7" w14:textId="77777777" w:rsidR="00B64173" w:rsidRPr="00F523F2" w:rsidRDefault="00B64173" w:rsidP="00054090">
                        <w:pPr>
                          <w:rPr>
                            <w:color w:val="FF0000"/>
                            <w:sz w:val="20"/>
                          </w:rPr>
                        </w:pPr>
                        <w:r w:rsidRPr="00F523F2">
                          <w:rPr>
                            <w:color w:val="FF0000"/>
                            <w:sz w:val="20"/>
                          </w:rPr>
                          <w:t>After polishing</w:t>
                        </w:r>
                      </w:p>
                    </w:txbxContent>
                  </v:textbox>
                </v:shape>
                <w10:wrap type="square"/>
              </v:group>
            </w:pict>
          </mc:Fallback>
        </mc:AlternateContent>
      </w:r>
      <w:r w:rsidRPr="008F4095">
        <w:rPr>
          <w:szCs w:val="24"/>
          <w:lang w:eastAsia="en-AU"/>
        </w:rPr>
        <w:t xml:space="preserve">Proposed surface </w:t>
      </w:r>
      <w:r>
        <w:rPr>
          <w:szCs w:val="24"/>
          <w:lang w:eastAsia="en-AU"/>
        </w:rPr>
        <w:t>finish</w:t>
      </w:r>
      <w:r w:rsidRPr="008F4095">
        <w:rPr>
          <w:szCs w:val="24"/>
          <w:lang w:eastAsia="en-AU"/>
        </w:rPr>
        <w:t>:</w:t>
      </w:r>
      <w:r>
        <w:rPr>
          <w:szCs w:val="24"/>
          <w:lang w:eastAsia="en-AU"/>
        </w:rPr>
        <w:t xml:space="preserve"> Polished to a mirror finish.</w:t>
      </w:r>
    </w:p>
    <w:p w14:paraId="1B887BE6" w14:textId="77777777" w:rsidR="00054090" w:rsidRPr="000C32DA" w:rsidRDefault="00054090" w:rsidP="00054090">
      <w:pPr>
        <w:spacing w:before="240" w:line="240" w:lineRule="auto"/>
        <w:contextualSpacing/>
        <w:outlineLvl w:val="1"/>
        <w:rPr>
          <w:rFonts w:eastAsia="Times New Roman"/>
          <w:noProof/>
          <w:color w:val="365F91" w:themeColor="accent1" w:themeShade="BF"/>
          <w:kern w:val="22"/>
          <w:szCs w:val="24"/>
          <w:lang w:eastAsia="en-AU"/>
        </w:rPr>
      </w:pPr>
    </w:p>
    <w:p w14:paraId="5E05DAA1" w14:textId="77777777" w:rsidR="00054090" w:rsidRDefault="00054090" w:rsidP="00054090">
      <w:pPr>
        <w:spacing w:line="600" w:lineRule="exact"/>
        <w:outlineLvl w:val="0"/>
        <w:rPr>
          <w:rFonts w:eastAsia="Times New Roman"/>
          <w:noProof/>
          <w:color w:val="2D739F"/>
          <w:kern w:val="22"/>
          <w:sz w:val="40"/>
          <w:szCs w:val="40"/>
          <w:lang w:eastAsia="en-AU"/>
        </w:rPr>
      </w:pPr>
    </w:p>
    <w:p w14:paraId="21A1358C" w14:textId="77777777" w:rsidR="00054090" w:rsidRPr="005702B3" w:rsidRDefault="00054090" w:rsidP="00054090">
      <w:pPr>
        <w:spacing w:line="600" w:lineRule="exact"/>
        <w:outlineLvl w:val="0"/>
        <w:rPr>
          <w:rFonts w:eastAsia="Times New Roman"/>
          <w:noProof/>
          <w:color w:val="2D739F"/>
          <w:kern w:val="22"/>
          <w:sz w:val="40"/>
          <w:szCs w:val="40"/>
          <w:lang w:eastAsia="en-AU"/>
        </w:rPr>
      </w:pPr>
      <w:r w:rsidRPr="005702B3">
        <w:rPr>
          <w:rFonts w:eastAsia="Times New Roman"/>
          <w:noProof/>
          <w:color w:val="2D739F"/>
          <w:kern w:val="22"/>
          <w:sz w:val="40"/>
          <w:szCs w:val="40"/>
          <w:lang w:eastAsia="en-AU"/>
        </w:rPr>
        <w:t>The steps f</w:t>
      </w:r>
      <w:r w:rsidRPr="005702B3">
        <w:rPr>
          <w:rFonts w:eastAsia="Times New Roman"/>
          <w:noProof/>
          <w:color w:val="365F91" w:themeColor="accent1" w:themeShade="BF"/>
          <w:kern w:val="22"/>
          <w:sz w:val="40"/>
          <w:szCs w:val="40"/>
          <w:lang w:eastAsia="en-AU"/>
        </w:rPr>
        <w:t>or</w:t>
      </w:r>
      <w:r w:rsidRPr="005702B3">
        <w:rPr>
          <w:rFonts w:eastAsia="Times New Roman"/>
          <w:noProof/>
          <w:color w:val="2D739F"/>
          <w:kern w:val="22"/>
          <w:sz w:val="40"/>
          <w:szCs w:val="40"/>
          <w:lang w:eastAsia="en-AU"/>
        </w:rPr>
        <w:t xml:space="preserve"> this task are:</w:t>
      </w:r>
      <w:r w:rsidRPr="00E91668">
        <w:rPr>
          <w:noProof/>
          <w:lang w:eastAsia="en-AU"/>
        </w:rPr>
        <w:t xml:space="preserve"> </w:t>
      </w:r>
    </w:p>
    <w:p w14:paraId="408FF448" w14:textId="77777777" w:rsidR="00054090" w:rsidRPr="002A0E8E" w:rsidRDefault="00054090" w:rsidP="00054090">
      <w:pPr>
        <w:rPr>
          <w:szCs w:val="24"/>
          <w:lang w:eastAsia="en-AU"/>
        </w:rPr>
      </w:pPr>
      <w:r w:rsidRPr="002A0E8E">
        <w:rPr>
          <w:szCs w:val="24"/>
          <w:lang w:eastAsia="en-AU"/>
        </w:rPr>
        <w:t>Prepare the surface of the metal plate using the processes listed in the job plan developed by you, including:</w:t>
      </w:r>
    </w:p>
    <w:p w14:paraId="6D9B3F60"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Ensuring that the work area is safe and that tools are safe to use (pre use checks).</w:t>
      </w:r>
    </w:p>
    <w:p w14:paraId="77DB422E"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Using all tools, equipment and PPE, according to the details in the JSEA developed by you.</w:t>
      </w:r>
    </w:p>
    <w:p w14:paraId="3186C5BD"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Using and materials according to the relevant MSDS (material safety data sheet).</w:t>
      </w:r>
    </w:p>
    <w:p w14:paraId="1A5CB436"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Inspecting approving the surface for further processing, removing any defects.</w:t>
      </w:r>
    </w:p>
    <w:p w14:paraId="717A3935"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Sanding the surface with different grades of ab</w:t>
      </w:r>
      <w:r>
        <w:rPr>
          <w:szCs w:val="24"/>
          <w:lang w:eastAsia="en-AU"/>
        </w:rPr>
        <w:t>rasive paper, Starting with 400 grit, second sanding with 1200</w:t>
      </w:r>
      <w:r w:rsidRPr="008F4095">
        <w:rPr>
          <w:szCs w:val="24"/>
          <w:lang w:eastAsia="en-AU"/>
        </w:rPr>
        <w:t>grit or finer</w:t>
      </w:r>
      <w:r>
        <w:rPr>
          <w:szCs w:val="24"/>
          <w:lang w:eastAsia="en-AU"/>
        </w:rPr>
        <w:t xml:space="preserve">, final sanding with 3000 grit or finer and </w:t>
      </w:r>
      <w:r w:rsidRPr="008F4095">
        <w:rPr>
          <w:szCs w:val="24"/>
          <w:lang w:eastAsia="en-AU"/>
        </w:rPr>
        <w:t xml:space="preserve">using the equipment listed in your job plan. Equipment </w:t>
      </w:r>
      <w:r>
        <w:rPr>
          <w:szCs w:val="24"/>
          <w:lang w:eastAsia="en-AU"/>
        </w:rPr>
        <w:t>to</w:t>
      </w:r>
      <w:r w:rsidRPr="008F4095">
        <w:rPr>
          <w:szCs w:val="24"/>
          <w:lang w:eastAsia="en-AU"/>
        </w:rPr>
        <w:t xml:space="preserve"> include: hand sanding tools.</w:t>
      </w:r>
    </w:p>
    <w:p w14:paraId="78F18BEE"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 xml:space="preserve">Final </w:t>
      </w:r>
      <w:r>
        <w:rPr>
          <w:szCs w:val="24"/>
          <w:lang w:eastAsia="en-AU"/>
        </w:rPr>
        <w:t>polishing</w:t>
      </w:r>
      <w:r w:rsidRPr="008F4095">
        <w:rPr>
          <w:szCs w:val="24"/>
          <w:lang w:eastAsia="en-AU"/>
        </w:rPr>
        <w:t xml:space="preserve"> process to be done by hand and by sanding </w:t>
      </w:r>
      <w:r>
        <w:rPr>
          <w:szCs w:val="24"/>
          <w:lang w:eastAsia="en-AU"/>
        </w:rPr>
        <w:t>with a fine scourer or steel wool.</w:t>
      </w:r>
    </w:p>
    <w:p w14:paraId="65921608"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Arrising all edges</w:t>
      </w:r>
      <w:r>
        <w:rPr>
          <w:szCs w:val="24"/>
          <w:lang w:eastAsia="en-AU"/>
        </w:rPr>
        <w:t xml:space="preserve"> and removing any finger prints from surface.</w:t>
      </w:r>
    </w:p>
    <w:p w14:paraId="30641264" w14:textId="77777777" w:rsidR="00054090" w:rsidRPr="008F4095" w:rsidRDefault="00054090" w:rsidP="00C261EA">
      <w:pPr>
        <w:pStyle w:val="ListParagraph"/>
        <w:numPr>
          <w:ilvl w:val="0"/>
          <w:numId w:val="9"/>
        </w:numPr>
        <w:tabs>
          <w:tab w:val="clear" w:pos="284"/>
        </w:tabs>
        <w:spacing w:before="0" w:after="160" w:line="259" w:lineRule="auto"/>
        <w:rPr>
          <w:szCs w:val="24"/>
          <w:lang w:eastAsia="en-AU"/>
        </w:rPr>
      </w:pPr>
      <w:r w:rsidRPr="008F4095">
        <w:rPr>
          <w:szCs w:val="24"/>
          <w:lang w:eastAsia="en-AU"/>
        </w:rPr>
        <w:t>Clean up the work area at the end of the session and ensure that tools are checked for safety (post use checks) and returned to storage.</w:t>
      </w:r>
    </w:p>
    <w:p w14:paraId="47A102A0" w14:textId="001B19DB" w:rsidR="00825ACD" w:rsidRDefault="00825ACD" w:rsidP="00825ACD">
      <w:pPr>
        <w:rPr>
          <w:sz w:val="40"/>
          <w:szCs w:val="40"/>
        </w:rPr>
      </w:pPr>
    </w:p>
    <w:p w14:paraId="7BD3737D" w14:textId="77777777" w:rsidR="00054090" w:rsidRPr="00825ACD" w:rsidRDefault="00054090" w:rsidP="00825ACD">
      <w:pPr>
        <w:rPr>
          <w:sz w:val="40"/>
          <w:szCs w:val="40"/>
        </w:rPr>
      </w:pPr>
    </w:p>
    <w:p w14:paraId="44141EB2" w14:textId="64EC0961" w:rsidR="00FD07B8" w:rsidRPr="00825ACD" w:rsidRDefault="00FD07B8" w:rsidP="00825ACD">
      <w:pPr>
        <w:tabs>
          <w:tab w:val="clear" w:pos="284"/>
          <w:tab w:val="left" w:pos="2430"/>
        </w:tabs>
        <w:rPr>
          <w:sz w:val="40"/>
          <w:szCs w:val="40"/>
        </w:rPr>
        <w:sectPr w:rsidR="00FD07B8" w:rsidRPr="00825ACD" w:rsidSect="00054090">
          <w:pgSz w:w="11907" w:h="16840" w:code="9"/>
          <w:pgMar w:top="1418" w:right="1418" w:bottom="1418" w:left="1418" w:header="567" w:footer="454" w:gutter="0"/>
          <w:cols w:space="4253"/>
          <w:docGrid w:linePitch="360"/>
        </w:sectPr>
      </w:pPr>
    </w:p>
    <w:p w14:paraId="4E3F7B1F" w14:textId="5738DF7E" w:rsidR="00473C74" w:rsidRPr="0023278C" w:rsidRDefault="00473C74" w:rsidP="00C261EA">
      <w:pPr>
        <w:spacing w:before="0" w:after="0" w:line="240" w:lineRule="auto"/>
        <w:contextualSpacing/>
        <w:outlineLvl w:val="1"/>
        <w:rPr>
          <w:rFonts w:eastAsia="Times New Roman"/>
          <w:noProof/>
          <w:color w:val="365F91" w:themeColor="accent1" w:themeShade="BF"/>
          <w:kern w:val="22"/>
          <w:sz w:val="36"/>
          <w:szCs w:val="36"/>
          <w:lang w:eastAsia="en-AU"/>
        </w:rPr>
      </w:pPr>
      <w:r w:rsidRPr="0023278C">
        <w:rPr>
          <w:rFonts w:eastAsia="Times New Roman"/>
          <w:noProof/>
          <w:color w:val="365F91" w:themeColor="accent1" w:themeShade="BF"/>
          <w:kern w:val="22"/>
          <w:sz w:val="36"/>
          <w:szCs w:val="36"/>
          <w:lang w:eastAsia="en-AU"/>
        </w:rPr>
        <w:lastRenderedPageBreak/>
        <w:t>Part 2: Observation Checklist</w:t>
      </w:r>
    </w:p>
    <w:p w14:paraId="74632D93" w14:textId="4C7D134C" w:rsidR="00473C74" w:rsidRPr="00F96562" w:rsidRDefault="00473C74" w:rsidP="00C261EA">
      <w:pPr>
        <w:spacing w:before="0" w:after="0"/>
        <w:rPr>
          <w:lang w:eastAsia="en-AU"/>
        </w:rPr>
      </w:pPr>
      <w:r>
        <w:rPr>
          <w:lang w:eastAsia="en-AU"/>
        </w:rPr>
        <w:t>The O</w:t>
      </w:r>
      <w:r w:rsidRPr="00F96562">
        <w:rPr>
          <w:lang w:eastAsia="en-AU"/>
        </w:rPr>
        <w:t xml:space="preserve">bservation </w:t>
      </w:r>
      <w:r>
        <w:rPr>
          <w:lang w:eastAsia="en-AU"/>
        </w:rPr>
        <w:t>C</w:t>
      </w:r>
      <w:r w:rsidRPr="00F96562">
        <w:rPr>
          <w:lang w:eastAsia="en-AU"/>
        </w:rPr>
        <w:t xml:space="preserve">hecklist will be used by </w:t>
      </w:r>
      <w:r>
        <w:rPr>
          <w:lang w:eastAsia="en-AU"/>
        </w:rPr>
        <w:t>the student</w:t>
      </w:r>
      <w:r w:rsidRPr="00F96562">
        <w:rPr>
          <w:lang w:eastAsia="en-AU"/>
        </w:rPr>
        <w:t xml:space="preserve"> to mark the students’ performance</w:t>
      </w:r>
      <w:r>
        <w:rPr>
          <w:lang w:eastAsia="en-AU"/>
        </w:rPr>
        <w:t xml:space="preserve"> in any of the previous event types. Use this C</w:t>
      </w:r>
      <w:r w:rsidRPr="00F96562">
        <w:rPr>
          <w:lang w:eastAsia="en-AU"/>
        </w:rPr>
        <w:t xml:space="preserve">hecklist to understand what skills the student is required to demonstrate in this section of the assessment. </w:t>
      </w:r>
      <w:r w:rsidRPr="00853113">
        <w:rPr>
          <w:lang w:eastAsia="en-AU"/>
        </w:rPr>
        <w:t xml:space="preserve">This </w:t>
      </w:r>
      <w:r>
        <w:rPr>
          <w:lang w:eastAsia="en-AU"/>
        </w:rPr>
        <w:t>C</w:t>
      </w:r>
      <w:r w:rsidRPr="00853113">
        <w:rPr>
          <w:lang w:eastAsia="en-AU"/>
        </w:rPr>
        <w:t>hec</w:t>
      </w:r>
      <w:r>
        <w:rPr>
          <w:lang w:eastAsia="en-AU"/>
        </w:rPr>
        <w:t>klist outlines the Performance C</w:t>
      </w:r>
      <w:r w:rsidRPr="00853113">
        <w:rPr>
          <w:lang w:eastAsia="en-AU"/>
        </w:rPr>
        <w:t>riteria</w:t>
      </w:r>
      <w:r>
        <w:rPr>
          <w:lang w:eastAsia="en-AU"/>
        </w:rPr>
        <w:t>, Performance Evidence and Assessment Conditions</w:t>
      </w:r>
      <w:r w:rsidRPr="00853113">
        <w:rPr>
          <w:lang w:eastAsia="en-AU"/>
        </w:rPr>
        <w:t xml:space="preserve"> </w:t>
      </w:r>
      <w:r>
        <w:rPr>
          <w:lang w:eastAsia="en-AU"/>
        </w:rPr>
        <w:t>the student</w:t>
      </w:r>
      <w:r w:rsidRPr="00853113">
        <w:rPr>
          <w:lang w:eastAsia="en-AU"/>
        </w:rPr>
        <w:t xml:space="preserve"> will be marking the student on.</w:t>
      </w:r>
      <w:r>
        <w:rPr>
          <w:lang w:eastAsia="en-AU"/>
        </w:rPr>
        <w:t xml:space="preserve"> All the criteria must be met. The student’s demonstration </w:t>
      </w:r>
      <w:r w:rsidRPr="00676B26">
        <w:rPr>
          <w:lang w:eastAsia="en-AU"/>
        </w:rPr>
        <w:t>will be used as part of the overall evid</w:t>
      </w:r>
      <w:r>
        <w:rPr>
          <w:lang w:eastAsia="en-AU"/>
        </w:rPr>
        <w:t xml:space="preserve">ence requirements of the unit. The student </w:t>
      </w:r>
      <w:r w:rsidRPr="00676B26">
        <w:rPr>
          <w:lang w:eastAsia="en-AU"/>
        </w:rPr>
        <w:t>may ask questions while the demonstration is taking place or if appropriate directly after the task/activity has been completed.</w:t>
      </w:r>
    </w:p>
    <w:p w14:paraId="167E96A2" w14:textId="77777777" w:rsidR="00C261EA" w:rsidRPr="001919F7" w:rsidRDefault="00C261EA" w:rsidP="00C261EA">
      <w:pPr>
        <w:keepNext/>
        <w:spacing w:before="0" w:after="0"/>
        <w:rPr>
          <w:rFonts w:ascii="Calibri" w:eastAsia="Calibri" w:hAnsi="Calibri" w:cs="Calibri"/>
          <w:color w:val="747679"/>
          <w:sz w:val="16"/>
          <w:szCs w:val="16"/>
        </w:rPr>
      </w:pPr>
      <w:r w:rsidRPr="001919F7">
        <w:rPr>
          <w:rFonts w:ascii="Calibri" w:eastAsia="Calibri" w:hAnsi="Calibri" w:cs="Calibri"/>
          <w:color w:val="747679"/>
          <w:sz w:val="16"/>
          <w:szCs w:val="16"/>
        </w:rPr>
        <w:t xml:space="preserve">Table </w:t>
      </w:r>
      <w:r>
        <w:rPr>
          <w:rFonts w:ascii="Calibri" w:eastAsia="Calibri" w:hAnsi="Calibri" w:cs="Calibri"/>
          <w:noProof/>
          <w:color w:val="747679"/>
          <w:sz w:val="16"/>
          <w:szCs w:val="16"/>
        </w:rPr>
        <w:t>5</w:t>
      </w:r>
      <w:r w:rsidRPr="001919F7">
        <w:rPr>
          <w:rFonts w:ascii="Calibri" w:eastAsia="Calibri" w:hAnsi="Calibri" w:cs="Calibri"/>
          <w:color w:val="747679"/>
          <w:sz w:val="16"/>
          <w:szCs w:val="16"/>
        </w:rPr>
        <w:t xml:space="preserve"> Observation Checklist</w:t>
      </w:r>
    </w:p>
    <w:tbl>
      <w:tblPr>
        <w:tblStyle w:val="Style31"/>
        <w:tblW w:w="15451" w:type="dxa"/>
        <w:tblInd w:w="-714" w:type="dxa"/>
        <w:tblLayout w:type="fixed"/>
        <w:tblLook w:val="04A0" w:firstRow="1" w:lastRow="0" w:firstColumn="1" w:lastColumn="0" w:noHBand="0" w:noVBand="1"/>
        <w:tblCaption w:val="Observation Checklist"/>
        <w:tblDescription w:val="Observation Checklist"/>
      </w:tblPr>
      <w:tblGrid>
        <w:gridCol w:w="1418"/>
        <w:gridCol w:w="5102"/>
        <w:gridCol w:w="568"/>
        <w:gridCol w:w="567"/>
        <w:gridCol w:w="567"/>
        <w:gridCol w:w="567"/>
        <w:gridCol w:w="567"/>
        <w:gridCol w:w="567"/>
        <w:gridCol w:w="567"/>
        <w:gridCol w:w="567"/>
        <w:gridCol w:w="4394"/>
      </w:tblGrid>
      <w:tr w:rsidR="00C261EA" w:rsidRPr="00EF3564" w14:paraId="25DE0C36" w14:textId="77777777" w:rsidTr="0077333F">
        <w:trPr>
          <w:cantSplit/>
          <w:trHeight w:val="1266"/>
          <w:tblHeader/>
        </w:trPr>
        <w:tc>
          <w:tcPr>
            <w:cnfStyle w:val="001000000000" w:firstRow="0" w:lastRow="0" w:firstColumn="1" w:lastColumn="0" w:oddVBand="0" w:evenVBand="0" w:oddHBand="0" w:evenHBand="0" w:firstRowFirstColumn="0" w:firstRowLastColumn="0" w:lastRowFirstColumn="0" w:lastRowLastColumn="0"/>
            <w:tcW w:w="1418" w:type="dxa"/>
            <w:shd w:val="clear" w:color="auto" w:fill="2D739F"/>
          </w:tcPr>
          <w:p w14:paraId="57C7AE64" w14:textId="77777777" w:rsidR="00C261EA" w:rsidRPr="0077333F" w:rsidRDefault="00C261EA" w:rsidP="00013859">
            <w:pPr>
              <w:spacing w:line="259" w:lineRule="auto"/>
              <w:rPr>
                <w:rFonts w:ascii="Calibri" w:hAnsi="Calibri" w:cs="Times New Roman"/>
                <w:color w:val="FFFFFF" w:themeColor="background1"/>
                <w:sz w:val="22"/>
              </w:rPr>
            </w:pPr>
            <w:r w:rsidRPr="0077333F">
              <w:rPr>
                <w:rFonts w:ascii="Calibri" w:hAnsi="Calibri" w:cs="Times New Roman"/>
                <w:color w:val="FFFFFF" w:themeColor="background1"/>
                <w:sz w:val="22"/>
              </w:rPr>
              <w:t>Task #</w:t>
            </w:r>
          </w:p>
        </w:tc>
        <w:tc>
          <w:tcPr>
            <w:tcW w:w="5102" w:type="dxa"/>
            <w:shd w:val="clear" w:color="auto" w:fill="2D739F"/>
          </w:tcPr>
          <w:p w14:paraId="227A2352" w14:textId="77777777" w:rsidR="00C261EA" w:rsidRPr="0077333F" w:rsidRDefault="00C261EA" w:rsidP="00013859">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77333F">
              <w:rPr>
                <w:rFonts w:ascii="Calibri" w:hAnsi="Calibri" w:cs="Times New Roman"/>
                <w:b/>
                <w:color w:val="FFFFFF" w:themeColor="background1"/>
                <w:sz w:val="22"/>
              </w:rPr>
              <w:t>Task/Activity Performed</w:t>
            </w:r>
          </w:p>
          <w:p w14:paraId="42A9D755" w14:textId="77777777" w:rsidR="00C261EA" w:rsidRPr="0077333F" w:rsidRDefault="00C261EA" w:rsidP="00013859">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Calibri"/>
                <w:bCs/>
                <w:i/>
                <w:color w:val="FFFFFF" w:themeColor="background1"/>
                <w:sz w:val="18"/>
                <w:szCs w:val="18"/>
              </w:rPr>
            </w:pPr>
            <w:r w:rsidRPr="0077333F">
              <w:rPr>
                <w:rFonts w:ascii="Calibri" w:hAnsi="Calibri" w:cs="Calibri"/>
                <w:bCs/>
                <w:i/>
                <w:color w:val="FFFFFF" w:themeColor="background1"/>
                <w:sz w:val="18"/>
                <w:szCs w:val="18"/>
              </w:rPr>
              <w:t>(Assessors are to record their observations in sufficient detail to demonstrate their judgement of the student’s performance against the criteria required)</w:t>
            </w:r>
          </w:p>
        </w:tc>
        <w:tc>
          <w:tcPr>
            <w:tcW w:w="1135" w:type="dxa"/>
            <w:gridSpan w:val="2"/>
            <w:shd w:val="clear" w:color="auto" w:fill="2D739F"/>
          </w:tcPr>
          <w:p w14:paraId="08B6A9DB" w14:textId="77777777" w:rsidR="00C261EA" w:rsidRPr="0077333F" w:rsidRDefault="00C261EA" w:rsidP="00013859">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77333F">
              <w:rPr>
                <w:rFonts w:ascii="Calibri" w:hAnsi="Calibri" w:cs="Times New Roman"/>
                <w:b/>
                <w:color w:val="FFFFFF" w:themeColor="background1"/>
                <w:sz w:val="22"/>
              </w:rPr>
              <w:t>Edging detail panel</w:t>
            </w:r>
          </w:p>
          <w:p w14:paraId="629EDF18" w14:textId="77777777" w:rsidR="00C261EA" w:rsidRPr="0077333F" w:rsidRDefault="00C261EA" w:rsidP="00013859">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77333F">
              <w:rPr>
                <w:rFonts w:ascii="Calibri" w:hAnsi="Calibri" w:cs="Times New Roman"/>
                <w:b/>
                <w:color w:val="FFFFFF" w:themeColor="background1"/>
                <w:sz w:val="22"/>
              </w:rPr>
              <w:t>Date:</w:t>
            </w:r>
          </w:p>
        </w:tc>
        <w:tc>
          <w:tcPr>
            <w:tcW w:w="1134" w:type="dxa"/>
            <w:gridSpan w:val="2"/>
            <w:shd w:val="clear" w:color="auto" w:fill="2D739F"/>
          </w:tcPr>
          <w:p w14:paraId="03E17FD4" w14:textId="77777777" w:rsidR="00C261EA" w:rsidRPr="0077333F" w:rsidRDefault="00C261EA" w:rsidP="00013859">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77333F">
              <w:rPr>
                <w:rFonts w:ascii="Calibri" w:hAnsi="Calibri" w:cs="Times New Roman"/>
                <w:b/>
                <w:color w:val="FFFFFF" w:themeColor="background1"/>
                <w:sz w:val="22"/>
              </w:rPr>
              <w:t>Trolley tray</w:t>
            </w:r>
          </w:p>
          <w:p w14:paraId="7CF18EE6" w14:textId="77777777" w:rsidR="00C261EA" w:rsidRPr="0077333F" w:rsidRDefault="00C261EA" w:rsidP="00013859">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77333F">
              <w:rPr>
                <w:rFonts w:ascii="Calibri" w:hAnsi="Calibri" w:cs="Times New Roman"/>
                <w:b/>
                <w:color w:val="FFFFFF" w:themeColor="background1"/>
                <w:sz w:val="22"/>
              </w:rPr>
              <w:t>Date:</w:t>
            </w:r>
          </w:p>
        </w:tc>
        <w:tc>
          <w:tcPr>
            <w:tcW w:w="1134" w:type="dxa"/>
            <w:gridSpan w:val="2"/>
            <w:shd w:val="clear" w:color="auto" w:fill="2D739F"/>
          </w:tcPr>
          <w:p w14:paraId="5A04182C" w14:textId="77777777" w:rsidR="00C261EA" w:rsidRPr="0077333F" w:rsidRDefault="00C261EA" w:rsidP="00013859">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77333F">
              <w:rPr>
                <w:rFonts w:ascii="Calibri" w:hAnsi="Calibri" w:cs="Times New Roman"/>
                <w:b/>
                <w:color w:val="FFFFFF" w:themeColor="background1"/>
                <w:sz w:val="22"/>
              </w:rPr>
              <w:t>Shield project</w:t>
            </w:r>
          </w:p>
          <w:p w14:paraId="6A202B52" w14:textId="77777777" w:rsidR="00C261EA" w:rsidRPr="0077333F" w:rsidRDefault="00C261EA" w:rsidP="00013859">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77333F">
              <w:rPr>
                <w:rFonts w:ascii="Calibri" w:hAnsi="Calibri" w:cs="Times New Roman"/>
                <w:b/>
                <w:color w:val="FFFFFF" w:themeColor="background1"/>
                <w:sz w:val="22"/>
              </w:rPr>
              <w:t>Date:</w:t>
            </w:r>
          </w:p>
        </w:tc>
        <w:tc>
          <w:tcPr>
            <w:tcW w:w="1134" w:type="dxa"/>
            <w:gridSpan w:val="2"/>
            <w:shd w:val="clear" w:color="auto" w:fill="2D739F"/>
          </w:tcPr>
          <w:p w14:paraId="6F2AD2BC" w14:textId="77777777" w:rsidR="00C261EA" w:rsidRPr="0077333F" w:rsidRDefault="00C261EA" w:rsidP="00013859">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77333F">
              <w:rPr>
                <w:rFonts w:ascii="Calibri" w:hAnsi="Calibri" w:cs="Times New Roman"/>
                <w:b/>
                <w:color w:val="FFFFFF" w:themeColor="background1"/>
                <w:sz w:val="22"/>
              </w:rPr>
              <w:t>Metal plate</w:t>
            </w:r>
          </w:p>
          <w:p w14:paraId="58E3705B" w14:textId="77777777" w:rsidR="00C261EA" w:rsidRPr="0077333F" w:rsidRDefault="00C261EA" w:rsidP="00013859">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77333F">
              <w:rPr>
                <w:rFonts w:ascii="Calibri" w:hAnsi="Calibri" w:cs="Times New Roman"/>
                <w:b/>
                <w:color w:val="FFFFFF" w:themeColor="background1"/>
                <w:sz w:val="22"/>
              </w:rPr>
              <w:t>Date:</w:t>
            </w:r>
          </w:p>
        </w:tc>
        <w:tc>
          <w:tcPr>
            <w:tcW w:w="4394" w:type="dxa"/>
            <w:shd w:val="clear" w:color="auto" w:fill="2D739F"/>
          </w:tcPr>
          <w:p w14:paraId="285A28DA" w14:textId="77777777" w:rsidR="00C261EA" w:rsidRPr="0077333F" w:rsidRDefault="00C261EA" w:rsidP="00013859">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color w:val="FFFFFF" w:themeColor="background1"/>
                <w:sz w:val="22"/>
              </w:rPr>
            </w:pPr>
            <w:r w:rsidRPr="0077333F">
              <w:rPr>
                <w:rFonts w:ascii="Calibri" w:hAnsi="Calibri" w:cs="Times New Roman"/>
                <w:b/>
                <w:color w:val="FFFFFF" w:themeColor="background1"/>
                <w:sz w:val="22"/>
              </w:rPr>
              <w:t>Assessor Comments</w:t>
            </w:r>
            <w:r w:rsidRPr="0077333F">
              <w:rPr>
                <w:rFonts w:ascii="Calibri" w:hAnsi="Calibri" w:cs="Times New Roman"/>
                <w:color w:val="FFFFFF" w:themeColor="background1"/>
                <w:sz w:val="22"/>
              </w:rPr>
              <w:br/>
            </w:r>
            <w:r w:rsidRPr="0077333F">
              <w:rPr>
                <w:rFonts w:ascii="Calibri" w:hAnsi="Calibri" w:cs="Calibri"/>
                <w:bCs/>
                <w:i/>
                <w:color w:val="FFFFFF" w:themeColor="background1"/>
                <w:sz w:val="18"/>
                <w:szCs w:val="18"/>
              </w:rPr>
              <w:t>(Describe the student’s ability in demonstrating the required skills and knowledge)</w:t>
            </w:r>
          </w:p>
        </w:tc>
      </w:tr>
      <w:tr w:rsidR="00C261EA" w:rsidRPr="00EF3564" w14:paraId="5572ED5D" w14:textId="77777777" w:rsidTr="0077333F">
        <w:trPr>
          <w:cantSplit/>
          <w:tblHeader/>
        </w:trPr>
        <w:tc>
          <w:tcPr>
            <w:cnfStyle w:val="001000000000" w:firstRow="0" w:lastRow="0" w:firstColumn="1" w:lastColumn="0" w:oddVBand="0" w:evenVBand="0" w:oddHBand="0" w:evenHBand="0" w:firstRowFirstColumn="0" w:firstRowLastColumn="0" w:lastRowFirstColumn="0" w:lastRowLastColumn="0"/>
            <w:tcW w:w="1418" w:type="dxa"/>
            <w:shd w:val="clear" w:color="auto" w:fill="2D739F"/>
          </w:tcPr>
          <w:p w14:paraId="5287455D" w14:textId="77777777" w:rsidR="00C261EA" w:rsidRPr="0077333F" w:rsidRDefault="00C261EA" w:rsidP="00013859">
            <w:pPr>
              <w:spacing w:after="160" w:line="259" w:lineRule="auto"/>
              <w:rPr>
                <w:rFonts w:ascii="Calibri" w:hAnsi="Calibri" w:cs="Times New Roman"/>
                <w:color w:val="FFFFFF" w:themeColor="background1"/>
                <w:sz w:val="22"/>
              </w:rPr>
            </w:pPr>
          </w:p>
        </w:tc>
        <w:tc>
          <w:tcPr>
            <w:tcW w:w="5102" w:type="dxa"/>
            <w:shd w:val="clear" w:color="auto" w:fill="2D739F"/>
          </w:tcPr>
          <w:p w14:paraId="2A7CE125" w14:textId="77777777" w:rsidR="00C261EA" w:rsidRPr="0077333F" w:rsidRDefault="00C261EA" w:rsidP="00013859">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p>
        </w:tc>
        <w:tc>
          <w:tcPr>
            <w:tcW w:w="568" w:type="dxa"/>
            <w:shd w:val="clear" w:color="auto" w:fill="2D739F"/>
          </w:tcPr>
          <w:p w14:paraId="13D6128C" w14:textId="77777777" w:rsidR="00C261EA" w:rsidRPr="0077333F" w:rsidRDefault="00C261EA" w:rsidP="00013859">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77333F">
              <w:rPr>
                <w:rFonts w:ascii="Calibri" w:hAnsi="Calibri" w:cs="Times New Roman"/>
                <w:b/>
                <w:color w:val="FFFFFF" w:themeColor="background1"/>
                <w:sz w:val="22"/>
              </w:rPr>
              <w:t>S</w:t>
            </w:r>
          </w:p>
        </w:tc>
        <w:tc>
          <w:tcPr>
            <w:tcW w:w="567" w:type="dxa"/>
            <w:shd w:val="clear" w:color="auto" w:fill="2D739F"/>
          </w:tcPr>
          <w:p w14:paraId="169250FD" w14:textId="77777777" w:rsidR="00C261EA" w:rsidRPr="0077333F" w:rsidRDefault="00C261EA" w:rsidP="00013859">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77333F">
              <w:rPr>
                <w:rFonts w:ascii="Calibri" w:hAnsi="Calibri" w:cs="Times New Roman"/>
                <w:b/>
                <w:color w:val="FFFFFF" w:themeColor="background1"/>
                <w:sz w:val="22"/>
              </w:rPr>
              <w:t>U/S</w:t>
            </w:r>
          </w:p>
        </w:tc>
        <w:tc>
          <w:tcPr>
            <w:tcW w:w="567" w:type="dxa"/>
            <w:shd w:val="clear" w:color="auto" w:fill="2D739F"/>
          </w:tcPr>
          <w:p w14:paraId="0639C25F" w14:textId="77777777" w:rsidR="00C261EA" w:rsidRPr="0077333F" w:rsidRDefault="00C261EA" w:rsidP="00013859">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77333F">
              <w:rPr>
                <w:rFonts w:ascii="Calibri" w:hAnsi="Calibri" w:cs="Times New Roman"/>
                <w:b/>
                <w:color w:val="FFFFFF" w:themeColor="background1"/>
                <w:sz w:val="22"/>
              </w:rPr>
              <w:t>S</w:t>
            </w:r>
          </w:p>
        </w:tc>
        <w:tc>
          <w:tcPr>
            <w:tcW w:w="567" w:type="dxa"/>
            <w:shd w:val="clear" w:color="auto" w:fill="2D739F"/>
          </w:tcPr>
          <w:p w14:paraId="70E25C6C" w14:textId="77777777" w:rsidR="00C261EA" w:rsidRPr="0077333F" w:rsidRDefault="00C261EA" w:rsidP="00013859">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77333F">
              <w:rPr>
                <w:rFonts w:ascii="Calibri" w:hAnsi="Calibri" w:cs="Times New Roman"/>
                <w:b/>
                <w:color w:val="FFFFFF" w:themeColor="background1"/>
                <w:sz w:val="22"/>
              </w:rPr>
              <w:t>U/S</w:t>
            </w:r>
          </w:p>
        </w:tc>
        <w:tc>
          <w:tcPr>
            <w:tcW w:w="567" w:type="dxa"/>
            <w:shd w:val="clear" w:color="auto" w:fill="2D739F"/>
          </w:tcPr>
          <w:p w14:paraId="370097FE" w14:textId="77777777" w:rsidR="00C261EA" w:rsidRPr="0077333F" w:rsidRDefault="00C261EA" w:rsidP="00013859">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77333F">
              <w:rPr>
                <w:rFonts w:ascii="Calibri" w:hAnsi="Calibri" w:cs="Times New Roman"/>
                <w:b/>
                <w:color w:val="FFFFFF" w:themeColor="background1"/>
                <w:sz w:val="22"/>
              </w:rPr>
              <w:t>S</w:t>
            </w:r>
          </w:p>
        </w:tc>
        <w:tc>
          <w:tcPr>
            <w:tcW w:w="567" w:type="dxa"/>
            <w:shd w:val="clear" w:color="auto" w:fill="2D739F"/>
          </w:tcPr>
          <w:p w14:paraId="2CD3AF62" w14:textId="77777777" w:rsidR="00C261EA" w:rsidRPr="0077333F" w:rsidRDefault="00C261EA" w:rsidP="00013859">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77333F">
              <w:rPr>
                <w:rFonts w:ascii="Calibri" w:hAnsi="Calibri" w:cs="Times New Roman"/>
                <w:b/>
                <w:color w:val="FFFFFF" w:themeColor="background1"/>
                <w:sz w:val="22"/>
              </w:rPr>
              <w:t>U/S</w:t>
            </w:r>
          </w:p>
        </w:tc>
        <w:tc>
          <w:tcPr>
            <w:tcW w:w="567" w:type="dxa"/>
            <w:shd w:val="clear" w:color="auto" w:fill="2D739F"/>
          </w:tcPr>
          <w:p w14:paraId="4FFC20B6" w14:textId="77777777" w:rsidR="00C261EA" w:rsidRPr="0077333F" w:rsidRDefault="00C261EA" w:rsidP="00013859">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77333F">
              <w:rPr>
                <w:rFonts w:ascii="Calibri" w:hAnsi="Calibri" w:cs="Times New Roman"/>
                <w:b/>
                <w:color w:val="FFFFFF" w:themeColor="background1"/>
                <w:sz w:val="22"/>
              </w:rPr>
              <w:t>S</w:t>
            </w:r>
          </w:p>
        </w:tc>
        <w:tc>
          <w:tcPr>
            <w:tcW w:w="567" w:type="dxa"/>
            <w:shd w:val="clear" w:color="auto" w:fill="2D739F"/>
          </w:tcPr>
          <w:p w14:paraId="167FC55B" w14:textId="77777777" w:rsidR="00C261EA" w:rsidRPr="0077333F" w:rsidRDefault="00C261EA" w:rsidP="00013859">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r w:rsidRPr="0077333F">
              <w:rPr>
                <w:rFonts w:ascii="Calibri" w:hAnsi="Calibri" w:cs="Times New Roman"/>
                <w:b/>
                <w:color w:val="FFFFFF" w:themeColor="background1"/>
                <w:sz w:val="22"/>
              </w:rPr>
              <w:t>U/S</w:t>
            </w:r>
          </w:p>
        </w:tc>
        <w:tc>
          <w:tcPr>
            <w:tcW w:w="4394" w:type="dxa"/>
            <w:shd w:val="clear" w:color="auto" w:fill="2D739F"/>
          </w:tcPr>
          <w:p w14:paraId="3EC2E25D" w14:textId="77777777" w:rsidR="00C261EA" w:rsidRPr="0077333F" w:rsidRDefault="00C261EA" w:rsidP="00013859">
            <w:p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FFFFFF" w:themeColor="background1"/>
                <w:sz w:val="22"/>
              </w:rPr>
            </w:pPr>
          </w:p>
        </w:tc>
      </w:tr>
      <w:tr w:rsidR="002117A3" w:rsidRPr="00EF3564" w14:paraId="71B2CFB7" w14:textId="77777777" w:rsidTr="00013859">
        <w:trPr>
          <w:cantSplit/>
          <w:trHeight w:val="1047"/>
        </w:trPr>
        <w:tc>
          <w:tcPr>
            <w:cnfStyle w:val="001000000000" w:firstRow="0" w:lastRow="0" w:firstColumn="1" w:lastColumn="0" w:oddVBand="0" w:evenVBand="0" w:oddHBand="0" w:evenHBand="0" w:firstRowFirstColumn="0" w:firstRowLastColumn="0" w:lastRowFirstColumn="0" w:lastRowLastColumn="0"/>
            <w:tcW w:w="1418" w:type="dxa"/>
            <w:vMerge w:val="restart"/>
            <w:shd w:val="clear" w:color="auto" w:fill="FFFFFF"/>
          </w:tcPr>
          <w:p w14:paraId="33382B49" w14:textId="1E3944E9" w:rsidR="002117A3" w:rsidRPr="00C261EA" w:rsidRDefault="002117A3" w:rsidP="002117A3">
            <w:pPr>
              <w:spacing w:before="0" w:after="0" w:afterAutospacing="0" w:line="259" w:lineRule="auto"/>
              <w:jc w:val="left"/>
              <w:rPr>
                <w:rFonts w:asciiTheme="minorHAnsi" w:hAnsiTheme="minorHAnsi"/>
                <w:b w:val="0"/>
                <w:sz w:val="22"/>
              </w:rPr>
            </w:pPr>
            <w:r w:rsidRPr="001919F7">
              <w:rPr>
                <w:rFonts w:asciiTheme="minorHAnsi" w:hAnsiTheme="minorHAnsi"/>
                <w:b w:val="0"/>
                <w:sz w:val="22"/>
              </w:rPr>
              <w:t>1 – Preparing for work</w:t>
            </w:r>
          </w:p>
        </w:tc>
        <w:tc>
          <w:tcPr>
            <w:tcW w:w="5102" w:type="dxa"/>
          </w:tcPr>
          <w:sdt>
            <w:sdtPr>
              <w:rPr>
                <w:sz w:val="22"/>
              </w:rPr>
              <w:id w:val="1323158964"/>
              <w:placeholder>
                <w:docPart w:val="FB9917CFDDEB4233A5B5421554BC9012"/>
              </w:placeholder>
            </w:sdtPr>
            <w:sdtEndPr/>
            <w:sdtContent>
              <w:p w14:paraId="0CE16817" w14:textId="44054F11" w:rsidR="002117A3" w:rsidRPr="00C261EA" w:rsidRDefault="002117A3" w:rsidP="002117A3">
                <w:pPr>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 xml:space="preserve">1.1 </w:t>
                </w:r>
                <w:r w:rsidR="00B523AE" w:rsidRPr="00B523AE">
                  <w:rPr>
                    <w:rFonts w:asciiTheme="minorHAnsi" w:hAnsiTheme="minorHAnsi"/>
                    <w:sz w:val="22"/>
                  </w:rPr>
                  <w:t>Communicate with at least 1 other to locate, confirm and interpret:</w:t>
                </w:r>
              </w:p>
              <w:p w14:paraId="3E62E24B" w14:textId="04D7E051" w:rsidR="002117A3" w:rsidRPr="00C261EA" w:rsidRDefault="002117A3" w:rsidP="002117A3">
                <w:pPr>
                  <w:pStyle w:val="ListParagraph"/>
                  <w:numPr>
                    <w:ilvl w:val="0"/>
                    <w:numId w:val="10"/>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The specifications of the task projects.</w:t>
                </w:r>
              </w:p>
              <w:p w14:paraId="729029F7" w14:textId="7FA1A29A" w:rsidR="002117A3" w:rsidRPr="00C261EA" w:rsidRDefault="002117A3" w:rsidP="002117A3">
                <w:pPr>
                  <w:pStyle w:val="ListParagraph"/>
                  <w:numPr>
                    <w:ilvl w:val="0"/>
                    <w:numId w:val="10"/>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The work requirements for preparing the surfaces for each of the tasks, any problems and the reporting of work requirements in a job plan.</w:t>
                </w:r>
              </w:p>
              <w:p w14:paraId="1FA6D6F4" w14:textId="67A0459A" w:rsidR="002117A3" w:rsidRPr="00C261EA" w:rsidRDefault="002117A3" w:rsidP="002117A3">
                <w:pPr>
                  <w:pStyle w:val="ListParagraph"/>
                  <w:numPr>
                    <w:ilvl w:val="0"/>
                    <w:numId w:val="10"/>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The safety procedures for preparing the surfaces for each of the tasks.</w:t>
                </w:r>
              </w:p>
            </w:sdtContent>
          </w:sdt>
        </w:tc>
        <w:tc>
          <w:tcPr>
            <w:tcW w:w="568" w:type="dxa"/>
          </w:tcPr>
          <w:sdt>
            <w:sdtPr>
              <w:rPr>
                <w:sz w:val="22"/>
              </w:rPr>
              <w:id w:val="1403260842"/>
              <w14:checkbox>
                <w14:checked w14:val="0"/>
                <w14:checkedState w14:val="2612" w14:font="MS Gothic"/>
                <w14:uncheckedState w14:val="2610" w14:font="MS Gothic"/>
              </w14:checkbox>
            </w:sdtPr>
            <w:sdtEndPr/>
            <w:sdtContent>
              <w:p w14:paraId="5E91099C" w14:textId="77777777" w:rsidR="002117A3" w:rsidRPr="00C261EA" w:rsidRDefault="002117A3" w:rsidP="002117A3">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681790395"/>
              <w14:checkbox>
                <w14:checked w14:val="0"/>
                <w14:checkedState w14:val="2612" w14:font="MS Gothic"/>
                <w14:uncheckedState w14:val="2610" w14:font="MS Gothic"/>
              </w14:checkbox>
            </w:sdtPr>
            <w:sdtEndPr/>
            <w:sdtContent>
              <w:p w14:paraId="7D2A7DA2" w14:textId="77777777" w:rsidR="002117A3" w:rsidRPr="00C261EA" w:rsidRDefault="002117A3" w:rsidP="002117A3">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838076853"/>
              <w14:checkbox>
                <w14:checked w14:val="0"/>
                <w14:checkedState w14:val="2612" w14:font="MS Gothic"/>
                <w14:uncheckedState w14:val="2610" w14:font="MS Gothic"/>
              </w14:checkbox>
            </w:sdtPr>
            <w:sdtEndPr/>
            <w:sdtContent>
              <w:p w14:paraId="6222B97E" w14:textId="77777777" w:rsidR="002117A3" w:rsidRPr="00C261EA" w:rsidRDefault="002117A3" w:rsidP="002117A3">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674769372"/>
              <w14:checkbox>
                <w14:checked w14:val="0"/>
                <w14:checkedState w14:val="2612" w14:font="MS Gothic"/>
                <w14:uncheckedState w14:val="2610" w14:font="MS Gothic"/>
              </w14:checkbox>
            </w:sdtPr>
            <w:sdtEndPr/>
            <w:sdtContent>
              <w:p w14:paraId="69330A89" w14:textId="77777777" w:rsidR="002117A3" w:rsidRPr="00C261EA" w:rsidRDefault="002117A3" w:rsidP="002117A3">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675890975"/>
              <w14:checkbox>
                <w14:checked w14:val="0"/>
                <w14:checkedState w14:val="2612" w14:font="MS Gothic"/>
                <w14:uncheckedState w14:val="2610" w14:font="MS Gothic"/>
              </w14:checkbox>
            </w:sdtPr>
            <w:sdtEndPr/>
            <w:sdtContent>
              <w:p w14:paraId="66281BF5" w14:textId="77777777" w:rsidR="002117A3" w:rsidRPr="00C261EA" w:rsidRDefault="002117A3" w:rsidP="002117A3">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73172776"/>
              <w14:checkbox>
                <w14:checked w14:val="0"/>
                <w14:checkedState w14:val="2612" w14:font="MS Gothic"/>
                <w14:uncheckedState w14:val="2610" w14:font="MS Gothic"/>
              </w14:checkbox>
            </w:sdtPr>
            <w:sdtEndPr/>
            <w:sdtContent>
              <w:p w14:paraId="2BC57F50" w14:textId="77777777" w:rsidR="002117A3" w:rsidRPr="00C261EA" w:rsidRDefault="002117A3" w:rsidP="002117A3">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835134019"/>
              <w14:checkbox>
                <w14:checked w14:val="0"/>
                <w14:checkedState w14:val="2612" w14:font="MS Gothic"/>
                <w14:uncheckedState w14:val="2610" w14:font="MS Gothic"/>
              </w14:checkbox>
            </w:sdtPr>
            <w:sdtEndPr/>
            <w:sdtContent>
              <w:p w14:paraId="52B1FCD3" w14:textId="77777777" w:rsidR="002117A3" w:rsidRPr="00C261EA" w:rsidRDefault="002117A3" w:rsidP="002117A3">
                <w:pPr>
                  <w:spacing w:before="0" w:after="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66990112"/>
              <w14:checkbox>
                <w14:checked w14:val="0"/>
                <w14:checkedState w14:val="2612" w14:font="MS Gothic"/>
                <w14:uncheckedState w14:val="2610" w14:font="MS Gothic"/>
              </w14:checkbox>
            </w:sdtPr>
            <w:sdtEndPr/>
            <w:sdtContent>
              <w:p w14:paraId="113CFF8D" w14:textId="77777777" w:rsidR="002117A3" w:rsidRPr="00C261EA" w:rsidRDefault="002117A3" w:rsidP="002117A3">
                <w:pPr>
                  <w:spacing w:before="0" w:after="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4394" w:type="dxa"/>
          </w:tcPr>
          <w:p w14:paraId="78F75173" w14:textId="77777777" w:rsidR="002117A3" w:rsidRPr="00AA586D" w:rsidRDefault="002117A3" w:rsidP="002117A3">
            <w:pPr>
              <w:tabs>
                <w:tab w:val="clear" w:pos="284"/>
              </w:tabs>
              <w:spacing w:before="40"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Calibri"/>
                <w:i/>
                <w:color w:val="808080"/>
                <w:sz w:val="22"/>
                <w:szCs w:val="22"/>
              </w:rPr>
            </w:pPr>
            <w:r w:rsidRPr="00AA586D">
              <w:rPr>
                <w:rFonts w:ascii="Calibri" w:hAnsi="Calibri" w:cs="Calibri"/>
                <w:i/>
                <w:color w:val="808080"/>
                <w:sz w:val="22"/>
                <w:szCs w:val="22"/>
              </w:rPr>
              <w:t>Comments/responses</w:t>
            </w:r>
          </w:p>
          <w:p w14:paraId="293F0515" w14:textId="16570E6D" w:rsidR="002117A3" w:rsidRPr="00C261EA" w:rsidRDefault="002117A3" w:rsidP="002117A3">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r>
      <w:tr w:rsidR="002117A3" w:rsidRPr="00EF3564" w14:paraId="355A6022" w14:textId="77777777" w:rsidTr="00013859">
        <w:trPr>
          <w:cantSplit/>
          <w:trHeight w:val="1047"/>
        </w:trPr>
        <w:tc>
          <w:tcPr>
            <w:cnfStyle w:val="001000000000" w:firstRow="0" w:lastRow="0" w:firstColumn="1" w:lastColumn="0" w:oddVBand="0" w:evenVBand="0" w:oddHBand="0" w:evenHBand="0" w:firstRowFirstColumn="0" w:firstRowLastColumn="0" w:lastRowFirstColumn="0" w:lastRowLastColumn="0"/>
            <w:tcW w:w="1418" w:type="dxa"/>
            <w:vMerge/>
            <w:shd w:val="clear" w:color="auto" w:fill="FFFFFF"/>
          </w:tcPr>
          <w:p w14:paraId="73D79E8E" w14:textId="77777777" w:rsidR="002117A3" w:rsidRPr="001919F7" w:rsidRDefault="002117A3" w:rsidP="002117A3">
            <w:pPr>
              <w:spacing w:before="0" w:after="0" w:line="259" w:lineRule="auto"/>
              <w:rPr>
                <w:rFonts w:asciiTheme="minorHAnsi" w:hAnsiTheme="minorHAnsi"/>
                <w:sz w:val="22"/>
              </w:rPr>
            </w:pPr>
          </w:p>
        </w:tc>
        <w:tc>
          <w:tcPr>
            <w:tcW w:w="5102" w:type="dxa"/>
          </w:tcPr>
          <w:sdt>
            <w:sdtPr>
              <w:rPr>
                <w:sz w:val="22"/>
              </w:rPr>
              <w:id w:val="151345950"/>
              <w:placeholder>
                <w:docPart w:val="F1A7AA6615C3459FA760B8D209CB0E5D"/>
              </w:placeholder>
            </w:sdtPr>
            <w:sdtEndPr/>
            <w:sdtContent>
              <w:p w14:paraId="31EAB030" w14:textId="35E15E2C" w:rsidR="002117A3" w:rsidRPr="00C261EA" w:rsidRDefault="002117A3" w:rsidP="00674C3C">
                <w:pPr>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 xml:space="preserve">1.2 </w:t>
                </w:r>
                <w:r w:rsidR="00674C3C" w:rsidRPr="00674C3C">
                  <w:rPr>
                    <w:rFonts w:asciiTheme="minorHAnsi" w:hAnsiTheme="minorHAnsi"/>
                    <w:sz w:val="22"/>
                  </w:rPr>
                  <w:t>Work with at least 1 other to apply information by developing a job plan for the surface preparation tasks, including:</w:t>
                </w:r>
              </w:p>
              <w:p w14:paraId="1375EBFF" w14:textId="43D15F28" w:rsidR="002117A3" w:rsidRPr="00C261EA" w:rsidRDefault="002117A3" w:rsidP="002117A3">
                <w:pPr>
                  <w:pStyle w:val="ListParagraph"/>
                  <w:numPr>
                    <w:ilvl w:val="0"/>
                    <w:numId w:val="10"/>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Identifying the work flow and procedures for preparing the surfaces, according to the coating materials for each task.</w:t>
                </w:r>
              </w:p>
              <w:p w14:paraId="2DEB3ED9" w14:textId="06ACEB00" w:rsidR="002117A3" w:rsidRPr="00C261EA" w:rsidRDefault="002117A3" w:rsidP="002117A3">
                <w:pPr>
                  <w:pStyle w:val="ListParagraph"/>
                  <w:numPr>
                    <w:ilvl w:val="0"/>
                    <w:numId w:val="10"/>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Identifying the tools, equipment and materials required for the tasks.</w:t>
                </w:r>
              </w:p>
              <w:p w14:paraId="34D6E0ED" w14:textId="21246F69" w:rsidR="002117A3" w:rsidRPr="00C261EA" w:rsidRDefault="002117A3" w:rsidP="002117A3">
                <w:pPr>
                  <w:pStyle w:val="ListParagraph"/>
                  <w:numPr>
                    <w:ilvl w:val="0"/>
                    <w:numId w:val="10"/>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Identify the characteristics of the surfaces and the required surface coating materials.</w:t>
                </w:r>
              </w:p>
            </w:sdtContent>
          </w:sdt>
        </w:tc>
        <w:tc>
          <w:tcPr>
            <w:tcW w:w="568" w:type="dxa"/>
          </w:tcPr>
          <w:sdt>
            <w:sdtPr>
              <w:rPr>
                <w:sz w:val="22"/>
              </w:rPr>
              <w:id w:val="-1773852772"/>
              <w14:checkbox>
                <w14:checked w14:val="0"/>
                <w14:checkedState w14:val="2612" w14:font="MS Gothic"/>
                <w14:uncheckedState w14:val="2610" w14:font="MS Gothic"/>
              </w14:checkbox>
            </w:sdtPr>
            <w:sdtEndPr/>
            <w:sdtContent>
              <w:p w14:paraId="327FB2A0" w14:textId="77777777" w:rsidR="002117A3" w:rsidRPr="00C261EA" w:rsidRDefault="002117A3" w:rsidP="002117A3">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535739277"/>
              <w14:checkbox>
                <w14:checked w14:val="0"/>
                <w14:checkedState w14:val="2612" w14:font="MS Gothic"/>
                <w14:uncheckedState w14:val="2610" w14:font="MS Gothic"/>
              </w14:checkbox>
            </w:sdtPr>
            <w:sdtEndPr/>
            <w:sdtContent>
              <w:p w14:paraId="67F46563" w14:textId="77777777" w:rsidR="002117A3" w:rsidRPr="00C261EA" w:rsidRDefault="002117A3" w:rsidP="002117A3">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179013614"/>
              <w14:checkbox>
                <w14:checked w14:val="0"/>
                <w14:checkedState w14:val="2612" w14:font="MS Gothic"/>
                <w14:uncheckedState w14:val="2610" w14:font="MS Gothic"/>
              </w14:checkbox>
            </w:sdtPr>
            <w:sdtEndPr/>
            <w:sdtContent>
              <w:p w14:paraId="25E268D3" w14:textId="77777777" w:rsidR="002117A3" w:rsidRPr="00C261EA" w:rsidRDefault="002117A3" w:rsidP="002117A3">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860547268"/>
              <w14:checkbox>
                <w14:checked w14:val="0"/>
                <w14:checkedState w14:val="2612" w14:font="MS Gothic"/>
                <w14:uncheckedState w14:val="2610" w14:font="MS Gothic"/>
              </w14:checkbox>
            </w:sdtPr>
            <w:sdtEndPr/>
            <w:sdtContent>
              <w:p w14:paraId="79DC22AB" w14:textId="77777777" w:rsidR="002117A3" w:rsidRPr="00C261EA" w:rsidRDefault="002117A3" w:rsidP="002117A3">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642465323"/>
              <w14:checkbox>
                <w14:checked w14:val="0"/>
                <w14:checkedState w14:val="2612" w14:font="MS Gothic"/>
                <w14:uncheckedState w14:val="2610" w14:font="MS Gothic"/>
              </w14:checkbox>
            </w:sdtPr>
            <w:sdtEndPr/>
            <w:sdtContent>
              <w:p w14:paraId="0D2AE6EC" w14:textId="77777777" w:rsidR="002117A3" w:rsidRPr="00C261EA" w:rsidRDefault="002117A3" w:rsidP="002117A3">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250878658"/>
              <w14:checkbox>
                <w14:checked w14:val="0"/>
                <w14:checkedState w14:val="2612" w14:font="MS Gothic"/>
                <w14:uncheckedState w14:val="2610" w14:font="MS Gothic"/>
              </w14:checkbox>
            </w:sdtPr>
            <w:sdtEndPr/>
            <w:sdtContent>
              <w:p w14:paraId="41E99552" w14:textId="77777777" w:rsidR="002117A3" w:rsidRPr="00C261EA" w:rsidRDefault="002117A3" w:rsidP="002117A3">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738979025"/>
              <w14:checkbox>
                <w14:checked w14:val="0"/>
                <w14:checkedState w14:val="2612" w14:font="MS Gothic"/>
                <w14:uncheckedState w14:val="2610" w14:font="MS Gothic"/>
              </w14:checkbox>
            </w:sdtPr>
            <w:sdtEndPr/>
            <w:sdtContent>
              <w:p w14:paraId="39123D5C" w14:textId="77777777" w:rsidR="002117A3" w:rsidRPr="00C261EA" w:rsidRDefault="002117A3" w:rsidP="002117A3">
                <w:pPr>
                  <w:spacing w:before="0" w:after="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575366035"/>
              <w14:checkbox>
                <w14:checked w14:val="0"/>
                <w14:checkedState w14:val="2612" w14:font="MS Gothic"/>
                <w14:uncheckedState w14:val="2610" w14:font="MS Gothic"/>
              </w14:checkbox>
            </w:sdtPr>
            <w:sdtEndPr/>
            <w:sdtContent>
              <w:p w14:paraId="0BC8D2B5" w14:textId="77777777" w:rsidR="002117A3" w:rsidRPr="00C261EA" w:rsidRDefault="002117A3" w:rsidP="002117A3">
                <w:pPr>
                  <w:spacing w:before="0" w:after="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4394" w:type="dxa"/>
          </w:tcPr>
          <w:p w14:paraId="4BAF7478" w14:textId="77777777" w:rsidR="002117A3" w:rsidRPr="00AA586D" w:rsidRDefault="002117A3" w:rsidP="002117A3">
            <w:pPr>
              <w:tabs>
                <w:tab w:val="clear" w:pos="284"/>
              </w:tabs>
              <w:spacing w:before="40"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Calibri"/>
                <w:i/>
                <w:color w:val="808080"/>
                <w:sz w:val="22"/>
                <w:szCs w:val="22"/>
              </w:rPr>
            </w:pPr>
            <w:r w:rsidRPr="00AA586D">
              <w:rPr>
                <w:rFonts w:ascii="Calibri" w:hAnsi="Calibri" w:cs="Calibri"/>
                <w:i/>
                <w:color w:val="808080"/>
                <w:sz w:val="22"/>
                <w:szCs w:val="22"/>
              </w:rPr>
              <w:t>Comments/responses</w:t>
            </w:r>
          </w:p>
          <w:p w14:paraId="0B89825A" w14:textId="2A7F42F2" w:rsidR="002117A3" w:rsidRPr="00C261EA" w:rsidRDefault="002117A3" w:rsidP="002117A3">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r>
      <w:tr w:rsidR="002117A3" w:rsidRPr="00EF3564" w14:paraId="0855DE7C" w14:textId="77777777" w:rsidTr="00013859">
        <w:trPr>
          <w:cantSplit/>
          <w:trHeight w:val="1047"/>
        </w:trPr>
        <w:tc>
          <w:tcPr>
            <w:cnfStyle w:val="001000000000" w:firstRow="0" w:lastRow="0" w:firstColumn="1" w:lastColumn="0" w:oddVBand="0" w:evenVBand="0" w:oddHBand="0" w:evenHBand="0" w:firstRowFirstColumn="0" w:firstRowLastColumn="0" w:lastRowFirstColumn="0" w:lastRowLastColumn="0"/>
            <w:tcW w:w="1418" w:type="dxa"/>
            <w:vMerge/>
            <w:shd w:val="clear" w:color="auto" w:fill="FFFFFF"/>
          </w:tcPr>
          <w:p w14:paraId="6726BCFC" w14:textId="77777777" w:rsidR="002117A3" w:rsidRPr="007056E6" w:rsidRDefault="002117A3" w:rsidP="002117A3">
            <w:pPr>
              <w:spacing w:line="259" w:lineRule="auto"/>
              <w:rPr>
                <w:b w:val="0"/>
                <w:sz w:val="22"/>
              </w:rPr>
            </w:pPr>
          </w:p>
        </w:tc>
        <w:tc>
          <w:tcPr>
            <w:tcW w:w="5102" w:type="dxa"/>
          </w:tcPr>
          <w:sdt>
            <w:sdtPr>
              <w:rPr>
                <w:sz w:val="22"/>
              </w:rPr>
              <w:id w:val="254491575"/>
              <w:placeholder>
                <w:docPart w:val="A479034760444935884C93E862BBE133"/>
              </w:placeholder>
            </w:sdtPr>
            <w:sdtEndPr>
              <w:rPr>
                <w:sz w:val="24"/>
              </w:rPr>
            </w:sdtEndPr>
            <w:sdtContent>
              <w:sdt>
                <w:sdtPr>
                  <w:rPr>
                    <w:sz w:val="22"/>
                  </w:rPr>
                  <w:id w:val="-135110893"/>
                  <w:placeholder>
                    <w:docPart w:val="FFCAC24EFE974327B1633468C37AC3FA"/>
                  </w:placeholder>
                </w:sdtPr>
                <w:sdtEndPr/>
                <w:sdtContent>
                  <w:p w14:paraId="542CF812" w14:textId="0EB0AA3B" w:rsidR="002117A3" w:rsidRPr="00C261EA" w:rsidRDefault="002117A3" w:rsidP="002117A3">
                    <w:pPr>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1.3 Develop a JSEA for the surface finishing tasks, that identifies details of:</w:t>
                    </w:r>
                  </w:p>
                  <w:p w14:paraId="5C35B34A" w14:textId="451EE982" w:rsidR="002117A3" w:rsidRPr="00C261EA" w:rsidRDefault="002117A3" w:rsidP="002117A3">
                    <w:pPr>
                      <w:pStyle w:val="ListParagraph"/>
                      <w:numPr>
                        <w:ilvl w:val="0"/>
                        <w:numId w:val="10"/>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The safety procedures for the tasks.</w:t>
                    </w:r>
                  </w:p>
                  <w:p w14:paraId="132BF52D" w14:textId="66BFDCC6" w:rsidR="002117A3" w:rsidRPr="00C261EA" w:rsidRDefault="002117A3" w:rsidP="002117A3">
                    <w:pPr>
                      <w:pStyle w:val="ListParagraph"/>
                      <w:numPr>
                        <w:ilvl w:val="0"/>
                        <w:numId w:val="10"/>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Safe use of tools and equipment, including hazards, control measures and risk ratings.</w:t>
                    </w:r>
                  </w:p>
                </w:sdtContent>
              </w:sdt>
            </w:sdtContent>
          </w:sdt>
        </w:tc>
        <w:tc>
          <w:tcPr>
            <w:tcW w:w="568" w:type="dxa"/>
          </w:tcPr>
          <w:sdt>
            <w:sdtPr>
              <w:rPr>
                <w:sz w:val="22"/>
              </w:rPr>
              <w:id w:val="1632745474"/>
              <w14:checkbox>
                <w14:checked w14:val="0"/>
                <w14:checkedState w14:val="2612" w14:font="MS Gothic"/>
                <w14:uncheckedState w14:val="2610" w14:font="MS Gothic"/>
              </w14:checkbox>
            </w:sdtPr>
            <w:sdtEndPr/>
            <w:sdtContent>
              <w:p w14:paraId="18698A47"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121495382"/>
              <w14:checkbox>
                <w14:checked w14:val="0"/>
                <w14:checkedState w14:val="2612" w14:font="MS Gothic"/>
                <w14:uncheckedState w14:val="2610" w14:font="MS Gothic"/>
              </w14:checkbox>
            </w:sdtPr>
            <w:sdtEndPr/>
            <w:sdtContent>
              <w:p w14:paraId="23EA91D9"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868865753"/>
              <w14:checkbox>
                <w14:checked w14:val="0"/>
                <w14:checkedState w14:val="2612" w14:font="MS Gothic"/>
                <w14:uncheckedState w14:val="2610" w14:font="MS Gothic"/>
              </w14:checkbox>
            </w:sdtPr>
            <w:sdtEndPr/>
            <w:sdtContent>
              <w:p w14:paraId="78E9F351"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031768487"/>
              <w14:checkbox>
                <w14:checked w14:val="0"/>
                <w14:checkedState w14:val="2612" w14:font="MS Gothic"/>
                <w14:uncheckedState w14:val="2610" w14:font="MS Gothic"/>
              </w14:checkbox>
            </w:sdtPr>
            <w:sdtEndPr/>
            <w:sdtContent>
              <w:p w14:paraId="42286130"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309637398"/>
              <w14:checkbox>
                <w14:checked w14:val="0"/>
                <w14:checkedState w14:val="2612" w14:font="MS Gothic"/>
                <w14:uncheckedState w14:val="2610" w14:font="MS Gothic"/>
              </w14:checkbox>
            </w:sdtPr>
            <w:sdtEndPr/>
            <w:sdtContent>
              <w:p w14:paraId="22254488"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748075026"/>
              <w14:checkbox>
                <w14:checked w14:val="0"/>
                <w14:checkedState w14:val="2612" w14:font="MS Gothic"/>
                <w14:uncheckedState w14:val="2610" w14:font="MS Gothic"/>
              </w14:checkbox>
            </w:sdtPr>
            <w:sdtEndPr/>
            <w:sdtContent>
              <w:p w14:paraId="0AC2E3EF"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081646852"/>
              <w14:checkbox>
                <w14:checked w14:val="0"/>
                <w14:checkedState w14:val="2612" w14:font="MS Gothic"/>
                <w14:uncheckedState w14:val="2610" w14:font="MS Gothic"/>
              </w14:checkbox>
            </w:sdtPr>
            <w:sdtEndPr/>
            <w:sdtContent>
              <w:p w14:paraId="71AF0916" w14:textId="77777777" w:rsidR="002117A3" w:rsidRPr="00C261EA" w:rsidRDefault="002117A3" w:rsidP="002117A3">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089932487"/>
              <w14:checkbox>
                <w14:checked w14:val="0"/>
                <w14:checkedState w14:val="2612" w14:font="MS Gothic"/>
                <w14:uncheckedState w14:val="2610" w14:font="MS Gothic"/>
              </w14:checkbox>
            </w:sdtPr>
            <w:sdtEndPr/>
            <w:sdtContent>
              <w:p w14:paraId="62FC72D9" w14:textId="77777777" w:rsidR="002117A3" w:rsidRPr="00C261EA" w:rsidRDefault="002117A3" w:rsidP="002117A3">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4394" w:type="dxa"/>
          </w:tcPr>
          <w:p w14:paraId="0D90C3C1" w14:textId="77777777" w:rsidR="002117A3" w:rsidRPr="00AA586D" w:rsidRDefault="002117A3" w:rsidP="002117A3">
            <w:pPr>
              <w:tabs>
                <w:tab w:val="clear" w:pos="284"/>
              </w:tabs>
              <w:spacing w:before="40"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Calibri"/>
                <w:i/>
                <w:color w:val="808080"/>
                <w:sz w:val="22"/>
                <w:szCs w:val="22"/>
              </w:rPr>
            </w:pPr>
            <w:r w:rsidRPr="00AA586D">
              <w:rPr>
                <w:rFonts w:ascii="Calibri" w:hAnsi="Calibri" w:cs="Calibri"/>
                <w:i/>
                <w:color w:val="808080"/>
                <w:sz w:val="22"/>
                <w:szCs w:val="22"/>
              </w:rPr>
              <w:t>Comments/responses</w:t>
            </w:r>
          </w:p>
          <w:p w14:paraId="3F93133D" w14:textId="0AC04F58" w:rsidR="002117A3" w:rsidRPr="00C261EA" w:rsidRDefault="002117A3" w:rsidP="002117A3">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r>
      <w:tr w:rsidR="002117A3" w:rsidRPr="00EF3564" w14:paraId="3A1D2B8D" w14:textId="77777777" w:rsidTr="00B855B0">
        <w:trPr>
          <w:cantSplit/>
          <w:trHeight w:val="618"/>
        </w:trPr>
        <w:tc>
          <w:tcPr>
            <w:cnfStyle w:val="001000000000" w:firstRow="0" w:lastRow="0" w:firstColumn="1" w:lastColumn="0" w:oddVBand="0" w:evenVBand="0" w:oddHBand="0" w:evenHBand="0" w:firstRowFirstColumn="0" w:firstRowLastColumn="0" w:lastRowFirstColumn="0" w:lastRowLastColumn="0"/>
            <w:tcW w:w="1418" w:type="dxa"/>
            <w:vMerge/>
            <w:shd w:val="clear" w:color="auto" w:fill="FFFFFF"/>
          </w:tcPr>
          <w:p w14:paraId="6144EDEC" w14:textId="77777777" w:rsidR="002117A3" w:rsidRPr="007056E6" w:rsidRDefault="002117A3" w:rsidP="002117A3">
            <w:pPr>
              <w:spacing w:line="259" w:lineRule="auto"/>
              <w:rPr>
                <w:b w:val="0"/>
                <w:sz w:val="22"/>
              </w:rPr>
            </w:pPr>
          </w:p>
        </w:tc>
        <w:tc>
          <w:tcPr>
            <w:tcW w:w="5102" w:type="dxa"/>
          </w:tcPr>
          <w:sdt>
            <w:sdtPr>
              <w:rPr>
                <w:sz w:val="22"/>
              </w:rPr>
              <w:id w:val="-1551679743"/>
              <w:placeholder>
                <w:docPart w:val="1D160DBC5BBA42EAB89092B9B1E33B97"/>
              </w:placeholder>
            </w:sdtPr>
            <w:sdtEndPr/>
            <w:sdtContent>
              <w:p w14:paraId="2C685D63" w14:textId="54CAFFB3" w:rsidR="002117A3" w:rsidRPr="00C261EA" w:rsidRDefault="002117A3" w:rsidP="002117A3">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 xml:space="preserve">1.4 Complete calculations for the volume of required surface coating (Task 2 calculations </w:t>
                </w:r>
                <w:r>
                  <w:rPr>
                    <w:rFonts w:asciiTheme="minorHAnsi" w:hAnsiTheme="minorHAnsi"/>
                    <w:sz w:val="22"/>
                  </w:rPr>
                  <w:t>Q</w:t>
                </w:r>
                <w:r w:rsidRPr="00C261EA">
                  <w:rPr>
                    <w:rFonts w:asciiTheme="minorHAnsi" w:hAnsiTheme="minorHAnsi"/>
                    <w:sz w:val="22"/>
                  </w:rPr>
                  <w:t>1.1, page 15).</w:t>
                </w:r>
              </w:p>
            </w:sdtContent>
          </w:sdt>
        </w:tc>
        <w:tc>
          <w:tcPr>
            <w:tcW w:w="568" w:type="dxa"/>
          </w:tcPr>
          <w:sdt>
            <w:sdtPr>
              <w:rPr>
                <w:sz w:val="22"/>
              </w:rPr>
              <w:id w:val="1646859228"/>
              <w14:checkbox>
                <w14:checked w14:val="0"/>
                <w14:checkedState w14:val="2612" w14:font="MS Gothic"/>
                <w14:uncheckedState w14:val="2610" w14:font="MS Gothic"/>
              </w14:checkbox>
            </w:sdtPr>
            <w:sdtEndPr/>
            <w:sdtContent>
              <w:p w14:paraId="3AD372F6"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026302087"/>
              <w14:checkbox>
                <w14:checked w14:val="0"/>
                <w14:checkedState w14:val="2612" w14:font="MS Gothic"/>
                <w14:uncheckedState w14:val="2610" w14:font="MS Gothic"/>
              </w14:checkbox>
            </w:sdtPr>
            <w:sdtEndPr/>
            <w:sdtContent>
              <w:p w14:paraId="5CEE1298"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661816678"/>
              <w14:checkbox>
                <w14:checked w14:val="0"/>
                <w14:checkedState w14:val="2612" w14:font="MS Gothic"/>
                <w14:uncheckedState w14:val="2610" w14:font="MS Gothic"/>
              </w14:checkbox>
            </w:sdtPr>
            <w:sdtEndPr/>
            <w:sdtContent>
              <w:p w14:paraId="344C3925"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65385863"/>
              <w14:checkbox>
                <w14:checked w14:val="0"/>
                <w14:checkedState w14:val="2612" w14:font="MS Gothic"/>
                <w14:uncheckedState w14:val="2610" w14:font="MS Gothic"/>
              </w14:checkbox>
            </w:sdtPr>
            <w:sdtEndPr/>
            <w:sdtContent>
              <w:p w14:paraId="6B3917CE"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724482855"/>
              <w14:checkbox>
                <w14:checked w14:val="0"/>
                <w14:checkedState w14:val="2612" w14:font="MS Gothic"/>
                <w14:uncheckedState w14:val="2610" w14:font="MS Gothic"/>
              </w14:checkbox>
            </w:sdtPr>
            <w:sdtEndPr/>
            <w:sdtContent>
              <w:p w14:paraId="08533219"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2142186381"/>
              <w14:checkbox>
                <w14:checked w14:val="0"/>
                <w14:checkedState w14:val="2612" w14:font="MS Gothic"/>
                <w14:uncheckedState w14:val="2610" w14:font="MS Gothic"/>
              </w14:checkbox>
            </w:sdtPr>
            <w:sdtEndPr/>
            <w:sdtContent>
              <w:p w14:paraId="7AB5B116"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169399040"/>
              <w14:checkbox>
                <w14:checked w14:val="0"/>
                <w14:checkedState w14:val="2612" w14:font="MS Gothic"/>
                <w14:uncheckedState w14:val="2610" w14:font="MS Gothic"/>
              </w14:checkbox>
            </w:sdtPr>
            <w:sdtEndPr/>
            <w:sdtContent>
              <w:p w14:paraId="27578830" w14:textId="77777777" w:rsidR="002117A3" w:rsidRPr="00C261EA" w:rsidRDefault="002117A3" w:rsidP="002117A3">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194494799"/>
              <w14:checkbox>
                <w14:checked w14:val="0"/>
                <w14:checkedState w14:val="2612" w14:font="MS Gothic"/>
                <w14:uncheckedState w14:val="2610" w14:font="MS Gothic"/>
              </w14:checkbox>
            </w:sdtPr>
            <w:sdtEndPr/>
            <w:sdtContent>
              <w:p w14:paraId="64106231" w14:textId="77777777" w:rsidR="002117A3" w:rsidRPr="00C261EA" w:rsidRDefault="002117A3" w:rsidP="002117A3">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4394" w:type="dxa"/>
          </w:tcPr>
          <w:p w14:paraId="2AC70D2B" w14:textId="77777777" w:rsidR="002117A3" w:rsidRPr="00AA586D" w:rsidRDefault="002117A3" w:rsidP="002117A3">
            <w:pPr>
              <w:tabs>
                <w:tab w:val="clear" w:pos="284"/>
              </w:tabs>
              <w:spacing w:before="40"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Calibri"/>
                <w:i/>
                <w:color w:val="808080"/>
                <w:sz w:val="22"/>
                <w:szCs w:val="22"/>
              </w:rPr>
            </w:pPr>
            <w:r w:rsidRPr="00AA586D">
              <w:rPr>
                <w:rFonts w:ascii="Calibri" w:hAnsi="Calibri" w:cs="Calibri"/>
                <w:i/>
                <w:color w:val="808080"/>
                <w:sz w:val="22"/>
                <w:szCs w:val="22"/>
              </w:rPr>
              <w:t>Comments/responses</w:t>
            </w:r>
          </w:p>
          <w:p w14:paraId="6393D9F3" w14:textId="06BB26C5" w:rsidR="002117A3" w:rsidRPr="00C261EA" w:rsidRDefault="002117A3" w:rsidP="002117A3">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r>
      <w:tr w:rsidR="002117A3" w:rsidRPr="00EF3564" w14:paraId="110E1F9C" w14:textId="77777777" w:rsidTr="00013859">
        <w:trPr>
          <w:cantSplit/>
        </w:trPr>
        <w:tc>
          <w:tcPr>
            <w:cnfStyle w:val="001000000000" w:firstRow="0" w:lastRow="0" w:firstColumn="1" w:lastColumn="0" w:oddVBand="0" w:evenVBand="0" w:oddHBand="0" w:evenHBand="0" w:firstRowFirstColumn="0" w:firstRowLastColumn="0" w:lastRowFirstColumn="0" w:lastRowLastColumn="0"/>
            <w:tcW w:w="1418" w:type="dxa"/>
            <w:vMerge w:val="restart"/>
            <w:shd w:val="clear" w:color="auto" w:fill="FFFFFF"/>
          </w:tcPr>
          <w:p w14:paraId="0C1C85C2" w14:textId="771F4C33" w:rsidR="002117A3" w:rsidRPr="001919F7" w:rsidRDefault="002117A3" w:rsidP="002117A3">
            <w:pPr>
              <w:spacing w:before="0" w:after="0" w:afterAutospacing="0" w:line="259" w:lineRule="auto"/>
              <w:jc w:val="left"/>
              <w:rPr>
                <w:rFonts w:asciiTheme="minorHAnsi" w:hAnsiTheme="minorHAnsi"/>
                <w:b w:val="0"/>
                <w:sz w:val="22"/>
              </w:rPr>
            </w:pPr>
            <w:r w:rsidRPr="001919F7">
              <w:rPr>
                <w:rFonts w:asciiTheme="minorHAnsi" w:hAnsiTheme="minorHAnsi"/>
                <w:b w:val="0"/>
                <w:sz w:val="22"/>
              </w:rPr>
              <w:t>2 – Preparing surfaces</w:t>
            </w:r>
          </w:p>
        </w:tc>
        <w:tc>
          <w:tcPr>
            <w:tcW w:w="5102" w:type="dxa"/>
          </w:tcPr>
          <w:sdt>
            <w:sdtPr>
              <w:rPr>
                <w:sz w:val="22"/>
              </w:rPr>
              <w:id w:val="2046954065"/>
              <w:placeholder>
                <w:docPart w:val="1DCC2BDCD1074E5494AAA757B32F32F9"/>
              </w:placeholder>
            </w:sdtPr>
            <w:sdtEndPr/>
            <w:sdtContent>
              <w:p w14:paraId="3D442C88" w14:textId="0FB2E2EF" w:rsidR="002117A3" w:rsidRPr="00C261EA" w:rsidRDefault="002117A3" w:rsidP="002117A3">
                <w:pPr>
                  <w:spacing w:before="0" w:after="0"/>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sz w:val="22"/>
                  </w:rPr>
                </w:pPr>
                <w:r w:rsidRPr="00C261EA">
                  <w:rPr>
                    <w:rFonts w:asciiTheme="minorHAnsi" w:hAnsiTheme="minorHAnsi"/>
                    <w:sz w:val="22"/>
                  </w:rPr>
                  <w:t>2.1 Prepare surfaces on a minimum of 4 occasions.</w:t>
                </w:r>
              </w:p>
            </w:sdtContent>
          </w:sdt>
        </w:tc>
        <w:tc>
          <w:tcPr>
            <w:tcW w:w="568" w:type="dxa"/>
          </w:tcPr>
          <w:sdt>
            <w:sdtPr>
              <w:rPr>
                <w:sz w:val="22"/>
              </w:rPr>
              <w:id w:val="411747612"/>
              <w14:checkbox>
                <w14:checked w14:val="0"/>
                <w14:checkedState w14:val="2612" w14:font="MS Gothic"/>
                <w14:uncheckedState w14:val="2610" w14:font="MS Gothic"/>
              </w14:checkbox>
            </w:sdtPr>
            <w:sdtEndPr/>
            <w:sdtContent>
              <w:p w14:paraId="7B6D3B10"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601365536"/>
              <w14:checkbox>
                <w14:checked w14:val="0"/>
                <w14:checkedState w14:val="2612" w14:font="MS Gothic"/>
                <w14:uncheckedState w14:val="2610" w14:font="MS Gothic"/>
              </w14:checkbox>
            </w:sdtPr>
            <w:sdtEndPr/>
            <w:sdtContent>
              <w:p w14:paraId="287FD6F7"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881236280"/>
              <w14:checkbox>
                <w14:checked w14:val="0"/>
                <w14:checkedState w14:val="2612" w14:font="MS Gothic"/>
                <w14:uncheckedState w14:val="2610" w14:font="MS Gothic"/>
              </w14:checkbox>
            </w:sdtPr>
            <w:sdtEndPr/>
            <w:sdtContent>
              <w:p w14:paraId="4B6688D6"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965162253"/>
              <w14:checkbox>
                <w14:checked w14:val="0"/>
                <w14:checkedState w14:val="2612" w14:font="MS Gothic"/>
                <w14:uncheckedState w14:val="2610" w14:font="MS Gothic"/>
              </w14:checkbox>
            </w:sdtPr>
            <w:sdtEndPr/>
            <w:sdtContent>
              <w:p w14:paraId="379C620B"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shd w:val="clear" w:color="auto" w:fill="auto"/>
          </w:tcPr>
          <w:sdt>
            <w:sdtPr>
              <w:rPr>
                <w:sz w:val="22"/>
              </w:rPr>
              <w:id w:val="-222375626"/>
              <w14:checkbox>
                <w14:checked w14:val="0"/>
                <w14:checkedState w14:val="2612" w14:font="MS Gothic"/>
                <w14:uncheckedState w14:val="2610" w14:font="MS Gothic"/>
              </w14:checkbox>
            </w:sdtPr>
            <w:sdtEndPr/>
            <w:sdtContent>
              <w:p w14:paraId="056A13D8" w14:textId="77777777" w:rsidR="002117A3" w:rsidRPr="00C261EA" w:rsidRDefault="002117A3" w:rsidP="002117A3">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shd w:val="clear" w:color="auto" w:fill="auto"/>
          </w:tcPr>
          <w:sdt>
            <w:sdtPr>
              <w:rPr>
                <w:sz w:val="22"/>
              </w:rPr>
              <w:id w:val="1873886474"/>
              <w14:checkbox>
                <w14:checked w14:val="0"/>
                <w14:checkedState w14:val="2612" w14:font="MS Gothic"/>
                <w14:uncheckedState w14:val="2610" w14:font="MS Gothic"/>
              </w14:checkbox>
            </w:sdtPr>
            <w:sdtEndPr/>
            <w:sdtContent>
              <w:p w14:paraId="518802C2" w14:textId="77777777" w:rsidR="002117A3" w:rsidRPr="00C261EA" w:rsidRDefault="002117A3" w:rsidP="002117A3">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036572239"/>
              <w14:checkbox>
                <w14:checked w14:val="0"/>
                <w14:checkedState w14:val="2612" w14:font="MS Gothic"/>
                <w14:uncheckedState w14:val="2610" w14:font="MS Gothic"/>
              </w14:checkbox>
            </w:sdtPr>
            <w:sdtEndPr/>
            <w:sdtContent>
              <w:p w14:paraId="69DEBCA4" w14:textId="77777777" w:rsidR="002117A3" w:rsidRPr="00C261EA" w:rsidRDefault="002117A3" w:rsidP="002117A3">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025754767"/>
              <w14:checkbox>
                <w14:checked w14:val="0"/>
                <w14:checkedState w14:val="2612" w14:font="MS Gothic"/>
                <w14:uncheckedState w14:val="2610" w14:font="MS Gothic"/>
              </w14:checkbox>
            </w:sdtPr>
            <w:sdtEndPr/>
            <w:sdtContent>
              <w:p w14:paraId="20F7DC90" w14:textId="77777777" w:rsidR="002117A3" w:rsidRPr="00C261EA" w:rsidRDefault="002117A3" w:rsidP="002117A3">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4394" w:type="dxa"/>
          </w:tcPr>
          <w:p w14:paraId="0784A9D3" w14:textId="77777777" w:rsidR="002117A3" w:rsidRPr="00AA586D" w:rsidRDefault="002117A3" w:rsidP="002117A3">
            <w:pPr>
              <w:tabs>
                <w:tab w:val="clear" w:pos="284"/>
              </w:tabs>
              <w:spacing w:before="40"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Calibri"/>
                <w:i/>
                <w:color w:val="808080"/>
                <w:sz w:val="22"/>
                <w:szCs w:val="22"/>
              </w:rPr>
            </w:pPr>
            <w:r w:rsidRPr="00AA586D">
              <w:rPr>
                <w:rFonts w:ascii="Calibri" w:hAnsi="Calibri" w:cs="Calibri"/>
                <w:i/>
                <w:color w:val="808080"/>
                <w:sz w:val="22"/>
                <w:szCs w:val="22"/>
              </w:rPr>
              <w:t>Comments/responses</w:t>
            </w:r>
          </w:p>
          <w:p w14:paraId="5FD532E3" w14:textId="000FBF01" w:rsidR="002117A3" w:rsidRPr="00C261EA" w:rsidRDefault="002117A3" w:rsidP="002117A3">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r>
      <w:tr w:rsidR="002117A3" w:rsidRPr="00EF3564" w14:paraId="0460E2CA" w14:textId="77777777" w:rsidTr="00013859">
        <w:trPr>
          <w:cantSplit/>
        </w:trPr>
        <w:tc>
          <w:tcPr>
            <w:cnfStyle w:val="001000000000" w:firstRow="0" w:lastRow="0" w:firstColumn="1" w:lastColumn="0" w:oddVBand="0" w:evenVBand="0" w:oddHBand="0" w:evenHBand="0" w:firstRowFirstColumn="0" w:firstRowLastColumn="0" w:lastRowFirstColumn="0" w:lastRowLastColumn="0"/>
            <w:tcW w:w="1418" w:type="dxa"/>
            <w:vMerge/>
            <w:shd w:val="clear" w:color="auto" w:fill="FFFFFF"/>
          </w:tcPr>
          <w:p w14:paraId="65DF61C9" w14:textId="77777777" w:rsidR="002117A3" w:rsidRPr="001919F7" w:rsidRDefault="002117A3" w:rsidP="002117A3">
            <w:pPr>
              <w:spacing w:before="0" w:after="0" w:line="259" w:lineRule="auto"/>
              <w:rPr>
                <w:rFonts w:asciiTheme="minorHAnsi" w:hAnsiTheme="minorHAnsi"/>
                <w:sz w:val="22"/>
              </w:rPr>
            </w:pPr>
          </w:p>
        </w:tc>
        <w:tc>
          <w:tcPr>
            <w:tcW w:w="5102" w:type="dxa"/>
          </w:tcPr>
          <w:sdt>
            <w:sdtPr>
              <w:rPr>
                <w:sz w:val="22"/>
              </w:rPr>
              <w:id w:val="-50471177"/>
              <w:placeholder>
                <w:docPart w:val="1193189752C044EA9BB4BA6169078429"/>
              </w:placeholder>
            </w:sdtPr>
            <w:sdtEndPr/>
            <w:sdtContent>
              <w:p w14:paraId="45B74C1D" w14:textId="01143A5D" w:rsidR="002117A3" w:rsidRPr="00C261EA" w:rsidRDefault="002117A3" w:rsidP="002117A3">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2.2 Prepare a horizontal surface on veneered board.</w:t>
                </w:r>
              </w:p>
            </w:sdtContent>
          </w:sdt>
        </w:tc>
        <w:tc>
          <w:tcPr>
            <w:tcW w:w="568" w:type="dxa"/>
          </w:tcPr>
          <w:sdt>
            <w:sdtPr>
              <w:rPr>
                <w:sz w:val="22"/>
              </w:rPr>
              <w:id w:val="-503590533"/>
              <w14:checkbox>
                <w14:checked w14:val="0"/>
                <w14:checkedState w14:val="2612" w14:font="MS Gothic"/>
                <w14:uncheckedState w14:val="2610" w14:font="MS Gothic"/>
              </w14:checkbox>
            </w:sdtPr>
            <w:sdtEndPr/>
            <w:sdtContent>
              <w:p w14:paraId="23EFC430"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519925591"/>
              <w14:checkbox>
                <w14:checked w14:val="0"/>
                <w14:checkedState w14:val="2612" w14:font="MS Gothic"/>
                <w14:uncheckedState w14:val="2610" w14:font="MS Gothic"/>
              </w14:checkbox>
            </w:sdtPr>
            <w:sdtEndPr/>
            <w:sdtContent>
              <w:p w14:paraId="40461C23"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shd w:val="clear" w:color="auto" w:fill="A6A6A6" w:themeFill="background1" w:themeFillShade="A6"/>
          </w:tcPr>
          <w:p w14:paraId="5CB2351E"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3BACA7E6"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69B200E3"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6CD8F89A"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5AC61A9D" w14:textId="77777777" w:rsidR="002117A3" w:rsidRPr="00C261EA" w:rsidRDefault="002117A3" w:rsidP="002117A3">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7CF7DDCF" w14:textId="77777777" w:rsidR="002117A3" w:rsidRPr="00C261EA" w:rsidRDefault="002117A3" w:rsidP="002117A3">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4394" w:type="dxa"/>
          </w:tcPr>
          <w:p w14:paraId="7EAF6E5D" w14:textId="77777777" w:rsidR="002117A3" w:rsidRPr="00AA586D" w:rsidRDefault="002117A3" w:rsidP="002117A3">
            <w:pPr>
              <w:tabs>
                <w:tab w:val="clear" w:pos="284"/>
              </w:tabs>
              <w:spacing w:before="40"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Calibri"/>
                <w:i/>
                <w:color w:val="808080"/>
                <w:sz w:val="22"/>
                <w:szCs w:val="22"/>
              </w:rPr>
            </w:pPr>
            <w:r w:rsidRPr="00AA586D">
              <w:rPr>
                <w:rFonts w:ascii="Calibri" w:hAnsi="Calibri" w:cs="Calibri"/>
                <w:i/>
                <w:color w:val="808080"/>
                <w:sz w:val="22"/>
                <w:szCs w:val="22"/>
              </w:rPr>
              <w:t>Comments/responses</w:t>
            </w:r>
          </w:p>
          <w:p w14:paraId="4C055A2A" w14:textId="4B6F1F65" w:rsidR="002117A3" w:rsidRPr="00C261EA" w:rsidRDefault="002117A3" w:rsidP="002117A3">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r>
      <w:tr w:rsidR="002117A3" w:rsidRPr="00EF3564" w14:paraId="3E4D132F" w14:textId="77777777" w:rsidTr="00013859">
        <w:trPr>
          <w:cantSplit/>
        </w:trPr>
        <w:tc>
          <w:tcPr>
            <w:cnfStyle w:val="001000000000" w:firstRow="0" w:lastRow="0" w:firstColumn="1" w:lastColumn="0" w:oddVBand="0" w:evenVBand="0" w:oddHBand="0" w:evenHBand="0" w:firstRowFirstColumn="0" w:firstRowLastColumn="0" w:lastRowFirstColumn="0" w:lastRowLastColumn="0"/>
            <w:tcW w:w="1418" w:type="dxa"/>
            <w:vMerge/>
            <w:shd w:val="clear" w:color="auto" w:fill="FFFFFF"/>
          </w:tcPr>
          <w:p w14:paraId="13E91795" w14:textId="77777777" w:rsidR="002117A3" w:rsidRPr="001919F7" w:rsidRDefault="002117A3" w:rsidP="002117A3">
            <w:pPr>
              <w:spacing w:before="0" w:after="0" w:line="259" w:lineRule="auto"/>
              <w:rPr>
                <w:rFonts w:asciiTheme="minorHAnsi" w:hAnsiTheme="minorHAnsi"/>
                <w:sz w:val="22"/>
              </w:rPr>
            </w:pPr>
          </w:p>
        </w:tc>
        <w:tc>
          <w:tcPr>
            <w:tcW w:w="5102" w:type="dxa"/>
          </w:tcPr>
          <w:sdt>
            <w:sdtPr>
              <w:rPr>
                <w:sz w:val="22"/>
              </w:rPr>
              <w:id w:val="-1980289327"/>
              <w:placeholder>
                <w:docPart w:val="41592BC435B045178CCACEFA15AC0FE4"/>
              </w:placeholder>
            </w:sdtPr>
            <w:sdtEndPr/>
            <w:sdtContent>
              <w:p w14:paraId="703A6B72" w14:textId="4E73CC3D" w:rsidR="002117A3" w:rsidRPr="00C261EA" w:rsidRDefault="002117A3" w:rsidP="002117A3">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2.3 Prepare a vertical surface on solid hardwood.</w:t>
                </w:r>
              </w:p>
            </w:sdtContent>
          </w:sdt>
        </w:tc>
        <w:tc>
          <w:tcPr>
            <w:tcW w:w="568" w:type="dxa"/>
            <w:shd w:val="clear" w:color="auto" w:fill="A6A6A6" w:themeFill="background1" w:themeFillShade="A6"/>
          </w:tcPr>
          <w:p w14:paraId="0C38D6B9"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7B9236AB"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tcPr>
          <w:sdt>
            <w:sdtPr>
              <w:rPr>
                <w:sz w:val="22"/>
              </w:rPr>
              <w:id w:val="2077168487"/>
              <w14:checkbox>
                <w14:checked w14:val="0"/>
                <w14:checkedState w14:val="2612" w14:font="MS Gothic"/>
                <w14:uncheckedState w14:val="2610" w14:font="MS Gothic"/>
              </w14:checkbox>
            </w:sdtPr>
            <w:sdtEndPr/>
            <w:sdtContent>
              <w:p w14:paraId="3348388E"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667241774"/>
              <w14:checkbox>
                <w14:checked w14:val="0"/>
                <w14:checkedState w14:val="2612" w14:font="MS Gothic"/>
                <w14:uncheckedState w14:val="2610" w14:font="MS Gothic"/>
              </w14:checkbox>
            </w:sdtPr>
            <w:sdtEndPr/>
            <w:sdtContent>
              <w:p w14:paraId="74AE71EE"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shd w:val="clear" w:color="auto" w:fill="A6A6A6" w:themeFill="background1" w:themeFillShade="A6"/>
          </w:tcPr>
          <w:p w14:paraId="6355A933"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6848FF8A"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53802E31" w14:textId="77777777" w:rsidR="002117A3" w:rsidRPr="00C261EA" w:rsidRDefault="002117A3" w:rsidP="002117A3">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7778FE91" w14:textId="77777777" w:rsidR="002117A3" w:rsidRPr="00C261EA" w:rsidRDefault="002117A3" w:rsidP="002117A3">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4394" w:type="dxa"/>
          </w:tcPr>
          <w:p w14:paraId="7E4410DD" w14:textId="77777777" w:rsidR="002117A3" w:rsidRPr="00AA586D" w:rsidRDefault="002117A3" w:rsidP="002117A3">
            <w:pPr>
              <w:tabs>
                <w:tab w:val="clear" w:pos="284"/>
              </w:tabs>
              <w:spacing w:before="40"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Calibri"/>
                <w:i/>
                <w:color w:val="808080"/>
                <w:sz w:val="22"/>
                <w:szCs w:val="22"/>
              </w:rPr>
            </w:pPr>
            <w:r w:rsidRPr="00AA586D">
              <w:rPr>
                <w:rFonts w:ascii="Calibri" w:hAnsi="Calibri" w:cs="Calibri"/>
                <w:i/>
                <w:color w:val="808080"/>
                <w:sz w:val="22"/>
                <w:szCs w:val="22"/>
              </w:rPr>
              <w:t>Comments/responses</w:t>
            </w:r>
          </w:p>
          <w:p w14:paraId="77CAE8AC" w14:textId="0B156296" w:rsidR="002117A3" w:rsidRPr="00C261EA" w:rsidRDefault="002117A3" w:rsidP="002117A3">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r>
      <w:tr w:rsidR="002117A3" w:rsidRPr="00EF3564" w14:paraId="4D4E377C" w14:textId="77777777" w:rsidTr="00013859">
        <w:trPr>
          <w:cantSplit/>
        </w:trPr>
        <w:tc>
          <w:tcPr>
            <w:cnfStyle w:val="001000000000" w:firstRow="0" w:lastRow="0" w:firstColumn="1" w:lastColumn="0" w:oddVBand="0" w:evenVBand="0" w:oddHBand="0" w:evenHBand="0" w:firstRowFirstColumn="0" w:firstRowLastColumn="0" w:lastRowFirstColumn="0" w:lastRowLastColumn="0"/>
            <w:tcW w:w="1418" w:type="dxa"/>
            <w:vMerge/>
            <w:shd w:val="clear" w:color="auto" w:fill="FFFFFF"/>
          </w:tcPr>
          <w:p w14:paraId="2DE5BFED" w14:textId="77777777" w:rsidR="002117A3" w:rsidRPr="001919F7" w:rsidRDefault="002117A3" w:rsidP="002117A3">
            <w:pPr>
              <w:spacing w:before="0" w:after="0" w:line="259" w:lineRule="auto"/>
              <w:rPr>
                <w:rFonts w:asciiTheme="minorHAnsi" w:hAnsiTheme="minorHAnsi"/>
                <w:sz w:val="22"/>
              </w:rPr>
            </w:pPr>
          </w:p>
        </w:tc>
        <w:tc>
          <w:tcPr>
            <w:tcW w:w="5102" w:type="dxa"/>
          </w:tcPr>
          <w:sdt>
            <w:sdtPr>
              <w:rPr>
                <w:sz w:val="22"/>
              </w:rPr>
              <w:id w:val="-1351871643"/>
              <w:placeholder>
                <w:docPart w:val="829711CBB225462DAECED6D1CD7B3F2F"/>
              </w:placeholder>
            </w:sdtPr>
            <w:sdtEndPr/>
            <w:sdtContent>
              <w:p w14:paraId="6200B65F" w14:textId="2C671ECD" w:rsidR="002117A3" w:rsidRPr="00C261EA" w:rsidRDefault="002117A3" w:rsidP="002117A3">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2.4 Prepare an internal surface on solid hardwood.</w:t>
                </w:r>
              </w:p>
            </w:sdtContent>
          </w:sdt>
        </w:tc>
        <w:tc>
          <w:tcPr>
            <w:tcW w:w="568" w:type="dxa"/>
            <w:shd w:val="clear" w:color="auto" w:fill="A6A6A6" w:themeFill="background1" w:themeFillShade="A6"/>
          </w:tcPr>
          <w:p w14:paraId="50613B18"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3D24E6BA"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tcPr>
          <w:sdt>
            <w:sdtPr>
              <w:rPr>
                <w:sz w:val="22"/>
              </w:rPr>
              <w:id w:val="-1419323422"/>
              <w14:checkbox>
                <w14:checked w14:val="0"/>
                <w14:checkedState w14:val="2612" w14:font="MS Gothic"/>
                <w14:uncheckedState w14:val="2610" w14:font="MS Gothic"/>
              </w14:checkbox>
            </w:sdtPr>
            <w:sdtEndPr/>
            <w:sdtContent>
              <w:p w14:paraId="4BB453B2"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973324988"/>
              <w14:checkbox>
                <w14:checked w14:val="0"/>
                <w14:checkedState w14:val="2612" w14:font="MS Gothic"/>
                <w14:uncheckedState w14:val="2610" w14:font="MS Gothic"/>
              </w14:checkbox>
            </w:sdtPr>
            <w:sdtEndPr/>
            <w:sdtContent>
              <w:p w14:paraId="5FFBC39B"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shd w:val="clear" w:color="auto" w:fill="A6A6A6" w:themeFill="background1" w:themeFillShade="A6"/>
          </w:tcPr>
          <w:p w14:paraId="588BF962"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0CEB09E8"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2FE7D2F0" w14:textId="77777777" w:rsidR="002117A3" w:rsidRPr="00C261EA" w:rsidRDefault="002117A3" w:rsidP="002117A3">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6B9409DE" w14:textId="77777777" w:rsidR="002117A3" w:rsidRPr="00C261EA" w:rsidRDefault="002117A3" w:rsidP="002117A3">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4394" w:type="dxa"/>
          </w:tcPr>
          <w:p w14:paraId="280212CF" w14:textId="77777777" w:rsidR="002117A3" w:rsidRPr="00AA586D" w:rsidRDefault="002117A3" w:rsidP="002117A3">
            <w:pPr>
              <w:tabs>
                <w:tab w:val="clear" w:pos="284"/>
              </w:tabs>
              <w:spacing w:before="40"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Calibri"/>
                <w:i/>
                <w:color w:val="808080"/>
                <w:sz w:val="22"/>
                <w:szCs w:val="22"/>
              </w:rPr>
            </w:pPr>
            <w:r w:rsidRPr="00AA586D">
              <w:rPr>
                <w:rFonts w:ascii="Calibri" w:hAnsi="Calibri" w:cs="Calibri"/>
                <w:i/>
                <w:color w:val="808080"/>
                <w:sz w:val="22"/>
                <w:szCs w:val="22"/>
              </w:rPr>
              <w:t>Comments/responses</w:t>
            </w:r>
          </w:p>
          <w:p w14:paraId="294B6AD5" w14:textId="0A7B0478" w:rsidR="002117A3" w:rsidRPr="00C261EA" w:rsidRDefault="002117A3" w:rsidP="002117A3">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r>
      <w:tr w:rsidR="002117A3" w:rsidRPr="00EF3564" w14:paraId="6C5E77B5" w14:textId="77777777" w:rsidTr="00013859">
        <w:trPr>
          <w:cantSplit/>
        </w:trPr>
        <w:tc>
          <w:tcPr>
            <w:cnfStyle w:val="001000000000" w:firstRow="0" w:lastRow="0" w:firstColumn="1" w:lastColumn="0" w:oddVBand="0" w:evenVBand="0" w:oddHBand="0" w:evenHBand="0" w:firstRowFirstColumn="0" w:firstRowLastColumn="0" w:lastRowFirstColumn="0" w:lastRowLastColumn="0"/>
            <w:tcW w:w="1418" w:type="dxa"/>
            <w:vMerge/>
            <w:shd w:val="clear" w:color="auto" w:fill="FFFFFF"/>
          </w:tcPr>
          <w:p w14:paraId="4CB35C2C" w14:textId="77777777" w:rsidR="002117A3" w:rsidRPr="001919F7" w:rsidRDefault="002117A3" w:rsidP="002117A3">
            <w:pPr>
              <w:spacing w:before="0" w:after="0" w:line="259" w:lineRule="auto"/>
              <w:rPr>
                <w:rFonts w:asciiTheme="minorHAnsi" w:hAnsiTheme="minorHAnsi"/>
                <w:sz w:val="22"/>
              </w:rPr>
            </w:pPr>
          </w:p>
        </w:tc>
        <w:tc>
          <w:tcPr>
            <w:tcW w:w="5102" w:type="dxa"/>
          </w:tcPr>
          <w:sdt>
            <w:sdtPr>
              <w:rPr>
                <w:sz w:val="22"/>
              </w:rPr>
              <w:id w:val="1189029459"/>
              <w:placeholder>
                <w:docPart w:val="3F9472DEFA7D432D94D4E696827CF875"/>
              </w:placeholder>
            </w:sdtPr>
            <w:sdtEndPr/>
            <w:sdtContent>
              <w:p w14:paraId="17E3F2CE" w14:textId="3A5FDBAB" w:rsidR="002117A3" w:rsidRPr="00C261EA" w:rsidRDefault="002117A3" w:rsidP="002117A3">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2.5 Prepare a curved surface (moulding) on solid softwood.</w:t>
                </w:r>
              </w:p>
            </w:sdtContent>
          </w:sdt>
        </w:tc>
        <w:tc>
          <w:tcPr>
            <w:tcW w:w="568" w:type="dxa"/>
            <w:shd w:val="clear" w:color="auto" w:fill="A6A6A6" w:themeFill="background1" w:themeFillShade="A6"/>
          </w:tcPr>
          <w:p w14:paraId="1EE6951E"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0EF34FEE"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274E217F"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7B67DC46"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uto"/>
          </w:tcPr>
          <w:sdt>
            <w:sdtPr>
              <w:rPr>
                <w:sz w:val="22"/>
              </w:rPr>
              <w:id w:val="-87929836"/>
              <w14:checkbox>
                <w14:checked w14:val="0"/>
                <w14:checkedState w14:val="2612" w14:font="MS Gothic"/>
                <w14:uncheckedState w14:val="2610" w14:font="MS Gothic"/>
              </w14:checkbox>
            </w:sdtPr>
            <w:sdtEndPr/>
            <w:sdtContent>
              <w:p w14:paraId="5A7A7326"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shd w:val="clear" w:color="auto" w:fill="auto"/>
          </w:tcPr>
          <w:sdt>
            <w:sdtPr>
              <w:rPr>
                <w:sz w:val="22"/>
              </w:rPr>
              <w:id w:val="-260681967"/>
              <w14:checkbox>
                <w14:checked w14:val="0"/>
                <w14:checkedState w14:val="2612" w14:font="MS Gothic"/>
                <w14:uncheckedState w14:val="2610" w14:font="MS Gothic"/>
              </w14:checkbox>
            </w:sdtPr>
            <w:sdtEndPr/>
            <w:sdtContent>
              <w:p w14:paraId="26A04D40"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shd w:val="clear" w:color="auto" w:fill="A6A6A6" w:themeFill="background1" w:themeFillShade="A6"/>
          </w:tcPr>
          <w:p w14:paraId="6EC05EEC" w14:textId="77777777" w:rsidR="002117A3" w:rsidRPr="00C261EA" w:rsidRDefault="002117A3" w:rsidP="002117A3">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6506794C" w14:textId="77777777" w:rsidR="002117A3" w:rsidRPr="00C261EA" w:rsidRDefault="002117A3" w:rsidP="002117A3">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4394" w:type="dxa"/>
          </w:tcPr>
          <w:p w14:paraId="5A562993" w14:textId="77777777" w:rsidR="002117A3" w:rsidRPr="00AA586D" w:rsidRDefault="002117A3" w:rsidP="002117A3">
            <w:pPr>
              <w:tabs>
                <w:tab w:val="clear" w:pos="284"/>
              </w:tabs>
              <w:spacing w:before="40"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Calibri"/>
                <w:i/>
                <w:color w:val="808080"/>
                <w:sz w:val="22"/>
                <w:szCs w:val="22"/>
              </w:rPr>
            </w:pPr>
            <w:r w:rsidRPr="00AA586D">
              <w:rPr>
                <w:rFonts w:ascii="Calibri" w:hAnsi="Calibri" w:cs="Calibri"/>
                <w:i/>
                <w:color w:val="808080"/>
                <w:sz w:val="22"/>
                <w:szCs w:val="22"/>
              </w:rPr>
              <w:t>Comments/responses</w:t>
            </w:r>
          </w:p>
          <w:p w14:paraId="4468324C" w14:textId="6F0BFFC3" w:rsidR="002117A3" w:rsidRPr="00C261EA" w:rsidRDefault="002117A3" w:rsidP="002117A3">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r>
      <w:tr w:rsidR="002117A3" w:rsidRPr="00EF3564" w14:paraId="768FC3F1" w14:textId="77777777" w:rsidTr="00B855B0">
        <w:trPr>
          <w:cantSplit/>
        </w:trPr>
        <w:tc>
          <w:tcPr>
            <w:cnfStyle w:val="001000000000" w:firstRow="0" w:lastRow="0" w:firstColumn="1" w:lastColumn="0" w:oddVBand="0" w:evenVBand="0" w:oddHBand="0" w:evenHBand="0" w:firstRowFirstColumn="0" w:firstRowLastColumn="0" w:lastRowFirstColumn="0" w:lastRowLastColumn="0"/>
            <w:tcW w:w="1418" w:type="dxa"/>
            <w:vMerge/>
            <w:shd w:val="clear" w:color="auto" w:fill="FFFFFF"/>
          </w:tcPr>
          <w:p w14:paraId="7F233C62" w14:textId="77777777" w:rsidR="002117A3" w:rsidRPr="001919F7" w:rsidRDefault="002117A3" w:rsidP="002117A3">
            <w:pPr>
              <w:spacing w:before="0" w:after="0" w:line="259" w:lineRule="auto"/>
              <w:rPr>
                <w:rFonts w:asciiTheme="minorHAnsi" w:hAnsiTheme="minorHAnsi"/>
                <w:sz w:val="22"/>
              </w:rPr>
            </w:pPr>
          </w:p>
        </w:tc>
        <w:tc>
          <w:tcPr>
            <w:tcW w:w="5102" w:type="dxa"/>
          </w:tcPr>
          <w:sdt>
            <w:sdtPr>
              <w:rPr>
                <w:sz w:val="22"/>
              </w:rPr>
              <w:id w:val="1580634916"/>
              <w:placeholder>
                <w:docPart w:val="C7DEA1BDC2E54C30AA68517439E1ADBC"/>
              </w:placeholder>
            </w:sdtPr>
            <w:sdtEndPr/>
            <w:sdtContent>
              <w:p w14:paraId="05D06F85" w14:textId="1C43C5E7" w:rsidR="002117A3" w:rsidRPr="00C261EA" w:rsidRDefault="002117A3" w:rsidP="002117A3">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2.6 Prepare a metal surface.</w:t>
                </w:r>
              </w:p>
            </w:sdtContent>
          </w:sdt>
        </w:tc>
        <w:tc>
          <w:tcPr>
            <w:tcW w:w="568" w:type="dxa"/>
            <w:shd w:val="clear" w:color="auto" w:fill="A6A6A6" w:themeFill="background1" w:themeFillShade="A6"/>
          </w:tcPr>
          <w:p w14:paraId="2852F4CB" w14:textId="47D44DDF"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1185E16C" w14:textId="5599B4B9"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58259F42" w14:textId="53F72732"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365B9B91" w14:textId="170B62BC"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736BD56D" w14:textId="4E49E53E"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shd w:val="clear" w:color="auto" w:fill="A6A6A6" w:themeFill="background1" w:themeFillShade="A6"/>
          </w:tcPr>
          <w:p w14:paraId="0AE7A8F1" w14:textId="7DE9B8EF"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567" w:type="dxa"/>
          </w:tcPr>
          <w:sdt>
            <w:sdtPr>
              <w:rPr>
                <w:sz w:val="22"/>
              </w:rPr>
              <w:id w:val="-314107398"/>
              <w14:checkbox>
                <w14:checked w14:val="0"/>
                <w14:checkedState w14:val="2612" w14:font="MS Gothic"/>
                <w14:uncheckedState w14:val="2610" w14:font="MS Gothic"/>
              </w14:checkbox>
            </w:sdtPr>
            <w:sdtEndPr/>
            <w:sdtContent>
              <w:p w14:paraId="7448E037" w14:textId="29AA03E8" w:rsidR="002117A3" w:rsidRPr="00C261EA" w:rsidRDefault="002117A3" w:rsidP="002117A3">
                <w:pPr>
                  <w:spacing w:before="0" w:after="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943003596"/>
              <w14:checkbox>
                <w14:checked w14:val="0"/>
                <w14:checkedState w14:val="2612" w14:font="MS Gothic"/>
                <w14:uncheckedState w14:val="2610" w14:font="MS Gothic"/>
              </w14:checkbox>
            </w:sdtPr>
            <w:sdtEndPr/>
            <w:sdtContent>
              <w:p w14:paraId="2ACEA6CD" w14:textId="03FB3E25" w:rsidR="002117A3" w:rsidRPr="00C261EA" w:rsidRDefault="002117A3" w:rsidP="002117A3">
                <w:pPr>
                  <w:spacing w:before="0" w:after="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4394" w:type="dxa"/>
          </w:tcPr>
          <w:p w14:paraId="450D4A74" w14:textId="77777777" w:rsidR="002117A3" w:rsidRPr="00AA586D" w:rsidRDefault="002117A3" w:rsidP="002117A3">
            <w:pPr>
              <w:tabs>
                <w:tab w:val="clear" w:pos="284"/>
              </w:tabs>
              <w:spacing w:before="40"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Calibri"/>
                <w:i/>
                <w:color w:val="808080"/>
                <w:sz w:val="22"/>
                <w:szCs w:val="22"/>
              </w:rPr>
            </w:pPr>
            <w:r w:rsidRPr="00AA586D">
              <w:rPr>
                <w:rFonts w:ascii="Calibri" w:hAnsi="Calibri" w:cs="Calibri"/>
                <w:i/>
                <w:color w:val="808080"/>
                <w:sz w:val="22"/>
                <w:szCs w:val="22"/>
              </w:rPr>
              <w:t>Comments/responses</w:t>
            </w:r>
          </w:p>
          <w:p w14:paraId="54E1D406" w14:textId="74487F2D" w:rsidR="002117A3" w:rsidRPr="00C261EA" w:rsidRDefault="002117A3" w:rsidP="002117A3">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r>
      <w:tr w:rsidR="002117A3" w:rsidRPr="00EF3564" w14:paraId="1120A41F" w14:textId="77777777" w:rsidTr="00013859">
        <w:trPr>
          <w:cantSplit/>
        </w:trPr>
        <w:tc>
          <w:tcPr>
            <w:cnfStyle w:val="001000000000" w:firstRow="0" w:lastRow="0" w:firstColumn="1" w:lastColumn="0" w:oddVBand="0" w:evenVBand="0" w:oddHBand="0" w:evenHBand="0" w:firstRowFirstColumn="0" w:firstRowLastColumn="0" w:lastRowFirstColumn="0" w:lastRowLastColumn="0"/>
            <w:tcW w:w="1418" w:type="dxa"/>
            <w:vMerge/>
            <w:shd w:val="clear" w:color="auto" w:fill="FFFFFF"/>
          </w:tcPr>
          <w:p w14:paraId="045CE59F" w14:textId="77777777" w:rsidR="002117A3" w:rsidRPr="007056E6" w:rsidRDefault="002117A3" w:rsidP="002117A3">
            <w:pPr>
              <w:spacing w:before="0" w:after="0" w:line="259" w:lineRule="auto"/>
              <w:rPr>
                <w:sz w:val="22"/>
              </w:rPr>
            </w:pPr>
          </w:p>
        </w:tc>
        <w:tc>
          <w:tcPr>
            <w:tcW w:w="5102" w:type="dxa"/>
          </w:tcPr>
          <w:p w14:paraId="7AE1BBFB" w14:textId="21D572A6" w:rsidR="002117A3" w:rsidRPr="00C261EA" w:rsidRDefault="002117A3" w:rsidP="002117A3">
            <w:pPr>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2.7 During all work, ensure that you:</w:t>
            </w:r>
          </w:p>
          <w:p w14:paraId="40F5875E" w14:textId="75A76E10" w:rsidR="002117A3" w:rsidRPr="00C261EA" w:rsidRDefault="002117A3" w:rsidP="002117A3">
            <w:pPr>
              <w:pStyle w:val="ListParagraph"/>
              <w:numPr>
                <w:ilvl w:val="0"/>
                <w:numId w:val="12"/>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Inspect product surface between each process, to ensure suitability for the next step and conformity to specifications.</w:t>
            </w:r>
          </w:p>
          <w:p w14:paraId="2656EC4E" w14:textId="4DAEA957" w:rsidR="002117A3" w:rsidRPr="00C261EA" w:rsidRDefault="002117A3" w:rsidP="002117A3">
            <w:pPr>
              <w:pStyle w:val="ListParagraph"/>
              <w:numPr>
                <w:ilvl w:val="0"/>
                <w:numId w:val="12"/>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Follow the procedures and specifications for each task as per the proposed surface coatings and as set out in the task job plan.</w:t>
            </w:r>
          </w:p>
          <w:p w14:paraId="6FB426ED" w14:textId="204FB885" w:rsidR="002117A3" w:rsidRPr="00C261EA" w:rsidRDefault="002117A3" w:rsidP="002117A3">
            <w:pPr>
              <w:pStyle w:val="ListParagraph"/>
              <w:numPr>
                <w:ilvl w:val="0"/>
                <w:numId w:val="12"/>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Set up any required tools, equipment and engineering controls, including dust extraction.</w:t>
            </w:r>
          </w:p>
          <w:p w14:paraId="3E0F62E0" w14:textId="239B4118" w:rsidR="002117A3" w:rsidRPr="00C261EA" w:rsidRDefault="00365440" w:rsidP="00365440">
            <w:pPr>
              <w:pStyle w:val="ListParagraph"/>
              <w:numPr>
                <w:ilvl w:val="0"/>
                <w:numId w:val="12"/>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365440">
              <w:rPr>
                <w:rFonts w:asciiTheme="minorHAnsi" w:hAnsiTheme="minorHAnsi"/>
                <w:sz w:val="22"/>
              </w:rPr>
              <w:t xml:space="preserve">Identify and exclude any sources of contamination from the work area. </w:t>
            </w:r>
            <w:r w:rsidR="002117A3" w:rsidRPr="00C261EA">
              <w:rPr>
                <w:rFonts w:asciiTheme="minorHAnsi" w:hAnsiTheme="minorHAnsi"/>
                <w:sz w:val="22"/>
              </w:rPr>
              <w:t>Repair any surface faults or defects and report any non-reparable components.</w:t>
            </w:r>
          </w:p>
          <w:p w14:paraId="6F50FDDE" w14:textId="3A26F5B2" w:rsidR="002117A3" w:rsidRPr="00C261EA" w:rsidRDefault="002117A3" w:rsidP="002117A3">
            <w:pPr>
              <w:pStyle w:val="ListParagraph"/>
              <w:numPr>
                <w:ilvl w:val="0"/>
                <w:numId w:val="12"/>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Minimise the wasting of materials, time and money.</w:t>
            </w:r>
          </w:p>
          <w:p w14:paraId="26B52A64" w14:textId="77777777" w:rsidR="00927777" w:rsidRDefault="00927777" w:rsidP="00927777">
            <w:pPr>
              <w:pStyle w:val="ListParagraph"/>
              <w:numPr>
                <w:ilvl w:val="0"/>
                <w:numId w:val="12"/>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927777">
              <w:rPr>
                <w:rFonts w:asciiTheme="minorHAnsi" w:hAnsiTheme="minorHAnsi"/>
                <w:sz w:val="22"/>
              </w:rPr>
              <w:t xml:space="preserve">Following work instructions to prevent damage to goods, equipment and products. </w:t>
            </w:r>
          </w:p>
          <w:p w14:paraId="4D5FB6C6" w14:textId="64F0E491" w:rsidR="002117A3" w:rsidRPr="00C261EA" w:rsidRDefault="00927777" w:rsidP="00927777">
            <w:pPr>
              <w:pStyle w:val="ListParagraph"/>
              <w:numPr>
                <w:ilvl w:val="0"/>
                <w:numId w:val="12"/>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927777">
              <w:rPr>
                <w:rFonts w:asciiTheme="minorHAnsi" w:hAnsiTheme="minorHAnsi"/>
                <w:sz w:val="22"/>
              </w:rPr>
              <w:t>Follow inspection processes to maintain required production output and quality, as per the task specifications</w:t>
            </w:r>
          </w:p>
        </w:tc>
        <w:tc>
          <w:tcPr>
            <w:tcW w:w="568" w:type="dxa"/>
          </w:tcPr>
          <w:sdt>
            <w:sdtPr>
              <w:rPr>
                <w:sz w:val="22"/>
              </w:rPr>
              <w:id w:val="1041637306"/>
              <w14:checkbox>
                <w14:checked w14:val="0"/>
                <w14:checkedState w14:val="2612" w14:font="MS Gothic"/>
                <w14:uncheckedState w14:val="2610" w14:font="MS Gothic"/>
              </w14:checkbox>
            </w:sdtPr>
            <w:sdtEndPr/>
            <w:sdtContent>
              <w:p w14:paraId="6BF399CD"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795643010"/>
              <w14:checkbox>
                <w14:checked w14:val="0"/>
                <w14:checkedState w14:val="2612" w14:font="MS Gothic"/>
                <w14:uncheckedState w14:val="2610" w14:font="MS Gothic"/>
              </w14:checkbox>
            </w:sdtPr>
            <w:sdtEndPr/>
            <w:sdtContent>
              <w:p w14:paraId="7B603F6F"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296500773"/>
              <w14:checkbox>
                <w14:checked w14:val="0"/>
                <w14:checkedState w14:val="2612" w14:font="MS Gothic"/>
                <w14:uncheckedState w14:val="2610" w14:font="MS Gothic"/>
              </w14:checkbox>
            </w:sdtPr>
            <w:sdtEndPr/>
            <w:sdtContent>
              <w:p w14:paraId="366E902B"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425531544"/>
              <w14:checkbox>
                <w14:checked w14:val="0"/>
                <w14:checkedState w14:val="2612" w14:font="MS Gothic"/>
                <w14:uncheckedState w14:val="2610" w14:font="MS Gothic"/>
              </w14:checkbox>
            </w:sdtPr>
            <w:sdtEndPr/>
            <w:sdtContent>
              <w:p w14:paraId="4A9D8B6D"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shd w:val="clear" w:color="auto" w:fill="auto"/>
          </w:tcPr>
          <w:sdt>
            <w:sdtPr>
              <w:rPr>
                <w:sz w:val="22"/>
              </w:rPr>
              <w:id w:val="1389921083"/>
              <w14:checkbox>
                <w14:checked w14:val="0"/>
                <w14:checkedState w14:val="2612" w14:font="MS Gothic"/>
                <w14:uncheckedState w14:val="2610" w14:font="MS Gothic"/>
              </w14:checkbox>
            </w:sdtPr>
            <w:sdtEndPr/>
            <w:sdtContent>
              <w:p w14:paraId="18FAAB38"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shd w:val="clear" w:color="auto" w:fill="auto"/>
          </w:tcPr>
          <w:sdt>
            <w:sdtPr>
              <w:rPr>
                <w:sz w:val="22"/>
              </w:rPr>
              <w:id w:val="-980919957"/>
              <w14:checkbox>
                <w14:checked w14:val="0"/>
                <w14:checkedState w14:val="2612" w14:font="MS Gothic"/>
                <w14:uncheckedState w14:val="2610" w14:font="MS Gothic"/>
              </w14:checkbox>
            </w:sdtPr>
            <w:sdtEndPr/>
            <w:sdtContent>
              <w:p w14:paraId="638735EB"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302227397"/>
              <w14:checkbox>
                <w14:checked w14:val="0"/>
                <w14:checkedState w14:val="2612" w14:font="MS Gothic"/>
                <w14:uncheckedState w14:val="2610" w14:font="MS Gothic"/>
              </w14:checkbox>
            </w:sdtPr>
            <w:sdtEndPr/>
            <w:sdtContent>
              <w:p w14:paraId="552C6983" w14:textId="77777777" w:rsidR="002117A3" w:rsidRPr="00C261EA" w:rsidRDefault="002117A3" w:rsidP="002117A3">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4519034"/>
              <w14:checkbox>
                <w14:checked w14:val="0"/>
                <w14:checkedState w14:val="2612" w14:font="MS Gothic"/>
                <w14:uncheckedState w14:val="2610" w14:font="MS Gothic"/>
              </w14:checkbox>
            </w:sdtPr>
            <w:sdtEndPr/>
            <w:sdtContent>
              <w:p w14:paraId="23D8AB12" w14:textId="36E3BF96" w:rsidR="002117A3" w:rsidRPr="00C261EA" w:rsidRDefault="002117A3" w:rsidP="002117A3">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4394" w:type="dxa"/>
          </w:tcPr>
          <w:p w14:paraId="009DD08E" w14:textId="77777777" w:rsidR="002117A3" w:rsidRPr="00AA586D" w:rsidRDefault="002117A3" w:rsidP="002117A3">
            <w:pPr>
              <w:tabs>
                <w:tab w:val="clear" w:pos="284"/>
              </w:tabs>
              <w:spacing w:before="40"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Calibri"/>
                <w:i/>
                <w:color w:val="808080"/>
                <w:sz w:val="22"/>
                <w:szCs w:val="22"/>
              </w:rPr>
            </w:pPr>
            <w:r w:rsidRPr="00AA586D">
              <w:rPr>
                <w:rFonts w:ascii="Calibri" w:hAnsi="Calibri" w:cs="Calibri"/>
                <w:i/>
                <w:color w:val="808080"/>
                <w:sz w:val="22"/>
                <w:szCs w:val="22"/>
              </w:rPr>
              <w:t>Comments/responses</w:t>
            </w:r>
          </w:p>
          <w:p w14:paraId="7EB8C313" w14:textId="0AF987A5" w:rsidR="002117A3" w:rsidRPr="00C261EA" w:rsidRDefault="002117A3" w:rsidP="002117A3">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r>
      <w:tr w:rsidR="002117A3" w:rsidRPr="00EF3564" w14:paraId="49A983CD" w14:textId="77777777" w:rsidTr="00013859">
        <w:trPr>
          <w:cantSplit/>
        </w:trPr>
        <w:tc>
          <w:tcPr>
            <w:cnfStyle w:val="001000000000" w:firstRow="0" w:lastRow="0" w:firstColumn="1" w:lastColumn="0" w:oddVBand="0" w:evenVBand="0" w:oddHBand="0" w:evenHBand="0" w:firstRowFirstColumn="0" w:firstRowLastColumn="0" w:lastRowFirstColumn="0" w:lastRowLastColumn="0"/>
            <w:tcW w:w="1418" w:type="dxa"/>
            <w:shd w:val="clear" w:color="auto" w:fill="FFFFFF"/>
          </w:tcPr>
          <w:p w14:paraId="2C44E240" w14:textId="5E78DB9F" w:rsidR="002117A3" w:rsidRPr="001919F7" w:rsidRDefault="002117A3" w:rsidP="002117A3">
            <w:pPr>
              <w:spacing w:before="0" w:after="0" w:line="259" w:lineRule="auto"/>
              <w:jc w:val="left"/>
              <w:rPr>
                <w:rFonts w:asciiTheme="minorHAnsi" w:hAnsiTheme="minorHAnsi"/>
                <w:b w:val="0"/>
                <w:sz w:val="22"/>
              </w:rPr>
            </w:pPr>
            <w:r w:rsidRPr="001919F7">
              <w:rPr>
                <w:rFonts w:asciiTheme="minorHAnsi" w:hAnsiTheme="minorHAnsi"/>
                <w:b w:val="0"/>
                <w:sz w:val="22"/>
              </w:rPr>
              <w:lastRenderedPageBreak/>
              <w:t>3 – Clean work area and maintain equipment</w:t>
            </w:r>
          </w:p>
        </w:tc>
        <w:tc>
          <w:tcPr>
            <w:tcW w:w="5102" w:type="dxa"/>
          </w:tcPr>
          <w:sdt>
            <w:sdtPr>
              <w:rPr>
                <w:sz w:val="22"/>
              </w:rPr>
              <w:id w:val="-382029619"/>
              <w:placeholder>
                <w:docPart w:val="F4DD799664C24E43A37FEB64BDE4261F"/>
              </w:placeholder>
            </w:sdtPr>
            <w:sdtEndPr/>
            <w:sdtContent>
              <w:p w14:paraId="69A8726F" w14:textId="77777777" w:rsidR="002117A3" w:rsidRPr="00C261EA" w:rsidRDefault="002117A3" w:rsidP="002117A3">
                <w:pPr>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3.1 After the completion of work, ensure that you:</w:t>
                </w:r>
              </w:p>
              <w:p w14:paraId="7E3B0D92" w14:textId="1E0F0E6D" w:rsidR="002117A3" w:rsidRPr="00C261EA" w:rsidRDefault="002117A3" w:rsidP="002117A3">
                <w:pPr>
                  <w:pStyle w:val="ListParagraph"/>
                  <w:numPr>
                    <w:ilvl w:val="0"/>
                    <w:numId w:val="13"/>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Pack and store products in an appropriate area. Label the task as being ready for the next process (Can include “ready for polishing”).</w:t>
                </w:r>
              </w:p>
              <w:p w14:paraId="3A84A6E8" w14:textId="30BB699E" w:rsidR="002117A3" w:rsidRPr="00C261EA" w:rsidRDefault="002117A3" w:rsidP="002117A3">
                <w:pPr>
                  <w:pStyle w:val="ListParagraph"/>
                  <w:numPr>
                    <w:ilvl w:val="0"/>
                    <w:numId w:val="13"/>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Clean equipment, inspect for condition and store appropriately.</w:t>
                </w:r>
              </w:p>
              <w:p w14:paraId="0E03D858" w14:textId="072FE496" w:rsidR="002117A3" w:rsidRPr="00C261EA" w:rsidRDefault="002117A3" w:rsidP="002117A3">
                <w:pPr>
                  <w:pStyle w:val="ListParagraph"/>
                  <w:numPr>
                    <w:ilvl w:val="0"/>
                    <w:numId w:val="13"/>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Identify and tag any faulty equipment and inform appropriate supervisor.</w:t>
                </w:r>
              </w:p>
              <w:p w14:paraId="448F5513" w14:textId="02CD7B01" w:rsidR="002117A3" w:rsidRPr="00C261EA" w:rsidRDefault="002117A3" w:rsidP="002117A3">
                <w:pPr>
                  <w:pStyle w:val="ListParagraph"/>
                  <w:numPr>
                    <w:ilvl w:val="0"/>
                    <w:numId w:val="13"/>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Store and dispose any chemicals according to WHS regulations.</w:t>
                </w:r>
              </w:p>
              <w:p w14:paraId="49BFA114" w14:textId="7A8E8157" w:rsidR="002117A3" w:rsidRPr="00C261EA" w:rsidRDefault="002117A3" w:rsidP="002117A3">
                <w:pPr>
                  <w:pStyle w:val="ListParagraph"/>
                  <w:numPr>
                    <w:ilvl w:val="0"/>
                    <w:numId w:val="13"/>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Clean the work area so that it is ready for the next task.</w:t>
                </w:r>
              </w:p>
            </w:sdtContent>
          </w:sdt>
        </w:tc>
        <w:tc>
          <w:tcPr>
            <w:tcW w:w="568" w:type="dxa"/>
          </w:tcPr>
          <w:sdt>
            <w:sdtPr>
              <w:rPr>
                <w:sz w:val="22"/>
              </w:rPr>
              <w:id w:val="-579133805"/>
              <w14:checkbox>
                <w14:checked w14:val="0"/>
                <w14:checkedState w14:val="2612" w14:font="MS Gothic"/>
                <w14:uncheckedState w14:val="2610" w14:font="MS Gothic"/>
              </w14:checkbox>
            </w:sdtPr>
            <w:sdtEndPr/>
            <w:sdtContent>
              <w:p w14:paraId="57935AAD"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859553346"/>
              <w14:checkbox>
                <w14:checked w14:val="0"/>
                <w14:checkedState w14:val="2612" w14:font="MS Gothic"/>
                <w14:uncheckedState w14:val="2610" w14:font="MS Gothic"/>
              </w14:checkbox>
            </w:sdtPr>
            <w:sdtEndPr/>
            <w:sdtContent>
              <w:p w14:paraId="4B0A7397"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497993360"/>
              <w14:checkbox>
                <w14:checked w14:val="0"/>
                <w14:checkedState w14:val="2612" w14:font="MS Gothic"/>
                <w14:uncheckedState w14:val="2610" w14:font="MS Gothic"/>
              </w14:checkbox>
            </w:sdtPr>
            <w:sdtEndPr/>
            <w:sdtContent>
              <w:p w14:paraId="6B015267"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817775114"/>
              <w14:checkbox>
                <w14:checked w14:val="0"/>
                <w14:checkedState w14:val="2612" w14:font="MS Gothic"/>
                <w14:uncheckedState w14:val="2610" w14:font="MS Gothic"/>
              </w14:checkbox>
            </w:sdtPr>
            <w:sdtEndPr/>
            <w:sdtContent>
              <w:p w14:paraId="2CC31E7F"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shd w:val="clear" w:color="auto" w:fill="auto"/>
          </w:tcPr>
          <w:sdt>
            <w:sdtPr>
              <w:rPr>
                <w:sz w:val="22"/>
              </w:rPr>
              <w:id w:val="-789519100"/>
              <w14:checkbox>
                <w14:checked w14:val="0"/>
                <w14:checkedState w14:val="2612" w14:font="MS Gothic"/>
                <w14:uncheckedState w14:val="2610" w14:font="MS Gothic"/>
              </w14:checkbox>
            </w:sdtPr>
            <w:sdtEndPr/>
            <w:sdtContent>
              <w:p w14:paraId="5475C953"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shd w:val="clear" w:color="auto" w:fill="auto"/>
          </w:tcPr>
          <w:sdt>
            <w:sdtPr>
              <w:rPr>
                <w:sz w:val="22"/>
              </w:rPr>
              <w:id w:val="638779421"/>
              <w14:checkbox>
                <w14:checked w14:val="0"/>
                <w14:checkedState w14:val="2612" w14:font="MS Gothic"/>
                <w14:uncheckedState w14:val="2610" w14:font="MS Gothic"/>
              </w14:checkbox>
            </w:sdtPr>
            <w:sdtEndPr/>
            <w:sdtContent>
              <w:p w14:paraId="45B9512A"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604799629"/>
              <w14:checkbox>
                <w14:checked w14:val="0"/>
                <w14:checkedState w14:val="2612" w14:font="MS Gothic"/>
                <w14:uncheckedState w14:val="2610" w14:font="MS Gothic"/>
              </w14:checkbox>
            </w:sdtPr>
            <w:sdtEndPr/>
            <w:sdtContent>
              <w:p w14:paraId="716B9431" w14:textId="77777777" w:rsidR="002117A3" w:rsidRPr="00C261EA" w:rsidRDefault="002117A3" w:rsidP="002117A3">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303385345"/>
              <w14:checkbox>
                <w14:checked w14:val="0"/>
                <w14:checkedState w14:val="2612" w14:font="MS Gothic"/>
                <w14:uncheckedState w14:val="2610" w14:font="MS Gothic"/>
              </w14:checkbox>
            </w:sdtPr>
            <w:sdtEndPr/>
            <w:sdtContent>
              <w:p w14:paraId="47211722" w14:textId="77777777" w:rsidR="002117A3" w:rsidRPr="00C261EA" w:rsidRDefault="002117A3" w:rsidP="002117A3">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4394" w:type="dxa"/>
          </w:tcPr>
          <w:p w14:paraId="526E964C" w14:textId="77777777" w:rsidR="002117A3" w:rsidRPr="00AA586D" w:rsidRDefault="002117A3" w:rsidP="002117A3">
            <w:pPr>
              <w:tabs>
                <w:tab w:val="clear" w:pos="284"/>
              </w:tabs>
              <w:spacing w:before="40"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Calibri"/>
                <w:i/>
                <w:color w:val="808080"/>
                <w:sz w:val="22"/>
                <w:szCs w:val="22"/>
              </w:rPr>
            </w:pPr>
            <w:r w:rsidRPr="00AA586D">
              <w:rPr>
                <w:rFonts w:ascii="Calibri" w:hAnsi="Calibri" w:cs="Calibri"/>
                <w:i/>
                <w:color w:val="808080"/>
                <w:sz w:val="22"/>
                <w:szCs w:val="22"/>
              </w:rPr>
              <w:t>Comments/responses</w:t>
            </w:r>
          </w:p>
          <w:p w14:paraId="77FD40BD" w14:textId="17882ED2" w:rsidR="002117A3" w:rsidRPr="002117A3" w:rsidRDefault="002117A3" w:rsidP="002117A3">
            <w:pPr>
              <w:spacing w:before="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r>
      <w:tr w:rsidR="002117A3" w:rsidRPr="00EF3564" w14:paraId="53F56724" w14:textId="77777777" w:rsidTr="00013859">
        <w:trPr>
          <w:cantSplit/>
        </w:trPr>
        <w:tc>
          <w:tcPr>
            <w:cnfStyle w:val="001000000000" w:firstRow="0" w:lastRow="0" w:firstColumn="1" w:lastColumn="0" w:oddVBand="0" w:evenVBand="0" w:oddHBand="0" w:evenHBand="0" w:firstRowFirstColumn="0" w:firstRowLastColumn="0" w:lastRowFirstColumn="0" w:lastRowLastColumn="0"/>
            <w:tcW w:w="1418" w:type="dxa"/>
            <w:shd w:val="clear" w:color="auto" w:fill="FFFFFF"/>
          </w:tcPr>
          <w:p w14:paraId="0732341B" w14:textId="0D8A8E77" w:rsidR="002117A3" w:rsidRPr="001919F7" w:rsidRDefault="002117A3" w:rsidP="002117A3">
            <w:pPr>
              <w:spacing w:afterAutospacing="0" w:line="259" w:lineRule="auto"/>
              <w:jc w:val="left"/>
              <w:rPr>
                <w:rFonts w:asciiTheme="minorHAnsi" w:hAnsiTheme="minorHAnsi"/>
                <w:b w:val="0"/>
                <w:sz w:val="22"/>
              </w:rPr>
            </w:pPr>
            <w:r w:rsidRPr="001919F7">
              <w:rPr>
                <w:rFonts w:asciiTheme="minorHAnsi" w:hAnsiTheme="minorHAnsi"/>
                <w:b w:val="0"/>
                <w:sz w:val="22"/>
              </w:rPr>
              <w:t>4 – Working safely</w:t>
            </w:r>
          </w:p>
        </w:tc>
        <w:tc>
          <w:tcPr>
            <w:tcW w:w="5102" w:type="dxa"/>
          </w:tcPr>
          <w:sdt>
            <w:sdtPr>
              <w:rPr>
                <w:sz w:val="22"/>
              </w:rPr>
              <w:id w:val="-1397438964"/>
              <w:placeholder>
                <w:docPart w:val="2B58E0B9330049C292A5F38CBCC0046F"/>
              </w:placeholder>
            </w:sdtPr>
            <w:sdtEndPr/>
            <w:sdtContent>
              <w:p w14:paraId="2C05A11D" w14:textId="13C1303E" w:rsidR="002117A3" w:rsidRPr="00C261EA" w:rsidRDefault="002117A3" w:rsidP="002117A3">
                <w:pPr>
                  <w:spacing w:before="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 xml:space="preserve">4.1 </w:t>
                </w:r>
                <w:r w:rsidR="006F0349" w:rsidRPr="006F0349">
                  <w:rPr>
                    <w:rFonts w:asciiTheme="minorHAnsi" w:hAnsiTheme="minorHAnsi"/>
                    <w:sz w:val="22"/>
                  </w:rPr>
                  <w:t>Demonstrate WHS requirements and operating procedures during work, including:</w:t>
                </w:r>
              </w:p>
              <w:p w14:paraId="6F029CF0" w14:textId="35FE58F9" w:rsidR="002117A3" w:rsidRPr="00C261EA" w:rsidRDefault="002117A3" w:rsidP="002117A3">
                <w:pPr>
                  <w:pStyle w:val="ListParagraph"/>
                  <w:numPr>
                    <w:ilvl w:val="0"/>
                    <w:numId w:val="11"/>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Safe handling and personal protective requirements, according to the details listed in the task JSEA.</w:t>
                </w:r>
              </w:p>
              <w:p w14:paraId="524BA75C" w14:textId="233DEF44" w:rsidR="002117A3" w:rsidRPr="00C261EA" w:rsidRDefault="002117A3" w:rsidP="002117A3">
                <w:pPr>
                  <w:pStyle w:val="ListParagraph"/>
                  <w:numPr>
                    <w:ilvl w:val="0"/>
                    <w:numId w:val="11"/>
                  </w:numPr>
                  <w:spacing w:before="0" w:after="0" w:afterAutospacing="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Theme="minorHAnsi" w:hAnsiTheme="minorHAnsi"/>
                    <w:sz w:val="22"/>
                  </w:rPr>
                  <w:t>Showing an ability to minimise any risk to self or others.</w:t>
                </w:r>
              </w:p>
            </w:sdtContent>
          </w:sdt>
        </w:tc>
        <w:tc>
          <w:tcPr>
            <w:tcW w:w="568" w:type="dxa"/>
          </w:tcPr>
          <w:sdt>
            <w:sdtPr>
              <w:rPr>
                <w:sz w:val="22"/>
              </w:rPr>
              <w:id w:val="-909306053"/>
              <w14:checkbox>
                <w14:checked w14:val="0"/>
                <w14:checkedState w14:val="2612" w14:font="MS Gothic"/>
                <w14:uncheckedState w14:val="2610" w14:font="MS Gothic"/>
              </w14:checkbox>
            </w:sdtPr>
            <w:sdtEndPr/>
            <w:sdtContent>
              <w:p w14:paraId="3B605E25"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696543277"/>
              <w14:checkbox>
                <w14:checked w14:val="0"/>
                <w14:checkedState w14:val="2612" w14:font="MS Gothic"/>
                <w14:uncheckedState w14:val="2610" w14:font="MS Gothic"/>
              </w14:checkbox>
            </w:sdtPr>
            <w:sdtEndPr/>
            <w:sdtContent>
              <w:p w14:paraId="7B089697"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701400153"/>
              <w14:checkbox>
                <w14:checked w14:val="0"/>
                <w14:checkedState w14:val="2612" w14:font="MS Gothic"/>
                <w14:uncheckedState w14:val="2610" w14:font="MS Gothic"/>
              </w14:checkbox>
            </w:sdtPr>
            <w:sdtEndPr/>
            <w:sdtContent>
              <w:p w14:paraId="1386274E"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459180900"/>
              <w14:checkbox>
                <w14:checked w14:val="0"/>
                <w14:checkedState w14:val="2612" w14:font="MS Gothic"/>
                <w14:uncheckedState w14:val="2610" w14:font="MS Gothic"/>
              </w14:checkbox>
            </w:sdtPr>
            <w:sdtEndPr/>
            <w:sdtContent>
              <w:p w14:paraId="1C9E85F9" w14:textId="77777777" w:rsidR="002117A3" w:rsidRPr="00C261EA" w:rsidRDefault="002117A3" w:rsidP="002117A3">
                <w:pPr>
                  <w:spacing w:before="0" w:after="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shd w:val="clear" w:color="auto" w:fill="auto"/>
          </w:tcPr>
          <w:sdt>
            <w:sdtPr>
              <w:rPr>
                <w:sz w:val="22"/>
              </w:rPr>
              <w:id w:val="246080658"/>
              <w14:checkbox>
                <w14:checked w14:val="0"/>
                <w14:checkedState w14:val="2612" w14:font="MS Gothic"/>
                <w14:uncheckedState w14:val="2610" w14:font="MS Gothic"/>
              </w14:checkbox>
            </w:sdtPr>
            <w:sdtEndPr/>
            <w:sdtContent>
              <w:p w14:paraId="08866280" w14:textId="77777777" w:rsidR="002117A3" w:rsidRPr="00C261EA" w:rsidRDefault="002117A3" w:rsidP="002117A3">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shd w:val="clear" w:color="auto" w:fill="auto"/>
          </w:tcPr>
          <w:sdt>
            <w:sdtPr>
              <w:rPr>
                <w:sz w:val="22"/>
              </w:rPr>
              <w:id w:val="260268117"/>
              <w14:checkbox>
                <w14:checked w14:val="0"/>
                <w14:checkedState w14:val="2612" w14:font="MS Gothic"/>
                <w14:uncheckedState w14:val="2610" w14:font="MS Gothic"/>
              </w14:checkbox>
            </w:sdtPr>
            <w:sdtEndPr/>
            <w:sdtContent>
              <w:p w14:paraId="267D6F17" w14:textId="77777777" w:rsidR="002117A3" w:rsidRPr="00C261EA" w:rsidRDefault="002117A3" w:rsidP="002117A3">
                <w:pPr>
                  <w:spacing w:before="0" w:after="0" w:afterAutospacing="0"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426960798"/>
              <w14:checkbox>
                <w14:checked w14:val="0"/>
                <w14:checkedState w14:val="2612" w14:font="MS Gothic"/>
                <w14:uncheckedState w14:val="2610" w14:font="MS Gothic"/>
              </w14:checkbox>
            </w:sdtPr>
            <w:sdtEndPr/>
            <w:sdtContent>
              <w:p w14:paraId="351B8DBD" w14:textId="77777777" w:rsidR="002117A3" w:rsidRPr="00C261EA" w:rsidRDefault="002117A3" w:rsidP="002117A3">
                <w:pPr>
                  <w:spacing w:before="0" w:after="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567" w:type="dxa"/>
          </w:tcPr>
          <w:sdt>
            <w:sdtPr>
              <w:rPr>
                <w:sz w:val="22"/>
              </w:rPr>
              <w:id w:val="-1042973577"/>
              <w14:checkbox>
                <w14:checked w14:val="0"/>
                <w14:checkedState w14:val="2612" w14:font="MS Gothic"/>
                <w14:uncheckedState w14:val="2610" w14:font="MS Gothic"/>
              </w14:checkbox>
            </w:sdtPr>
            <w:sdtEndPr/>
            <w:sdtContent>
              <w:p w14:paraId="7D1950F7" w14:textId="77777777" w:rsidR="002117A3" w:rsidRPr="00C261EA" w:rsidRDefault="002117A3" w:rsidP="002117A3">
                <w:pPr>
                  <w:spacing w:before="0" w:after="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C261EA">
                  <w:rPr>
                    <w:rFonts w:ascii="Segoe UI Symbol" w:eastAsia="MS Gothic" w:hAnsi="Segoe UI Symbol" w:cs="Segoe UI Symbol"/>
                    <w:sz w:val="22"/>
                  </w:rPr>
                  <w:t>☐</w:t>
                </w:r>
              </w:p>
            </w:sdtContent>
          </w:sdt>
        </w:tc>
        <w:tc>
          <w:tcPr>
            <w:tcW w:w="4394" w:type="dxa"/>
          </w:tcPr>
          <w:p w14:paraId="5563673D" w14:textId="77777777" w:rsidR="002117A3" w:rsidRPr="00AA586D" w:rsidRDefault="002117A3" w:rsidP="002117A3">
            <w:pPr>
              <w:tabs>
                <w:tab w:val="clear" w:pos="284"/>
              </w:tabs>
              <w:spacing w:before="40"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Calibri"/>
                <w:i/>
                <w:color w:val="808080"/>
                <w:sz w:val="22"/>
                <w:szCs w:val="22"/>
              </w:rPr>
            </w:pPr>
            <w:r w:rsidRPr="00AA586D">
              <w:rPr>
                <w:rFonts w:ascii="Calibri" w:hAnsi="Calibri" w:cs="Calibri"/>
                <w:i/>
                <w:color w:val="808080"/>
                <w:sz w:val="22"/>
                <w:szCs w:val="22"/>
              </w:rPr>
              <w:t>Comments/responses</w:t>
            </w:r>
          </w:p>
          <w:p w14:paraId="51C02918" w14:textId="650F0DA0" w:rsidR="002117A3" w:rsidRPr="002117A3" w:rsidRDefault="002117A3" w:rsidP="002117A3">
            <w:pPr>
              <w:spacing w:before="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r>
    </w:tbl>
    <w:p w14:paraId="6F2A247A" w14:textId="77777777" w:rsidR="00ED35CD" w:rsidRDefault="00ED35CD" w:rsidP="00ED35CD">
      <w:pPr>
        <w:rPr>
          <w:lang w:eastAsia="en-AU"/>
        </w:rPr>
      </w:pPr>
    </w:p>
    <w:p w14:paraId="3D7F401D" w14:textId="77777777" w:rsidR="004D4F88" w:rsidRDefault="004D4F88" w:rsidP="00186013">
      <w:pPr>
        <w:pStyle w:val="Heading2"/>
        <w:sectPr w:rsidR="004D4F88" w:rsidSect="00BE34E1">
          <w:pgSz w:w="16840" w:h="11907" w:orient="landscape" w:code="9"/>
          <w:pgMar w:top="1418" w:right="1418" w:bottom="1418" w:left="1418" w:header="567" w:footer="454" w:gutter="0"/>
          <w:cols w:space="4253"/>
          <w:docGrid w:linePitch="360"/>
        </w:sectPr>
      </w:pPr>
    </w:p>
    <w:p w14:paraId="01EF1548" w14:textId="19DFE5CA" w:rsidR="00186013" w:rsidRDefault="00186013" w:rsidP="00186013">
      <w:pPr>
        <w:pStyle w:val="Heading2"/>
      </w:pPr>
      <w:r>
        <w:lastRenderedPageBreak/>
        <w:t xml:space="preserve">Part </w:t>
      </w:r>
      <w:r w:rsidR="00567802">
        <w:t>3</w:t>
      </w:r>
      <w:r>
        <w:t>: Assessment Feedback</w:t>
      </w:r>
    </w:p>
    <w:p w14:paraId="01EF1549" w14:textId="77777777" w:rsidR="00186013" w:rsidRDefault="00186013" w:rsidP="00186013">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01EF154A" w14:textId="77777777" w:rsidR="00186013" w:rsidRDefault="00186013" w:rsidP="00186013">
      <w:pPr>
        <w:pStyle w:val="Heading3"/>
      </w:pPr>
      <w:r>
        <w:t>Assessment outcome</w:t>
      </w:r>
    </w:p>
    <w:p w14:paraId="01EF154B" w14:textId="77777777" w:rsidR="00186013" w:rsidRDefault="00AD459E" w:rsidP="00186013">
      <w:sdt>
        <w:sdtPr>
          <w:id w:val="-231164987"/>
          <w14:checkbox>
            <w14:checked w14:val="0"/>
            <w14:checkedState w14:val="2612" w14:font="MS Gothic"/>
            <w14:uncheckedState w14:val="2610" w14:font="MS Gothic"/>
          </w14:checkbox>
        </w:sdtPr>
        <w:sdtEndPr/>
        <w:sdtContent>
          <w:r w:rsidR="00186013">
            <w:rPr>
              <w:rFonts w:ascii="MS Gothic" w:eastAsia="MS Gothic" w:hAnsi="MS Gothic" w:hint="eastAsia"/>
            </w:rPr>
            <w:t>☐</w:t>
          </w:r>
        </w:sdtContent>
      </w:sdt>
      <w:r w:rsidR="00186013">
        <w:t xml:space="preserve"> Satisfactory</w:t>
      </w:r>
    </w:p>
    <w:p w14:paraId="01EF154C" w14:textId="77777777" w:rsidR="00186013" w:rsidRPr="00A7239E" w:rsidRDefault="00AD459E" w:rsidP="00186013">
      <w:pPr>
        <w:rPr>
          <w:lang w:eastAsia="en-AU"/>
        </w:rPr>
      </w:pPr>
      <w:sdt>
        <w:sdtPr>
          <w:id w:val="356084546"/>
          <w14:checkbox>
            <w14:checked w14:val="0"/>
            <w14:checkedState w14:val="2612" w14:font="MS Gothic"/>
            <w14:uncheckedState w14:val="2610" w14:font="MS Gothic"/>
          </w14:checkbox>
        </w:sdtPr>
        <w:sdtEndPr/>
        <w:sdtContent>
          <w:r w:rsidR="00186013">
            <w:rPr>
              <w:rFonts w:ascii="MS Gothic" w:eastAsia="MS Gothic" w:hAnsi="MS Gothic" w:hint="eastAsia"/>
            </w:rPr>
            <w:t>☐</w:t>
          </w:r>
        </w:sdtContent>
      </w:sdt>
      <w:r w:rsidR="00186013">
        <w:t xml:space="preserve"> Unsatisfactory</w:t>
      </w:r>
    </w:p>
    <w:p w14:paraId="01EF154D" w14:textId="77777777" w:rsidR="00186013" w:rsidRDefault="00186013" w:rsidP="00186013">
      <w:pPr>
        <w:pStyle w:val="Heading3"/>
      </w:pPr>
      <w:r>
        <w:t>Assessor Feedback</w:t>
      </w:r>
    </w:p>
    <w:p w14:paraId="01EF154E" w14:textId="77777777" w:rsidR="00186013" w:rsidRDefault="00AD459E" w:rsidP="00186013">
      <w:pPr>
        <w:rPr>
          <w:sz w:val="22"/>
          <w:szCs w:val="22"/>
        </w:rPr>
      </w:pPr>
      <w:sdt>
        <w:sdtPr>
          <w:id w:val="2141906576"/>
          <w14:checkbox>
            <w14:checked w14:val="0"/>
            <w14:checkedState w14:val="2612" w14:font="MS Gothic"/>
            <w14:uncheckedState w14:val="2610" w14:font="MS Gothic"/>
          </w14:checkbox>
        </w:sdtPr>
        <w:sdtEndPr/>
        <w:sdtContent>
          <w:r w:rsidR="00186013">
            <w:rPr>
              <w:rFonts w:ascii="MS Gothic" w:eastAsia="MS Gothic" w:hAnsi="MS Gothic" w:hint="eastAsia"/>
            </w:rPr>
            <w:t>☐</w:t>
          </w:r>
        </w:sdtContent>
      </w:sdt>
      <w:r w:rsidR="00186013">
        <w:t xml:space="preserve"> Was the assessment event successfully completed?</w:t>
      </w:r>
    </w:p>
    <w:p w14:paraId="01EF154F" w14:textId="77777777" w:rsidR="00186013" w:rsidRDefault="00AD459E" w:rsidP="00186013">
      <w:pPr>
        <w:rPr>
          <w:sz w:val="22"/>
          <w:szCs w:val="22"/>
        </w:rPr>
      </w:pPr>
      <w:sdt>
        <w:sdtPr>
          <w:id w:val="-1118449215"/>
          <w14:checkbox>
            <w14:checked w14:val="0"/>
            <w14:checkedState w14:val="2612" w14:font="MS Gothic"/>
            <w14:uncheckedState w14:val="2610" w14:font="MS Gothic"/>
          </w14:checkbox>
        </w:sdtPr>
        <w:sdtEndPr/>
        <w:sdtContent>
          <w:r w:rsidR="00186013">
            <w:rPr>
              <w:rFonts w:ascii="MS Gothic" w:eastAsia="MS Gothic" w:hAnsi="MS Gothic" w:hint="eastAsia"/>
            </w:rPr>
            <w:t>☐</w:t>
          </w:r>
        </w:sdtContent>
      </w:sdt>
      <w:r w:rsidR="00186013">
        <w:t xml:space="preserve"> If no, was the resubmission/re-assessment successfully completed?</w:t>
      </w:r>
    </w:p>
    <w:p w14:paraId="01EF1550" w14:textId="77777777" w:rsidR="00186013" w:rsidRPr="00A7239E" w:rsidRDefault="00AD459E" w:rsidP="00186013">
      <w:sdt>
        <w:sdtPr>
          <w:id w:val="284931228"/>
          <w14:checkbox>
            <w14:checked w14:val="0"/>
            <w14:checkedState w14:val="2612" w14:font="MS Gothic"/>
            <w14:uncheckedState w14:val="2610" w14:font="MS Gothic"/>
          </w14:checkbox>
        </w:sdtPr>
        <w:sdtEndPr/>
        <w:sdtContent>
          <w:r w:rsidR="00186013">
            <w:rPr>
              <w:rFonts w:ascii="MS Gothic" w:eastAsia="MS Gothic" w:hAnsi="MS Gothic" w:hint="eastAsia"/>
            </w:rPr>
            <w:t>☐</w:t>
          </w:r>
        </w:sdtContent>
      </w:sdt>
      <w:r w:rsidR="00186013">
        <w:t xml:space="preserve"> Was reasonable adjustment in place for this assessment event?</w:t>
      </w:r>
      <w:r w:rsidR="00186013">
        <w:br/>
      </w:r>
      <w:r w:rsidR="00186013">
        <w:rPr>
          <w:i/>
          <w:color w:val="A6A6A6" w:themeColor="background1" w:themeShade="A6"/>
        </w:rPr>
        <w:t>If yes, ensure it is detailed on the assessment document.</w:t>
      </w:r>
    </w:p>
    <w:p w14:paraId="01EF1551" w14:textId="77777777" w:rsidR="00186013" w:rsidRDefault="00186013" w:rsidP="00186013">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01EF1552" w14:textId="77777777" w:rsidR="00186013" w:rsidRPr="00A7239E" w:rsidRDefault="00186013" w:rsidP="00186013">
      <w:pPr>
        <w:pBdr>
          <w:top w:val="single" w:sz="4" w:space="1" w:color="2D739F"/>
          <w:left w:val="single" w:sz="4" w:space="4" w:color="2D739F"/>
          <w:bottom w:val="single" w:sz="4" w:space="1" w:color="2D739F"/>
          <w:right w:val="single" w:sz="4" w:space="4" w:color="2D739F"/>
        </w:pBdr>
        <w:rPr>
          <w:sz w:val="22"/>
          <w:szCs w:val="22"/>
          <w:lang w:eastAsia="en-AU"/>
        </w:rPr>
      </w:pPr>
    </w:p>
    <w:p w14:paraId="01EF1553" w14:textId="77777777" w:rsidR="00186013" w:rsidRDefault="00186013" w:rsidP="00186013">
      <w:pPr>
        <w:pStyle w:val="Heading3"/>
        <w:rPr>
          <w:i/>
          <w:color w:val="808080" w:themeColor="background1" w:themeShade="80"/>
        </w:rPr>
      </w:pPr>
      <w:r>
        <w:t>Assessor name, signature and date:</w:t>
      </w:r>
    </w:p>
    <w:p w14:paraId="01EF1554" w14:textId="77777777" w:rsidR="00186013" w:rsidRDefault="00186013" w:rsidP="00186013">
      <w:pPr>
        <w:pBdr>
          <w:top w:val="single" w:sz="4" w:space="1" w:color="2D739F"/>
          <w:left w:val="single" w:sz="4" w:space="4" w:color="2D739F"/>
          <w:bottom w:val="single" w:sz="4" w:space="1" w:color="2D739F"/>
          <w:right w:val="single" w:sz="4" w:space="4" w:color="2D739F"/>
        </w:pBdr>
        <w:rPr>
          <w:sz w:val="22"/>
          <w:szCs w:val="22"/>
          <w:lang w:eastAsia="en-AU"/>
        </w:rPr>
      </w:pPr>
    </w:p>
    <w:p w14:paraId="01EF1555" w14:textId="77777777" w:rsidR="00186013" w:rsidRPr="00A7239E" w:rsidRDefault="00186013" w:rsidP="00186013">
      <w:pPr>
        <w:pBdr>
          <w:top w:val="single" w:sz="4" w:space="1" w:color="2D739F"/>
          <w:left w:val="single" w:sz="4" w:space="4" w:color="2D739F"/>
          <w:bottom w:val="single" w:sz="4" w:space="1" w:color="2D739F"/>
          <w:right w:val="single" w:sz="4" w:space="4" w:color="2D739F"/>
        </w:pBdr>
        <w:rPr>
          <w:sz w:val="22"/>
          <w:szCs w:val="22"/>
          <w:lang w:eastAsia="en-AU"/>
        </w:rPr>
      </w:pPr>
    </w:p>
    <w:p w14:paraId="01EF1556" w14:textId="77777777" w:rsidR="00186013" w:rsidRDefault="00186013" w:rsidP="00186013">
      <w:pPr>
        <w:pStyle w:val="Heading3"/>
        <w:rPr>
          <w:i/>
          <w:color w:val="808080" w:themeColor="background1" w:themeShade="80"/>
        </w:rPr>
      </w:pPr>
      <w:r w:rsidRPr="00492E16">
        <w:t>Student acknowledgement of assessment outcome</w:t>
      </w:r>
    </w:p>
    <w:p w14:paraId="01EF1557" w14:textId="3F5E2E2B" w:rsidR="00186013" w:rsidRDefault="00186013" w:rsidP="00186013">
      <w:pPr>
        <w:pBdr>
          <w:top w:val="single" w:sz="4" w:space="1" w:color="2D739F"/>
          <w:left w:val="single" w:sz="4" w:space="4" w:color="2D739F"/>
          <w:bottom w:val="single" w:sz="4" w:space="1" w:color="2D739F"/>
          <w:right w:val="single" w:sz="4" w:space="4" w:color="2D739F"/>
        </w:pBdr>
        <w:rPr>
          <w:sz w:val="22"/>
          <w:szCs w:val="22"/>
          <w:lang w:eastAsia="en-AU"/>
        </w:rPr>
      </w:pPr>
      <w:r>
        <w:t xml:space="preserve">Would </w:t>
      </w:r>
      <w:r w:rsidR="006B1BB8">
        <w:t>the student</w:t>
      </w:r>
      <w:r>
        <w:t xml:space="preserve"> like to make any comments about this assessment?</w:t>
      </w:r>
    </w:p>
    <w:p w14:paraId="01EF1558" w14:textId="77777777" w:rsidR="00186013" w:rsidRPr="00A7239E" w:rsidRDefault="00186013" w:rsidP="00186013">
      <w:pPr>
        <w:pBdr>
          <w:top w:val="single" w:sz="4" w:space="1" w:color="2D739F"/>
          <w:left w:val="single" w:sz="4" w:space="4" w:color="2D739F"/>
          <w:bottom w:val="single" w:sz="4" w:space="1" w:color="2D739F"/>
          <w:right w:val="single" w:sz="4" w:space="4" w:color="2D739F"/>
        </w:pBdr>
        <w:rPr>
          <w:sz w:val="22"/>
          <w:szCs w:val="22"/>
          <w:lang w:eastAsia="en-AU"/>
        </w:rPr>
      </w:pPr>
    </w:p>
    <w:p w14:paraId="01EF1559" w14:textId="77777777" w:rsidR="00186013" w:rsidRDefault="00186013" w:rsidP="00186013">
      <w:pPr>
        <w:pStyle w:val="Heading3"/>
        <w:rPr>
          <w:i/>
          <w:color w:val="808080" w:themeColor="background1" w:themeShade="80"/>
        </w:rPr>
      </w:pPr>
      <w:r w:rsidRPr="00492E16">
        <w:t>Student name, signature and date</w:t>
      </w:r>
    </w:p>
    <w:p w14:paraId="01EF155A" w14:textId="77777777" w:rsidR="00186013" w:rsidRDefault="00186013" w:rsidP="00186013">
      <w:pPr>
        <w:pBdr>
          <w:top w:val="single" w:sz="4" w:space="1" w:color="2D739F"/>
          <w:left w:val="single" w:sz="4" w:space="4" w:color="2D739F"/>
          <w:bottom w:val="single" w:sz="4" w:space="1" w:color="2D739F"/>
          <w:right w:val="single" w:sz="4" w:space="4" w:color="2D739F"/>
        </w:pBdr>
        <w:rPr>
          <w:sz w:val="22"/>
          <w:szCs w:val="22"/>
          <w:lang w:eastAsia="en-AU"/>
        </w:rPr>
      </w:pPr>
    </w:p>
    <w:p w14:paraId="01EF155B" w14:textId="77777777" w:rsidR="00186013" w:rsidRPr="00A7239E" w:rsidRDefault="00186013" w:rsidP="00186013">
      <w:pPr>
        <w:pBdr>
          <w:top w:val="single" w:sz="4" w:space="1" w:color="2D739F"/>
          <w:left w:val="single" w:sz="4" w:space="4" w:color="2D739F"/>
          <w:bottom w:val="single" w:sz="4" w:space="1" w:color="2D739F"/>
          <w:right w:val="single" w:sz="4" w:space="4" w:color="2D739F"/>
        </w:pBdr>
        <w:rPr>
          <w:sz w:val="22"/>
          <w:szCs w:val="22"/>
          <w:lang w:eastAsia="en-AU"/>
        </w:rPr>
      </w:pPr>
    </w:p>
    <w:p w14:paraId="01EF155C" w14:textId="6C310C0C" w:rsidR="00186013" w:rsidRPr="000D179A" w:rsidRDefault="00186013" w:rsidP="00186013">
      <w:pPr>
        <w:jc w:val="center"/>
        <w:rPr>
          <w:b/>
          <w:i/>
          <w:lang w:eastAsia="en-AU"/>
        </w:rPr>
      </w:pPr>
      <w:r w:rsidRPr="000D179A">
        <w:rPr>
          <w:b/>
          <w:i/>
          <w:lang w:eastAsia="en-AU"/>
        </w:rPr>
        <w:t>NOTE:</w:t>
      </w:r>
      <w:r>
        <w:rPr>
          <w:b/>
          <w:i/>
          <w:lang w:eastAsia="en-AU"/>
        </w:rPr>
        <w:t xml:space="preserve"> </w:t>
      </w:r>
      <w:r w:rsidRPr="000D179A">
        <w:rPr>
          <w:b/>
          <w:i/>
          <w:lang w:eastAsia="en-AU"/>
        </w:rPr>
        <w:t xml:space="preserve">Make sure </w:t>
      </w:r>
      <w:r w:rsidR="0052458F">
        <w:rPr>
          <w:b/>
          <w:i/>
          <w:lang w:eastAsia="en-AU"/>
        </w:rPr>
        <w:t>you</w:t>
      </w:r>
      <w:r w:rsidRPr="000D179A">
        <w:rPr>
          <w:b/>
          <w:i/>
          <w:lang w:eastAsia="en-AU"/>
        </w:rPr>
        <w:t xml:space="preserve"> have written </w:t>
      </w:r>
      <w:r w:rsidR="0052458F">
        <w:rPr>
          <w:b/>
          <w:i/>
          <w:lang w:eastAsia="en-AU"/>
        </w:rPr>
        <w:t>your</w:t>
      </w:r>
      <w:r w:rsidRPr="000D179A">
        <w:rPr>
          <w:b/>
          <w:i/>
          <w:lang w:eastAsia="en-AU"/>
        </w:rPr>
        <w:t xml:space="preserve"> name at the bottom of each page of </w:t>
      </w:r>
      <w:r w:rsidR="0052458F">
        <w:rPr>
          <w:b/>
          <w:i/>
          <w:lang w:eastAsia="en-AU"/>
        </w:rPr>
        <w:t>your</w:t>
      </w:r>
      <w:r w:rsidRPr="000D179A">
        <w:rPr>
          <w:b/>
          <w:i/>
          <w:lang w:eastAsia="en-AU"/>
        </w:rPr>
        <w:t xml:space="preserve"> submission before attaching the cover sheet and submitting to </w:t>
      </w:r>
      <w:r w:rsidR="0052458F">
        <w:rPr>
          <w:b/>
          <w:i/>
          <w:lang w:eastAsia="en-AU"/>
        </w:rPr>
        <w:t>your</w:t>
      </w:r>
      <w:r w:rsidRPr="000D179A">
        <w:rPr>
          <w:b/>
          <w:i/>
          <w:lang w:eastAsia="en-AU"/>
        </w:rPr>
        <w:t xml:space="preserve"> assessor for marking.</w:t>
      </w:r>
    </w:p>
    <w:sectPr w:rsidR="00186013" w:rsidRPr="000D179A" w:rsidSect="0052458F">
      <w:pgSz w:w="11907" w:h="16840" w:code="9"/>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F157C" w14:textId="77777777" w:rsidR="00B64173" w:rsidRDefault="00B64173">
      <w:pPr>
        <w:spacing w:before="0" w:after="0" w:line="240" w:lineRule="auto"/>
      </w:pPr>
      <w:r>
        <w:separator/>
      </w:r>
    </w:p>
  </w:endnote>
  <w:endnote w:type="continuationSeparator" w:id="0">
    <w:p w14:paraId="01EF157E" w14:textId="77777777" w:rsidR="00B64173" w:rsidRDefault="00B6417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F1560" w14:textId="77777777" w:rsidR="00B64173" w:rsidRPr="004820C4" w:rsidRDefault="00B64173" w:rsidP="00186013">
    <w:pPr>
      <w:pStyle w:val="Footer-DocumentTitleLeft"/>
    </w:pPr>
  </w:p>
  <w:p w14:paraId="01EF1561" w14:textId="77777777" w:rsidR="00B64173" w:rsidRDefault="00B64173" w:rsidP="00186013">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1EF1562" w14:textId="77777777" w:rsidR="00B64173" w:rsidRPr="0006452B" w:rsidRDefault="00B64173" w:rsidP="00186013"/>
  <w:p w14:paraId="01EF1563" w14:textId="77777777" w:rsidR="00B64173" w:rsidRDefault="00B64173" w:rsidP="0018601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F1564" w14:textId="08E21A17" w:rsidR="00B64173" w:rsidRDefault="00B64173" w:rsidP="00186013">
    <w:pPr>
      <w:pStyle w:val="Bodyfooter"/>
      <w:tabs>
        <w:tab w:val="clear" w:pos="9554"/>
        <w:tab w:val="right" w:pos="9781"/>
      </w:tabs>
      <w:rPr>
        <w:noProof/>
      </w:rPr>
    </w:pPr>
    <w:r w:rsidRPr="008D467A">
      <w:t>Document title</w:t>
    </w:r>
    <w:r>
      <w:t xml:space="preserve">: </w:t>
    </w:r>
    <w:r w:rsidR="00AD459E">
      <w:fldChar w:fldCharType="begin"/>
    </w:r>
    <w:r w:rsidR="00AD459E">
      <w:instrText xml:space="preserve"> FILENAME   \* MERGEFORMAT </w:instrText>
    </w:r>
    <w:r w:rsidR="00AD459E">
      <w:fldChar w:fldCharType="separate"/>
    </w:r>
    <w:r>
      <w:rPr>
        <w:noProof/>
      </w:rPr>
      <w:t>MSFFF2004_AE_Sk_2of2</w:t>
    </w:r>
    <w:r w:rsidR="00AD459E">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AD459E">
      <w:rPr>
        <w:noProof/>
      </w:rPr>
      <w:t>18</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AD459E">
      <w:rPr>
        <w:noProof/>
      </w:rPr>
      <w:t>23</w:t>
    </w:r>
    <w:r>
      <w:rPr>
        <w:noProof/>
      </w:rPr>
      <w:fldChar w:fldCharType="end"/>
    </w:r>
  </w:p>
  <w:p w14:paraId="01EF1565" w14:textId="2747B5DE" w:rsidR="00B64173" w:rsidRDefault="00B64173" w:rsidP="00186013">
    <w:pPr>
      <w:pStyle w:val="Bodyfooter"/>
      <w:tabs>
        <w:tab w:val="clear" w:pos="9554"/>
        <w:tab w:val="right" w:pos="9781"/>
      </w:tabs>
    </w:pPr>
    <w:r>
      <w:t>Resource ID: MRS_18_03_MSFFF2004_AE_SK</w:t>
    </w:r>
    <w:r w:rsidRPr="00800B60">
      <w:t>_2of2</w:t>
    </w:r>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F1568" w14:textId="77777777" w:rsidR="00B64173" w:rsidRPr="008D467A" w:rsidRDefault="00B64173" w:rsidP="00186013">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1EF1569" w14:textId="77777777" w:rsidR="00B64173" w:rsidRPr="008948B1" w:rsidRDefault="00B64173" w:rsidP="00186013">
    <w:pPr>
      <w:pStyle w:val="Bodyfooter"/>
    </w:pPr>
    <w:r w:rsidRPr="008D467A">
      <w:t>Disclaimer:  Printed copies of this document are regarded as uncontrolled.</w:t>
    </w:r>
    <w:r>
      <w:t xml:space="preserve"> </w:t>
    </w:r>
    <w:r w:rsidRPr="008D467A">
      <w:t>Please check to ensure this is the latest version.</w:t>
    </w:r>
  </w:p>
  <w:p w14:paraId="01EF156A" w14:textId="77777777" w:rsidR="00B64173" w:rsidRPr="00AA3155" w:rsidRDefault="00B64173" w:rsidP="00186013">
    <w:pPr>
      <w:pStyle w:val="Footer"/>
    </w:pPr>
  </w:p>
  <w:p w14:paraId="01EF156B" w14:textId="77777777" w:rsidR="00B64173" w:rsidRDefault="00B64173" w:rsidP="0018601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F156E" w14:textId="77777777" w:rsidR="00B64173" w:rsidRPr="004820C4" w:rsidRDefault="00B64173" w:rsidP="00186013">
    <w:pPr>
      <w:pStyle w:val="Footer-DocumentTitleLeft"/>
    </w:pPr>
  </w:p>
  <w:p w14:paraId="01EF156F" w14:textId="77777777" w:rsidR="00B64173" w:rsidRDefault="00B64173" w:rsidP="00186013">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01EF1570" w14:textId="77777777" w:rsidR="00B64173" w:rsidRPr="0006452B" w:rsidRDefault="00B64173" w:rsidP="00186013"/>
  <w:p w14:paraId="01EF1571" w14:textId="77777777" w:rsidR="00B64173" w:rsidRDefault="00B64173" w:rsidP="00186013"/>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F1574" w14:textId="77777777" w:rsidR="00B64173" w:rsidRPr="008D467A" w:rsidRDefault="00B64173" w:rsidP="00186013">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1EF1575" w14:textId="77777777" w:rsidR="00B64173" w:rsidRPr="008948B1" w:rsidRDefault="00B64173" w:rsidP="00186013">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1EF1576" w14:textId="77777777" w:rsidR="00B64173" w:rsidRPr="00AA3155" w:rsidRDefault="00B64173" w:rsidP="00186013">
    <w:pPr>
      <w:pStyle w:val="Footer"/>
    </w:pPr>
  </w:p>
  <w:p w14:paraId="01EF1577" w14:textId="77777777" w:rsidR="00B64173" w:rsidRDefault="00B64173" w:rsidP="0018601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F1578" w14:textId="77777777" w:rsidR="00B64173" w:rsidRDefault="00B64173">
      <w:pPr>
        <w:spacing w:before="0" w:after="0" w:line="240" w:lineRule="auto"/>
      </w:pPr>
      <w:r>
        <w:separator/>
      </w:r>
    </w:p>
  </w:footnote>
  <w:footnote w:type="continuationSeparator" w:id="0">
    <w:p w14:paraId="01EF157A" w14:textId="77777777" w:rsidR="00B64173" w:rsidRDefault="00B6417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F155D" w14:textId="45FCFBAE" w:rsidR="00B64173" w:rsidRDefault="00B64173" w:rsidP="00186013">
    <w:r>
      <w:rPr>
        <w:noProof/>
        <w:lang w:eastAsia="en-AU"/>
      </w:rPr>
      <mc:AlternateContent>
        <mc:Choice Requires="wps">
          <w:drawing>
            <wp:anchor distT="0" distB="0" distL="114300" distR="114300" simplePos="0" relativeHeight="251659264" behindDoc="1" locked="0" layoutInCell="0" allowOverlap="1" wp14:anchorId="01EF1578" wp14:editId="03614767">
              <wp:simplePos x="0" y="0"/>
              <wp:positionH relativeFrom="margin">
                <wp:align>center</wp:align>
              </wp:positionH>
              <wp:positionV relativeFrom="margin">
                <wp:align>center</wp:align>
              </wp:positionV>
              <wp:extent cx="5709285" cy="3425825"/>
              <wp:effectExtent l="0" t="1247775" r="0" b="71755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285"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117EBC" w14:textId="77777777" w:rsidR="00B64173" w:rsidRDefault="00B64173" w:rsidP="00D97B4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1EF1578" id="_x0000_t202" coordsize="21600,21600" o:spt="202" path="m,l,21600r21600,l21600,xe">
              <v:stroke joinstyle="miter"/>
              <v:path gradientshapeok="t" o:connecttype="rect"/>
            </v:shapetype>
            <v:shape id="Text Box 13" o:spid="_x0000_s1045" type="#_x0000_t202" style="position:absolute;margin-left:0;margin-top:0;width:449.55pt;height:269.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go5iQIAAP8EAAAOAAAAZHJzL2Uyb0RvYy54bWysVMtu2zAQvBfoPxC8O3pESiwhcuA83Eva&#10;BoiLnGmRstiKj5K0JaPov3dJyU7SXoqiPtDkajXc2ZnV1fUgOrRnxnIlK5ycxRgxWSvK5bbCX9ar&#10;2Rwj64ikpFOSVfjALL5evH931euSpapVHWUGAYi0Za8r3DqnyyiydcsEsWdKMwkPG2UEcXA024ga&#10;0gO66KI0ji+iXhmqjaqZtRC9Gx/iRcBvGla7z01jmUNdhaE2F1YT1o1fo8UVKbeG6JbXUxnkH6oQ&#10;hEu49AR1RxxBO8P/gBK8Nsqqxp3VSkSqaXjNAgdgk8S/sXlqiWaBCzTH6lOb7P+DrT/tHw3iFLQ7&#10;x0gSARqt2eDQjRoQhKA/vbYlpD1pSHQDxCE3cLX6QdXfLJLqtiVyy5bGqL5lhEJ9CYBN4cBifdCA&#10;HKIe/p5ykCLx8NEr/PEy62/a9B8VhVfIzqlw29AYgYzyr82L2P9CGFqIoCLQ9nDS09dfQzC/jIt0&#10;nmNUw7PzLM3naR6uJKVH83ppY90HpgTymwobMEyAJfsH63x1Lyk+HZAhPu1GgX8USZrFN2kxW13M&#10;L2fZKstnxWU8n8VJcVNcxFmR3a1+etAkK1tOKZMPXLKj2ZLs78ScbD/aJNgN9RUucmDky7Gq43TF&#10;uy4czHZz2xm0J971Y69GLm/SjNpJCnFSetHup70jvBv30duKQzOgAcf/0IignhdslM4NmwEQvaQb&#10;RQ+gYw+zVWH7fUcMA0/sxK2CosAIjVHiGYZ3abykgYTXYD08E6MnORxc99gdZyto4svd0smphH4F&#10;INHByAJXlAdXjEyn5Em/ETX0Ri/BUSsexH2pc/IhTFmgN30R/Bi/Poesl+/W4hcAAAD//wMAUEsD&#10;BBQABgAIAAAAIQCBB1oC3AAAAAUBAAAPAAAAZHJzL2Rvd25yZXYueG1sTI/BTsMwEETvSPyDtUjc&#10;qFOqoibEqRARhx7bIs7beJuktdchdpqUr8dwgctKoxnNvM3XkzXiQr1vHSuYzxIQxJXTLdcK3vdv&#10;DysQPiBrNI5JwZU8rIvbmxwz7Ube0mUXahFL2GeooAmhy6T0VUMW/cx1xNE7ut5iiLKvpe5xjOXW&#10;yMckeZIWW44LDXb02lB13g1Wgf46XrvFOO43m205fJq2LOnjpNT93fTyDCLQFP7C8IMf0aGITAc3&#10;sPbCKIiPhN8bvVWazkEcFCwX6RJkkcv/9MU3AAAA//8DAFBLAQItABQABgAIAAAAIQC2gziS/gAA&#10;AOEBAAATAAAAAAAAAAAAAAAAAAAAAABbQ29udGVudF9UeXBlc10ueG1sUEsBAi0AFAAGAAgAAAAh&#10;ADj9If/WAAAAlAEAAAsAAAAAAAAAAAAAAAAALwEAAF9yZWxzLy5yZWxzUEsBAi0AFAAGAAgAAAAh&#10;ABvaCjmJAgAA/wQAAA4AAAAAAAAAAAAAAAAALgIAAGRycy9lMm9Eb2MueG1sUEsBAi0AFAAGAAgA&#10;AAAhAIEHWgLcAAAABQEAAA8AAAAAAAAAAAAAAAAA4wQAAGRycy9kb3ducmV2LnhtbFBLBQYAAAAA&#10;BAAEAPMAAADsBQAAAAA=&#10;" o:allowincell="f" filled="f" stroked="f">
              <v:stroke joinstyle="round"/>
              <o:lock v:ext="edit" shapetype="t"/>
              <v:textbox style="mso-fit-shape-to-text:t">
                <w:txbxContent>
                  <w:p w14:paraId="28117EBC" w14:textId="77777777" w:rsidR="00B64173" w:rsidRDefault="00B64173" w:rsidP="00D97B4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01EF155E" w14:textId="77777777" w:rsidR="00B64173" w:rsidRDefault="00B64173" w:rsidP="0018601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F155F" w14:textId="77777777" w:rsidR="00B64173" w:rsidRDefault="00B64173" w:rsidP="00186013">
    <w:pPr>
      <w:pStyle w:val="Header-SectionTitle"/>
      <w:jc w:val="right"/>
    </w:pPr>
    <w:r>
      <w:rPr>
        <w:noProof/>
        <w:lang w:eastAsia="en-AU"/>
      </w:rPr>
      <w:tab/>
    </w:r>
    <w:r>
      <w:rPr>
        <w:noProof/>
        <w:lang w:eastAsia="en-AU"/>
      </w:rPr>
      <w:drawing>
        <wp:inline distT="0" distB="0" distL="0" distR="0" wp14:anchorId="01EF1579" wp14:editId="01EF157A">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F1566" w14:textId="0B34539B" w:rsidR="00B64173" w:rsidRDefault="00B64173" w:rsidP="00186013">
    <w:pPr>
      <w:pStyle w:val="Header"/>
    </w:pPr>
    <w:r>
      <w:rPr>
        <w:noProof/>
        <w:lang w:eastAsia="en-AU"/>
      </w:rPr>
      <mc:AlternateContent>
        <mc:Choice Requires="wps">
          <w:drawing>
            <wp:anchor distT="0" distB="0" distL="114300" distR="114300" simplePos="0" relativeHeight="251658240" behindDoc="1" locked="0" layoutInCell="0" allowOverlap="1" wp14:anchorId="01EF157B" wp14:editId="4FDDCDFD">
              <wp:simplePos x="0" y="0"/>
              <wp:positionH relativeFrom="margin">
                <wp:align>center</wp:align>
              </wp:positionH>
              <wp:positionV relativeFrom="margin">
                <wp:align>center</wp:align>
              </wp:positionV>
              <wp:extent cx="5709285" cy="3425825"/>
              <wp:effectExtent l="0" t="1247775" r="0" b="7175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285"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4402EE" w14:textId="77777777" w:rsidR="00B64173" w:rsidRDefault="00B64173" w:rsidP="00D97B4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1EF157B" id="_x0000_t202" coordsize="21600,21600" o:spt="202" path="m,l,21600r21600,l21600,xe">
              <v:stroke joinstyle="miter"/>
              <v:path gradientshapeok="t" o:connecttype="rect"/>
            </v:shapetype>
            <v:shape id="Text Box 12" o:spid="_x0000_s1046" type="#_x0000_t202" style="position:absolute;margin-left:0;margin-top:0;width:449.55pt;height:269.7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vw9iwIAAAYFAAAOAAAAZHJzL2Uyb0RvYy54bWysVMtu2zAQvBfoPxC8O3pUSiwhcmAncS9p&#10;GyAucqZFymIrPkrSloyg/94lJefRXoqiPtDkajXc2ZnV5dUgOnRgxnIlK5ycxRgxWSvK5a7CXzfr&#10;2Rwj64ikpFOSVfjILL5avH932euSpapVHWUGAYi0Za8r3DqnyyiydcsEsWdKMwkPG2UEcXA0u4ga&#10;0gO66KI0js+jXhmqjaqZtRC9GR/iRcBvGla7L01jmUNdhaE2F1YT1q1fo8UlKXeG6JbXUxnkH6oQ&#10;hEu49BnqhjiC9ob/ASV4bZRVjTurlYhU0/CaBQ7AJol/Y/PQEs0CF2iO1c9tsv8Ptv58uDeIU9Au&#10;xUgSARpt2ODQSg0IQtCfXtsS0h40JLoB4pAbuFp9p+rvFkl13RK5Y0tjVN8yQqG+BMCmcGCxOWpA&#10;DlEPf0s5SJF4+OgV/niZ9Tdt+0+Kwitk71S4bWiMQEb51+ZF7H8hDC1EUBFoe3zW09dfQzC/iIt0&#10;nmNUw7MPWZrP0zxcSUqP5vXSxrqPTAnkNxU2YJgASw531vnqXlJ8OiBDfNqNAj8VSZrFq7SYrc/n&#10;F7NsneWz4iKez+KkWBXncVZkN+ufHjTJypZTyuQdl+xktiT7OzEn2482CXZDfYWLHBj5cqzqOF3z&#10;rgsHs9tedwYdiHf92KuRy5s0o/aSQpyUXrTbae8I78Z99Lbi0AxowOk/NCKo5wUbpXPDdhjddHLO&#10;VtEjyNnDiFXY/tgTw8Aae3GtoDbwQ2OUeIQZXhqvbODipdgMj8ToSRUHt953pxEL0viqd3QyLKHf&#10;AEh0MLlAGeXBHCPhKXmScUQNLdJLMNaaB429A8c6JzvCsAWW04fBT/Prc8h6+XwtfgEAAP//AwBQ&#10;SwMEFAAGAAgAAAAhAIEHWgLcAAAABQEAAA8AAABkcnMvZG93bnJldi54bWxMj8FOwzAQRO9I/IO1&#10;SNyoU6qiJsSpEBGHHtsiztt4m6S11yF2mpSvx3CBy0qjGc28zdeTNeJCvW8dK5jPEhDEldMt1wre&#10;928PKxA+IGs0jknBlTysi9ubHDPtRt7SZRdqEUvYZ6igCaHLpPRVQxb9zHXE0Tu63mKIsq+l7nGM&#10;5dbIxyR5khZbjgsNdvTaUHXeDVaB/jpeu8U47jebbTl8mrYs6eOk1P3d9PIMItAU/sLwgx/RoYhM&#10;Bzew9sIoiI+E3xu9VZrOQRwULBfpEmSRy//0xTcAAAD//wMAUEsBAi0AFAAGAAgAAAAhALaDOJL+&#10;AAAA4QEAABMAAAAAAAAAAAAAAAAAAAAAAFtDb250ZW50X1R5cGVzXS54bWxQSwECLQAUAAYACAAA&#10;ACEAOP0h/9YAAACUAQAACwAAAAAAAAAAAAAAAAAvAQAAX3JlbHMvLnJlbHNQSwECLQAUAAYACAAA&#10;ACEAXN78PYsCAAAGBQAADgAAAAAAAAAAAAAAAAAuAgAAZHJzL2Uyb0RvYy54bWxQSwECLQAUAAYA&#10;CAAAACEAgQdaAtwAAAAFAQAADwAAAAAAAAAAAAAAAADlBAAAZHJzL2Rvd25yZXYueG1sUEsFBgAA&#10;AAAEAAQA8wAAAO4FAAAAAA==&#10;" o:allowincell="f" filled="f" stroked="f">
              <v:stroke joinstyle="round"/>
              <o:lock v:ext="edit" shapetype="t"/>
              <v:textbox style="mso-fit-shape-to-text:t">
                <w:txbxContent>
                  <w:p w14:paraId="6D4402EE" w14:textId="77777777" w:rsidR="00B64173" w:rsidRDefault="00B64173" w:rsidP="00D97B4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01EF1567" w14:textId="77777777" w:rsidR="00B64173" w:rsidRDefault="00B64173" w:rsidP="0018601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F156C" w14:textId="77777777" w:rsidR="00B64173" w:rsidRDefault="00B64173" w:rsidP="00186013"/>
  <w:p w14:paraId="01EF156D" w14:textId="77777777" w:rsidR="00B64173" w:rsidRDefault="00B64173" w:rsidP="0018601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F1572" w14:textId="77777777" w:rsidR="00B64173" w:rsidRDefault="00B64173" w:rsidP="00186013">
    <w:pPr>
      <w:pStyle w:val="Header"/>
    </w:pPr>
  </w:p>
  <w:p w14:paraId="01EF1573" w14:textId="77777777" w:rsidR="00B64173" w:rsidRDefault="00B64173" w:rsidP="0018601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851B8"/>
    <w:multiLevelType w:val="hybridMultilevel"/>
    <w:tmpl w:val="87AC6DFE"/>
    <w:lvl w:ilvl="0" w:tplc="DB76F83E">
      <w:start w:val="1"/>
      <w:numFmt w:val="bullet"/>
      <w:suff w:val="space"/>
      <w:lvlText w:val=""/>
      <w:lvlJc w:val="left"/>
      <w:pPr>
        <w:ind w:left="220" w:hanging="17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1" w15:restartNumberingAfterBreak="0">
    <w:nsid w:val="05C75A1E"/>
    <w:multiLevelType w:val="hybridMultilevel"/>
    <w:tmpl w:val="C7FEE66C"/>
    <w:lvl w:ilvl="0" w:tplc="1B26CD3A">
      <w:start w:val="1"/>
      <w:numFmt w:val="bullet"/>
      <w:suff w:val="space"/>
      <w:lvlText w:val=""/>
      <w:lvlJc w:val="left"/>
      <w:pPr>
        <w:ind w:left="170" w:hanging="17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7C8436D"/>
    <w:multiLevelType w:val="hybridMultilevel"/>
    <w:tmpl w:val="DC2286F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FEB509D"/>
    <w:multiLevelType w:val="hybridMultilevel"/>
    <w:tmpl w:val="C7D6E560"/>
    <w:lvl w:ilvl="0" w:tplc="249CCC4E">
      <w:start w:val="1"/>
      <w:numFmt w:val="bullet"/>
      <w:pStyle w:val="Bulletlist"/>
      <w:lvlText w:val=""/>
      <w:lvlJc w:val="left"/>
      <w:pPr>
        <w:ind w:left="720" w:hanging="360"/>
      </w:pPr>
      <w:rPr>
        <w:rFonts w:ascii="Symbol" w:hAnsi="Symbol" w:hint="default"/>
      </w:rPr>
    </w:lvl>
    <w:lvl w:ilvl="1" w:tplc="65A00A3E">
      <w:start w:val="1"/>
      <w:numFmt w:val="bullet"/>
      <w:lvlText w:val="o"/>
      <w:lvlJc w:val="left"/>
      <w:pPr>
        <w:ind w:left="1440" w:hanging="360"/>
      </w:pPr>
      <w:rPr>
        <w:rFonts w:ascii="Courier New" w:hAnsi="Courier New" w:cs="Courier New" w:hint="default"/>
      </w:rPr>
    </w:lvl>
    <w:lvl w:ilvl="2" w:tplc="589A7F46">
      <w:start w:val="1"/>
      <w:numFmt w:val="bullet"/>
      <w:lvlText w:val=""/>
      <w:lvlJc w:val="left"/>
      <w:pPr>
        <w:ind w:left="2160" w:hanging="360"/>
      </w:pPr>
      <w:rPr>
        <w:rFonts w:ascii="Wingdings" w:hAnsi="Wingdings" w:hint="default"/>
      </w:rPr>
    </w:lvl>
    <w:lvl w:ilvl="3" w:tplc="3CDC11DA" w:tentative="1">
      <w:start w:val="1"/>
      <w:numFmt w:val="bullet"/>
      <w:lvlText w:val=""/>
      <w:lvlJc w:val="left"/>
      <w:pPr>
        <w:ind w:left="2880" w:hanging="360"/>
      </w:pPr>
      <w:rPr>
        <w:rFonts w:ascii="Symbol" w:hAnsi="Symbol" w:hint="default"/>
      </w:rPr>
    </w:lvl>
    <w:lvl w:ilvl="4" w:tplc="471420F4" w:tentative="1">
      <w:start w:val="1"/>
      <w:numFmt w:val="bullet"/>
      <w:lvlText w:val="o"/>
      <w:lvlJc w:val="left"/>
      <w:pPr>
        <w:ind w:left="3600" w:hanging="360"/>
      </w:pPr>
      <w:rPr>
        <w:rFonts w:ascii="Courier New" w:hAnsi="Courier New" w:cs="Courier New" w:hint="default"/>
      </w:rPr>
    </w:lvl>
    <w:lvl w:ilvl="5" w:tplc="A7A03396" w:tentative="1">
      <w:start w:val="1"/>
      <w:numFmt w:val="bullet"/>
      <w:lvlText w:val=""/>
      <w:lvlJc w:val="left"/>
      <w:pPr>
        <w:ind w:left="4320" w:hanging="360"/>
      </w:pPr>
      <w:rPr>
        <w:rFonts w:ascii="Wingdings" w:hAnsi="Wingdings" w:hint="default"/>
      </w:rPr>
    </w:lvl>
    <w:lvl w:ilvl="6" w:tplc="5CBAB330" w:tentative="1">
      <w:start w:val="1"/>
      <w:numFmt w:val="bullet"/>
      <w:lvlText w:val=""/>
      <w:lvlJc w:val="left"/>
      <w:pPr>
        <w:ind w:left="5040" w:hanging="360"/>
      </w:pPr>
      <w:rPr>
        <w:rFonts w:ascii="Symbol" w:hAnsi="Symbol" w:hint="default"/>
      </w:rPr>
    </w:lvl>
    <w:lvl w:ilvl="7" w:tplc="AF389AB8" w:tentative="1">
      <w:start w:val="1"/>
      <w:numFmt w:val="bullet"/>
      <w:lvlText w:val="o"/>
      <w:lvlJc w:val="left"/>
      <w:pPr>
        <w:ind w:left="5760" w:hanging="360"/>
      </w:pPr>
      <w:rPr>
        <w:rFonts w:ascii="Courier New" w:hAnsi="Courier New" w:cs="Courier New" w:hint="default"/>
      </w:rPr>
    </w:lvl>
    <w:lvl w:ilvl="8" w:tplc="25885C68" w:tentative="1">
      <w:start w:val="1"/>
      <w:numFmt w:val="bullet"/>
      <w:lvlText w:val=""/>
      <w:lvlJc w:val="left"/>
      <w:pPr>
        <w:ind w:left="6480" w:hanging="360"/>
      </w:pPr>
      <w:rPr>
        <w:rFonts w:ascii="Wingdings" w:hAnsi="Wingdings" w:hint="default"/>
      </w:rPr>
    </w:lvl>
  </w:abstractNum>
  <w:abstractNum w:abstractNumId="4" w15:restartNumberingAfterBreak="0">
    <w:nsid w:val="2BB615FA"/>
    <w:multiLevelType w:val="hybridMultilevel"/>
    <w:tmpl w:val="F2DA347E"/>
    <w:lvl w:ilvl="0" w:tplc="58425F66">
      <w:start w:val="1"/>
      <w:numFmt w:val="decimal"/>
      <w:pStyle w:val="ListNumber"/>
      <w:lvlText w:val="%1."/>
      <w:lvlJc w:val="left"/>
      <w:pPr>
        <w:ind w:left="720" w:hanging="360"/>
      </w:pPr>
      <w:rPr>
        <w:rFonts w:hint="default"/>
      </w:rPr>
    </w:lvl>
    <w:lvl w:ilvl="1" w:tplc="23FE446A">
      <w:start w:val="1"/>
      <w:numFmt w:val="bullet"/>
      <w:lvlText w:val="o"/>
      <w:lvlJc w:val="left"/>
      <w:pPr>
        <w:ind w:left="1440" w:hanging="360"/>
      </w:pPr>
      <w:rPr>
        <w:rFonts w:ascii="Courier New" w:hAnsi="Courier New" w:cs="Courier New" w:hint="default"/>
      </w:rPr>
    </w:lvl>
    <w:lvl w:ilvl="2" w:tplc="FAF2A004" w:tentative="1">
      <w:start w:val="1"/>
      <w:numFmt w:val="bullet"/>
      <w:lvlText w:val=""/>
      <w:lvlJc w:val="left"/>
      <w:pPr>
        <w:ind w:left="2160" w:hanging="360"/>
      </w:pPr>
      <w:rPr>
        <w:rFonts w:ascii="Wingdings" w:hAnsi="Wingdings" w:hint="default"/>
      </w:rPr>
    </w:lvl>
    <w:lvl w:ilvl="3" w:tplc="6052A6D4" w:tentative="1">
      <w:start w:val="1"/>
      <w:numFmt w:val="bullet"/>
      <w:lvlText w:val=""/>
      <w:lvlJc w:val="left"/>
      <w:pPr>
        <w:ind w:left="2880" w:hanging="360"/>
      </w:pPr>
      <w:rPr>
        <w:rFonts w:ascii="Symbol" w:hAnsi="Symbol" w:hint="default"/>
      </w:rPr>
    </w:lvl>
    <w:lvl w:ilvl="4" w:tplc="A90E1752" w:tentative="1">
      <w:start w:val="1"/>
      <w:numFmt w:val="bullet"/>
      <w:lvlText w:val="o"/>
      <w:lvlJc w:val="left"/>
      <w:pPr>
        <w:ind w:left="3600" w:hanging="360"/>
      </w:pPr>
      <w:rPr>
        <w:rFonts w:ascii="Courier New" w:hAnsi="Courier New" w:cs="Courier New" w:hint="default"/>
      </w:rPr>
    </w:lvl>
    <w:lvl w:ilvl="5" w:tplc="E72E906A" w:tentative="1">
      <w:start w:val="1"/>
      <w:numFmt w:val="bullet"/>
      <w:lvlText w:val=""/>
      <w:lvlJc w:val="left"/>
      <w:pPr>
        <w:ind w:left="4320" w:hanging="360"/>
      </w:pPr>
      <w:rPr>
        <w:rFonts w:ascii="Wingdings" w:hAnsi="Wingdings" w:hint="default"/>
      </w:rPr>
    </w:lvl>
    <w:lvl w:ilvl="6" w:tplc="C8D4EB42" w:tentative="1">
      <w:start w:val="1"/>
      <w:numFmt w:val="bullet"/>
      <w:lvlText w:val=""/>
      <w:lvlJc w:val="left"/>
      <w:pPr>
        <w:ind w:left="5040" w:hanging="360"/>
      </w:pPr>
      <w:rPr>
        <w:rFonts w:ascii="Symbol" w:hAnsi="Symbol" w:hint="default"/>
      </w:rPr>
    </w:lvl>
    <w:lvl w:ilvl="7" w:tplc="CFE4DC5C" w:tentative="1">
      <w:start w:val="1"/>
      <w:numFmt w:val="bullet"/>
      <w:lvlText w:val="o"/>
      <w:lvlJc w:val="left"/>
      <w:pPr>
        <w:ind w:left="5760" w:hanging="360"/>
      </w:pPr>
      <w:rPr>
        <w:rFonts w:ascii="Courier New" w:hAnsi="Courier New" w:cs="Courier New" w:hint="default"/>
      </w:rPr>
    </w:lvl>
    <w:lvl w:ilvl="8" w:tplc="363AD054" w:tentative="1">
      <w:start w:val="1"/>
      <w:numFmt w:val="bullet"/>
      <w:lvlText w:val=""/>
      <w:lvlJc w:val="left"/>
      <w:pPr>
        <w:ind w:left="6480" w:hanging="360"/>
      </w:pPr>
      <w:rPr>
        <w:rFonts w:ascii="Wingdings" w:hAnsi="Wingdings" w:hint="default"/>
      </w:rPr>
    </w:lvl>
  </w:abstractNum>
  <w:abstractNum w:abstractNumId="5"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6" w15:restartNumberingAfterBreak="0">
    <w:nsid w:val="33AD3DEC"/>
    <w:multiLevelType w:val="hybridMultilevel"/>
    <w:tmpl w:val="37A0660C"/>
    <w:lvl w:ilvl="0" w:tplc="CBB2EB46">
      <w:start w:val="1"/>
      <w:numFmt w:val="bullet"/>
      <w:pStyle w:val="Bulletslist"/>
      <w:lvlText w:val=""/>
      <w:lvlJc w:val="left"/>
      <w:pPr>
        <w:ind w:left="717" w:hanging="360"/>
      </w:pPr>
      <w:rPr>
        <w:rFonts w:ascii="Wingdings" w:hAnsi="Wingdings" w:hint="default"/>
      </w:rPr>
    </w:lvl>
    <w:lvl w:ilvl="1" w:tplc="6BB43BE6">
      <w:start w:val="1"/>
      <w:numFmt w:val="bullet"/>
      <w:lvlText w:val="o"/>
      <w:lvlJc w:val="left"/>
      <w:pPr>
        <w:ind w:left="1440" w:hanging="360"/>
      </w:pPr>
      <w:rPr>
        <w:rFonts w:ascii="Courier New" w:hAnsi="Courier New" w:cs="Courier New" w:hint="default"/>
      </w:rPr>
    </w:lvl>
    <w:lvl w:ilvl="2" w:tplc="6F988ACC" w:tentative="1">
      <w:start w:val="1"/>
      <w:numFmt w:val="bullet"/>
      <w:lvlText w:val=""/>
      <w:lvlJc w:val="left"/>
      <w:pPr>
        <w:ind w:left="2160" w:hanging="360"/>
      </w:pPr>
      <w:rPr>
        <w:rFonts w:ascii="Wingdings" w:hAnsi="Wingdings" w:hint="default"/>
      </w:rPr>
    </w:lvl>
    <w:lvl w:ilvl="3" w:tplc="4A9228B8" w:tentative="1">
      <w:start w:val="1"/>
      <w:numFmt w:val="bullet"/>
      <w:lvlText w:val=""/>
      <w:lvlJc w:val="left"/>
      <w:pPr>
        <w:ind w:left="2880" w:hanging="360"/>
      </w:pPr>
      <w:rPr>
        <w:rFonts w:ascii="Symbol" w:hAnsi="Symbol" w:hint="default"/>
      </w:rPr>
    </w:lvl>
    <w:lvl w:ilvl="4" w:tplc="9CFC1FB0" w:tentative="1">
      <w:start w:val="1"/>
      <w:numFmt w:val="bullet"/>
      <w:lvlText w:val="o"/>
      <w:lvlJc w:val="left"/>
      <w:pPr>
        <w:ind w:left="3600" w:hanging="360"/>
      </w:pPr>
      <w:rPr>
        <w:rFonts w:ascii="Courier New" w:hAnsi="Courier New" w:cs="Courier New" w:hint="default"/>
      </w:rPr>
    </w:lvl>
    <w:lvl w:ilvl="5" w:tplc="F63059EC" w:tentative="1">
      <w:start w:val="1"/>
      <w:numFmt w:val="bullet"/>
      <w:lvlText w:val=""/>
      <w:lvlJc w:val="left"/>
      <w:pPr>
        <w:ind w:left="4320" w:hanging="360"/>
      </w:pPr>
      <w:rPr>
        <w:rFonts w:ascii="Wingdings" w:hAnsi="Wingdings" w:hint="default"/>
      </w:rPr>
    </w:lvl>
    <w:lvl w:ilvl="6" w:tplc="32960A8C" w:tentative="1">
      <w:start w:val="1"/>
      <w:numFmt w:val="bullet"/>
      <w:lvlText w:val=""/>
      <w:lvlJc w:val="left"/>
      <w:pPr>
        <w:ind w:left="5040" w:hanging="360"/>
      </w:pPr>
      <w:rPr>
        <w:rFonts w:ascii="Symbol" w:hAnsi="Symbol" w:hint="default"/>
      </w:rPr>
    </w:lvl>
    <w:lvl w:ilvl="7" w:tplc="DD90A092" w:tentative="1">
      <w:start w:val="1"/>
      <w:numFmt w:val="bullet"/>
      <w:lvlText w:val="o"/>
      <w:lvlJc w:val="left"/>
      <w:pPr>
        <w:ind w:left="5760" w:hanging="360"/>
      </w:pPr>
      <w:rPr>
        <w:rFonts w:ascii="Courier New" w:hAnsi="Courier New" w:cs="Courier New" w:hint="default"/>
      </w:rPr>
    </w:lvl>
    <w:lvl w:ilvl="8" w:tplc="84C2861A" w:tentative="1">
      <w:start w:val="1"/>
      <w:numFmt w:val="bullet"/>
      <w:lvlText w:val=""/>
      <w:lvlJc w:val="left"/>
      <w:pPr>
        <w:ind w:left="6480" w:hanging="360"/>
      </w:pPr>
      <w:rPr>
        <w:rFonts w:ascii="Wingdings" w:hAnsi="Wingdings" w:hint="default"/>
      </w:rPr>
    </w:lvl>
  </w:abstractNum>
  <w:abstractNum w:abstractNumId="7" w15:restartNumberingAfterBreak="0">
    <w:nsid w:val="3CAA7C44"/>
    <w:multiLevelType w:val="hybridMultilevel"/>
    <w:tmpl w:val="3676DD8E"/>
    <w:lvl w:ilvl="0" w:tplc="DB76F83E">
      <w:start w:val="1"/>
      <w:numFmt w:val="bullet"/>
      <w:suff w:val="space"/>
      <w:lvlText w:val=""/>
      <w:lvlJc w:val="left"/>
      <w:pPr>
        <w:ind w:left="170" w:hanging="17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53C5D64"/>
    <w:multiLevelType w:val="hybridMultilevel"/>
    <w:tmpl w:val="EB90B1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82B3FAE"/>
    <w:multiLevelType w:val="hybridMultilevel"/>
    <w:tmpl w:val="A89618B0"/>
    <w:lvl w:ilvl="0" w:tplc="9CD8A964">
      <w:start w:val="1"/>
      <w:numFmt w:val="decimal"/>
      <w:lvlText w:val="%1."/>
      <w:lvlJc w:val="left"/>
      <w:pPr>
        <w:ind w:left="720" w:hanging="360"/>
      </w:pPr>
      <w:rPr>
        <w:rFonts w:hint="default"/>
      </w:rPr>
    </w:lvl>
    <w:lvl w:ilvl="1" w:tplc="FDA409B4" w:tentative="1">
      <w:start w:val="1"/>
      <w:numFmt w:val="lowerLetter"/>
      <w:lvlText w:val="%2."/>
      <w:lvlJc w:val="left"/>
      <w:pPr>
        <w:ind w:left="1440" w:hanging="360"/>
      </w:pPr>
    </w:lvl>
    <w:lvl w:ilvl="2" w:tplc="A14096A2" w:tentative="1">
      <w:start w:val="1"/>
      <w:numFmt w:val="lowerRoman"/>
      <w:lvlText w:val="%3."/>
      <w:lvlJc w:val="right"/>
      <w:pPr>
        <w:ind w:left="2160" w:hanging="180"/>
      </w:pPr>
    </w:lvl>
    <w:lvl w:ilvl="3" w:tplc="67DCDF92" w:tentative="1">
      <w:start w:val="1"/>
      <w:numFmt w:val="decimal"/>
      <w:lvlText w:val="%4."/>
      <w:lvlJc w:val="left"/>
      <w:pPr>
        <w:ind w:left="2880" w:hanging="360"/>
      </w:pPr>
    </w:lvl>
    <w:lvl w:ilvl="4" w:tplc="72720348" w:tentative="1">
      <w:start w:val="1"/>
      <w:numFmt w:val="lowerLetter"/>
      <w:lvlText w:val="%5."/>
      <w:lvlJc w:val="left"/>
      <w:pPr>
        <w:ind w:left="3600" w:hanging="360"/>
      </w:pPr>
    </w:lvl>
    <w:lvl w:ilvl="5" w:tplc="25BCF832" w:tentative="1">
      <w:start w:val="1"/>
      <w:numFmt w:val="lowerRoman"/>
      <w:lvlText w:val="%6."/>
      <w:lvlJc w:val="right"/>
      <w:pPr>
        <w:ind w:left="4320" w:hanging="180"/>
      </w:pPr>
    </w:lvl>
    <w:lvl w:ilvl="6" w:tplc="5D501F38" w:tentative="1">
      <w:start w:val="1"/>
      <w:numFmt w:val="decimal"/>
      <w:lvlText w:val="%7."/>
      <w:lvlJc w:val="left"/>
      <w:pPr>
        <w:ind w:left="5040" w:hanging="360"/>
      </w:pPr>
    </w:lvl>
    <w:lvl w:ilvl="7" w:tplc="FEA6AEDC" w:tentative="1">
      <w:start w:val="1"/>
      <w:numFmt w:val="lowerLetter"/>
      <w:lvlText w:val="%8."/>
      <w:lvlJc w:val="left"/>
      <w:pPr>
        <w:ind w:left="5760" w:hanging="360"/>
      </w:pPr>
    </w:lvl>
    <w:lvl w:ilvl="8" w:tplc="E2D21D40" w:tentative="1">
      <w:start w:val="1"/>
      <w:numFmt w:val="lowerRoman"/>
      <w:lvlText w:val="%9."/>
      <w:lvlJc w:val="right"/>
      <w:pPr>
        <w:ind w:left="6480" w:hanging="180"/>
      </w:pPr>
    </w:lvl>
  </w:abstractNum>
  <w:abstractNum w:abstractNumId="10" w15:restartNumberingAfterBreak="0">
    <w:nsid w:val="5B3F54CF"/>
    <w:multiLevelType w:val="hybridMultilevel"/>
    <w:tmpl w:val="9CC81850"/>
    <w:lvl w:ilvl="0" w:tplc="9A8EB058">
      <w:start w:val="1"/>
      <w:numFmt w:val="bullet"/>
      <w:suff w:val="space"/>
      <w:lvlText w:val=""/>
      <w:lvlJc w:val="left"/>
      <w:pPr>
        <w:ind w:left="170" w:hanging="170"/>
      </w:pPr>
      <w:rPr>
        <w:rFonts w:ascii="Symbol" w:hAnsi="Symbol" w:hint="default"/>
      </w:rPr>
    </w:lvl>
    <w:lvl w:ilvl="1" w:tplc="0450B7E0">
      <w:start w:val="1"/>
      <w:numFmt w:val="bullet"/>
      <w:suff w:val="space"/>
      <w:lvlText w:val="o"/>
      <w:lvlJc w:val="left"/>
      <w:pPr>
        <w:ind w:left="567" w:hanging="207"/>
      </w:pPr>
      <w:rPr>
        <w:rFonts w:ascii="Courier New" w:hAnsi="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11" w15:restartNumberingAfterBreak="0">
    <w:nsid w:val="5E7A36A3"/>
    <w:multiLevelType w:val="hybridMultilevel"/>
    <w:tmpl w:val="47E8F24C"/>
    <w:lvl w:ilvl="0" w:tplc="232A783E">
      <w:start w:val="1"/>
      <w:numFmt w:val="bullet"/>
      <w:suff w:val="space"/>
      <w:lvlText w:val=""/>
      <w:lvlJc w:val="left"/>
      <w:pPr>
        <w:ind w:left="567" w:hanging="207"/>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7ECE6EF6"/>
    <w:multiLevelType w:val="hybridMultilevel"/>
    <w:tmpl w:val="272ABD5A"/>
    <w:lvl w:ilvl="0" w:tplc="1B26CD3A">
      <w:start w:val="1"/>
      <w:numFmt w:val="bullet"/>
      <w:suff w:val="space"/>
      <w:lvlText w:val=""/>
      <w:lvlJc w:val="left"/>
      <w:pPr>
        <w:ind w:left="170" w:hanging="17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9"/>
  </w:num>
  <w:num w:numId="6">
    <w:abstractNumId w:val="2"/>
  </w:num>
  <w:num w:numId="7">
    <w:abstractNumId w:val="8"/>
  </w:num>
  <w:num w:numId="8">
    <w:abstractNumId w:val="11"/>
  </w:num>
  <w:num w:numId="9">
    <w:abstractNumId w:val="10"/>
  </w:num>
  <w:num w:numId="10">
    <w:abstractNumId w:val="0"/>
  </w:num>
  <w:num w:numId="11">
    <w:abstractNumId w:val="7"/>
  </w:num>
  <w:num w:numId="12">
    <w:abstractNumId w:val="1"/>
  </w:num>
  <w:num w:numId="13">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I2NTExMjGwNLYwMDZR0lEKTi0uzszPAykwNK0FAIK1uLgtAAAA"/>
  </w:docVars>
  <w:rsids>
    <w:rsidRoot w:val="0085007A"/>
    <w:rsid w:val="00013859"/>
    <w:rsid w:val="0001562A"/>
    <w:rsid w:val="00023118"/>
    <w:rsid w:val="00054090"/>
    <w:rsid w:val="00054D5C"/>
    <w:rsid w:val="00057EF5"/>
    <w:rsid w:val="000612D3"/>
    <w:rsid w:val="00090BE4"/>
    <w:rsid w:val="000B7BB8"/>
    <w:rsid w:val="001647F0"/>
    <w:rsid w:val="00170F93"/>
    <w:rsid w:val="00182A5C"/>
    <w:rsid w:val="00186013"/>
    <w:rsid w:val="001C5A3B"/>
    <w:rsid w:val="001E2A1A"/>
    <w:rsid w:val="0020059D"/>
    <w:rsid w:val="002117A3"/>
    <w:rsid w:val="00217AC3"/>
    <w:rsid w:val="002252A3"/>
    <w:rsid w:val="00227D99"/>
    <w:rsid w:val="002A0B40"/>
    <w:rsid w:val="002A7457"/>
    <w:rsid w:val="00331088"/>
    <w:rsid w:val="00337B78"/>
    <w:rsid w:val="00362CAA"/>
    <w:rsid w:val="00365440"/>
    <w:rsid w:val="003F4791"/>
    <w:rsid w:val="003F6F7E"/>
    <w:rsid w:val="00451790"/>
    <w:rsid w:val="00452F70"/>
    <w:rsid w:val="0047337A"/>
    <w:rsid w:val="00473C74"/>
    <w:rsid w:val="00487B15"/>
    <w:rsid w:val="004B3951"/>
    <w:rsid w:val="004C35BA"/>
    <w:rsid w:val="004D4F88"/>
    <w:rsid w:val="004E0AE6"/>
    <w:rsid w:val="0052458F"/>
    <w:rsid w:val="00534CA5"/>
    <w:rsid w:val="00567802"/>
    <w:rsid w:val="006035BF"/>
    <w:rsid w:val="00614F0C"/>
    <w:rsid w:val="0066291F"/>
    <w:rsid w:val="00674C3C"/>
    <w:rsid w:val="00683D7B"/>
    <w:rsid w:val="006A6E65"/>
    <w:rsid w:val="006B1BB8"/>
    <w:rsid w:val="006C356B"/>
    <w:rsid w:val="006F0349"/>
    <w:rsid w:val="0077333F"/>
    <w:rsid w:val="007E37D4"/>
    <w:rsid w:val="007F54C8"/>
    <w:rsid w:val="00800B60"/>
    <w:rsid w:val="008121DF"/>
    <w:rsid w:val="00825ACD"/>
    <w:rsid w:val="0085007A"/>
    <w:rsid w:val="008A208A"/>
    <w:rsid w:val="008D2D60"/>
    <w:rsid w:val="00922CCE"/>
    <w:rsid w:val="00927777"/>
    <w:rsid w:val="0093266E"/>
    <w:rsid w:val="0094348C"/>
    <w:rsid w:val="00966099"/>
    <w:rsid w:val="009A3BA5"/>
    <w:rsid w:val="009B45FC"/>
    <w:rsid w:val="00A32043"/>
    <w:rsid w:val="00A7447F"/>
    <w:rsid w:val="00A92EB8"/>
    <w:rsid w:val="00AD459E"/>
    <w:rsid w:val="00AD5DED"/>
    <w:rsid w:val="00AD6A17"/>
    <w:rsid w:val="00B442AF"/>
    <w:rsid w:val="00B523AE"/>
    <w:rsid w:val="00B64173"/>
    <w:rsid w:val="00B855B0"/>
    <w:rsid w:val="00B947C5"/>
    <w:rsid w:val="00BA49E3"/>
    <w:rsid w:val="00BE34E1"/>
    <w:rsid w:val="00BE7602"/>
    <w:rsid w:val="00C253FE"/>
    <w:rsid w:val="00C261EA"/>
    <w:rsid w:val="00C336A1"/>
    <w:rsid w:val="00C35278"/>
    <w:rsid w:val="00C57BD5"/>
    <w:rsid w:val="00C65BDA"/>
    <w:rsid w:val="00C772D1"/>
    <w:rsid w:val="00CC538D"/>
    <w:rsid w:val="00D1119A"/>
    <w:rsid w:val="00D14DD1"/>
    <w:rsid w:val="00D374B7"/>
    <w:rsid w:val="00D53D8B"/>
    <w:rsid w:val="00D61A4F"/>
    <w:rsid w:val="00D97B48"/>
    <w:rsid w:val="00DA5806"/>
    <w:rsid w:val="00DD1EEF"/>
    <w:rsid w:val="00DD4289"/>
    <w:rsid w:val="00DE1A3D"/>
    <w:rsid w:val="00DE7366"/>
    <w:rsid w:val="00DF669F"/>
    <w:rsid w:val="00E15074"/>
    <w:rsid w:val="00EB69A9"/>
    <w:rsid w:val="00EC25BB"/>
    <w:rsid w:val="00ED35CD"/>
    <w:rsid w:val="00ED47B5"/>
    <w:rsid w:val="00F138C1"/>
    <w:rsid w:val="00F30037"/>
    <w:rsid w:val="00F34F67"/>
    <w:rsid w:val="00F402EC"/>
    <w:rsid w:val="00FB156D"/>
    <w:rsid w:val="00FC7A9A"/>
    <w:rsid w:val="00FD07B8"/>
    <w:rsid w:val="00FE161E"/>
    <w:rsid w:val="00FE5B0F"/>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01EF1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qFormat/>
    <w:rsid w:val="00A305EB"/>
    <w:pPr>
      <w:outlineLvl w:val="5"/>
    </w:pPr>
    <w:rPr>
      <w:color w:val="464749"/>
      <w:szCs w:val="20"/>
    </w:rPr>
  </w:style>
  <w:style w:type="paragraph" w:styleId="Heading7">
    <w:name w:val="heading 7"/>
    <w:basedOn w:val="Normal"/>
    <w:next w:val="Normal"/>
    <w:link w:val="Heading7Char"/>
    <w:uiPriority w:val="9"/>
    <w:unhideWhenUsed/>
    <w:qFormat/>
    <w:rsid w:val="00FF570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7337A"/>
    <w:pPr>
      <w:keepNext/>
      <w:keepLines/>
      <w:tabs>
        <w:tab w:val="clear" w:pos="284"/>
      </w:tabs>
      <w:spacing w:before="40" w:after="0" w:line="259" w:lineRule="auto"/>
      <w:outlineLvl w:val="7"/>
    </w:pPr>
    <w:rPr>
      <w:rFonts w:asciiTheme="majorHAnsi" w:eastAsiaTheme="majorEastAsia" w:hAnsiTheme="majorHAnsi" w:cstheme="majorBidi"/>
      <w:b/>
      <w:bCs/>
      <w:i/>
      <w:iCs/>
      <w:color w:val="244061" w:themeColor="accent1" w:themeShade="80"/>
      <w:sz w:val="22"/>
      <w:szCs w:val="22"/>
    </w:rPr>
  </w:style>
  <w:style w:type="paragraph" w:styleId="Heading9">
    <w:name w:val="heading 9"/>
    <w:basedOn w:val="Normal"/>
    <w:next w:val="Normal"/>
    <w:link w:val="Heading9Char"/>
    <w:uiPriority w:val="9"/>
    <w:semiHidden/>
    <w:unhideWhenUsed/>
    <w:qFormat/>
    <w:rsid w:val="0047337A"/>
    <w:pPr>
      <w:keepNext/>
      <w:keepLines/>
      <w:tabs>
        <w:tab w:val="clear" w:pos="284"/>
      </w:tabs>
      <w:spacing w:before="40" w:after="0" w:line="259" w:lineRule="auto"/>
      <w:outlineLvl w:val="8"/>
    </w:pPr>
    <w:rPr>
      <w:rFonts w:asciiTheme="majorHAnsi" w:eastAsiaTheme="majorEastAsia" w:hAnsiTheme="majorHAnsi" w:cstheme="majorBidi"/>
      <w:i/>
      <w:iCs/>
      <w:color w:val="244061" w:themeColor="accent1"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qFormat/>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character" w:customStyle="1" w:styleId="Heading8Char">
    <w:name w:val="Heading 8 Char"/>
    <w:basedOn w:val="DefaultParagraphFont"/>
    <w:link w:val="Heading8"/>
    <w:uiPriority w:val="9"/>
    <w:semiHidden/>
    <w:rsid w:val="0047337A"/>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47337A"/>
    <w:rPr>
      <w:rFonts w:asciiTheme="majorHAnsi" w:eastAsiaTheme="majorEastAsia" w:hAnsiTheme="majorHAnsi" w:cstheme="majorBidi"/>
      <w:i/>
      <w:iCs/>
      <w:color w:val="244061" w:themeColor="accent1" w:themeShade="80"/>
    </w:rPr>
  </w:style>
  <w:style w:type="paragraph" w:styleId="Subtitle">
    <w:name w:val="Subtitle"/>
    <w:basedOn w:val="Normal"/>
    <w:next w:val="Normal"/>
    <w:link w:val="SubtitleChar"/>
    <w:uiPriority w:val="11"/>
    <w:qFormat/>
    <w:rsid w:val="0047337A"/>
    <w:pPr>
      <w:numPr>
        <w:ilvl w:val="1"/>
      </w:numPr>
      <w:tabs>
        <w:tab w:val="clear" w:pos="284"/>
      </w:tabs>
      <w:spacing w:before="0"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47337A"/>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47337A"/>
    <w:rPr>
      <w:b/>
      <w:bCs/>
    </w:rPr>
  </w:style>
  <w:style w:type="paragraph" w:styleId="NoSpacing">
    <w:name w:val="No Spacing"/>
    <w:uiPriority w:val="1"/>
    <w:qFormat/>
    <w:rsid w:val="0047337A"/>
    <w:pPr>
      <w:spacing w:after="0" w:line="240" w:lineRule="auto"/>
    </w:pPr>
    <w:rPr>
      <w:rFonts w:eastAsiaTheme="minorEastAsia"/>
    </w:rPr>
  </w:style>
  <w:style w:type="paragraph" w:styleId="IntenseQuote">
    <w:name w:val="Intense Quote"/>
    <w:basedOn w:val="Normal"/>
    <w:next w:val="Normal"/>
    <w:link w:val="IntenseQuoteChar"/>
    <w:uiPriority w:val="30"/>
    <w:qFormat/>
    <w:rsid w:val="0047337A"/>
    <w:pPr>
      <w:tabs>
        <w:tab w:val="clear" w:pos="284"/>
      </w:tabs>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47337A"/>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47337A"/>
    <w:rPr>
      <w:i/>
      <w:iCs/>
      <w:color w:val="595959" w:themeColor="text1" w:themeTint="A6"/>
    </w:rPr>
  </w:style>
  <w:style w:type="character" w:styleId="IntenseEmphasis">
    <w:name w:val="Intense Emphasis"/>
    <w:basedOn w:val="DefaultParagraphFont"/>
    <w:uiPriority w:val="21"/>
    <w:qFormat/>
    <w:rsid w:val="0047337A"/>
    <w:rPr>
      <w:b/>
      <w:bCs/>
      <w:i/>
      <w:iCs/>
    </w:rPr>
  </w:style>
  <w:style w:type="character" w:styleId="SubtleReference">
    <w:name w:val="Subtle Reference"/>
    <w:basedOn w:val="DefaultParagraphFont"/>
    <w:uiPriority w:val="31"/>
    <w:qFormat/>
    <w:rsid w:val="0047337A"/>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47337A"/>
    <w:rPr>
      <w:b/>
      <w:bCs/>
      <w:smallCaps/>
      <w:color w:val="1F497D" w:themeColor="text2"/>
      <w:u w:val="single"/>
    </w:rPr>
  </w:style>
  <w:style w:type="character" w:styleId="BookTitle">
    <w:name w:val="Book Title"/>
    <w:basedOn w:val="DefaultParagraphFont"/>
    <w:uiPriority w:val="33"/>
    <w:qFormat/>
    <w:rsid w:val="0047337A"/>
    <w:rPr>
      <w:b/>
      <w:bCs/>
      <w:smallCaps/>
      <w:spacing w:val="10"/>
    </w:rPr>
  </w:style>
  <w:style w:type="paragraph" w:customStyle="1" w:styleId="RiskTableText">
    <w:name w:val="Risk Table Text"/>
    <w:basedOn w:val="Normal"/>
    <w:qFormat/>
    <w:rsid w:val="0047337A"/>
    <w:pPr>
      <w:tabs>
        <w:tab w:val="clear" w:pos="284"/>
      </w:tabs>
      <w:spacing w:before="0" w:after="0" w:line="240" w:lineRule="auto"/>
    </w:pPr>
    <w:rPr>
      <w:rFonts w:asciiTheme="majorHAnsi" w:eastAsiaTheme="majorEastAsia" w:hAnsiTheme="majorHAnsi" w:cstheme="majorBidi"/>
      <w:smallCaps/>
      <w:color w:val="000000"/>
      <w:sz w:val="16"/>
      <w:szCs w:val="22"/>
      <w:lang w:eastAsia="en-AU"/>
    </w:rPr>
  </w:style>
  <w:style w:type="paragraph" w:customStyle="1" w:styleId="RMPusertxt">
    <w:name w:val="RMP user txt"/>
    <w:qFormat/>
    <w:rsid w:val="0047337A"/>
    <w:pPr>
      <w:spacing w:after="0" w:line="240" w:lineRule="auto"/>
    </w:pPr>
    <w:rPr>
      <w:rFonts w:ascii="Arial" w:eastAsiaTheme="majorEastAsia" w:hAnsi="Arial" w:cs="Arial"/>
      <w:sz w:val="16"/>
      <w:lang w:eastAsia="en-AU"/>
    </w:rPr>
  </w:style>
  <w:style w:type="paragraph" w:customStyle="1" w:styleId="Chcklist">
    <w:name w:val="Chcklist"/>
    <w:basedOn w:val="Normal"/>
    <w:qFormat/>
    <w:rsid w:val="0047337A"/>
    <w:pPr>
      <w:tabs>
        <w:tab w:val="clear" w:pos="284"/>
      </w:tabs>
      <w:spacing w:before="0" w:after="0" w:line="240" w:lineRule="auto"/>
    </w:pPr>
    <w:rPr>
      <w:rFonts w:eastAsiaTheme="majorEastAsia" w:cs="Arial"/>
      <w:sz w:val="18"/>
      <w:szCs w:val="18"/>
      <w:lang w:eastAsia="en-AU"/>
    </w:rPr>
  </w:style>
  <w:style w:type="paragraph" w:styleId="NormalWeb">
    <w:name w:val="Normal (Web)"/>
    <w:basedOn w:val="Normal"/>
    <w:uiPriority w:val="99"/>
    <w:semiHidden/>
    <w:unhideWhenUsed/>
    <w:rsid w:val="00D97B48"/>
    <w:pPr>
      <w:tabs>
        <w:tab w:val="clear" w:pos="284"/>
      </w:tabs>
      <w:spacing w:before="100" w:beforeAutospacing="1" w:after="100" w:afterAutospacing="1" w:line="240" w:lineRule="auto"/>
    </w:pPr>
    <w:rPr>
      <w:rFonts w:ascii="Times New Roman" w:eastAsiaTheme="minorEastAsia" w:hAnsi="Times New Roman" w:cs="Times New Roman"/>
      <w:szCs w:val="24"/>
      <w:lang w:eastAsia="en-AU"/>
    </w:rPr>
  </w:style>
  <w:style w:type="character" w:customStyle="1" w:styleId="normaltextrun1">
    <w:name w:val="normaltextrun1"/>
    <w:basedOn w:val="DefaultParagraphFont"/>
    <w:rsid w:val="00D97B48"/>
  </w:style>
  <w:style w:type="table" w:customStyle="1" w:styleId="Style31">
    <w:name w:val="Style31"/>
    <w:basedOn w:val="TableNormal"/>
    <w:uiPriority w:val="99"/>
    <w:rsid w:val="00C261EA"/>
    <w:pPr>
      <w:spacing w:before="40" w:after="100" w:afterAutospacing="1" w:line="240" w:lineRule="auto"/>
      <w:contextualSpacing/>
    </w:pPr>
    <w:rPr>
      <w:rFonts w:ascii="Arial" w:eastAsia="Times New Roman" w:hAnsi="Arial"/>
      <w:sz w:val="20"/>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Col">
      <w:pPr>
        <w:wordWrap/>
        <w:jc w:val="center"/>
      </w:pPr>
      <w:rPr>
        <w:rFonts w:ascii="Arial" w:hAnsi="Arial"/>
        <w:b/>
        <w:sz w:val="20"/>
      </w:rPr>
      <w:tblPr/>
      <w:tcPr>
        <w:shd w:val="clear" w:color="auto" w:fill="F2F2F2"/>
      </w:tcPr>
    </w:tblStylePr>
    <w:tblStylePr w:type="band1Vert">
      <w:pPr>
        <w:wordWrap/>
        <w:spacing w:beforeLines="0" w:before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5.jpeg"/><Relationship Id="rId39" Type="http://schemas.openxmlformats.org/officeDocument/2006/relationships/image" Target="media/image18.jpeg"/><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image" Target="media/image12.jpg"/><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4.jpeg"/><Relationship Id="rId33" Type="http://schemas.openxmlformats.org/officeDocument/2006/relationships/image" Target="media/image12.png"/><Relationship Id="rId38" Type="http://schemas.openxmlformats.org/officeDocument/2006/relationships/image" Target="media/image15.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image" Target="media/image8.jpeg"/><Relationship Id="rId41"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3.jpeg"/><Relationship Id="rId32" Type="http://schemas.openxmlformats.org/officeDocument/2006/relationships/image" Target="media/image11.png"/><Relationship Id="rId37" Type="http://schemas.openxmlformats.org/officeDocument/2006/relationships/image" Target="media/image16.jpeg"/><Relationship Id="rId40" Type="http://schemas.openxmlformats.org/officeDocument/2006/relationships/image" Target="media/image17.jpe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2.jpeg"/><Relationship Id="rId28" Type="http://schemas.openxmlformats.org/officeDocument/2006/relationships/image" Target="media/image7.jpeg"/><Relationship Id="rId36" Type="http://schemas.openxmlformats.org/officeDocument/2006/relationships/image" Target="media/image13.jpg"/><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image" Target="media/image10.png"/><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staff.tafensw.edu.au/employee-essentials/work-health-and-safety/policies-and-procedures/" TargetMode="External"/><Relationship Id="rId27" Type="http://schemas.openxmlformats.org/officeDocument/2006/relationships/image" Target="media/image6.jpeg"/><Relationship Id="rId30" Type="http://schemas.openxmlformats.org/officeDocument/2006/relationships/image" Target="media/image9.jpeg"/><Relationship Id="rId35" Type="http://schemas.openxmlformats.org/officeDocument/2006/relationships/image" Target="media/image14.jpeg"/><Relationship Id="rId43"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B9917CFDDEB4233A5B5421554BC9012"/>
        <w:category>
          <w:name w:val="General"/>
          <w:gallery w:val="placeholder"/>
        </w:category>
        <w:types>
          <w:type w:val="bbPlcHdr"/>
        </w:types>
        <w:behaviors>
          <w:behavior w:val="content"/>
        </w:behaviors>
        <w:guid w:val="{5CC1ACD1-6DAA-4D31-8F62-22AFB4347CBA}"/>
      </w:docPartPr>
      <w:docPartBody>
        <w:p w:rsidR="0039615A" w:rsidRDefault="00757406" w:rsidP="00757406">
          <w:pPr>
            <w:pStyle w:val="FB9917CFDDEB4233A5B5421554BC9012"/>
          </w:pPr>
          <w:r w:rsidRPr="00D66297">
            <w:rPr>
              <w:rStyle w:val="PlaceholderText"/>
              <w:i/>
            </w:rPr>
            <w:t>Enter Question to Support Observation.</w:t>
          </w:r>
        </w:p>
      </w:docPartBody>
    </w:docPart>
    <w:docPart>
      <w:docPartPr>
        <w:name w:val="F1A7AA6615C3459FA760B8D209CB0E5D"/>
        <w:category>
          <w:name w:val="General"/>
          <w:gallery w:val="placeholder"/>
        </w:category>
        <w:types>
          <w:type w:val="bbPlcHdr"/>
        </w:types>
        <w:behaviors>
          <w:behavior w:val="content"/>
        </w:behaviors>
        <w:guid w:val="{D012DF70-2830-41D6-9D08-53C8D214D786}"/>
      </w:docPartPr>
      <w:docPartBody>
        <w:p w:rsidR="0039615A" w:rsidRDefault="00757406" w:rsidP="00757406">
          <w:pPr>
            <w:pStyle w:val="F1A7AA6615C3459FA760B8D209CB0E5D"/>
          </w:pPr>
          <w:r w:rsidRPr="00D66297">
            <w:rPr>
              <w:rStyle w:val="PlaceholderText"/>
              <w:i/>
            </w:rPr>
            <w:t>Enter Question to Support Observation.</w:t>
          </w:r>
        </w:p>
      </w:docPartBody>
    </w:docPart>
    <w:docPart>
      <w:docPartPr>
        <w:name w:val="A479034760444935884C93E862BBE133"/>
        <w:category>
          <w:name w:val="General"/>
          <w:gallery w:val="placeholder"/>
        </w:category>
        <w:types>
          <w:type w:val="bbPlcHdr"/>
        </w:types>
        <w:behaviors>
          <w:behavior w:val="content"/>
        </w:behaviors>
        <w:guid w:val="{4BBE76B6-4648-4FB6-AF5B-5625543579A2}"/>
      </w:docPartPr>
      <w:docPartBody>
        <w:p w:rsidR="0039615A" w:rsidRDefault="00757406" w:rsidP="00757406">
          <w:pPr>
            <w:pStyle w:val="A479034760444935884C93E862BBE133"/>
          </w:pPr>
          <w:r w:rsidRPr="00D66297">
            <w:rPr>
              <w:rStyle w:val="PlaceholderText"/>
              <w:i/>
            </w:rPr>
            <w:t>Enter Question to Support Observation.</w:t>
          </w:r>
        </w:p>
      </w:docPartBody>
    </w:docPart>
    <w:docPart>
      <w:docPartPr>
        <w:name w:val="FFCAC24EFE974327B1633468C37AC3FA"/>
        <w:category>
          <w:name w:val="General"/>
          <w:gallery w:val="placeholder"/>
        </w:category>
        <w:types>
          <w:type w:val="bbPlcHdr"/>
        </w:types>
        <w:behaviors>
          <w:behavior w:val="content"/>
        </w:behaviors>
        <w:guid w:val="{D8573771-F0E0-47B0-BE95-2FC4F951C7F4}"/>
      </w:docPartPr>
      <w:docPartBody>
        <w:p w:rsidR="0039615A" w:rsidRDefault="00757406" w:rsidP="00757406">
          <w:pPr>
            <w:pStyle w:val="FFCAC24EFE974327B1633468C37AC3FA"/>
          </w:pPr>
          <w:r w:rsidRPr="00D66297">
            <w:rPr>
              <w:rStyle w:val="PlaceholderText"/>
              <w:i/>
            </w:rPr>
            <w:t>Enter Question to Support Observation.</w:t>
          </w:r>
        </w:p>
      </w:docPartBody>
    </w:docPart>
    <w:docPart>
      <w:docPartPr>
        <w:name w:val="1D160DBC5BBA42EAB89092B9B1E33B97"/>
        <w:category>
          <w:name w:val="General"/>
          <w:gallery w:val="placeholder"/>
        </w:category>
        <w:types>
          <w:type w:val="bbPlcHdr"/>
        </w:types>
        <w:behaviors>
          <w:behavior w:val="content"/>
        </w:behaviors>
        <w:guid w:val="{7267A04A-2121-41CD-9524-7F6DF0784244}"/>
      </w:docPartPr>
      <w:docPartBody>
        <w:p w:rsidR="0039615A" w:rsidRDefault="00757406" w:rsidP="00757406">
          <w:pPr>
            <w:pStyle w:val="1D160DBC5BBA42EAB89092B9B1E33B97"/>
          </w:pPr>
          <w:r w:rsidRPr="00D66297">
            <w:rPr>
              <w:rStyle w:val="PlaceholderText"/>
              <w:i/>
            </w:rPr>
            <w:t>Enter Question to Support Observation.</w:t>
          </w:r>
        </w:p>
      </w:docPartBody>
    </w:docPart>
    <w:docPart>
      <w:docPartPr>
        <w:name w:val="1DCC2BDCD1074E5494AAA757B32F32F9"/>
        <w:category>
          <w:name w:val="General"/>
          <w:gallery w:val="placeholder"/>
        </w:category>
        <w:types>
          <w:type w:val="bbPlcHdr"/>
        </w:types>
        <w:behaviors>
          <w:behavior w:val="content"/>
        </w:behaviors>
        <w:guid w:val="{B974DB1A-C6EE-4D95-B83C-B3BBC20ACF46}"/>
      </w:docPartPr>
      <w:docPartBody>
        <w:p w:rsidR="0039615A" w:rsidRDefault="00757406" w:rsidP="00757406">
          <w:pPr>
            <w:pStyle w:val="1DCC2BDCD1074E5494AAA757B32F32F9"/>
          </w:pPr>
          <w:r w:rsidRPr="00D66297">
            <w:rPr>
              <w:rStyle w:val="PlaceholderText"/>
              <w:i/>
            </w:rPr>
            <w:t>Enter Question to Support Observation.</w:t>
          </w:r>
        </w:p>
      </w:docPartBody>
    </w:docPart>
    <w:docPart>
      <w:docPartPr>
        <w:name w:val="1193189752C044EA9BB4BA6169078429"/>
        <w:category>
          <w:name w:val="General"/>
          <w:gallery w:val="placeholder"/>
        </w:category>
        <w:types>
          <w:type w:val="bbPlcHdr"/>
        </w:types>
        <w:behaviors>
          <w:behavior w:val="content"/>
        </w:behaviors>
        <w:guid w:val="{783B1B22-862B-4AFB-8A3F-020CD0C82687}"/>
      </w:docPartPr>
      <w:docPartBody>
        <w:p w:rsidR="0039615A" w:rsidRDefault="00757406" w:rsidP="00757406">
          <w:pPr>
            <w:pStyle w:val="1193189752C044EA9BB4BA6169078429"/>
          </w:pPr>
          <w:r w:rsidRPr="00D66297">
            <w:rPr>
              <w:rStyle w:val="PlaceholderText"/>
              <w:i/>
            </w:rPr>
            <w:t>Enter Question to Support Observation.</w:t>
          </w:r>
        </w:p>
      </w:docPartBody>
    </w:docPart>
    <w:docPart>
      <w:docPartPr>
        <w:name w:val="41592BC435B045178CCACEFA15AC0FE4"/>
        <w:category>
          <w:name w:val="General"/>
          <w:gallery w:val="placeholder"/>
        </w:category>
        <w:types>
          <w:type w:val="bbPlcHdr"/>
        </w:types>
        <w:behaviors>
          <w:behavior w:val="content"/>
        </w:behaviors>
        <w:guid w:val="{ABB1CA07-9AEC-405B-836D-3CF37FF25F6A}"/>
      </w:docPartPr>
      <w:docPartBody>
        <w:p w:rsidR="0039615A" w:rsidRDefault="00757406" w:rsidP="00757406">
          <w:pPr>
            <w:pStyle w:val="41592BC435B045178CCACEFA15AC0FE4"/>
          </w:pPr>
          <w:r w:rsidRPr="00D66297">
            <w:rPr>
              <w:rStyle w:val="PlaceholderText"/>
              <w:i/>
            </w:rPr>
            <w:t>Enter Question to Support Observation.</w:t>
          </w:r>
        </w:p>
      </w:docPartBody>
    </w:docPart>
    <w:docPart>
      <w:docPartPr>
        <w:name w:val="829711CBB225462DAECED6D1CD7B3F2F"/>
        <w:category>
          <w:name w:val="General"/>
          <w:gallery w:val="placeholder"/>
        </w:category>
        <w:types>
          <w:type w:val="bbPlcHdr"/>
        </w:types>
        <w:behaviors>
          <w:behavior w:val="content"/>
        </w:behaviors>
        <w:guid w:val="{47ACD74F-C704-4198-B424-326B835D7FF7}"/>
      </w:docPartPr>
      <w:docPartBody>
        <w:p w:rsidR="0039615A" w:rsidRDefault="00757406" w:rsidP="00757406">
          <w:pPr>
            <w:pStyle w:val="829711CBB225462DAECED6D1CD7B3F2F"/>
          </w:pPr>
          <w:r w:rsidRPr="00D66297">
            <w:rPr>
              <w:rStyle w:val="PlaceholderText"/>
              <w:i/>
            </w:rPr>
            <w:t>Enter Question to Support Observation.</w:t>
          </w:r>
        </w:p>
      </w:docPartBody>
    </w:docPart>
    <w:docPart>
      <w:docPartPr>
        <w:name w:val="3F9472DEFA7D432D94D4E696827CF875"/>
        <w:category>
          <w:name w:val="General"/>
          <w:gallery w:val="placeholder"/>
        </w:category>
        <w:types>
          <w:type w:val="bbPlcHdr"/>
        </w:types>
        <w:behaviors>
          <w:behavior w:val="content"/>
        </w:behaviors>
        <w:guid w:val="{3F29A2C5-31D7-4BA6-84AF-57FEE5530222}"/>
      </w:docPartPr>
      <w:docPartBody>
        <w:p w:rsidR="0039615A" w:rsidRDefault="00757406" w:rsidP="00757406">
          <w:pPr>
            <w:pStyle w:val="3F9472DEFA7D432D94D4E696827CF875"/>
          </w:pPr>
          <w:r w:rsidRPr="00D66297">
            <w:rPr>
              <w:rStyle w:val="PlaceholderText"/>
              <w:i/>
            </w:rPr>
            <w:t>Enter Question to Support Observation.</w:t>
          </w:r>
        </w:p>
      </w:docPartBody>
    </w:docPart>
    <w:docPart>
      <w:docPartPr>
        <w:name w:val="C7DEA1BDC2E54C30AA68517439E1ADBC"/>
        <w:category>
          <w:name w:val="General"/>
          <w:gallery w:val="placeholder"/>
        </w:category>
        <w:types>
          <w:type w:val="bbPlcHdr"/>
        </w:types>
        <w:behaviors>
          <w:behavior w:val="content"/>
        </w:behaviors>
        <w:guid w:val="{3A632114-F71E-4110-8BAA-E43C3E586D2E}"/>
      </w:docPartPr>
      <w:docPartBody>
        <w:p w:rsidR="0039615A" w:rsidRDefault="00757406" w:rsidP="00757406">
          <w:pPr>
            <w:pStyle w:val="C7DEA1BDC2E54C30AA68517439E1ADBC"/>
          </w:pPr>
          <w:r w:rsidRPr="00D66297">
            <w:rPr>
              <w:rStyle w:val="PlaceholderText"/>
              <w:i/>
            </w:rPr>
            <w:t>Enter Question to Support Observation.</w:t>
          </w:r>
        </w:p>
      </w:docPartBody>
    </w:docPart>
    <w:docPart>
      <w:docPartPr>
        <w:name w:val="F4DD799664C24E43A37FEB64BDE4261F"/>
        <w:category>
          <w:name w:val="General"/>
          <w:gallery w:val="placeholder"/>
        </w:category>
        <w:types>
          <w:type w:val="bbPlcHdr"/>
        </w:types>
        <w:behaviors>
          <w:behavior w:val="content"/>
        </w:behaviors>
        <w:guid w:val="{1565E85E-A7D6-40C9-A144-07BD7563C98E}"/>
      </w:docPartPr>
      <w:docPartBody>
        <w:p w:rsidR="0039615A" w:rsidRDefault="00757406" w:rsidP="00757406">
          <w:pPr>
            <w:pStyle w:val="F4DD799664C24E43A37FEB64BDE4261F"/>
          </w:pPr>
          <w:r w:rsidRPr="00D66297">
            <w:rPr>
              <w:rStyle w:val="PlaceholderText"/>
              <w:i/>
            </w:rPr>
            <w:t>Enter Question to Support Observation.</w:t>
          </w:r>
        </w:p>
      </w:docPartBody>
    </w:docPart>
    <w:docPart>
      <w:docPartPr>
        <w:name w:val="2B58E0B9330049C292A5F38CBCC0046F"/>
        <w:category>
          <w:name w:val="General"/>
          <w:gallery w:val="placeholder"/>
        </w:category>
        <w:types>
          <w:type w:val="bbPlcHdr"/>
        </w:types>
        <w:behaviors>
          <w:behavior w:val="content"/>
        </w:behaviors>
        <w:guid w:val="{C47A3D7B-86D5-463E-8D4A-439F204FCE70}"/>
      </w:docPartPr>
      <w:docPartBody>
        <w:p w:rsidR="0039615A" w:rsidRDefault="00757406" w:rsidP="00757406">
          <w:pPr>
            <w:pStyle w:val="2B58E0B9330049C292A5F38CBCC0046F"/>
          </w:pPr>
          <w:r w:rsidRPr="00D66297">
            <w:rPr>
              <w:rStyle w:val="PlaceholderText"/>
              <w:i/>
            </w:rPr>
            <w:t>Enter Question to Support Observation.</w:t>
          </w:r>
        </w:p>
      </w:docPartBody>
    </w:docPart>
    <w:docPart>
      <w:docPartPr>
        <w:name w:val="29E8DC9D3A934244BD33DD7BF31AB2E6"/>
        <w:category>
          <w:name w:val="General"/>
          <w:gallery w:val="placeholder"/>
        </w:category>
        <w:types>
          <w:type w:val="bbPlcHdr"/>
        </w:types>
        <w:behaviors>
          <w:behavior w:val="content"/>
        </w:behaviors>
        <w:guid w:val="{67DDB0B4-464D-47A9-8310-F6B48499CC95}"/>
      </w:docPartPr>
      <w:docPartBody>
        <w:p w:rsidR="00AF0122" w:rsidRDefault="00A14524" w:rsidP="00A14524">
          <w:pPr>
            <w:pStyle w:val="29E8DC9D3A934244BD33DD7BF31AB2E6"/>
          </w:pPr>
          <w:r w:rsidRPr="00D35BB1">
            <w:rPr>
              <w:rStyle w:val="PlaceholderText"/>
            </w:rPr>
            <w:t>Choose an item.</w:t>
          </w:r>
        </w:p>
      </w:docPartBody>
    </w:docPart>
    <w:docPart>
      <w:docPartPr>
        <w:name w:val="3C268B23239641AAB5EA735575C8A879"/>
        <w:category>
          <w:name w:val="General"/>
          <w:gallery w:val="placeholder"/>
        </w:category>
        <w:types>
          <w:type w:val="bbPlcHdr"/>
        </w:types>
        <w:behaviors>
          <w:behavior w:val="content"/>
        </w:behaviors>
        <w:guid w:val="{EFE1DD26-0561-4C35-9E4C-1EBD6D173321}"/>
      </w:docPartPr>
      <w:docPartBody>
        <w:p w:rsidR="00AF0122" w:rsidRDefault="00A14524" w:rsidP="00A14524">
          <w:pPr>
            <w:pStyle w:val="3C268B23239641AAB5EA735575C8A879"/>
          </w:pPr>
          <w:r w:rsidRPr="00D35BB1">
            <w:rPr>
              <w:rStyle w:val="PlaceholderText"/>
            </w:rPr>
            <w:t>Choose an item.</w:t>
          </w:r>
        </w:p>
      </w:docPartBody>
    </w:docPart>
    <w:docPart>
      <w:docPartPr>
        <w:name w:val="FE831A3C3AEE4AF3BDDD5579810385D1"/>
        <w:category>
          <w:name w:val="General"/>
          <w:gallery w:val="placeholder"/>
        </w:category>
        <w:types>
          <w:type w:val="bbPlcHdr"/>
        </w:types>
        <w:behaviors>
          <w:behavior w:val="content"/>
        </w:behaviors>
        <w:guid w:val="{FCD4E9CB-3CF2-46EB-A2B9-9476A140827E}"/>
      </w:docPartPr>
      <w:docPartBody>
        <w:p w:rsidR="00AF0122" w:rsidRDefault="00A14524" w:rsidP="00A14524">
          <w:pPr>
            <w:pStyle w:val="FE831A3C3AEE4AF3BDDD5579810385D1"/>
          </w:pPr>
          <w:r w:rsidRPr="00D35BB1">
            <w:rPr>
              <w:rStyle w:val="PlaceholderText"/>
            </w:rPr>
            <w:t>Choose an item.</w:t>
          </w:r>
        </w:p>
      </w:docPartBody>
    </w:docPart>
    <w:docPart>
      <w:docPartPr>
        <w:name w:val="74706E1D727D4AD1BD5C011831BE3855"/>
        <w:category>
          <w:name w:val="General"/>
          <w:gallery w:val="placeholder"/>
        </w:category>
        <w:types>
          <w:type w:val="bbPlcHdr"/>
        </w:types>
        <w:behaviors>
          <w:behavior w:val="content"/>
        </w:behaviors>
        <w:guid w:val="{0B95C169-224A-4DA7-BCF7-B715CF54206B}"/>
      </w:docPartPr>
      <w:docPartBody>
        <w:p w:rsidR="00AF0122" w:rsidRDefault="00A14524" w:rsidP="00A14524">
          <w:pPr>
            <w:pStyle w:val="74706E1D727D4AD1BD5C011831BE3855"/>
          </w:pPr>
          <w:r w:rsidRPr="00D35BB1">
            <w:rPr>
              <w:rStyle w:val="PlaceholderText"/>
            </w:rPr>
            <w:t>Choose an item.</w:t>
          </w:r>
        </w:p>
      </w:docPartBody>
    </w:docPart>
    <w:docPart>
      <w:docPartPr>
        <w:name w:val="D67DDDA8F7F34218BE19AEC54D7624E3"/>
        <w:category>
          <w:name w:val="General"/>
          <w:gallery w:val="placeholder"/>
        </w:category>
        <w:types>
          <w:type w:val="bbPlcHdr"/>
        </w:types>
        <w:behaviors>
          <w:behavior w:val="content"/>
        </w:behaviors>
        <w:guid w:val="{E3BE772D-26CC-470D-A018-BF7B737EC3CE}"/>
      </w:docPartPr>
      <w:docPartBody>
        <w:p w:rsidR="00AF0122" w:rsidRDefault="00A14524" w:rsidP="00A14524">
          <w:pPr>
            <w:pStyle w:val="D67DDDA8F7F34218BE19AEC54D7624E3"/>
          </w:pPr>
          <w:r w:rsidRPr="00D35BB1">
            <w:rPr>
              <w:rStyle w:val="PlaceholderText"/>
            </w:rPr>
            <w:t>Choose an item.</w:t>
          </w:r>
        </w:p>
      </w:docPartBody>
    </w:docPart>
    <w:docPart>
      <w:docPartPr>
        <w:name w:val="E336F28B15174293BBC9AD5ACE3BCE48"/>
        <w:category>
          <w:name w:val="General"/>
          <w:gallery w:val="placeholder"/>
        </w:category>
        <w:types>
          <w:type w:val="bbPlcHdr"/>
        </w:types>
        <w:behaviors>
          <w:behavior w:val="content"/>
        </w:behaviors>
        <w:guid w:val="{607950A3-FB43-48B0-996A-50A849C4A1DE}"/>
      </w:docPartPr>
      <w:docPartBody>
        <w:p w:rsidR="00AF0122" w:rsidRDefault="00A14524" w:rsidP="00A14524">
          <w:pPr>
            <w:pStyle w:val="E336F28B15174293BBC9AD5ACE3BCE48"/>
          </w:pPr>
          <w:r w:rsidRPr="00D35BB1">
            <w:rPr>
              <w:rStyle w:val="PlaceholderText"/>
            </w:rPr>
            <w:t>Choose an item.</w:t>
          </w:r>
        </w:p>
      </w:docPartBody>
    </w:docPart>
    <w:docPart>
      <w:docPartPr>
        <w:name w:val="B83C86F78F0D4928A76FEBD4B81E2002"/>
        <w:category>
          <w:name w:val="General"/>
          <w:gallery w:val="placeholder"/>
        </w:category>
        <w:types>
          <w:type w:val="bbPlcHdr"/>
        </w:types>
        <w:behaviors>
          <w:behavior w:val="content"/>
        </w:behaviors>
        <w:guid w:val="{A1E92710-0CEA-4E0F-BF22-1D6996F866B7}"/>
      </w:docPartPr>
      <w:docPartBody>
        <w:p w:rsidR="00AF0122" w:rsidRDefault="00A14524" w:rsidP="00A14524">
          <w:pPr>
            <w:pStyle w:val="B83C86F78F0D4928A76FEBD4B81E2002"/>
          </w:pPr>
          <w:r w:rsidRPr="00D35BB1">
            <w:rPr>
              <w:rStyle w:val="PlaceholderText"/>
            </w:rPr>
            <w:t>Choose an item.</w:t>
          </w:r>
        </w:p>
      </w:docPartBody>
    </w:docPart>
    <w:docPart>
      <w:docPartPr>
        <w:name w:val="51F142CC8B0D4A368C158C502FFDA54E"/>
        <w:category>
          <w:name w:val="General"/>
          <w:gallery w:val="placeholder"/>
        </w:category>
        <w:types>
          <w:type w:val="bbPlcHdr"/>
        </w:types>
        <w:behaviors>
          <w:behavior w:val="content"/>
        </w:behaviors>
        <w:guid w:val="{AD7A4EA0-AF99-4E9B-A4D4-19CB005B5910}"/>
      </w:docPartPr>
      <w:docPartBody>
        <w:p w:rsidR="00AF0122" w:rsidRDefault="00A14524" w:rsidP="00A14524">
          <w:pPr>
            <w:pStyle w:val="51F142CC8B0D4A368C158C502FFDA54E"/>
          </w:pPr>
          <w:r w:rsidRPr="00D35BB1">
            <w:rPr>
              <w:rStyle w:val="PlaceholderText"/>
            </w:rPr>
            <w:t>Choose an item.</w:t>
          </w:r>
        </w:p>
      </w:docPartBody>
    </w:docPart>
    <w:docPart>
      <w:docPartPr>
        <w:name w:val="2B58B563E5164DAAAC9D54AA121A3284"/>
        <w:category>
          <w:name w:val="General"/>
          <w:gallery w:val="placeholder"/>
        </w:category>
        <w:types>
          <w:type w:val="bbPlcHdr"/>
        </w:types>
        <w:behaviors>
          <w:behavior w:val="content"/>
        </w:behaviors>
        <w:guid w:val="{ED91E3BC-FCC7-4F3B-AB96-9AFFD3360FF8}"/>
      </w:docPartPr>
      <w:docPartBody>
        <w:p w:rsidR="00AF0122" w:rsidRDefault="00A14524" w:rsidP="00A14524">
          <w:pPr>
            <w:pStyle w:val="2B58B563E5164DAAAC9D54AA121A3284"/>
          </w:pPr>
          <w:r w:rsidRPr="00D35BB1">
            <w:rPr>
              <w:rStyle w:val="PlaceholderText"/>
            </w:rPr>
            <w:t>Choose an item.</w:t>
          </w:r>
        </w:p>
      </w:docPartBody>
    </w:docPart>
    <w:docPart>
      <w:docPartPr>
        <w:name w:val="761BCBB650DF48D48C45084A32C32CB6"/>
        <w:category>
          <w:name w:val="General"/>
          <w:gallery w:val="placeholder"/>
        </w:category>
        <w:types>
          <w:type w:val="bbPlcHdr"/>
        </w:types>
        <w:behaviors>
          <w:behavior w:val="content"/>
        </w:behaviors>
        <w:guid w:val="{40761BA2-1600-4B98-9ACA-D2E593919518}"/>
      </w:docPartPr>
      <w:docPartBody>
        <w:p w:rsidR="00AF0122" w:rsidRDefault="00A14524" w:rsidP="00A14524">
          <w:pPr>
            <w:pStyle w:val="761BCBB650DF48D48C45084A32C32CB6"/>
          </w:pPr>
          <w:r w:rsidRPr="00D35BB1">
            <w:rPr>
              <w:rStyle w:val="PlaceholderText"/>
            </w:rPr>
            <w:t>Choose an item.</w:t>
          </w:r>
        </w:p>
      </w:docPartBody>
    </w:docPart>
    <w:docPart>
      <w:docPartPr>
        <w:name w:val="0003C22D2CB6464DB77B6EC862D718E3"/>
        <w:category>
          <w:name w:val="General"/>
          <w:gallery w:val="placeholder"/>
        </w:category>
        <w:types>
          <w:type w:val="bbPlcHdr"/>
        </w:types>
        <w:behaviors>
          <w:behavior w:val="content"/>
        </w:behaviors>
        <w:guid w:val="{77752BDD-C765-415B-887D-03AB170EAED5}"/>
      </w:docPartPr>
      <w:docPartBody>
        <w:p w:rsidR="00AF0122" w:rsidRDefault="00A14524" w:rsidP="00A14524">
          <w:pPr>
            <w:pStyle w:val="0003C22D2CB6464DB77B6EC862D718E3"/>
          </w:pPr>
          <w:r w:rsidRPr="00D35BB1">
            <w:rPr>
              <w:rStyle w:val="PlaceholderText"/>
            </w:rPr>
            <w:t>Choose an item.</w:t>
          </w:r>
        </w:p>
      </w:docPartBody>
    </w:docPart>
    <w:docPart>
      <w:docPartPr>
        <w:name w:val="8CB1BBBB7BDD44E9A86957855E3DFFCE"/>
        <w:category>
          <w:name w:val="General"/>
          <w:gallery w:val="placeholder"/>
        </w:category>
        <w:types>
          <w:type w:val="bbPlcHdr"/>
        </w:types>
        <w:behaviors>
          <w:behavior w:val="content"/>
        </w:behaviors>
        <w:guid w:val="{588BDB41-1DF6-4359-91B6-0F4E528CB8FA}"/>
      </w:docPartPr>
      <w:docPartBody>
        <w:p w:rsidR="00AF0122" w:rsidRDefault="00A14524" w:rsidP="00A14524">
          <w:pPr>
            <w:pStyle w:val="8CB1BBBB7BDD44E9A86957855E3DFFCE"/>
          </w:pPr>
          <w:r w:rsidRPr="00D35BB1">
            <w:rPr>
              <w:rStyle w:val="PlaceholderText"/>
            </w:rPr>
            <w:t>Choose an item.</w:t>
          </w:r>
        </w:p>
      </w:docPartBody>
    </w:docPart>
    <w:docPart>
      <w:docPartPr>
        <w:name w:val="CA6A0AA4607B4259B20BBFD5449439AA"/>
        <w:category>
          <w:name w:val="General"/>
          <w:gallery w:val="placeholder"/>
        </w:category>
        <w:types>
          <w:type w:val="bbPlcHdr"/>
        </w:types>
        <w:behaviors>
          <w:behavior w:val="content"/>
        </w:behaviors>
        <w:guid w:val="{0C4F1EDB-9D28-4A13-94AE-8547136C75AA}"/>
      </w:docPartPr>
      <w:docPartBody>
        <w:p w:rsidR="00AF0122" w:rsidRDefault="00A14524" w:rsidP="00A14524">
          <w:pPr>
            <w:pStyle w:val="CA6A0AA4607B4259B20BBFD5449439AA"/>
          </w:pPr>
          <w:r w:rsidRPr="00D35BB1">
            <w:rPr>
              <w:rStyle w:val="PlaceholderText"/>
            </w:rPr>
            <w:t>Choose an item.</w:t>
          </w:r>
        </w:p>
      </w:docPartBody>
    </w:docPart>
    <w:docPart>
      <w:docPartPr>
        <w:name w:val="42E801079FC548879762BF2F11CEDC89"/>
        <w:category>
          <w:name w:val="General"/>
          <w:gallery w:val="placeholder"/>
        </w:category>
        <w:types>
          <w:type w:val="bbPlcHdr"/>
        </w:types>
        <w:behaviors>
          <w:behavior w:val="content"/>
        </w:behaviors>
        <w:guid w:val="{E06B453E-27FB-4CBD-85EE-5E55C9DA62B8}"/>
      </w:docPartPr>
      <w:docPartBody>
        <w:p w:rsidR="00AF0122" w:rsidRDefault="00A14524" w:rsidP="00A14524">
          <w:pPr>
            <w:pStyle w:val="42E801079FC548879762BF2F11CEDC89"/>
          </w:pPr>
          <w:r w:rsidRPr="00D35BB1">
            <w:rPr>
              <w:rStyle w:val="PlaceholderText"/>
            </w:rPr>
            <w:t>Choose an item.</w:t>
          </w:r>
        </w:p>
      </w:docPartBody>
    </w:docPart>
    <w:docPart>
      <w:docPartPr>
        <w:name w:val="AB733D5B8BEB469BA1EDDCEE8D27DA04"/>
        <w:category>
          <w:name w:val="General"/>
          <w:gallery w:val="placeholder"/>
        </w:category>
        <w:types>
          <w:type w:val="bbPlcHdr"/>
        </w:types>
        <w:behaviors>
          <w:behavior w:val="content"/>
        </w:behaviors>
        <w:guid w:val="{595CCD97-175F-4ADE-B783-93B5B4BF0E3A}"/>
      </w:docPartPr>
      <w:docPartBody>
        <w:p w:rsidR="00AF0122" w:rsidRDefault="00A14524" w:rsidP="00A14524">
          <w:pPr>
            <w:pStyle w:val="AB733D5B8BEB469BA1EDDCEE8D27DA04"/>
          </w:pPr>
          <w:r w:rsidRPr="00D35BB1">
            <w:rPr>
              <w:rStyle w:val="PlaceholderText"/>
            </w:rPr>
            <w:t>Choose an item.</w:t>
          </w:r>
        </w:p>
      </w:docPartBody>
    </w:docPart>
    <w:docPart>
      <w:docPartPr>
        <w:name w:val="E2FF7362410F4096A93BF50106B30B9D"/>
        <w:category>
          <w:name w:val="General"/>
          <w:gallery w:val="placeholder"/>
        </w:category>
        <w:types>
          <w:type w:val="bbPlcHdr"/>
        </w:types>
        <w:behaviors>
          <w:behavior w:val="content"/>
        </w:behaviors>
        <w:guid w:val="{85966745-4DD9-4805-9248-009F28A00940}"/>
      </w:docPartPr>
      <w:docPartBody>
        <w:p w:rsidR="00AF0122" w:rsidRDefault="00A14524" w:rsidP="00A14524">
          <w:pPr>
            <w:pStyle w:val="E2FF7362410F4096A93BF50106B30B9D"/>
          </w:pPr>
          <w:r w:rsidRPr="00D35BB1">
            <w:rPr>
              <w:rStyle w:val="PlaceholderText"/>
            </w:rPr>
            <w:t>Choose an item.</w:t>
          </w:r>
        </w:p>
      </w:docPartBody>
    </w:docPart>
    <w:docPart>
      <w:docPartPr>
        <w:name w:val="3EC8421E0B8F4540B0B30599E7B01917"/>
        <w:category>
          <w:name w:val="General"/>
          <w:gallery w:val="placeholder"/>
        </w:category>
        <w:types>
          <w:type w:val="bbPlcHdr"/>
        </w:types>
        <w:behaviors>
          <w:behavior w:val="content"/>
        </w:behaviors>
        <w:guid w:val="{92ED3F18-A335-4419-95DD-7C60C2C6D05E}"/>
      </w:docPartPr>
      <w:docPartBody>
        <w:p w:rsidR="00AF0122" w:rsidRDefault="00A14524" w:rsidP="00A14524">
          <w:pPr>
            <w:pStyle w:val="3EC8421E0B8F4540B0B30599E7B01917"/>
          </w:pPr>
          <w:r w:rsidRPr="00D35BB1">
            <w:rPr>
              <w:rStyle w:val="PlaceholderText"/>
            </w:rPr>
            <w:t>Choose an item.</w:t>
          </w:r>
        </w:p>
      </w:docPartBody>
    </w:docPart>
    <w:docPart>
      <w:docPartPr>
        <w:name w:val="DFADFF188C834FD79D6E83D5849512BC"/>
        <w:category>
          <w:name w:val="General"/>
          <w:gallery w:val="placeholder"/>
        </w:category>
        <w:types>
          <w:type w:val="bbPlcHdr"/>
        </w:types>
        <w:behaviors>
          <w:behavior w:val="content"/>
        </w:behaviors>
        <w:guid w:val="{F52DFF70-A036-46B3-8437-311802FB0839}"/>
      </w:docPartPr>
      <w:docPartBody>
        <w:p w:rsidR="00AF0122" w:rsidRDefault="00A14524" w:rsidP="00A14524">
          <w:pPr>
            <w:pStyle w:val="DFADFF188C834FD79D6E83D5849512BC"/>
          </w:pPr>
          <w:r w:rsidRPr="00D35BB1">
            <w:rPr>
              <w:rStyle w:val="PlaceholderText"/>
            </w:rPr>
            <w:t>Choose an item.</w:t>
          </w:r>
        </w:p>
      </w:docPartBody>
    </w:docPart>
    <w:docPart>
      <w:docPartPr>
        <w:name w:val="39A3D964515E4A05A9C660ADB7816ADE"/>
        <w:category>
          <w:name w:val="General"/>
          <w:gallery w:val="placeholder"/>
        </w:category>
        <w:types>
          <w:type w:val="bbPlcHdr"/>
        </w:types>
        <w:behaviors>
          <w:behavior w:val="content"/>
        </w:behaviors>
        <w:guid w:val="{F2F97005-FE0A-4AC1-B2D5-090ED10106C0}"/>
      </w:docPartPr>
      <w:docPartBody>
        <w:p w:rsidR="00AF0122" w:rsidRDefault="00A14524" w:rsidP="00A14524">
          <w:pPr>
            <w:pStyle w:val="39A3D964515E4A05A9C660ADB7816ADE"/>
          </w:pPr>
          <w:r w:rsidRPr="00D35BB1">
            <w:rPr>
              <w:rStyle w:val="PlaceholderText"/>
            </w:rPr>
            <w:t>Choose an item.</w:t>
          </w:r>
        </w:p>
      </w:docPartBody>
    </w:docPart>
    <w:docPart>
      <w:docPartPr>
        <w:name w:val="DDE3A0D5B6B1485EB481D9E552C3F231"/>
        <w:category>
          <w:name w:val="General"/>
          <w:gallery w:val="placeholder"/>
        </w:category>
        <w:types>
          <w:type w:val="bbPlcHdr"/>
        </w:types>
        <w:behaviors>
          <w:behavior w:val="content"/>
        </w:behaviors>
        <w:guid w:val="{48FC53A5-8F12-490E-84A0-B7776F3FC526}"/>
      </w:docPartPr>
      <w:docPartBody>
        <w:p w:rsidR="00AF0122" w:rsidRDefault="00A14524" w:rsidP="00A14524">
          <w:pPr>
            <w:pStyle w:val="DDE3A0D5B6B1485EB481D9E552C3F231"/>
          </w:pPr>
          <w:r w:rsidRPr="00D35BB1">
            <w:rPr>
              <w:rStyle w:val="PlaceholderText"/>
            </w:rPr>
            <w:t>Choose an item.</w:t>
          </w:r>
        </w:p>
      </w:docPartBody>
    </w:docPart>
    <w:docPart>
      <w:docPartPr>
        <w:name w:val="B05F45AD803F4351B0DFFBEF2971889C"/>
        <w:category>
          <w:name w:val="General"/>
          <w:gallery w:val="placeholder"/>
        </w:category>
        <w:types>
          <w:type w:val="bbPlcHdr"/>
        </w:types>
        <w:behaviors>
          <w:behavior w:val="content"/>
        </w:behaviors>
        <w:guid w:val="{7D2B4672-9D46-41AD-8626-3CA32AF21D16}"/>
      </w:docPartPr>
      <w:docPartBody>
        <w:p w:rsidR="00AF0122" w:rsidRDefault="00A14524" w:rsidP="00A14524">
          <w:pPr>
            <w:pStyle w:val="B05F45AD803F4351B0DFFBEF2971889C"/>
          </w:pPr>
          <w:r w:rsidRPr="00D35BB1">
            <w:rPr>
              <w:rStyle w:val="PlaceholderText"/>
            </w:rPr>
            <w:t>Choose an item.</w:t>
          </w:r>
        </w:p>
      </w:docPartBody>
    </w:docPart>
    <w:docPart>
      <w:docPartPr>
        <w:name w:val="D652A8FEB04341C0B5DADA17C87C10E7"/>
        <w:category>
          <w:name w:val="General"/>
          <w:gallery w:val="placeholder"/>
        </w:category>
        <w:types>
          <w:type w:val="bbPlcHdr"/>
        </w:types>
        <w:behaviors>
          <w:behavior w:val="content"/>
        </w:behaviors>
        <w:guid w:val="{0537EAFB-C74F-490C-84DF-264D0C4BF671}"/>
      </w:docPartPr>
      <w:docPartBody>
        <w:p w:rsidR="00AF0122" w:rsidRDefault="00A14524" w:rsidP="00A14524">
          <w:pPr>
            <w:pStyle w:val="D652A8FEB04341C0B5DADA17C87C10E7"/>
          </w:pPr>
          <w:r w:rsidRPr="00D35BB1">
            <w:rPr>
              <w:rStyle w:val="PlaceholderText"/>
            </w:rPr>
            <w:t>Choose an item.</w:t>
          </w:r>
        </w:p>
      </w:docPartBody>
    </w:docPart>
    <w:docPart>
      <w:docPartPr>
        <w:name w:val="BB746F1457E44C769B38DF4B08FDEEAF"/>
        <w:category>
          <w:name w:val="General"/>
          <w:gallery w:val="placeholder"/>
        </w:category>
        <w:types>
          <w:type w:val="bbPlcHdr"/>
        </w:types>
        <w:behaviors>
          <w:behavior w:val="content"/>
        </w:behaviors>
        <w:guid w:val="{1F8D0631-2FBC-4FEB-96AE-7064065066B9}"/>
      </w:docPartPr>
      <w:docPartBody>
        <w:p w:rsidR="00AF0122" w:rsidRDefault="00A14524" w:rsidP="00A14524">
          <w:pPr>
            <w:pStyle w:val="BB746F1457E44C769B38DF4B08FDEEAF"/>
          </w:pPr>
          <w:r w:rsidRPr="00D35BB1">
            <w:rPr>
              <w:rStyle w:val="PlaceholderText"/>
            </w:rPr>
            <w:t>Choose an item.</w:t>
          </w:r>
        </w:p>
      </w:docPartBody>
    </w:docPart>
    <w:docPart>
      <w:docPartPr>
        <w:name w:val="113E0268253546F9951A385490E90BB3"/>
        <w:category>
          <w:name w:val="General"/>
          <w:gallery w:val="placeholder"/>
        </w:category>
        <w:types>
          <w:type w:val="bbPlcHdr"/>
        </w:types>
        <w:behaviors>
          <w:behavior w:val="content"/>
        </w:behaviors>
        <w:guid w:val="{84C65CFC-A74A-4C50-98A0-E1ABB27940AA}"/>
      </w:docPartPr>
      <w:docPartBody>
        <w:p w:rsidR="00AF0122" w:rsidRDefault="00A14524" w:rsidP="00A14524">
          <w:pPr>
            <w:pStyle w:val="113E0268253546F9951A385490E90BB3"/>
          </w:pPr>
          <w:r w:rsidRPr="00D35BB1">
            <w:rPr>
              <w:rStyle w:val="PlaceholderText"/>
            </w:rPr>
            <w:t>Choose an item.</w:t>
          </w:r>
        </w:p>
      </w:docPartBody>
    </w:docPart>
    <w:docPart>
      <w:docPartPr>
        <w:name w:val="D5B6597A9C114BDCA35809BC608008BA"/>
        <w:category>
          <w:name w:val="General"/>
          <w:gallery w:val="placeholder"/>
        </w:category>
        <w:types>
          <w:type w:val="bbPlcHdr"/>
        </w:types>
        <w:behaviors>
          <w:behavior w:val="content"/>
        </w:behaviors>
        <w:guid w:val="{F6EF999F-96CB-4692-8D44-735DD44E97BD}"/>
      </w:docPartPr>
      <w:docPartBody>
        <w:p w:rsidR="00AF0122" w:rsidRDefault="00A14524" w:rsidP="00A14524">
          <w:pPr>
            <w:pStyle w:val="D5B6597A9C114BDCA35809BC608008BA"/>
          </w:pPr>
          <w:r w:rsidRPr="00D35BB1">
            <w:rPr>
              <w:rStyle w:val="PlaceholderText"/>
            </w:rPr>
            <w:t>Choose an item.</w:t>
          </w:r>
        </w:p>
      </w:docPartBody>
    </w:docPart>
    <w:docPart>
      <w:docPartPr>
        <w:name w:val="E1AADD5B91EA4A1197B36350E008BE67"/>
        <w:category>
          <w:name w:val="General"/>
          <w:gallery w:val="placeholder"/>
        </w:category>
        <w:types>
          <w:type w:val="bbPlcHdr"/>
        </w:types>
        <w:behaviors>
          <w:behavior w:val="content"/>
        </w:behaviors>
        <w:guid w:val="{3B84088B-0C64-4CAB-9F40-B4388B013534}"/>
      </w:docPartPr>
      <w:docPartBody>
        <w:p w:rsidR="00AF0122" w:rsidRDefault="00A14524" w:rsidP="00A14524">
          <w:pPr>
            <w:pStyle w:val="E1AADD5B91EA4A1197B36350E008BE67"/>
          </w:pPr>
          <w:r w:rsidRPr="00D35BB1">
            <w:rPr>
              <w:rStyle w:val="PlaceholderText"/>
            </w:rPr>
            <w:t>Choose an item.</w:t>
          </w:r>
        </w:p>
      </w:docPartBody>
    </w:docPart>
    <w:docPart>
      <w:docPartPr>
        <w:name w:val="C29A041A62FA493A947CE947F0BEACA8"/>
        <w:category>
          <w:name w:val="General"/>
          <w:gallery w:val="placeholder"/>
        </w:category>
        <w:types>
          <w:type w:val="bbPlcHdr"/>
        </w:types>
        <w:behaviors>
          <w:behavior w:val="content"/>
        </w:behaviors>
        <w:guid w:val="{4AF20C24-0CC7-464D-961D-B74A759EADEC}"/>
      </w:docPartPr>
      <w:docPartBody>
        <w:p w:rsidR="00AF0122" w:rsidRDefault="00A14524" w:rsidP="00A14524">
          <w:pPr>
            <w:pStyle w:val="C29A041A62FA493A947CE947F0BEACA8"/>
          </w:pPr>
          <w:r w:rsidRPr="00D35BB1">
            <w:rPr>
              <w:rStyle w:val="PlaceholderText"/>
            </w:rPr>
            <w:t>Choose an item.</w:t>
          </w:r>
        </w:p>
      </w:docPartBody>
    </w:docPart>
    <w:docPart>
      <w:docPartPr>
        <w:name w:val="15DBABD61E4F43DC8BDED916E9091A6E"/>
        <w:category>
          <w:name w:val="General"/>
          <w:gallery w:val="placeholder"/>
        </w:category>
        <w:types>
          <w:type w:val="bbPlcHdr"/>
        </w:types>
        <w:behaviors>
          <w:behavior w:val="content"/>
        </w:behaviors>
        <w:guid w:val="{D6637DBF-78CE-4126-8B57-15EF56CBD12E}"/>
      </w:docPartPr>
      <w:docPartBody>
        <w:p w:rsidR="00AF0122" w:rsidRDefault="00A14524" w:rsidP="00A14524">
          <w:pPr>
            <w:pStyle w:val="15DBABD61E4F43DC8BDED916E9091A6E"/>
          </w:pPr>
          <w:r w:rsidRPr="00D35BB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828"/>
    <w:rsid w:val="0005763D"/>
    <w:rsid w:val="000762C9"/>
    <w:rsid w:val="00282A08"/>
    <w:rsid w:val="002A370A"/>
    <w:rsid w:val="0039615A"/>
    <w:rsid w:val="00490F44"/>
    <w:rsid w:val="005E3DA3"/>
    <w:rsid w:val="006B3828"/>
    <w:rsid w:val="00757406"/>
    <w:rsid w:val="007603FB"/>
    <w:rsid w:val="00853DC1"/>
    <w:rsid w:val="009710A6"/>
    <w:rsid w:val="00A14524"/>
    <w:rsid w:val="00A15D73"/>
    <w:rsid w:val="00A176F6"/>
    <w:rsid w:val="00A84052"/>
    <w:rsid w:val="00AF0122"/>
    <w:rsid w:val="00AF2C23"/>
    <w:rsid w:val="00BF465C"/>
    <w:rsid w:val="00CC0A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4524"/>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 w:type="paragraph" w:customStyle="1" w:styleId="5240D07CCF0549F88E97285C3EF4D79C">
    <w:name w:val="5240D07CCF0549F88E97285C3EF4D79C"/>
    <w:rsid w:val="006B3828"/>
  </w:style>
  <w:style w:type="paragraph" w:customStyle="1" w:styleId="DF65453E7FB242A2BEB59D45057B7619">
    <w:name w:val="DF65453E7FB242A2BEB59D45057B7619"/>
    <w:rsid w:val="006B3828"/>
  </w:style>
  <w:style w:type="paragraph" w:customStyle="1" w:styleId="5008164699264EC3BFEACD932CD6AA20">
    <w:name w:val="5008164699264EC3BFEACD932CD6AA20"/>
    <w:rsid w:val="006B3828"/>
  </w:style>
  <w:style w:type="paragraph" w:customStyle="1" w:styleId="704DD2CAB26743E19352BF25055F8516">
    <w:name w:val="704DD2CAB26743E19352BF25055F8516"/>
    <w:rsid w:val="006B3828"/>
  </w:style>
  <w:style w:type="paragraph" w:customStyle="1" w:styleId="E49A6B4B9029431889DEF4FFC0E503CC">
    <w:name w:val="E49A6B4B9029431889DEF4FFC0E503CC"/>
    <w:rsid w:val="006B3828"/>
  </w:style>
  <w:style w:type="paragraph" w:customStyle="1" w:styleId="35724774F65E469F882D9ED729EA9D89">
    <w:name w:val="35724774F65E469F882D9ED729EA9D89"/>
    <w:rsid w:val="006B3828"/>
  </w:style>
  <w:style w:type="paragraph" w:customStyle="1" w:styleId="67CBE21714284393932ACD4F15A21BA6">
    <w:name w:val="67CBE21714284393932ACD4F15A21BA6"/>
    <w:rsid w:val="006B3828"/>
  </w:style>
  <w:style w:type="paragraph" w:customStyle="1" w:styleId="B95E2EE80E734FE89064B64FC8FC3CB6">
    <w:name w:val="B95E2EE80E734FE89064B64FC8FC3CB6"/>
    <w:rsid w:val="006B3828"/>
  </w:style>
  <w:style w:type="paragraph" w:customStyle="1" w:styleId="B464C03FAD844E6BA937A78E0B08D5B0">
    <w:name w:val="B464C03FAD844E6BA937A78E0B08D5B0"/>
    <w:rsid w:val="006B3828"/>
  </w:style>
  <w:style w:type="paragraph" w:customStyle="1" w:styleId="CEA75CC26C3440749A16BB84DB80E752">
    <w:name w:val="CEA75CC26C3440749A16BB84DB80E752"/>
    <w:rsid w:val="006B3828"/>
  </w:style>
  <w:style w:type="paragraph" w:customStyle="1" w:styleId="87D501ED3D974A69A03B17A585CFB213">
    <w:name w:val="87D501ED3D974A69A03B17A585CFB213"/>
    <w:rsid w:val="006B3828"/>
  </w:style>
  <w:style w:type="paragraph" w:customStyle="1" w:styleId="C24EC1665C13495A96E5749AE330B2C2">
    <w:name w:val="C24EC1665C13495A96E5749AE330B2C2"/>
    <w:rsid w:val="006B3828"/>
  </w:style>
  <w:style w:type="paragraph" w:customStyle="1" w:styleId="384903C79BCE4FB7A3F2EEF5D3F1D09D">
    <w:name w:val="384903C79BCE4FB7A3F2EEF5D3F1D09D"/>
    <w:rsid w:val="006B3828"/>
  </w:style>
  <w:style w:type="paragraph" w:customStyle="1" w:styleId="D550B970233B4C40ABC4BBEB2B66C8E5">
    <w:name w:val="D550B970233B4C40ABC4BBEB2B66C8E5"/>
    <w:rsid w:val="006B3828"/>
  </w:style>
  <w:style w:type="paragraph" w:customStyle="1" w:styleId="F980D410A621441D971CA4A7C732ED21">
    <w:name w:val="F980D410A621441D971CA4A7C732ED21"/>
    <w:rsid w:val="006B3828"/>
  </w:style>
  <w:style w:type="paragraph" w:customStyle="1" w:styleId="536D88A6EE82441BB074121F65556ABB">
    <w:name w:val="536D88A6EE82441BB074121F65556ABB"/>
    <w:rsid w:val="006B3828"/>
  </w:style>
  <w:style w:type="paragraph" w:customStyle="1" w:styleId="7BD3AAAD73484C32B23A19F683215DF0">
    <w:name w:val="7BD3AAAD73484C32B23A19F683215DF0"/>
    <w:rsid w:val="006B3828"/>
  </w:style>
  <w:style w:type="paragraph" w:customStyle="1" w:styleId="05711F4A7FD441F0919F73EA3399A0E4">
    <w:name w:val="05711F4A7FD441F0919F73EA3399A0E4"/>
    <w:rsid w:val="006B3828"/>
  </w:style>
  <w:style w:type="paragraph" w:customStyle="1" w:styleId="11150D4A1BA04045AF6A5A150F0E1DD2">
    <w:name w:val="11150D4A1BA04045AF6A5A150F0E1DD2"/>
    <w:rsid w:val="006B3828"/>
  </w:style>
  <w:style w:type="paragraph" w:customStyle="1" w:styleId="DF16AB5F32E9480D9C8CFEDC4105D08F">
    <w:name w:val="DF16AB5F32E9480D9C8CFEDC4105D08F"/>
    <w:rsid w:val="006B3828"/>
  </w:style>
  <w:style w:type="paragraph" w:customStyle="1" w:styleId="30B8607E75004BBBB5ACED8CE0DE65D5">
    <w:name w:val="30B8607E75004BBBB5ACED8CE0DE65D5"/>
    <w:rsid w:val="006B3828"/>
  </w:style>
  <w:style w:type="paragraph" w:customStyle="1" w:styleId="62FE55A74DA042B7A937F3B2A0193DDC">
    <w:name w:val="62FE55A74DA042B7A937F3B2A0193DDC"/>
    <w:rsid w:val="006B3828"/>
  </w:style>
  <w:style w:type="paragraph" w:customStyle="1" w:styleId="55C923FA7A904506A05BE9776A22B6F3">
    <w:name w:val="55C923FA7A904506A05BE9776A22B6F3"/>
    <w:rsid w:val="006B3828"/>
  </w:style>
  <w:style w:type="paragraph" w:customStyle="1" w:styleId="2E1F1DD64EC945D89C42E14E8E200D06">
    <w:name w:val="2E1F1DD64EC945D89C42E14E8E200D06"/>
    <w:rsid w:val="006B3828"/>
  </w:style>
  <w:style w:type="paragraph" w:customStyle="1" w:styleId="98AC3CDAE2AD45B7AE3252F5B26FD94F">
    <w:name w:val="98AC3CDAE2AD45B7AE3252F5B26FD94F"/>
    <w:rsid w:val="006B3828"/>
  </w:style>
  <w:style w:type="paragraph" w:customStyle="1" w:styleId="56F2FDEA15ED4CD989CF41A4DFF43A38">
    <w:name w:val="56F2FDEA15ED4CD989CF41A4DFF43A38"/>
    <w:rsid w:val="006B3828"/>
  </w:style>
  <w:style w:type="paragraph" w:customStyle="1" w:styleId="EC9DA9E48B92496E893C7C12EBBB61FA">
    <w:name w:val="EC9DA9E48B92496E893C7C12EBBB61FA"/>
    <w:rsid w:val="006B3828"/>
  </w:style>
  <w:style w:type="paragraph" w:customStyle="1" w:styleId="E05A44FD2E2A4C92A83F050A76513CA8">
    <w:name w:val="E05A44FD2E2A4C92A83F050A76513CA8"/>
    <w:rsid w:val="006B3828"/>
  </w:style>
  <w:style w:type="paragraph" w:customStyle="1" w:styleId="CBECF5CF83494EC1800B746E70D3C438">
    <w:name w:val="CBECF5CF83494EC1800B746E70D3C438"/>
    <w:rsid w:val="006B3828"/>
  </w:style>
  <w:style w:type="paragraph" w:customStyle="1" w:styleId="E88CD8F97E004C9B8F9BCAAAAED96DB6">
    <w:name w:val="E88CD8F97E004C9B8F9BCAAAAED96DB6"/>
    <w:rsid w:val="006B3828"/>
  </w:style>
  <w:style w:type="paragraph" w:customStyle="1" w:styleId="08A11E9B893A4185A9551FC110622E27">
    <w:name w:val="08A11E9B893A4185A9551FC110622E27"/>
    <w:rsid w:val="006B3828"/>
  </w:style>
  <w:style w:type="paragraph" w:customStyle="1" w:styleId="AB6F994F0ACC4E44B8163C722636443D">
    <w:name w:val="AB6F994F0ACC4E44B8163C722636443D"/>
    <w:rsid w:val="006B3828"/>
  </w:style>
  <w:style w:type="paragraph" w:customStyle="1" w:styleId="764513ECE7FB42509580B613D94D6FC2">
    <w:name w:val="764513ECE7FB42509580B613D94D6FC2"/>
    <w:rsid w:val="006B3828"/>
  </w:style>
  <w:style w:type="paragraph" w:customStyle="1" w:styleId="4ED572FDD24149BFA17B1B482ACFF795">
    <w:name w:val="4ED572FDD24149BFA17B1B482ACFF795"/>
    <w:rsid w:val="006B3828"/>
  </w:style>
  <w:style w:type="paragraph" w:customStyle="1" w:styleId="C86EEC678C2641159846EB17B5E4813D">
    <w:name w:val="C86EEC678C2641159846EB17B5E4813D"/>
    <w:rsid w:val="006B3828"/>
  </w:style>
  <w:style w:type="paragraph" w:customStyle="1" w:styleId="4391F0AC8E2C43ACA5EE0F3731A3B4C7">
    <w:name w:val="4391F0AC8E2C43ACA5EE0F3731A3B4C7"/>
    <w:rsid w:val="006B3828"/>
  </w:style>
  <w:style w:type="paragraph" w:customStyle="1" w:styleId="252252A1A9884FFDBA183E36CD62C34C">
    <w:name w:val="252252A1A9884FFDBA183E36CD62C34C"/>
    <w:rsid w:val="006B3828"/>
  </w:style>
  <w:style w:type="paragraph" w:customStyle="1" w:styleId="A64A96D1F8E2417C96B32B7B18B5DCD6">
    <w:name w:val="A64A96D1F8E2417C96B32B7B18B5DCD6"/>
    <w:rsid w:val="006B3828"/>
  </w:style>
  <w:style w:type="paragraph" w:customStyle="1" w:styleId="78180D4344524D44A355F6BE115C3CAA">
    <w:name w:val="78180D4344524D44A355F6BE115C3CAA"/>
    <w:rsid w:val="006B3828"/>
  </w:style>
  <w:style w:type="paragraph" w:customStyle="1" w:styleId="E13F290320834EE8BDD9C5498BEE695E">
    <w:name w:val="E13F290320834EE8BDD9C5498BEE695E"/>
    <w:rsid w:val="006B3828"/>
  </w:style>
  <w:style w:type="paragraph" w:customStyle="1" w:styleId="0010D91E54244EB09601C0BB4D818A7E">
    <w:name w:val="0010D91E54244EB09601C0BB4D818A7E"/>
    <w:rsid w:val="006B3828"/>
  </w:style>
  <w:style w:type="paragraph" w:customStyle="1" w:styleId="EA0E455235E4455D97E0D3866B50F327">
    <w:name w:val="EA0E455235E4455D97E0D3866B50F327"/>
    <w:rsid w:val="006B3828"/>
  </w:style>
  <w:style w:type="paragraph" w:customStyle="1" w:styleId="5DD3FD48904B45B2BED8744DDE4D2EE2">
    <w:name w:val="5DD3FD48904B45B2BED8744DDE4D2EE2"/>
    <w:rsid w:val="006B3828"/>
  </w:style>
  <w:style w:type="paragraph" w:customStyle="1" w:styleId="B5E459018D4C4B3F8FE93A96BD957EEB">
    <w:name w:val="B5E459018D4C4B3F8FE93A96BD957EEB"/>
    <w:rsid w:val="006B3828"/>
  </w:style>
  <w:style w:type="paragraph" w:customStyle="1" w:styleId="A3C37C67B9494AAC8DFE82E87EB31389">
    <w:name w:val="A3C37C67B9494AAC8DFE82E87EB31389"/>
    <w:rsid w:val="006B3828"/>
  </w:style>
  <w:style w:type="paragraph" w:customStyle="1" w:styleId="B36F0D76567B4C3AA763D97938DE5F79">
    <w:name w:val="B36F0D76567B4C3AA763D97938DE5F79"/>
    <w:rsid w:val="006B3828"/>
  </w:style>
  <w:style w:type="paragraph" w:customStyle="1" w:styleId="81EAFC193B884C60953558A77C2B5C48">
    <w:name w:val="81EAFC193B884C60953558A77C2B5C48"/>
    <w:rsid w:val="006B3828"/>
  </w:style>
  <w:style w:type="paragraph" w:customStyle="1" w:styleId="218544B0D2AD422A9322786DA47C9D20">
    <w:name w:val="218544B0D2AD422A9322786DA47C9D20"/>
    <w:rsid w:val="006B3828"/>
  </w:style>
  <w:style w:type="paragraph" w:customStyle="1" w:styleId="1A6FC22E77E244C1AEAB92C7BBEB61DC">
    <w:name w:val="1A6FC22E77E244C1AEAB92C7BBEB61DC"/>
    <w:rsid w:val="006B3828"/>
  </w:style>
  <w:style w:type="paragraph" w:customStyle="1" w:styleId="7EDCE97734ED4AB28A0BC6F2A0571997">
    <w:name w:val="7EDCE97734ED4AB28A0BC6F2A0571997"/>
    <w:rsid w:val="006B3828"/>
  </w:style>
  <w:style w:type="paragraph" w:customStyle="1" w:styleId="A7528C8947834870B902705B2CB67E3E">
    <w:name w:val="A7528C8947834870B902705B2CB67E3E"/>
    <w:rsid w:val="006B3828"/>
  </w:style>
  <w:style w:type="paragraph" w:customStyle="1" w:styleId="FC91E5BA23824CCE9C87A00F546AFA08">
    <w:name w:val="FC91E5BA23824CCE9C87A00F546AFA08"/>
    <w:rsid w:val="006B3828"/>
  </w:style>
  <w:style w:type="paragraph" w:customStyle="1" w:styleId="00B06F610E6D4512A2A2EF4076A57209">
    <w:name w:val="00B06F610E6D4512A2A2EF4076A57209"/>
    <w:rsid w:val="006B3828"/>
  </w:style>
  <w:style w:type="paragraph" w:customStyle="1" w:styleId="1998855D44884179937FF38C8F810C94">
    <w:name w:val="1998855D44884179937FF38C8F810C94"/>
    <w:rsid w:val="006B3828"/>
  </w:style>
  <w:style w:type="paragraph" w:customStyle="1" w:styleId="352E542B8BA54AFE8BDE50E3E317C8B8">
    <w:name w:val="352E542B8BA54AFE8BDE50E3E317C8B8"/>
    <w:rsid w:val="006B3828"/>
  </w:style>
  <w:style w:type="paragraph" w:customStyle="1" w:styleId="112CCD624D594AEF82DCE61AB408F655">
    <w:name w:val="112CCD624D594AEF82DCE61AB408F655"/>
    <w:rsid w:val="006B3828"/>
  </w:style>
  <w:style w:type="paragraph" w:customStyle="1" w:styleId="4E7BF43592E644A7B73146DE44F2910D">
    <w:name w:val="4E7BF43592E644A7B73146DE44F2910D"/>
    <w:rsid w:val="006B3828"/>
  </w:style>
  <w:style w:type="paragraph" w:customStyle="1" w:styleId="95A8C483D9D247CD9B5AA0DA143A8F6C">
    <w:name w:val="95A8C483D9D247CD9B5AA0DA143A8F6C"/>
    <w:rsid w:val="006B3828"/>
  </w:style>
  <w:style w:type="paragraph" w:customStyle="1" w:styleId="2493669DD62644CFB97152AF4809F127">
    <w:name w:val="2493669DD62644CFB97152AF4809F127"/>
    <w:rsid w:val="006B3828"/>
  </w:style>
  <w:style w:type="paragraph" w:customStyle="1" w:styleId="CB1D028023614B37B9316209FAADCB8D">
    <w:name w:val="CB1D028023614B37B9316209FAADCB8D"/>
    <w:rsid w:val="006B3828"/>
  </w:style>
  <w:style w:type="paragraph" w:customStyle="1" w:styleId="7987B233B3D44416AC974EFA493C041B">
    <w:name w:val="7987B233B3D44416AC974EFA493C041B"/>
    <w:rsid w:val="006B3828"/>
  </w:style>
  <w:style w:type="paragraph" w:customStyle="1" w:styleId="F37607D6B7C940DDAD64F7C8D6C5BFF5">
    <w:name w:val="F37607D6B7C940DDAD64F7C8D6C5BFF5"/>
    <w:rsid w:val="006B3828"/>
  </w:style>
  <w:style w:type="paragraph" w:customStyle="1" w:styleId="76D046FF14C14CCBAD04CB8BC7628AC1">
    <w:name w:val="76D046FF14C14CCBAD04CB8BC7628AC1"/>
    <w:rsid w:val="006B3828"/>
  </w:style>
  <w:style w:type="paragraph" w:customStyle="1" w:styleId="5CE5DE62AFAB4EAEB5D3F8BF1EA31E56">
    <w:name w:val="5CE5DE62AFAB4EAEB5D3F8BF1EA31E56"/>
    <w:rsid w:val="006B3828"/>
  </w:style>
  <w:style w:type="paragraph" w:customStyle="1" w:styleId="94B79F0037134BD98F6B2C8D9BEEDA20">
    <w:name w:val="94B79F0037134BD98F6B2C8D9BEEDA20"/>
    <w:rsid w:val="006B3828"/>
  </w:style>
  <w:style w:type="paragraph" w:customStyle="1" w:styleId="2823B2D72A0445D1AD92E234166E5524">
    <w:name w:val="2823B2D72A0445D1AD92E234166E5524"/>
    <w:rsid w:val="006B3828"/>
  </w:style>
  <w:style w:type="paragraph" w:customStyle="1" w:styleId="FEEC0189C1AE47BD8490C791BC034C8D">
    <w:name w:val="FEEC0189C1AE47BD8490C791BC034C8D"/>
    <w:rsid w:val="006B3828"/>
  </w:style>
  <w:style w:type="paragraph" w:customStyle="1" w:styleId="68FE570A21EA4B83A024C1B7D332ACB1">
    <w:name w:val="68FE570A21EA4B83A024C1B7D332ACB1"/>
    <w:rsid w:val="006B3828"/>
  </w:style>
  <w:style w:type="paragraph" w:customStyle="1" w:styleId="C3EEE0CA463349E49B21F2D962114E7D">
    <w:name w:val="C3EEE0CA463349E49B21F2D962114E7D"/>
    <w:rsid w:val="006B3828"/>
  </w:style>
  <w:style w:type="paragraph" w:customStyle="1" w:styleId="73692866C53E4D9A9D0C725DE1B2E979">
    <w:name w:val="73692866C53E4D9A9D0C725DE1B2E979"/>
    <w:rsid w:val="006B3828"/>
  </w:style>
  <w:style w:type="paragraph" w:customStyle="1" w:styleId="79A340003C7E4C82B83E023C16B74A74">
    <w:name w:val="79A340003C7E4C82B83E023C16B74A74"/>
    <w:rsid w:val="006B3828"/>
  </w:style>
  <w:style w:type="paragraph" w:customStyle="1" w:styleId="50C32E33EFBF4EEDA51D19FF8F82AC7B">
    <w:name w:val="50C32E33EFBF4EEDA51D19FF8F82AC7B"/>
    <w:rsid w:val="006B3828"/>
  </w:style>
  <w:style w:type="paragraph" w:customStyle="1" w:styleId="DF40EB6B2F2843EB8F10235C89DB0A58">
    <w:name w:val="DF40EB6B2F2843EB8F10235C89DB0A58"/>
    <w:rsid w:val="006B3828"/>
  </w:style>
  <w:style w:type="paragraph" w:customStyle="1" w:styleId="70107CDB6D1B4679B1E90838902A532E">
    <w:name w:val="70107CDB6D1B4679B1E90838902A532E"/>
    <w:rsid w:val="006B3828"/>
  </w:style>
  <w:style w:type="paragraph" w:customStyle="1" w:styleId="D648AF94E3AF48B8B2338E8B3AB5FB94">
    <w:name w:val="D648AF94E3AF48B8B2338E8B3AB5FB94"/>
    <w:rsid w:val="006B3828"/>
  </w:style>
  <w:style w:type="paragraph" w:customStyle="1" w:styleId="BA59FECDF35D4292ADA968E7CF216588">
    <w:name w:val="BA59FECDF35D4292ADA968E7CF216588"/>
    <w:rsid w:val="006B3828"/>
  </w:style>
  <w:style w:type="paragraph" w:customStyle="1" w:styleId="30BAADB4B3D543438680CF45CF79041F">
    <w:name w:val="30BAADB4B3D543438680CF45CF79041F"/>
    <w:rsid w:val="006B3828"/>
  </w:style>
  <w:style w:type="paragraph" w:customStyle="1" w:styleId="74AFD7FA2C7540CEBC60D2344B598AA6">
    <w:name w:val="74AFD7FA2C7540CEBC60D2344B598AA6"/>
    <w:rsid w:val="006B3828"/>
  </w:style>
  <w:style w:type="paragraph" w:customStyle="1" w:styleId="87B8890E04174911B282E4E18E2C1E19">
    <w:name w:val="87B8890E04174911B282E4E18E2C1E19"/>
    <w:rsid w:val="006B3828"/>
  </w:style>
  <w:style w:type="paragraph" w:customStyle="1" w:styleId="3A17965294434237A1A1C744804AD41D">
    <w:name w:val="3A17965294434237A1A1C744804AD41D"/>
    <w:rsid w:val="006B3828"/>
  </w:style>
  <w:style w:type="paragraph" w:customStyle="1" w:styleId="2C0F49F3479B4428868804743D3B4F7B">
    <w:name w:val="2C0F49F3479B4428868804743D3B4F7B"/>
    <w:rsid w:val="006B3828"/>
  </w:style>
  <w:style w:type="paragraph" w:customStyle="1" w:styleId="2A0C90C5A75E42B8B5FD8AA7EE51E32F">
    <w:name w:val="2A0C90C5A75E42B8B5FD8AA7EE51E32F"/>
    <w:rsid w:val="006B3828"/>
  </w:style>
  <w:style w:type="paragraph" w:customStyle="1" w:styleId="5D0933150F5F4B589DCAFD2A200C9CC4">
    <w:name w:val="5D0933150F5F4B589DCAFD2A200C9CC4"/>
    <w:rsid w:val="006B3828"/>
  </w:style>
  <w:style w:type="paragraph" w:customStyle="1" w:styleId="E9AB9D752384407AA4C605FF7ECDD5B8">
    <w:name w:val="E9AB9D752384407AA4C605FF7ECDD5B8"/>
    <w:rsid w:val="006B3828"/>
  </w:style>
  <w:style w:type="paragraph" w:customStyle="1" w:styleId="B3B7EB36E2C544B1BA9486FA74CEDD40">
    <w:name w:val="B3B7EB36E2C544B1BA9486FA74CEDD40"/>
    <w:rsid w:val="006B3828"/>
  </w:style>
  <w:style w:type="paragraph" w:customStyle="1" w:styleId="9D06BE7C6A4D4651A4BCFB6FAEA1180C">
    <w:name w:val="9D06BE7C6A4D4651A4BCFB6FAEA1180C"/>
    <w:rsid w:val="006B3828"/>
  </w:style>
  <w:style w:type="paragraph" w:customStyle="1" w:styleId="2F218EC8F6D546108AA74CA5B3EF47A5">
    <w:name w:val="2F218EC8F6D546108AA74CA5B3EF47A5"/>
    <w:rsid w:val="006B3828"/>
  </w:style>
  <w:style w:type="paragraph" w:customStyle="1" w:styleId="8FACFCB946E540CA99A15697607BD9FE">
    <w:name w:val="8FACFCB946E540CA99A15697607BD9FE"/>
    <w:rsid w:val="006B3828"/>
  </w:style>
  <w:style w:type="paragraph" w:customStyle="1" w:styleId="8E90223034C84605A63081E025D8E6C6">
    <w:name w:val="8E90223034C84605A63081E025D8E6C6"/>
    <w:rsid w:val="006B3828"/>
  </w:style>
  <w:style w:type="paragraph" w:customStyle="1" w:styleId="C174EA9F53F74232A363210A48F68B43">
    <w:name w:val="C174EA9F53F74232A363210A48F68B43"/>
    <w:rsid w:val="006B3828"/>
  </w:style>
  <w:style w:type="paragraph" w:customStyle="1" w:styleId="7BCF395779FC48F4A2B624358C69BAE9">
    <w:name w:val="7BCF395779FC48F4A2B624358C69BAE9"/>
    <w:rsid w:val="00853DC1"/>
  </w:style>
  <w:style w:type="paragraph" w:customStyle="1" w:styleId="BECEFAECF31B4B6B9C4D52F88A1857B1">
    <w:name w:val="BECEFAECF31B4B6B9C4D52F88A1857B1"/>
    <w:rsid w:val="00853DC1"/>
  </w:style>
  <w:style w:type="paragraph" w:customStyle="1" w:styleId="BC186A8CCBB64501B28477DD2F7A51A7">
    <w:name w:val="BC186A8CCBB64501B28477DD2F7A51A7"/>
    <w:rsid w:val="00853DC1"/>
  </w:style>
  <w:style w:type="paragraph" w:customStyle="1" w:styleId="4AD4C9018053471699A4A2063A868468">
    <w:name w:val="4AD4C9018053471699A4A2063A868468"/>
    <w:rsid w:val="00853DC1"/>
  </w:style>
  <w:style w:type="paragraph" w:customStyle="1" w:styleId="398D08E5E4F84443ACA3D9AF5AD9A394">
    <w:name w:val="398D08E5E4F84443ACA3D9AF5AD9A394"/>
    <w:rsid w:val="00853DC1"/>
  </w:style>
  <w:style w:type="paragraph" w:customStyle="1" w:styleId="C7B7AE596F0C4D7DAA3605015A874099">
    <w:name w:val="C7B7AE596F0C4D7DAA3605015A874099"/>
    <w:rsid w:val="00853DC1"/>
  </w:style>
  <w:style w:type="paragraph" w:customStyle="1" w:styleId="CCBF0E364F374C80AE221DC41FE376C8">
    <w:name w:val="CCBF0E364F374C80AE221DC41FE376C8"/>
    <w:rsid w:val="00853DC1"/>
  </w:style>
  <w:style w:type="paragraph" w:customStyle="1" w:styleId="42C58D09C45E44CB8A7DCDF43017DA8D">
    <w:name w:val="42C58D09C45E44CB8A7DCDF43017DA8D"/>
    <w:rsid w:val="00853DC1"/>
  </w:style>
  <w:style w:type="paragraph" w:customStyle="1" w:styleId="8776250C562341168C491A2B0DCE822D">
    <w:name w:val="8776250C562341168C491A2B0DCE822D"/>
    <w:rsid w:val="00853DC1"/>
  </w:style>
  <w:style w:type="paragraph" w:customStyle="1" w:styleId="5C96A19445F6495DB43EB8127CF4A6D7">
    <w:name w:val="5C96A19445F6495DB43EB8127CF4A6D7"/>
    <w:rsid w:val="00853DC1"/>
  </w:style>
  <w:style w:type="paragraph" w:customStyle="1" w:styleId="B15E1BA4AC0E47A6898B29732364FFEB">
    <w:name w:val="B15E1BA4AC0E47A6898B29732364FFEB"/>
    <w:rsid w:val="00853DC1"/>
  </w:style>
  <w:style w:type="paragraph" w:customStyle="1" w:styleId="0CB293BB037D4882A970ABCDE1853515">
    <w:name w:val="0CB293BB037D4882A970ABCDE1853515"/>
    <w:rsid w:val="00853DC1"/>
  </w:style>
  <w:style w:type="paragraph" w:customStyle="1" w:styleId="AF4A9F4E97914E0DA24EA99937E87A4D">
    <w:name w:val="AF4A9F4E97914E0DA24EA99937E87A4D"/>
    <w:rsid w:val="00853DC1"/>
  </w:style>
  <w:style w:type="paragraph" w:customStyle="1" w:styleId="EBB2EF15A0CD4EB7A488E08AC1C1C221">
    <w:name w:val="EBB2EF15A0CD4EB7A488E08AC1C1C221"/>
    <w:rsid w:val="00853DC1"/>
  </w:style>
  <w:style w:type="paragraph" w:customStyle="1" w:styleId="9EA0EBC8EFCA437EA8EDDDC2BEFFD7F2">
    <w:name w:val="9EA0EBC8EFCA437EA8EDDDC2BEFFD7F2"/>
    <w:rsid w:val="00853DC1"/>
  </w:style>
  <w:style w:type="paragraph" w:customStyle="1" w:styleId="193FF697BB374F97A161AD1005B22069">
    <w:name w:val="193FF697BB374F97A161AD1005B22069"/>
    <w:rsid w:val="00853DC1"/>
  </w:style>
  <w:style w:type="paragraph" w:customStyle="1" w:styleId="5D9BC8E3C75440508882BA1D38C419AD">
    <w:name w:val="5D9BC8E3C75440508882BA1D38C419AD"/>
    <w:rsid w:val="00853DC1"/>
  </w:style>
  <w:style w:type="paragraph" w:customStyle="1" w:styleId="70511318BE5F4A18939F4F57E026A4A6">
    <w:name w:val="70511318BE5F4A18939F4F57E026A4A6"/>
    <w:rsid w:val="00853DC1"/>
  </w:style>
  <w:style w:type="paragraph" w:customStyle="1" w:styleId="3BA55F694390427189FF17BEB4AE5EAE">
    <w:name w:val="3BA55F694390427189FF17BEB4AE5EAE"/>
    <w:rsid w:val="00853DC1"/>
  </w:style>
  <w:style w:type="paragraph" w:customStyle="1" w:styleId="13B05E166FC2467AA029BB704EF7ED8C">
    <w:name w:val="13B05E166FC2467AA029BB704EF7ED8C"/>
    <w:rsid w:val="00853DC1"/>
  </w:style>
  <w:style w:type="paragraph" w:customStyle="1" w:styleId="24979B51CB0C4B68B47ED6790E56D1E1">
    <w:name w:val="24979B51CB0C4B68B47ED6790E56D1E1"/>
    <w:rsid w:val="00853DC1"/>
  </w:style>
  <w:style w:type="paragraph" w:customStyle="1" w:styleId="E7F1DC7A26864A1D9A3131F2841763F1">
    <w:name w:val="E7F1DC7A26864A1D9A3131F2841763F1"/>
    <w:rsid w:val="00853DC1"/>
  </w:style>
  <w:style w:type="paragraph" w:customStyle="1" w:styleId="6D8D2A3E8B1947B9A9A716510133CDA1">
    <w:name w:val="6D8D2A3E8B1947B9A9A716510133CDA1"/>
    <w:rsid w:val="00853DC1"/>
  </w:style>
  <w:style w:type="paragraph" w:customStyle="1" w:styleId="AD2F87C44CEE4083ADF2723DD4736F2A">
    <w:name w:val="AD2F87C44CEE4083ADF2723DD4736F2A"/>
    <w:rsid w:val="00853DC1"/>
  </w:style>
  <w:style w:type="paragraph" w:customStyle="1" w:styleId="2DE9A2D723E6417286236C07BF047C9F">
    <w:name w:val="2DE9A2D723E6417286236C07BF047C9F"/>
    <w:rsid w:val="00853DC1"/>
  </w:style>
  <w:style w:type="paragraph" w:customStyle="1" w:styleId="110DC0607D9A4FF490FB46C1A3AE785E">
    <w:name w:val="110DC0607D9A4FF490FB46C1A3AE785E"/>
    <w:rsid w:val="00853DC1"/>
  </w:style>
  <w:style w:type="paragraph" w:customStyle="1" w:styleId="A0B1F8E08D804E6C832D1436D4729C0F">
    <w:name w:val="A0B1F8E08D804E6C832D1436D4729C0F"/>
    <w:rsid w:val="00853DC1"/>
  </w:style>
  <w:style w:type="paragraph" w:customStyle="1" w:styleId="85D5D680A1404D149C37AD21D41DE886">
    <w:name w:val="85D5D680A1404D149C37AD21D41DE886"/>
    <w:rsid w:val="00853DC1"/>
  </w:style>
  <w:style w:type="paragraph" w:customStyle="1" w:styleId="3A11B9EDA5F94C1EA2EA2D1E936A1433">
    <w:name w:val="3A11B9EDA5F94C1EA2EA2D1E936A1433"/>
    <w:rsid w:val="00853DC1"/>
  </w:style>
  <w:style w:type="paragraph" w:customStyle="1" w:styleId="FB1DD10B3B4F4618B64851BE9D41DA8E">
    <w:name w:val="FB1DD10B3B4F4618B64851BE9D41DA8E"/>
    <w:rsid w:val="00853DC1"/>
  </w:style>
  <w:style w:type="paragraph" w:customStyle="1" w:styleId="17E45E298AC443C19BA6C972C9D53DC5">
    <w:name w:val="17E45E298AC443C19BA6C972C9D53DC5"/>
    <w:rsid w:val="00853DC1"/>
  </w:style>
  <w:style w:type="paragraph" w:customStyle="1" w:styleId="8ACD62EE9D98477681C81F72F8FAA6D4">
    <w:name w:val="8ACD62EE9D98477681C81F72F8FAA6D4"/>
    <w:rsid w:val="00853DC1"/>
  </w:style>
  <w:style w:type="paragraph" w:customStyle="1" w:styleId="E986EB1805294D92BE8EE5BE946EFD86">
    <w:name w:val="E986EB1805294D92BE8EE5BE946EFD86"/>
    <w:rsid w:val="00853DC1"/>
  </w:style>
  <w:style w:type="paragraph" w:customStyle="1" w:styleId="C835DFB50C0344BF8DF96D6C8EADF6D3">
    <w:name w:val="C835DFB50C0344BF8DF96D6C8EADF6D3"/>
    <w:rsid w:val="00853DC1"/>
  </w:style>
  <w:style w:type="paragraph" w:customStyle="1" w:styleId="D7629D67CAAF47BEAF65E18923D542FB">
    <w:name w:val="D7629D67CAAF47BEAF65E18923D542FB"/>
    <w:rsid w:val="00853DC1"/>
  </w:style>
  <w:style w:type="paragraph" w:customStyle="1" w:styleId="F7276D38C46E43D58ECF0CF68286F594">
    <w:name w:val="F7276D38C46E43D58ECF0CF68286F594"/>
    <w:rsid w:val="00853DC1"/>
  </w:style>
  <w:style w:type="paragraph" w:customStyle="1" w:styleId="087144B87B9C4367A7EAFD4F371FA03B">
    <w:name w:val="087144B87B9C4367A7EAFD4F371FA03B"/>
    <w:rsid w:val="00853DC1"/>
  </w:style>
  <w:style w:type="paragraph" w:customStyle="1" w:styleId="760F91F92E524103964236D3885B4628">
    <w:name w:val="760F91F92E524103964236D3885B4628"/>
    <w:rsid w:val="00853DC1"/>
  </w:style>
  <w:style w:type="paragraph" w:customStyle="1" w:styleId="15EC15833DFC40EF8FA28AC3FEDF3439">
    <w:name w:val="15EC15833DFC40EF8FA28AC3FEDF3439"/>
    <w:rsid w:val="00853DC1"/>
  </w:style>
  <w:style w:type="paragraph" w:customStyle="1" w:styleId="E7E9429B2C4D4CF097F2F0C3099A9DFF">
    <w:name w:val="E7E9429B2C4D4CF097F2F0C3099A9DFF"/>
    <w:rsid w:val="00853DC1"/>
  </w:style>
  <w:style w:type="paragraph" w:customStyle="1" w:styleId="6B1B6760F3A64440AD9F2FE8BE77CDB5">
    <w:name w:val="6B1B6760F3A64440AD9F2FE8BE77CDB5"/>
    <w:rsid w:val="00853DC1"/>
  </w:style>
  <w:style w:type="paragraph" w:customStyle="1" w:styleId="E8CF7131BC19465DA9DFA7CBB481BC20">
    <w:name w:val="E8CF7131BC19465DA9DFA7CBB481BC20"/>
    <w:rsid w:val="00853DC1"/>
  </w:style>
  <w:style w:type="paragraph" w:customStyle="1" w:styleId="A0958C14FEA64E62B582C6B13FBB64DA">
    <w:name w:val="A0958C14FEA64E62B582C6B13FBB64DA"/>
    <w:rsid w:val="00853DC1"/>
  </w:style>
  <w:style w:type="paragraph" w:customStyle="1" w:styleId="6789E06CCC2E417484793ABD38388038">
    <w:name w:val="6789E06CCC2E417484793ABD38388038"/>
    <w:rsid w:val="00853DC1"/>
  </w:style>
  <w:style w:type="paragraph" w:customStyle="1" w:styleId="7BFA5735C94C4562B0FD4CE807474A08">
    <w:name w:val="7BFA5735C94C4562B0FD4CE807474A08"/>
    <w:rsid w:val="00853DC1"/>
  </w:style>
  <w:style w:type="paragraph" w:customStyle="1" w:styleId="BAA0BFD81B41478F8CAD0C81D336985F">
    <w:name w:val="BAA0BFD81B41478F8CAD0C81D336985F"/>
    <w:rsid w:val="00853DC1"/>
  </w:style>
  <w:style w:type="paragraph" w:customStyle="1" w:styleId="F66B22EDC5EE4159A9CA9E148A8197F3">
    <w:name w:val="F66B22EDC5EE4159A9CA9E148A8197F3"/>
    <w:rsid w:val="00853DC1"/>
  </w:style>
  <w:style w:type="paragraph" w:customStyle="1" w:styleId="8FAC71529FB445D883AC9FDBCA8D395C">
    <w:name w:val="8FAC71529FB445D883AC9FDBCA8D395C"/>
    <w:rsid w:val="00853DC1"/>
  </w:style>
  <w:style w:type="paragraph" w:customStyle="1" w:styleId="BBFF2D53EF314E6FA6DE50EE777357D9">
    <w:name w:val="BBFF2D53EF314E6FA6DE50EE777357D9"/>
    <w:rsid w:val="00853DC1"/>
  </w:style>
  <w:style w:type="paragraph" w:customStyle="1" w:styleId="291303D5B98247368BD2E17194A3096A">
    <w:name w:val="291303D5B98247368BD2E17194A3096A"/>
    <w:rsid w:val="00853DC1"/>
  </w:style>
  <w:style w:type="paragraph" w:customStyle="1" w:styleId="A9C8B61171974A78BADCED889B1F5D10">
    <w:name w:val="A9C8B61171974A78BADCED889B1F5D10"/>
    <w:rsid w:val="00853DC1"/>
  </w:style>
  <w:style w:type="paragraph" w:customStyle="1" w:styleId="20F2F4BCF0984BE9BE5F364BF2D0E15E">
    <w:name w:val="20F2F4BCF0984BE9BE5F364BF2D0E15E"/>
    <w:rsid w:val="00853DC1"/>
  </w:style>
  <w:style w:type="paragraph" w:customStyle="1" w:styleId="C2D53DD5F22C4C3AB4AF1422DE43587E">
    <w:name w:val="C2D53DD5F22C4C3AB4AF1422DE43587E"/>
    <w:rsid w:val="00853DC1"/>
  </w:style>
  <w:style w:type="paragraph" w:customStyle="1" w:styleId="841180A8E0E14E0AB0A17C858A328C97">
    <w:name w:val="841180A8E0E14E0AB0A17C858A328C97"/>
    <w:rsid w:val="00853DC1"/>
  </w:style>
  <w:style w:type="paragraph" w:customStyle="1" w:styleId="F452CCBC01A14F19B34C768CB0BECC10">
    <w:name w:val="F452CCBC01A14F19B34C768CB0BECC10"/>
    <w:rsid w:val="00853DC1"/>
  </w:style>
  <w:style w:type="paragraph" w:customStyle="1" w:styleId="51089DFECBD44019964FC4AFE517B947">
    <w:name w:val="51089DFECBD44019964FC4AFE517B947"/>
    <w:rsid w:val="00853DC1"/>
  </w:style>
  <w:style w:type="paragraph" w:customStyle="1" w:styleId="975FA7C524EC4EEFB72D51C955A55758">
    <w:name w:val="975FA7C524EC4EEFB72D51C955A55758"/>
    <w:rsid w:val="00853DC1"/>
  </w:style>
  <w:style w:type="paragraph" w:customStyle="1" w:styleId="7624A79FE9D140A4969A1DE53D32CA35">
    <w:name w:val="7624A79FE9D140A4969A1DE53D32CA35"/>
    <w:rsid w:val="00853DC1"/>
  </w:style>
  <w:style w:type="paragraph" w:customStyle="1" w:styleId="86C9A2329F874D9BA88347F03D899605">
    <w:name w:val="86C9A2329F874D9BA88347F03D899605"/>
    <w:rsid w:val="00853DC1"/>
  </w:style>
  <w:style w:type="paragraph" w:customStyle="1" w:styleId="7E166FE03FB54144AD0931E1A8255E5D">
    <w:name w:val="7E166FE03FB54144AD0931E1A8255E5D"/>
    <w:rsid w:val="00853DC1"/>
  </w:style>
  <w:style w:type="paragraph" w:customStyle="1" w:styleId="880C5C47BAEC4CF7B6A326C4A5B02D37">
    <w:name w:val="880C5C47BAEC4CF7B6A326C4A5B02D37"/>
    <w:rsid w:val="00853DC1"/>
  </w:style>
  <w:style w:type="paragraph" w:customStyle="1" w:styleId="0807437C0FE24DCB8031849AEDD3C65E">
    <w:name w:val="0807437C0FE24DCB8031849AEDD3C65E"/>
    <w:rsid w:val="00853DC1"/>
  </w:style>
  <w:style w:type="paragraph" w:customStyle="1" w:styleId="A6944D22D23248E0982C4A5CF4488D56">
    <w:name w:val="A6944D22D23248E0982C4A5CF4488D56"/>
    <w:rsid w:val="00853DC1"/>
  </w:style>
  <w:style w:type="paragraph" w:customStyle="1" w:styleId="DE13CB9D88064BDFA7E7FC42FB81D860">
    <w:name w:val="DE13CB9D88064BDFA7E7FC42FB81D860"/>
    <w:rsid w:val="00853DC1"/>
  </w:style>
  <w:style w:type="paragraph" w:customStyle="1" w:styleId="D8FFAB6105AD46519BD827310F0589A7">
    <w:name w:val="D8FFAB6105AD46519BD827310F0589A7"/>
    <w:rsid w:val="00853DC1"/>
  </w:style>
  <w:style w:type="paragraph" w:customStyle="1" w:styleId="D020087F744C4042B5CD07657BB24077">
    <w:name w:val="D020087F744C4042B5CD07657BB24077"/>
    <w:rsid w:val="00853DC1"/>
  </w:style>
  <w:style w:type="paragraph" w:customStyle="1" w:styleId="A4B5F586425C439B96097E90A7A08889">
    <w:name w:val="A4B5F586425C439B96097E90A7A08889"/>
    <w:rsid w:val="00853DC1"/>
  </w:style>
  <w:style w:type="paragraph" w:customStyle="1" w:styleId="C2CD7502D0844880AAE382D55ECE3EED">
    <w:name w:val="C2CD7502D0844880AAE382D55ECE3EED"/>
    <w:rsid w:val="00853DC1"/>
  </w:style>
  <w:style w:type="paragraph" w:customStyle="1" w:styleId="17A44814BDDE4F0EB4138F492D5066C6">
    <w:name w:val="17A44814BDDE4F0EB4138F492D5066C6"/>
    <w:rsid w:val="00853DC1"/>
  </w:style>
  <w:style w:type="paragraph" w:customStyle="1" w:styleId="1FF2AACC7A894A89B4295A7CC728710F">
    <w:name w:val="1FF2AACC7A894A89B4295A7CC728710F"/>
    <w:rsid w:val="00853DC1"/>
  </w:style>
  <w:style w:type="paragraph" w:customStyle="1" w:styleId="E23DE69EFB6247ADBB68671584BD8812">
    <w:name w:val="E23DE69EFB6247ADBB68671584BD8812"/>
    <w:rsid w:val="00853DC1"/>
  </w:style>
  <w:style w:type="paragraph" w:customStyle="1" w:styleId="F5980ABBFA6A4745A48F3B634D8FEB05">
    <w:name w:val="F5980ABBFA6A4745A48F3B634D8FEB05"/>
    <w:rsid w:val="00853DC1"/>
  </w:style>
  <w:style w:type="paragraph" w:customStyle="1" w:styleId="CD5E437D337942D5B816E29F517570CF">
    <w:name w:val="CD5E437D337942D5B816E29F517570CF"/>
    <w:rsid w:val="00853DC1"/>
  </w:style>
  <w:style w:type="paragraph" w:customStyle="1" w:styleId="96DAC02F4CD64245B262495A89D5FB73">
    <w:name w:val="96DAC02F4CD64245B262495A89D5FB73"/>
    <w:rsid w:val="00853DC1"/>
  </w:style>
  <w:style w:type="paragraph" w:customStyle="1" w:styleId="7A426ADEE9CD4C68AF14CD10A28FE42A">
    <w:name w:val="7A426ADEE9CD4C68AF14CD10A28FE42A"/>
    <w:rsid w:val="00853DC1"/>
  </w:style>
  <w:style w:type="paragraph" w:customStyle="1" w:styleId="94A5105D676A4BE490F38EA9CA2E9682">
    <w:name w:val="94A5105D676A4BE490F38EA9CA2E9682"/>
    <w:rsid w:val="00853DC1"/>
  </w:style>
  <w:style w:type="paragraph" w:customStyle="1" w:styleId="64E32684A9604870AF071015351F2626">
    <w:name w:val="64E32684A9604870AF071015351F2626"/>
    <w:rsid w:val="00853DC1"/>
  </w:style>
  <w:style w:type="paragraph" w:customStyle="1" w:styleId="F96417806026442197986F3CF8EF9346">
    <w:name w:val="F96417806026442197986F3CF8EF9346"/>
    <w:rsid w:val="00853DC1"/>
  </w:style>
  <w:style w:type="paragraph" w:customStyle="1" w:styleId="01E706A828EF47D98ACF18D55D35F695">
    <w:name w:val="01E706A828EF47D98ACF18D55D35F695"/>
    <w:rsid w:val="00853DC1"/>
  </w:style>
  <w:style w:type="paragraph" w:customStyle="1" w:styleId="1DFC2A40B23B446083390CF36B3FFDEF">
    <w:name w:val="1DFC2A40B23B446083390CF36B3FFDEF"/>
    <w:rsid w:val="00853DC1"/>
  </w:style>
  <w:style w:type="paragraph" w:customStyle="1" w:styleId="4EE2FEA9FE5846D28B89FAEB08BF8518">
    <w:name w:val="4EE2FEA9FE5846D28B89FAEB08BF8518"/>
    <w:rsid w:val="00BF465C"/>
  </w:style>
  <w:style w:type="paragraph" w:customStyle="1" w:styleId="6F63F26B99A14196AA7FD22ED4353C39">
    <w:name w:val="6F63F26B99A14196AA7FD22ED4353C39"/>
    <w:rsid w:val="00BF465C"/>
  </w:style>
  <w:style w:type="paragraph" w:customStyle="1" w:styleId="5DE858C217B442C6BF9AF7BC12CA2C34">
    <w:name w:val="5DE858C217B442C6BF9AF7BC12CA2C34"/>
    <w:rsid w:val="00BF465C"/>
  </w:style>
  <w:style w:type="paragraph" w:customStyle="1" w:styleId="0E90147A576345D1800ADEEA9A585A7A">
    <w:name w:val="0E90147A576345D1800ADEEA9A585A7A"/>
    <w:rsid w:val="00BF465C"/>
  </w:style>
  <w:style w:type="paragraph" w:customStyle="1" w:styleId="8E043F2EC56C4AA88E769BF92E9E6C57">
    <w:name w:val="8E043F2EC56C4AA88E769BF92E9E6C57"/>
    <w:rsid w:val="00BF465C"/>
  </w:style>
  <w:style w:type="paragraph" w:customStyle="1" w:styleId="6CE60921412E47B2A7DEC608966312E5">
    <w:name w:val="6CE60921412E47B2A7DEC608966312E5"/>
    <w:rsid w:val="00BF465C"/>
  </w:style>
  <w:style w:type="paragraph" w:customStyle="1" w:styleId="F1F23363A9664A539AE8D5C7FB407EDB">
    <w:name w:val="F1F23363A9664A539AE8D5C7FB407EDB"/>
    <w:rsid w:val="00BF465C"/>
  </w:style>
  <w:style w:type="paragraph" w:customStyle="1" w:styleId="0F3507B4312040579B8143F031A61337">
    <w:name w:val="0F3507B4312040579B8143F031A61337"/>
    <w:rsid w:val="00BF465C"/>
  </w:style>
  <w:style w:type="paragraph" w:customStyle="1" w:styleId="D5A8D5E3A46C45BFB3368852E7849277">
    <w:name w:val="D5A8D5E3A46C45BFB3368852E7849277"/>
    <w:rsid w:val="00BF465C"/>
  </w:style>
  <w:style w:type="paragraph" w:customStyle="1" w:styleId="313F3D74D2E741F98106C3DE37BABF4D">
    <w:name w:val="313F3D74D2E741F98106C3DE37BABF4D"/>
    <w:rsid w:val="00BF465C"/>
  </w:style>
  <w:style w:type="paragraph" w:customStyle="1" w:styleId="EC6A94EDC7174262B2A17B9CBF8C3703">
    <w:name w:val="EC6A94EDC7174262B2A17B9CBF8C3703"/>
    <w:rsid w:val="00BF465C"/>
  </w:style>
  <w:style w:type="paragraph" w:customStyle="1" w:styleId="09D6141F77A24DB7A516B4F620EF730D">
    <w:name w:val="09D6141F77A24DB7A516B4F620EF730D"/>
    <w:rsid w:val="00BF465C"/>
  </w:style>
  <w:style w:type="paragraph" w:customStyle="1" w:styleId="F14F0EEA919547818846672978E25EAB">
    <w:name w:val="F14F0EEA919547818846672978E25EAB"/>
    <w:rsid w:val="00BF465C"/>
  </w:style>
  <w:style w:type="paragraph" w:customStyle="1" w:styleId="AA60E897970B4715920AE3F13BAE3AF5">
    <w:name w:val="AA60E897970B4715920AE3F13BAE3AF5"/>
    <w:rsid w:val="00BF465C"/>
  </w:style>
  <w:style w:type="paragraph" w:customStyle="1" w:styleId="3FBE31B4CC0E40479D938A8C25F4957B">
    <w:name w:val="3FBE31B4CC0E40479D938A8C25F4957B"/>
    <w:rsid w:val="00BF465C"/>
  </w:style>
  <w:style w:type="paragraph" w:customStyle="1" w:styleId="60A34A08C3B64950887159B7A5CE603F">
    <w:name w:val="60A34A08C3B64950887159B7A5CE603F"/>
    <w:rsid w:val="00BF465C"/>
  </w:style>
  <w:style w:type="paragraph" w:customStyle="1" w:styleId="AC39D6BAAB474F87B8CABE0639DF5543">
    <w:name w:val="AC39D6BAAB474F87B8CABE0639DF5543"/>
    <w:rsid w:val="00BF465C"/>
  </w:style>
  <w:style w:type="paragraph" w:customStyle="1" w:styleId="9F7C750F806F4C82977D7F8609DAE1BF">
    <w:name w:val="9F7C750F806F4C82977D7F8609DAE1BF"/>
    <w:rsid w:val="00BF465C"/>
  </w:style>
  <w:style w:type="paragraph" w:customStyle="1" w:styleId="37DE9821F77349B7A0A9A4409A480606">
    <w:name w:val="37DE9821F77349B7A0A9A4409A480606"/>
    <w:rsid w:val="00BF465C"/>
  </w:style>
  <w:style w:type="paragraph" w:customStyle="1" w:styleId="6F8F4BA0F4044DD6BC25CFDB0188E450">
    <w:name w:val="6F8F4BA0F4044DD6BC25CFDB0188E450"/>
    <w:rsid w:val="00BF465C"/>
  </w:style>
  <w:style w:type="paragraph" w:customStyle="1" w:styleId="BC754047C7B14F30B7944A7A5F5448A6">
    <w:name w:val="BC754047C7B14F30B7944A7A5F5448A6"/>
    <w:rsid w:val="00BF465C"/>
  </w:style>
  <w:style w:type="paragraph" w:customStyle="1" w:styleId="463A876887BC407EB3981D72F95F4FC3">
    <w:name w:val="463A876887BC407EB3981D72F95F4FC3"/>
    <w:rsid w:val="00BF465C"/>
  </w:style>
  <w:style w:type="paragraph" w:customStyle="1" w:styleId="E18923A1E99B43C0B38A485D085B548F">
    <w:name w:val="E18923A1E99B43C0B38A485D085B548F"/>
    <w:rsid w:val="00BF465C"/>
  </w:style>
  <w:style w:type="paragraph" w:customStyle="1" w:styleId="80EA5C04E6E04111B1B51A4D78AF26B4">
    <w:name w:val="80EA5C04E6E04111B1B51A4D78AF26B4"/>
    <w:rsid w:val="00BF465C"/>
  </w:style>
  <w:style w:type="paragraph" w:customStyle="1" w:styleId="EED23FC17EDD4453AD4B0C202D260BAC">
    <w:name w:val="EED23FC17EDD4453AD4B0C202D260BAC"/>
    <w:rsid w:val="00BF465C"/>
  </w:style>
  <w:style w:type="paragraph" w:customStyle="1" w:styleId="433739C9413F454B80520E81CB12863D">
    <w:name w:val="433739C9413F454B80520E81CB12863D"/>
    <w:rsid w:val="00BF465C"/>
  </w:style>
  <w:style w:type="paragraph" w:customStyle="1" w:styleId="F875F918795840BD8519AF9485511526">
    <w:name w:val="F875F918795840BD8519AF9485511526"/>
    <w:rsid w:val="00BF465C"/>
  </w:style>
  <w:style w:type="paragraph" w:customStyle="1" w:styleId="59FCC1E731F24F768DED6F14575CFE1E">
    <w:name w:val="59FCC1E731F24F768DED6F14575CFE1E"/>
    <w:rsid w:val="00BF465C"/>
  </w:style>
  <w:style w:type="paragraph" w:customStyle="1" w:styleId="8EF7CD34F3E54436BD33518801689902">
    <w:name w:val="8EF7CD34F3E54436BD33518801689902"/>
    <w:rsid w:val="00BF465C"/>
  </w:style>
  <w:style w:type="paragraph" w:customStyle="1" w:styleId="E505D582429A477F9F60527DE938FEB6">
    <w:name w:val="E505D582429A477F9F60527DE938FEB6"/>
    <w:rsid w:val="00BF465C"/>
  </w:style>
  <w:style w:type="paragraph" w:customStyle="1" w:styleId="98AEF177D10C4D5C997DCA6EF0AA1E3C">
    <w:name w:val="98AEF177D10C4D5C997DCA6EF0AA1E3C"/>
    <w:rsid w:val="00BF465C"/>
  </w:style>
  <w:style w:type="paragraph" w:customStyle="1" w:styleId="F919E353C2584D6FA231A4168D1AA1FB">
    <w:name w:val="F919E353C2584D6FA231A4168D1AA1FB"/>
    <w:rsid w:val="00BF465C"/>
  </w:style>
  <w:style w:type="paragraph" w:customStyle="1" w:styleId="CFAF95EA5FE14EA3BA1FF89B17D2A447">
    <w:name w:val="CFAF95EA5FE14EA3BA1FF89B17D2A447"/>
    <w:rsid w:val="00BF465C"/>
  </w:style>
  <w:style w:type="paragraph" w:customStyle="1" w:styleId="B6370F3C77CF46338D8C475946BEBFEE">
    <w:name w:val="B6370F3C77CF46338D8C475946BEBFEE"/>
    <w:rsid w:val="00BF465C"/>
  </w:style>
  <w:style w:type="paragraph" w:customStyle="1" w:styleId="952054A587DB44EC89DE4A6E8E16686B">
    <w:name w:val="952054A587DB44EC89DE4A6E8E16686B"/>
    <w:rsid w:val="00BF465C"/>
  </w:style>
  <w:style w:type="paragraph" w:customStyle="1" w:styleId="1D9F8E50213F493EA9C97FFAD09197A3">
    <w:name w:val="1D9F8E50213F493EA9C97FFAD09197A3"/>
    <w:rsid w:val="00BF465C"/>
  </w:style>
  <w:style w:type="paragraph" w:customStyle="1" w:styleId="783E32E0E3EF4BB682A6E878BA2A8CDA">
    <w:name w:val="783E32E0E3EF4BB682A6E878BA2A8CDA"/>
    <w:rsid w:val="00BF465C"/>
  </w:style>
  <w:style w:type="paragraph" w:customStyle="1" w:styleId="335AAB6CEF4842EE92F78126E208592E">
    <w:name w:val="335AAB6CEF4842EE92F78126E208592E"/>
    <w:rsid w:val="00BF465C"/>
  </w:style>
  <w:style w:type="paragraph" w:customStyle="1" w:styleId="80CF6EB75D7C4FE0B8E7047AE945F7E0">
    <w:name w:val="80CF6EB75D7C4FE0B8E7047AE945F7E0"/>
    <w:rsid w:val="00BF465C"/>
  </w:style>
  <w:style w:type="paragraph" w:customStyle="1" w:styleId="69F85904F447425AB88498E96F750A03">
    <w:name w:val="69F85904F447425AB88498E96F750A03"/>
    <w:rsid w:val="00BF465C"/>
  </w:style>
  <w:style w:type="paragraph" w:customStyle="1" w:styleId="BBEDE3297B7D40FDBA7E01EBBB3C71C4">
    <w:name w:val="BBEDE3297B7D40FDBA7E01EBBB3C71C4"/>
    <w:rsid w:val="00BF465C"/>
  </w:style>
  <w:style w:type="paragraph" w:customStyle="1" w:styleId="BEF9EE547CA545B1B356E685E141037F">
    <w:name w:val="BEF9EE547CA545B1B356E685E141037F"/>
    <w:rsid w:val="00BF465C"/>
  </w:style>
  <w:style w:type="paragraph" w:customStyle="1" w:styleId="16960BFBABB249968B6CE49341FC9A3A">
    <w:name w:val="16960BFBABB249968B6CE49341FC9A3A"/>
    <w:rsid w:val="00BF465C"/>
  </w:style>
  <w:style w:type="paragraph" w:customStyle="1" w:styleId="58FFF1D61EB94511B6CF6A9E02C8900E">
    <w:name w:val="58FFF1D61EB94511B6CF6A9E02C8900E"/>
    <w:rsid w:val="00BF465C"/>
  </w:style>
  <w:style w:type="paragraph" w:customStyle="1" w:styleId="A7FA5834DAB6477B9854797440A6018F">
    <w:name w:val="A7FA5834DAB6477B9854797440A6018F"/>
    <w:rsid w:val="00BF465C"/>
  </w:style>
  <w:style w:type="paragraph" w:customStyle="1" w:styleId="95D270ACC2BD4308AC15AA75D8DAF9F6">
    <w:name w:val="95D270ACC2BD4308AC15AA75D8DAF9F6"/>
    <w:rsid w:val="00BF465C"/>
  </w:style>
  <w:style w:type="paragraph" w:customStyle="1" w:styleId="A5E4FEAA1C1C41D7A6E8F8BA0F3D622F">
    <w:name w:val="A5E4FEAA1C1C41D7A6E8F8BA0F3D622F"/>
    <w:rsid w:val="00BF465C"/>
  </w:style>
  <w:style w:type="paragraph" w:customStyle="1" w:styleId="5DB1D09600764EBDBACD0B16CD066F49">
    <w:name w:val="5DB1D09600764EBDBACD0B16CD066F49"/>
    <w:rsid w:val="00BF465C"/>
  </w:style>
  <w:style w:type="paragraph" w:customStyle="1" w:styleId="0FDD979668E14C99B148EC5953953076">
    <w:name w:val="0FDD979668E14C99B148EC5953953076"/>
    <w:rsid w:val="00BF465C"/>
  </w:style>
  <w:style w:type="paragraph" w:customStyle="1" w:styleId="141A82C564DD4EB9B14C796DD2AF2398">
    <w:name w:val="141A82C564DD4EB9B14C796DD2AF2398"/>
    <w:rsid w:val="00BF465C"/>
  </w:style>
  <w:style w:type="paragraph" w:customStyle="1" w:styleId="0FC175C246AB40049038B7183C324200">
    <w:name w:val="0FC175C246AB40049038B7183C324200"/>
    <w:rsid w:val="00BF465C"/>
  </w:style>
  <w:style w:type="paragraph" w:customStyle="1" w:styleId="294F8B0E3CE34235AA52B5341F636871">
    <w:name w:val="294F8B0E3CE34235AA52B5341F636871"/>
    <w:rsid w:val="00BF465C"/>
  </w:style>
  <w:style w:type="paragraph" w:customStyle="1" w:styleId="C9C9C55C52254E3EA88AE99F6B9145C8">
    <w:name w:val="C9C9C55C52254E3EA88AE99F6B9145C8"/>
    <w:rsid w:val="00BF465C"/>
  </w:style>
  <w:style w:type="paragraph" w:customStyle="1" w:styleId="E807BAF6F7CB48E0A0622385B26B092E">
    <w:name w:val="E807BAF6F7CB48E0A0622385B26B092E"/>
    <w:rsid w:val="00BF465C"/>
  </w:style>
  <w:style w:type="paragraph" w:customStyle="1" w:styleId="ADC8EA5BBFA8444FB1F294019E41B762">
    <w:name w:val="ADC8EA5BBFA8444FB1F294019E41B762"/>
    <w:rsid w:val="00BF465C"/>
  </w:style>
  <w:style w:type="paragraph" w:customStyle="1" w:styleId="EAC74487C880493295B777308B337B34">
    <w:name w:val="EAC74487C880493295B777308B337B34"/>
    <w:rsid w:val="00BF465C"/>
  </w:style>
  <w:style w:type="paragraph" w:customStyle="1" w:styleId="CFC4F865F7904749BA7B0A448D7E8704">
    <w:name w:val="CFC4F865F7904749BA7B0A448D7E8704"/>
    <w:rsid w:val="00BF465C"/>
  </w:style>
  <w:style w:type="paragraph" w:customStyle="1" w:styleId="102A283C4EE148519AB7BB0236024BF2">
    <w:name w:val="102A283C4EE148519AB7BB0236024BF2"/>
    <w:rsid w:val="00BF465C"/>
  </w:style>
  <w:style w:type="paragraph" w:customStyle="1" w:styleId="30389DC0E1BF4C8A85D4B81766690356">
    <w:name w:val="30389DC0E1BF4C8A85D4B81766690356"/>
    <w:rsid w:val="00BF465C"/>
  </w:style>
  <w:style w:type="paragraph" w:customStyle="1" w:styleId="B960A3E45CF1404FB70DBB5C48F7EF3D">
    <w:name w:val="B960A3E45CF1404FB70DBB5C48F7EF3D"/>
    <w:rsid w:val="00BF465C"/>
  </w:style>
  <w:style w:type="paragraph" w:customStyle="1" w:styleId="5DBA2B32D4B3493E995C5476E1DF0F2B">
    <w:name w:val="5DBA2B32D4B3493E995C5476E1DF0F2B"/>
    <w:rsid w:val="00BF465C"/>
  </w:style>
  <w:style w:type="paragraph" w:customStyle="1" w:styleId="C623D62DC8E74E57A12138F6E1BAE4DA">
    <w:name w:val="C623D62DC8E74E57A12138F6E1BAE4DA"/>
    <w:rsid w:val="00BF465C"/>
  </w:style>
  <w:style w:type="paragraph" w:customStyle="1" w:styleId="4138C90592DF4B92BF76352873298CE2">
    <w:name w:val="4138C90592DF4B92BF76352873298CE2"/>
    <w:rsid w:val="00BF465C"/>
  </w:style>
  <w:style w:type="paragraph" w:customStyle="1" w:styleId="CD4226C9EC764B319AC4C3A63F2D95DB">
    <w:name w:val="CD4226C9EC764B319AC4C3A63F2D95DB"/>
    <w:rsid w:val="00BF465C"/>
  </w:style>
  <w:style w:type="paragraph" w:customStyle="1" w:styleId="6EF6E0DC4AC74984B87BDBC6B0484DE7">
    <w:name w:val="6EF6E0DC4AC74984B87BDBC6B0484DE7"/>
    <w:rsid w:val="00BF465C"/>
  </w:style>
  <w:style w:type="paragraph" w:customStyle="1" w:styleId="4DD3D1BA2B394703824A22086C81994B">
    <w:name w:val="4DD3D1BA2B394703824A22086C81994B"/>
    <w:rsid w:val="00BF465C"/>
  </w:style>
  <w:style w:type="paragraph" w:customStyle="1" w:styleId="233CACDF8CDB4E4F8826E767CAF45105">
    <w:name w:val="233CACDF8CDB4E4F8826E767CAF45105"/>
    <w:rsid w:val="00BF465C"/>
  </w:style>
  <w:style w:type="paragraph" w:customStyle="1" w:styleId="A20D948265DB4F39A4416A9515A9B106">
    <w:name w:val="A20D948265DB4F39A4416A9515A9B106"/>
    <w:rsid w:val="00BF465C"/>
  </w:style>
  <w:style w:type="paragraph" w:customStyle="1" w:styleId="1675C8C3ECC048D4A3B0D13BEE89979F">
    <w:name w:val="1675C8C3ECC048D4A3B0D13BEE89979F"/>
    <w:rsid w:val="00BF465C"/>
  </w:style>
  <w:style w:type="paragraph" w:customStyle="1" w:styleId="B48AAF2CFC0D49F89E2141495113BF2F">
    <w:name w:val="B48AAF2CFC0D49F89E2141495113BF2F"/>
    <w:rsid w:val="00BF465C"/>
  </w:style>
  <w:style w:type="paragraph" w:customStyle="1" w:styleId="174F12EFF7E3482AA09DEA7D8CB015B0">
    <w:name w:val="174F12EFF7E3482AA09DEA7D8CB015B0"/>
    <w:rsid w:val="00BF465C"/>
  </w:style>
  <w:style w:type="paragraph" w:customStyle="1" w:styleId="1E66DB38226C4822BCD8EC2CC83FC8CD">
    <w:name w:val="1E66DB38226C4822BCD8EC2CC83FC8CD"/>
    <w:rsid w:val="00BF465C"/>
  </w:style>
  <w:style w:type="paragraph" w:customStyle="1" w:styleId="056BFD8F0D9D4972907A7FA94334934C">
    <w:name w:val="056BFD8F0D9D4972907A7FA94334934C"/>
    <w:rsid w:val="00BF465C"/>
  </w:style>
  <w:style w:type="paragraph" w:customStyle="1" w:styleId="83927F0C095D4D6AB84A7FF84327E543">
    <w:name w:val="83927F0C095D4D6AB84A7FF84327E543"/>
    <w:rsid w:val="00BF465C"/>
  </w:style>
  <w:style w:type="paragraph" w:customStyle="1" w:styleId="5EA91579CFF241ABAD2EEBB38DFC331D">
    <w:name w:val="5EA91579CFF241ABAD2EEBB38DFC331D"/>
    <w:rsid w:val="00BF465C"/>
  </w:style>
  <w:style w:type="paragraph" w:customStyle="1" w:styleId="FEC00A646FCF409FA8AEB7E07F28C7F4">
    <w:name w:val="FEC00A646FCF409FA8AEB7E07F28C7F4"/>
    <w:rsid w:val="00BF465C"/>
  </w:style>
  <w:style w:type="paragraph" w:customStyle="1" w:styleId="0234B77720B644F585F1224B7670E4D7">
    <w:name w:val="0234B77720B644F585F1224B7670E4D7"/>
    <w:rsid w:val="00BF465C"/>
  </w:style>
  <w:style w:type="paragraph" w:customStyle="1" w:styleId="4E2CEBF800384C6C9C9746BC71E8FB15">
    <w:name w:val="4E2CEBF800384C6C9C9746BC71E8FB15"/>
    <w:rsid w:val="00BF465C"/>
  </w:style>
  <w:style w:type="paragraph" w:customStyle="1" w:styleId="4663C9ED11D64FA8A82E9D1012FC1B3F">
    <w:name w:val="4663C9ED11D64FA8A82E9D1012FC1B3F"/>
    <w:rsid w:val="00BF465C"/>
  </w:style>
  <w:style w:type="paragraph" w:customStyle="1" w:styleId="DB0A20296BFA433281F108F312079A11">
    <w:name w:val="DB0A20296BFA433281F108F312079A11"/>
    <w:rsid w:val="00BF465C"/>
  </w:style>
  <w:style w:type="paragraph" w:customStyle="1" w:styleId="C52A00C18ED14EA3A5335A193EE22CA4">
    <w:name w:val="C52A00C18ED14EA3A5335A193EE22CA4"/>
    <w:rsid w:val="00BF465C"/>
  </w:style>
  <w:style w:type="paragraph" w:customStyle="1" w:styleId="8D2B9147BCB34761AB9DF8CDD5D7247F">
    <w:name w:val="8D2B9147BCB34761AB9DF8CDD5D7247F"/>
    <w:rsid w:val="00BF465C"/>
  </w:style>
  <w:style w:type="paragraph" w:customStyle="1" w:styleId="90FFB7AC57DE4BA2BB3E2C6081531675">
    <w:name w:val="90FFB7AC57DE4BA2BB3E2C6081531675"/>
    <w:rsid w:val="00BF465C"/>
  </w:style>
  <w:style w:type="paragraph" w:customStyle="1" w:styleId="295E42D4F5A442FEB780A66014A5525F">
    <w:name w:val="295E42D4F5A442FEB780A66014A5525F"/>
    <w:rsid w:val="00BF465C"/>
  </w:style>
  <w:style w:type="paragraph" w:customStyle="1" w:styleId="980725548EED424CB2C544D459F1A1C6">
    <w:name w:val="980725548EED424CB2C544D459F1A1C6"/>
    <w:rsid w:val="00BF465C"/>
  </w:style>
  <w:style w:type="paragraph" w:customStyle="1" w:styleId="37318D70071A4F818166F705D717997A">
    <w:name w:val="37318D70071A4F818166F705D717997A"/>
    <w:rsid w:val="00BF465C"/>
  </w:style>
  <w:style w:type="paragraph" w:customStyle="1" w:styleId="0DE292AB5CF74698BB0D35325E374E17">
    <w:name w:val="0DE292AB5CF74698BB0D35325E374E17"/>
    <w:rsid w:val="00BF465C"/>
  </w:style>
  <w:style w:type="paragraph" w:customStyle="1" w:styleId="F8692CC2C6CB4DB1A142544D41A88013">
    <w:name w:val="F8692CC2C6CB4DB1A142544D41A88013"/>
    <w:rsid w:val="00BF465C"/>
  </w:style>
  <w:style w:type="paragraph" w:customStyle="1" w:styleId="6F938B25A5074BAA86EBEA4E6D818CC0">
    <w:name w:val="6F938B25A5074BAA86EBEA4E6D818CC0"/>
    <w:rsid w:val="00BF465C"/>
  </w:style>
  <w:style w:type="paragraph" w:customStyle="1" w:styleId="864C7D9E3859400C939BFB324DA5985F">
    <w:name w:val="864C7D9E3859400C939BFB324DA5985F"/>
    <w:rsid w:val="00BF465C"/>
  </w:style>
  <w:style w:type="paragraph" w:customStyle="1" w:styleId="702F223D54174797831848122E1C5A65">
    <w:name w:val="702F223D54174797831848122E1C5A65"/>
    <w:rsid w:val="00BF465C"/>
  </w:style>
  <w:style w:type="paragraph" w:customStyle="1" w:styleId="54DA11BA2DDA4175958FA2DAF262460F">
    <w:name w:val="54DA11BA2DDA4175958FA2DAF262460F"/>
    <w:rsid w:val="00BF465C"/>
  </w:style>
  <w:style w:type="paragraph" w:customStyle="1" w:styleId="387C377C00ED4C1A883BF0178E189794">
    <w:name w:val="387C377C00ED4C1A883BF0178E189794"/>
    <w:rsid w:val="00BF465C"/>
  </w:style>
  <w:style w:type="paragraph" w:customStyle="1" w:styleId="1A753237BDFC40E4A1B0006C21377F72">
    <w:name w:val="1A753237BDFC40E4A1B0006C21377F72"/>
    <w:rsid w:val="00BF465C"/>
  </w:style>
  <w:style w:type="paragraph" w:customStyle="1" w:styleId="AD1C612058384A85A353517832C2464A">
    <w:name w:val="AD1C612058384A85A353517832C2464A"/>
    <w:rsid w:val="00BF465C"/>
  </w:style>
  <w:style w:type="paragraph" w:customStyle="1" w:styleId="EAA3A0E338E84DEA8903ABD56AC2C31C">
    <w:name w:val="EAA3A0E338E84DEA8903ABD56AC2C31C"/>
    <w:rsid w:val="00BF465C"/>
  </w:style>
  <w:style w:type="paragraph" w:customStyle="1" w:styleId="E7614D55905846D6BEE228E8CFFCE7B2">
    <w:name w:val="E7614D55905846D6BEE228E8CFFCE7B2"/>
    <w:rsid w:val="00BF465C"/>
  </w:style>
  <w:style w:type="paragraph" w:customStyle="1" w:styleId="19E07CC1B82D4F79AC8D6748D3BCB836">
    <w:name w:val="19E07CC1B82D4F79AC8D6748D3BCB836"/>
    <w:rsid w:val="00BF465C"/>
  </w:style>
  <w:style w:type="paragraph" w:customStyle="1" w:styleId="B3D949D4F6864952B8D6834E66D020F7">
    <w:name w:val="B3D949D4F6864952B8D6834E66D020F7"/>
    <w:rsid w:val="00BF465C"/>
  </w:style>
  <w:style w:type="paragraph" w:customStyle="1" w:styleId="4B27A42232EA492992562B44181132DD">
    <w:name w:val="4B27A42232EA492992562B44181132DD"/>
    <w:rsid w:val="00BF465C"/>
  </w:style>
  <w:style w:type="paragraph" w:customStyle="1" w:styleId="5F1E0D0618154919A22B283D3CB8B68F">
    <w:name w:val="5F1E0D0618154919A22B283D3CB8B68F"/>
    <w:rsid w:val="00BF465C"/>
  </w:style>
  <w:style w:type="paragraph" w:customStyle="1" w:styleId="EE8D70366755428D919FFDBE7E714403">
    <w:name w:val="EE8D70366755428D919FFDBE7E714403"/>
    <w:rsid w:val="00BF465C"/>
  </w:style>
  <w:style w:type="paragraph" w:customStyle="1" w:styleId="E60B4EE494B647A98C3DA47176E76B3B">
    <w:name w:val="E60B4EE494B647A98C3DA47176E76B3B"/>
    <w:rsid w:val="00BF465C"/>
  </w:style>
  <w:style w:type="paragraph" w:customStyle="1" w:styleId="262865BFAD0C404AA4F6FFBB5739FE9B">
    <w:name w:val="262865BFAD0C404AA4F6FFBB5739FE9B"/>
    <w:rsid w:val="00BF465C"/>
  </w:style>
  <w:style w:type="paragraph" w:customStyle="1" w:styleId="9D0BF7E81F524CB28C01C53A9267F5E4">
    <w:name w:val="9D0BF7E81F524CB28C01C53A9267F5E4"/>
    <w:rsid w:val="00BF465C"/>
  </w:style>
  <w:style w:type="paragraph" w:customStyle="1" w:styleId="C2DD39B004614B9CBC0F3BF5D5C97FD9">
    <w:name w:val="C2DD39B004614B9CBC0F3BF5D5C97FD9"/>
    <w:rsid w:val="00BF465C"/>
  </w:style>
  <w:style w:type="paragraph" w:customStyle="1" w:styleId="6840BA8211844B2E9A8E728FA4DB149E">
    <w:name w:val="6840BA8211844B2E9A8E728FA4DB149E"/>
    <w:rsid w:val="00BF465C"/>
  </w:style>
  <w:style w:type="paragraph" w:customStyle="1" w:styleId="D14D1C2DEAF343C0B218B0953A47E0BC">
    <w:name w:val="D14D1C2DEAF343C0B218B0953A47E0BC"/>
    <w:rsid w:val="00BF465C"/>
  </w:style>
  <w:style w:type="paragraph" w:customStyle="1" w:styleId="668294312E014815912D4F85BD61AA38">
    <w:name w:val="668294312E014815912D4F85BD61AA38"/>
    <w:rsid w:val="00BF465C"/>
  </w:style>
  <w:style w:type="paragraph" w:customStyle="1" w:styleId="DC70A68454C5460D8DADF62E01E4BD9E">
    <w:name w:val="DC70A68454C5460D8DADF62E01E4BD9E"/>
    <w:rsid w:val="00BF465C"/>
  </w:style>
  <w:style w:type="paragraph" w:customStyle="1" w:styleId="15D9D2B5AA054EB8B68A9C434C34D9AB">
    <w:name w:val="15D9D2B5AA054EB8B68A9C434C34D9AB"/>
    <w:rsid w:val="00BF465C"/>
  </w:style>
  <w:style w:type="paragraph" w:customStyle="1" w:styleId="909BD6198ED1488499EF1A5A208DD31A">
    <w:name w:val="909BD6198ED1488499EF1A5A208DD31A"/>
    <w:rsid w:val="00BF465C"/>
  </w:style>
  <w:style w:type="paragraph" w:customStyle="1" w:styleId="C38DD8FDE7434C91AA2BA6608E5561F5">
    <w:name w:val="C38DD8FDE7434C91AA2BA6608E5561F5"/>
    <w:rsid w:val="00BF465C"/>
  </w:style>
  <w:style w:type="paragraph" w:customStyle="1" w:styleId="76A7472242B5476BAA7E1E28FE1DA9F0">
    <w:name w:val="76A7472242B5476BAA7E1E28FE1DA9F0"/>
    <w:rsid w:val="00BF465C"/>
  </w:style>
  <w:style w:type="paragraph" w:customStyle="1" w:styleId="72E537C490AD4264BA4B579B16E62B84">
    <w:name w:val="72E537C490AD4264BA4B579B16E62B84"/>
    <w:rsid w:val="00BF465C"/>
  </w:style>
  <w:style w:type="paragraph" w:customStyle="1" w:styleId="4222EF7195C9409CA601EE1D0F50F046">
    <w:name w:val="4222EF7195C9409CA601EE1D0F50F046"/>
    <w:rsid w:val="00BF465C"/>
  </w:style>
  <w:style w:type="paragraph" w:customStyle="1" w:styleId="32B23BECA27E4F6C930D2291369E6C87">
    <w:name w:val="32B23BECA27E4F6C930D2291369E6C87"/>
    <w:rsid w:val="00BF465C"/>
  </w:style>
  <w:style w:type="paragraph" w:customStyle="1" w:styleId="1867B4A0F25D4A7A863622CB557D7D14">
    <w:name w:val="1867B4A0F25D4A7A863622CB557D7D14"/>
    <w:rsid w:val="00BF465C"/>
  </w:style>
  <w:style w:type="paragraph" w:customStyle="1" w:styleId="922F20D78BB44246BFEDB278EA24FD64">
    <w:name w:val="922F20D78BB44246BFEDB278EA24FD64"/>
    <w:rsid w:val="00BF465C"/>
  </w:style>
  <w:style w:type="paragraph" w:customStyle="1" w:styleId="00EE20AFD7404126B8099643A85E9B15">
    <w:name w:val="00EE20AFD7404126B8099643A85E9B15"/>
    <w:rsid w:val="00BF465C"/>
  </w:style>
  <w:style w:type="paragraph" w:customStyle="1" w:styleId="080C07DA4CA34D8298392FD0DBBB35E0">
    <w:name w:val="080C07DA4CA34D8298392FD0DBBB35E0"/>
    <w:rsid w:val="00BF465C"/>
  </w:style>
  <w:style w:type="paragraph" w:customStyle="1" w:styleId="36DDA4AF5EEF498DB2F6DD8394F54CA2">
    <w:name w:val="36DDA4AF5EEF498DB2F6DD8394F54CA2"/>
    <w:rsid w:val="00BF465C"/>
  </w:style>
  <w:style w:type="paragraph" w:customStyle="1" w:styleId="4804B7BB268F4277BFE3D375C9C325A3">
    <w:name w:val="4804B7BB268F4277BFE3D375C9C325A3"/>
    <w:rsid w:val="00BF465C"/>
  </w:style>
  <w:style w:type="paragraph" w:customStyle="1" w:styleId="336C87CC418843D2910A4D42E0C9CB17">
    <w:name w:val="336C87CC418843D2910A4D42E0C9CB17"/>
    <w:rsid w:val="00BF465C"/>
  </w:style>
  <w:style w:type="paragraph" w:customStyle="1" w:styleId="CC718D6A7AA146C5AB57167E35319ABD">
    <w:name w:val="CC718D6A7AA146C5AB57167E35319ABD"/>
    <w:rsid w:val="00BF465C"/>
  </w:style>
  <w:style w:type="paragraph" w:customStyle="1" w:styleId="BF49351CCFB9492AB072992F0FE2C189">
    <w:name w:val="BF49351CCFB9492AB072992F0FE2C189"/>
    <w:rsid w:val="00BF465C"/>
  </w:style>
  <w:style w:type="paragraph" w:customStyle="1" w:styleId="508A04570E6540D18D814F47ED0B32F0">
    <w:name w:val="508A04570E6540D18D814F47ED0B32F0"/>
    <w:rsid w:val="00BF465C"/>
  </w:style>
  <w:style w:type="paragraph" w:customStyle="1" w:styleId="3ADAE6C1E71544AAA00027FC010B0342">
    <w:name w:val="3ADAE6C1E71544AAA00027FC010B0342"/>
    <w:rsid w:val="00BF465C"/>
  </w:style>
  <w:style w:type="paragraph" w:customStyle="1" w:styleId="5D9B4BC31281457C8B750FD4CB2428CE">
    <w:name w:val="5D9B4BC31281457C8B750FD4CB2428CE"/>
    <w:rsid w:val="00BF465C"/>
  </w:style>
  <w:style w:type="paragraph" w:customStyle="1" w:styleId="96D6DEF2243E47459328C8D6FFA627C2">
    <w:name w:val="96D6DEF2243E47459328C8D6FFA627C2"/>
    <w:rsid w:val="00BF465C"/>
  </w:style>
  <w:style w:type="paragraph" w:customStyle="1" w:styleId="3A048AF0D31F47D9AD212043A33623AA">
    <w:name w:val="3A048AF0D31F47D9AD212043A33623AA"/>
    <w:rsid w:val="00BF465C"/>
  </w:style>
  <w:style w:type="paragraph" w:customStyle="1" w:styleId="7AAB7B41010645C6A54BE83AC70FA13D">
    <w:name w:val="7AAB7B41010645C6A54BE83AC70FA13D"/>
    <w:rsid w:val="00BF465C"/>
  </w:style>
  <w:style w:type="paragraph" w:customStyle="1" w:styleId="D20B6A4407C74DAEA1F7CEFA13F737ED">
    <w:name w:val="D20B6A4407C74DAEA1F7CEFA13F737ED"/>
    <w:rsid w:val="00BF465C"/>
  </w:style>
  <w:style w:type="paragraph" w:customStyle="1" w:styleId="343992F4F7204B82B36E83CF716E5EA9">
    <w:name w:val="343992F4F7204B82B36E83CF716E5EA9"/>
    <w:rsid w:val="00BF465C"/>
  </w:style>
  <w:style w:type="paragraph" w:customStyle="1" w:styleId="FBC28EEB83784CB685316C0D5D038565">
    <w:name w:val="FBC28EEB83784CB685316C0D5D038565"/>
    <w:rsid w:val="00BF465C"/>
  </w:style>
  <w:style w:type="paragraph" w:customStyle="1" w:styleId="78652237FB3F4BBCAA81556756306AB4">
    <w:name w:val="78652237FB3F4BBCAA81556756306AB4"/>
    <w:rsid w:val="00282A08"/>
  </w:style>
  <w:style w:type="paragraph" w:customStyle="1" w:styleId="2E47B035F0D3465EAEAF77C14C4FB256">
    <w:name w:val="2E47B035F0D3465EAEAF77C14C4FB256"/>
    <w:rsid w:val="00282A08"/>
  </w:style>
  <w:style w:type="paragraph" w:customStyle="1" w:styleId="F9997019A4064A0C949F9828F81AA029">
    <w:name w:val="F9997019A4064A0C949F9828F81AA029"/>
    <w:rsid w:val="00282A08"/>
  </w:style>
  <w:style w:type="paragraph" w:customStyle="1" w:styleId="30BC68F0F6BD4E35A77AD9D16BA6ACB0">
    <w:name w:val="30BC68F0F6BD4E35A77AD9D16BA6ACB0"/>
    <w:rsid w:val="00282A08"/>
  </w:style>
  <w:style w:type="paragraph" w:customStyle="1" w:styleId="693B05DFD48F4CA18A4F4905CC2EAE1B">
    <w:name w:val="693B05DFD48F4CA18A4F4905CC2EAE1B"/>
    <w:rsid w:val="00282A08"/>
  </w:style>
  <w:style w:type="paragraph" w:customStyle="1" w:styleId="795F45AA401E4CA0AF1E201688039941">
    <w:name w:val="795F45AA401E4CA0AF1E201688039941"/>
    <w:rsid w:val="00282A08"/>
  </w:style>
  <w:style w:type="paragraph" w:customStyle="1" w:styleId="1F3D1585142D4946BC7DF7AE17BE90EA">
    <w:name w:val="1F3D1585142D4946BC7DF7AE17BE90EA"/>
    <w:rsid w:val="00282A08"/>
  </w:style>
  <w:style w:type="paragraph" w:customStyle="1" w:styleId="9852DC6816EC4D0AAAE872E752F9B42A">
    <w:name w:val="9852DC6816EC4D0AAAE872E752F9B42A"/>
    <w:rsid w:val="00282A08"/>
  </w:style>
  <w:style w:type="paragraph" w:customStyle="1" w:styleId="A0A3B8BB8397422199E3947B9BB0B66D">
    <w:name w:val="A0A3B8BB8397422199E3947B9BB0B66D"/>
    <w:rsid w:val="00282A08"/>
  </w:style>
  <w:style w:type="paragraph" w:customStyle="1" w:styleId="90A0CF7DD5B648C58A5DA32EC0127E00">
    <w:name w:val="90A0CF7DD5B648C58A5DA32EC0127E00"/>
    <w:rsid w:val="00282A08"/>
  </w:style>
  <w:style w:type="paragraph" w:customStyle="1" w:styleId="B4FB798D852A4AE39ED2B285CC80312A">
    <w:name w:val="B4FB798D852A4AE39ED2B285CC80312A"/>
    <w:rsid w:val="00282A08"/>
  </w:style>
  <w:style w:type="paragraph" w:customStyle="1" w:styleId="0AF5A3C937CF4D4D9B4B75B738EB3E02">
    <w:name w:val="0AF5A3C937CF4D4D9B4B75B738EB3E02"/>
    <w:rsid w:val="00282A08"/>
  </w:style>
  <w:style w:type="paragraph" w:customStyle="1" w:styleId="CE636F6B306742959B9DB4B67627BD9B">
    <w:name w:val="CE636F6B306742959B9DB4B67627BD9B"/>
    <w:rsid w:val="00282A08"/>
  </w:style>
  <w:style w:type="paragraph" w:customStyle="1" w:styleId="C2CD72D64CF94CB1A1C82D945BCBCC21">
    <w:name w:val="C2CD72D64CF94CB1A1C82D945BCBCC21"/>
    <w:rsid w:val="00282A08"/>
  </w:style>
  <w:style w:type="paragraph" w:customStyle="1" w:styleId="EAF4D6EE47A04AD9B63AEAF56FEB41B7">
    <w:name w:val="EAF4D6EE47A04AD9B63AEAF56FEB41B7"/>
    <w:rsid w:val="00282A08"/>
  </w:style>
  <w:style w:type="paragraph" w:customStyle="1" w:styleId="A45BECE5F6304421996B6B9445867CE0">
    <w:name w:val="A45BECE5F6304421996B6B9445867CE0"/>
    <w:rsid w:val="00282A08"/>
  </w:style>
  <w:style w:type="paragraph" w:customStyle="1" w:styleId="8F846AABF4AB4EF6A4DCC8E307169757">
    <w:name w:val="8F846AABF4AB4EF6A4DCC8E307169757"/>
    <w:rsid w:val="00282A08"/>
  </w:style>
  <w:style w:type="paragraph" w:customStyle="1" w:styleId="AE44E95BCAC94359B3702A4B117D239B">
    <w:name w:val="AE44E95BCAC94359B3702A4B117D239B"/>
    <w:rsid w:val="00282A08"/>
  </w:style>
  <w:style w:type="paragraph" w:customStyle="1" w:styleId="083DDED15EE143328A198470CC0080AD">
    <w:name w:val="083DDED15EE143328A198470CC0080AD"/>
    <w:rsid w:val="00282A08"/>
  </w:style>
  <w:style w:type="paragraph" w:customStyle="1" w:styleId="8598284665544AB39EB9665E1C03D910">
    <w:name w:val="8598284665544AB39EB9665E1C03D910"/>
    <w:rsid w:val="00282A08"/>
  </w:style>
  <w:style w:type="paragraph" w:customStyle="1" w:styleId="E7BAB78F33D8412F96818538EAD87A4B">
    <w:name w:val="E7BAB78F33D8412F96818538EAD87A4B"/>
    <w:rsid w:val="002A370A"/>
  </w:style>
  <w:style w:type="paragraph" w:customStyle="1" w:styleId="634EDED8001048328637208BB418D94A">
    <w:name w:val="634EDED8001048328637208BB418D94A"/>
    <w:rsid w:val="002A370A"/>
  </w:style>
  <w:style w:type="paragraph" w:customStyle="1" w:styleId="084A8C4A3B8C4E6CABC26AD8589131E6">
    <w:name w:val="084A8C4A3B8C4E6CABC26AD8589131E6"/>
    <w:rsid w:val="002A370A"/>
  </w:style>
  <w:style w:type="paragraph" w:customStyle="1" w:styleId="62793B85E0204011953542BAD7F2C9DF">
    <w:name w:val="62793B85E0204011953542BAD7F2C9DF"/>
    <w:rsid w:val="002A370A"/>
  </w:style>
  <w:style w:type="paragraph" w:customStyle="1" w:styleId="F2903342539E433F87AA0B92C45C42CC">
    <w:name w:val="F2903342539E433F87AA0B92C45C42CC"/>
    <w:rsid w:val="002A370A"/>
  </w:style>
  <w:style w:type="paragraph" w:customStyle="1" w:styleId="AA147E71BD4C494CB9CF0715ABB6D4D0">
    <w:name w:val="AA147E71BD4C494CB9CF0715ABB6D4D0"/>
    <w:rsid w:val="002A370A"/>
  </w:style>
  <w:style w:type="paragraph" w:customStyle="1" w:styleId="ED817789029F46D59D86707E8D8C0510">
    <w:name w:val="ED817789029F46D59D86707E8D8C0510"/>
    <w:rsid w:val="002A370A"/>
  </w:style>
  <w:style w:type="paragraph" w:customStyle="1" w:styleId="3E4CD8FE6C9C4B7896EB785587D1D282">
    <w:name w:val="3E4CD8FE6C9C4B7896EB785587D1D282"/>
    <w:rsid w:val="002A370A"/>
  </w:style>
  <w:style w:type="paragraph" w:customStyle="1" w:styleId="52F755C277CB4B93AB392DCF01B1963D">
    <w:name w:val="52F755C277CB4B93AB392DCF01B1963D"/>
    <w:rsid w:val="002A370A"/>
  </w:style>
  <w:style w:type="paragraph" w:customStyle="1" w:styleId="92C014E90A6541BFB44BD010CB037E8B">
    <w:name w:val="92C014E90A6541BFB44BD010CB037E8B"/>
    <w:rsid w:val="002A370A"/>
  </w:style>
  <w:style w:type="paragraph" w:customStyle="1" w:styleId="F600BBF0FE324E5582937AB1A2339837">
    <w:name w:val="F600BBF0FE324E5582937AB1A2339837"/>
    <w:rsid w:val="002A370A"/>
  </w:style>
  <w:style w:type="paragraph" w:customStyle="1" w:styleId="38018DFB5E7D480490EBDBACFB29E04E">
    <w:name w:val="38018DFB5E7D480490EBDBACFB29E04E"/>
    <w:rsid w:val="002A370A"/>
  </w:style>
  <w:style w:type="paragraph" w:customStyle="1" w:styleId="237FD90672A543548A80AC87CA4E6A4B">
    <w:name w:val="237FD90672A543548A80AC87CA4E6A4B"/>
    <w:rsid w:val="002A370A"/>
  </w:style>
  <w:style w:type="paragraph" w:customStyle="1" w:styleId="C43E8E77E14F49118194B5D463BE7BF0">
    <w:name w:val="C43E8E77E14F49118194B5D463BE7BF0"/>
    <w:rsid w:val="002A370A"/>
  </w:style>
  <w:style w:type="paragraph" w:customStyle="1" w:styleId="212C58DCDABA4E47A2D46AEC16AD6129">
    <w:name w:val="212C58DCDABA4E47A2D46AEC16AD6129"/>
    <w:rsid w:val="002A370A"/>
  </w:style>
  <w:style w:type="paragraph" w:customStyle="1" w:styleId="77FECC83BAC64079A2DF60A04D52F4AB">
    <w:name w:val="77FECC83BAC64079A2DF60A04D52F4AB"/>
    <w:rsid w:val="002A370A"/>
  </w:style>
  <w:style w:type="paragraph" w:customStyle="1" w:styleId="E8C866C99AFE46859C55297E36012C19">
    <w:name w:val="E8C866C99AFE46859C55297E36012C19"/>
    <w:rsid w:val="002A370A"/>
  </w:style>
  <w:style w:type="paragraph" w:customStyle="1" w:styleId="878081B3212B4DE8A150972A5B7D3D38">
    <w:name w:val="878081B3212B4DE8A150972A5B7D3D38"/>
    <w:rsid w:val="002A370A"/>
  </w:style>
  <w:style w:type="paragraph" w:customStyle="1" w:styleId="2F88A70F7CBB4D92BF497EC0A448C006">
    <w:name w:val="2F88A70F7CBB4D92BF497EC0A448C006"/>
    <w:rsid w:val="002A370A"/>
  </w:style>
  <w:style w:type="paragraph" w:customStyle="1" w:styleId="2C108FCB80194E70871882FA62DC1989">
    <w:name w:val="2C108FCB80194E70871882FA62DC1989"/>
    <w:rsid w:val="002A370A"/>
  </w:style>
  <w:style w:type="paragraph" w:customStyle="1" w:styleId="CD966DAF740D4258B8FB694C10DC20E9">
    <w:name w:val="CD966DAF740D4258B8FB694C10DC20E9"/>
    <w:rsid w:val="0005763D"/>
  </w:style>
  <w:style w:type="paragraph" w:customStyle="1" w:styleId="EE7D8B8AF48644B48F4F31E4D0A18D23">
    <w:name w:val="EE7D8B8AF48644B48F4F31E4D0A18D23"/>
    <w:rsid w:val="0005763D"/>
  </w:style>
  <w:style w:type="paragraph" w:customStyle="1" w:styleId="38D79939D20F4EA7AC34E8AA59586541">
    <w:name w:val="38D79939D20F4EA7AC34E8AA59586541"/>
    <w:rsid w:val="0005763D"/>
  </w:style>
  <w:style w:type="paragraph" w:customStyle="1" w:styleId="B5CABA98D78A4F6D82C9E59BF4578089">
    <w:name w:val="B5CABA98D78A4F6D82C9E59BF4578089"/>
    <w:rsid w:val="0005763D"/>
  </w:style>
  <w:style w:type="paragraph" w:customStyle="1" w:styleId="33584390861A40C1AA0A9EA59A6E68C1">
    <w:name w:val="33584390861A40C1AA0A9EA59A6E68C1"/>
    <w:rsid w:val="0005763D"/>
  </w:style>
  <w:style w:type="paragraph" w:customStyle="1" w:styleId="095BA12CF7724C60BCFDB4579A4B92AF">
    <w:name w:val="095BA12CF7724C60BCFDB4579A4B92AF"/>
    <w:rsid w:val="0005763D"/>
  </w:style>
  <w:style w:type="paragraph" w:customStyle="1" w:styleId="3B556EB465204DDA8EC9EEFF0698B6FA">
    <w:name w:val="3B556EB465204DDA8EC9EEFF0698B6FA"/>
    <w:rsid w:val="0005763D"/>
  </w:style>
  <w:style w:type="paragraph" w:customStyle="1" w:styleId="4EB3FFEB89C440E1951ABAC400BDC4FB">
    <w:name w:val="4EB3FFEB89C440E1951ABAC400BDC4FB"/>
    <w:rsid w:val="0005763D"/>
  </w:style>
  <w:style w:type="paragraph" w:customStyle="1" w:styleId="074D5CBA6A64444195B7CE15CEE27FCF">
    <w:name w:val="074D5CBA6A64444195B7CE15CEE27FCF"/>
    <w:rsid w:val="0005763D"/>
  </w:style>
  <w:style w:type="paragraph" w:customStyle="1" w:styleId="85E9312430A046718049E3D6C4AE5102">
    <w:name w:val="85E9312430A046718049E3D6C4AE5102"/>
    <w:rsid w:val="0005763D"/>
  </w:style>
  <w:style w:type="paragraph" w:customStyle="1" w:styleId="A887244101704F86B471636761471E1B">
    <w:name w:val="A887244101704F86B471636761471E1B"/>
    <w:rsid w:val="0005763D"/>
  </w:style>
  <w:style w:type="paragraph" w:customStyle="1" w:styleId="31573A265A754DCBB3D3F1CE8E958BDC">
    <w:name w:val="31573A265A754DCBB3D3F1CE8E958BDC"/>
    <w:rsid w:val="0005763D"/>
  </w:style>
  <w:style w:type="paragraph" w:customStyle="1" w:styleId="8EC39A5784AB4F709410CFD0CB366E9F">
    <w:name w:val="8EC39A5784AB4F709410CFD0CB366E9F"/>
    <w:rsid w:val="0005763D"/>
  </w:style>
  <w:style w:type="paragraph" w:customStyle="1" w:styleId="644607CE18784CCCA04DCCEB7EE5F855">
    <w:name w:val="644607CE18784CCCA04DCCEB7EE5F855"/>
    <w:rsid w:val="0005763D"/>
  </w:style>
  <w:style w:type="paragraph" w:customStyle="1" w:styleId="DF1E6E1AF289423EA46076374280BC5C">
    <w:name w:val="DF1E6E1AF289423EA46076374280BC5C"/>
    <w:rsid w:val="0005763D"/>
  </w:style>
  <w:style w:type="paragraph" w:customStyle="1" w:styleId="40F0169C451B4F1A8E140425B878891E">
    <w:name w:val="40F0169C451B4F1A8E140425B878891E"/>
    <w:rsid w:val="0005763D"/>
  </w:style>
  <w:style w:type="paragraph" w:customStyle="1" w:styleId="12E13BD01E914856839F742754206693">
    <w:name w:val="12E13BD01E914856839F742754206693"/>
    <w:rsid w:val="0005763D"/>
  </w:style>
  <w:style w:type="paragraph" w:customStyle="1" w:styleId="5A67FB9C4D434EBCA0CE5F85013B30E8">
    <w:name w:val="5A67FB9C4D434EBCA0CE5F85013B30E8"/>
    <w:rsid w:val="0005763D"/>
  </w:style>
  <w:style w:type="paragraph" w:customStyle="1" w:styleId="15846277891E429B875D4929338954D9">
    <w:name w:val="15846277891E429B875D4929338954D9"/>
    <w:rsid w:val="0005763D"/>
  </w:style>
  <w:style w:type="paragraph" w:customStyle="1" w:styleId="1AABC86F1BD044CBB56DB4A1629105C6">
    <w:name w:val="1AABC86F1BD044CBB56DB4A1629105C6"/>
    <w:rsid w:val="0005763D"/>
  </w:style>
  <w:style w:type="paragraph" w:customStyle="1" w:styleId="118A47F3E1E74E2C909E9CB9FF9B018E">
    <w:name w:val="118A47F3E1E74E2C909E9CB9FF9B018E"/>
    <w:rsid w:val="0005763D"/>
  </w:style>
  <w:style w:type="paragraph" w:customStyle="1" w:styleId="4EA164940EC242B79EAF0DF042647BC7">
    <w:name w:val="4EA164940EC242B79EAF0DF042647BC7"/>
    <w:rsid w:val="0005763D"/>
  </w:style>
  <w:style w:type="paragraph" w:customStyle="1" w:styleId="DCEFE3FCEFC0434DA1C52C50E673F0FD">
    <w:name w:val="DCEFE3FCEFC0434DA1C52C50E673F0FD"/>
    <w:rsid w:val="0005763D"/>
  </w:style>
  <w:style w:type="paragraph" w:customStyle="1" w:styleId="9B489E5D0F354E44A6481CC12403FE73">
    <w:name w:val="9B489E5D0F354E44A6481CC12403FE73"/>
    <w:rsid w:val="0005763D"/>
  </w:style>
  <w:style w:type="paragraph" w:customStyle="1" w:styleId="9B524C83A1334516AF12F235F62C99DD">
    <w:name w:val="9B524C83A1334516AF12F235F62C99DD"/>
    <w:rsid w:val="0005763D"/>
  </w:style>
  <w:style w:type="paragraph" w:customStyle="1" w:styleId="8EA5381A00F64510A453BA3DCE117388">
    <w:name w:val="8EA5381A00F64510A453BA3DCE117388"/>
    <w:rsid w:val="0005763D"/>
  </w:style>
  <w:style w:type="paragraph" w:customStyle="1" w:styleId="2419C90199E2431CB5965346A6B011D7">
    <w:name w:val="2419C90199E2431CB5965346A6B011D7"/>
    <w:rsid w:val="0005763D"/>
  </w:style>
  <w:style w:type="paragraph" w:customStyle="1" w:styleId="CBFE3DA77F944DD49CE1891E4569A6F9">
    <w:name w:val="CBFE3DA77F944DD49CE1891E4569A6F9"/>
    <w:rsid w:val="0005763D"/>
  </w:style>
  <w:style w:type="paragraph" w:customStyle="1" w:styleId="3B829E7105BB4708948B14D5D2213ADE">
    <w:name w:val="3B829E7105BB4708948B14D5D2213ADE"/>
    <w:rsid w:val="0005763D"/>
  </w:style>
  <w:style w:type="paragraph" w:customStyle="1" w:styleId="12D607688EFF4A93A3B2AF7CF5C6A79E">
    <w:name w:val="12D607688EFF4A93A3B2AF7CF5C6A79E"/>
    <w:rsid w:val="0005763D"/>
  </w:style>
  <w:style w:type="paragraph" w:customStyle="1" w:styleId="1BC10F66733243B89EA71E95C43DCF38">
    <w:name w:val="1BC10F66733243B89EA71E95C43DCF38"/>
    <w:rsid w:val="0005763D"/>
  </w:style>
  <w:style w:type="paragraph" w:customStyle="1" w:styleId="B4A042C3813C494D93E98026730AD2D1">
    <w:name w:val="B4A042C3813C494D93E98026730AD2D1"/>
    <w:rsid w:val="0005763D"/>
  </w:style>
  <w:style w:type="paragraph" w:customStyle="1" w:styleId="66E6ADDF801948D09682AD45EF284064">
    <w:name w:val="66E6ADDF801948D09682AD45EF284064"/>
    <w:rsid w:val="0005763D"/>
  </w:style>
  <w:style w:type="paragraph" w:customStyle="1" w:styleId="CC2859B49F7D412588A46CC89FEB3EB1">
    <w:name w:val="CC2859B49F7D412588A46CC89FEB3EB1"/>
    <w:rsid w:val="0005763D"/>
  </w:style>
  <w:style w:type="paragraph" w:customStyle="1" w:styleId="3B4B355672254A11B9F1FB04CBDD1C0D">
    <w:name w:val="3B4B355672254A11B9F1FB04CBDD1C0D"/>
    <w:rsid w:val="0005763D"/>
  </w:style>
  <w:style w:type="paragraph" w:customStyle="1" w:styleId="D2E636D0EA844218947EA20FDA73A772">
    <w:name w:val="D2E636D0EA844218947EA20FDA73A772"/>
    <w:rsid w:val="0005763D"/>
  </w:style>
  <w:style w:type="paragraph" w:customStyle="1" w:styleId="241C774DF649490FB0FECA77F9E330A2">
    <w:name w:val="241C774DF649490FB0FECA77F9E330A2"/>
    <w:rsid w:val="0005763D"/>
  </w:style>
  <w:style w:type="paragraph" w:customStyle="1" w:styleId="791E3346ACCE40BB87995C2E35C560CC">
    <w:name w:val="791E3346ACCE40BB87995C2E35C560CC"/>
    <w:rsid w:val="0005763D"/>
  </w:style>
  <w:style w:type="paragraph" w:customStyle="1" w:styleId="2DF2A40D4BF94CA4B59CA089A8419C98">
    <w:name w:val="2DF2A40D4BF94CA4B59CA089A8419C98"/>
    <w:rsid w:val="0005763D"/>
  </w:style>
  <w:style w:type="paragraph" w:customStyle="1" w:styleId="0D5FD03B9A44437088A0030369967B46">
    <w:name w:val="0D5FD03B9A44437088A0030369967B46"/>
    <w:rsid w:val="0005763D"/>
  </w:style>
  <w:style w:type="paragraph" w:customStyle="1" w:styleId="18EFC5D06F0548A9BA213604E072F06B">
    <w:name w:val="18EFC5D06F0548A9BA213604E072F06B"/>
    <w:rsid w:val="0005763D"/>
  </w:style>
  <w:style w:type="paragraph" w:customStyle="1" w:styleId="75CFB243235F4BC0A2A5E57BD72D88BD">
    <w:name w:val="75CFB243235F4BC0A2A5E57BD72D88BD"/>
    <w:rsid w:val="0005763D"/>
  </w:style>
  <w:style w:type="paragraph" w:customStyle="1" w:styleId="B2DE80E2AB1448698A16838CE957F242">
    <w:name w:val="B2DE80E2AB1448698A16838CE957F242"/>
    <w:rsid w:val="0005763D"/>
  </w:style>
  <w:style w:type="paragraph" w:customStyle="1" w:styleId="BEA8D2270C764D52929B7AD1B9B3F074">
    <w:name w:val="BEA8D2270C764D52929B7AD1B9B3F074"/>
    <w:rsid w:val="0005763D"/>
  </w:style>
  <w:style w:type="paragraph" w:customStyle="1" w:styleId="393028154D1341A8805866EA5FB4A4B7">
    <w:name w:val="393028154D1341A8805866EA5FB4A4B7"/>
    <w:rsid w:val="0005763D"/>
  </w:style>
  <w:style w:type="paragraph" w:customStyle="1" w:styleId="EA6288CCD8E34761BA027888A7012BBE">
    <w:name w:val="EA6288CCD8E34761BA027888A7012BBE"/>
    <w:rsid w:val="0005763D"/>
  </w:style>
  <w:style w:type="paragraph" w:customStyle="1" w:styleId="302E042DEA6748A9AC7B366E8B22AA8C">
    <w:name w:val="302E042DEA6748A9AC7B366E8B22AA8C"/>
    <w:rsid w:val="0005763D"/>
  </w:style>
  <w:style w:type="paragraph" w:customStyle="1" w:styleId="237027E770BD434DBE8ECF74613A2145">
    <w:name w:val="237027E770BD434DBE8ECF74613A2145"/>
    <w:rsid w:val="0005763D"/>
  </w:style>
  <w:style w:type="paragraph" w:customStyle="1" w:styleId="512DED03C13A4C188680DC8AFA0DB53E">
    <w:name w:val="512DED03C13A4C188680DC8AFA0DB53E"/>
    <w:rsid w:val="0005763D"/>
  </w:style>
  <w:style w:type="paragraph" w:customStyle="1" w:styleId="F7B29EA44DA14182858670DE67C3BEB4">
    <w:name w:val="F7B29EA44DA14182858670DE67C3BEB4"/>
    <w:rsid w:val="0005763D"/>
  </w:style>
  <w:style w:type="paragraph" w:customStyle="1" w:styleId="EFA1857B2792475B97C26B8288592225">
    <w:name w:val="EFA1857B2792475B97C26B8288592225"/>
    <w:rsid w:val="0005763D"/>
  </w:style>
  <w:style w:type="paragraph" w:customStyle="1" w:styleId="0C4B00AC42A24D4E886C235E76313CE5">
    <w:name w:val="0C4B00AC42A24D4E886C235E76313CE5"/>
    <w:rsid w:val="0005763D"/>
  </w:style>
  <w:style w:type="paragraph" w:customStyle="1" w:styleId="2F6A2D50172147B7813CB11677D074F5">
    <w:name w:val="2F6A2D50172147B7813CB11677D074F5"/>
    <w:rsid w:val="0005763D"/>
  </w:style>
  <w:style w:type="paragraph" w:customStyle="1" w:styleId="10A8CB53F5FE40AFAE4CD0AF091A587F">
    <w:name w:val="10A8CB53F5FE40AFAE4CD0AF091A587F"/>
    <w:rsid w:val="0005763D"/>
  </w:style>
  <w:style w:type="paragraph" w:customStyle="1" w:styleId="BA77BF698D5E4B2FB5386EE4D702BB33">
    <w:name w:val="BA77BF698D5E4B2FB5386EE4D702BB33"/>
    <w:rsid w:val="0005763D"/>
  </w:style>
  <w:style w:type="paragraph" w:customStyle="1" w:styleId="B9BAA6AF0D114FDABE141CB4168BA8ED">
    <w:name w:val="B9BAA6AF0D114FDABE141CB4168BA8ED"/>
    <w:rsid w:val="0005763D"/>
  </w:style>
  <w:style w:type="paragraph" w:customStyle="1" w:styleId="54AA8813F6AF44958E2B78764CE9F5EA">
    <w:name w:val="54AA8813F6AF44958E2B78764CE9F5EA"/>
    <w:rsid w:val="0005763D"/>
  </w:style>
  <w:style w:type="paragraph" w:customStyle="1" w:styleId="3AF9D38A0DD5495E8D2DB89C5E754223">
    <w:name w:val="3AF9D38A0DD5495E8D2DB89C5E754223"/>
    <w:rsid w:val="0005763D"/>
  </w:style>
  <w:style w:type="paragraph" w:customStyle="1" w:styleId="C5C4CC23EFA146AB9501CF7777DBFAAB">
    <w:name w:val="C5C4CC23EFA146AB9501CF7777DBFAAB"/>
    <w:rsid w:val="0005763D"/>
  </w:style>
  <w:style w:type="paragraph" w:customStyle="1" w:styleId="4DC0120948154564BDE15D1F4AA845AD">
    <w:name w:val="4DC0120948154564BDE15D1F4AA845AD"/>
    <w:rsid w:val="0005763D"/>
  </w:style>
  <w:style w:type="paragraph" w:customStyle="1" w:styleId="C467D828EE9D40D18D77A7D9942A5656">
    <w:name w:val="C467D828EE9D40D18D77A7D9942A5656"/>
    <w:rsid w:val="0005763D"/>
  </w:style>
  <w:style w:type="paragraph" w:customStyle="1" w:styleId="EB272E7326C34AB7BB40F593DD23775F">
    <w:name w:val="EB272E7326C34AB7BB40F593DD23775F"/>
    <w:rsid w:val="0005763D"/>
  </w:style>
  <w:style w:type="paragraph" w:customStyle="1" w:styleId="8D0926EE5A6E41AEBA9801FA7880A90C">
    <w:name w:val="8D0926EE5A6E41AEBA9801FA7880A90C"/>
    <w:rsid w:val="0005763D"/>
  </w:style>
  <w:style w:type="paragraph" w:customStyle="1" w:styleId="23FE6620BCEA4FDA8AFE041753AF58B8">
    <w:name w:val="23FE6620BCEA4FDA8AFE041753AF58B8"/>
    <w:rsid w:val="0005763D"/>
  </w:style>
  <w:style w:type="paragraph" w:customStyle="1" w:styleId="D3BA3A30CB7E4F5FA64B512174D78F5F">
    <w:name w:val="D3BA3A30CB7E4F5FA64B512174D78F5F"/>
    <w:rsid w:val="0005763D"/>
  </w:style>
  <w:style w:type="paragraph" w:customStyle="1" w:styleId="EC6F2C2428B04E9CB2738BFF8714A87C">
    <w:name w:val="EC6F2C2428B04E9CB2738BFF8714A87C"/>
    <w:rsid w:val="0005763D"/>
  </w:style>
  <w:style w:type="paragraph" w:customStyle="1" w:styleId="39BEC05C0F5D475D846835E660D336F7">
    <w:name w:val="39BEC05C0F5D475D846835E660D336F7"/>
    <w:rsid w:val="0005763D"/>
  </w:style>
  <w:style w:type="paragraph" w:customStyle="1" w:styleId="BBC0CB83EEE04BB69616A6155C449B3E">
    <w:name w:val="BBC0CB83EEE04BB69616A6155C449B3E"/>
    <w:rsid w:val="0005763D"/>
  </w:style>
  <w:style w:type="paragraph" w:customStyle="1" w:styleId="32B190D353AA4CDF9C4376DDED0F58B1">
    <w:name w:val="32B190D353AA4CDF9C4376DDED0F58B1"/>
    <w:rsid w:val="0005763D"/>
  </w:style>
  <w:style w:type="paragraph" w:customStyle="1" w:styleId="B4E449CD986E46A0972F9D007F8ED763">
    <w:name w:val="B4E449CD986E46A0972F9D007F8ED763"/>
    <w:rsid w:val="0005763D"/>
  </w:style>
  <w:style w:type="paragraph" w:customStyle="1" w:styleId="C10F8A0E7A0C473F8497F7100978FBA9">
    <w:name w:val="C10F8A0E7A0C473F8497F7100978FBA9"/>
    <w:rsid w:val="0005763D"/>
  </w:style>
  <w:style w:type="paragraph" w:customStyle="1" w:styleId="FED10A879AE8421F927FF1DD78D4558A">
    <w:name w:val="FED10A879AE8421F927FF1DD78D4558A"/>
    <w:rsid w:val="0005763D"/>
  </w:style>
  <w:style w:type="paragraph" w:customStyle="1" w:styleId="A9A3FA94CC5046B0AF1EF34A572E6567">
    <w:name w:val="A9A3FA94CC5046B0AF1EF34A572E6567"/>
    <w:rsid w:val="0005763D"/>
  </w:style>
  <w:style w:type="paragraph" w:customStyle="1" w:styleId="26F9911A314E4386A38E6D61E3D79642">
    <w:name w:val="26F9911A314E4386A38E6D61E3D79642"/>
    <w:rsid w:val="0005763D"/>
  </w:style>
  <w:style w:type="paragraph" w:customStyle="1" w:styleId="48C4633E48144F94A3BA252A74D54428">
    <w:name w:val="48C4633E48144F94A3BA252A74D54428"/>
    <w:rsid w:val="0005763D"/>
  </w:style>
  <w:style w:type="paragraph" w:customStyle="1" w:styleId="83F2EB9EE52E45CCA56F2DE41BDA3D15">
    <w:name w:val="83F2EB9EE52E45CCA56F2DE41BDA3D15"/>
    <w:rsid w:val="0005763D"/>
  </w:style>
  <w:style w:type="paragraph" w:customStyle="1" w:styleId="C10DEFB02ECF4F1AAFFE73299F2728EC">
    <w:name w:val="C10DEFB02ECF4F1AAFFE73299F2728EC"/>
    <w:rsid w:val="0005763D"/>
  </w:style>
  <w:style w:type="paragraph" w:customStyle="1" w:styleId="393CCB26615541DB9CDB41305B0C73A0">
    <w:name w:val="393CCB26615541DB9CDB41305B0C73A0"/>
    <w:rsid w:val="0005763D"/>
  </w:style>
  <w:style w:type="paragraph" w:customStyle="1" w:styleId="AB68AB9B798D45228EEF35EC0B453FEB">
    <w:name w:val="AB68AB9B798D45228EEF35EC0B453FEB"/>
    <w:rsid w:val="0005763D"/>
  </w:style>
  <w:style w:type="paragraph" w:customStyle="1" w:styleId="85B9914EA41B43D3A36F1EA1D8F495D4">
    <w:name w:val="85B9914EA41B43D3A36F1EA1D8F495D4"/>
    <w:rsid w:val="0005763D"/>
  </w:style>
  <w:style w:type="paragraph" w:customStyle="1" w:styleId="DAB2A1C3E0DE4556A9AB7B2CA10FD7AD">
    <w:name w:val="DAB2A1C3E0DE4556A9AB7B2CA10FD7AD"/>
    <w:rsid w:val="0005763D"/>
  </w:style>
  <w:style w:type="paragraph" w:customStyle="1" w:styleId="7A02D3D2D0B84EA3A05E312854673EE8">
    <w:name w:val="7A02D3D2D0B84EA3A05E312854673EE8"/>
    <w:rsid w:val="0005763D"/>
  </w:style>
  <w:style w:type="paragraph" w:customStyle="1" w:styleId="F6867CA664B947D3BBA6FB07BE81B75D">
    <w:name w:val="F6867CA664B947D3BBA6FB07BE81B75D"/>
    <w:rsid w:val="0005763D"/>
  </w:style>
  <w:style w:type="paragraph" w:customStyle="1" w:styleId="E3537DCF5366416789E63240592BFAE5">
    <w:name w:val="E3537DCF5366416789E63240592BFAE5"/>
    <w:rsid w:val="0005763D"/>
  </w:style>
  <w:style w:type="paragraph" w:customStyle="1" w:styleId="67EFE5116A4E4C1EB7E5622B1F063A70">
    <w:name w:val="67EFE5116A4E4C1EB7E5622B1F063A70"/>
    <w:rsid w:val="0005763D"/>
  </w:style>
  <w:style w:type="paragraph" w:customStyle="1" w:styleId="5E94104A41D94546B4BA625CD3052154">
    <w:name w:val="5E94104A41D94546B4BA625CD3052154"/>
    <w:rsid w:val="0005763D"/>
  </w:style>
  <w:style w:type="paragraph" w:customStyle="1" w:styleId="B6324B8A2E304A788E9BE1A8137EF9B1">
    <w:name w:val="B6324B8A2E304A788E9BE1A8137EF9B1"/>
    <w:rsid w:val="0005763D"/>
  </w:style>
  <w:style w:type="paragraph" w:customStyle="1" w:styleId="5BDD5984D8B14A649780C2EF00A58D1D">
    <w:name w:val="5BDD5984D8B14A649780C2EF00A58D1D"/>
    <w:rsid w:val="0005763D"/>
  </w:style>
  <w:style w:type="paragraph" w:customStyle="1" w:styleId="C90579E7C62E4866B83F81BA2EB3363C">
    <w:name w:val="C90579E7C62E4866B83F81BA2EB3363C"/>
    <w:rsid w:val="0005763D"/>
  </w:style>
  <w:style w:type="paragraph" w:customStyle="1" w:styleId="EF10C3F0B01645CFAB7C2C98AD43DD16">
    <w:name w:val="EF10C3F0B01645CFAB7C2C98AD43DD16"/>
    <w:rsid w:val="0005763D"/>
  </w:style>
  <w:style w:type="paragraph" w:customStyle="1" w:styleId="39F4E95BB9F74C71A99FB9DBCF178F7E">
    <w:name w:val="39F4E95BB9F74C71A99FB9DBCF178F7E"/>
    <w:rsid w:val="0005763D"/>
  </w:style>
  <w:style w:type="paragraph" w:customStyle="1" w:styleId="8FC8C0E06C4C4012B260CF7D4E2D4D28">
    <w:name w:val="8FC8C0E06C4C4012B260CF7D4E2D4D28"/>
    <w:rsid w:val="0005763D"/>
  </w:style>
  <w:style w:type="paragraph" w:customStyle="1" w:styleId="D5F2B770BD7847F996182F4413AD1490">
    <w:name w:val="D5F2B770BD7847F996182F4413AD1490"/>
    <w:rsid w:val="0005763D"/>
  </w:style>
  <w:style w:type="paragraph" w:customStyle="1" w:styleId="1205B85302604DFF96956E8910866C20">
    <w:name w:val="1205B85302604DFF96956E8910866C20"/>
    <w:rsid w:val="0005763D"/>
  </w:style>
  <w:style w:type="paragraph" w:customStyle="1" w:styleId="458631DF6AE243C2A932A6B5504026B9">
    <w:name w:val="458631DF6AE243C2A932A6B5504026B9"/>
    <w:rsid w:val="0005763D"/>
  </w:style>
  <w:style w:type="paragraph" w:customStyle="1" w:styleId="030262EC24874EBCBF4BF098D1047CFA">
    <w:name w:val="030262EC24874EBCBF4BF098D1047CFA"/>
    <w:rsid w:val="0005763D"/>
  </w:style>
  <w:style w:type="paragraph" w:customStyle="1" w:styleId="F526B663CD534469B32C1410AA5CC914">
    <w:name w:val="F526B663CD534469B32C1410AA5CC914"/>
    <w:rsid w:val="0005763D"/>
  </w:style>
  <w:style w:type="paragraph" w:customStyle="1" w:styleId="F55B9A9280B34115B2C6E6A9B3DCDCF7">
    <w:name w:val="F55B9A9280B34115B2C6E6A9B3DCDCF7"/>
    <w:rsid w:val="0005763D"/>
  </w:style>
  <w:style w:type="paragraph" w:customStyle="1" w:styleId="364403197A8447D8B3B0364CD09A54F0">
    <w:name w:val="364403197A8447D8B3B0364CD09A54F0"/>
    <w:rsid w:val="0005763D"/>
  </w:style>
  <w:style w:type="paragraph" w:customStyle="1" w:styleId="5633C37F96DB4E568937C9CBE5210E5E">
    <w:name w:val="5633C37F96DB4E568937C9CBE5210E5E"/>
    <w:rsid w:val="0005763D"/>
  </w:style>
  <w:style w:type="paragraph" w:customStyle="1" w:styleId="F530529BC7394C93BCCD434FB5F2BE1C">
    <w:name w:val="F530529BC7394C93BCCD434FB5F2BE1C"/>
    <w:rsid w:val="0005763D"/>
  </w:style>
  <w:style w:type="paragraph" w:customStyle="1" w:styleId="8E2A8900E88840BEA58B49BCA7B600F9">
    <w:name w:val="8E2A8900E88840BEA58B49BCA7B600F9"/>
    <w:rsid w:val="0005763D"/>
  </w:style>
  <w:style w:type="paragraph" w:customStyle="1" w:styleId="3AF6EFE8B0D746A7BEFBD9140E26AF67">
    <w:name w:val="3AF6EFE8B0D746A7BEFBD9140E26AF67"/>
    <w:rsid w:val="0005763D"/>
  </w:style>
  <w:style w:type="paragraph" w:customStyle="1" w:styleId="F3150B9FD01548B4BA33DE150F755C2F">
    <w:name w:val="F3150B9FD01548B4BA33DE150F755C2F"/>
    <w:rsid w:val="0005763D"/>
  </w:style>
  <w:style w:type="paragraph" w:customStyle="1" w:styleId="8FBB1401274C416F824D5FC44CAE9EC0">
    <w:name w:val="8FBB1401274C416F824D5FC44CAE9EC0"/>
    <w:rsid w:val="0005763D"/>
  </w:style>
  <w:style w:type="paragraph" w:customStyle="1" w:styleId="71CA4D436A1643A0932B0FE49BC5E5F1">
    <w:name w:val="71CA4D436A1643A0932B0FE49BC5E5F1"/>
    <w:rsid w:val="0005763D"/>
  </w:style>
  <w:style w:type="paragraph" w:customStyle="1" w:styleId="A1E51A756BFE485894B00776473D129B">
    <w:name w:val="A1E51A756BFE485894B00776473D129B"/>
    <w:rsid w:val="0005763D"/>
  </w:style>
  <w:style w:type="paragraph" w:customStyle="1" w:styleId="EBF61E4063364DA38C46D852459BE705">
    <w:name w:val="EBF61E4063364DA38C46D852459BE705"/>
    <w:rsid w:val="0005763D"/>
  </w:style>
  <w:style w:type="paragraph" w:customStyle="1" w:styleId="5032B51A66AD49E9B13EC922D76EEB8D">
    <w:name w:val="5032B51A66AD49E9B13EC922D76EEB8D"/>
    <w:rsid w:val="0005763D"/>
  </w:style>
  <w:style w:type="paragraph" w:customStyle="1" w:styleId="867191DEDA2E40A595874F7B63D0980C">
    <w:name w:val="867191DEDA2E40A595874F7B63D0980C"/>
    <w:rsid w:val="0005763D"/>
  </w:style>
  <w:style w:type="paragraph" w:customStyle="1" w:styleId="9C8791503D2D4201B0F95CEDE48C4EAC">
    <w:name w:val="9C8791503D2D4201B0F95CEDE48C4EAC"/>
    <w:rsid w:val="0005763D"/>
  </w:style>
  <w:style w:type="paragraph" w:customStyle="1" w:styleId="140A0CC1AF3742BA9129B5B411626604">
    <w:name w:val="140A0CC1AF3742BA9129B5B411626604"/>
    <w:rsid w:val="0005763D"/>
  </w:style>
  <w:style w:type="paragraph" w:customStyle="1" w:styleId="9ADB9592756D4424A514528F4B076C77">
    <w:name w:val="9ADB9592756D4424A514528F4B076C77"/>
    <w:rsid w:val="0005763D"/>
  </w:style>
  <w:style w:type="paragraph" w:customStyle="1" w:styleId="8131BDFF44A348B3A37EA3BAE16F0057">
    <w:name w:val="8131BDFF44A348B3A37EA3BAE16F0057"/>
    <w:rsid w:val="0005763D"/>
  </w:style>
  <w:style w:type="paragraph" w:customStyle="1" w:styleId="6C16E85C525042D984B85B0711110196">
    <w:name w:val="6C16E85C525042D984B85B0711110196"/>
    <w:rsid w:val="0005763D"/>
  </w:style>
  <w:style w:type="paragraph" w:customStyle="1" w:styleId="D767766AA9684972BFB72F1907F0EC91">
    <w:name w:val="D767766AA9684972BFB72F1907F0EC91"/>
    <w:rsid w:val="0005763D"/>
  </w:style>
  <w:style w:type="paragraph" w:customStyle="1" w:styleId="B9CF23DABEFC4959A35B055F4FFC2C2A">
    <w:name w:val="B9CF23DABEFC4959A35B055F4FFC2C2A"/>
    <w:rsid w:val="0005763D"/>
  </w:style>
  <w:style w:type="paragraph" w:customStyle="1" w:styleId="E9FF371AE0654B29B665F9E5CB3C977E">
    <w:name w:val="E9FF371AE0654B29B665F9E5CB3C977E"/>
    <w:rsid w:val="0005763D"/>
  </w:style>
  <w:style w:type="paragraph" w:customStyle="1" w:styleId="9D36D7A0759046D98D179DE7BCF39E24">
    <w:name w:val="9D36D7A0759046D98D179DE7BCF39E24"/>
    <w:rsid w:val="0005763D"/>
  </w:style>
  <w:style w:type="paragraph" w:customStyle="1" w:styleId="D34BFD48170B46908581342A8FE93B67">
    <w:name w:val="D34BFD48170B46908581342A8FE93B67"/>
    <w:rsid w:val="0005763D"/>
  </w:style>
  <w:style w:type="paragraph" w:customStyle="1" w:styleId="DAF2704554DD49A2BFAE56943CBBED22">
    <w:name w:val="DAF2704554DD49A2BFAE56943CBBED22"/>
    <w:rsid w:val="0005763D"/>
  </w:style>
  <w:style w:type="paragraph" w:customStyle="1" w:styleId="4A6F3B220B004EE284AFE4B4871696A8">
    <w:name w:val="4A6F3B220B004EE284AFE4B4871696A8"/>
    <w:rsid w:val="0005763D"/>
  </w:style>
  <w:style w:type="paragraph" w:customStyle="1" w:styleId="ED82E2ADF0304021A95E7853751AFA86">
    <w:name w:val="ED82E2ADF0304021A95E7853751AFA86"/>
    <w:rsid w:val="0005763D"/>
  </w:style>
  <w:style w:type="paragraph" w:customStyle="1" w:styleId="FB966DE8DA4A44919172D8DBC1DDB5F4">
    <w:name w:val="FB966DE8DA4A44919172D8DBC1DDB5F4"/>
    <w:rsid w:val="0005763D"/>
  </w:style>
  <w:style w:type="paragraph" w:customStyle="1" w:styleId="C99001069D44439CBB8E120B9068AD39">
    <w:name w:val="C99001069D44439CBB8E120B9068AD39"/>
    <w:rsid w:val="0005763D"/>
  </w:style>
  <w:style w:type="paragraph" w:customStyle="1" w:styleId="DAB80F484A714702A972F5DCF10509A4">
    <w:name w:val="DAB80F484A714702A972F5DCF10509A4"/>
    <w:rsid w:val="0005763D"/>
  </w:style>
  <w:style w:type="paragraph" w:customStyle="1" w:styleId="2C7E7E1FB67E4358805AF0304262A3CD">
    <w:name w:val="2C7E7E1FB67E4358805AF0304262A3CD"/>
    <w:rsid w:val="0005763D"/>
  </w:style>
  <w:style w:type="paragraph" w:customStyle="1" w:styleId="6039BA5EB10F485299058C6E599E1235">
    <w:name w:val="6039BA5EB10F485299058C6E599E1235"/>
    <w:rsid w:val="0005763D"/>
  </w:style>
  <w:style w:type="paragraph" w:customStyle="1" w:styleId="B139800C17294AFE9932BFF611ADF400">
    <w:name w:val="B139800C17294AFE9932BFF611ADF400"/>
    <w:rsid w:val="0005763D"/>
  </w:style>
  <w:style w:type="paragraph" w:customStyle="1" w:styleId="30153432D93E45F0BF67F45EB414E002">
    <w:name w:val="30153432D93E45F0BF67F45EB414E002"/>
    <w:rsid w:val="0005763D"/>
  </w:style>
  <w:style w:type="paragraph" w:customStyle="1" w:styleId="5C04257B675D4183870D93383E8F83F7">
    <w:name w:val="5C04257B675D4183870D93383E8F83F7"/>
    <w:rsid w:val="0005763D"/>
  </w:style>
  <w:style w:type="paragraph" w:customStyle="1" w:styleId="238FB6F8485F4ECEBE998D6E57639B8A">
    <w:name w:val="238FB6F8485F4ECEBE998D6E57639B8A"/>
    <w:rsid w:val="0005763D"/>
  </w:style>
  <w:style w:type="paragraph" w:customStyle="1" w:styleId="B78E35FA611E4E1CBAB653DEF765D08F">
    <w:name w:val="B78E35FA611E4E1CBAB653DEF765D08F"/>
    <w:rsid w:val="0005763D"/>
  </w:style>
  <w:style w:type="paragraph" w:customStyle="1" w:styleId="C181927AEB604A67A793F616234C7203">
    <w:name w:val="C181927AEB604A67A793F616234C7203"/>
    <w:rsid w:val="0005763D"/>
  </w:style>
  <w:style w:type="paragraph" w:customStyle="1" w:styleId="612787932B5941CAA5E2C6A2BB5918D9">
    <w:name w:val="612787932B5941CAA5E2C6A2BB5918D9"/>
    <w:rsid w:val="0005763D"/>
  </w:style>
  <w:style w:type="paragraph" w:customStyle="1" w:styleId="D54CE80864D24461BC5530E26C667FC5">
    <w:name w:val="D54CE80864D24461BC5530E26C667FC5"/>
    <w:rsid w:val="0005763D"/>
  </w:style>
  <w:style w:type="paragraph" w:customStyle="1" w:styleId="A1F078727A5C4A08B842BEEA966D4666">
    <w:name w:val="A1F078727A5C4A08B842BEEA966D4666"/>
    <w:rsid w:val="0005763D"/>
  </w:style>
  <w:style w:type="paragraph" w:customStyle="1" w:styleId="CE6849FE93724178A0466BF9CF1C92C5">
    <w:name w:val="CE6849FE93724178A0466BF9CF1C92C5"/>
    <w:rsid w:val="0005763D"/>
  </w:style>
  <w:style w:type="paragraph" w:customStyle="1" w:styleId="3BF3E1FD83DD47578FA0194ABBF4F6CC">
    <w:name w:val="3BF3E1FD83DD47578FA0194ABBF4F6CC"/>
    <w:rsid w:val="0005763D"/>
  </w:style>
  <w:style w:type="paragraph" w:customStyle="1" w:styleId="74F549653171472FB58BD9601AEAECC5">
    <w:name w:val="74F549653171472FB58BD9601AEAECC5"/>
    <w:rsid w:val="0005763D"/>
  </w:style>
  <w:style w:type="paragraph" w:customStyle="1" w:styleId="C1CC784F6D254F4284E38DA6FAE36C2D">
    <w:name w:val="C1CC784F6D254F4284E38DA6FAE36C2D"/>
    <w:rsid w:val="0005763D"/>
  </w:style>
  <w:style w:type="paragraph" w:customStyle="1" w:styleId="001FD84811CD4311BF6666F0A5531CD0">
    <w:name w:val="001FD84811CD4311BF6666F0A5531CD0"/>
    <w:rsid w:val="0005763D"/>
  </w:style>
  <w:style w:type="paragraph" w:customStyle="1" w:styleId="5E9825465ADE4222B4711D3DB568A91B">
    <w:name w:val="5E9825465ADE4222B4711D3DB568A91B"/>
    <w:rsid w:val="0005763D"/>
  </w:style>
  <w:style w:type="paragraph" w:customStyle="1" w:styleId="F592FE684D1B4DC7AA4EDDAF68512542">
    <w:name w:val="F592FE684D1B4DC7AA4EDDAF68512542"/>
    <w:rsid w:val="0005763D"/>
  </w:style>
  <w:style w:type="paragraph" w:customStyle="1" w:styleId="89511A1352114FAFACD102F51BB81227">
    <w:name w:val="89511A1352114FAFACD102F51BB81227"/>
    <w:rsid w:val="0005763D"/>
  </w:style>
  <w:style w:type="paragraph" w:customStyle="1" w:styleId="EEECBBE39D7D481082B87072275951BC">
    <w:name w:val="EEECBBE39D7D481082B87072275951BC"/>
    <w:rsid w:val="0005763D"/>
  </w:style>
  <w:style w:type="paragraph" w:customStyle="1" w:styleId="536C6BCB79E24013B0BBD68C363EE755">
    <w:name w:val="536C6BCB79E24013B0BBD68C363EE755"/>
    <w:rsid w:val="0005763D"/>
  </w:style>
  <w:style w:type="paragraph" w:customStyle="1" w:styleId="035FCC92CE134B5EA18BBC02772595F3">
    <w:name w:val="035FCC92CE134B5EA18BBC02772595F3"/>
    <w:rsid w:val="0005763D"/>
  </w:style>
  <w:style w:type="paragraph" w:customStyle="1" w:styleId="68CD62F9814347A1A5723BCE2933FC92">
    <w:name w:val="68CD62F9814347A1A5723BCE2933FC92"/>
    <w:rsid w:val="0005763D"/>
  </w:style>
  <w:style w:type="paragraph" w:customStyle="1" w:styleId="E8EC215DCE1C4E6C8E5641D5D474F217">
    <w:name w:val="E8EC215DCE1C4E6C8E5641D5D474F217"/>
    <w:rsid w:val="0005763D"/>
  </w:style>
  <w:style w:type="paragraph" w:customStyle="1" w:styleId="0D219EBAD3164D078C032F766F33CFDC">
    <w:name w:val="0D219EBAD3164D078C032F766F33CFDC"/>
    <w:rsid w:val="0005763D"/>
  </w:style>
  <w:style w:type="paragraph" w:customStyle="1" w:styleId="44BD705E49AC44BA97D06E852AE0249F">
    <w:name w:val="44BD705E49AC44BA97D06E852AE0249F"/>
    <w:rsid w:val="0005763D"/>
  </w:style>
  <w:style w:type="paragraph" w:customStyle="1" w:styleId="3B0ACEFCEAB54F09A6530AD9BF5C0547">
    <w:name w:val="3B0ACEFCEAB54F09A6530AD9BF5C0547"/>
    <w:rsid w:val="0005763D"/>
  </w:style>
  <w:style w:type="paragraph" w:customStyle="1" w:styleId="78BD5D80951D4A7DAF6BBC0B6E8401CD">
    <w:name w:val="78BD5D80951D4A7DAF6BBC0B6E8401CD"/>
    <w:rsid w:val="0005763D"/>
  </w:style>
  <w:style w:type="paragraph" w:customStyle="1" w:styleId="78F18D9871D34D9FA21C203F033FF855">
    <w:name w:val="78F18D9871D34D9FA21C203F033FF855"/>
    <w:rsid w:val="0005763D"/>
  </w:style>
  <w:style w:type="paragraph" w:customStyle="1" w:styleId="F9A0B746DD4047B49369FDF00CAA2897">
    <w:name w:val="F9A0B746DD4047B49369FDF00CAA2897"/>
    <w:rsid w:val="0005763D"/>
  </w:style>
  <w:style w:type="paragraph" w:customStyle="1" w:styleId="C3F12DCDA4BF42C0A3A16D86335675B1">
    <w:name w:val="C3F12DCDA4BF42C0A3A16D86335675B1"/>
    <w:rsid w:val="0005763D"/>
  </w:style>
  <w:style w:type="paragraph" w:customStyle="1" w:styleId="E161B0C4B56C4DB1BADECC7173C2C1D9">
    <w:name w:val="E161B0C4B56C4DB1BADECC7173C2C1D9"/>
    <w:rsid w:val="0005763D"/>
  </w:style>
  <w:style w:type="paragraph" w:customStyle="1" w:styleId="8A143BFB40F7499488D6DF08EA3D6176">
    <w:name w:val="8A143BFB40F7499488D6DF08EA3D6176"/>
    <w:rsid w:val="0005763D"/>
  </w:style>
  <w:style w:type="paragraph" w:customStyle="1" w:styleId="B3240412D194480296F0F5B1A05DBA36">
    <w:name w:val="B3240412D194480296F0F5B1A05DBA36"/>
    <w:rsid w:val="0005763D"/>
  </w:style>
  <w:style w:type="paragraph" w:customStyle="1" w:styleId="7F4C321CCC564FE1AB385EC30C85A39A">
    <w:name w:val="7F4C321CCC564FE1AB385EC30C85A39A"/>
    <w:rsid w:val="0005763D"/>
  </w:style>
  <w:style w:type="paragraph" w:customStyle="1" w:styleId="75E816F16DD243859F33293D7D9C25B0">
    <w:name w:val="75E816F16DD243859F33293D7D9C25B0"/>
    <w:rsid w:val="0005763D"/>
  </w:style>
  <w:style w:type="paragraph" w:customStyle="1" w:styleId="280B9EE8CF63488D84B887E7A1899E10">
    <w:name w:val="280B9EE8CF63488D84B887E7A1899E10"/>
    <w:rsid w:val="0005763D"/>
  </w:style>
  <w:style w:type="paragraph" w:customStyle="1" w:styleId="FD30A838A66E42008495042944EC8025">
    <w:name w:val="FD30A838A66E42008495042944EC8025"/>
    <w:rsid w:val="0005763D"/>
  </w:style>
  <w:style w:type="paragraph" w:customStyle="1" w:styleId="8730A5A223F04CE88CAAA530C0E20889">
    <w:name w:val="8730A5A223F04CE88CAAA530C0E20889"/>
    <w:rsid w:val="0005763D"/>
  </w:style>
  <w:style w:type="paragraph" w:customStyle="1" w:styleId="1ADBE9A34FFD418EB571E388B53E9724">
    <w:name w:val="1ADBE9A34FFD418EB571E388B53E9724"/>
    <w:rsid w:val="0005763D"/>
  </w:style>
  <w:style w:type="paragraph" w:customStyle="1" w:styleId="1E447E9F731C4A91B6ABF712DC35BE4A">
    <w:name w:val="1E447E9F731C4A91B6ABF712DC35BE4A"/>
    <w:rsid w:val="0005763D"/>
  </w:style>
  <w:style w:type="paragraph" w:customStyle="1" w:styleId="AAF435AD6E404DD1AD6352A7A7F23360">
    <w:name w:val="AAF435AD6E404DD1AD6352A7A7F23360"/>
    <w:rsid w:val="0005763D"/>
  </w:style>
  <w:style w:type="paragraph" w:customStyle="1" w:styleId="DF0A89F567854787B46F9606029667DC">
    <w:name w:val="DF0A89F567854787B46F9606029667DC"/>
    <w:rsid w:val="0005763D"/>
  </w:style>
  <w:style w:type="paragraph" w:customStyle="1" w:styleId="F0D208B69EEF4774924B01782D21FAF3">
    <w:name w:val="F0D208B69EEF4774924B01782D21FAF3"/>
    <w:rsid w:val="0005763D"/>
  </w:style>
  <w:style w:type="paragraph" w:customStyle="1" w:styleId="DD0A897657394AD1A528408BAD9F0DDD">
    <w:name w:val="DD0A897657394AD1A528408BAD9F0DDD"/>
    <w:rsid w:val="0005763D"/>
  </w:style>
  <w:style w:type="paragraph" w:customStyle="1" w:styleId="5480432813584004913BA4679D39C2BD">
    <w:name w:val="5480432813584004913BA4679D39C2BD"/>
    <w:rsid w:val="0005763D"/>
  </w:style>
  <w:style w:type="paragraph" w:customStyle="1" w:styleId="D71C1B599C724FC9BF5ABF2189BA67EA">
    <w:name w:val="D71C1B599C724FC9BF5ABF2189BA67EA"/>
    <w:rsid w:val="0005763D"/>
  </w:style>
  <w:style w:type="paragraph" w:customStyle="1" w:styleId="07C56CD8F14244ACBD15B3C1611839D4">
    <w:name w:val="07C56CD8F14244ACBD15B3C1611839D4"/>
    <w:rsid w:val="0005763D"/>
  </w:style>
  <w:style w:type="paragraph" w:customStyle="1" w:styleId="0FCD2813CF8F4C45A2C10EE3268E3667">
    <w:name w:val="0FCD2813CF8F4C45A2C10EE3268E3667"/>
    <w:rsid w:val="0005763D"/>
  </w:style>
  <w:style w:type="paragraph" w:customStyle="1" w:styleId="7EE7211CA8D34F7D8BB5EFAC437DAC18">
    <w:name w:val="7EE7211CA8D34F7D8BB5EFAC437DAC18"/>
    <w:rsid w:val="0005763D"/>
  </w:style>
  <w:style w:type="paragraph" w:customStyle="1" w:styleId="66E6433008E54159B59F921770847353">
    <w:name w:val="66E6433008E54159B59F921770847353"/>
    <w:rsid w:val="0005763D"/>
  </w:style>
  <w:style w:type="paragraph" w:customStyle="1" w:styleId="B7A3B163F0BC4AFCA75CF0EFA7486B97">
    <w:name w:val="B7A3B163F0BC4AFCA75CF0EFA7486B97"/>
    <w:rsid w:val="0005763D"/>
  </w:style>
  <w:style w:type="paragraph" w:customStyle="1" w:styleId="21A2EA3EA8DC40ACA8829FAEE4FEA3D0">
    <w:name w:val="21A2EA3EA8DC40ACA8829FAEE4FEA3D0"/>
    <w:rsid w:val="0005763D"/>
  </w:style>
  <w:style w:type="paragraph" w:customStyle="1" w:styleId="F12A1E4F4D6F40A58F63F1B5B3630823">
    <w:name w:val="F12A1E4F4D6F40A58F63F1B5B3630823"/>
    <w:rsid w:val="0005763D"/>
  </w:style>
  <w:style w:type="paragraph" w:customStyle="1" w:styleId="7A92D741D53A478EB4C17836E7014B98">
    <w:name w:val="7A92D741D53A478EB4C17836E7014B98"/>
    <w:rsid w:val="0005763D"/>
  </w:style>
  <w:style w:type="paragraph" w:customStyle="1" w:styleId="846E3A8D5FE447DCA16B957546316A82">
    <w:name w:val="846E3A8D5FE447DCA16B957546316A82"/>
    <w:rsid w:val="0005763D"/>
  </w:style>
  <w:style w:type="paragraph" w:customStyle="1" w:styleId="2E55CC81D0764C4D805F92E555D9AB4F">
    <w:name w:val="2E55CC81D0764C4D805F92E555D9AB4F"/>
    <w:rsid w:val="0005763D"/>
  </w:style>
  <w:style w:type="paragraph" w:customStyle="1" w:styleId="CF5CA132C2F74A38BD0FAB6B36EACEDA">
    <w:name w:val="CF5CA132C2F74A38BD0FAB6B36EACEDA"/>
    <w:rsid w:val="0005763D"/>
  </w:style>
  <w:style w:type="paragraph" w:customStyle="1" w:styleId="B5944B9E73ED4CE98FA3B18E86BDF2AA">
    <w:name w:val="B5944B9E73ED4CE98FA3B18E86BDF2AA"/>
    <w:rsid w:val="0005763D"/>
  </w:style>
  <w:style w:type="paragraph" w:customStyle="1" w:styleId="1D79BAE5B2DC4998BD3AFB938CF088C8">
    <w:name w:val="1D79BAE5B2DC4998BD3AFB938CF088C8"/>
    <w:rsid w:val="005E3DA3"/>
  </w:style>
  <w:style w:type="paragraph" w:customStyle="1" w:styleId="1B8BA64C21E840D9B0AEF29EE3BC648C">
    <w:name w:val="1B8BA64C21E840D9B0AEF29EE3BC648C"/>
    <w:rsid w:val="005E3DA3"/>
  </w:style>
  <w:style w:type="paragraph" w:customStyle="1" w:styleId="1D2DE38E36B44BA0BD1390D8E49B98CD">
    <w:name w:val="1D2DE38E36B44BA0BD1390D8E49B98CD"/>
    <w:rsid w:val="005E3DA3"/>
  </w:style>
  <w:style w:type="paragraph" w:customStyle="1" w:styleId="C62619CB6F5E4DDEA42D455D476BF652">
    <w:name w:val="C62619CB6F5E4DDEA42D455D476BF652"/>
    <w:rsid w:val="005E3DA3"/>
  </w:style>
  <w:style w:type="paragraph" w:customStyle="1" w:styleId="BE4E36735FA34EAF92995ACA6C979BC3">
    <w:name w:val="BE4E36735FA34EAF92995ACA6C979BC3"/>
    <w:rsid w:val="005E3DA3"/>
  </w:style>
  <w:style w:type="paragraph" w:customStyle="1" w:styleId="C5FD10688EC546EBBD671ADE0FA5C0A9">
    <w:name w:val="C5FD10688EC546EBBD671ADE0FA5C0A9"/>
    <w:rsid w:val="005E3DA3"/>
  </w:style>
  <w:style w:type="paragraph" w:customStyle="1" w:styleId="05CBEB4AA9854013951D70C0E87E5B61">
    <w:name w:val="05CBEB4AA9854013951D70C0E87E5B61"/>
    <w:rsid w:val="005E3DA3"/>
  </w:style>
  <w:style w:type="paragraph" w:customStyle="1" w:styleId="CAB10C7E3F9B4E40ADB5C287F036DA0F">
    <w:name w:val="CAB10C7E3F9B4E40ADB5C287F036DA0F"/>
    <w:rsid w:val="005E3DA3"/>
  </w:style>
  <w:style w:type="paragraph" w:customStyle="1" w:styleId="9FC9BA339AB641B78A2FE242845B8323">
    <w:name w:val="9FC9BA339AB641B78A2FE242845B8323"/>
    <w:rsid w:val="005E3DA3"/>
  </w:style>
  <w:style w:type="paragraph" w:customStyle="1" w:styleId="C1B073CD0D9C4C3A8973093E009889B7">
    <w:name w:val="C1B073CD0D9C4C3A8973093E009889B7"/>
    <w:rsid w:val="005E3DA3"/>
  </w:style>
  <w:style w:type="paragraph" w:customStyle="1" w:styleId="7A16A68C5C0849069587CD045A8A4751">
    <w:name w:val="7A16A68C5C0849069587CD045A8A4751"/>
    <w:rsid w:val="005E3DA3"/>
  </w:style>
  <w:style w:type="paragraph" w:customStyle="1" w:styleId="B24706719C6C401990280AB68AD61B94">
    <w:name w:val="B24706719C6C401990280AB68AD61B94"/>
    <w:rsid w:val="005E3DA3"/>
  </w:style>
  <w:style w:type="paragraph" w:customStyle="1" w:styleId="F14384AE8758428DAE3C687F01C0A1C3">
    <w:name w:val="F14384AE8758428DAE3C687F01C0A1C3"/>
    <w:rsid w:val="005E3DA3"/>
  </w:style>
  <w:style w:type="paragraph" w:customStyle="1" w:styleId="AE417D2B27ED4076B446E81EE0C901A1">
    <w:name w:val="AE417D2B27ED4076B446E81EE0C901A1"/>
    <w:rsid w:val="005E3DA3"/>
  </w:style>
  <w:style w:type="paragraph" w:customStyle="1" w:styleId="DC082E511C664F56A6EBD9CE50403ACF">
    <w:name w:val="DC082E511C664F56A6EBD9CE50403ACF"/>
    <w:rsid w:val="005E3DA3"/>
  </w:style>
  <w:style w:type="paragraph" w:customStyle="1" w:styleId="528B51F95D274E7385C2FCE5CF211E12">
    <w:name w:val="528B51F95D274E7385C2FCE5CF211E12"/>
    <w:rsid w:val="005E3DA3"/>
  </w:style>
  <w:style w:type="paragraph" w:customStyle="1" w:styleId="729B6C10B19A46929FD72451A9A8A1C4">
    <w:name w:val="729B6C10B19A46929FD72451A9A8A1C4"/>
    <w:rsid w:val="005E3DA3"/>
  </w:style>
  <w:style w:type="paragraph" w:customStyle="1" w:styleId="0F5E9B49CF9D47EBB9FC4A2863CB744C">
    <w:name w:val="0F5E9B49CF9D47EBB9FC4A2863CB744C"/>
    <w:rsid w:val="005E3DA3"/>
  </w:style>
  <w:style w:type="paragraph" w:customStyle="1" w:styleId="1202590B0E564FD3B4ABC0B9B069565A">
    <w:name w:val="1202590B0E564FD3B4ABC0B9B069565A"/>
    <w:rsid w:val="005E3DA3"/>
  </w:style>
  <w:style w:type="paragraph" w:customStyle="1" w:styleId="CFE7F3DDB66A4FF587E95FFEFB2E17C6">
    <w:name w:val="CFE7F3DDB66A4FF587E95FFEFB2E17C6"/>
    <w:rsid w:val="005E3DA3"/>
  </w:style>
  <w:style w:type="paragraph" w:customStyle="1" w:styleId="6DC46FC1FE4A4F518FB5A6BB1563C325">
    <w:name w:val="6DC46FC1FE4A4F518FB5A6BB1563C325"/>
    <w:rsid w:val="005E3DA3"/>
  </w:style>
  <w:style w:type="paragraph" w:customStyle="1" w:styleId="81266701A7854071B22420B67EAABFBA">
    <w:name w:val="81266701A7854071B22420B67EAABFBA"/>
    <w:rsid w:val="005E3DA3"/>
  </w:style>
  <w:style w:type="paragraph" w:customStyle="1" w:styleId="3DED8018368C4DBDAF97C8D5047EC723">
    <w:name w:val="3DED8018368C4DBDAF97C8D5047EC723"/>
    <w:rsid w:val="005E3DA3"/>
  </w:style>
  <w:style w:type="paragraph" w:customStyle="1" w:styleId="8A39E3D75B944FD6854B18C08545AE03">
    <w:name w:val="8A39E3D75B944FD6854B18C08545AE03"/>
    <w:rsid w:val="005E3DA3"/>
  </w:style>
  <w:style w:type="paragraph" w:customStyle="1" w:styleId="81CA312B568046E6BD68D98D19BDFF90">
    <w:name w:val="81CA312B568046E6BD68D98D19BDFF90"/>
    <w:rsid w:val="005E3DA3"/>
  </w:style>
  <w:style w:type="paragraph" w:customStyle="1" w:styleId="CF5B845D2DA1491A809C98A5FD8FB463">
    <w:name w:val="CF5B845D2DA1491A809C98A5FD8FB463"/>
    <w:rsid w:val="005E3DA3"/>
  </w:style>
  <w:style w:type="paragraph" w:customStyle="1" w:styleId="4D1B889A71724873BDC21B6BCCFD2756">
    <w:name w:val="4D1B889A71724873BDC21B6BCCFD2756"/>
    <w:rsid w:val="005E3DA3"/>
  </w:style>
  <w:style w:type="paragraph" w:customStyle="1" w:styleId="D1010A6522F04F39B49BEAEC6033B605">
    <w:name w:val="D1010A6522F04F39B49BEAEC6033B605"/>
    <w:rsid w:val="005E3DA3"/>
  </w:style>
  <w:style w:type="paragraph" w:customStyle="1" w:styleId="9B3D832531A1425DA85B7C84A410BF9A">
    <w:name w:val="9B3D832531A1425DA85B7C84A410BF9A"/>
    <w:rsid w:val="005E3DA3"/>
  </w:style>
  <w:style w:type="paragraph" w:customStyle="1" w:styleId="DE0E65E06C334AADB8D09DF1F27B6BC5">
    <w:name w:val="DE0E65E06C334AADB8D09DF1F27B6BC5"/>
    <w:rsid w:val="005E3DA3"/>
  </w:style>
  <w:style w:type="paragraph" w:customStyle="1" w:styleId="BC731AFE4A754EF5A6487EFE6C29E7B4">
    <w:name w:val="BC731AFE4A754EF5A6487EFE6C29E7B4"/>
    <w:rsid w:val="005E3DA3"/>
  </w:style>
  <w:style w:type="paragraph" w:customStyle="1" w:styleId="BF027AE8CFBD4DB7AA78297BD80044E9">
    <w:name w:val="BF027AE8CFBD4DB7AA78297BD80044E9"/>
    <w:rsid w:val="005E3DA3"/>
  </w:style>
  <w:style w:type="paragraph" w:customStyle="1" w:styleId="1F567BC66C0141648914969ADEC56210">
    <w:name w:val="1F567BC66C0141648914969ADEC56210"/>
    <w:rsid w:val="005E3DA3"/>
  </w:style>
  <w:style w:type="paragraph" w:customStyle="1" w:styleId="576C27C0A3464B83B64FA3EF0388A5DF">
    <w:name w:val="576C27C0A3464B83B64FA3EF0388A5DF"/>
    <w:rsid w:val="005E3DA3"/>
  </w:style>
  <w:style w:type="paragraph" w:customStyle="1" w:styleId="38F63E9CC7CB4DCABB91AB9B0409461E">
    <w:name w:val="38F63E9CC7CB4DCABB91AB9B0409461E"/>
    <w:rsid w:val="005E3DA3"/>
  </w:style>
  <w:style w:type="paragraph" w:customStyle="1" w:styleId="2EA2C5B0ADC048F0A9B8EF26C50E2AF2">
    <w:name w:val="2EA2C5B0ADC048F0A9B8EF26C50E2AF2"/>
    <w:rsid w:val="005E3DA3"/>
  </w:style>
  <w:style w:type="paragraph" w:customStyle="1" w:styleId="0CAC8A38132241E39994E75DA6E7C1BE">
    <w:name w:val="0CAC8A38132241E39994E75DA6E7C1BE"/>
    <w:rsid w:val="005E3DA3"/>
  </w:style>
  <w:style w:type="paragraph" w:customStyle="1" w:styleId="C6D888940FD14F93A819F250D3D4C490">
    <w:name w:val="C6D888940FD14F93A819F250D3D4C490"/>
    <w:rsid w:val="005E3DA3"/>
  </w:style>
  <w:style w:type="paragraph" w:customStyle="1" w:styleId="838E4FB06D2E4CC98716E4545EA09701">
    <w:name w:val="838E4FB06D2E4CC98716E4545EA09701"/>
    <w:rsid w:val="005E3DA3"/>
  </w:style>
  <w:style w:type="paragraph" w:customStyle="1" w:styleId="A2C939F3F1AF43E497A34EC6CF1664DC">
    <w:name w:val="A2C939F3F1AF43E497A34EC6CF1664DC"/>
    <w:rsid w:val="005E3DA3"/>
  </w:style>
  <w:style w:type="paragraph" w:customStyle="1" w:styleId="D420EB90701C484B88CFB78FF8460500">
    <w:name w:val="D420EB90701C484B88CFB78FF8460500"/>
    <w:rsid w:val="005E3DA3"/>
  </w:style>
  <w:style w:type="paragraph" w:customStyle="1" w:styleId="1FF453E874A4493B930E05D2BA6A230E">
    <w:name w:val="1FF453E874A4493B930E05D2BA6A230E"/>
    <w:rsid w:val="005E3DA3"/>
  </w:style>
  <w:style w:type="paragraph" w:customStyle="1" w:styleId="7401407D8A744ACC84C6BBAEFB8B78EF">
    <w:name w:val="7401407D8A744ACC84C6BBAEFB8B78EF"/>
    <w:rsid w:val="005E3DA3"/>
  </w:style>
  <w:style w:type="paragraph" w:customStyle="1" w:styleId="CB1925D75CE54CDEA112E51ECE21DA7F">
    <w:name w:val="CB1925D75CE54CDEA112E51ECE21DA7F"/>
    <w:rsid w:val="005E3DA3"/>
  </w:style>
  <w:style w:type="paragraph" w:customStyle="1" w:styleId="FC8ED48E291A4752A8D8A234B368AC22">
    <w:name w:val="FC8ED48E291A4752A8D8A234B368AC22"/>
    <w:rsid w:val="005E3DA3"/>
  </w:style>
  <w:style w:type="paragraph" w:customStyle="1" w:styleId="25C157C283A24DB6BA054C95EBA37562">
    <w:name w:val="25C157C283A24DB6BA054C95EBA37562"/>
    <w:rsid w:val="005E3DA3"/>
  </w:style>
  <w:style w:type="paragraph" w:customStyle="1" w:styleId="137ADA467C974FED81FE903DE53F7227">
    <w:name w:val="137ADA467C974FED81FE903DE53F7227"/>
    <w:rsid w:val="005E3DA3"/>
  </w:style>
  <w:style w:type="paragraph" w:customStyle="1" w:styleId="4E0582E1CD624A66BF0950192D81A2C0">
    <w:name w:val="4E0582E1CD624A66BF0950192D81A2C0"/>
    <w:rsid w:val="005E3DA3"/>
  </w:style>
  <w:style w:type="paragraph" w:customStyle="1" w:styleId="D75E8998C2AB48B086FD6ADC49A38534">
    <w:name w:val="D75E8998C2AB48B086FD6ADC49A38534"/>
    <w:rsid w:val="005E3DA3"/>
  </w:style>
  <w:style w:type="paragraph" w:customStyle="1" w:styleId="C039530808834C0EAF373BD1DBDE914A">
    <w:name w:val="C039530808834C0EAF373BD1DBDE914A"/>
    <w:rsid w:val="005E3DA3"/>
  </w:style>
  <w:style w:type="paragraph" w:customStyle="1" w:styleId="C78FBD6DAE4E430BB87F37FA98B55AE7">
    <w:name w:val="C78FBD6DAE4E430BB87F37FA98B55AE7"/>
    <w:rsid w:val="005E3DA3"/>
  </w:style>
  <w:style w:type="paragraph" w:customStyle="1" w:styleId="8BCF9CE0118945C0818BE751EFDC379F">
    <w:name w:val="8BCF9CE0118945C0818BE751EFDC379F"/>
    <w:rsid w:val="005E3DA3"/>
  </w:style>
  <w:style w:type="paragraph" w:customStyle="1" w:styleId="8D3D397D430540A29E35CCDEBE9CA5C4">
    <w:name w:val="8D3D397D430540A29E35CCDEBE9CA5C4"/>
    <w:rsid w:val="005E3DA3"/>
  </w:style>
  <w:style w:type="paragraph" w:customStyle="1" w:styleId="0F777F2BCC974EF3BF17235725EBDC0D">
    <w:name w:val="0F777F2BCC974EF3BF17235725EBDC0D"/>
    <w:rsid w:val="005E3DA3"/>
  </w:style>
  <w:style w:type="paragraph" w:customStyle="1" w:styleId="73F22A205E4E4EC49BE7E4CE8CB36051">
    <w:name w:val="73F22A205E4E4EC49BE7E4CE8CB36051"/>
    <w:rsid w:val="005E3DA3"/>
  </w:style>
  <w:style w:type="paragraph" w:customStyle="1" w:styleId="ADEBABC74E8641DD93556A3BFBC654A5">
    <w:name w:val="ADEBABC74E8641DD93556A3BFBC654A5"/>
    <w:rsid w:val="005E3DA3"/>
  </w:style>
  <w:style w:type="paragraph" w:customStyle="1" w:styleId="DBE090413B1F46CA9F3B2C2F831C9C5D">
    <w:name w:val="DBE090413B1F46CA9F3B2C2F831C9C5D"/>
    <w:rsid w:val="005E3DA3"/>
  </w:style>
  <w:style w:type="paragraph" w:customStyle="1" w:styleId="6813EF9A1FED4033A22C0FC8A7FCF670">
    <w:name w:val="6813EF9A1FED4033A22C0FC8A7FCF670"/>
    <w:rsid w:val="005E3DA3"/>
  </w:style>
  <w:style w:type="paragraph" w:customStyle="1" w:styleId="07F799DD15EE4C16952B766E1E9E9BF0">
    <w:name w:val="07F799DD15EE4C16952B766E1E9E9BF0"/>
    <w:rsid w:val="005E3DA3"/>
  </w:style>
  <w:style w:type="paragraph" w:customStyle="1" w:styleId="EC889EEF798B485399990E16EE97D099">
    <w:name w:val="EC889EEF798B485399990E16EE97D099"/>
    <w:rsid w:val="005E3DA3"/>
  </w:style>
  <w:style w:type="paragraph" w:customStyle="1" w:styleId="BDF0FA8B76F54662ACF516086100004F">
    <w:name w:val="BDF0FA8B76F54662ACF516086100004F"/>
    <w:rsid w:val="005E3DA3"/>
  </w:style>
  <w:style w:type="paragraph" w:customStyle="1" w:styleId="B766F345AD794970963DB80B2728BF3B">
    <w:name w:val="B766F345AD794970963DB80B2728BF3B"/>
    <w:rsid w:val="005E3DA3"/>
  </w:style>
  <w:style w:type="paragraph" w:customStyle="1" w:styleId="CE28B14227144517A2202770394797FB">
    <w:name w:val="CE28B14227144517A2202770394797FB"/>
    <w:rsid w:val="005E3DA3"/>
  </w:style>
  <w:style w:type="paragraph" w:customStyle="1" w:styleId="34FCE960381C41648BDF2D5BCC78D12D">
    <w:name w:val="34FCE960381C41648BDF2D5BCC78D12D"/>
    <w:rsid w:val="005E3DA3"/>
  </w:style>
  <w:style w:type="paragraph" w:customStyle="1" w:styleId="52B32B5D378D47CAB2CD09217A27F4AA">
    <w:name w:val="52B32B5D378D47CAB2CD09217A27F4AA"/>
    <w:rsid w:val="005E3DA3"/>
  </w:style>
  <w:style w:type="paragraph" w:customStyle="1" w:styleId="1A6EA25D8F3D406F968BE66311410FBD">
    <w:name w:val="1A6EA25D8F3D406F968BE66311410FBD"/>
    <w:rsid w:val="005E3DA3"/>
  </w:style>
  <w:style w:type="paragraph" w:customStyle="1" w:styleId="AA25F87662F34133A2BB81F0876A187D">
    <w:name w:val="AA25F87662F34133A2BB81F0876A187D"/>
    <w:rsid w:val="005E3DA3"/>
  </w:style>
  <w:style w:type="paragraph" w:customStyle="1" w:styleId="6EF19E7869E046A5A0146B1581DCB683">
    <w:name w:val="6EF19E7869E046A5A0146B1581DCB683"/>
    <w:rsid w:val="005E3DA3"/>
  </w:style>
  <w:style w:type="paragraph" w:customStyle="1" w:styleId="7753213DCBFD4302ABDE693EDDCCAD98">
    <w:name w:val="7753213DCBFD4302ABDE693EDDCCAD98"/>
    <w:rsid w:val="005E3DA3"/>
  </w:style>
  <w:style w:type="paragraph" w:customStyle="1" w:styleId="B17075B476784F67A6F9C1004C156696">
    <w:name w:val="B17075B476784F67A6F9C1004C156696"/>
    <w:rsid w:val="005E3DA3"/>
  </w:style>
  <w:style w:type="paragraph" w:customStyle="1" w:styleId="C7EBB5D893674ABEAED0717364784191">
    <w:name w:val="C7EBB5D893674ABEAED0717364784191"/>
    <w:rsid w:val="005E3DA3"/>
  </w:style>
  <w:style w:type="paragraph" w:customStyle="1" w:styleId="16C5C1B569D5412E9ED9190CDA14DDB6">
    <w:name w:val="16C5C1B569D5412E9ED9190CDA14DDB6"/>
    <w:rsid w:val="005E3DA3"/>
  </w:style>
  <w:style w:type="paragraph" w:customStyle="1" w:styleId="B2B0C81D600E4459945FA841A64CA190">
    <w:name w:val="B2B0C81D600E4459945FA841A64CA190"/>
    <w:rsid w:val="005E3DA3"/>
  </w:style>
  <w:style w:type="paragraph" w:customStyle="1" w:styleId="8EC5941ABD9A4714B76136B591D3D37E">
    <w:name w:val="8EC5941ABD9A4714B76136B591D3D37E"/>
    <w:rsid w:val="005E3DA3"/>
  </w:style>
  <w:style w:type="paragraph" w:customStyle="1" w:styleId="B083D10284D2437F99016AFDF46D2559">
    <w:name w:val="B083D10284D2437F99016AFDF46D2559"/>
    <w:rsid w:val="005E3DA3"/>
  </w:style>
  <w:style w:type="paragraph" w:customStyle="1" w:styleId="A24ADBFF656F41C68997B00F47FDB9F8">
    <w:name w:val="A24ADBFF656F41C68997B00F47FDB9F8"/>
    <w:rsid w:val="005E3DA3"/>
  </w:style>
  <w:style w:type="paragraph" w:customStyle="1" w:styleId="683C44193F9E4880AE379C241987F354">
    <w:name w:val="683C44193F9E4880AE379C241987F354"/>
    <w:rsid w:val="005E3DA3"/>
  </w:style>
  <w:style w:type="paragraph" w:customStyle="1" w:styleId="18C4DB3F09334B02A3EBC98AA5C1EA23">
    <w:name w:val="18C4DB3F09334B02A3EBC98AA5C1EA23"/>
    <w:rsid w:val="005E3DA3"/>
  </w:style>
  <w:style w:type="paragraph" w:customStyle="1" w:styleId="ABF04FDF523948769B7F01C723EC5D18">
    <w:name w:val="ABF04FDF523948769B7F01C723EC5D18"/>
    <w:rsid w:val="005E3DA3"/>
  </w:style>
  <w:style w:type="paragraph" w:customStyle="1" w:styleId="92EE5C6423FA424988E2C7D2F42398A4">
    <w:name w:val="92EE5C6423FA424988E2C7D2F42398A4"/>
    <w:rsid w:val="005E3DA3"/>
  </w:style>
  <w:style w:type="paragraph" w:customStyle="1" w:styleId="5E832A57FE6A481B9CCE0E868DF02E12">
    <w:name w:val="5E832A57FE6A481B9CCE0E868DF02E12"/>
    <w:rsid w:val="005E3DA3"/>
  </w:style>
  <w:style w:type="paragraph" w:customStyle="1" w:styleId="E83FE901BF1C4B2D8EDBB27D020752F8">
    <w:name w:val="E83FE901BF1C4B2D8EDBB27D020752F8"/>
    <w:rsid w:val="005E3DA3"/>
  </w:style>
  <w:style w:type="paragraph" w:customStyle="1" w:styleId="3F1DEF86F1F8448AB801A9DA9A20DE61">
    <w:name w:val="3F1DEF86F1F8448AB801A9DA9A20DE61"/>
    <w:rsid w:val="005E3DA3"/>
  </w:style>
  <w:style w:type="paragraph" w:customStyle="1" w:styleId="54D0EA5EA9074F7385C0A847D4C0D17E">
    <w:name w:val="54D0EA5EA9074F7385C0A847D4C0D17E"/>
    <w:rsid w:val="005E3DA3"/>
  </w:style>
  <w:style w:type="paragraph" w:customStyle="1" w:styleId="C3FD18C7BF78473681E795F8F1175E19">
    <w:name w:val="C3FD18C7BF78473681E795F8F1175E19"/>
    <w:rsid w:val="005E3DA3"/>
  </w:style>
  <w:style w:type="paragraph" w:customStyle="1" w:styleId="9B77D9B170CA4906AC41C373040AADD4">
    <w:name w:val="9B77D9B170CA4906AC41C373040AADD4"/>
    <w:rsid w:val="005E3DA3"/>
  </w:style>
  <w:style w:type="paragraph" w:customStyle="1" w:styleId="C4AE45783FBE4F4E88D405778B22071A">
    <w:name w:val="C4AE45783FBE4F4E88D405778B22071A"/>
    <w:rsid w:val="005E3DA3"/>
  </w:style>
  <w:style w:type="paragraph" w:customStyle="1" w:styleId="59B3257E2250435AA9E7D07BA229CD94">
    <w:name w:val="59B3257E2250435AA9E7D07BA229CD94"/>
    <w:rsid w:val="005E3DA3"/>
  </w:style>
  <w:style w:type="paragraph" w:customStyle="1" w:styleId="5B9FF498535C471FA20474652F30406C">
    <w:name w:val="5B9FF498535C471FA20474652F30406C"/>
    <w:rsid w:val="005E3DA3"/>
  </w:style>
  <w:style w:type="paragraph" w:customStyle="1" w:styleId="1E9E5AA2856449BEBAD1697D93606E8E">
    <w:name w:val="1E9E5AA2856449BEBAD1697D93606E8E"/>
    <w:rsid w:val="005E3DA3"/>
  </w:style>
  <w:style w:type="paragraph" w:customStyle="1" w:styleId="7BA90C1AFBF94082AFD3AD69CF9BDF95">
    <w:name w:val="7BA90C1AFBF94082AFD3AD69CF9BDF95"/>
    <w:rsid w:val="005E3DA3"/>
  </w:style>
  <w:style w:type="paragraph" w:customStyle="1" w:styleId="FD85438AD8E34B8B834B53690EB54BF7">
    <w:name w:val="FD85438AD8E34B8B834B53690EB54BF7"/>
    <w:rsid w:val="005E3DA3"/>
  </w:style>
  <w:style w:type="paragraph" w:customStyle="1" w:styleId="CF656C645ED9468BB35C594D528B26DA">
    <w:name w:val="CF656C645ED9468BB35C594D528B26DA"/>
    <w:rsid w:val="005E3DA3"/>
  </w:style>
  <w:style w:type="paragraph" w:customStyle="1" w:styleId="E3B80FC9535E457DAAD345BA862AD602">
    <w:name w:val="E3B80FC9535E457DAAD345BA862AD602"/>
    <w:rsid w:val="005E3DA3"/>
  </w:style>
  <w:style w:type="paragraph" w:customStyle="1" w:styleId="5CF82ACB0B91499FBDF303BA5B8BDBF8">
    <w:name w:val="5CF82ACB0B91499FBDF303BA5B8BDBF8"/>
    <w:rsid w:val="005E3DA3"/>
  </w:style>
  <w:style w:type="paragraph" w:customStyle="1" w:styleId="395C58D32F1F4D83B300B7143D05DE24">
    <w:name w:val="395C58D32F1F4D83B300B7143D05DE24"/>
    <w:rsid w:val="005E3DA3"/>
  </w:style>
  <w:style w:type="paragraph" w:customStyle="1" w:styleId="5407F5F1A095443EBE373E22A51C0B00">
    <w:name w:val="5407F5F1A095443EBE373E22A51C0B00"/>
    <w:rsid w:val="005E3DA3"/>
  </w:style>
  <w:style w:type="paragraph" w:customStyle="1" w:styleId="3946B69766E4446CA62902120000E200">
    <w:name w:val="3946B69766E4446CA62902120000E200"/>
    <w:rsid w:val="005E3DA3"/>
  </w:style>
  <w:style w:type="paragraph" w:customStyle="1" w:styleId="66B5C11F780544BB986448667198EF19">
    <w:name w:val="66B5C11F780544BB986448667198EF19"/>
    <w:rsid w:val="005E3DA3"/>
  </w:style>
  <w:style w:type="paragraph" w:customStyle="1" w:styleId="DABDE2FB77F046AD9B7F775AF7EA696D">
    <w:name w:val="DABDE2FB77F046AD9B7F775AF7EA696D"/>
    <w:rsid w:val="005E3DA3"/>
  </w:style>
  <w:style w:type="paragraph" w:customStyle="1" w:styleId="E148EECAA4AB47E29EDE3280CE43837B">
    <w:name w:val="E148EECAA4AB47E29EDE3280CE43837B"/>
    <w:rsid w:val="005E3DA3"/>
  </w:style>
  <w:style w:type="paragraph" w:customStyle="1" w:styleId="420A33F40F774AF9A715F4E67B04E28B">
    <w:name w:val="420A33F40F774AF9A715F4E67B04E28B"/>
    <w:rsid w:val="005E3DA3"/>
  </w:style>
  <w:style w:type="paragraph" w:customStyle="1" w:styleId="770D9FE88B7043F49BCC3C7573883DFF">
    <w:name w:val="770D9FE88B7043F49BCC3C7573883DFF"/>
    <w:rsid w:val="005E3DA3"/>
  </w:style>
  <w:style w:type="paragraph" w:customStyle="1" w:styleId="CD578378E5DC46DFAEF51ECC5BA5339B">
    <w:name w:val="CD578378E5DC46DFAEF51ECC5BA5339B"/>
    <w:rsid w:val="005E3DA3"/>
  </w:style>
  <w:style w:type="paragraph" w:customStyle="1" w:styleId="581EC44C247344E885A1E9B3DABCBAED">
    <w:name w:val="581EC44C247344E885A1E9B3DABCBAED"/>
    <w:rsid w:val="005E3DA3"/>
  </w:style>
  <w:style w:type="paragraph" w:customStyle="1" w:styleId="9F4F2AC99E694BAAB82DE29EE47C663E">
    <w:name w:val="9F4F2AC99E694BAAB82DE29EE47C663E"/>
    <w:rsid w:val="005E3DA3"/>
  </w:style>
  <w:style w:type="paragraph" w:customStyle="1" w:styleId="12C6F79B4BBC46A0BFE7B088AA58A9EA">
    <w:name w:val="12C6F79B4BBC46A0BFE7B088AA58A9EA"/>
    <w:rsid w:val="005E3DA3"/>
  </w:style>
  <w:style w:type="paragraph" w:customStyle="1" w:styleId="9FECF5180C6A4CDA962508C3086B8240">
    <w:name w:val="9FECF5180C6A4CDA962508C3086B8240"/>
    <w:rsid w:val="005E3DA3"/>
  </w:style>
  <w:style w:type="paragraph" w:customStyle="1" w:styleId="AFB73DD2EE13470B9DAD80AB35C0CF47">
    <w:name w:val="AFB73DD2EE13470B9DAD80AB35C0CF47"/>
    <w:rsid w:val="005E3DA3"/>
  </w:style>
  <w:style w:type="paragraph" w:customStyle="1" w:styleId="D075BBC9CCF1409A930E372498A71DCD">
    <w:name w:val="D075BBC9CCF1409A930E372498A71DCD"/>
    <w:rsid w:val="005E3DA3"/>
  </w:style>
  <w:style w:type="paragraph" w:customStyle="1" w:styleId="2B5570E85D3846D7866777AEC9967DF0">
    <w:name w:val="2B5570E85D3846D7866777AEC9967DF0"/>
    <w:rsid w:val="005E3DA3"/>
  </w:style>
  <w:style w:type="paragraph" w:customStyle="1" w:styleId="F7CDE4DB57924D25ADF48FC6C19134D4">
    <w:name w:val="F7CDE4DB57924D25ADF48FC6C19134D4"/>
    <w:rsid w:val="005E3DA3"/>
  </w:style>
  <w:style w:type="paragraph" w:customStyle="1" w:styleId="0B0DB3F68F744072AFD7B77ADF04A77A">
    <w:name w:val="0B0DB3F68F744072AFD7B77ADF04A77A"/>
    <w:rsid w:val="005E3DA3"/>
  </w:style>
  <w:style w:type="paragraph" w:customStyle="1" w:styleId="680357DA5B4043D78D346B0A5D2066B7">
    <w:name w:val="680357DA5B4043D78D346B0A5D2066B7"/>
    <w:rsid w:val="005E3DA3"/>
  </w:style>
  <w:style w:type="paragraph" w:customStyle="1" w:styleId="13ECE8474C764C2B8488E7BC690D0011">
    <w:name w:val="13ECE8474C764C2B8488E7BC690D0011"/>
    <w:rsid w:val="005E3DA3"/>
  </w:style>
  <w:style w:type="paragraph" w:customStyle="1" w:styleId="B9DCE6C279684CFAAC92BE70B65A37FB">
    <w:name w:val="B9DCE6C279684CFAAC92BE70B65A37FB"/>
    <w:rsid w:val="005E3DA3"/>
  </w:style>
  <w:style w:type="paragraph" w:customStyle="1" w:styleId="F44BD56BF01543AC9A1D1DE7B698F093">
    <w:name w:val="F44BD56BF01543AC9A1D1DE7B698F093"/>
    <w:rsid w:val="005E3DA3"/>
  </w:style>
  <w:style w:type="paragraph" w:customStyle="1" w:styleId="2AFBAA82539F4B12B50AC6E2986B5493">
    <w:name w:val="2AFBAA82539F4B12B50AC6E2986B5493"/>
    <w:rsid w:val="005E3DA3"/>
  </w:style>
  <w:style w:type="paragraph" w:customStyle="1" w:styleId="023134654D0749759E650F2AA16D8655">
    <w:name w:val="023134654D0749759E650F2AA16D8655"/>
    <w:rsid w:val="005E3DA3"/>
  </w:style>
  <w:style w:type="paragraph" w:customStyle="1" w:styleId="15DE615B9AD14C0E99D996BE9B4C0860">
    <w:name w:val="15DE615B9AD14C0E99D996BE9B4C0860"/>
    <w:rsid w:val="005E3DA3"/>
  </w:style>
  <w:style w:type="paragraph" w:customStyle="1" w:styleId="8C288E3D094E4625859597325BD01BFA">
    <w:name w:val="8C288E3D094E4625859597325BD01BFA"/>
    <w:rsid w:val="005E3DA3"/>
  </w:style>
  <w:style w:type="paragraph" w:customStyle="1" w:styleId="9B3E9FF12E34422CBD3BE92437CC0FD3">
    <w:name w:val="9B3E9FF12E34422CBD3BE92437CC0FD3"/>
    <w:rsid w:val="005E3DA3"/>
  </w:style>
  <w:style w:type="paragraph" w:customStyle="1" w:styleId="D000C316C79848B19DF7B3553B3360C0">
    <w:name w:val="D000C316C79848B19DF7B3553B3360C0"/>
    <w:rsid w:val="005E3DA3"/>
  </w:style>
  <w:style w:type="paragraph" w:customStyle="1" w:styleId="E9607EFF3F9043BC846F0597C84EA1E3">
    <w:name w:val="E9607EFF3F9043BC846F0597C84EA1E3"/>
    <w:rsid w:val="005E3DA3"/>
  </w:style>
  <w:style w:type="paragraph" w:customStyle="1" w:styleId="4A98D26D6EAB46CF89B138BDA7C15CCE">
    <w:name w:val="4A98D26D6EAB46CF89B138BDA7C15CCE"/>
    <w:rsid w:val="005E3DA3"/>
  </w:style>
  <w:style w:type="paragraph" w:customStyle="1" w:styleId="67058A8FCB6341419A5C75F3AD72E211">
    <w:name w:val="67058A8FCB6341419A5C75F3AD72E211"/>
    <w:rsid w:val="005E3DA3"/>
  </w:style>
  <w:style w:type="paragraph" w:customStyle="1" w:styleId="11ED53B64B4448E880C0DD065409D4F8">
    <w:name w:val="11ED53B64B4448E880C0DD065409D4F8"/>
    <w:rsid w:val="005E3DA3"/>
  </w:style>
  <w:style w:type="paragraph" w:customStyle="1" w:styleId="43DE5A2C05224CAD8334BB00618AE503">
    <w:name w:val="43DE5A2C05224CAD8334BB00618AE503"/>
    <w:rsid w:val="005E3DA3"/>
  </w:style>
  <w:style w:type="paragraph" w:customStyle="1" w:styleId="DACF011660494DB1B8C0C452CEDCE679">
    <w:name w:val="DACF011660494DB1B8C0C452CEDCE679"/>
    <w:rsid w:val="005E3DA3"/>
  </w:style>
  <w:style w:type="paragraph" w:customStyle="1" w:styleId="3A60287BB8F4465690905D3AD89FCE7A">
    <w:name w:val="3A60287BB8F4465690905D3AD89FCE7A"/>
    <w:rsid w:val="005E3DA3"/>
  </w:style>
  <w:style w:type="paragraph" w:customStyle="1" w:styleId="F3C4B27D33824B58B57AC4FF3DE80032">
    <w:name w:val="F3C4B27D33824B58B57AC4FF3DE80032"/>
    <w:rsid w:val="005E3DA3"/>
  </w:style>
  <w:style w:type="paragraph" w:customStyle="1" w:styleId="09C485156AC94E30B37A089896622D8C">
    <w:name w:val="09C485156AC94E30B37A089896622D8C"/>
    <w:rsid w:val="005E3DA3"/>
  </w:style>
  <w:style w:type="paragraph" w:customStyle="1" w:styleId="B8AD2DFBC3A041808ACA58832C486100">
    <w:name w:val="B8AD2DFBC3A041808ACA58832C486100"/>
    <w:rsid w:val="005E3DA3"/>
  </w:style>
  <w:style w:type="paragraph" w:customStyle="1" w:styleId="A67A60A6EEF6471AB17BE096029AD7CD">
    <w:name w:val="A67A60A6EEF6471AB17BE096029AD7CD"/>
    <w:rsid w:val="005E3DA3"/>
  </w:style>
  <w:style w:type="paragraph" w:customStyle="1" w:styleId="62717BA851AA4A62A12D5B83EBAE4079">
    <w:name w:val="62717BA851AA4A62A12D5B83EBAE4079"/>
    <w:rsid w:val="005E3DA3"/>
  </w:style>
  <w:style w:type="paragraph" w:customStyle="1" w:styleId="C044577C213846F88D10B050EF62C4D9">
    <w:name w:val="C044577C213846F88D10B050EF62C4D9"/>
    <w:rsid w:val="005E3DA3"/>
  </w:style>
  <w:style w:type="paragraph" w:customStyle="1" w:styleId="BCD4AC3E490B46C794F6018A7E99AA7A">
    <w:name w:val="BCD4AC3E490B46C794F6018A7E99AA7A"/>
    <w:rsid w:val="005E3DA3"/>
  </w:style>
  <w:style w:type="paragraph" w:customStyle="1" w:styleId="4FC3C03D93C349A3A977ABEFA6EC9D82">
    <w:name w:val="4FC3C03D93C349A3A977ABEFA6EC9D82"/>
    <w:rsid w:val="005E3DA3"/>
  </w:style>
  <w:style w:type="paragraph" w:customStyle="1" w:styleId="D1E52B985EF24E8198FFE7DC72D3BA86">
    <w:name w:val="D1E52B985EF24E8198FFE7DC72D3BA86"/>
    <w:rsid w:val="005E3DA3"/>
  </w:style>
  <w:style w:type="paragraph" w:customStyle="1" w:styleId="7B48FEDE71124459A3563AB00B56D567">
    <w:name w:val="7B48FEDE71124459A3563AB00B56D567"/>
    <w:rsid w:val="005E3DA3"/>
  </w:style>
  <w:style w:type="paragraph" w:customStyle="1" w:styleId="B27063CEBDCF41ABB15A445D17A516A4">
    <w:name w:val="B27063CEBDCF41ABB15A445D17A516A4"/>
    <w:rsid w:val="005E3DA3"/>
  </w:style>
  <w:style w:type="paragraph" w:customStyle="1" w:styleId="95E9CD6C6A3844059FEE7C38EE352580">
    <w:name w:val="95E9CD6C6A3844059FEE7C38EE352580"/>
    <w:rsid w:val="005E3DA3"/>
  </w:style>
  <w:style w:type="paragraph" w:customStyle="1" w:styleId="EE31DE920A4B4A5685BCDEB799811EC2">
    <w:name w:val="EE31DE920A4B4A5685BCDEB799811EC2"/>
    <w:rsid w:val="005E3DA3"/>
  </w:style>
  <w:style w:type="paragraph" w:customStyle="1" w:styleId="91B8547B2D8D4841B00508FAD4C287E8">
    <w:name w:val="91B8547B2D8D4841B00508FAD4C287E8"/>
    <w:rsid w:val="005E3DA3"/>
  </w:style>
  <w:style w:type="paragraph" w:customStyle="1" w:styleId="CB6206B277B447CC8E6C0366F83053FE">
    <w:name w:val="CB6206B277B447CC8E6C0366F83053FE"/>
    <w:rsid w:val="005E3DA3"/>
  </w:style>
  <w:style w:type="paragraph" w:customStyle="1" w:styleId="3D2B1AF3CD2348EBA77A0B1E2707B4B2">
    <w:name w:val="3D2B1AF3CD2348EBA77A0B1E2707B4B2"/>
    <w:rsid w:val="005E3DA3"/>
  </w:style>
  <w:style w:type="paragraph" w:customStyle="1" w:styleId="40A57ECB2B734CF0A9C6102D45B26922">
    <w:name w:val="40A57ECB2B734CF0A9C6102D45B26922"/>
    <w:rsid w:val="005E3DA3"/>
  </w:style>
  <w:style w:type="paragraph" w:customStyle="1" w:styleId="D0CF758A826F4E448D1CF2AD49123351">
    <w:name w:val="D0CF758A826F4E448D1CF2AD49123351"/>
    <w:rsid w:val="005E3DA3"/>
  </w:style>
  <w:style w:type="paragraph" w:customStyle="1" w:styleId="E2197E5259634DFB931F570D76EEB919">
    <w:name w:val="E2197E5259634DFB931F570D76EEB919"/>
    <w:rsid w:val="005E3DA3"/>
  </w:style>
  <w:style w:type="paragraph" w:customStyle="1" w:styleId="B4BC86413EE64EFEAFB99D78E9B0D12F">
    <w:name w:val="B4BC86413EE64EFEAFB99D78E9B0D12F"/>
    <w:rsid w:val="005E3DA3"/>
  </w:style>
  <w:style w:type="paragraph" w:customStyle="1" w:styleId="A5817CF1EA8A4C72BBBA4E7D7EC5858B">
    <w:name w:val="A5817CF1EA8A4C72BBBA4E7D7EC5858B"/>
    <w:rsid w:val="005E3DA3"/>
  </w:style>
  <w:style w:type="paragraph" w:customStyle="1" w:styleId="45FA0B662CEA4A3DA232475B80F7D198">
    <w:name w:val="45FA0B662CEA4A3DA232475B80F7D198"/>
    <w:rsid w:val="005E3DA3"/>
  </w:style>
  <w:style w:type="paragraph" w:customStyle="1" w:styleId="CFA55E6D37A94468B11B43B1AB3E0CC3">
    <w:name w:val="CFA55E6D37A94468B11B43B1AB3E0CC3"/>
    <w:rsid w:val="005E3DA3"/>
  </w:style>
  <w:style w:type="paragraph" w:customStyle="1" w:styleId="237D15BCADAF43CEA2D868232B485D6E">
    <w:name w:val="237D15BCADAF43CEA2D868232B485D6E"/>
    <w:rsid w:val="005E3DA3"/>
  </w:style>
  <w:style w:type="paragraph" w:customStyle="1" w:styleId="A872DDD04CB044DFB2028CBF10FBF1F9">
    <w:name w:val="A872DDD04CB044DFB2028CBF10FBF1F9"/>
    <w:rsid w:val="005E3DA3"/>
  </w:style>
  <w:style w:type="paragraph" w:customStyle="1" w:styleId="CE777BD7C51A411F88654BD6BC02A4BC">
    <w:name w:val="CE777BD7C51A411F88654BD6BC02A4BC"/>
    <w:rsid w:val="005E3DA3"/>
  </w:style>
  <w:style w:type="paragraph" w:customStyle="1" w:styleId="B0C7206217A54E6AB048682D3540D8F0">
    <w:name w:val="B0C7206217A54E6AB048682D3540D8F0"/>
    <w:rsid w:val="005E3DA3"/>
  </w:style>
  <w:style w:type="paragraph" w:customStyle="1" w:styleId="ECB54235550B4AA3B42248A8DA969702">
    <w:name w:val="ECB54235550B4AA3B42248A8DA969702"/>
    <w:rsid w:val="005E3DA3"/>
  </w:style>
  <w:style w:type="paragraph" w:customStyle="1" w:styleId="06B16DCC2778410E86951D3273EBF1FD">
    <w:name w:val="06B16DCC2778410E86951D3273EBF1FD"/>
    <w:rsid w:val="005E3DA3"/>
  </w:style>
  <w:style w:type="paragraph" w:customStyle="1" w:styleId="D1EB9F9E69A545E5A4FE1742563D5A26">
    <w:name w:val="D1EB9F9E69A545E5A4FE1742563D5A26"/>
    <w:rsid w:val="005E3DA3"/>
  </w:style>
  <w:style w:type="paragraph" w:customStyle="1" w:styleId="091849370BCA4A94BAD02DAFE4E611B7">
    <w:name w:val="091849370BCA4A94BAD02DAFE4E611B7"/>
    <w:rsid w:val="005E3DA3"/>
  </w:style>
  <w:style w:type="paragraph" w:customStyle="1" w:styleId="7F4BEC54C6624D6BA5A13432C9B95F9A">
    <w:name w:val="7F4BEC54C6624D6BA5A13432C9B95F9A"/>
    <w:rsid w:val="005E3DA3"/>
  </w:style>
  <w:style w:type="paragraph" w:customStyle="1" w:styleId="D04F5E675DED4E619D5E89679A4BF6F9">
    <w:name w:val="D04F5E675DED4E619D5E89679A4BF6F9"/>
    <w:rsid w:val="005E3DA3"/>
  </w:style>
  <w:style w:type="paragraph" w:customStyle="1" w:styleId="C17245237B704ECFA05633A0F03B3D23">
    <w:name w:val="C17245237B704ECFA05633A0F03B3D23"/>
    <w:rsid w:val="005E3DA3"/>
  </w:style>
  <w:style w:type="paragraph" w:customStyle="1" w:styleId="B18E0557A1304D518E5ADCFA031B21CD">
    <w:name w:val="B18E0557A1304D518E5ADCFA031B21CD"/>
    <w:rsid w:val="005E3DA3"/>
  </w:style>
  <w:style w:type="paragraph" w:customStyle="1" w:styleId="72EB00A570AC4E03814BEF924DB0F957">
    <w:name w:val="72EB00A570AC4E03814BEF924DB0F957"/>
    <w:rsid w:val="005E3DA3"/>
  </w:style>
  <w:style w:type="paragraph" w:customStyle="1" w:styleId="F88307759A914084BFDEBAEE810A2850">
    <w:name w:val="F88307759A914084BFDEBAEE810A2850"/>
    <w:rsid w:val="005E3DA3"/>
  </w:style>
  <w:style w:type="paragraph" w:customStyle="1" w:styleId="A43503CB8D424A969EF77F43F0175342">
    <w:name w:val="A43503CB8D424A969EF77F43F0175342"/>
    <w:rsid w:val="005E3DA3"/>
  </w:style>
  <w:style w:type="paragraph" w:customStyle="1" w:styleId="A9AEFD8502B34E948D88364D71FDFCAA">
    <w:name w:val="A9AEFD8502B34E948D88364D71FDFCAA"/>
    <w:rsid w:val="005E3DA3"/>
  </w:style>
  <w:style w:type="paragraph" w:customStyle="1" w:styleId="FA01866EEBDD488888FFB33CA7AB5326">
    <w:name w:val="FA01866EEBDD488888FFB33CA7AB5326"/>
    <w:rsid w:val="005E3DA3"/>
  </w:style>
  <w:style w:type="paragraph" w:customStyle="1" w:styleId="1B267EFFA9EC4191BB027E9394E3220B">
    <w:name w:val="1B267EFFA9EC4191BB027E9394E3220B"/>
    <w:rsid w:val="005E3DA3"/>
  </w:style>
  <w:style w:type="paragraph" w:customStyle="1" w:styleId="5035FFAC6C624F1B86B469269C3AE8A1">
    <w:name w:val="5035FFAC6C624F1B86B469269C3AE8A1"/>
    <w:rsid w:val="005E3DA3"/>
  </w:style>
  <w:style w:type="paragraph" w:customStyle="1" w:styleId="B72EB0CE33EF4FB5BE80CD64C393743E">
    <w:name w:val="B72EB0CE33EF4FB5BE80CD64C393743E"/>
    <w:rsid w:val="005E3DA3"/>
  </w:style>
  <w:style w:type="paragraph" w:customStyle="1" w:styleId="659A6F9DE27141FC8F0D5F813DE5AC39">
    <w:name w:val="659A6F9DE27141FC8F0D5F813DE5AC39"/>
    <w:rsid w:val="005E3DA3"/>
  </w:style>
  <w:style w:type="paragraph" w:customStyle="1" w:styleId="6945A569057C4B48B20277A971276A60">
    <w:name w:val="6945A569057C4B48B20277A971276A60"/>
    <w:rsid w:val="005E3DA3"/>
  </w:style>
  <w:style w:type="paragraph" w:customStyle="1" w:styleId="70BFFE5CD3BE4CD69B8CCB7A6BC9329C">
    <w:name w:val="70BFFE5CD3BE4CD69B8CCB7A6BC9329C"/>
    <w:rsid w:val="005E3DA3"/>
  </w:style>
  <w:style w:type="paragraph" w:customStyle="1" w:styleId="E382FCE54D21484FB6CBB53ABD293CF1">
    <w:name w:val="E382FCE54D21484FB6CBB53ABD293CF1"/>
    <w:rsid w:val="005E3DA3"/>
  </w:style>
  <w:style w:type="paragraph" w:customStyle="1" w:styleId="56D2E0A334EF41188BE7B498CE6E9765">
    <w:name w:val="56D2E0A334EF41188BE7B498CE6E9765"/>
    <w:rsid w:val="005E3DA3"/>
  </w:style>
  <w:style w:type="paragraph" w:customStyle="1" w:styleId="5990AF7DFACB4BFB8D6C4B5EC4CEEF96">
    <w:name w:val="5990AF7DFACB4BFB8D6C4B5EC4CEEF96"/>
    <w:rsid w:val="005E3DA3"/>
  </w:style>
  <w:style w:type="paragraph" w:customStyle="1" w:styleId="32E4E28BFABD4FC788CDA76ECCC91D46">
    <w:name w:val="32E4E28BFABD4FC788CDA76ECCC91D46"/>
    <w:rsid w:val="005E3DA3"/>
  </w:style>
  <w:style w:type="paragraph" w:customStyle="1" w:styleId="FFB3DC49EBB045BD9D5744E707468199">
    <w:name w:val="FFB3DC49EBB045BD9D5744E707468199"/>
    <w:rsid w:val="005E3DA3"/>
  </w:style>
  <w:style w:type="paragraph" w:customStyle="1" w:styleId="DEE1C3C96B954B4386FDAD096AF03474">
    <w:name w:val="DEE1C3C96B954B4386FDAD096AF03474"/>
    <w:rsid w:val="005E3DA3"/>
  </w:style>
  <w:style w:type="paragraph" w:customStyle="1" w:styleId="F003227548984124BE08C7BCF1D6B5C2">
    <w:name w:val="F003227548984124BE08C7BCF1D6B5C2"/>
    <w:rsid w:val="005E3DA3"/>
  </w:style>
  <w:style w:type="paragraph" w:customStyle="1" w:styleId="5053C427973143949631C258BC991517">
    <w:name w:val="5053C427973143949631C258BC991517"/>
    <w:rsid w:val="005E3DA3"/>
  </w:style>
  <w:style w:type="paragraph" w:customStyle="1" w:styleId="3631B6BBB1B84E75B462921344465822">
    <w:name w:val="3631B6BBB1B84E75B462921344465822"/>
    <w:rsid w:val="005E3DA3"/>
  </w:style>
  <w:style w:type="paragraph" w:customStyle="1" w:styleId="2288985F178F48749146C0DCA14C3EFD">
    <w:name w:val="2288985F178F48749146C0DCA14C3EFD"/>
    <w:rsid w:val="005E3DA3"/>
  </w:style>
  <w:style w:type="paragraph" w:customStyle="1" w:styleId="9F210131E35546A69633FC83167F2B67">
    <w:name w:val="9F210131E35546A69633FC83167F2B67"/>
    <w:rsid w:val="005E3DA3"/>
  </w:style>
  <w:style w:type="paragraph" w:customStyle="1" w:styleId="2DDB956DB73A4ADC94A8C6846057900A">
    <w:name w:val="2DDB956DB73A4ADC94A8C6846057900A"/>
    <w:rsid w:val="005E3DA3"/>
  </w:style>
  <w:style w:type="paragraph" w:customStyle="1" w:styleId="1D5FA4F1AF0C435FAE435B770475C30B">
    <w:name w:val="1D5FA4F1AF0C435FAE435B770475C30B"/>
    <w:rsid w:val="005E3DA3"/>
  </w:style>
  <w:style w:type="paragraph" w:customStyle="1" w:styleId="E048668E994E450EBD2F100ED4F9BA7A">
    <w:name w:val="E048668E994E450EBD2F100ED4F9BA7A"/>
    <w:rsid w:val="005E3DA3"/>
  </w:style>
  <w:style w:type="paragraph" w:customStyle="1" w:styleId="105B3535C22D409F9CC38E92B83F806E">
    <w:name w:val="105B3535C22D409F9CC38E92B83F806E"/>
    <w:rsid w:val="005E3DA3"/>
  </w:style>
  <w:style w:type="paragraph" w:customStyle="1" w:styleId="EEA43A3D4AE64112B1AE6180339453E7">
    <w:name w:val="EEA43A3D4AE64112B1AE6180339453E7"/>
    <w:rsid w:val="005E3DA3"/>
  </w:style>
  <w:style w:type="paragraph" w:customStyle="1" w:styleId="B91D87232CF044BC97ABB807053D4CDE">
    <w:name w:val="B91D87232CF044BC97ABB807053D4CDE"/>
    <w:rsid w:val="005E3DA3"/>
  </w:style>
  <w:style w:type="paragraph" w:customStyle="1" w:styleId="38C371DD4DF249D9B1B1297EADC34B3D">
    <w:name w:val="38C371DD4DF249D9B1B1297EADC34B3D"/>
    <w:rsid w:val="005E3DA3"/>
  </w:style>
  <w:style w:type="paragraph" w:customStyle="1" w:styleId="3447568F0B4C45BCA4127FCF591421DD">
    <w:name w:val="3447568F0B4C45BCA4127FCF591421DD"/>
    <w:rsid w:val="005E3DA3"/>
  </w:style>
  <w:style w:type="paragraph" w:customStyle="1" w:styleId="9468891A8D104CD3901597033E75505B">
    <w:name w:val="9468891A8D104CD3901597033E75505B"/>
    <w:rsid w:val="005E3DA3"/>
  </w:style>
  <w:style w:type="paragraph" w:customStyle="1" w:styleId="1F18CEBA2E1A4DBAB89016C94619F817">
    <w:name w:val="1F18CEBA2E1A4DBAB89016C94619F817"/>
    <w:rsid w:val="005E3DA3"/>
  </w:style>
  <w:style w:type="paragraph" w:customStyle="1" w:styleId="8272A931FF9D47F4926851F79CC9A4C2">
    <w:name w:val="8272A931FF9D47F4926851F79CC9A4C2"/>
    <w:rsid w:val="005E3DA3"/>
  </w:style>
  <w:style w:type="paragraph" w:customStyle="1" w:styleId="953C1FF4E08A40D78EA165D7872150AE">
    <w:name w:val="953C1FF4E08A40D78EA165D7872150AE"/>
    <w:rsid w:val="005E3DA3"/>
  </w:style>
  <w:style w:type="paragraph" w:customStyle="1" w:styleId="6B6721A0FE8B45909C574F81434610F4">
    <w:name w:val="6B6721A0FE8B45909C574F81434610F4"/>
    <w:rsid w:val="005E3DA3"/>
  </w:style>
  <w:style w:type="paragraph" w:customStyle="1" w:styleId="D51756AA6B0F4556B2B58298DBA1ACD5">
    <w:name w:val="D51756AA6B0F4556B2B58298DBA1ACD5"/>
    <w:rsid w:val="005E3DA3"/>
  </w:style>
  <w:style w:type="paragraph" w:customStyle="1" w:styleId="16FFED0119A242A992FBDFBAFE6BA9EE">
    <w:name w:val="16FFED0119A242A992FBDFBAFE6BA9EE"/>
    <w:rsid w:val="005E3DA3"/>
  </w:style>
  <w:style w:type="paragraph" w:customStyle="1" w:styleId="D3833BD60A754317B0E789E3C9CA24FF">
    <w:name w:val="D3833BD60A754317B0E789E3C9CA24FF"/>
    <w:rsid w:val="005E3DA3"/>
  </w:style>
  <w:style w:type="paragraph" w:customStyle="1" w:styleId="BE6F27AEF45D4EA791A900B1436E9406">
    <w:name w:val="BE6F27AEF45D4EA791A900B1436E9406"/>
    <w:rsid w:val="005E3DA3"/>
  </w:style>
  <w:style w:type="paragraph" w:customStyle="1" w:styleId="FD46775656904F90B85457C348296237">
    <w:name w:val="FD46775656904F90B85457C348296237"/>
    <w:rsid w:val="005E3DA3"/>
  </w:style>
  <w:style w:type="paragraph" w:customStyle="1" w:styleId="0B013A5E5B694542BA210BAA27F56DCF">
    <w:name w:val="0B013A5E5B694542BA210BAA27F56DCF"/>
    <w:rsid w:val="005E3DA3"/>
  </w:style>
  <w:style w:type="paragraph" w:customStyle="1" w:styleId="74BD562E8FD94D04AAA308F79AF1018F">
    <w:name w:val="74BD562E8FD94D04AAA308F79AF1018F"/>
    <w:rsid w:val="005E3DA3"/>
  </w:style>
  <w:style w:type="paragraph" w:customStyle="1" w:styleId="2827E9E2E75A4297B50A92013148AA5E">
    <w:name w:val="2827E9E2E75A4297B50A92013148AA5E"/>
    <w:rsid w:val="005E3DA3"/>
  </w:style>
  <w:style w:type="paragraph" w:customStyle="1" w:styleId="AC46EAF1769B43BD9B1F9EAD69A6F7AA">
    <w:name w:val="AC46EAF1769B43BD9B1F9EAD69A6F7AA"/>
    <w:rsid w:val="005E3DA3"/>
  </w:style>
  <w:style w:type="paragraph" w:customStyle="1" w:styleId="5BC5FFF696544515BDA740429278EB59">
    <w:name w:val="5BC5FFF696544515BDA740429278EB59"/>
    <w:rsid w:val="005E3DA3"/>
  </w:style>
  <w:style w:type="paragraph" w:customStyle="1" w:styleId="6F42C49432714110A7BE04CA41C9E643">
    <w:name w:val="6F42C49432714110A7BE04CA41C9E643"/>
    <w:rsid w:val="005E3DA3"/>
  </w:style>
  <w:style w:type="paragraph" w:customStyle="1" w:styleId="1A9E545775B9430FB4C46F1576310529">
    <w:name w:val="1A9E545775B9430FB4C46F1576310529"/>
    <w:rsid w:val="005E3DA3"/>
  </w:style>
  <w:style w:type="paragraph" w:customStyle="1" w:styleId="A98D90E1636F4BBAA1295AE4DE7EA65B">
    <w:name w:val="A98D90E1636F4BBAA1295AE4DE7EA65B"/>
    <w:rsid w:val="005E3DA3"/>
  </w:style>
  <w:style w:type="paragraph" w:customStyle="1" w:styleId="C3369E37A2AD4555BBED5D762135FF7D">
    <w:name w:val="C3369E37A2AD4555BBED5D762135FF7D"/>
    <w:rsid w:val="005E3DA3"/>
  </w:style>
  <w:style w:type="paragraph" w:customStyle="1" w:styleId="75CD816D0A7147A9989557F54748E5E3">
    <w:name w:val="75CD816D0A7147A9989557F54748E5E3"/>
    <w:rsid w:val="005E3DA3"/>
  </w:style>
  <w:style w:type="paragraph" w:customStyle="1" w:styleId="A9C6413124CB4DEAAACFD0F46D8603F4">
    <w:name w:val="A9C6413124CB4DEAAACFD0F46D8603F4"/>
    <w:rsid w:val="005E3DA3"/>
  </w:style>
  <w:style w:type="paragraph" w:customStyle="1" w:styleId="02CE459233B94FDA91F8281E982A564F">
    <w:name w:val="02CE459233B94FDA91F8281E982A564F"/>
    <w:rsid w:val="005E3DA3"/>
  </w:style>
  <w:style w:type="paragraph" w:customStyle="1" w:styleId="F3C36509175D4D88B80F1DA7F11829F8">
    <w:name w:val="F3C36509175D4D88B80F1DA7F11829F8"/>
    <w:rsid w:val="005E3DA3"/>
  </w:style>
  <w:style w:type="paragraph" w:customStyle="1" w:styleId="B27FA27B446949E1A4FFF53064AE5E02">
    <w:name w:val="B27FA27B446949E1A4FFF53064AE5E02"/>
    <w:rsid w:val="005E3DA3"/>
  </w:style>
  <w:style w:type="paragraph" w:customStyle="1" w:styleId="68B23AAE4E93443D8D9C23035E8178CD">
    <w:name w:val="68B23AAE4E93443D8D9C23035E8178CD"/>
    <w:rsid w:val="005E3DA3"/>
  </w:style>
  <w:style w:type="paragraph" w:customStyle="1" w:styleId="4A97496928DF4ADD8A3C941BA1FE8B8E">
    <w:name w:val="4A97496928DF4ADD8A3C941BA1FE8B8E"/>
    <w:rsid w:val="005E3DA3"/>
  </w:style>
  <w:style w:type="paragraph" w:customStyle="1" w:styleId="76D25C3310194A1F89601AD3E95EB874">
    <w:name w:val="76D25C3310194A1F89601AD3E95EB874"/>
    <w:rsid w:val="005E3DA3"/>
  </w:style>
  <w:style w:type="paragraph" w:customStyle="1" w:styleId="875286BE6DFD462997BEAAD5D76D3690">
    <w:name w:val="875286BE6DFD462997BEAAD5D76D3690"/>
    <w:rsid w:val="005E3DA3"/>
  </w:style>
  <w:style w:type="paragraph" w:customStyle="1" w:styleId="3A5A077EB90B4440819643DBD82041D2">
    <w:name w:val="3A5A077EB90B4440819643DBD82041D2"/>
    <w:rsid w:val="005E3DA3"/>
  </w:style>
  <w:style w:type="paragraph" w:customStyle="1" w:styleId="D81CBE466CBC484AB609FD2BBDCA8C85">
    <w:name w:val="D81CBE466CBC484AB609FD2BBDCA8C85"/>
    <w:rsid w:val="005E3DA3"/>
  </w:style>
  <w:style w:type="paragraph" w:customStyle="1" w:styleId="A456ABA758E442D1873635895FEF3F71">
    <w:name w:val="A456ABA758E442D1873635895FEF3F71"/>
    <w:rsid w:val="005E3DA3"/>
  </w:style>
  <w:style w:type="paragraph" w:customStyle="1" w:styleId="4999B78A5D154F5181FDCA007C7A338B">
    <w:name w:val="4999B78A5D154F5181FDCA007C7A338B"/>
    <w:rsid w:val="005E3DA3"/>
  </w:style>
  <w:style w:type="paragraph" w:customStyle="1" w:styleId="D571E8220E354B76B5F06320AE743A38">
    <w:name w:val="D571E8220E354B76B5F06320AE743A38"/>
    <w:rsid w:val="005E3DA3"/>
  </w:style>
  <w:style w:type="paragraph" w:customStyle="1" w:styleId="3AFEEBFB29A04F6D9BECC24BC4F5E247">
    <w:name w:val="3AFEEBFB29A04F6D9BECC24BC4F5E247"/>
    <w:rsid w:val="005E3DA3"/>
  </w:style>
  <w:style w:type="paragraph" w:customStyle="1" w:styleId="651BCCBE8AB54AC1A333DB77A0F85FC0">
    <w:name w:val="651BCCBE8AB54AC1A333DB77A0F85FC0"/>
    <w:rsid w:val="005E3DA3"/>
  </w:style>
  <w:style w:type="paragraph" w:customStyle="1" w:styleId="17D9E923ACAE4F94A4451E4592BDA06D">
    <w:name w:val="17D9E923ACAE4F94A4451E4592BDA06D"/>
    <w:rsid w:val="005E3DA3"/>
  </w:style>
  <w:style w:type="paragraph" w:customStyle="1" w:styleId="8185C20BC6E942509D301DE570C0B581">
    <w:name w:val="8185C20BC6E942509D301DE570C0B581"/>
    <w:rsid w:val="005E3DA3"/>
  </w:style>
  <w:style w:type="paragraph" w:customStyle="1" w:styleId="513A3A881321435C84C3106E39E5F311">
    <w:name w:val="513A3A881321435C84C3106E39E5F311"/>
    <w:rsid w:val="005E3DA3"/>
  </w:style>
  <w:style w:type="paragraph" w:customStyle="1" w:styleId="173756E85DF24B3FB78F4317CA0C99F9">
    <w:name w:val="173756E85DF24B3FB78F4317CA0C99F9"/>
    <w:rsid w:val="00757406"/>
  </w:style>
  <w:style w:type="paragraph" w:customStyle="1" w:styleId="A5EC0C9BF4B04CAC9210199716BFF070">
    <w:name w:val="A5EC0C9BF4B04CAC9210199716BFF070"/>
    <w:rsid w:val="00757406"/>
  </w:style>
  <w:style w:type="paragraph" w:customStyle="1" w:styleId="2C62C2A2AFDA46EBA39AF3D634C65EAC">
    <w:name w:val="2C62C2A2AFDA46EBA39AF3D634C65EAC"/>
    <w:rsid w:val="00757406"/>
  </w:style>
  <w:style w:type="paragraph" w:customStyle="1" w:styleId="134E60B3ECDD4A90925DAD4ED48A9722">
    <w:name w:val="134E60B3ECDD4A90925DAD4ED48A9722"/>
    <w:rsid w:val="00757406"/>
  </w:style>
  <w:style w:type="paragraph" w:customStyle="1" w:styleId="FAD72FBCF51341FEA39F47A275C20EA6">
    <w:name w:val="FAD72FBCF51341FEA39F47A275C20EA6"/>
    <w:rsid w:val="00757406"/>
  </w:style>
  <w:style w:type="paragraph" w:customStyle="1" w:styleId="B1FE338FCD2F4B61BBD4B09B3A5B9A95">
    <w:name w:val="B1FE338FCD2F4B61BBD4B09B3A5B9A95"/>
    <w:rsid w:val="00757406"/>
  </w:style>
  <w:style w:type="paragraph" w:customStyle="1" w:styleId="CAB7C26AD1144CC497067E30BF970AC3">
    <w:name w:val="CAB7C26AD1144CC497067E30BF970AC3"/>
    <w:rsid w:val="00757406"/>
  </w:style>
  <w:style w:type="paragraph" w:customStyle="1" w:styleId="3E8965EBC5EE4057ACABAC2892B31C10">
    <w:name w:val="3E8965EBC5EE4057ACABAC2892B31C10"/>
    <w:rsid w:val="00757406"/>
  </w:style>
  <w:style w:type="paragraph" w:customStyle="1" w:styleId="2335DF1C85FF42748BD77B3F5F94C9C8">
    <w:name w:val="2335DF1C85FF42748BD77B3F5F94C9C8"/>
    <w:rsid w:val="00757406"/>
  </w:style>
  <w:style w:type="paragraph" w:customStyle="1" w:styleId="2B4CE6F00FA743CC8CC9FC5CF830FFED">
    <w:name w:val="2B4CE6F00FA743CC8CC9FC5CF830FFED"/>
    <w:rsid w:val="00757406"/>
  </w:style>
  <w:style w:type="paragraph" w:customStyle="1" w:styleId="D9BBA7D82E494440968847AA8A4D9785">
    <w:name w:val="D9BBA7D82E494440968847AA8A4D9785"/>
    <w:rsid w:val="00757406"/>
  </w:style>
  <w:style w:type="paragraph" w:customStyle="1" w:styleId="1DA98B24C2D74FC0905FC541524BDC90">
    <w:name w:val="1DA98B24C2D74FC0905FC541524BDC90"/>
    <w:rsid w:val="00757406"/>
  </w:style>
  <w:style w:type="paragraph" w:customStyle="1" w:styleId="BD125D21FF294EDAA8FC38604C7DB668">
    <w:name w:val="BD125D21FF294EDAA8FC38604C7DB668"/>
    <w:rsid w:val="00757406"/>
  </w:style>
  <w:style w:type="paragraph" w:customStyle="1" w:styleId="12F0E7A1C4814763BC33F62DB14571E7">
    <w:name w:val="12F0E7A1C4814763BC33F62DB14571E7"/>
    <w:rsid w:val="00757406"/>
  </w:style>
  <w:style w:type="paragraph" w:customStyle="1" w:styleId="AE1413B66A724ABE833DB4CF8411E9FF">
    <w:name w:val="AE1413B66A724ABE833DB4CF8411E9FF"/>
    <w:rsid w:val="00757406"/>
  </w:style>
  <w:style w:type="paragraph" w:customStyle="1" w:styleId="FB9917CFDDEB4233A5B5421554BC9012">
    <w:name w:val="FB9917CFDDEB4233A5B5421554BC9012"/>
    <w:rsid w:val="00757406"/>
  </w:style>
  <w:style w:type="paragraph" w:customStyle="1" w:styleId="DAED90162FD2419C80EC2AD135E4E3FD">
    <w:name w:val="DAED90162FD2419C80EC2AD135E4E3FD"/>
    <w:rsid w:val="00757406"/>
  </w:style>
  <w:style w:type="paragraph" w:customStyle="1" w:styleId="9145DF27A696493ABBC7A959792C795B">
    <w:name w:val="9145DF27A696493ABBC7A959792C795B"/>
    <w:rsid w:val="00757406"/>
  </w:style>
  <w:style w:type="paragraph" w:customStyle="1" w:styleId="42603169F59640639DD59276BAF3EE32">
    <w:name w:val="42603169F59640639DD59276BAF3EE32"/>
    <w:rsid w:val="00757406"/>
  </w:style>
  <w:style w:type="paragraph" w:customStyle="1" w:styleId="9DDF1F56B3E348AEBA43A79CDB08AE8B">
    <w:name w:val="9DDF1F56B3E348AEBA43A79CDB08AE8B"/>
    <w:rsid w:val="00757406"/>
  </w:style>
  <w:style w:type="paragraph" w:customStyle="1" w:styleId="4A459747415D4AC3A59CA6C9D2BBA246">
    <w:name w:val="4A459747415D4AC3A59CA6C9D2BBA246"/>
    <w:rsid w:val="00757406"/>
  </w:style>
  <w:style w:type="paragraph" w:customStyle="1" w:styleId="F80EF0A483534F3CB10986B93173325E">
    <w:name w:val="F80EF0A483534F3CB10986B93173325E"/>
    <w:rsid w:val="00757406"/>
  </w:style>
  <w:style w:type="paragraph" w:customStyle="1" w:styleId="749DB0EC55C3414283C3D416C11B19B2">
    <w:name w:val="749DB0EC55C3414283C3D416C11B19B2"/>
    <w:rsid w:val="00757406"/>
  </w:style>
  <w:style w:type="paragraph" w:customStyle="1" w:styleId="EA5170ECC20D48AEB237A6EF34366289">
    <w:name w:val="EA5170ECC20D48AEB237A6EF34366289"/>
    <w:rsid w:val="00757406"/>
  </w:style>
  <w:style w:type="paragraph" w:customStyle="1" w:styleId="F219BF3AA0164806B1BB22D6B5C3B215">
    <w:name w:val="F219BF3AA0164806B1BB22D6B5C3B215"/>
    <w:rsid w:val="00757406"/>
  </w:style>
  <w:style w:type="paragraph" w:customStyle="1" w:styleId="87C6F32BEFF04BFC8D0833DA5034BE29">
    <w:name w:val="87C6F32BEFF04BFC8D0833DA5034BE29"/>
    <w:rsid w:val="00757406"/>
  </w:style>
  <w:style w:type="paragraph" w:customStyle="1" w:styleId="EBEBE9F3DCE24EF4BC61FE65F3379F8D">
    <w:name w:val="EBEBE9F3DCE24EF4BC61FE65F3379F8D"/>
    <w:rsid w:val="00757406"/>
  </w:style>
  <w:style w:type="paragraph" w:customStyle="1" w:styleId="3E4609A6333E44F3A53F48D32ABA9179">
    <w:name w:val="3E4609A6333E44F3A53F48D32ABA9179"/>
    <w:rsid w:val="00757406"/>
  </w:style>
  <w:style w:type="paragraph" w:customStyle="1" w:styleId="F1A7AA6615C3459FA760B8D209CB0E5D">
    <w:name w:val="F1A7AA6615C3459FA760B8D209CB0E5D"/>
    <w:rsid w:val="00757406"/>
  </w:style>
  <w:style w:type="paragraph" w:customStyle="1" w:styleId="A479034760444935884C93E862BBE133">
    <w:name w:val="A479034760444935884C93E862BBE133"/>
    <w:rsid w:val="00757406"/>
  </w:style>
  <w:style w:type="paragraph" w:customStyle="1" w:styleId="FFCAC24EFE974327B1633468C37AC3FA">
    <w:name w:val="FFCAC24EFE974327B1633468C37AC3FA"/>
    <w:rsid w:val="00757406"/>
  </w:style>
  <w:style w:type="paragraph" w:customStyle="1" w:styleId="1D160DBC5BBA42EAB89092B9B1E33B97">
    <w:name w:val="1D160DBC5BBA42EAB89092B9B1E33B97"/>
    <w:rsid w:val="00757406"/>
  </w:style>
  <w:style w:type="paragraph" w:customStyle="1" w:styleId="1DCC2BDCD1074E5494AAA757B32F32F9">
    <w:name w:val="1DCC2BDCD1074E5494AAA757B32F32F9"/>
    <w:rsid w:val="00757406"/>
  </w:style>
  <w:style w:type="paragraph" w:customStyle="1" w:styleId="1193189752C044EA9BB4BA6169078429">
    <w:name w:val="1193189752C044EA9BB4BA6169078429"/>
    <w:rsid w:val="00757406"/>
  </w:style>
  <w:style w:type="paragraph" w:customStyle="1" w:styleId="41592BC435B045178CCACEFA15AC0FE4">
    <w:name w:val="41592BC435B045178CCACEFA15AC0FE4"/>
    <w:rsid w:val="00757406"/>
  </w:style>
  <w:style w:type="paragraph" w:customStyle="1" w:styleId="829711CBB225462DAECED6D1CD7B3F2F">
    <w:name w:val="829711CBB225462DAECED6D1CD7B3F2F"/>
    <w:rsid w:val="00757406"/>
  </w:style>
  <w:style w:type="paragraph" w:customStyle="1" w:styleId="3F9472DEFA7D432D94D4E696827CF875">
    <w:name w:val="3F9472DEFA7D432D94D4E696827CF875"/>
    <w:rsid w:val="00757406"/>
  </w:style>
  <w:style w:type="paragraph" w:customStyle="1" w:styleId="C7DEA1BDC2E54C30AA68517439E1ADBC">
    <w:name w:val="C7DEA1BDC2E54C30AA68517439E1ADBC"/>
    <w:rsid w:val="00757406"/>
  </w:style>
  <w:style w:type="paragraph" w:customStyle="1" w:styleId="417237ED2D3F4041A78270A5635E3A5D">
    <w:name w:val="417237ED2D3F4041A78270A5635E3A5D"/>
    <w:rsid w:val="00757406"/>
  </w:style>
  <w:style w:type="paragraph" w:customStyle="1" w:styleId="8F49FABCD01748FD88EC9C5001538FD1">
    <w:name w:val="8F49FABCD01748FD88EC9C5001538FD1"/>
    <w:rsid w:val="00757406"/>
  </w:style>
  <w:style w:type="paragraph" w:customStyle="1" w:styleId="B2765C85D7CD4373BB71F27384973777">
    <w:name w:val="B2765C85D7CD4373BB71F27384973777"/>
    <w:rsid w:val="00757406"/>
  </w:style>
  <w:style w:type="paragraph" w:customStyle="1" w:styleId="3C0A88ABB7BE4EAC8C5816D9225D1783">
    <w:name w:val="3C0A88ABB7BE4EAC8C5816D9225D1783"/>
    <w:rsid w:val="00757406"/>
  </w:style>
  <w:style w:type="paragraph" w:customStyle="1" w:styleId="231E4B9225764DB8829EBCEB402F831D">
    <w:name w:val="231E4B9225764DB8829EBCEB402F831D"/>
    <w:rsid w:val="00757406"/>
  </w:style>
  <w:style w:type="paragraph" w:customStyle="1" w:styleId="8905E33ADD294A88AD5261EF845CD939">
    <w:name w:val="8905E33ADD294A88AD5261EF845CD939"/>
    <w:rsid w:val="00757406"/>
  </w:style>
  <w:style w:type="paragraph" w:customStyle="1" w:styleId="F4DD799664C24E43A37FEB64BDE4261F">
    <w:name w:val="F4DD799664C24E43A37FEB64BDE4261F"/>
    <w:rsid w:val="00757406"/>
  </w:style>
  <w:style w:type="paragraph" w:customStyle="1" w:styleId="2B58E0B9330049C292A5F38CBCC0046F">
    <w:name w:val="2B58E0B9330049C292A5F38CBCC0046F"/>
    <w:rsid w:val="00757406"/>
  </w:style>
  <w:style w:type="paragraph" w:customStyle="1" w:styleId="B5EC30A926D6492E8DD495A3F3C20EAB">
    <w:name w:val="B5EC30A926D6492E8DD495A3F3C20EAB"/>
    <w:rsid w:val="00A14524"/>
  </w:style>
  <w:style w:type="paragraph" w:customStyle="1" w:styleId="1DF9F886569547D39A1843D0EA91C37E">
    <w:name w:val="1DF9F886569547D39A1843D0EA91C37E"/>
    <w:rsid w:val="00A14524"/>
  </w:style>
  <w:style w:type="paragraph" w:customStyle="1" w:styleId="65E2BC78D1B844A785DF0A32B6ED568C">
    <w:name w:val="65E2BC78D1B844A785DF0A32B6ED568C"/>
    <w:rsid w:val="00A14524"/>
  </w:style>
  <w:style w:type="paragraph" w:customStyle="1" w:styleId="E79BB96B255E4084AAA1AFDCE5D77074">
    <w:name w:val="E79BB96B255E4084AAA1AFDCE5D77074"/>
    <w:rsid w:val="00A14524"/>
  </w:style>
  <w:style w:type="paragraph" w:customStyle="1" w:styleId="C7E00C5B5E554AD3929F8E3138450247">
    <w:name w:val="C7E00C5B5E554AD3929F8E3138450247"/>
    <w:rsid w:val="00A14524"/>
  </w:style>
  <w:style w:type="paragraph" w:customStyle="1" w:styleId="6CE19FB433A44593ABF0C59962873584">
    <w:name w:val="6CE19FB433A44593ABF0C59962873584"/>
    <w:rsid w:val="00A14524"/>
  </w:style>
  <w:style w:type="paragraph" w:customStyle="1" w:styleId="2E911806A6124D1390B002F8B1363C8D">
    <w:name w:val="2E911806A6124D1390B002F8B1363C8D"/>
    <w:rsid w:val="00A14524"/>
  </w:style>
  <w:style w:type="paragraph" w:customStyle="1" w:styleId="2B04DC11950D48F1AB5AAB5447681956">
    <w:name w:val="2B04DC11950D48F1AB5AAB5447681956"/>
    <w:rsid w:val="00A14524"/>
  </w:style>
  <w:style w:type="paragraph" w:customStyle="1" w:styleId="3C7C68C12C9A42FF8FB1CA017325637D">
    <w:name w:val="3C7C68C12C9A42FF8FB1CA017325637D"/>
    <w:rsid w:val="00A14524"/>
  </w:style>
  <w:style w:type="paragraph" w:customStyle="1" w:styleId="A0BA4BE62C9849ACB979CC6D6C7F1ED7">
    <w:name w:val="A0BA4BE62C9849ACB979CC6D6C7F1ED7"/>
    <w:rsid w:val="00A14524"/>
  </w:style>
  <w:style w:type="paragraph" w:customStyle="1" w:styleId="3A973A492AA84037A7CFA4859738B4C6">
    <w:name w:val="3A973A492AA84037A7CFA4859738B4C6"/>
    <w:rsid w:val="00A14524"/>
  </w:style>
  <w:style w:type="paragraph" w:customStyle="1" w:styleId="0E06CDAFFC994893B7D230B522F7911E">
    <w:name w:val="0E06CDAFFC994893B7D230B522F7911E"/>
    <w:rsid w:val="00A14524"/>
  </w:style>
  <w:style w:type="paragraph" w:customStyle="1" w:styleId="82D24AE85F174EF297D03423689629C1">
    <w:name w:val="82D24AE85F174EF297D03423689629C1"/>
    <w:rsid w:val="00A14524"/>
  </w:style>
  <w:style w:type="paragraph" w:customStyle="1" w:styleId="7AF8983884FC4377BE14520A3ED91E60">
    <w:name w:val="7AF8983884FC4377BE14520A3ED91E60"/>
    <w:rsid w:val="00A14524"/>
  </w:style>
  <w:style w:type="paragraph" w:customStyle="1" w:styleId="D5376326F8D44E7CA4866135A2DE26D4">
    <w:name w:val="D5376326F8D44E7CA4866135A2DE26D4"/>
    <w:rsid w:val="00A14524"/>
  </w:style>
  <w:style w:type="paragraph" w:customStyle="1" w:styleId="41D6366868A44119A43CCDCB341021EB">
    <w:name w:val="41D6366868A44119A43CCDCB341021EB"/>
    <w:rsid w:val="00A14524"/>
  </w:style>
  <w:style w:type="paragraph" w:customStyle="1" w:styleId="27449C7243F8452F8943A6027B30D546">
    <w:name w:val="27449C7243F8452F8943A6027B30D546"/>
    <w:rsid w:val="00A14524"/>
  </w:style>
  <w:style w:type="paragraph" w:customStyle="1" w:styleId="2B50B786FA9E45BAA4AB0A79C02872B6">
    <w:name w:val="2B50B786FA9E45BAA4AB0A79C02872B6"/>
    <w:rsid w:val="00A14524"/>
  </w:style>
  <w:style w:type="paragraph" w:customStyle="1" w:styleId="127F652C5F584FBC83E15E01756390DC">
    <w:name w:val="127F652C5F584FBC83E15E01756390DC"/>
    <w:rsid w:val="00A14524"/>
  </w:style>
  <w:style w:type="paragraph" w:customStyle="1" w:styleId="654A5946AC8446DEA11939683EB16CDE">
    <w:name w:val="654A5946AC8446DEA11939683EB16CDE"/>
    <w:rsid w:val="00A14524"/>
  </w:style>
  <w:style w:type="paragraph" w:customStyle="1" w:styleId="7D6D2FA524F54EBD9789DB2CD310BD4E">
    <w:name w:val="7D6D2FA524F54EBD9789DB2CD310BD4E"/>
    <w:rsid w:val="00A14524"/>
  </w:style>
  <w:style w:type="paragraph" w:customStyle="1" w:styleId="18A3A63E9D7A4620BE0DAE456A954368">
    <w:name w:val="18A3A63E9D7A4620BE0DAE456A954368"/>
    <w:rsid w:val="00A14524"/>
  </w:style>
  <w:style w:type="paragraph" w:customStyle="1" w:styleId="64207D2E6C384F15AC405B4B67F5965F">
    <w:name w:val="64207D2E6C384F15AC405B4B67F5965F"/>
    <w:rsid w:val="00A14524"/>
  </w:style>
  <w:style w:type="paragraph" w:customStyle="1" w:styleId="A278CB452DE4455CA2A1308D2BCEE456">
    <w:name w:val="A278CB452DE4455CA2A1308D2BCEE456"/>
    <w:rsid w:val="00A14524"/>
  </w:style>
  <w:style w:type="paragraph" w:customStyle="1" w:styleId="CFBF662F5E874F0B81082EF102959FDA">
    <w:name w:val="CFBF662F5E874F0B81082EF102959FDA"/>
    <w:rsid w:val="00A14524"/>
  </w:style>
  <w:style w:type="paragraph" w:customStyle="1" w:styleId="4FDD307656364B83A6C257F1C25BF6B1">
    <w:name w:val="4FDD307656364B83A6C257F1C25BF6B1"/>
    <w:rsid w:val="00A14524"/>
  </w:style>
  <w:style w:type="paragraph" w:customStyle="1" w:styleId="63D4C4257ECC44C49584211BFF323F48">
    <w:name w:val="63D4C4257ECC44C49584211BFF323F48"/>
    <w:rsid w:val="00A14524"/>
  </w:style>
  <w:style w:type="paragraph" w:customStyle="1" w:styleId="3290263390F7408AB63A342D7243F6B8">
    <w:name w:val="3290263390F7408AB63A342D7243F6B8"/>
    <w:rsid w:val="00A14524"/>
  </w:style>
  <w:style w:type="paragraph" w:customStyle="1" w:styleId="6F9BA8857A6E4DEBBBDFBF9AA17C66EF">
    <w:name w:val="6F9BA8857A6E4DEBBBDFBF9AA17C66EF"/>
    <w:rsid w:val="00A14524"/>
  </w:style>
  <w:style w:type="paragraph" w:customStyle="1" w:styleId="452E79CAD5B54A87A8EA8670F0BC7A33">
    <w:name w:val="452E79CAD5B54A87A8EA8670F0BC7A33"/>
    <w:rsid w:val="00A14524"/>
  </w:style>
  <w:style w:type="paragraph" w:customStyle="1" w:styleId="F50BB9EE4769445094E548A0749A731B">
    <w:name w:val="F50BB9EE4769445094E548A0749A731B"/>
    <w:rsid w:val="00A14524"/>
  </w:style>
  <w:style w:type="paragraph" w:customStyle="1" w:styleId="3A710D2C7B734542A32ACD861D532D08">
    <w:name w:val="3A710D2C7B734542A32ACD861D532D08"/>
    <w:rsid w:val="00A14524"/>
  </w:style>
  <w:style w:type="paragraph" w:customStyle="1" w:styleId="A62F2E7F24514619AA9B5A13F47A3668">
    <w:name w:val="A62F2E7F24514619AA9B5A13F47A3668"/>
    <w:rsid w:val="00A14524"/>
  </w:style>
  <w:style w:type="paragraph" w:customStyle="1" w:styleId="47B6EA72AD92449EA900891FCF04BF0F">
    <w:name w:val="47B6EA72AD92449EA900891FCF04BF0F"/>
    <w:rsid w:val="00A14524"/>
  </w:style>
  <w:style w:type="paragraph" w:customStyle="1" w:styleId="29E8DC9D3A934244BD33DD7BF31AB2E6">
    <w:name w:val="29E8DC9D3A934244BD33DD7BF31AB2E6"/>
    <w:rsid w:val="00A14524"/>
  </w:style>
  <w:style w:type="paragraph" w:customStyle="1" w:styleId="3C268B23239641AAB5EA735575C8A879">
    <w:name w:val="3C268B23239641AAB5EA735575C8A879"/>
    <w:rsid w:val="00A14524"/>
  </w:style>
  <w:style w:type="paragraph" w:customStyle="1" w:styleId="FE831A3C3AEE4AF3BDDD5579810385D1">
    <w:name w:val="FE831A3C3AEE4AF3BDDD5579810385D1"/>
    <w:rsid w:val="00A14524"/>
  </w:style>
  <w:style w:type="paragraph" w:customStyle="1" w:styleId="74706E1D727D4AD1BD5C011831BE3855">
    <w:name w:val="74706E1D727D4AD1BD5C011831BE3855"/>
    <w:rsid w:val="00A14524"/>
  </w:style>
  <w:style w:type="paragraph" w:customStyle="1" w:styleId="D67DDDA8F7F34218BE19AEC54D7624E3">
    <w:name w:val="D67DDDA8F7F34218BE19AEC54D7624E3"/>
    <w:rsid w:val="00A14524"/>
  </w:style>
  <w:style w:type="paragraph" w:customStyle="1" w:styleId="E336F28B15174293BBC9AD5ACE3BCE48">
    <w:name w:val="E336F28B15174293BBC9AD5ACE3BCE48"/>
    <w:rsid w:val="00A14524"/>
  </w:style>
  <w:style w:type="paragraph" w:customStyle="1" w:styleId="B83C86F78F0D4928A76FEBD4B81E2002">
    <w:name w:val="B83C86F78F0D4928A76FEBD4B81E2002"/>
    <w:rsid w:val="00A14524"/>
  </w:style>
  <w:style w:type="paragraph" w:customStyle="1" w:styleId="51F142CC8B0D4A368C158C502FFDA54E">
    <w:name w:val="51F142CC8B0D4A368C158C502FFDA54E"/>
    <w:rsid w:val="00A14524"/>
  </w:style>
  <w:style w:type="paragraph" w:customStyle="1" w:styleId="2B58B563E5164DAAAC9D54AA121A3284">
    <w:name w:val="2B58B563E5164DAAAC9D54AA121A3284"/>
    <w:rsid w:val="00A14524"/>
  </w:style>
  <w:style w:type="paragraph" w:customStyle="1" w:styleId="761BCBB650DF48D48C45084A32C32CB6">
    <w:name w:val="761BCBB650DF48D48C45084A32C32CB6"/>
    <w:rsid w:val="00A14524"/>
  </w:style>
  <w:style w:type="paragraph" w:customStyle="1" w:styleId="0003C22D2CB6464DB77B6EC862D718E3">
    <w:name w:val="0003C22D2CB6464DB77B6EC862D718E3"/>
    <w:rsid w:val="00A14524"/>
  </w:style>
  <w:style w:type="paragraph" w:customStyle="1" w:styleId="8CB1BBBB7BDD44E9A86957855E3DFFCE">
    <w:name w:val="8CB1BBBB7BDD44E9A86957855E3DFFCE"/>
    <w:rsid w:val="00A14524"/>
  </w:style>
  <w:style w:type="paragraph" w:customStyle="1" w:styleId="CA6A0AA4607B4259B20BBFD5449439AA">
    <w:name w:val="CA6A0AA4607B4259B20BBFD5449439AA"/>
    <w:rsid w:val="00A14524"/>
  </w:style>
  <w:style w:type="paragraph" w:customStyle="1" w:styleId="42E801079FC548879762BF2F11CEDC89">
    <w:name w:val="42E801079FC548879762BF2F11CEDC89"/>
    <w:rsid w:val="00A14524"/>
  </w:style>
  <w:style w:type="paragraph" w:customStyle="1" w:styleId="AB733D5B8BEB469BA1EDDCEE8D27DA04">
    <w:name w:val="AB733D5B8BEB469BA1EDDCEE8D27DA04"/>
    <w:rsid w:val="00A14524"/>
  </w:style>
  <w:style w:type="paragraph" w:customStyle="1" w:styleId="E2FF7362410F4096A93BF50106B30B9D">
    <w:name w:val="E2FF7362410F4096A93BF50106B30B9D"/>
    <w:rsid w:val="00A14524"/>
  </w:style>
  <w:style w:type="paragraph" w:customStyle="1" w:styleId="3EC8421E0B8F4540B0B30599E7B01917">
    <w:name w:val="3EC8421E0B8F4540B0B30599E7B01917"/>
    <w:rsid w:val="00A14524"/>
  </w:style>
  <w:style w:type="paragraph" w:customStyle="1" w:styleId="DFADFF188C834FD79D6E83D5849512BC">
    <w:name w:val="DFADFF188C834FD79D6E83D5849512BC"/>
    <w:rsid w:val="00A14524"/>
  </w:style>
  <w:style w:type="paragraph" w:customStyle="1" w:styleId="39A3D964515E4A05A9C660ADB7816ADE">
    <w:name w:val="39A3D964515E4A05A9C660ADB7816ADE"/>
    <w:rsid w:val="00A14524"/>
  </w:style>
  <w:style w:type="paragraph" w:customStyle="1" w:styleId="DDE3A0D5B6B1485EB481D9E552C3F231">
    <w:name w:val="DDE3A0D5B6B1485EB481D9E552C3F231"/>
    <w:rsid w:val="00A14524"/>
  </w:style>
  <w:style w:type="paragraph" w:customStyle="1" w:styleId="B05F45AD803F4351B0DFFBEF2971889C">
    <w:name w:val="B05F45AD803F4351B0DFFBEF2971889C"/>
    <w:rsid w:val="00A14524"/>
  </w:style>
  <w:style w:type="paragraph" w:customStyle="1" w:styleId="D652A8FEB04341C0B5DADA17C87C10E7">
    <w:name w:val="D652A8FEB04341C0B5DADA17C87C10E7"/>
    <w:rsid w:val="00A14524"/>
  </w:style>
  <w:style w:type="paragraph" w:customStyle="1" w:styleId="BB746F1457E44C769B38DF4B08FDEEAF">
    <w:name w:val="BB746F1457E44C769B38DF4B08FDEEAF"/>
    <w:rsid w:val="00A14524"/>
  </w:style>
  <w:style w:type="paragraph" w:customStyle="1" w:styleId="113E0268253546F9951A385490E90BB3">
    <w:name w:val="113E0268253546F9951A385490E90BB3"/>
    <w:rsid w:val="00A14524"/>
  </w:style>
  <w:style w:type="paragraph" w:customStyle="1" w:styleId="D5B6597A9C114BDCA35809BC608008BA">
    <w:name w:val="D5B6597A9C114BDCA35809BC608008BA"/>
    <w:rsid w:val="00A14524"/>
  </w:style>
  <w:style w:type="paragraph" w:customStyle="1" w:styleId="E1AADD5B91EA4A1197B36350E008BE67">
    <w:name w:val="E1AADD5B91EA4A1197B36350E008BE67"/>
    <w:rsid w:val="00A14524"/>
  </w:style>
  <w:style w:type="paragraph" w:customStyle="1" w:styleId="C29A041A62FA493A947CE947F0BEACA8">
    <w:name w:val="C29A041A62FA493A947CE947F0BEACA8"/>
    <w:rsid w:val="00A14524"/>
  </w:style>
  <w:style w:type="paragraph" w:customStyle="1" w:styleId="15DBABD61E4F43DC8BDED916E9091A6E">
    <w:name w:val="15DBABD61E4F43DC8BDED916E9091A6E"/>
    <w:rsid w:val="00A145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86644BA-5E47-49EB-AAB8-FDF0ED1B9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348B1ED4-98C5-4146-8A61-7780124B5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23</Pages>
  <Words>4152</Words>
  <Characters>23667</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MSFFF2004_AE_Sk_2of2_QA3</vt:lpstr>
    </vt:vector>
  </TitlesOfParts>
  <Company/>
  <LinksUpToDate>false</LinksUpToDate>
  <CharactersWithSpaces>27764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MSFFF2004_AE_Sk_2of2_QA3</dc:title>
  <dc:description>Generated by the Document Automation for Training and Assessment system. 
Developed by: Marc Fearby, Tamworth Campus
Copyright © 2013 TAFE NSW.</dc:description>
  <cp:lastModifiedBy/>
  <cp:revision>1</cp:revision>
  <dcterms:created xsi:type="dcterms:W3CDTF">2018-09-13T04:20:00Z</dcterms:created>
  <dcterms:modified xsi:type="dcterms:W3CDTF">2020-02-04T03:47:00Z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