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AF12" w14:textId="77777777" w:rsidR="00FC48B2" w:rsidRDefault="00E17B69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9FAAF13" w14:textId="77777777" w:rsidR="00CC3D37" w:rsidRPr="00A56627" w:rsidRDefault="00E17B69" w:rsidP="00CC3D37">
      <w:pPr>
        <w:pStyle w:val="Heading2"/>
      </w:pPr>
      <w:r w:rsidRPr="00A56627">
        <w:t>Criteria</w:t>
      </w:r>
    </w:p>
    <w:p w14:paraId="59FAAF14" w14:textId="77777777" w:rsidR="00CC3D37" w:rsidRDefault="00E17B69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9FAAF15" w14:textId="3E8F06CF" w:rsidR="00CC3D37" w:rsidRPr="00D83795" w:rsidRDefault="00E17B69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MSF31113 - Certificate III in Cabinet Making (</w:t>
      </w:r>
      <w:r>
        <w:rPr>
          <w:sz w:val="22"/>
          <w:szCs w:val="22"/>
          <w:lang w:eastAsia="en-AU"/>
        </w:rPr>
        <w:t>6</w:t>
      </w:r>
      <w:r w:rsidRPr="00D83795">
        <w:rPr>
          <w:sz w:val="22"/>
          <w:szCs w:val="22"/>
          <w:lang w:eastAsia="en-AU"/>
        </w:rPr>
        <w:t>)</w:t>
      </w:r>
      <w:bookmarkEnd w:id="0"/>
    </w:p>
    <w:p w14:paraId="59FAAF16" w14:textId="77777777" w:rsidR="00CC3D37" w:rsidRPr="00D83795" w:rsidRDefault="000548B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FAAF17" w14:textId="77777777" w:rsidR="00CC3D37" w:rsidRDefault="00E17B69" w:rsidP="00CC3D37">
      <w:pPr>
        <w:pStyle w:val="Heading3"/>
      </w:pPr>
      <w:r w:rsidRPr="007A6B4A">
        <w:t>Unit code, name and release number</w:t>
      </w:r>
    </w:p>
    <w:p w14:paraId="59FAAF18" w14:textId="77777777" w:rsidR="00CC3D37" w:rsidRPr="00D83795" w:rsidRDefault="00E17B69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MSFFF2004 - Prepare surfaces for finishing (1)</w:t>
      </w:r>
      <w:bookmarkEnd w:id="1"/>
    </w:p>
    <w:p w14:paraId="59FAAF19" w14:textId="77777777" w:rsidR="00CC3D37" w:rsidRPr="00D83795" w:rsidRDefault="000548B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FAAF1A" w14:textId="77777777" w:rsidR="00BC4442" w:rsidRPr="004A551B" w:rsidRDefault="00E17B69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9FAAF1B" w14:textId="77777777" w:rsidR="0040694E" w:rsidRPr="004A551B" w:rsidRDefault="00E17B69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9FAAF1C" w14:textId="77777777" w:rsidR="0040694E" w:rsidRPr="004A551B" w:rsidRDefault="00E17B69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9FAAF1D" w14:textId="77777777" w:rsidR="0040694E" w:rsidRPr="004A551B" w:rsidRDefault="00E17B69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9FAAF1E" w14:textId="77777777" w:rsidR="0040694E" w:rsidRPr="004A551B" w:rsidRDefault="00E17B69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9FAAF1F" w14:textId="77777777" w:rsidR="0040694E" w:rsidRPr="004A551B" w:rsidRDefault="00E17B69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9FAAF20" w14:textId="77777777" w:rsidR="0040694E" w:rsidRPr="004A551B" w:rsidRDefault="00E17B69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9FAAF21" w14:textId="77777777" w:rsidR="003F73CB" w:rsidRDefault="00E17B69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  <w:bookmarkStart w:id="2" w:name="_GoBack"/>
      <w:bookmarkEnd w:id="2"/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F75974" w14:paraId="59FAAF26" w14:textId="77777777" w:rsidTr="00F75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9FAAF22" w14:textId="77777777" w:rsidR="007E10A9" w:rsidRDefault="00E17B6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9FAAF23" w14:textId="77777777" w:rsidR="007E10A9" w:rsidRDefault="00E17B6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9FAAF24" w14:textId="77777777" w:rsidR="007E10A9" w:rsidRDefault="00E17B6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9FAAF25" w14:textId="77777777" w:rsidR="007E10A9" w:rsidRDefault="00E17B6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F75974" w14:paraId="59FAAF2B" w14:textId="77777777" w:rsidTr="00F75974">
        <w:tc>
          <w:tcPr>
            <w:tcW w:w="310" w:type="pct"/>
            <w:shd w:val="clear" w:color="auto" w:fill="2D739F"/>
            <w:vAlign w:val="top"/>
          </w:tcPr>
          <w:p w14:paraId="59FAAF27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9FAAF28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29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2A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30" w14:textId="77777777" w:rsidTr="00F75974">
        <w:tc>
          <w:tcPr>
            <w:tcW w:w="310" w:type="pct"/>
            <w:shd w:val="clear" w:color="auto" w:fill="2D739F"/>
            <w:vAlign w:val="top"/>
          </w:tcPr>
          <w:p w14:paraId="59FAAF2C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9FAAF2D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2E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2F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35" w14:textId="77777777" w:rsidTr="00F75974">
        <w:tc>
          <w:tcPr>
            <w:tcW w:w="310" w:type="pct"/>
            <w:shd w:val="clear" w:color="auto" w:fill="2D739F"/>
            <w:vAlign w:val="top"/>
          </w:tcPr>
          <w:p w14:paraId="59FAAF31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9FAAF32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33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34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3A" w14:textId="77777777" w:rsidTr="00F75974">
        <w:tc>
          <w:tcPr>
            <w:tcW w:w="310" w:type="pct"/>
            <w:shd w:val="clear" w:color="auto" w:fill="2D739F"/>
            <w:vAlign w:val="top"/>
          </w:tcPr>
          <w:p w14:paraId="59FAAF36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9FAAF37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38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39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3F" w14:textId="77777777" w:rsidTr="00F75974">
        <w:tc>
          <w:tcPr>
            <w:tcW w:w="310" w:type="pct"/>
            <w:shd w:val="clear" w:color="auto" w:fill="2D739F"/>
            <w:vAlign w:val="top"/>
          </w:tcPr>
          <w:p w14:paraId="59FAAF3B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9FAAF3C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3D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3E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44" w14:textId="77777777" w:rsidTr="00F75974">
        <w:tc>
          <w:tcPr>
            <w:tcW w:w="310" w:type="pct"/>
            <w:shd w:val="clear" w:color="auto" w:fill="2D739F"/>
            <w:vAlign w:val="top"/>
          </w:tcPr>
          <w:p w14:paraId="59FAAF40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9FAAF41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42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43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49" w14:textId="77777777" w:rsidTr="00F75974">
        <w:tc>
          <w:tcPr>
            <w:tcW w:w="310" w:type="pct"/>
            <w:shd w:val="clear" w:color="auto" w:fill="2D739F"/>
            <w:vAlign w:val="top"/>
          </w:tcPr>
          <w:p w14:paraId="59FAAF45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9FAAF46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47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48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F75974" w14:paraId="59FAAF4E" w14:textId="77777777" w:rsidTr="00F75974">
        <w:tc>
          <w:tcPr>
            <w:tcW w:w="310" w:type="pct"/>
            <w:shd w:val="clear" w:color="auto" w:fill="2D739F"/>
            <w:vAlign w:val="top"/>
          </w:tcPr>
          <w:p w14:paraId="59FAAF4A" w14:textId="77777777" w:rsidR="007E10A9" w:rsidRPr="007E10A9" w:rsidRDefault="00E17B6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9FAAF4B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FAAF4C" w14:textId="77777777" w:rsidR="007E10A9" w:rsidRDefault="000548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FAAF4D" w14:textId="77777777" w:rsidR="007E10A9" w:rsidRDefault="000548B5" w:rsidP="007E10A9">
            <w:pPr>
              <w:rPr>
                <w:lang w:eastAsia="en-AU"/>
              </w:rPr>
            </w:pPr>
          </w:p>
        </w:tc>
      </w:tr>
      <w:tr w:rsidR="00CC6E6D" w14:paraId="5497453C" w14:textId="77777777" w:rsidTr="00F75974">
        <w:tc>
          <w:tcPr>
            <w:tcW w:w="310" w:type="pct"/>
            <w:shd w:val="clear" w:color="auto" w:fill="2D739F"/>
            <w:vAlign w:val="top"/>
          </w:tcPr>
          <w:p w14:paraId="2466B93E" w14:textId="38FF2E4C" w:rsidR="00CC6E6D" w:rsidRPr="007E10A9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13DD547F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CFF3EDD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71B7D00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3D7793FF" w14:textId="77777777" w:rsidTr="00F75974">
        <w:tc>
          <w:tcPr>
            <w:tcW w:w="310" w:type="pct"/>
            <w:shd w:val="clear" w:color="auto" w:fill="2D739F"/>
            <w:vAlign w:val="top"/>
          </w:tcPr>
          <w:p w14:paraId="1EA1B0AA" w14:textId="605909FE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3C033993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C49F88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C290A29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3C5F8E17" w14:textId="77777777" w:rsidTr="00F75974">
        <w:tc>
          <w:tcPr>
            <w:tcW w:w="310" w:type="pct"/>
            <w:shd w:val="clear" w:color="auto" w:fill="2D739F"/>
            <w:vAlign w:val="top"/>
          </w:tcPr>
          <w:p w14:paraId="782392DC" w14:textId="07C0ACFA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07C60161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22F98AA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0094F7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617B89F4" w14:textId="77777777" w:rsidTr="00F75974">
        <w:tc>
          <w:tcPr>
            <w:tcW w:w="310" w:type="pct"/>
            <w:shd w:val="clear" w:color="auto" w:fill="2D739F"/>
            <w:vAlign w:val="top"/>
          </w:tcPr>
          <w:p w14:paraId="6E52AD51" w14:textId="74E4A8ED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74CFE061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5DFCF10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6179352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12E83454" w14:textId="77777777" w:rsidTr="00F75974">
        <w:tc>
          <w:tcPr>
            <w:tcW w:w="310" w:type="pct"/>
            <w:shd w:val="clear" w:color="auto" w:fill="2D739F"/>
            <w:vAlign w:val="top"/>
          </w:tcPr>
          <w:p w14:paraId="0B24B6AB" w14:textId="75DA6B2F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A807ABE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F17C7A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4129AA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513BFA67" w14:textId="77777777" w:rsidTr="00F75974">
        <w:tc>
          <w:tcPr>
            <w:tcW w:w="310" w:type="pct"/>
            <w:shd w:val="clear" w:color="auto" w:fill="2D739F"/>
            <w:vAlign w:val="top"/>
          </w:tcPr>
          <w:p w14:paraId="7666DA3E" w14:textId="0B72F364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62CF7681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C0227FA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9C477FE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32086B0F" w14:textId="77777777" w:rsidTr="00F75974">
        <w:tc>
          <w:tcPr>
            <w:tcW w:w="310" w:type="pct"/>
            <w:shd w:val="clear" w:color="auto" w:fill="2D739F"/>
            <w:vAlign w:val="top"/>
          </w:tcPr>
          <w:p w14:paraId="5193D85A" w14:textId="6CAD9602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2FDFCE16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7F1F038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7996018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12E8F3D8" w14:textId="77777777" w:rsidTr="00F75974">
        <w:tc>
          <w:tcPr>
            <w:tcW w:w="310" w:type="pct"/>
            <w:shd w:val="clear" w:color="auto" w:fill="2D739F"/>
            <w:vAlign w:val="top"/>
          </w:tcPr>
          <w:p w14:paraId="7F4F32DD" w14:textId="66E4F869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1C5F3B27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C6D0C2E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E78FF5A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20A71431" w14:textId="77777777" w:rsidTr="00F75974">
        <w:tc>
          <w:tcPr>
            <w:tcW w:w="310" w:type="pct"/>
            <w:shd w:val="clear" w:color="auto" w:fill="2D739F"/>
            <w:vAlign w:val="top"/>
          </w:tcPr>
          <w:p w14:paraId="10A01288" w14:textId="39118A55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67F39E35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0936F1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8D6D4D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5E75A9CC" w14:textId="77777777" w:rsidTr="00F75974">
        <w:tc>
          <w:tcPr>
            <w:tcW w:w="310" w:type="pct"/>
            <w:shd w:val="clear" w:color="auto" w:fill="2D739F"/>
            <w:vAlign w:val="top"/>
          </w:tcPr>
          <w:p w14:paraId="50D56F6D" w14:textId="08C8C74C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27207D45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4727D49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73D1C5B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3FC5C8B4" w14:textId="77777777" w:rsidTr="00F75974">
        <w:tc>
          <w:tcPr>
            <w:tcW w:w="310" w:type="pct"/>
            <w:shd w:val="clear" w:color="auto" w:fill="2D739F"/>
            <w:vAlign w:val="top"/>
          </w:tcPr>
          <w:p w14:paraId="14846767" w14:textId="415AD02E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367F9995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33C7B0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5808D9E" w14:textId="77777777" w:rsidR="00CC6E6D" w:rsidRDefault="00CC6E6D" w:rsidP="007E10A9">
            <w:pPr>
              <w:rPr>
                <w:lang w:eastAsia="en-AU"/>
              </w:rPr>
            </w:pPr>
          </w:p>
        </w:tc>
      </w:tr>
      <w:tr w:rsidR="00CC6E6D" w14:paraId="68F23A88" w14:textId="77777777" w:rsidTr="00F75974">
        <w:tc>
          <w:tcPr>
            <w:tcW w:w="310" w:type="pct"/>
            <w:shd w:val="clear" w:color="auto" w:fill="2D739F"/>
            <w:vAlign w:val="top"/>
          </w:tcPr>
          <w:p w14:paraId="1308A9A7" w14:textId="277B269A" w:rsidR="00CC6E6D" w:rsidRDefault="00CC6E6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4E613506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23BFA5B" w14:textId="77777777" w:rsidR="00CC6E6D" w:rsidRDefault="00CC6E6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0019FF" w14:textId="77777777" w:rsidR="00CC6E6D" w:rsidRDefault="00CC6E6D" w:rsidP="007E10A9">
            <w:pPr>
              <w:rPr>
                <w:lang w:eastAsia="en-AU"/>
              </w:rPr>
            </w:pPr>
          </w:p>
        </w:tc>
      </w:tr>
    </w:tbl>
    <w:p w14:paraId="59FAAF4F" w14:textId="77777777" w:rsidR="00BC4442" w:rsidRDefault="000548B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AF62" w14:textId="77777777" w:rsidR="000A12BD" w:rsidRDefault="00E17B69">
      <w:pPr>
        <w:spacing w:before="0" w:after="0" w:line="240" w:lineRule="auto"/>
      </w:pPr>
      <w:r>
        <w:separator/>
      </w:r>
    </w:p>
  </w:endnote>
  <w:endnote w:type="continuationSeparator" w:id="0">
    <w:p w14:paraId="59FAAF64" w14:textId="77777777" w:rsidR="000A12BD" w:rsidRDefault="00E17B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AF53" w14:textId="77777777" w:rsidR="00CC4677" w:rsidRPr="004820C4" w:rsidRDefault="000548B5" w:rsidP="0002323C">
    <w:pPr>
      <w:pStyle w:val="Footer-DocumentTitleLeft"/>
    </w:pPr>
  </w:p>
  <w:p w14:paraId="59FAAF54" w14:textId="77777777" w:rsidR="00CC4677" w:rsidRDefault="00E17B6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9FAAF55" w14:textId="77777777" w:rsidR="00CC4677" w:rsidRPr="0006452B" w:rsidRDefault="000548B5" w:rsidP="00EE3A11"/>
  <w:p w14:paraId="59FAAF56" w14:textId="77777777" w:rsidR="00BA0812" w:rsidRDefault="000548B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52D399E" w14:textId="7F005927" w:rsidR="004A73C4" w:rsidRDefault="00E17B69" w:rsidP="00CC3D37">
        <w:pPr>
          <w:pStyle w:val="Bodyfooter"/>
          <w:rPr>
            <w:noProof/>
          </w:rPr>
        </w:pPr>
        <w:r w:rsidRPr="008D467A">
          <w:t>Document title</w:t>
        </w:r>
        <w:r>
          <w:t>:</w:t>
        </w:r>
        <w:r w:rsidR="00390BE4">
          <w:t xml:space="preserve"> </w:t>
        </w:r>
        <w:r w:rsidR="000548B5">
          <w:fldChar w:fldCharType="begin"/>
        </w:r>
        <w:r w:rsidR="000548B5">
          <w:instrText xml:space="preserve"> FILENAME   \* MERGEFORMAT </w:instrText>
        </w:r>
        <w:r w:rsidR="000548B5">
          <w:fldChar w:fldCharType="separate"/>
        </w:r>
        <w:r w:rsidR="000548B5">
          <w:rPr>
            <w:noProof/>
          </w:rPr>
          <w:t>MSFFF2004_StDec</w:t>
        </w:r>
        <w:r w:rsidR="000548B5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0548B5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0548B5">
          <w:rPr>
            <w:noProof/>
          </w:rPr>
          <w:t>2</w:t>
        </w:r>
        <w:r>
          <w:rPr>
            <w:noProof/>
          </w:rPr>
          <w:fldChar w:fldCharType="end"/>
        </w:r>
      </w:p>
      <w:p w14:paraId="59FAAF57" w14:textId="25788D33" w:rsidR="00BA0812" w:rsidRDefault="004A73C4" w:rsidP="00CC3D37">
        <w:pPr>
          <w:pStyle w:val="Bodyfooter"/>
          <w:rPr>
            <w:noProof/>
          </w:rPr>
        </w:pPr>
        <w:r>
          <w:rPr>
            <w:noProof/>
          </w:rPr>
          <w:t xml:space="preserve">Resource ID: </w:t>
        </w:r>
        <w:r w:rsidR="00390BE4">
          <w:rPr>
            <w:noProof/>
          </w:rPr>
          <w:t>MRS_18_03_MSFFF2004_St</w:t>
        </w:r>
        <w:r w:rsidRPr="004A73C4">
          <w:rPr>
            <w:noProof/>
          </w:rPr>
          <w:t>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AF5A" w14:textId="77777777" w:rsidR="00AA3155" w:rsidRPr="008D467A" w:rsidRDefault="00E17B69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9FAAF5B" w14:textId="77777777" w:rsidR="00AA3155" w:rsidRPr="008948B1" w:rsidRDefault="00E17B69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9FAAF5C" w14:textId="77777777" w:rsidR="00CC4677" w:rsidRPr="00AA3155" w:rsidRDefault="000548B5" w:rsidP="00EE3A11">
    <w:pPr>
      <w:pStyle w:val="Footer"/>
    </w:pPr>
  </w:p>
  <w:p w14:paraId="59FAAF5D" w14:textId="77777777" w:rsidR="00BA0812" w:rsidRDefault="000548B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AAF5E" w14:textId="77777777" w:rsidR="000A12BD" w:rsidRDefault="00E17B69">
      <w:pPr>
        <w:spacing w:before="0" w:after="0" w:line="240" w:lineRule="auto"/>
      </w:pPr>
      <w:r>
        <w:separator/>
      </w:r>
    </w:p>
  </w:footnote>
  <w:footnote w:type="continuationSeparator" w:id="0">
    <w:p w14:paraId="59FAAF60" w14:textId="77777777" w:rsidR="000A12BD" w:rsidRDefault="00E17B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AF50" w14:textId="77777777" w:rsidR="00CC4677" w:rsidRDefault="000548B5" w:rsidP="00EE3A11"/>
  <w:p w14:paraId="59FAAF51" w14:textId="77777777" w:rsidR="00BA0812" w:rsidRDefault="000548B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AF52" w14:textId="77777777" w:rsidR="00BA0812" w:rsidRDefault="00E17B69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9FAAF5E" wp14:editId="59FAAF5F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AF58" w14:textId="77777777" w:rsidR="004238CB" w:rsidRDefault="000548B5" w:rsidP="00EE3A11">
    <w:pPr>
      <w:pStyle w:val="Header"/>
    </w:pPr>
  </w:p>
  <w:p w14:paraId="59FAAF59" w14:textId="77777777" w:rsidR="00BA0812" w:rsidRDefault="000548B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980F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C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01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42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6F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439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87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B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681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54C4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64BB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422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E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0AD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346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A2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26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C4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FACA94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A6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87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A4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6D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EAE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40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9E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40C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11A68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87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E0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46D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A3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6F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C7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49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F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2DBA8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56BF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85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348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B20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921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4C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C60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A7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7D905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9D4E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2E53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0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7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03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C3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E8F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2EB42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A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967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548D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2D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06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0A9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0A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E29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F80458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2EA54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DB878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DA0B03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00EDDB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A18039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D404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B4B21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B343E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0BA4FFB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07011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1C6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812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B6A9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80A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68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27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949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2205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C08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645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8E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42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484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84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544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A33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41A8219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5E499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C84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84C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631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DAA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49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6CB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09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5150D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669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E1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602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69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6C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C9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239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34A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0CB86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F666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CDE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E5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E3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A6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A0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7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E8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06E5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A97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63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EF5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9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4E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E8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E83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0D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4FF6E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FD87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9E3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6B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80D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672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C6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62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C18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CE2C2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8F4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E4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9810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A7E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CC1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4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A70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70C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6D2CB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488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62F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86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146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4CE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E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64E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7A7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B6A5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C39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E6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4CB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85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6C8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C6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09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E8F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35682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E5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4CE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8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4E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50B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49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7276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21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6C3EF47A">
      <w:start w:val="1"/>
      <w:numFmt w:val="decimal"/>
      <w:lvlText w:val="%1."/>
      <w:lvlJc w:val="left"/>
      <w:pPr>
        <w:ind w:left="720" w:hanging="360"/>
      </w:pPr>
    </w:lvl>
    <w:lvl w:ilvl="1" w:tplc="8ABE3110">
      <w:start w:val="1"/>
      <w:numFmt w:val="lowerLetter"/>
      <w:lvlText w:val="%2."/>
      <w:lvlJc w:val="left"/>
      <w:pPr>
        <w:ind w:left="1440" w:hanging="360"/>
      </w:pPr>
    </w:lvl>
    <w:lvl w:ilvl="2" w:tplc="8E76DE5C">
      <w:start w:val="1"/>
      <w:numFmt w:val="lowerRoman"/>
      <w:lvlText w:val="%3."/>
      <w:lvlJc w:val="right"/>
      <w:pPr>
        <w:ind w:left="2160" w:hanging="180"/>
      </w:pPr>
    </w:lvl>
    <w:lvl w:ilvl="3" w:tplc="21B0A2F0">
      <w:start w:val="1"/>
      <w:numFmt w:val="decimal"/>
      <w:lvlText w:val="%4."/>
      <w:lvlJc w:val="left"/>
      <w:pPr>
        <w:ind w:left="2880" w:hanging="360"/>
      </w:pPr>
    </w:lvl>
    <w:lvl w:ilvl="4" w:tplc="5E86D0AA">
      <w:start w:val="1"/>
      <w:numFmt w:val="lowerLetter"/>
      <w:lvlText w:val="%5."/>
      <w:lvlJc w:val="left"/>
      <w:pPr>
        <w:ind w:left="3600" w:hanging="360"/>
      </w:pPr>
    </w:lvl>
    <w:lvl w:ilvl="5" w:tplc="BBEAA3EE">
      <w:start w:val="1"/>
      <w:numFmt w:val="lowerRoman"/>
      <w:lvlText w:val="%6."/>
      <w:lvlJc w:val="right"/>
      <w:pPr>
        <w:ind w:left="4320" w:hanging="180"/>
      </w:pPr>
    </w:lvl>
    <w:lvl w:ilvl="6" w:tplc="85DA973A">
      <w:start w:val="1"/>
      <w:numFmt w:val="decimal"/>
      <w:lvlText w:val="%7."/>
      <w:lvlJc w:val="left"/>
      <w:pPr>
        <w:ind w:left="5040" w:hanging="360"/>
      </w:pPr>
    </w:lvl>
    <w:lvl w:ilvl="7" w:tplc="EF8A3A52">
      <w:start w:val="1"/>
      <w:numFmt w:val="lowerLetter"/>
      <w:lvlText w:val="%8."/>
      <w:lvlJc w:val="left"/>
      <w:pPr>
        <w:ind w:left="5760" w:hanging="360"/>
      </w:pPr>
    </w:lvl>
    <w:lvl w:ilvl="8" w:tplc="C660D06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311C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5C9A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5EEC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E7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AE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B8CA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6492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429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0640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8364157E">
      <w:start w:val="1"/>
      <w:numFmt w:val="decimal"/>
      <w:lvlText w:val="%1."/>
      <w:lvlJc w:val="left"/>
      <w:pPr>
        <w:ind w:left="720" w:hanging="360"/>
      </w:pPr>
    </w:lvl>
    <w:lvl w:ilvl="1" w:tplc="EB34E1A8">
      <w:start w:val="1"/>
      <w:numFmt w:val="lowerLetter"/>
      <w:lvlText w:val="%2."/>
      <w:lvlJc w:val="left"/>
      <w:pPr>
        <w:ind w:left="1440" w:hanging="360"/>
      </w:pPr>
    </w:lvl>
    <w:lvl w:ilvl="2" w:tplc="69B6E378">
      <w:start w:val="1"/>
      <w:numFmt w:val="lowerRoman"/>
      <w:lvlText w:val="%3."/>
      <w:lvlJc w:val="right"/>
      <w:pPr>
        <w:ind w:left="2160" w:hanging="180"/>
      </w:pPr>
    </w:lvl>
    <w:lvl w:ilvl="3" w:tplc="17D83650" w:tentative="1">
      <w:start w:val="1"/>
      <w:numFmt w:val="decimal"/>
      <w:lvlText w:val="%4."/>
      <w:lvlJc w:val="left"/>
      <w:pPr>
        <w:ind w:left="2880" w:hanging="360"/>
      </w:pPr>
    </w:lvl>
    <w:lvl w:ilvl="4" w:tplc="2A3CAD40" w:tentative="1">
      <w:start w:val="1"/>
      <w:numFmt w:val="lowerLetter"/>
      <w:lvlText w:val="%5."/>
      <w:lvlJc w:val="left"/>
      <w:pPr>
        <w:ind w:left="3600" w:hanging="360"/>
      </w:pPr>
    </w:lvl>
    <w:lvl w:ilvl="5" w:tplc="ECEEF0D0" w:tentative="1">
      <w:start w:val="1"/>
      <w:numFmt w:val="lowerRoman"/>
      <w:lvlText w:val="%6."/>
      <w:lvlJc w:val="right"/>
      <w:pPr>
        <w:ind w:left="4320" w:hanging="180"/>
      </w:pPr>
    </w:lvl>
    <w:lvl w:ilvl="6" w:tplc="00F884B2" w:tentative="1">
      <w:start w:val="1"/>
      <w:numFmt w:val="decimal"/>
      <w:lvlText w:val="%7."/>
      <w:lvlJc w:val="left"/>
      <w:pPr>
        <w:ind w:left="5040" w:hanging="360"/>
      </w:pPr>
    </w:lvl>
    <w:lvl w:ilvl="7" w:tplc="FFF036D2" w:tentative="1">
      <w:start w:val="1"/>
      <w:numFmt w:val="lowerLetter"/>
      <w:lvlText w:val="%8."/>
      <w:lvlJc w:val="left"/>
      <w:pPr>
        <w:ind w:left="5760" w:hanging="360"/>
      </w:pPr>
    </w:lvl>
    <w:lvl w:ilvl="8" w:tplc="71460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83E6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0B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07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A7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0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FAF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6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A9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6E1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3E26C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6BF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EC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ABF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4C29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16BB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ACE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8C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66E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2A002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BBACE1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BC213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D808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EEC63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242F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C899A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A8485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542846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F80FB6C">
      <w:start w:val="1"/>
      <w:numFmt w:val="decimal"/>
      <w:lvlText w:val="%1."/>
      <w:lvlJc w:val="left"/>
      <w:pPr>
        <w:ind w:left="720" w:hanging="360"/>
      </w:pPr>
    </w:lvl>
    <w:lvl w:ilvl="1" w:tplc="1FA2F306" w:tentative="1">
      <w:start w:val="1"/>
      <w:numFmt w:val="lowerLetter"/>
      <w:lvlText w:val="%2."/>
      <w:lvlJc w:val="left"/>
      <w:pPr>
        <w:ind w:left="1440" w:hanging="360"/>
      </w:pPr>
    </w:lvl>
    <w:lvl w:ilvl="2" w:tplc="AD8452AE" w:tentative="1">
      <w:start w:val="1"/>
      <w:numFmt w:val="lowerRoman"/>
      <w:lvlText w:val="%3."/>
      <w:lvlJc w:val="right"/>
      <w:pPr>
        <w:ind w:left="2160" w:hanging="180"/>
      </w:pPr>
    </w:lvl>
    <w:lvl w:ilvl="3" w:tplc="3D80B506" w:tentative="1">
      <w:start w:val="1"/>
      <w:numFmt w:val="decimal"/>
      <w:lvlText w:val="%4."/>
      <w:lvlJc w:val="left"/>
      <w:pPr>
        <w:ind w:left="2880" w:hanging="360"/>
      </w:pPr>
    </w:lvl>
    <w:lvl w:ilvl="4" w:tplc="282EBA40" w:tentative="1">
      <w:start w:val="1"/>
      <w:numFmt w:val="lowerLetter"/>
      <w:lvlText w:val="%5."/>
      <w:lvlJc w:val="left"/>
      <w:pPr>
        <w:ind w:left="3600" w:hanging="360"/>
      </w:pPr>
    </w:lvl>
    <w:lvl w:ilvl="5" w:tplc="C66A44A0" w:tentative="1">
      <w:start w:val="1"/>
      <w:numFmt w:val="lowerRoman"/>
      <w:lvlText w:val="%6."/>
      <w:lvlJc w:val="right"/>
      <w:pPr>
        <w:ind w:left="4320" w:hanging="180"/>
      </w:pPr>
    </w:lvl>
    <w:lvl w:ilvl="6" w:tplc="31E6D400" w:tentative="1">
      <w:start w:val="1"/>
      <w:numFmt w:val="decimal"/>
      <w:lvlText w:val="%7."/>
      <w:lvlJc w:val="left"/>
      <w:pPr>
        <w:ind w:left="5040" w:hanging="360"/>
      </w:pPr>
    </w:lvl>
    <w:lvl w:ilvl="7" w:tplc="B756F914" w:tentative="1">
      <w:start w:val="1"/>
      <w:numFmt w:val="lowerLetter"/>
      <w:lvlText w:val="%8."/>
      <w:lvlJc w:val="left"/>
      <w:pPr>
        <w:ind w:left="5760" w:hanging="360"/>
      </w:pPr>
    </w:lvl>
    <w:lvl w:ilvl="8" w:tplc="0B8E8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C920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0C5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88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245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85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523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94C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0D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A8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7BB09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47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187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A8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5E0C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8B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EE3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14B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0F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75FA6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46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926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A0D6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0F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00A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07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C7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4B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2NTGyMLQ0sjA1NjVQ0lEKTi0uzszPAykwqQUAweH0SSwAAAA="/>
  </w:docVars>
  <w:rsids>
    <w:rsidRoot w:val="00F75974"/>
    <w:rsid w:val="000548B5"/>
    <w:rsid w:val="000A12BD"/>
    <w:rsid w:val="00140EC9"/>
    <w:rsid w:val="00347D07"/>
    <w:rsid w:val="00390BE4"/>
    <w:rsid w:val="00436086"/>
    <w:rsid w:val="004A73C4"/>
    <w:rsid w:val="00CC6E6D"/>
    <w:rsid w:val="00E17B69"/>
    <w:rsid w:val="00F7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AA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03-656F-4564-AAA8-4F1FBD78E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79091-955D-40D7-AF8D-19E4B5DD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Code_StDec_1of1_QA3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2020-02-01T05:23:00Z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