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D3B9B" w14:textId="77777777" w:rsidR="00FC48B2" w:rsidRDefault="008B0A84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72D3B9C" w14:textId="77777777" w:rsidR="00CC3D37" w:rsidRPr="00A56627" w:rsidRDefault="008B0A84" w:rsidP="00CC3D37">
      <w:pPr>
        <w:pStyle w:val="Heading2"/>
      </w:pPr>
      <w:r w:rsidRPr="00A56627">
        <w:t>Criteria</w:t>
      </w:r>
    </w:p>
    <w:p w14:paraId="472D3B9D" w14:textId="77777777" w:rsidR="00CC3D37" w:rsidRDefault="008B0A84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72D3B9E" w14:textId="77777777" w:rsidR="00CC3D37" w:rsidRPr="00D83795" w:rsidRDefault="008B0A84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MSF40318 - Certificate IV in Kitchen and Bathroom Design (1)</w:t>
      </w:r>
      <w:bookmarkEnd w:id="0"/>
    </w:p>
    <w:p w14:paraId="472D3B9F" w14:textId="77777777" w:rsidR="00CC3D37" w:rsidRPr="00D83795" w:rsidRDefault="00B071B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2D3BA0" w14:textId="77777777" w:rsidR="00CC3D37" w:rsidRDefault="008B0A84" w:rsidP="00CC3D37">
      <w:pPr>
        <w:pStyle w:val="Heading3"/>
      </w:pPr>
      <w:r w:rsidRPr="007A6B4A">
        <w:t>Unit code, name and release number</w:t>
      </w:r>
    </w:p>
    <w:p w14:paraId="472D3BA1" w14:textId="77777777" w:rsidR="00CC3D37" w:rsidRPr="00D83795" w:rsidRDefault="008B0A84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MSFFT4009 - Match furnishing style and materials to customer requirements (2)</w:t>
      </w:r>
      <w:bookmarkEnd w:id="1"/>
    </w:p>
    <w:p w14:paraId="472D3BA2" w14:textId="77777777" w:rsidR="00CC3D37" w:rsidRPr="00D83795" w:rsidRDefault="00B071B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2D3BA3" w14:textId="77777777" w:rsidR="00BC4442" w:rsidRPr="004A551B" w:rsidRDefault="008B0A84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72D3BA4" w14:textId="77777777" w:rsidR="0040694E" w:rsidRPr="004A551B" w:rsidRDefault="008B0A84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72D3BA5" w14:textId="77777777" w:rsidR="0040694E" w:rsidRPr="004A551B" w:rsidRDefault="008B0A8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72D3BA6" w14:textId="77777777" w:rsidR="0040694E" w:rsidRPr="004A551B" w:rsidRDefault="008B0A8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72D3BA7" w14:textId="77777777" w:rsidR="0040694E" w:rsidRPr="004A551B" w:rsidRDefault="008B0A8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72D3BA8" w14:textId="77777777" w:rsidR="0040694E" w:rsidRPr="004A551B" w:rsidRDefault="008B0A8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72D3BA9" w14:textId="77777777" w:rsidR="0040694E" w:rsidRPr="004A551B" w:rsidRDefault="008B0A8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472D3BAA" w14:textId="77777777" w:rsidR="003F73CB" w:rsidRDefault="008B0A84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B71FD8" w14:paraId="472D3BAF" w14:textId="77777777" w:rsidTr="00B71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72D3BAB" w14:textId="77777777" w:rsidR="007E10A9" w:rsidRDefault="008B0A8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72D3BAC" w14:textId="77777777" w:rsidR="007E10A9" w:rsidRDefault="008B0A8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72D3BAD" w14:textId="77777777" w:rsidR="007E10A9" w:rsidRDefault="008B0A8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72D3BAE" w14:textId="77777777" w:rsidR="007E10A9" w:rsidRDefault="008B0A8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B71FD8" w14:paraId="472D3BB4" w14:textId="77777777" w:rsidTr="00B71FD8">
        <w:tc>
          <w:tcPr>
            <w:tcW w:w="310" w:type="pct"/>
            <w:shd w:val="clear" w:color="auto" w:fill="2D739F"/>
            <w:vAlign w:val="top"/>
          </w:tcPr>
          <w:p w14:paraId="472D3BB0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72D3BB1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B2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B3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B9" w14:textId="77777777" w:rsidTr="00B71FD8">
        <w:tc>
          <w:tcPr>
            <w:tcW w:w="310" w:type="pct"/>
            <w:shd w:val="clear" w:color="auto" w:fill="2D739F"/>
            <w:vAlign w:val="top"/>
          </w:tcPr>
          <w:p w14:paraId="472D3BB5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72D3BB6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B7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B8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BE" w14:textId="77777777" w:rsidTr="00B71FD8">
        <w:tc>
          <w:tcPr>
            <w:tcW w:w="310" w:type="pct"/>
            <w:shd w:val="clear" w:color="auto" w:fill="2D739F"/>
            <w:vAlign w:val="top"/>
          </w:tcPr>
          <w:p w14:paraId="472D3BBA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72D3BBB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BC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BD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C3" w14:textId="77777777" w:rsidTr="00B71FD8">
        <w:tc>
          <w:tcPr>
            <w:tcW w:w="310" w:type="pct"/>
            <w:shd w:val="clear" w:color="auto" w:fill="2D739F"/>
            <w:vAlign w:val="top"/>
          </w:tcPr>
          <w:p w14:paraId="472D3BBF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72D3BC0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C1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C2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C8" w14:textId="77777777" w:rsidTr="00B71FD8">
        <w:tc>
          <w:tcPr>
            <w:tcW w:w="310" w:type="pct"/>
            <w:shd w:val="clear" w:color="auto" w:fill="2D739F"/>
            <w:vAlign w:val="top"/>
          </w:tcPr>
          <w:p w14:paraId="472D3BC4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72D3BC5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C6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C7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CD" w14:textId="77777777" w:rsidTr="00B71FD8">
        <w:tc>
          <w:tcPr>
            <w:tcW w:w="310" w:type="pct"/>
            <w:shd w:val="clear" w:color="auto" w:fill="2D739F"/>
            <w:vAlign w:val="top"/>
          </w:tcPr>
          <w:p w14:paraId="472D3BC9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72D3BCA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CB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CC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D2" w14:textId="77777777" w:rsidTr="00B71FD8">
        <w:tc>
          <w:tcPr>
            <w:tcW w:w="310" w:type="pct"/>
            <w:shd w:val="clear" w:color="auto" w:fill="2D739F"/>
            <w:vAlign w:val="top"/>
          </w:tcPr>
          <w:p w14:paraId="472D3BCE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472D3BCF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D0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D1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B71FD8" w14:paraId="472D3BD7" w14:textId="77777777" w:rsidTr="00B71FD8">
        <w:tc>
          <w:tcPr>
            <w:tcW w:w="310" w:type="pct"/>
            <w:shd w:val="clear" w:color="auto" w:fill="2D739F"/>
            <w:vAlign w:val="top"/>
          </w:tcPr>
          <w:p w14:paraId="472D3BD3" w14:textId="77777777" w:rsidR="007E10A9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472D3BD4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D3BD5" w14:textId="77777777" w:rsidR="007E10A9" w:rsidRDefault="00B071B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2D3BD6" w14:textId="77777777" w:rsidR="007E10A9" w:rsidRDefault="00B071B6" w:rsidP="007E10A9">
            <w:pPr>
              <w:rPr>
                <w:lang w:eastAsia="en-AU"/>
              </w:rPr>
            </w:pPr>
          </w:p>
        </w:tc>
      </w:tr>
      <w:tr w:rsidR="008B0A84" w14:paraId="5278C0B8" w14:textId="77777777" w:rsidTr="00B71FD8">
        <w:tc>
          <w:tcPr>
            <w:tcW w:w="310" w:type="pct"/>
            <w:shd w:val="clear" w:color="auto" w:fill="2D739F"/>
            <w:vAlign w:val="top"/>
          </w:tcPr>
          <w:p w14:paraId="25FB2850" w14:textId="615B1724" w:rsidR="008B0A84" w:rsidRPr="007E10A9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F463DB6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4BA45E3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17D5FA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4F196E54" w14:textId="77777777" w:rsidTr="00B71FD8">
        <w:tc>
          <w:tcPr>
            <w:tcW w:w="310" w:type="pct"/>
            <w:shd w:val="clear" w:color="auto" w:fill="2D739F"/>
            <w:vAlign w:val="top"/>
          </w:tcPr>
          <w:p w14:paraId="742AC543" w14:textId="4FFF9E30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27DE9BEB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2105486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7875D76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20EB0851" w14:textId="77777777" w:rsidTr="00B71FD8">
        <w:tc>
          <w:tcPr>
            <w:tcW w:w="310" w:type="pct"/>
            <w:shd w:val="clear" w:color="auto" w:fill="2D739F"/>
            <w:vAlign w:val="top"/>
          </w:tcPr>
          <w:p w14:paraId="025E9422" w14:textId="3C5C847A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01658F62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03A4A78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4799FB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0E9CD75C" w14:textId="77777777" w:rsidTr="00B71FD8">
        <w:tc>
          <w:tcPr>
            <w:tcW w:w="310" w:type="pct"/>
            <w:shd w:val="clear" w:color="auto" w:fill="2D739F"/>
            <w:vAlign w:val="top"/>
          </w:tcPr>
          <w:p w14:paraId="60F3FFAC" w14:textId="193E1452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0BA4620C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C5223CD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6344737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577B99E3" w14:textId="77777777" w:rsidTr="00B71FD8">
        <w:tc>
          <w:tcPr>
            <w:tcW w:w="310" w:type="pct"/>
            <w:shd w:val="clear" w:color="auto" w:fill="2D739F"/>
            <w:vAlign w:val="top"/>
          </w:tcPr>
          <w:p w14:paraId="2DB03F86" w14:textId="08EDE762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5D81B379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CF00D9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606125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20F13177" w14:textId="77777777" w:rsidTr="00B71FD8">
        <w:tc>
          <w:tcPr>
            <w:tcW w:w="310" w:type="pct"/>
            <w:shd w:val="clear" w:color="auto" w:fill="2D739F"/>
            <w:vAlign w:val="top"/>
          </w:tcPr>
          <w:p w14:paraId="1F0A9C99" w14:textId="3E5342FD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75266389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C56352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B803801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2D077CBB" w14:textId="77777777" w:rsidTr="00B71FD8">
        <w:tc>
          <w:tcPr>
            <w:tcW w:w="310" w:type="pct"/>
            <w:shd w:val="clear" w:color="auto" w:fill="2D739F"/>
            <w:vAlign w:val="top"/>
          </w:tcPr>
          <w:p w14:paraId="2A6096D9" w14:textId="33AACBA4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5687CB96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29A21A5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097CD9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24BB5D14" w14:textId="77777777" w:rsidTr="00B71FD8">
        <w:tc>
          <w:tcPr>
            <w:tcW w:w="310" w:type="pct"/>
            <w:shd w:val="clear" w:color="auto" w:fill="2D739F"/>
            <w:vAlign w:val="top"/>
          </w:tcPr>
          <w:p w14:paraId="5836EF54" w14:textId="2A6C00F8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4E8840A8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255063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E89BA43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38A1BEB7" w14:textId="77777777" w:rsidTr="00B71FD8">
        <w:tc>
          <w:tcPr>
            <w:tcW w:w="310" w:type="pct"/>
            <w:shd w:val="clear" w:color="auto" w:fill="2D739F"/>
            <w:vAlign w:val="top"/>
          </w:tcPr>
          <w:p w14:paraId="63B8B127" w14:textId="3B09D039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3F711F87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1D34945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1AEC3FE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049DD575" w14:textId="77777777" w:rsidTr="00B71FD8">
        <w:tc>
          <w:tcPr>
            <w:tcW w:w="310" w:type="pct"/>
            <w:shd w:val="clear" w:color="auto" w:fill="2D739F"/>
            <w:vAlign w:val="top"/>
          </w:tcPr>
          <w:p w14:paraId="1AA1A951" w14:textId="5C24EDB0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46E9384E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C21E4CB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53457E" w14:textId="77777777" w:rsidR="008B0A84" w:rsidRDefault="008B0A84" w:rsidP="007E10A9">
            <w:pPr>
              <w:rPr>
                <w:lang w:eastAsia="en-AU"/>
              </w:rPr>
            </w:pPr>
          </w:p>
        </w:tc>
      </w:tr>
      <w:tr w:rsidR="008B0A84" w14:paraId="390C9407" w14:textId="77777777" w:rsidTr="00B71FD8">
        <w:tc>
          <w:tcPr>
            <w:tcW w:w="310" w:type="pct"/>
            <w:shd w:val="clear" w:color="auto" w:fill="2D739F"/>
            <w:vAlign w:val="top"/>
          </w:tcPr>
          <w:p w14:paraId="3C585A72" w14:textId="31517E89" w:rsidR="008B0A84" w:rsidRDefault="008B0A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2492AAEC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B3DB9B" w14:textId="77777777" w:rsidR="008B0A84" w:rsidRDefault="008B0A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3FC81CD" w14:textId="77777777" w:rsidR="008B0A84" w:rsidRDefault="008B0A84" w:rsidP="007E10A9">
            <w:pPr>
              <w:rPr>
                <w:lang w:eastAsia="en-AU"/>
              </w:rPr>
            </w:pPr>
          </w:p>
        </w:tc>
      </w:tr>
    </w:tbl>
    <w:p w14:paraId="472D3BD8" w14:textId="700C36B0" w:rsidR="00BC4442" w:rsidRDefault="00B071B6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1F9AF2D4" w14:textId="77777777" w:rsidR="008B0A84" w:rsidRDefault="008B0A84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8B0A84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3BEB" w14:textId="77777777" w:rsidR="00B457C5" w:rsidRDefault="008B0A84">
      <w:pPr>
        <w:spacing w:before="0" w:after="0" w:line="240" w:lineRule="auto"/>
      </w:pPr>
      <w:r>
        <w:separator/>
      </w:r>
    </w:p>
  </w:endnote>
  <w:endnote w:type="continuationSeparator" w:id="0">
    <w:p w14:paraId="472D3BED" w14:textId="77777777" w:rsidR="00B457C5" w:rsidRDefault="008B0A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3BDC" w14:textId="77777777" w:rsidR="00CC4677" w:rsidRPr="004820C4" w:rsidRDefault="00B071B6" w:rsidP="0002323C">
    <w:pPr>
      <w:pStyle w:val="Footer-DocumentTitleLeft"/>
    </w:pPr>
  </w:p>
  <w:p w14:paraId="472D3BDD" w14:textId="77777777" w:rsidR="00CC4677" w:rsidRDefault="008B0A84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72D3BDE" w14:textId="77777777" w:rsidR="00CC4677" w:rsidRPr="0006452B" w:rsidRDefault="00B071B6" w:rsidP="00EE3A11"/>
  <w:p w14:paraId="472D3BDF" w14:textId="77777777" w:rsidR="00BA0812" w:rsidRDefault="00B071B6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GoBack" w:displacedByCustomXml="next"/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7823F401" w14:textId="32957EAC" w:rsidR="00336DEA" w:rsidRDefault="008B0A84" w:rsidP="00096F1A">
        <w:pPr>
          <w:pStyle w:val="Bodyfooter"/>
          <w:tabs>
            <w:tab w:val="left" w:pos="4768"/>
          </w:tabs>
        </w:pPr>
        <w:r w:rsidRPr="008D467A">
          <w:t>Document title</w:t>
        </w:r>
        <w:r>
          <w:t>:</w:t>
        </w:r>
        <w:r w:rsidR="00336DEA">
          <w:t xml:space="preserve"> </w:t>
        </w:r>
        <w:r w:rsidR="00B071B6">
          <w:fldChar w:fldCharType="begin"/>
        </w:r>
        <w:r w:rsidR="00B071B6">
          <w:instrText xml:space="preserve"> FILENAME   \* MERGEFORMAT </w:instrText>
        </w:r>
        <w:r w:rsidR="00B071B6">
          <w:fldChar w:fldCharType="separate"/>
        </w:r>
        <w:r w:rsidR="00B071B6">
          <w:rPr>
            <w:noProof/>
          </w:rPr>
          <w:t>MSFFT4009_StDec</w:t>
        </w:r>
        <w:r w:rsidR="00B071B6">
          <w:rPr>
            <w:noProof/>
          </w:rPr>
          <w:fldChar w:fldCharType="end"/>
        </w:r>
      </w:p>
      <w:bookmarkEnd w:id="2"/>
      <w:p w14:paraId="472D3BE0" w14:textId="50848A7D" w:rsidR="00BA0812" w:rsidRDefault="00336DEA" w:rsidP="00096F1A">
        <w:pPr>
          <w:pStyle w:val="Bodyfooter"/>
          <w:tabs>
            <w:tab w:val="left" w:pos="4768"/>
          </w:tabs>
          <w:rPr>
            <w:noProof/>
          </w:rPr>
        </w:pPr>
        <w:r>
          <w:t>Resource ID: MRS_18_14_</w:t>
        </w:r>
        <w:r>
          <w:rPr>
            <w:noProof/>
          </w:rPr>
          <w:t>MSFFT4009_StDec</w:t>
        </w:r>
        <w:r w:rsidR="008B0A84">
          <w:rPr>
            <w:noProof/>
          </w:rPr>
          <w:tab/>
        </w:r>
        <w:r w:rsidR="008B0A84">
          <w:t>RTO Code: 90003</w:t>
        </w:r>
        <w:r w:rsidR="008B0A84">
          <w:rPr>
            <w:noProof/>
          </w:rPr>
          <w:tab/>
        </w:r>
        <w:r w:rsidR="008B0A84" w:rsidRPr="008D467A">
          <w:t xml:space="preserve">Page </w:t>
        </w:r>
        <w:r w:rsidR="008B0A84" w:rsidRPr="008D467A">
          <w:fldChar w:fldCharType="begin"/>
        </w:r>
        <w:r w:rsidR="008B0A84" w:rsidRPr="008D467A">
          <w:instrText xml:space="preserve"> PAGE  \* Arabic  \* MERGEFORMAT </w:instrText>
        </w:r>
        <w:r w:rsidR="008B0A84" w:rsidRPr="008D467A">
          <w:fldChar w:fldCharType="separate"/>
        </w:r>
        <w:r w:rsidR="00B071B6">
          <w:rPr>
            <w:noProof/>
          </w:rPr>
          <w:t>2</w:t>
        </w:r>
        <w:r w:rsidR="008B0A84" w:rsidRPr="008D467A">
          <w:fldChar w:fldCharType="end"/>
        </w:r>
        <w:r w:rsidR="008B0A84" w:rsidRPr="008D467A">
          <w:t xml:space="preserve"> of </w:t>
        </w:r>
        <w:r w:rsidR="008B0A84">
          <w:rPr>
            <w:noProof/>
          </w:rPr>
          <w:fldChar w:fldCharType="begin"/>
        </w:r>
        <w:r w:rsidR="008B0A84">
          <w:rPr>
            <w:noProof/>
          </w:rPr>
          <w:instrText xml:space="preserve"> NUMPAGES  \* Arabic  \* MERGEFORMAT </w:instrText>
        </w:r>
        <w:r w:rsidR="008B0A84">
          <w:rPr>
            <w:noProof/>
          </w:rPr>
          <w:fldChar w:fldCharType="separate"/>
        </w:r>
        <w:r w:rsidR="00B071B6">
          <w:rPr>
            <w:noProof/>
          </w:rPr>
          <w:t>2</w:t>
        </w:r>
        <w:r w:rsidR="008B0A84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3BE3" w14:textId="77777777" w:rsidR="00AA3155" w:rsidRPr="008D467A" w:rsidRDefault="008B0A84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72D3BE4" w14:textId="77777777" w:rsidR="00AA3155" w:rsidRPr="008948B1" w:rsidRDefault="008B0A84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72D3BE5" w14:textId="77777777" w:rsidR="00CC4677" w:rsidRPr="00AA3155" w:rsidRDefault="00B071B6" w:rsidP="00EE3A11">
    <w:pPr>
      <w:pStyle w:val="Footer"/>
    </w:pPr>
  </w:p>
  <w:p w14:paraId="472D3BE6" w14:textId="77777777" w:rsidR="00BA0812" w:rsidRDefault="00B071B6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D3BE7" w14:textId="77777777" w:rsidR="00B457C5" w:rsidRDefault="008B0A84">
      <w:pPr>
        <w:spacing w:before="0" w:after="0" w:line="240" w:lineRule="auto"/>
      </w:pPr>
      <w:r>
        <w:separator/>
      </w:r>
    </w:p>
  </w:footnote>
  <w:footnote w:type="continuationSeparator" w:id="0">
    <w:p w14:paraId="472D3BE9" w14:textId="77777777" w:rsidR="00B457C5" w:rsidRDefault="008B0A8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3BD9" w14:textId="77777777" w:rsidR="00CC4677" w:rsidRDefault="00B071B6" w:rsidP="00EE3A11"/>
  <w:p w14:paraId="472D3BDA" w14:textId="77777777" w:rsidR="00BA0812" w:rsidRDefault="00B071B6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3BDB" w14:textId="77777777" w:rsidR="00BA0812" w:rsidRDefault="008B0A84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72D3BE7" wp14:editId="472D3BE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3BE1" w14:textId="77777777" w:rsidR="004238CB" w:rsidRDefault="00B071B6" w:rsidP="00EE3A11">
    <w:pPr>
      <w:pStyle w:val="Header"/>
    </w:pPr>
  </w:p>
  <w:p w14:paraId="472D3BE2" w14:textId="77777777" w:rsidR="00BA0812" w:rsidRDefault="00B071B6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45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27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06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0E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0C1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12FF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C0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05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ACC3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AD6F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A3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8AB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2A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47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645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44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2B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10C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EEA6EE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46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46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AC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09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28D4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A3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03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0E9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16B2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BC4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4E7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F88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86D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04C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AE0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C2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B06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4A8AE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D0F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67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84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6A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2C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41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A5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E3FE0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1C3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A9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D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21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90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28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0F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3A50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0A6E9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645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A1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8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E4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4C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08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0B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B6FF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47201D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E5025C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31050B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1203B0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D4A3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2DEE7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0A5E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37A18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E1E86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1BC723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C664E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6CA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2D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6A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2A3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E1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EF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C5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E902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A620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D4A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4BC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89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421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0D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B89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522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5D26D5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E7099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E65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A22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25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AE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42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A5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58E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3E943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2E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823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065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C20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A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4E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ECD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61B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5F9C3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D0D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549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D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6F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4C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01C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A7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ED4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4EF4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9C5E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AF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E06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BC3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876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6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02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C24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C3A2A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3A615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AD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88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2C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02E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AE8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62A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E9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87AAF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B43F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24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41D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A96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04F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2E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849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C8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449C9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803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4F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C7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4E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E9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E7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569B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625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1F06B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284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B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6C8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52D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02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EA8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4E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9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2DF43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B67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987B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49F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A5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62E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4A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C5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CCB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62E8C90A">
      <w:start w:val="1"/>
      <w:numFmt w:val="decimal"/>
      <w:lvlText w:val="%1."/>
      <w:lvlJc w:val="left"/>
      <w:pPr>
        <w:ind w:left="720" w:hanging="360"/>
      </w:pPr>
    </w:lvl>
    <w:lvl w:ilvl="1" w:tplc="35AA3510">
      <w:start w:val="1"/>
      <w:numFmt w:val="lowerLetter"/>
      <w:lvlText w:val="%2."/>
      <w:lvlJc w:val="left"/>
      <w:pPr>
        <w:ind w:left="1440" w:hanging="360"/>
      </w:pPr>
    </w:lvl>
    <w:lvl w:ilvl="2" w:tplc="FCEA68FE">
      <w:start w:val="1"/>
      <w:numFmt w:val="lowerRoman"/>
      <w:lvlText w:val="%3."/>
      <w:lvlJc w:val="right"/>
      <w:pPr>
        <w:ind w:left="2160" w:hanging="180"/>
      </w:pPr>
    </w:lvl>
    <w:lvl w:ilvl="3" w:tplc="699C0F70">
      <w:start w:val="1"/>
      <w:numFmt w:val="decimal"/>
      <w:lvlText w:val="%4."/>
      <w:lvlJc w:val="left"/>
      <w:pPr>
        <w:ind w:left="2880" w:hanging="360"/>
      </w:pPr>
    </w:lvl>
    <w:lvl w:ilvl="4" w:tplc="AFBA14E4">
      <w:start w:val="1"/>
      <w:numFmt w:val="lowerLetter"/>
      <w:lvlText w:val="%5."/>
      <w:lvlJc w:val="left"/>
      <w:pPr>
        <w:ind w:left="3600" w:hanging="360"/>
      </w:pPr>
    </w:lvl>
    <w:lvl w:ilvl="5" w:tplc="CA547460">
      <w:start w:val="1"/>
      <w:numFmt w:val="lowerRoman"/>
      <w:lvlText w:val="%6."/>
      <w:lvlJc w:val="right"/>
      <w:pPr>
        <w:ind w:left="4320" w:hanging="180"/>
      </w:pPr>
    </w:lvl>
    <w:lvl w:ilvl="6" w:tplc="2C844BDE">
      <w:start w:val="1"/>
      <w:numFmt w:val="decimal"/>
      <w:lvlText w:val="%7."/>
      <w:lvlJc w:val="left"/>
      <w:pPr>
        <w:ind w:left="5040" w:hanging="360"/>
      </w:pPr>
    </w:lvl>
    <w:lvl w:ilvl="7" w:tplc="18AAB304">
      <w:start w:val="1"/>
      <w:numFmt w:val="lowerLetter"/>
      <w:lvlText w:val="%8."/>
      <w:lvlJc w:val="left"/>
      <w:pPr>
        <w:ind w:left="5760" w:hanging="360"/>
      </w:pPr>
    </w:lvl>
    <w:lvl w:ilvl="8" w:tplc="277E704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8864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6815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AA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4C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D44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ED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6C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C17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FE1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44292A2">
      <w:start w:val="1"/>
      <w:numFmt w:val="decimal"/>
      <w:lvlText w:val="%1."/>
      <w:lvlJc w:val="left"/>
      <w:pPr>
        <w:ind w:left="720" w:hanging="360"/>
      </w:pPr>
    </w:lvl>
    <w:lvl w:ilvl="1" w:tplc="BA1E8C68">
      <w:start w:val="1"/>
      <w:numFmt w:val="lowerLetter"/>
      <w:lvlText w:val="%2."/>
      <w:lvlJc w:val="left"/>
      <w:pPr>
        <w:ind w:left="1440" w:hanging="360"/>
      </w:pPr>
    </w:lvl>
    <w:lvl w:ilvl="2" w:tplc="F538FBC6">
      <w:start w:val="1"/>
      <w:numFmt w:val="lowerRoman"/>
      <w:lvlText w:val="%3."/>
      <w:lvlJc w:val="right"/>
      <w:pPr>
        <w:ind w:left="2160" w:hanging="180"/>
      </w:pPr>
    </w:lvl>
    <w:lvl w:ilvl="3" w:tplc="62FA9D02" w:tentative="1">
      <w:start w:val="1"/>
      <w:numFmt w:val="decimal"/>
      <w:lvlText w:val="%4."/>
      <w:lvlJc w:val="left"/>
      <w:pPr>
        <w:ind w:left="2880" w:hanging="360"/>
      </w:pPr>
    </w:lvl>
    <w:lvl w:ilvl="4" w:tplc="C26C36F8" w:tentative="1">
      <w:start w:val="1"/>
      <w:numFmt w:val="lowerLetter"/>
      <w:lvlText w:val="%5."/>
      <w:lvlJc w:val="left"/>
      <w:pPr>
        <w:ind w:left="3600" w:hanging="360"/>
      </w:pPr>
    </w:lvl>
    <w:lvl w:ilvl="5" w:tplc="256AAF48" w:tentative="1">
      <w:start w:val="1"/>
      <w:numFmt w:val="lowerRoman"/>
      <w:lvlText w:val="%6."/>
      <w:lvlJc w:val="right"/>
      <w:pPr>
        <w:ind w:left="4320" w:hanging="180"/>
      </w:pPr>
    </w:lvl>
    <w:lvl w:ilvl="6" w:tplc="EB002610" w:tentative="1">
      <w:start w:val="1"/>
      <w:numFmt w:val="decimal"/>
      <w:lvlText w:val="%7."/>
      <w:lvlJc w:val="left"/>
      <w:pPr>
        <w:ind w:left="5040" w:hanging="360"/>
      </w:pPr>
    </w:lvl>
    <w:lvl w:ilvl="7" w:tplc="82BA9974" w:tentative="1">
      <w:start w:val="1"/>
      <w:numFmt w:val="lowerLetter"/>
      <w:lvlText w:val="%8."/>
      <w:lvlJc w:val="left"/>
      <w:pPr>
        <w:ind w:left="5760" w:hanging="360"/>
      </w:pPr>
    </w:lvl>
    <w:lvl w:ilvl="8" w:tplc="9BDCB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4DFE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080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126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29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3C4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E430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E8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0B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E448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BB482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21A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1EE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C08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EC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125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2B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C2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43D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937EC2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E4DE4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423E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F9E16C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6BA5B5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4215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BBCD5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2949A5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87ED3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639E0368">
      <w:start w:val="1"/>
      <w:numFmt w:val="decimal"/>
      <w:lvlText w:val="%1."/>
      <w:lvlJc w:val="left"/>
      <w:pPr>
        <w:ind w:left="720" w:hanging="360"/>
      </w:pPr>
    </w:lvl>
    <w:lvl w:ilvl="1" w:tplc="EB3CDEB8" w:tentative="1">
      <w:start w:val="1"/>
      <w:numFmt w:val="lowerLetter"/>
      <w:lvlText w:val="%2."/>
      <w:lvlJc w:val="left"/>
      <w:pPr>
        <w:ind w:left="1440" w:hanging="360"/>
      </w:pPr>
    </w:lvl>
    <w:lvl w:ilvl="2" w:tplc="FA6CA32E" w:tentative="1">
      <w:start w:val="1"/>
      <w:numFmt w:val="lowerRoman"/>
      <w:lvlText w:val="%3."/>
      <w:lvlJc w:val="right"/>
      <w:pPr>
        <w:ind w:left="2160" w:hanging="180"/>
      </w:pPr>
    </w:lvl>
    <w:lvl w:ilvl="3" w:tplc="B1246156" w:tentative="1">
      <w:start w:val="1"/>
      <w:numFmt w:val="decimal"/>
      <w:lvlText w:val="%4."/>
      <w:lvlJc w:val="left"/>
      <w:pPr>
        <w:ind w:left="2880" w:hanging="360"/>
      </w:pPr>
    </w:lvl>
    <w:lvl w:ilvl="4" w:tplc="7FF67516" w:tentative="1">
      <w:start w:val="1"/>
      <w:numFmt w:val="lowerLetter"/>
      <w:lvlText w:val="%5."/>
      <w:lvlJc w:val="left"/>
      <w:pPr>
        <w:ind w:left="3600" w:hanging="360"/>
      </w:pPr>
    </w:lvl>
    <w:lvl w:ilvl="5" w:tplc="428C7472" w:tentative="1">
      <w:start w:val="1"/>
      <w:numFmt w:val="lowerRoman"/>
      <w:lvlText w:val="%6."/>
      <w:lvlJc w:val="right"/>
      <w:pPr>
        <w:ind w:left="4320" w:hanging="180"/>
      </w:pPr>
    </w:lvl>
    <w:lvl w:ilvl="6" w:tplc="C9B6E0DE" w:tentative="1">
      <w:start w:val="1"/>
      <w:numFmt w:val="decimal"/>
      <w:lvlText w:val="%7."/>
      <w:lvlJc w:val="left"/>
      <w:pPr>
        <w:ind w:left="5040" w:hanging="360"/>
      </w:pPr>
    </w:lvl>
    <w:lvl w:ilvl="7" w:tplc="41F26800" w:tentative="1">
      <w:start w:val="1"/>
      <w:numFmt w:val="lowerLetter"/>
      <w:lvlText w:val="%8."/>
      <w:lvlJc w:val="left"/>
      <w:pPr>
        <w:ind w:left="5760" w:hanging="360"/>
      </w:pPr>
    </w:lvl>
    <w:lvl w:ilvl="8" w:tplc="67221F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436D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AC37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0EA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8859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A2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C21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0B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C3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81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CF2D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C32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C0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08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8C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DE9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268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201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AE9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95E2A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6E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349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E4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0C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C44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6B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23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D8"/>
    <w:rsid w:val="00297D81"/>
    <w:rsid w:val="00336DEA"/>
    <w:rsid w:val="0035062C"/>
    <w:rsid w:val="008B0A84"/>
    <w:rsid w:val="00B071B6"/>
    <w:rsid w:val="00B457C5"/>
    <w:rsid w:val="00B71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D3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C1759-9963-4AA9-95AB-43628006D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A87258-BBF5-4686-BC32-A54085FD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2019-11-21T21:28:00Z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