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5D7E5" w14:textId="13ED07D5" w:rsidR="00E92663" w:rsidRPr="003E5787" w:rsidRDefault="001F29A5" w:rsidP="003E5787">
      <w:pPr>
        <w:pStyle w:val="Heading1"/>
        <w:rPr>
          <w:rFonts w:eastAsia="MS Mincho"/>
        </w:rPr>
      </w:pPr>
      <w:bookmarkStart w:id="0" w:name="_Toc511220124"/>
      <w:r w:rsidRPr="003E5787">
        <w:rPr>
          <w:rFonts w:eastAsia="MS Mincho"/>
        </w:rPr>
        <w:t>Knowledge Assessment</w:t>
      </w:r>
      <w:r w:rsidR="00991DC4">
        <w:rPr>
          <w:rFonts w:eastAsia="MS Mincho"/>
        </w:rPr>
        <w:t xml:space="preserve"> 1 of 2</w:t>
      </w:r>
    </w:p>
    <w:p w14:paraId="18E5D7E6" w14:textId="77777777" w:rsidR="00BD7E36" w:rsidRPr="00A56627" w:rsidRDefault="001F29A5" w:rsidP="00BD7E36">
      <w:pPr>
        <w:pStyle w:val="Heading2"/>
      </w:pPr>
      <w:r w:rsidRPr="00A56627">
        <w:t>Criteria</w:t>
      </w:r>
    </w:p>
    <w:p w14:paraId="18E5D7E7" w14:textId="77777777" w:rsidR="00BD7E36" w:rsidRDefault="001F29A5" w:rsidP="00BD7E36">
      <w:pPr>
        <w:pStyle w:val="Heading3"/>
      </w:pPr>
      <w:r w:rsidRPr="007A6B4A">
        <w:t>Unit code, name and release number</w:t>
      </w:r>
    </w:p>
    <w:p w14:paraId="18E5D7E8" w14:textId="77777777" w:rsidR="00BD7E36" w:rsidRPr="00D83795" w:rsidRDefault="001F29A5"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MSFID4022 - Prepare quotation and contract documentation for design projects (1)</w:t>
      </w:r>
      <w:bookmarkEnd w:id="1"/>
    </w:p>
    <w:p w14:paraId="18E5D7E9" w14:textId="77777777" w:rsidR="00BD7E36" w:rsidRPr="00D83795" w:rsidRDefault="009B453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8E5D7EA" w14:textId="77777777" w:rsidR="00BD7E36" w:rsidRDefault="001F29A5" w:rsidP="00BD7E36">
      <w:pPr>
        <w:pStyle w:val="Heading3"/>
      </w:pPr>
      <w:r w:rsidRPr="00A41E27">
        <w:t>Qualification</w:t>
      </w:r>
      <w:r>
        <w:t>/Course</w:t>
      </w:r>
      <w:r w:rsidRPr="00A41E27">
        <w:t xml:space="preserve"> code, name and release number</w:t>
      </w:r>
    </w:p>
    <w:p w14:paraId="18E5D7EB" w14:textId="77777777" w:rsidR="00BD7E36" w:rsidRDefault="001F29A5"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MSF40318 - Certificate IV in Kitchen and Bathroom Design (1)</w:t>
      </w:r>
      <w:bookmarkEnd w:id="2"/>
    </w:p>
    <w:p w14:paraId="18E5D7EC" w14:textId="77777777" w:rsidR="000555D0" w:rsidRPr="00D83795" w:rsidRDefault="009B453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8E5D7ED" w14:textId="77777777" w:rsidR="00BD7E36" w:rsidRPr="00A56627" w:rsidRDefault="001F29A5" w:rsidP="00BD7E36">
      <w:pPr>
        <w:pStyle w:val="Heading2"/>
      </w:pPr>
      <w:r w:rsidRPr="00A56627">
        <w:t>Student details</w:t>
      </w:r>
    </w:p>
    <w:p w14:paraId="18E5D7EE" w14:textId="77777777" w:rsidR="00BD7E36" w:rsidRDefault="001F29A5" w:rsidP="00BD7E36">
      <w:pPr>
        <w:pStyle w:val="Heading3"/>
      </w:pPr>
      <w:r w:rsidRPr="00AA18CF">
        <w:t>Student number</w:t>
      </w:r>
    </w:p>
    <w:p w14:paraId="18E5D7EF" w14:textId="77777777" w:rsidR="00BD7E36" w:rsidRPr="00D83795" w:rsidRDefault="009B453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8E5D7F0" w14:textId="77777777" w:rsidR="00BD7E36" w:rsidRDefault="001F29A5" w:rsidP="00BD7E36">
      <w:pPr>
        <w:pStyle w:val="Heading3"/>
      </w:pPr>
      <w:r w:rsidRPr="00AA18CF">
        <w:t xml:space="preserve">Student </w:t>
      </w:r>
      <w:r>
        <w:t>name</w:t>
      </w:r>
    </w:p>
    <w:p w14:paraId="18E5D7F1" w14:textId="77777777" w:rsidR="00BD7E36" w:rsidRPr="00D83795" w:rsidRDefault="009B453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8E5D7F2" w14:textId="77777777" w:rsidR="00BD7E36" w:rsidRPr="00A56627" w:rsidRDefault="001F29A5" w:rsidP="00BD7E36">
      <w:pPr>
        <w:pStyle w:val="Heading2"/>
      </w:pPr>
      <w:r w:rsidRPr="00A56627">
        <w:t>Assessment Declaration</w:t>
      </w:r>
    </w:p>
    <w:p w14:paraId="18E5D7F3" w14:textId="77777777" w:rsidR="00BD7E36" w:rsidRPr="00FF3AA4" w:rsidRDefault="001F29A5" w:rsidP="00BD7E36">
      <w:pPr>
        <w:pStyle w:val="Bulletlist"/>
      </w:pPr>
      <w:r w:rsidRPr="00FF3AA4">
        <w:t>This assessment is my original work and no part of it has been copied from any other source except where due acknowledgement is made.</w:t>
      </w:r>
    </w:p>
    <w:p w14:paraId="18E5D7F4" w14:textId="77777777" w:rsidR="00BD7E36" w:rsidRPr="00FF3AA4" w:rsidRDefault="001F29A5" w:rsidP="00BD7E36">
      <w:pPr>
        <w:pStyle w:val="Bulletlist"/>
      </w:pPr>
      <w:r w:rsidRPr="00FF3AA4">
        <w:t>No part of this assessment has been written for me by any other person except where such collaboration has been authorised by the assessor concerned.</w:t>
      </w:r>
    </w:p>
    <w:p w14:paraId="18E5D7F5" w14:textId="77777777" w:rsidR="00BD7E36" w:rsidRPr="00FF3AA4" w:rsidRDefault="001F29A5"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8E5D7F6" w14:textId="77777777" w:rsidR="00BD7E36" w:rsidRDefault="001F29A5" w:rsidP="00BD7E36">
      <w:pPr>
        <w:pStyle w:val="Heading3"/>
      </w:pPr>
      <w:r w:rsidRPr="00AE2B8B">
        <w:t>Student signature</w:t>
      </w:r>
      <w:r>
        <w:t xml:space="preserve"> and </w:t>
      </w:r>
      <w:r w:rsidRPr="00AE2B8B">
        <w:t>Date</w:t>
      </w:r>
    </w:p>
    <w:p w14:paraId="18E5D7F7" w14:textId="77777777" w:rsidR="00BD7E36" w:rsidRDefault="009B453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8E5D7F8" w14:textId="77777777" w:rsidR="00BD7E36" w:rsidRPr="00D83795" w:rsidRDefault="009B453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8E5D7F9" w14:textId="77777777" w:rsidR="000412B1" w:rsidRDefault="009B4537"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18E5D7FA" w14:textId="77777777" w:rsidR="00695FC9" w:rsidRPr="00C14A60" w:rsidRDefault="001F29A5"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8E5D7FB" w14:textId="642A11A8" w:rsidR="00695FC9" w:rsidRPr="00867E80" w:rsidRDefault="001F29A5" w:rsidP="00695FC9">
      <w:pPr>
        <w:pStyle w:val="SmallerText-Black"/>
        <w:tabs>
          <w:tab w:val="left" w:pos="2127"/>
        </w:tabs>
      </w:pPr>
      <w:r>
        <w:t>Date created:</w:t>
      </w:r>
      <w:r>
        <w:tab/>
      </w:r>
      <w:r w:rsidR="009B4537" w:rsidRPr="009B4537">
        <w:rPr>
          <w:i/>
          <w:noProof/>
          <w:color w:val="808080" w:themeColor="background1" w:themeShade="80"/>
        </w:rPr>
        <w:t>12/08/2019</w:t>
      </w:r>
    </w:p>
    <w:p w14:paraId="18E5D7FC" w14:textId="0F77F9E1" w:rsidR="00695FC9" w:rsidRPr="00867E80" w:rsidRDefault="001F29A5"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B4537" w:rsidRPr="009B4537">
        <w:rPr>
          <w:i/>
          <w:noProof/>
          <w:color w:val="808080" w:themeColor="background1" w:themeShade="80"/>
        </w:rPr>
        <w:t>16/01/2020</w:t>
      </w:r>
      <w:r w:rsidRPr="00C14A60">
        <w:rPr>
          <w:i/>
          <w:color w:val="FF0000"/>
        </w:rPr>
        <w:fldChar w:fldCharType="end"/>
      </w:r>
    </w:p>
    <w:p w14:paraId="18E5D7FD" w14:textId="77777777" w:rsidR="00695FC9" w:rsidRPr="00867E80" w:rsidRDefault="009B4537" w:rsidP="00695FC9">
      <w:pPr>
        <w:pStyle w:val="SmallerText-Black"/>
      </w:pPr>
    </w:p>
    <w:bookmarkEnd w:id="0"/>
    <w:p w14:paraId="18E5D7FE" w14:textId="77777777" w:rsidR="0023196E" w:rsidRDefault="001F29A5" w:rsidP="0023196E">
      <w:r>
        <w:t>For queries, please contact:</w:t>
      </w:r>
    </w:p>
    <w:p w14:paraId="04677EB9" w14:textId="77777777" w:rsidR="00DB56A3" w:rsidRPr="00DB56A3" w:rsidRDefault="00DB56A3" w:rsidP="00DB56A3">
      <w:pPr>
        <w:pStyle w:val="SmallerText-Black"/>
        <w:tabs>
          <w:tab w:val="left" w:pos="2127"/>
        </w:tabs>
        <w:rPr>
          <w:i/>
          <w:noProof/>
          <w:color w:val="808080" w:themeColor="background1" w:themeShade="80"/>
        </w:rPr>
      </w:pPr>
      <w:r w:rsidRPr="00DB56A3">
        <w:rPr>
          <w:i/>
          <w:noProof/>
          <w:color w:val="808080" w:themeColor="background1" w:themeShade="80"/>
        </w:rPr>
        <w:t xml:space="preserve">Innovative Manufacturing, Robotics and Science SkillsPoint </w:t>
      </w:r>
    </w:p>
    <w:p w14:paraId="117526C6" w14:textId="77777777" w:rsidR="00DB56A3" w:rsidRPr="00DB56A3" w:rsidRDefault="00DB56A3" w:rsidP="00DB56A3">
      <w:pPr>
        <w:pStyle w:val="SmallerText-Black"/>
        <w:tabs>
          <w:tab w:val="left" w:pos="2127"/>
        </w:tabs>
        <w:rPr>
          <w:i/>
          <w:noProof/>
          <w:color w:val="808080" w:themeColor="background1" w:themeShade="80"/>
        </w:rPr>
      </w:pPr>
      <w:r w:rsidRPr="00DB56A3">
        <w:rPr>
          <w:i/>
          <w:noProof/>
          <w:color w:val="808080" w:themeColor="background1" w:themeShade="80"/>
        </w:rPr>
        <w:t>TAFE NSW</w:t>
      </w:r>
    </w:p>
    <w:p w14:paraId="565D29CF" w14:textId="77777777" w:rsidR="00DB56A3" w:rsidRPr="00DB56A3" w:rsidRDefault="00DB56A3" w:rsidP="00DB56A3">
      <w:pPr>
        <w:pStyle w:val="SmallerText-Black"/>
        <w:tabs>
          <w:tab w:val="left" w:pos="2127"/>
        </w:tabs>
        <w:rPr>
          <w:i/>
          <w:noProof/>
          <w:color w:val="808080" w:themeColor="background1" w:themeShade="80"/>
        </w:rPr>
      </w:pPr>
      <w:r w:rsidRPr="00DB56A3">
        <w:rPr>
          <w:i/>
          <w:noProof/>
          <w:color w:val="808080" w:themeColor="background1" w:themeShade="80"/>
        </w:rPr>
        <w:t>98 Parry Street</w:t>
      </w:r>
    </w:p>
    <w:p w14:paraId="4F19C6A9" w14:textId="77777777" w:rsidR="00DB56A3" w:rsidRPr="00DB56A3" w:rsidRDefault="00DB56A3" w:rsidP="00DB56A3">
      <w:pPr>
        <w:pStyle w:val="SmallerText-Black"/>
        <w:tabs>
          <w:tab w:val="left" w:pos="2127"/>
        </w:tabs>
        <w:rPr>
          <w:i/>
          <w:noProof/>
          <w:color w:val="808080" w:themeColor="background1" w:themeShade="80"/>
        </w:rPr>
      </w:pPr>
      <w:r w:rsidRPr="00DB56A3">
        <w:rPr>
          <w:i/>
          <w:noProof/>
          <w:color w:val="808080" w:themeColor="background1" w:themeShade="80"/>
        </w:rPr>
        <w:t>Newcastle West</w:t>
      </w:r>
    </w:p>
    <w:p w14:paraId="2AE720C8" w14:textId="77777777" w:rsidR="00DB56A3" w:rsidRPr="00DB56A3" w:rsidRDefault="00DB56A3" w:rsidP="00DB56A3">
      <w:pPr>
        <w:pStyle w:val="SmallerText-Black"/>
        <w:tabs>
          <w:tab w:val="left" w:pos="2127"/>
        </w:tabs>
        <w:rPr>
          <w:i/>
          <w:noProof/>
          <w:color w:val="808080" w:themeColor="background1" w:themeShade="80"/>
        </w:rPr>
      </w:pPr>
      <w:r w:rsidRPr="00DB56A3">
        <w:rPr>
          <w:i/>
          <w:noProof/>
          <w:color w:val="808080" w:themeColor="background1" w:themeShade="80"/>
        </w:rPr>
        <w:t>NSW 2302</w:t>
      </w:r>
    </w:p>
    <w:p w14:paraId="18E5D801" w14:textId="0540CC45" w:rsidR="0023196E" w:rsidRPr="000301F0" w:rsidRDefault="009B4537" w:rsidP="0023196E">
      <w:pPr>
        <w:pStyle w:val="SmallerText-Black"/>
        <w:spacing w:before="1440"/>
      </w:pPr>
      <w:r>
        <w:t>© 2020</w:t>
      </w:r>
      <w:r w:rsidR="001F29A5" w:rsidRPr="000301F0">
        <w:t xml:space="preserve"> TAFE NSW, Sydney</w:t>
      </w:r>
      <w:r w:rsidR="001F29A5" w:rsidRPr="000301F0">
        <w:rPr>
          <w:noProof/>
          <w:lang w:eastAsia="en-AU"/>
        </w:rPr>
        <w:br/>
      </w:r>
      <w:r w:rsidR="001F29A5" w:rsidRPr="000301F0">
        <w:t>RTO Provider Number 90003 | CRICOS Provider Code: 00591E</w:t>
      </w:r>
    </w:p>
    <w:p w14:paraId="18E5D802" w14:textId="77777777" w:rsidR="0023196E" w:rsidRPr="00D23A6C" w:rsidRDefault="001F29A5" w:rsidP="0023196E">
      <w:pPr>
        <w:pStyle w:val="SmallerText-Black"/>
      </w:pPr>
      <w:r>
        <w:t>This assessment can be found in the</w:t>
      </w:r>
      <w:r w:rsidRPr="00D23A6C">
        <w:t xml:space="preserve">: </w:t>
      </w:r>
      <w:hyperlink r:id="rId17" w:history="1">
        <w:r w:rsidRPr="00C036C0">
          <w:rPr>
            <w:rStyle w:val="Hyperlink"/>
          </w:rPr>
          <w:t>Learning Bank</w:t>
        </w:r>
      </w:hyperlink>
    </w:p>
    <w:p w14:paraId="18E5D803" w14:textId="3A9DC229" w:rsidR="0023196E" w:rsidRPr="000301F0" w:rsidRDefault="001F29A5" w:rsidP="0023196E">
      <w:pPr>
        <w:pStyle w:val="SmallerText-Black"/>
      </w:pPr>
      <w:r w:rsidRPr="000301F0">
        <w:t>The contents in this docum</w:t>
      </w:r>
      <w:r>
        <w:t xml:space="preserve">ent is copyright © </w:t>
      </w:r>
      <w:r w:rsidR="009B4537">
        <w:t>TAFE NSW 2020</w:t>
      </w:r>
      <w:bookmarkStart w:id="3" w:name="_GoBack"/>
      <w:bookmarkEnd w:id="3"/>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B4537">
        <w:rPr>
          <w:noProof/>
        </w:rPr>
        <w:t>16 January 2020</w:t>
      </w:r>
      <w:r w:rsidRPr="000301F0">
        <w:fldChar w:fldCharType="end"/>
      </w:r>
      <w:r w:rsidRPr="000301F0">
        <w:t>. For current information please refer to our website</w:t>
      </w:r>
      <w:r>
        <w:t xml:space="preserve"> or your teacher as appropriate</w:t>
      </w:r>
      <w:r w:rsidRPr="000301F0">
        <w:t>.</w:t>
      </w:r>
    </w:p>
    <w:p w14:paraId="18E5D804" w14:textId="77777777" w:rsidR="000412B1" w:rsidRDefault="009B4537" w:rsidP="00EA68F5">
      <w:pPr>
        <w:pStyle w:val="Heading2"/>
        <w:sectPr w:rsidR="000412B1" w:rsidSect="000412B1">
          <w:pgSz w:w="11906" w:h="16838" w:code="9"/>
          <w:pgMar w:top="1418" w:right="1418" w:bottom="1418" w:left="1418" w:header="567" w:footer="454" w:gutter="0"/>
          <w:cols w:space="4253"/>
          <w:vAlign w:val="bottom"/>
          <w:docGrid w:linePitch="360"/>
        </w:sectPr>
      </w:pPr>
    </w:p>
    <w:p w14:paraId="18E5D805" w14:textId="77777777" w:rsidR="008A6997" w:rsidRPr="000A08F6" w:rsidRDefault="001F29A5" w:rsidP="000A08F6">
      <w:pPr>
        <w:pStyle w:val="Heading2"/>
      </w:pPr>
      <w:r w:rsidRPr="000A08F6">
        <w:lastRenderedPageBreak/>
        <w:t>Assessment instructions</w:t>
      </w:r>
    </w:p>
    <w:p w14:paraId="18E5D806" w14:textId="77777777" w:rsidR="003E5787" w:rsidRDefault="001F29A5"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3E06EA" w14:paraId="18E5D809" w14:textId="77777777" w:rsidTr="003E06EA">
        <w:trPr>
          <w:cnfStyle w:val="100000000000" w:firstRow="1" w:lastRow="0" w:firstColumn="0" w:lastColumn="0" w:oddVBand="0" w:evenVBand="0" w:oddHBand="0" w:evenHBand="0" w:firstRowFirstColumn="0" w:firstRowLastColumn="0" w:lastRowFirstColumn="0" w:lastRowLastColumn="0"/>
          <w:tblHeader/>
        </w:trPr>
        <w:tc>
          <w:tcPr>
            <w:tcW w:w="2405" w:type="dxa"/>
          </w:tcPr>
          <w:p w14:paraId="18E5D807" w14:textId="77777777" w:rsidR="00E2658C" w:rsidRDefault="001F29A5" w:rsidP="00E2658C">
            <w:pPr>
              <w:rPr>
                <w:lang w:eastAsia="en-AU"/>
              </w:rPr>
            </w:pPr>
            <w:r>
              <w:rPr>
                <w:lang w:eastAsia="en-AU"/>
              </w:rPr>
              <w:t>Assessment details</w:t>
            </w:r>
          </w:p>
        </w:tc>
        <w:tc>
          <w:tcPr>
            <w:tcW w:w="6655" w:type="dxa"/>
          </w:tcPr>
          <w:p w14:paraId="18E5D808" w14:textId="77777777" w:rsidR="00E2658C" w:rsidRDefault="001F29A5" w:rsidP="00EA68F5">
            <w:pPr>
              <w:rPr>
                <w:lang w:eastAsia="en-AU"/>
              </w:rPr>
            </w:pPr>
            <w:r>
              <w:rPr>
                <w:lang w:eastAsia="en-AU"/>
              </w:rPr>
              <w:t>Instructions</w:t>
            </w:r>
          </w:p>
        </w:tc>
      </w:tr>
      <w:tr w:rsidR="003E06EA" w14:paraId="18E5D80C" w14:textId="77777777" w:rsidTr="003E06EA">
        <w:tc>
          <w:tcPr>
            <w:tcW w:w="2405" w:type="dxa"/>
            <w:vAlign w:val="top"/>
          </w:tcPr>
          <w:p w14:paraId="18E5D80A" w14:textId="77777777" w:rsidR="00E2658C" w:rsidRPr="00C14A60" w:rsidRDefault="001F29A5" w:rsidP="00151656">
            <w:pPr>
              <w:pStyle w:val="Body"/>
              <w:rPr>
                <w:b/>
                <w:sz w:val="22"/>
                <w:szCs w:val="22"/>
                <w:lang w:eastAsia="en-AU"/>
              </w:rPr>
            </w:pPr>
            <w:r w:rsidRPr="00C14A60">
              <w:rPr>
                <w:b/>
                <w:sz w:val="22"/>
                <w:szCs w:val="22"/>
                <w:lang w:eastAsia="en-AU"/>
              </w:rPr>
              <w:t>Assessment overview</w:t>
            </w:r>
          </w:p>
        </w:tc>
        <w:tc>
          <w:tcPr>
            <w:tcW w:w="6655" w:type="dxa"/>
            <w:vAlign w:val="top"/>
          </w:tcPr>
          <w:p w14:paraId="18E5D80B" w14:textId="36BB07E9" w:rsidR="00E2658C" w:rsidRPr="000412B1" w:rsidRDefault="001F29A5" w:rsidP="00151656">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F4713E">
              <w:rPr>
                <w:sz w:val="22"/>
                <w:szCs w:val="22"/>
                <w:lang w:eastAsia="en-AU"/>
              </w:rPr>
              <w:t>prepare documents for the purpose of generating a quotation and Contract documents.</w:t>
            </w:r>
          </w:p>
        </w:tc>
      </w:tr>
      <w:tr w:rsidR="003E06EA" w14:paraId="18E5D810" w14:textId="77777777" w:rsidTr="003E06EA">
        <w:tc>
          <w:tcPr>
            <w:tcW w:w="2405" w:type="dxa"/>
            <w:vAlign w:val="top"/>
          </w:tcPr>
          <w:p w14:paraId="18E5D80D" w14:textId="77777777" w:rsidR="00F437A5" w:rsidRPr="00C14A60" w:rsidRDefault="001F29A5" w:rsidP="00151656">
            <w:pPr>
              <w:pStyle w:val="Body"/>
              <w:rPr>
                <w:b/>
                <w:sz w:val="22"/>
                <w:szCs w:val="22"/>
                <w:lang w:eastAsia="en-AU"/>
              </w:rPr>
            </w:pPr>
            <w:r>
              <w:rPr>
                <w:b/>
                <w:sz w:val="22"/>
                <w:szCs w:val="22"/>
                <w:lang w:eastAsia="en-AU"/>
              </w:rPr>
              <w:t>Assessment Event number</w:t>
            </w:r>
          </w:p>
        </w:tc>
        <w:tc>
          <w:tcPr>
            <w:tcW w:w="6655" w:type="dxa"/>
            <w:vAlign w:val="top"/>
          </w:tcPr>
          <w:p w14:paraId="18E5D80E" w14:textId="613661C2" w:rsidR="00F437A5" w:rsidRDefault="001F29A5" w:rsidP="00151656">
            <w:pPr>
              <w:pStyle w:val="Body"/>
              <w:rPr>
                <w:sz w:val="22"/>
                <w:szCs w:val="22"/>
                <w:lang w:eastAsia="en-AU"/>
              </w:rPr>
            </w:pPr>
            <w:r>
              <w:rPr>
                <w:sz w:val="22"/>
                <w:szCs w:val="22"/>
                <w:lang w:eastAsia="en-AU"/>
              </w:rPr>
              <w:t xml:space="preserve">1 of </w:t>
            </w:r>
            <w:r w:rsidR="00D60A35">
              <w:rPr>
                <w:sz w:val="22"/>
                <w:szCs w:val="22"/>
                <w:lang w:eastAsia="en-AU"/>
              </w:rPr>
              <w:t>2</w:t>
            </w:r>
          </w:p>
          <w:p w14:paraId="18E5D80F" w14:textId="5CC9F7D0" w:rsidR="00A628BC" w:rsidRPr="00A628BC" w:rsidRDefault="009B4537" w:rsidP="00151656">
            <w:pPr>
              <w:pStyle w:val="Body"/>
              <w:rPr>
                <w:i/>
                <w:color w:val="A6A6A6" w:themeColor="background1" w:themeShade="A6"/>
                <w:sz w:val="22"/>
                <w:szCs w:val="22"/>
                <w:lang w:eastAsia="en-AU"/>
              </w:rPr>
            </w:pPr>
          </w:p>
        </w:tc>
      </w:tr>
      <w:tr w:rsidR="003E06EA" w14:paraId="18E5D819" w14:textId="77777777" w:rsidTr="003E06EA">
        <w:tc>
          <w:tcPr>
            <w:tcW w:w="2405" w:type="dxa"/>
            <w:vAlign w:val="top"/>
          </w:tcPr>
          <w:p w14:paraId="18E5D811" w14:textId="77777777" w:rsidR="00E2658C" w:rsidRPr="00C14A60" w:rsidRDefault="001F29A5"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18E5D812" w14:textId="77777777" w:rsidR="00C35347" w:rsidRPr="00C14A60" w:rsidRDefault="001F29A5"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562CFFBA" w14:textId="4FAD225A" w:rsidR="00D60A35" w:rsidRPr="00B30F8E" w:rsidRDefault="00D60A35" w:rsidP="00D60A35">
            <w:pPr>
              <w:pStyle w:val="Body"/>
              <w:rPr>
                <w:sz w:val="22"/>
                <w:szCs w:val="22"/>
              </w:rPr>
            </w:pPr>
            <w:r w:rsidRPr="00B30F8E">
              <w:rPr>
                <w:sz w:val="22"/>
                <w:szCs w:val="22"/>
              </w:rPr>
              <w:t xml:space="preserve">This assessment is in </w:t>
            </w:r>
            <w:r>
              <w:rPr>
                <w:sz w:val="22"/>
                <w:szCs w:val="22"/>
              </w:rPr>
              <w:t>two</w:t>
            </w:r>
            <w:r w:rsidRPr="00B30F8E">
              <w:rPr>
                <w:sz w:val="22"/>
                <w:szCs w:val="22"/>
              </w:rPr>
              <w:t xml:space="preserve"> parts:</w:t>
            </w:r>
          </w:p>
          <w:p w14:paraId="175B6B19" w14:textId="77777777" w:rsidR="00D60A35" w:rsidRPr="00F0490E" w:rsidRDefault="00D60A35" w:rsidP="00EC5ED2">
            <w:pPr>
              <w:pStyle w:val="Body"/>
              <w:numPr>
                <w:ilvl w:val="0"/>
                <w:numId w:val="6"/>
              </w:numPr>
              <w:rPr>
                <w:sz w:val="22"/>
                <w:szCs w:val="22"/>
              </w:rPr>
            </w:pPr>
            <w:r w:rsidRPr="00F0490E">
              <w:rPr>
                <w:sz w:val="22"/>
                <w:szCs w:val="22"/>
              </w:rPr>
              <w:t>Short answer questions</w:t>
            </w:r>
          </w:p>
          <w:p w14:paraId="29286078" w14:textId="77777777" w:rsidR="00D60A35" w:rsidRDefault="00D60A35" w:rsidP="00EC5ED2">
            <w:pPr>
              <w:pStyle w:val="Body"/>
              <w:numPr>
                <w:ilvl w:val="0"/>
                <w:numId w:val="6"/>
              </w:numPr>
              <w:rPr>
                <w:sz w:val="22"/>
                <w:szCs w:val="22"/>
              </w:rPr>
            </w:pPr>
            <w:r>
              <w:rPr>
                <w:sz w:val="22"/>
                <w:szCs w:val="22"/>
              </w:rPr>
              <w:t>Assessment feedback</w:t>
            </w:r>
          </w:p>
          <w:p w14:paraId="18E5D818" w14:textId="3A1AB28F" w:rsidR="00993432" w:rsidRPr="00993432" w:rsidRDefault="009B4537" w:rsidP="00D60A35">
            <w:pPr>
              <w:pStyle w:val="Body"/>
              <w:rPr>
                <w:i/>
                <w:sz w:val="22"/>
                <w:szCs w:val="22"/>
              </w:rPr>
            </w:pPr>
          </w:p>
        </w:tc>
      </w:tr>
      <w:tr w:rsidR="003E06EA" w14:paraId="18E5D81D" w14:textId="77777777" w:rsidTr="003E06EA">
        <w:tc>
          <w:tcPr>
            <w:tcW w:w="2405" w:type="dxa"/>
            <w:vAlign w:val="top"/>
          </w:tcPr>
          <w:p w14:paraId="18E5D81A" w14:textId="77777777" w:rsidR="00E2658C" w:rsidRPr="00C14A60" w:rsidRDefault="001F29A5" w:rsidP="00151656">
            <w:pPr>
              <w:pStyle w:val="Body"/>
              <w:rPr>
                <w:b/>
                <w:sz w:val="22"/>
                <w:szCs w:val="22"/>
              </w:rPr>
            </w:pPr>
            <w:r w:rsidRPr="00C14A60">
              <w:rPr>
                <w:b/>
                <w:sz w:val="22"/>
                <w:szCs w:val="22"/>
              </w:rPr>
              <w:t xml:space="preserve">Submission instructions </w:t>
            </w:r>
          </w:p>
        </w:tc>
        <w:tc>
          <w:tcPr>
            <w:tcW w:w="6655" w:type="dxa"/>
            <w:vAlign w:val="top"/>
          </w:tcPr>
          <w:p w14:paraId="18E5D81C" w14:textId="51718C64" w:rsidR="00C35347" w:rsidRPr="00C14A60" w:rsidRDefault="001F29A5" w:rsidP="00D60A35">
            <w:pPr>
              <w:pStyle w:val="Body"/>
              <w:rPr>
                <w:i/>
                <w:color w:val="FF000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3E06EA" w14:paraId="18E5D820" w14:textId="77777777" w:rsidTr="003E06EA">
        <w:tc>
          <w:tcPr>
            <w:tcW w:w="2405" w:type="dxa"/>
            <w:vAlign w:val="top"/>
          </w:tcPr>
          <w:p w14:paraId="18E5D81E" w14:textId="77777777" w:rsidR="00E2658C" w:rsidRPr="00C14A60" w:rsidRDefault="001F29A5" w:rsidP="00151656">
            <w:pPr>
              <w:pStyle w:val="Body"/>
              <w:rPr>
                <w:b/>
                <w:sz w:val="22"/>
                <w:szCs w:val="22"/>
              </w:rPr>
            </w:pPr>
            <w:r w:rsidRPr="00C14A60">
              <w:rPr>
                <w:b/>
                <w:sz w:val="22"/>
                <w:szCs w:val="22"/>
              </w:rPr>
              <w:t>What do I need to do to achieve a satisfactory result?</w:t>
            </w:r>
          </w:p>
        </w:tc>
        <w:tc>
          <w:tcPr>
            <w:tcW w:w="6655" w:type="dxa"/>
            <w:vAlign w:val="top"/>
          </w:tcPr>
          <w:p w14:paraId="18E5D81F" w14:textId="77777777" w:rsidR="00E2658C" w:rsidRPr="000412B1" w:rsidRDefault="001F29A5" w:rsidP="00151656">
            <w:pPr>
              <w:pStyle w:val="Body"/>
              <w:rPr>
                <w:i/>
                <w:sz w:val="22"/>
                <w:szCs w:val="22"/>
                <w:lang w:eastAsia="en-AU"/>
              </w:rPr>
            </w:pPr>
            <w:r w:rsidRPr="000412B1">
              <w:rPr>
                <w:sz w:val="22"/>
                <w:szCs w:val="22"/>
              </w:rPr>
              <w:t>To achieve a satisfactory result for this assessment all questions must be answered correctly.</w:t>
            </w:r>
          </w:p>
        </w:tc>
      </w:tr>
      <w:tr w:rsidR="00D60A35" w14:paraId="18E5D824" w14:textId="77777777" w:rsidTr="003E06EA">
        <w:tc>
          <w:tcPr>
            <w:tcW w:w="2405" w:type="dxa"/>
            <w:vAlign w:val="top"/>
          </w:tcPr>
          <w:p w14:paraId="18E5D821" w14:textId="77777777" w:rsidR="00D60A35" w:rsidRPr="00C14A60" w:rsidRDefault="00D60A35" w:rsidP="00D60A35">
            <w:pPr>
              <w:pStyle w:val="Body"/>
              <w:rPr>
                <w:b/>
                <w:sz w:val="22"/>
                <w:szCs w:val="22"/>
              </w:rPr>
            </w:pPr>
            <w:r w:rsidRPr="00D977EB">
              <w:rPr>
                <w:b/>
                <w:sz w:val="22"/>
                <w:szCs w:val="22"/>
              </w:rPr>
              <w:t>What do I need to provide?</w:t>
            </w:r>
          </w:p>
        </w:tc>
        <w:tc>
          <w:tcPr>
            <w:tcW w:w="6655" w:type="dxa"/>
            <w:vAlign w:val="top"/>
          </w:tcPr>
          <w:p w14:paraId="585E63D9" w14:textId="52817E49" w:rsidR="00D60A35" w:rsidRPr="00F0490E" w:rsidRDefault="00F4713E" w:rsidP="00D60A35">
            <w:pPr>
              <w:rPr>
                <w:sz w:val="22"/>
                <w:szCs w:val="22"/>
              </w:rPr>
            </w:pPr>
            <w:r>
              <w:rPr>
                <w:sz w:val="22"/>
                <w:szCs w:val="22"/>
              </w:rPr>
              <w:t>Calculator, pens.</w:t>
            </w:r>
          </w:p>
          <w:p w14:paraId="18E5D823" w14:textId="424E7EAC" w:rsidR="00D60A35" w:rsidRPr="00EF36B2" w:rsidRDefault="00D60A35" w:rsidP="00D60A35">
            <w:pPr>
              <w:pStyle w:val="Body"/>
              <w:rPr>
                <w:i/>
                <w:color w:val="808080" w:themeColor="background1" w:themeShade="80"/>
                <w:sz w:val="22"/>
                <w:szCs w:val="22"/>
              </w:rPr>
            </w:pPr>
          </w:p>
        </w:tc>
      </w:tr>
      <w:tr w:rsidR="003E06EA" w14:paraId="18E5D827" w14:textId="77777777" w:rsidTr="003E06EA">
        <w:tc>
          <w:tcPr>
            <w:tcW w:w="2405" w:type="dxa"/>
            <w:vAlign w:val="top"/>
          </w:tcPr>
          <w:p w14:paraId="18E5D825" w14:textId="77777777" w:rsidR="00E2658C" w:rsidRPr="00C14A60" w:rsidRDefault="001F29A5" w:rsidP="00151656">
            <w:pPr>
              <w:pStyle w:val="Body"/>
              <w:rPr>
                <w:b/>
                <w:sz w:val="22"/>
                <w:szCs w:val="22"/>
              </w:rPr>
            </w:pPr>
            <w:r w:rsidRPr="00C14A60">
              <w:rPr>
                <w:b/>
                <w:sz w:val="22"/>
                <w:szCs w:val="22"/>
              </w:rPr>
              <w:t>Due date/time allowed</w:t>
            </w:r>
          </w:p>
        </w:tc>
        <w:tc>
          <w:tcPr>
            <w:tcW w:w="6655" w:type="dxa"/>
            <w:vAlign w:val="top"/>
          </w:tcPr>
          <w:p w14:paraId="18E5D826" w14:textId="224D6B00" w:rsidR="00E2658C" w:rsidRPr="00D60A35" w:rsidRDefault="00D60A35" w:rsidP="00151656">
            <w:pPr>
              <w:pStyle w:val="Body"/>
              <w:rPr>
                <w:sz w:val="22"/>
                <w:szCs w:val="22"/>
                <w:lang w:eastAsia="en-AU"/>
              </w:rPr>
            </w:pPr>
            <w:r>
              <w:rPr>
                <w:sz w:val="22"/>
                <w:szCs w:val="22"/>
              </w:rPr>
              <w:t>TBA/60</w:t>
            </w:r>
            <w:r w:rsidR="00F97C35">
              <w:rPr>
                <w:sz w:val="22"/>
                <w:szCs w:val="22"/>
              </w:rPr>
              <w:t xml:space="preserve"> </w:t>
            </w:r>
            <w:r>
              <w:rPr>
                <w:sz w:val="22"/>
                <w:szCs w:val="22"/>
              </w:rPr>
              <w:t>minutes</w:t>
            </w:r>
          </w:p>
        </w:tc>
      </w:tr>
      <w:tr w:rsidR="003E06EA" w14:paraId="18E5D82A" w14:textId="77777777" w:rsidTr="003E06EA">
        <w:tc>
          <w:tcPr>
            <w:tcW w:w="2405" w:type="dxa"/>
            <w:vAlign w:val="top"/>
          </w:tcPr>
          <w:p w14:paraId="18E5D828" w14:textId="77777777" w:rsidR="00E2658C" w:rsidRPr="0063453E" w:rsidRDefault="001F29A5" w:rsidP="00151656">
            <w:pPr>
              <w:pStyle w:val="Body"/>
              <w:rPr>
                <w:b/>
                <w:sz w:val="22"/>
                <w:szCs w:val="22"/>
              </w:rPr>
            </w:pPr>
            <w:r w:rsidRPr="0063453E">
              <w:rPr>
                <w:b/>
                <w:sz w:val="22"/>
                <w:szCs w:val="22"/>
              </w:rPr>
              <w:lastRenderedPageBreak/>
              <w:t>Assessment feedback, review or appeals</w:t>
            </w:r>
          </w:p>
        </w:tc>
        <w:tc>
          <w:tcPr>
            <w:tcW w:w="6655" w:type="dxa"/>
            <w:vAlign w:val="top"/>
          </w:tcPr>
          <w:p w14:paraId="06481F5E" w14:textId="77777777" w:rsidR="00562011" w:rsidRPr="00580B3E" w:rsidRDefault="00562011" w:rsidP="00562011">
            <w:pPr>
              <w:tabs>
                <w:tab w:val="clear" w:pos="284"/>
              </w:tabs>
              <w:spacing w:before="0" w:after="0" w:line="240" w:lineRule="auto"/>
              <w:rPr>
                <w:sz w:val="22"/>
                <w:szCs w:val="22"/>
                <w:lang w:eastAsia="en-AU"/>
              </w:rPr>
            </w:pPr>
            <w:r w:rsidRPr="00580B3E">
              <w:rPr>
                <w:sz w:val="22"/>
                <w:szCs w:val="22"/>
                <w:lang w:eastAsia="en-AU"/>
              </w:rPr>
              <w:t xml:space="preserve">In accordance with the TAFE NSW policy Manage Assessment Appeals, all students have the right to appeal an assessment decision in relation to how the assessment was conducted and the outcome of the assessment. Appeals must be lodged within </w:t>
            </w:r>
            <w:r w:rsidRPr="00580B3E">
              <w:rPr>
                <w:b/>
                <w:sz w:val="22"/>
                <w:szCs w:val="22"/>
                <w:lang w:eastAsia="en-AU"/>
              </w:rPr>
              <w:t>14 working days</w:t>
            </w:r>
            <w:r w:rsidRPr="00580B3E">
              <w:rPr>
                <w:sz w:val="22"/>
                <w:szCs w:val="22"/>
                <w:lang w:eastAsia="en-AU"/>
              </w:rPr>
              <w:t xml:space="preserve"> of the formal notification of the result of the assessment. </w:t>
            </w:r>
          </w:p>
          <w:p w14:paraId="17E819F7" w14:textId="3C9BEA6B" w:rsidR="00562011" w:rsidRPr="00580B3E" w:rsidRDefault="00562011" w:rsidP="00562011">
            <w:pPr>
              <w:spacing w:line="276" w:lineRule="auto"/>
              <w:rPr>
                <w:sz w:val="22"/>
                <w:szCs w:val="22"/>
                <w:lang w:eastAsia="en-AU"/>
              </w:rPr>
            </w:pPr>
            <w:r w:rsidRPr="00580B3E">
              <w:rPr>
                <w:sz w:val="22"/>
                <w:szCs w:val="22"/>
                <w:lang w:eastAsia="en-AU"/>
              </w:rPr>
              <w:t>If you would like to request a review of your results or if you have any concerns about your results, contact</w:t>
            </w:r>
            <w:r w:rsidR="00580B3E" w:rsidRPr="00580B3E">
              <w:rPr>
                <w:sz w:val="22"/>
                <w:szCs w:val="22"/>
                <w:lang w:eastAsia="en-AU"/>
              </w:rPr>
              <w:t xml:space="preserve"> your Teacher or Head Teacher. </w:t>
            </w:r>
            <w:r w:rsidRPr="00580B3E">
              <w:rPr>
                <w:sz w:val="22"/>
                <w:szCs w:val="22"/>
                <w:lang w:eastAsia="en-AU"/>
              </w:rPr>
              <w:t>If they are unavailable, contact the Student Administration Officer.</w:t>
            </w:r>
          </w:p>
          <w:p w14:paraId="18E5D829" w14:textId="1C75F71E" w:rsidR="00E2658C" w:rsidRPr="0063453E" w:rsidRDefault="00562011" w:rsidP="00562011">
            <w:pPr>
              <w:pStyle w:val="Body"/>
              <w:rPr>
                <w:sz w:val="22"/>
                <w:szCs w:val="22"/>
                <w:lang w:eastAsia="en-AU"/>
              </w:rPr>
            </w:pPr>
            <w:r w:rsidRPr="00580B3E">
              <w:rPr>
                <w:sz w:val="22"/>
                <w:szCs w:val="22"/>
                <w:lang w:eastAsia="en-AU"/>
              </w:rPr>
              <w:t>Contact your Head Teacher for the assessment appeals procedures at your college/campus.</w:t>
            </w:r>
          </w:p>
        </w:tc>
      </w:tr>
    </w:tbl>
    <w:p w14:paraId="18E5D82C" w14:textId="77777777" w:rsidR="002767E6" w:rsidRDefault="001F29A5">
      <w:pPr>
        <w:tabs>
          <w:tab w:val="clear" w:pos="284"/>
        </w:tabs>
        <w:spacing w:before="0" w:after="200" w:line="276" w:lineRule="auto"/>
        <w:rPr>
          <w:rFonts w:eastAsia="Times New Roman"/>
          <w:b/>
          <w:noProof/>
          <w:color w:val="464748"/>
          <w:kern w:val="22"/>
          <w:sz w:val="36"/>
          <w:szCs w:val="36"/>
          <w:lang w:eastAsia="en-AU"/>
        </w:rPr>
      </w:pPr>
      <w:r>
        <w:br w:type="page"/>
      </w:r>
    </w:p>
    <w:p w14:paraId="17FD56E2" w14:textId="77777777" w:rsidR="00D60A35" w:rsidRDefault="00D60A35" w:rsidP="00D60A35">
      <w:pPr>
        <w:pStyle w:val="Heading2"/>
      </w:pPr>
      <w:r>
        <w:lastRenderedPageBreak/>
        <w:t>Part 1: Short answer</w:t>
      </w:r>
    </w:p>
    <w:p w14:paraId="6CFADB57" w14:textId="77777777" w:rsidR="00D60A35" w:rsidRPr="00CF5AEE" w:rsidRDefault="00D60A35" w:rsidP="00D60A35">
      <w:pPr>
        <w:rPr>
          <w:sz w:val="22"/>
          <w:szCs w:val="22"/>
        </w:rPr>
      </w:pPr>
      <w:r w:rsidRPr="00CF5AEE">
        <w:rPr>
          <w:sz w:val="22"/>
          <w:szCs w:val="22"/>
        </w:rPr>
        <w:t>Read the question carefully. Your answer should be a minimum of 10 words but no longer than 75</w:t>
      </w:r>
      <w:r w:rsidRPr="00CF5AEE">
        <w:rPr>
          <w:rStyle w:val="GuidetextChar"/>
          <w:sz w:val="22"/>
          <w:szCs w:val="22"/>
        </w:rPr>
        <w:t xml:space="preserve"> </w:t>
      </w:r>
      <w:r w:rsidRPr="00CF5AEE">
        <w:rPr>
          <w:sz w:val="22"/>
          <w:szCs w:val="22"/>
        </w:rPr>
        <w:t xml:space="preserve">words. </w:t>
      </w:r>
    </w:p>
    <w:p w14:paraId="54CDD748" w14:textId="1944C730" w:rsidR="00D60A35" w:rsidRPr="00CF5AEE" w:rsidRDefault="00D60A35" w:rsidP="002F0603">
      <w:pPr>
        <w:pStyle w:val="Body"/>
        <w:rPr>
          <w:sz w:val="22"/>
          <w:szCs w:val="22"/>
        </w:rPr>
      </w:pPr>
    </w:p>
    <w:p w14:paraId="77C8C1FD" w14:textId="774EE41A" w:rsidR="00D60A35" w:rsidRPr="00CF5AEE" w:rsidRDefault="00D60A35" w:rsidP="00EC5ED2">
      <w:pPr>
        <w:pStyle w:val="Body"/>
        <w:numPr>
          <w:ilvl w:val="0"/>
          <w:numId w:val="5"/>
        </w:numPr>
        <w:rPr>
          <w:sz w:val="22"/>
          <w:szCs w:val="22"/>
        </w:rPr>
      </w:pPr>
      <w:r w:rsidRPr="00CF5AEE">
        <w:rPr>
          <w:sz w:val="22"/>
          <w:szCs w:val="22"/>
        </w:rPr>
        <w:t xml:space="preserve">As a minimum what should a </w:t>
      </w:r>
      <w:r w:rsidR="00723D2C" w:rsidRPr="00CF5AEE">
        <w:rPr>
          <w:sz w:val="22"/>
          <w:szCs w:val="22"/>
        </w:rPr>
        <w:t>design quotat</w:t>
      </w:r>
      <w:r w:rsidR="0029371C" w:rsidRPr="00CF5AEE">
        <w:rPr>
          <w:sz w:val="22"/>
          <w:szCs w:val="22"/>
        </w:rPr>
        <w:t>ion contain? (Provide 5 points)</w:t>
      </w:r>
      <w:r w:rsidR="00723D2C" w:rsidRPr="00CF5AEE">
        <w:rPr>
          <w:sz w:val="22"/>
          <w:szCs w:val="22"/>
        </w:rPr>
        <w:t>.</w:t>
      </w:r>
    </w:p>
    <w:p w14:paraId="14ED40BE" w14:textId="0B70B785"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74CFFFAC" w14:textId="77777777"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550D5E05" w14:textId="381D4DF9"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723FE71F" w14:textId="77777777"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2314DF9D" w14:textId="377300DD"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385FC1A4" w14:textId="77777777"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17B30D69" w14:textId="7DAAA500"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00AE8583" w14:textId="77777777"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3F9664A4" w14:textId="2538E8EF"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76318852" w14:textId="77777777" w:rsidR="00562011" w:rsidRPr="00CF5AEE" w:rsidRDefault="00562011" w:rsidP="00562011">
      <w:pPr>
        <w:pStyle w:val="Body"/>
        <w:pBdr>
          <w:top w:val="single" w:sz="4" w:space="1" w:color="2D739F"/>
          <w:left w:val="single" w:sz="4" w:space="4" w:color="2D739F"/>
          <w:bottom w:val="single" w:sz="4" w:space="1" w:color="2D739F"/>
          <w:right w:val="single" w:sz="4" w:space="4" w:color="2D739F"/>
        </w:pBdr>
        <w:spacing w:before="0" w:after="0"/>
        <w:ind w:left="357"/>
        <w:rPr>
          <w:sz w:val="22"/>
          <w:szCs w:val="22"/>
        </w:rPr>
      </w:pPr>
    </w:p>
    <w:p w14:paraId="73BF7E83" w14:textId="77777777" w:rsidR="00D60A35" w:rsidRPr="00CF5AEE" w:rsidRDefault="00D60A35" w:rsidP="00D60A35">
      <w:pPr>
        <w:pStyle w:val="Body"/>
        <w:ind w:left="720"/>
        <w:rPr>
          <w:sz w:val="22"/>
          <w:szCs w:val="22"/>
        </w:rPr>
      </w:pPr>
    </w:p>
    <w:p w14:paraId="14656D7D" w14:textId="3B26DFBD" w:rsidR="00D60A35" w:rsidRPr="00CF5AEE" w:rsidRDefault="00723D2C" w:rsidP="005E4EA2">
      <w:pPr>
        <w:pStyle w:val="Body"/>
        <w:numPr>
          <w:ilvl w:val="0"/>
          <w:numId w:val="7"/>
        </w:numPr>
        <w:rPr>
          <w:sz w:val="22"/>
          <w:szCs w:val="22"/>
        </w:rPr>
      </w:pPr>
      <w:r w:rsidRPr="00CF5AEE">
        <w:rPr>
          <w:sz w:val="22"/>
          <w:szCs w:val="22"/>
        </w:rPr>
        <w:t>Identify what information should be included to support the quotation.</w:t>
      </w:r>
    </w:p>
    <w:p w14:paraId="2A4C3316" w14:textId="70CD1D88" w:rsidR="00723D2C" w:rsidRPr="00CF5AEE" w:rsidRDefault="00723D2C" w:rsidP="00723D2C">
      <w:pPr>
        <w:pStyle w:val="Body"/>
        <w:pBdr>
          <w:top w:val="single" w:sz="4" w:space="1" w:color="2D739F"/>
          <w:left w:val="single" w:sz="4" w:space="4" w:color="2D739F"/>
          <w:bottom w:val="single" w:sz="4" w:space="1" w:color="2D739F"/>
          <w:right w:val="single" w:sz="4" w:space="4" w:color="2D739F"/>
        </w:pBdr>
        <w:ind w:left="360"/>
        <w:rPr>
          <w:sz w:val="22"/>
          <w:szCs w:val="22"/>
        </w:rPr>
      </w:pPr>
    </w:p>
    <w:p w14:paraId="4850AF3B" w14:textId="77777777" w:rsidR="00723D2C" w:rsidRPr="00CF5AEE" w:rsidRDefault="00723D2C" w:rsidP="00723D2C">
      <w:pPr>
        <w:pStyle w:val="Body"/>
        <w:pBdr>
          <w:top w:val="single" w:sz="4" w:space="1" w:color="2D739F"/>
          <w:left w:val="single" w:sz="4" w:space="4" w:color="2D739F"/>
          <w:bottom w:val="single" w:sz="4" w:space="1" w:color="2D739F"/>
          <w:right w:val="single" w:sz="4" w:space="4" w:color="2D739F"/>
        </w:pBdr>
        <w:ind w:left="360"/>
        <w:rPr>
          <w:sz w:val="22"/>
          <w:szCs w:val="22"/>
        </w:rPr>
      </w:pPr>
    </w:p>
    <w:p w14:paraId="5A5F4BEA" w14:textId="77777777" w:rsidR="00723D2C" w:rsidRPr="00CF5AEE" w:rsidRDefault="00723D2C" w:rsidP="00723D2C">
      <w:pPr>
        <w:pStyle w:val="Body"/>
        <w:pBdr>
          <w:top w:val="single" w:sz="4" w:space="1" w:color="2D739F"/>
          <w:left w:val="single" w:sz="4" w:space="4" w:color="2D739F"/>
          <w:bottom w:val="single" w:sz="4" w:space="1" w:color="2D739F"/>
          <w:right w:val="single" w:sz="4" w:space="4" w:color="2D739F"/>
        </w:pBdr>
        <w:ind w:left="360"/>
        <w:rPr>
          <w:sz w:val="22"/>
          <w:szCs w:val="22"/>
        </w:rPr>
      </w:pPr>
    </w:p>
    <w:p w14:paraId="5B7339D2" w14:textId="6F054F50" w:rsidR="00D60A35" w:rsidRPr="00CF5AEE" w:rsidRDefault="00D60A35" w:rsidP="00562011">
      <w:pPr>
        <w:pStyle w:val="Body"/>
        <w:rPr>
          <w:sz w:val="22"/>
          <w:szCs w:val="22"/>
        </w:rPr>
      </w:pPr>
    </w:p>
    <w:p w14:paraId="75742595" w14:textId="557EA72F" w:rsidR="00BE0408" w:rsidRPr="00CF5AEE" w:rsidRDefault="00BE0408" w:rsidP="00EC5ED2">
      <w:pPr>
        <w:pStyle w:val="Body"/>
        <w:numPr>
          <w:ilvl w:val="0"/>
          <w:numId w:val="8"/>
        </w:numPr>
        <w:rPr>
          <w:sz w:val="22"/>
          <w:szCs w:val="22"/>
        </w:rPr>
      </w:pPr>
      <w:r w:rsidRPr="00CF5AEE">
        <w:rPr>
          <w:sz w:val="22"/>
          <w:szCs w:val="22"/>
        </w:rPr>
        <w:t>Outline what terms and obligations within a contract relate to the client and to the contractor.</w:t>
      </w:r>
    </w:p>
    <w:p w14:paraId="536CD432" w14:textId="097253AD"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r w:rsidRPr="00CF5AEE">
        <w:rPr>
          <w:sz w:val="22"/>
          <w:szCs w:val="22"/>
        </w:rPr>
        <w:t>Client.</w:t>
      </w:r>
      <w:r w:rsidRPr="00CF5AEE">
        <w:rPr>
          <w:sz w:val="22"/>
          <w:szCs w:val="22"/>
        </w:rPr>
        <w:tab/>
      </w:r>
    </w:p>
    <w:p w14:paraId="0200B98A" w14:textId="510E11F4"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3D3A0FF"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D884C3C" w14:textId="3928EF96"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r w:rsidRPr="00CF5AEE">
        <w:rPr>
          <w:sz w:val="22"/>
          <w:szCs w:val="22"/>
        </w:rPr>
        <w:t>Contractor.</w:t>
      </w:r>
      <w:r w:rsidRPr="00CF5AEE">
        <w:rPr>
          <w:color w:val="FF0000"/>
          <w:sz w:val="22"/>
          <w:szCs w:val="22"/>
        </w:rPr>
        <w:t xml:space="preserve"> </w:t>
      </w:r>
    </w:p>
    <w:p w14:paraId="70E1A28A" w14:textId="429037E1"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1BC8E9A"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B257502"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7067E5C" w14:textId="747E9616" w:rsidR="00562011" w:rsidRPr="00CF5AEE" w:rsidRDefault="00562011">
      <w:pPr>
        <w:tabs>
          <w:tab w:val="clear" w:pos="284"/>
        </w:tabs>
        <w:spacing w:before="0" w:after="200" w:line="276" w:lineRule="auto"/>
        <w:rPr>
          <w:sz w:val="22"/>
          <w:szCs w:val="22"/>
        </w:rPr>
      </w:pPr>
      <w:r w:rsidRPr="00CF5AEE">
        <w:rPr>
          <w:sz w:val="22"/>
          <w:szCs w:val="22"/>
        </w:rPr>
        <w:br w:type="page"/>
      </w:r>
    </w:p>
    <w:p w14:paraId="3750B31E" w14:textId="77777777" w:rsidR="00D60A35" w:rsidRPr="00CF5AEE" w:rsidRDefault="00D60A35" w:rsidP="00D60A35">
      <w:pPr>
        <w:pStyle w:val="Body"/>
        <w:tabs>
          <w:tab w:val="decimal" w:leader="underscore" w:pos="9070"/>
        </w:tabs>
        <w:spacing w:line="360" w:lineRule="auto"/>
        <w:rPr>
          <w:sz w:val="22"/>
          <w:szCs w:val="22"/>
        </w:rPr>
      </w:pPr>
    </w:p>
    <w:p w14:paraId="1F2A3E7B" w14:textId="6DB46A08" w:rsidR="00D60A35" w:rsidRPr="00CF5AEE" w:rsidRDefault="00D60A35" w:rsidP="00EC5ED2">
      <w:pPr>
        <w:pStyle w:val="Body"/>
        <w:numPr>
          <w:ilvl w:val="0"/>
          <w:numId w:val="8"/>
        </w:numPr>
        <w:rPr>
          <w:sz w:val="22"/>
          <w:szCs w:val="22"/>
        </w:rPr>
      </w:pPr>
      <w:r w:rsidRPr="00CF5AEE">
        <w:rPr>
          <w:sz w:val="22"/>
          <w:szCs w:val="22"/>
        </w:rPr>
        <w:t xml:space="preserve">List two points in a contract that a quality of construction clause should </w:t>
      </w:r>
      <w:r w:rsidR="00BE0408" w:rsidRPr="00CF5AEE">
        <w:rPr>
          <w:sz w:val="22"/>
          <w:szCs w:val="22"/>
        </w:rPr>
        <w:t>refer to</w:t>
      </w:r>
      <w:r w:rsidRPr="00CF5AEE">
        <w:rPr>
          <w:sz w:val="22"/>
          <w:szCs w:val="22"/>
        </w:rPr>
        <w:t xml:space="preserve">. </w:t>
      </w:r>
    </w:p>
    <w:p w14:paraId="31E9BCA3" w14:textId="25F7A352" w:rsidR="00D60A35" w:rsidRPr="00CF5AEE" w:rsidRDefault="00D60A35" w:rsidP="00D60A35">
      <w:pPr>
        <w:pStyle w:val="Body"/>
        <w:pBdr>
          <w:top w:val="single" w:sz="4" w:space="1" w:color="2D739F"/>
          <w:left w:val="single" w:sz="4" w:space="0" w:color="2D739F"/>
          <w:bottom w:val="single" w:sz="4" w:space="1" w:color="2D739F"/>
          <w:right w:val="single" w:sz="4" w:space="4" w:color="2D739F"/>
        </w:pBdr>
        <w:ind w:left="284"/>
        <w:rPr>
          <w:sz w:val="22"/>
          <w:szCs w:val="22"/>
        </w:rPr>
      </w:pPr>
    </w:p>
    <w:p w14:paraId="284152FD" w14:textId="63DD5905" w:rsidR="00D60A35" w:rsidRPr="00CF5AEE" w:rsidRDefault="00D60A35" w:rsidP="00D60A35">
      <w:pPr>
        <w:pStyle w:val="Body"/>
        <w:pBdr>
          <w:top w:val="single" w:sz="4" w:space="1" w:color="2D739F"/>
          <w:left w:val="single" w:sz="4" w:space="0" w:color="2D739F"/>
          <w:bottom w:val="single" w:sz="4" w:space="1" w:color="2D739F"/>
          <w:right w:val="single" w:sz="4" w:space="4" w:color="2D739F"/>
        </w:pBdr>
        <w:ind w:left="284"/>
        <w:rPr>
          <w:sz w:val="22"/>
          <w:szCs w:val="22"/>
        </w:rPr>
      </w:pPr>
    </w:p>
    <w:p w14:paraId="3DAD04C2" w14:textId="0506A69A" w:rsidR="00D60A35" w:rsidRPr="00CF5AEE" w:rsidRDefault="00D60A35" w:rsidP="00D60A35">
      <w:pPr>
        <w:pStyle w:val="Body"/>
        <w:pBdr>
          <w:top w:val="single" w:sz="4" w:space="1" w:color="2D739F"/>
          <w:left w:val="single" w:sz="4" w:space="0" w:color="2D739F"/>
          <w:bottom w:val="single" w:sz="4" w:space="1" w:color="2D739F"/>
          <w:right w:val="single" w:sz="4" w:space="4" w:color="2D739F"/>
        </w:pBdr>
        <w:ind w:left="284"/>
        <w:rPr>
          <w:sz w:val="22"/>
          <w:szCs w:val="22"/>
        </w:rPr>
      </w:pPr>
    </w:p>
    <w:p w14:paraId="6B321F02" w14:textId="77777777" w:rsidR="00D60A35" w:rsidRPr="00CF5AEE" w:rsidRDefault="00D60A35" w:rsidP="00D60A35">
      <w:pPr>
        <w:pStyle w:val="Body"/>
        <w:pBdr>
          <w:top w:val="single" w:sz="4" w:space="1" w:color="2D739F"/>
          <w:left w:val="single" w:sz="4" w:space="0" w:color="2D739F"/>
          <w:bottom w:val="single" w:sz="4" w:space="1" w:color="2D739F"/>
          <w:right w:val="single" w:sz="4" w:space="4" w:color="2D739F"/>
        </w:pBdr>
        <w:ind w:left="284"/>
        <w:rPr>
          <w:sz w:val="22"/>
          <w:szCs w:val="22"/>
        </w:rPr>
      </w:pPr>
    </w:p>
    <w:p w14:paraId="6F624053" w14:textId="77777777" w:rsidR="00D60A35" w:rsidRPr="00CF5AEE" w:rsidRDefault="00D60A35" w:rsidP="00D60A35">
      <w:pPr>
        <w:pStyle w:val="Body"/>
        <w:ind w:left="720"/>
        <w:rPr>
          <w:sz w:val="22"/>
          <w:szCs w:val="22"/>
        </w:rPr>
      </w:pPr>
    </w:p>
    <w:p w14:paraId="274A917C" w14:textId="7C2CE9E6" w:rsidR="00D60A35" w:rsidRPr="00CF5AEE" w:rsidRDefault="00D60A35" w:rsidP="00EC5ED2">
      <w:pPr>
        <w:pStyle w:val="Body"/>
        <w:numPr>
          <w:ilvl w:val="0"/>
          <w:numId w:val="8"/>
        </w:numPr>
        <w:ind w:hanging="294"/>
        <w:rPr>
          <w:sz w:val="22"/>
          <w:szCs w:val="22"/>
        </w:rPr>
      </w:pPr>
      <w:r w:rsidRPr="00CF5AEE">
        <w:rPr>
          <w:sz w:val="22"/>
          <w:szCs w:val="22"/>
        </w:rPr>
        <w:t xml:space="preserve">Identify </w:t>
      </w:r>
      <w:r w:rsidR="000A3FCB">
        <w:rPr>
          <w:sz w:val="22"/>
          <w:szCs w:val="22"/>
        </w:rPr>
        <w:t xml:space="preserve">the </w:t>
      </w:r>
      <w:r w:rsidRPr="00CF5AEE">
        <w:rPr>
          <w:sz w:val="22"/>
          <w:szCs w:val="22"/>
        </w:rPr>
        <w:t xml:space="preserve">3 methods of contractual agreements and briefly describe what they are. </w:t>
      </w:r>
    </w:p>
    <w:p w14:paraId="5A9A59E8" w14:textId="01E55462"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5E2F16B" w14:textId="67EA7AFB"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97CE8DE" w14:textId="4B564B5F"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896665C" w14:textId="5A675FE5"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AD6C003"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6E780AF2" w14:textId="77777777" w:rsidR="00D60A35" w:rsidRPr="00CF5AEE" w:rsidRDefault="00D60A35" w:rsidP="00D60A35">
      <w:pPr>
        <w:pStyle w:val="Body"/>
        <w:ind w:left="720"/>
        <w:rPr>
          <w:sz w:val="22"/>
          <w:szCs w:val="22"/>
        </w:rPr>
      </w:pPr>
    </w:p>
    <w:p w14:paraId="1B18DC72" w14:textId="77777777" w:rsidR="00D60A35" w:rsidRPr="00CF5AEE" w:rsidRDefault="00D60A35" w:rsidP="00D60A35">
      <w:pPr>
        <w:pStyle w:val="Body"/>
        <w:ind w:left="720"/>
        <w:rPr>
          <w:sz w:val="22"/>
          <w:szCs w:val="22"/>
        </w:rPr>
      </w:pPr>
    </w:p>
    <w:p w14:paraId="22816D6E" w14:textId="291D12CE" w:rsidR="001768E3" w:rsidRPr="00CF5AEE" w:rsidRDefault="001768E3" w:rsidP="00EC5ED2">
      <w:pPr>
        <w:pStyle w:val="Body"/>
        <w:numPr>
          <w:ilvl w:val="0"/>
          <w:numId w:val="8"/>
        </w:numPr>
        <w:rPr>
          <w:sz w:val="22"/>
          <w:szCs w:val="22"/>
        </w:rPr>
      </w:pPr>
      <w:r w:rsidRPr="00CF5AEE">
        <w:rPr>
          <w:sz w:val="22"/>
          <w:szCs w:val="22"/>
        </w:rPr>
        <w:t>Explain what an "Exclusion Clause" is and give an example of when it would be used.</w:t>
      </w:r>
    </w:p>
    <w:p w14:paraId="31C67D7F" w14:textId="1A7F8235"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8B2E6AC" w14:textId="2BD4FA79"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499C568" w14:textId="2CEAA844"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145F6E5"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6C946A2" w14:textId="77777777" w:rsidR="00D60A35" w:rsidRPr="00CF5AEE" w:rsidRDefault="00D60A35" w:rsidP="00D60A35">
      <w:pPr>
        <w:pStyle w:val="Body"/>
        <w:ind w:left="720"/>
        <w:rPr>
          <w:sz w:val="22"/>
          <w:szCs w:val="22"/>
        </w:rPr>
      </w:pPr>
    </w:p>
    <w:p w14:paraId="12A771FF" w14:textId="608CA935" w:rsidR="00D60A35" w:rsidRPr="00CF5AEE" w:rsidRDefault="00D60A35" w:rsidP="00EC5ED2">
      <w:pPr>
        <w:pStyle w:val="Body"/>
        <w:numPr>
          <w:ilvl w:val="0"/>
          <w:numId w:val="8"/>
        </w:numPr>
        <w:rPr>
          <w:sz w:val="22"/>
          <w:szCs w:val="22"/>
        </w:rPr>
      </w:pPr>
      <w:r w:rsidRPr="00CF5AEE">
        <w:rPr>
          <w:sz w:val="22"/>
          <w:szCs w:val="22"/>
        </w:rPr>
        <w:t>Why would a contract have a "Dispute Resolution Clause"</w:t>
      </w:r>
      <w:r w:rsidR="001768E3" w:rsidRPr="00CF5AEE">
        <w:rPr>
          <w:sz w:val="22"/>
          <w:szCs w:val="22"/>
        </w:rPr>
        <w:t>?</w:t>
      </w:r>
    </w:p>
    <w:p w14:paraId="1F72D6BA" w14:textId="1A6C5CD5"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A321F16" w14:textId="2780AEED"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EC37705"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3A44F67"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186CDE1" w14:textId="4753E7F1" w:rsidR="00D60A35" w:rsidRPr="00CF5AEE" w:rsidRDefault="00D60A35" w:rsidP="00D60A35">
      <w:pPr>
        <w:pStyle w:val="Body"/>
        <w:ind w:left="720"/>
        <w:rPr>
          <w:sz w:val="22"/>
          <w:szCs w:val="22"/>
        </w:rPr>
      </w:pPr>
    </w:p>
    <w:p w14:paraId="78F5DFB0" w14:textId="3AFAB3A0" w:rsidR="00D60A35" w:rsidRPr="00CF5AEE" w:rsidRDefault="00D60A35" w:rsidP="00D60A35">
      <w:pPr>
        <w:pStyle w:val="Body"/>
        <w:ind w:left="720"/>
        <w:rPr>
          <w:sz w:val="22"/>
          <w:szCs w:val="22"/>
        </w:rPr>
      </w:pPr>
    </w:p>
    <w:p w14:paraId="3EC9DB90" w14:textId="2903C209" w:rsidR="00D60A35" w:rsidRPr="00CF5AEE" w:rsidRDefault="00D60A35" w:rsidP="00D60A35">
      <w:pPr>
        <w:pStyle w:val="Body"/>
        <w:ind w:left="720"/>
        <w:rPr>
          <w:sz w:val="22"/>
          <w:szCs w:val="22"/>
        </w:rPr>
      </w:pPr>
    </w:p>
    <w:p w14:paraId="10379A01" w14:textId="63BD57B6" w:rsidR="00D60A35" w:rsidRPr="00CF5AEE" w:rsidRDefault="00D60A35" w:rsidP="00D60A35">
      <w:pPr>
        <w:pStyle w:val="Body"/>
        <w:ind w:left="720"/>
        <w:rPr>
          <w:sz w:val="22"/>
          <w:szCs w:val="22"/>
        </w:rPr>
      </w:pPr>
    </w:p>
    <w:p w14:paraId="71DAD973" w14:textId="77777777" w:rsidR="00D60A35" w:rsidRPr="00CF5AEE" w:rsidRDefault="00D60A35" w:rsidP="00D60A35">
      <w:pPr>
        <w:pStyle w:val="Body"/>
        <w:ind w:left="720"/>
        <w:rPr>
          <w:sz w:val="22"/>
          <w:szCs w:val="22"/>
        </w:rPr>
      </w:pPr>
    </w:p>
    <w:p w14:paraId="12268690" w14:textId="05D6F67A" w:rsidR="001768E3" w:rsidRPr="00CF5AEE" w:rsidRDefault="001768E3" w:rsidP="00EC5ED2">
      <w:pPr>
        <w:pStyle w:val="Body"/>
        <w:numPr>
          <w:ilvl w:val="0"/>
          <w:numId w:val="8"/>
        </w:numPr>
        <w:rPr>
          <w:sz w:val="22"/>
          <w:szCs w:val="22"/>
        </w:rPr>
      </w:pPr>
      <w:r w:rsidRPr="00CF5AEE">
        <w:rPr>
          <w:sz w:val="22"/>
          <w:szCs w:val="22"/>
        </w:rPr>
        <w:t>In a contract, what should a "Termination of Contract" clause include? And give an example of when it would be used.</w:t>
      </w:r>
    </w:p>
    <w:p w14:paraId="7BC3CB60" w14:textId="6241D84B"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313A5DE" w14:textId="2D56DCDE"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E1B7D38"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15E0D2D" w14:textId="77777777" w:rsidR="00D60A35" w:rsidRPr="00CF5AEE" w:rsidRDefault="00D60A35" w:rsidP="00D60A35">
      <w:pPr>
        <w:pStyle w:val="Body"/>
        <w:ind w:left="720"/>
        <w:rPr>
          <w:sz w:val="22"/>
          <w:szCs w:val="22"/>
        </w:rPr>
      </w:pPr>
    </w:p>
    <w:p w14:paraId="45522948" w14:textId="1E45A655" w:rsidR="001A4C89" w:rsidRPr="00CF5AEE" w:rsidRDefault="001A4C89" w:rsidP="00EC5ED2">
      <w:pPr>
        <w:pStyle w:val="Body"/>
        <w:numPr>
          <w:ilvl w:val="0"/>
          <w:numId w:val="8"/>
        </w:numPr>
        <w:rPr>
          <w:sz w:val="22"/>
          <w:szCs w:val="22"/>
        </w:rPr>
      </w:pPr>
      <w:r w:rsidRPr="00CF5AEE">
        <w:rPr>
          <w:sz w:val="22"/>
          <w:szCs w:val="22"/>
        </w:rPr>
        <w:t>What information would a designer extract from a client brief and client information in order to determine the scope of the design services required?</w:t>
      </w:r>
    </w:p>
    <w:p w14:paraId="75F41D6A" w14:textId="30379828"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FD4F1CC" w14:textId="538A5880"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99B57C2" w14:textId="7777777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1197514" w14:textId="77777777" w:rsidR="00D60A35" w:rsidRPr="00CF5AEE" w:rsidRDefault="00D60A35" w:rsidP="00D60A35">
      <w:pPr>
        <w:pStyle w:val="Body"/>
        <w:tabs>
          <w:tab w:val="decimal" w:leader="underscore" w:pos="9070"/>
        </w:tabs>
        <w:spacing w:line="360" w:lineRule="auto"/>
        <w:rPr>
          <w:sz w:val="22"/>
          <w:szCs w:val="22"/>
        </w:rPr>
      </w:pPr>
    </w:p>
    <w:p w14:paraId="212BB466" w14:textId="129FA8C0" w:rsidR="00771404" w:rsidRPr="00CF5AEE" w:rsidRDefault="00771404" w:rsidP="00EC5ED2">
      <w:pPr>
        <w:pStyle w:val="Body"/>
        <w:numPr>
          <w:ilvl w:val="0"/>
          <w:numId w:val="8"/>
        </w:numPr>
        <w:rPr>
          <w:sz w:val="22"/>
          <w:szCs w:val="22"/>
        </w:rPr>
      </w:pPr>
      <w:r w:rsidRPr="00CF5AEE">
        <w:rPr>
          <w:sz w:val="22"/>
          <w:szCs w:val="22"/>
        </w:rPr>
        <w:t>How can the complexity of a project design impact the cost of the Design Services for a project? (Give two examples)</w:t>
      </w:r>
    </w:p>
    <w:p w14:paraId="6A7B311A" w14:textId="60108663"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6D15FFF4" w14:textId="702B15A5" w:rsidR="00CF6C35" w:rsidRPr="00CF5AEE" w:rsidRDefault="00CF6C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FEA4EA2" w14:textId="386C5BFB" w:rsidR="00CF6C35" w:rsidRPr="00CF5AEE" w:rsidRDefault="00CF6C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317AF81"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60EA9CB9" w14:textId="77777777" w:rsidR="00D60A35" w:rsidRPr="00CF5AEE" w:rsidRDefault="00D60A35" w:rsidP="00D60A35">
      <w:pPr>
        <w:pStyle w:val="Body"/>
        <w:ind w:left="720"/>
        <w:rPr>
          <w:sz w:val="22"/>
          <w:szCs w:val="22"/>
        </w:rPr>
      </w:pPr>
    </w:p>
    <w:p w14:paraId="2E29E26D" w14:textId="055DD4A1" w:rsidR="00511CBD" w:rsidRPr="00CF5AEE" w:rsidRDefault="00511CBD" w:rsidP="00EC5ED2">
      <w:pPr>
        <w:pStyle w:val="Body"/>
        <w:numPr>
          <w:ilvl w:val="0"/>
          <w:numId w:val="8"/>
        </w:numPr>
        <w:rPr>
          <w:sz w:val="22"/>
          <w:szCs w:val="22"/>
        </w:rPr>
      </w:pPr>
      <w:r w:rsidRPr="00CF5AEE">
        <w:rPr>
          <w:sz w:val="22"/>
          <w:szCs w:val="22"/>
        </w:rPr>
        <w:t>How would a designer reduce the impact of their time to ensure the client's preferences are clarified and confirmed?</w:t>
      </w:r>
    </w:p>
    <w:p w14:paraId="5370B040" w14:textId="5CCEFE85"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C071102" w14:textId="416AD295"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A1D7A97" w14:textId="5390F3B6"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5267B51"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64E6CF4" w14:textId="77777777" w:rsidR="005E4EA2" w:rsidRPr="00CF5AEE" w:rsidRDefault="005E4EA2" w:rsidP="005E4EA2">
      <w:pPr>
        <w:pStyle w:val="Body"/>
        <w:rPr>
          <w:sz w:val="22"/>
          <w:szCs w:val="22"/>
        </w:rPr>
      </w:pPr>
    </w:p>
    <w:p w14:paraId="19CD9D49" w14:textId="1F207388" w:rsidR="00CF6C35" w:rsidRPr="00CF5AEE" w:rsidRDefault="005E4EA2" w:rsidP="005E4EA2">
      <w:pPr>
        <w:tabs>
          <w:tab w:val="clear" w:pos="284"/>
        </w:tabs>
        <w:spacing w:before="0" w:after="200" w:line="276" w:lineRule="auto"/>
        <w:rPr>
          <w:sz w:val="22"/>
          <w:szCs w:val="22"/>
        </w:rPr>
      </w:pPr>
      <w:r w:rsidRPr="00CF5AEE">
        <w:rPr>
          <w:sz w:val="22"/>
          <w:szCs w:val="22"/>
        </w:rPr>
        <w:br w:type="page"/>
      </w:r>
    </w:p>
    <w:p w14:paraId="6FA27B25" w14:textId="77777777" w:rsidR="00CF6C35" w:rsidRPr="00CF5AEE" w:rsidRDefault="00CF6C35" w:rsidP="00D60A35">
      <w:pPr>
        <w:pStyle w:val="Body"/>
        <w:ind w:left="720"/>
        <w:rPr>
          <w:sz w:val="22"/>
          <w:szCs w:val="22"/>
        </w:rPr>
      </w:pPr>
    </w:p>
    <w:p w14:paraId="7E1288A9" w14:textId="61E7BA5B" w:rsidR="00D60A35" w:rsidRPr="00CF5AEE" w:rsidRDefault="00D60A35" w:rsidP="00EC5ED2">
      <w:pPr>
        <w:pStyle w:val="Body"/>
        <w:numPr>
          <w:ilvl w:val="0"/>
          <w:numId w:val="8"/>
        </w:numPr>
        <w:rPr>
          <w:sz w:val="22"/>
          <w:szCs w:val="22"/>
        </w:rPr>
      </w:pPr>
      <w:r w:rsidRPr="00CF5AEE">
        <w:rPr>
          <w:sz w:val="22"/>
          <w:szCs w:val="22"/>
        </w:rPr>
        <w:t xml:space="preserve"> </w:t>
      </w:r>
      <w:r w:rsidR="00ED7E2C" w:rsidRPr="00CF5AEE">
        <w:rPr>
          <w:sz w:val="22"/>
          <w:szCs w:val="22"/>
        </w:rPr>
        <w:t>Describe how multiple unique developments impact on the cost of the design and projects.</w:t>
      </w:r>
    </w:p>
    <w:p w14:paraId="4C0046C6" w14:textId="60D80C04"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B51F069" w14:textId="281956EC"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6F286037" w14:textId="5E00421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AF45D6C" w14:textId="7777777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8B499A4" w14:textId="77777777" w:rsidR="00871629" w:rsidRPr="00CF5AEE" w:rsidRDefault="00871629" w:rsidP="00871629">
      <w:pPr>
        <w:pStyle w:val="Body"/>
        <w:ind w:left="720"/>
        <w:rPr>
          <w:sz w:val="22"/>
          <w:szCs w:val="22"/>
        </w:rPr>
      </w:pPr>
    </w:p>
    <w:p w14:paraId="6353BD55" w14:textId="25170A9A" w:rsidR="00D60A35" w:rsidRPr="00CF5AEE" w:rsidRDefault="00D60A35" w:rsidP="00EC5ED2">
      <w:pPr>
        <w:pStyle w:val="Body"/>
        <w:numPr>
          <w:ilvl w:val="0"/>
          <w:numId w:val="8"/>
        </w:numPr>
        <w:rPr>
          <w:sz w:val="22"/>
          <w:szCs w:val="22"/>
        </w:rPr>
      </w:pPr>
      <w:r w:rsidRPr="00CF5AEE">
        <w:rPr>
          <w:sz w:val="22"/>
          <w:szCs w:val="22"/>
        </w:rPr>
        <w:t xml:space="preserve">List three (3) factors that impact the amount of consultation hours for a project. </w:t>
      </w:r>
    </w:p>
    <w:p w14:paraId="3E1BC309" w14:textId="3259F0F6"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82988D8" w14:textId="79601BA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711CAA1" w14:textId="7B7EC5FA"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B0EE619" w14:textId="5063C000"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DC9A382" w14:textId="6061742D"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2C90F84" w14:textId="7777777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B16EB33" w14:textId="77777777" w:rsidR="00D60A35" w:rsidRPr="00CF5AEE" w:rsidRDefault="00D60A35" w:rsidP="00D60A35">
      <w:pPr>
        <w:pStyle w:val="Body"/>
        <w:ind w:left="720"/>
        <w:rPr>
          <w:sz w:val="22"/>
          <w:szCs w:val="22"/>
        </w:rPr>
      </w:pPr>
    </w:p>
    <w:p w14:paraId="5949B4AE" w14:textId="15825C9E" w:rsidR="00D60A35" w:rsidRPr="00CF5AEE" w:rsidRDefault="00D60A35" w:rsidP="00EC5ED2">
      <w:pPr>
        <w:pStyle w:val="Body"/>
        <w:numPr>
          <w:ilvl w:val="0"/>
          <w:numId w:val="8"/>
        </w:numPr>
        <w:rPr>
          <w:sz w:val="22"/>
          <w:szCs w:val="22"/>
        </w:rPr>
      </w:pPr>
      <w:r w:rsidRPr="00CF5AEE">
        <w:rPr>
          <w:sz w:val="22"/>
          <w:szCs w:val="22"/>
        </w:rPr>
        <w:t>List three (3) ways a designer</w:t>
      </w:r>
      <w:r w:rsidR="00ED7E2C" w:rsidRPr="00CF5AEE">
        <w:rPr>
          <w:sz w:val="22"/>
          <w:szCs w:val="22"/>
        </w:rPr>
        <w:t>'s</w:t>
      </w:r>
      <w:r w:rsidRPr="00CF5AEE">
        <w:rPr>
          <w:sz w:val="22"/>
          <w:szCs w:val="22"/>
        </w:rPr>
        <w:t xml:space="preserve"> services are costed. </w:t>
      </w:r>
    </w:p>
    <w:p w14:paraId="63FCDD35" w14:textId="1915ED78"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3FD46F6D" w14:textId="0B0EC8E0"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513CE2E2" w14:textId="0775F054"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0764DE60" w14:textId="192BFA18"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472625E9" w14:textId="7D523F3F"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1DA046C9" w14:textId="77777777"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43987D45" w14:textId="77777777" w:rsidR="00871629" w:rsidRPr="00CF5AEE" w:rsidRDefault="00871629" w:rsidP="00D60A35">
      <w:pPr>
        <w:pStyle w:val="Body"/>
        <w:ind w:left="720"/>
        <w:rPr>
          <w:sz w:val="22"/>
          <w:szCs w:val="22"/>
        </w:rPr>
      </w:pPr>
    </w:p>
    <w:p w14:paraId="23B56623" w14:textId="4980B97E" w:rsidR="00D60A35" w:rsidRPr="00CF5AEE" w:rsidRDefault="005F6D01" w:rsidP="00EC5ED2">
      <w:pPr>
        <w:pStyle w:val="Body"/>
        <w:numPr>
          <w:ilvl w:val="0"/>
          <w:numId w:val="8"/>
        </w:numPr>
        <w:rPr>
          <w:sz w:val="22"/>
          <w:szCs w:val="22"/>
        </w:rPr>
      </w:pPr>
      <w:r w:rsidRPr="00CF5AEE">
        <w:rPr>
          <w:sz w:val="22"/>
          <w:szCs w:val="22"/>
        </w:rPr>
        <w:t xml:space="preserve">Provide three (3) items that may be included in a quotation from suppliers. </w:t>
      </w:r>
      <w:r w:rsidR="00D60A35" w:rsidRPr="00CF5AEE">
        <w:rPr>
          <w:sz w:val="22"/>
          <w:szCs w:val="22"/>
        </w:rPr>
        <w:t xml:space="preserve"> </w:t>
      </w:r>
    </w:p>
    <w:p w14:paraId="6F1BAB1E" w14:textId="61E350BD" w:rsidR="00D60A35" w:rsidRPr="00CF5AEE" w:rsidRDefault="00D60A35"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25EC3E47" w14:textId="2C79E421" w:rsidR="00871629" w:rsidRPr="00CF5AEE" w:rsidRDefault="00871629" w:rsidP="00871629">
      <w:pPr>
        <w:pStyle w:val="Body"/>
        <w:pBdr>
          <w:top w:val="single" w:sz="4" w:space="1" w:color="2D739F"/>
          <w:left w:val="single" w:sz="4" w:space="4" w:color="2D739F"/>
          <w:bottom w:val="single" w:sz="4" w:space="1" w:color="2D739F"/>
          <w:right w:val="single" w:sz="4" w:space="4" w:color="2D739F"/>
        </w:pBdr>
        <w:ind w:left="360"/>
        <w:rPr>
          <w:sz w:val="22"/>
          <w:szCs w:val="22"/>
        </w:rPr>
      </w:pPr>
    </w:p>
    <w:p w14:paraId="3BED3DAF" w14:textId="32FEDCB4" w:rsidR="00871629" w:rsidRPr="00CF5AEE" w:rsidRDefault="00871629" w:rsidP="005E4EA2">
      <w:pPr>
        <w:pStyle w:val="Body"/>
        <w:pBdr>
          <w:top w:val="single" w:sz="4" w:space="1" w:color="2D739F"/>
          <w:left w:val="single" w:sz="4" w:space="4" w:color="2D739F"/>
          <w:bottom w:val="single" w:sz="4" w:space="1" w:color="2D739F"/>
          <w:right w:val="single" w:sz="4" w:space="4" w:color="2D739F"/>
        </w:pBdr>
        <w:ind w:left="360"/>
        <w:rPr>
          <w:sz w:val="22"/>
          <w:szCs w:val="22"/>
        </w:rPr>
      </w:pPr>
    </w:p>
    <w:p w14:paraId="444A4AB7"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A422AB2" w14:textId="77777777" w:rsidR="005E4EA2" w:rsidRPr="00CF5AEE" w:rsidRDefault="005E4EA2">
      <w:pPr>
        <w:tabs>
          <w:tab w:val="clear" w:pos="284"/>
        </w:tabs>
        <w:spacing w:before="0" w:after="200" w:line="276" w:lineRule="auto"/>
        <w:rPr>
          <w:sz w:val="22"/>
          <w:szCs w:val="22"/>
        </w:rPr>
      </w:pPr>
      <w:r w:rsidRPr="00CF5AEE">
        <w:rPr>
          <w:sz w:val="22"/>
          <w:szCs w:val="22"/>
        </w:rPr>
        <w:br w:type="page"/>
      </w:r>
    </w:p>
    <w:p w14:paraId="7E5E4880" w14:textId="6A77A001" w:rsidR="00F05AA0" w:rsidRPr="00CF5AEE" w:rsidRDefault="00F05AA0" w:rsidP="00EC5ED2">
      <w:pPr>
        <w:pStyle w:val="Body"/>
        <w:numPr>
          <w:ilvl w:val="0"/>
          <w:numId w:val="8"/>
        </w:numPr>
        <w:rPr>
          <w:sz w:val="22"/>
          <w:szCs w:val="22"/>
        </w:rPr>
      </w:pPr>
      <w:r w:rsidRPr="00CF5AEE">
        <w:rPr>
          <w:sz w:val="22"/>
          <w:szCs w:val="22"/>
        </w:rPr>
        <w:lastRenderedPageBreak/>
        <w:t>Provide two (2) items of promotional information that may be included in a quote.</w:t>
      </w:r>
    </w:p>
    <w:p w14:paraId="241A76F7" w14:textId="232ACC80"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D03641F" w14:textId="12EE5C8B" w:rsidR="00F05AA0" w:rsidRPr="00CF5AEE" w:rsidRDefault="00F05AA0"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D610E58" w14:textId="5A86BAFA" w:rsidR="00F05AA0" w:rsidRPr="00CF5AEE" w:rsidRDefault="00F05AA0"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DBFF6F6" w14:textId="4B164003" w:rsidR="00F05AA0" w:rsidRPr="00CF5AEE" w:rsidRDefault="00F05AA0"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6BD90DD" w14:textId="0ACCC952" w:rsidR="00F05AA0" w:rsidRPr="00CF5AEE" w:rsidRDefault="00F05AA0"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652AE3C"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CF2F8BB" w14:textId="77777777" w:rsidR="00D60A35" w:rsidRPr="00CF5AEE" w:rsidRDefault="00D60A35" w:rsidP="00D60A35">
      <w:pPr>
        <w:pStyle w:val="Body"/>
        <w:ind w:left="720"/>
        <w:rPr>
          <w:sz w:val="22"/>
          <w:szCs w:val="22"/>
        </w:rPr>
      </w:pPr>
    </w:p>
    <w:p w14:paraId="2FE4FD4D" w14:textId="56DA8CA9" w:rsidR="00574249" w:rsidRPr="00CF5AEE" w:rsidRDefault="00574249" w:rsidP="00EC5ED2">
      <w:pPr>
        <w:pStyle w:val="Body"/>
        <w:numPr>
          <w:ilvl w:val="0"/>
          <w:numId w:val="8"/>
        </w:numPr>
        <w:rPr>
          <w:sz w:val="22"/>
          <w:szCs w:val="22"/>
        </w:rPr>
      </w:pPr>
      <w:r w:rsidRPr="00CF5AEE">
        <w:rPr>
          <w:sz w:val="22"/>
          <w:szCs w:val="22"/>
        </w:rPr>
        <w:t>Identify two (2) features and  two (2) inclusions of a design contract</w:t>
      </w:r>
    </w:p>
    <w:p w14:paraId="7E2A0F72" w14:textId="4B3277EE" w:rsidR="00574249" w:rsidRPr="00CF5AEE" w:rsidRDefault="00574249" w:rsidP="00D60A35">
      <w:pPr>
        <w:pStyle w:val="Body"/>
        <w:pBdr>
          <w:top w:val="single" w:sz="4" w:space="1" w:color="2D739F"/>
          <w:left w:val="single" w:sz="4" w:space="4" w:color="2D739F"/>
          <w:bottom w:val="single" w:sz="4" w:space="1" w:color="2D739F"/>
          <w:right w:val="single" w:sz="4" w:space="4" w:color="2D739F"/>
        </w:pBdr>
        <w:ind w:left="360"/>
        <w:rPr>
          <w:sz w:val="22"/>
          <w:szCs w:val="22"/>
        </w:rPr>
      </w:pPr>
      <w:r w:rsidRPr="00CF5AEE">
        <w:rPr>
          <w:sz w:val="22"/>
          <w:szCs w:val="22"/>
        </w:rPr>
        <w:t>Features</w:t>
      </w:r>
      <w:r w:rsidRPr="00CF5AEE">
        <w:rPr>
          <w:sz w:val="22"/>
          <w:szCs w:val="22"/>
        </w:rPr>
        <w:tab/>
      </w:r>
      <w:r w:rsidRPr="00CF5AEE">
        <w:rPr>
          <w:sz w:val="22"/>
          <w:szCs w:val="22"/>
        </w:rPr>
        <w:tab/>
      </w:r>
      <w:r w:rsidRPr="00CF5AEE">
        <w:rPr>
          <w:sz w:val="22"/>
          <w:szCs w:val="22"/>
        </w:rPr>
        <w:tab/>
      </w:r>
      <w:r w:rsidRPr="00CF5AEE">
        <w:rPr>
          <w:sz w:val="22"/>
          <w:szCs w:val="22"/>
        </w:rPr>
        <w:tab/>
      </w:r>
      <w:r w:rsidRPr="00CF5AEE">
        <w:rPr>
          <w:sz w:val="22"/>
          <w:szCs w:val="22"/>
        </w:rPr>
        <w:tab/>
      </w:r>
      <w:r w:rsidRPr="00CF5AEE">
        <w:rPr>
          <w:sz w:val="22"/>
          <w:szCs w:val="22"/>
        </w:rPr>
        <w:tab/>
      </w:r>
      <w:r w:rsidRPr="00CF5AEE">
        <w:rPr>
          <w:sz w:val="22"/>
          <w:szCs w:val="22"/>
        </w:rPr>
        <w:tab/>
        <w:t>Inclusions</w:t>
      </w:r>
    </w:p>
    <w:p w14:paraId="1487161F" w14:textId="0D3646C0"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6A58DAF0" w14:textId="62CD1DD6"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1FE8D74" w14:textId="02F18353" w:rsidR="005E4EA2" w:rsidRPr="00CF5AEE" w:rsidRDefault="005E4EA2"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647BE3A" w14:textId="77777777" w:rsidR="005E4EA2" w:rsidRPr="00CF5AEE" w:rsidRDefault="005E4EA2"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3D2C59F" w14:textId="77777777" w:rsidR="00871629" w:rsidRPr="00CF5AEE" w:rsidRDefault="00871629" w:rsidP="00D60A35">
      <w:pPr>
        <w:pStyle w:val="Body"/>
        <w:ind w:left="720"/>
        <w:rPr>
          <w:sz w:val="22"/>
          <w:szCs w:val="22"/>
        </w:rPr>
      </w:pPr>
    </w:p>
    <w:p w14:paraId="3A0D1261" w14:textId="678628EF" w:rsidR="000B0C7C" w:rsidRPr="00CF5AEE" w:rsidRDefault="000B0C7C" w:rsidP="00EC5ED2">
      <w:pPr>
        <w:pStyle w:val="Body"/>
        <w:numPr>
          <w:ilvl w:val="0"/>
          <w:numId w:val="8"/>
        </w:numPr>
        <w:rPr>
          <w:sz w:val="22"/>
          <w:szCs w:val="22"/>
        </w:rPr>
      </w:pPr>
      <w:r w:rsidRPr="00CF5AEE">
        <w:rPr>
          <w:sz w:val="22"/>
          <w:szCs w:val="22"/>
        </w:rPr>
        <w:t>Identify two (2) points of what the legal obligations of the designer on a project are.</w:t>
      </w:r>
    </w:p>
    <w:p w14:paraId="72C969C7" w14:textId="002671F6"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46265B9" w14:textId="2D71DFA7" w:rsidR="000B0C7C" w:rsidRPr="00CF5AEE" w:rsidRDefault="000B0C7C"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49DCC48" w14:textId="75F471AF" w:rsidR="000B0C7C" w:rsidRPr="00CF5AEE" w:rsidRDefault="000B0C7C"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DBA3DB6" w14:textId="148793CD" w:rsidR="000B0C7C" w:rsidRPr="00CF5AEE" w:rsidRDefault="000B0C7C"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84C34FE" w14:textId="0D7EFFF0" w:rsidR="000B0C7C" w:rsidRPr="00CF5AEE" w:rsidRDefault="000B0C7C"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3EBEB6F"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1E78A00" w14:textId="77777777" w:rsidR="00871629" w:rsidRPr="00CF5AEE" w:rsidRDefault="00871629" w:rsidP="00D60A35">
      <w:pPr>
        <w:pStyle w:val="Body"/>
        <w:tabs>
          <w:tab w:val="decimal" w:leader="underscore" w:pos="9070"/>
        </w:tabs>
        <w:spacing w:line="360" w:lineRule="auto"/>
        <w:rPr>
          <w:sz w:val="22"/>
          <w:szCs w:val="22"/>
        </w:rPr>
      </w:pPr>
    </w:p>
    <w:p w14:paraId="459249D4" w14:textId="34929533" w:rsidR="00AC57FA" w:rsidRPr="00CF5AEE" w:rsidRDefault="00AC57FA" w:rsidP="00EC5ED2">
      <w:pPr>
        <w:pStyle w:val="Body"/>
        <w:numPr>
          <w:ilvl w:val="0"/>
          <w:numId w:val="8"/>
        </w:numPr>
        <w:rPr>
          <w:sz w:val="22"/>
          <w:szCs w:val="22"/>
        </w:rPr>
      </w:pPr>
      <w:r w:rsidRPr="00CF5AEE">
        <w:rPr>
          <w:sz w:val="22"/>
          <w:szCs w:val="22"/>
        </w:rPr>
        <w:t>Identify two (2) stakeholders and the information the designer would require</w:t>
      </w:r>
      <w:r w:rsidR="0029371C" w:rsidRPr="00CF5AEE">
        <w:rPr>
          <w:sz w:val="22"/>
          <w:szCs w:val="22"/>
        </w:rPr>
        <w:t xml:space="preserve"> from them in order to</w:t>
      </w:r>
      <w:r w:rsidRPr="00CF5AEE">
        <w:rPr>
          <w:sz w:val="22"/>
          <w:szCs w:val="22"/>
        </w:rPr>
        <w:t xml:space="preserve"> prepare a design quote for a project.</w:t>
      </w:r>
    </w:p>
    <w:p w14:paraId="6764641E" w14:textId="55E7AC1D"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3C2B737" w14:textId="2FE6DA1B"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64A0331" w14:textId="2467B2F1"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9489BFF" w14:textId="7777777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9C59A70" w14:textId="7777777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161C850" w14:textId="77777777" w:rsidR="00D60A35" w:rsidRPr="00CF5AEE" w:rsidRDefault="00D60A35" w:rsidP="00D60A35">
      <w:pPr>
        <w:pStyle w:val="Body"/>
        <w:ind w:left="720"/>
        <w:rPr>
          <w:sz w:val="22"/>
          <w:szCs w:val="22"/>
        </w:rPr>
      </w:pPr>
    </w:p>
    <w:p w14:paraId="7B32DDC8" w14:textId="6DAA7DDC" w:rsidR="00CA016F" w:rsidRPr="00CF5AEE" w:rsidRDefault="00CA016F" w:rsidP="00EC5ED2">
      <w:pPr>
        <w:pStyle w:val="Body"/>
        <w:numPr>
          <w:ilvl w:val="0"/>
          <w:numId w:val="8"/>
        </w:numPr>
        <w:rPr>
          <w:sz w:val="22"/>
          <w:szCs w:val="22"/>
        </w:rPr>
      </w:pPr>
      <w:r w:rsidRPr="00CF5AEE">
        <w:rPr>
          <w:sz w:val="22"/>
          <w:szCs w:val="22"/>
        </w:rPr>
        <w:t>From the table below, calculate the labour cost, then add up the material cost and work out the GST to calculate a total cost for a small quote for a project.</w:t>
      </w:r>
    </w:p>
    <w:p w14:paraId="293E0675" w14:textId="32D34715" w:rsidR="00991DC4" w:rsidRDefault="00991DC4" w:rsidP="00991DC4">
      <w:pPr>
        <w:pStyle w:val="Caption"/>
        <w:keepNext/>
      </w:pPr>
      <w:r>
        <w:t xml:space="preserve">Table </w:t>
      </w:r>
      <w:r>
        <w:rPr>
          <w:noProof/>
        </w:rPr>
        <w:fldChar w:fldCharType="begin"/>
      </w:r>
      <w:r>
        <w:rPr>
          <w:noProof/>
        </w:rPr>
        <w:instrText xml:space="preserve"> SEQ Table \* ARABIC </w:instrText>
      </w:r>
      <w:r>
        <w:rPr>
          <w:noProof/>
        </w:rPr>
        <w:fldChar w:fldCharType="separate"/>
      </w:r>
      <w:r w:rsidR="005E4EA2">
        <w:rPr>
          <w:noProof/>
        </w:rPr>
        <w:t>2</w:t>
      </w:r>
      <w:r>
        <w:rPr>
          <w:noProof/>
        </w:rPr>
        <w:fldChar w:fldCharType="end"/>
      </w:r>
      <w:r>
        <w:t xml:space="preserve"> Cost</w:t>
      </w:r>
      <w:r w:rsidR="005E4EA2">
        <w:t>s</w:t>
      </w:r>
    </w:p>
    <w:tbl>
      <w:tblPr>
        <w:tblStyle w:val="TableGrid"/>
        <w:tblW w:w="9067" w:type="dxa"/>
        <w:tblLook w:val="04A0" w:firstRow="1" w:lastRow="0" w:firstColumn="1" w:lastColumn="0" w:noHBand="0" w:noVBand="1"/>
      </w:tblPr>
      <w:tblGrid>
        <w:gridCol w:w="1375"/>
        <w:gridCol w:w="1136"/>
        <w:gridCol w:w="1453"/>
        <w:gridCol w:w="1134"/>
        <w:gridCol w:w="2168"/>
        <w:gridCol w:w="1801"/>
      </w:tblGrid>
      <w:tr w:rsidR="00D60A35" w14:paraId="1C36A0D4" w14:textId="77777777" w:rsidTr="00D227BE">
        <w:trPr>
          <w:cnfStyle w:val="100000000000" w:firstRow="1" w:lastRow="0" w:firstColumn="0" w:lastColumn="0" w:oddVBand="0" w:evenVBand="0" w:oddHBand="0" w:evenHBand="0" w:firstRowFirstColumn="0" w:firstRowLastColumn="0" w:lastRowFirstColumn="0" w:lastRowLastColumn="0"/>
        </w:trPr>
        <w:tc>
          <w:tcPr>
            <w:tcW w:w="1375" w:type="dxa"/>
          </w:tcPr>
          <w:p w14:paraId="174BEDE0" w14:textId="77777777" w:rsidR="00D60A35" w:rsidRDefault="00D60A35" w:rsidP="00D227BE">
            <w:pPr>
              <w:pStyle w:val="Body"/>
              <w:tabs>
                <w:tab w:val="decimal" w:leader="underscore" w:pos="9070"/>
              </w:tabs>
              <w:spacing w:line="360" w:lineRule="auto"/>
            </w:pPr>
            <w:r>
              <w:t>Service</w:t>
            </w:r>
          </w:p>
        </w:tc>
        <w:tc>
          <w:tcPr>
            <w:tcW w:w="1136" w:type="dxa"/>
          </w:tcPr>
          <w:p w14:paraId="56F16AAA" w14:textId="77777777" w:rsidR="00D60A35" w:rsidRDefault="00D60A35" w:rsidP="00D227BE">
            <w:pPr>
              <w:pStyle w:val="Body"/>
              <w:tabs>
                <w:tab w:val="decimal" w:leader="underscore" w:pos="9070"/>
              </w:tabs>
              <w:spacing w:line="360" w:lineRule="auto"/>
            </w:pPr>
            <w:r>
              <w:t>Rate Per Hour</w:t>
            </w:r>
          </w:p>
        </w:tc>
        <w:tc>
          <w:tcPr>
            <w:tcW w:w="1453" w:type="dxa"/>
          </w:tcPr>
          <w:p w14:paraId="0695CFC2" w14:textId="77777777" w:rsidR="00D60A35" w:rsidRDefault="00D60A35" w:rsidP="00D227BE">
            <w:pPr>
              <w:pStyle w:val="Body"/>
              <w:tabs>
                <w:tab w:val="decimal" w:leader="underscore" w:pos="9070"/>
              </w:tabs>
              <w:spacing w:line="360" w:lineRule="auto"/>
            </w:pPr>
            <w:r>
              <w:t>Time Estimated</w:t>
            </w:r>
          </w:p>
        </w:tc>
        <w:tc>
          <w:tcPr>
            <w:tcW w:w="1134" w:type="dxa"/>
          </w:tcPr>
          <w:p w14:paraId="3C4FEA58" w14:textId="77777777" w:rsidR="00D60A35" w:rsidRDefault="00D60A35" w:rsidP="00D227BE">
            <w:pPr>
              <w:pStyle w:val="Body"/>
              <w:tabs>
                <w:tab w:val="decimal" w:leader="underscore" w:pos="9070"/>
              </w:tabs>
              <w:spacing w:line="360" w:lineRule="auto"/>
            </w:pPr>
            <w:r>
              <w:t>Hours per Day</w:t>
            </w:r>
          </w:p>
        </w:tc>
        <w:tc>
          <w:tcPr>
            <w:tcW w:w="2168" w:type="dxa"/>
          </w:tcPr>
          <w:p w14:paraId="60DDF388" w14:textId="77777777" w:rsidR="00D60A35" w:rsidRDefault="00D60A35" w:rsidP="00D227BE">
            <w:pPr>
              <w:pStyle w:val="Body"/>
              <w:tabs>
                <w:tab w:val="decimal" w:leader="underscore" w:pos="9070"/>
              </w:tabs>
              <w:spacing w:line="360" w:lineRule="auto"/>
            </w:pPr>
            <w:r>
              <w:t>Cost of Labour</w:t>
            </w:r>
          </w:p>
        </w:tc>
        <w:tc>
          <w:tcPr>
            <w:tcW w:w="1801" w:type="dxa"/>
          </w:tcPr>
          <w:p w14:paraId="3DD47FC6" w14:textId="77777777" w:rsidR="00D60A35" w:rsidRDefault="00D60A35" w:rsidP="00D227BE">
            <w:pPr>
              <w:pStyle w:val="Body"/>
              <w:tabs>
                <w:tab w:val="decimal" w:leader="underscore" w:pos="9070"/>
              </w:tabs>
              <w:spacing w:line="360" w:lineRule="auto"/>
            </w:pPr>
            <w:r>
              <w:t>Material Cost Exc/GST</w:t>
            </w:r>
          </w:p>
        </w:tc>
      </w:tr>
      <w:tr w:rsidR="00D60A35" w14:paraId="6D705E49" w14:textId="77777777" w:rsidTr="00D227BE">
        <w:tc>
          <w:tcPr>
            <w:tcW w:w="1375" w:type="dxa"/>
          </w:tcPr>
          <w:p w14:paraId="76C4ACF2" w14:textId="77777777" w:rsidR="00D60A35" w:rsidRDefault="00D60A35" w:rsidP="00D227BE">
            <w:pPr>
              <w:pStyle w:val="Body"/>
              <w:tabs>
                <w:tab w:val="decimal" w:leader="underscore" w:pos="9070"/>
              </w:tabs>
              <w:spacing w:line="360" w:lineRule="auto"/>
            </w:pPr>
            <w:r>
              <w:t>Designer</w:t>
            </w:r>
          </w:p>
        </w:tc>
        <w:tc>
          <w:tcPr>
            <w:tcW w:w="1136" w:type="dxa"/>
          </w:tcPr>
          <w:p w14:paraId="722BA823" w14:textId="77777777" w:rsidR="00D60A35" w:rsidRDefault="00D60A35" w:rsidP="00D227BE">
            <w:pPr>
              <w:pStyle w:val="Body"/>
              <w:tabs>
                <w:tab w:val="decimal" w:leader="underscore" w:pos="9070"/>
              </w:tabs>
              <w:spacing w:line="360" w:lineRule="auto"/>
            </w:pPr>
            <w:r>
              <w:t xml:space="preserve">$75 </w:t>
            </w:r>
          </w:p>
        </w:tc>
        <w:tc>
          <w:tcPr>
            <w:tcW w:w="1453" w:type="dxa"/>
          </w:tcPr>
          <w:p w14:paraId="0FDE3A08" w14:textId="77777777" w:rsidR="00D60A35" w:rsidRDefault="00D60A35" w:rsidP="00D227BE">
            <w:pPr>
              <w:pStyle w:val="Body"/>
              <w:tabs>
                <w:tab w:val="decimal" w:leader="underscore" w:pos="9070"/>
              </w:tabs>
              <w:spacing w:line="360" w:lineRule="auto"/>
            </w:pPr>
            <w:r>
              <w:t>8 days</w:t>
            </w:r>
          </w:p>
        </w:tc>
        <w:tc>
          <w:tcPr>
            <w:tcW w:w="1134" w:type="dxa"/>
          </w:tcPr>
          <w:p w14:paraId="5B650D5C" w14:textId="77777777" w:rsidR="00D60A35" w:rsidRDefault="00D60A35" w:rsidP="00D227BE">
            <w:pPr>
              <w:pStyle w:val="Body"/>
              <w:tabs>
                <w:tab w:val="decimal" w:leader="underscore" w:pos="9070"/>
              </w:tabs>
              <w:spacing w:line="360" w:lineRule="auto"/>
            </w:pPr>
            <w:r>
              <w:t>6.5</w:t>
            </w:r>
          </w:p>
        </w:tc>
        <w:tc>
          <w:tcPr>
            <w:tcW w:w="2168" w:type="dxa"/>
          </w:tcPr>
          <w:p w14:paraId="4EBE7510" w14:textId="5F5DBF3A" w:rsidR="00D60A35" w:rsidRPr="00871629" w:rsidRDefault="00D60A35" w:rsidP="00D227BE">
            <w:pPr>
              <w:pStyle w:val="Body"/>
              <w:tabs>
                <w:tab w:val="decimal" w:leader="underscore" w:pos="9070"/>
              </w:tabs>
              <w:spacing w:line="360" w:lineRule="auto"/>
            </w:pPr>
          </w:p>
        </w:tc>
        <w:tc>
          <w:tcPr>
            <w:tcW w:w="1801" w:type="dxa"/>
          </w:tcPr>
          <w:p w14:paraId="7B9DBD34" w14:textId="77777777" w:rsidR="00D60A35" w:rsidRDefault="00D60A35" w:rsidP="00D227BE">
            <w:pPr>
              <w:pStyle w:val="Body"/>
              <w:tabs>
                <w:tab w:val="decimal" w:leader="underscore" w:pos="9070"/>
              </w:tabs>
              <w:spacing w:line="360" w:lineRule="auto"/>
            </w:pPr>
            <w:r>
              <w:t>$200.00</w:t>
            </w:r>
          </w:p>
        </w:tc>
      </w:tr>
      <w:tr w:rsidR="00D60A35" w14:paraId="6191CDBB" w14:textId="77777777" w:rsidTr="00D227BE">
        <w:tc>
          <w:tcPr>
            <w:tcW w:w="1375" w:type="dxa"/>
          </w:tcPr>
          <w:p w14:paraId="0ADE1407" w14:textId="77777777" w:rsidR="00D60A35" w:rsidRDefault="00D60A35" w:rsidP="00D227BE">
            <w:pPr>
              <w:pStyle w:val="Body"/>
              <w:tabs>
                <w:tab w:val="decimal" w:leader="underscore" w:pos="9070"/>
              </w:tabs>
              <w:spacing w:line="360" w:lineRule="auto"/>
            </w:pPr>
            <w:r>
              <w:t>Plumber</w:t>
            </w:r>
          </w:p>
        </w:tc>
        <w:tc>
          <w:tcPr>
            <w:tcW w:w="1136" w:type="dxa"/>
          </w:tcPr>
          <w:p w14:paraId="04B30D9D" w14:textId="77777777" w:rsidR="00D60A35" w:rsidRDefault="00D60A35" w:rsidP="00D227BE">
            <w:pPr>
              <w:pStyle w:val="Body"/>
              <w:tabs>
                <w:tab w:val="decimal" w:leader="underscore" w:pos="9070"/>
              </w:tabs>
              <w:spacing w:line="360" w:lineRule="auto"/>
            </w:pPr>
            <w:r>
              <w:t>$85</w:t>
            </w:r>
          </w:p>
        </w:tc>
        <w:tc>
          <w:tcPr>
            <w:tcW w:w="1453" w:type="dxa"/>
          </w:tcPr>
          <w:p w14:paraId="641DF4EF" w14:textId="77777777" w:rsidR="00D60A35" w:rsidRDefault="00D60A35" w:rsidP="00D227BE">
            <w:pPr>
              <w:pStyle w:val="Body"/>
              <w:tabs>
                <w:tab w:val="decimal" w:leader="underscore" w:pos="9070"/>
              </w:tabs>
              <w:spacing w:line="360" w:lineRule="auto"/>
            </w:pPr>
            <w:r>
              <w:t>12 days</w:t>
            </w:r>
          </w:p>
        </w:tc>
        <w:tc>
          <w:tcPr>
            <w:tcW w:w="1134" w:type="dxa"/>
          </w:tcPr>
          <w:p w14:paraId="6C4A57CD" w14:textId="77777777" w:rsidR="00D60A35" w:rsidRDefault="00D60A35" w:rsidP="00D227BE">
            <w:pPr>
              <w:pStyle w:val="Body"/>
              <w:tabs>
                <w:tab w:val="decimal" w:leader="underscore" w:pos="9070"/>
              </w:tabs>
              <w:spacing w:line="360" w:lineRule="auto"/>
            </w:pPr>
            <w:r>
              <w:t>8.0</w:t>
            </w:r>
          </w:p>
        </w:tc>
        <w:tc>
          <w:tcPr>
            <w:tcW w:w="2168" w:type="dxa"/>
          </w:tcPr>
          <w:p w14:paraId="7B1751A6" w14:textId="2A7E0C08" w:rsidR="00D60A35" w:rsidRPr="00871629" w:rsidRDefault="00D60A35" w:rsidP="00D227BE">
            <w:pPr>
              <w:pStyle w:val="Body"/>
              <w:tabs>
                <w:tab w:val="decimal" w:leader="underscore" w:pos="9070"/>
              </w:tabs>
              <w:spacing w:line="360" w:lineRule="auto"/>
            </w:pPr>
          </w:p>
        </w:tc>
        <w:tc>
          <w:tcPr>
            <w:tcW w:w="1801" w:type="dxa"/>
          </w:tcPr>
          <w:p w14:paraId="48A44903" w14:textId="77777777" w:rsidR="00D60A35" w:rsidRDefault="00D60A35" w:rsidP="00D227BE">
            <w:pPr>
              <w:pStyle w:val="Body"/>
              <w:tabs>
                <w:tab w:val="decimal" w:leader="underscore" w:pos="9070"/>
              </w:tabs>
              <w:spacing w:line="360" w:lineRule="auto"/>
            </w:pPr>
            <w:r>
              <w:t>$2655.00</w:t>
            </w:r>
          </w:p>
        </w:tc>
      </w:tr>
      <w:tr w:rsidR="00D60A35" w14:paraId="0441043D" w14:textId="77777777" w:rsidTr="00D227BE">
        <w:tc>
          <w:tcPr>
            <w:tcW w:w="1375" w:type="dxa"/>
          </w:tcPr>
          <w:p w14:paraId="318E7060" w14:textId="77777777" w:rsidR="00D60A35" w:rsidRDefault="00D60A35" w:rsidP="00D227BE">
            <w:pPr>
              <w:pStyle w:val="Body"/>
              <w:tabs>
                <w:tab w:val="decimal" w:leader="underscore" w:pos="9070"/>
              </w:tabs>
              <w:spacing w:line="360" w:lineRule="auto"/>
            </w:pPr>
            <w:r>
              <w:t>Electrician</w:t>
            </w:r>
          </w:p>
        </w:tc>
        <w:tc>
          <w:tcPr>
            <w:tcW w:w="1136" w:type="dxa"/>
          </w:tcPr>
          <w:p w14:paraId="4079ECDD" w14:textId="77777777" w:rsidR="00D60A35" w:rsidRDefault="00D60A35" w:rsidP="00D227BE">
            <w:pPr>
              <w:pStyle w:val="Body"/>
              <w:tabs>
                <w:tab w:val="decimal" w:leader="underscore" w:pos="9070"/>
              </w:tabs>
              <w:spacing w:line="360" w:lineRule="auto"/>
            </w:pPr>
            <w:r>
              <w:t>$80</w:t>
            </w:r>
          </w:p>
        </w:tc>
        <w:tc>
          <w:tcPr>
            <w:tcW w:w="1453" w:type="dxa"/>
          </w:tcPr>
          <w:p w14:paraId="2080B9E5" w14:textId="77777777" w:rsidR="00D60A35" w:rsidRDefault="00D60A35" w:rsidP="00D227BE">
            <w:pPr>
              <w:pStyle w:val="Body"/>
              <w:tabs>
                <w:tab w:val="decimal" w:leader="underscore" w:pos="9070"/>
              </w:tabs>
              <w:spacing w:line="360" w:lineRule="auto"/>
            </w:pPr>
            <w:r>
              <w:t>10 days</w:t>
            </w:r>
          </w:p>
        </w:tc>
        <w:tc>
          <w:tcPr>
            <w:tcW w:w="1134" w:type="dxa"/>
          </w:tcPr>
          <w:p w14:paraId="05685758" w14:textId="77777777" w:rsidR="00D60A35" w:rsidRDefault="00D60A35" w:rsidP="00D227BE">
            <w:pPr>
              <w:pStyle w:val="Body"/>
              <w:tabs>
                <w:tab w:val="decimal" w:leader="underscore" w:pos="9070"/>
              </w:tabs>
              <w:spacing w:line="360" w:lineRule="auto"/>
            </w:pPr>
            <w:r>
              <w:t>7.5</w:t>
            </w:r>
          </w:p>
        </w:tc>
        <w:tc>
          <w:tcPr>
            <w:tcW w:w="2168" w:type="dxa"/>
          </w:tcPr>
          <w:p w14:paraId="0EEB7395" w14:textId="40A06154" w:rsidR="00D60A35" w:rsidRPr="00871629" w:rsidRDefault="00D60A35" w:rsidP="00D227BE">
            <w:pPr>
              <w:pStyle w:val="Body"/>
              <w:tabs>
                <w:tab w:val="decimal" w:leader="underscore" w:pos="9070"/>
              </w:tabs>
              <w:spacing w:line="360" w:lineRule="auto"/>
            </w:pPr>
          </w:p>
        </w:tc>
        <w:tc>
          <w:tcPr>
            <w:tcW w:w="1801" w:type="dxa"/>
          </w:tcPr>
          <w:p w14:paraId="79BDDFD6" w14:textId="77777777" w:rsidR="00D60A35" w:rsidRDefault="00D60A35" w:rsidP="00D227BE">
            <w:pPr>
              <w:pStyle w:val="Body"/>
              <w:tabs>
                <w:tab w:val="decimal" w:leader="underscore" w:pos="9070"/>
              </w:tabs>
              <w:spacing w:line="360" w:lineRule="auto"/>
            </w:pPr>
            <w:r>
              <w:t>$2263.00</w:t>
            </w:r>
          </w:p>
        </w:tc>
      </w:tr>
      <w:tr w:rsidR="00D60A35" w14:paraId="2115F168" w14:textId="77777777" w:rsidTr="00D227BE">
        <w:tc>
          <w:tcPr>
            <w:tcW w:w="1375" w:type="dxa"/>
          </w:tcPr>
          <w:p w14:paraId="4D4C566D" w14:textId="77777777" w:rsidR="00D60A35" w:rsidRDefault="00D60A35" w:rsidP="00D227BE">
            <w:pPr>
              <w:pStyle w:val="Body"/>
              <w:tabs>
                <w:tab w:val="decimal" w:leader="underscore" w:pos="9070"/>
              </w:tabs>
              <w:spacing w:line="360" w:lineRule="auto"/>
            </w:pPr>
            <w:r>
              <w:t>Carpenter</w:t>
            </w:r>
          </w:p>
        </w:tc>
        <w:tc>
          <w:tcPr>
            <w:tcW w:w="1136" w:type="dxa"/>
          </w:tcPr>
          <w:p w14:paraId="049C6B45" w14:textId="77777777" w:rsidR="00D60A35" w:rsidRDefault="00D60A35" w:rsidP="00D227BE">
            <w:pPr>
              <w:pStyle w:val="Body"/>
              <w:tabs>
                <w:tab w:val="decimal" w:leader="underscore" w:pos="9070"/>
              </w:tabs>
              <w:spacing w:line="360" w:lineRule="auto"/>
            </w:pPr>
            <w:r>
              <w:t>$65</w:t>
            </w:r>
          </w:p>
        </w:tc>
        <w:tc>
          <w:tcPr>
            <w:tcW w:w="1453" w:type="dxa"/>
          </w:tcPr>
          <w:p w14:paraId="7FCBD71B" w14:textId="77777777" w:rsidR="00D60A35" w:rsidRDefault="00D60A35" w:rsidP="00D227BE">
            <w:pPr>
              <w:pStyle w:val="Body"/>
              <w:tabs>
                <w:tab w:val="decimal" w:leader="underscore" w:pos="9070"/>
              </w:tabs>
              <w:spacing w:line="360" w:lineRule="auto"/>
            </w:pPr>
            <w:r>
              <w:t>22 days</w:t>
            </w:r>
          </w:p>
        </w:tc>
        <w:tc>
          <w:tcPr>
            <w:tcW w:w="1134" w:type="dxa"/>
          </w:tcPr>
          <w:p w14:paraId="4A082AFB" w14:textId="77777777" w:rsidR="00D60A35" w:rsidRDefault="00D60A35" w:rsidP="00D227BE">
            <w:pPr>
              <w:pStyle w:val="Body"/>
              <w:tabs>
                <w:tab w:val="decimal" w:leader="underscore" w:pos="9070"/>
              </w:tabs>
              <w:spacing w:line="360" w:lineRule="auto"/>
            </w:pPr>
            <w:r>
              <w:t>9.5</w:t>
            </w:r>
          </w:p>
        </w:tc>
        <w:tc>
          <w:tcPr>
            <w:tcW w:w="2168" w:type="dxa"/>
          </w:tcPr>
          <w:p w14:paraId="3665C8E9" w14:textId="63C2A5DC" w:rsidR="00D60A35" w:rsidRPr="00871629" w:rsidRDefault="00D60A35" w:rsidP="00D227BE">
            <w:pPr>
              <w:pStyle w:val="Body"/>
              <w:tabs>
                <w:tab w:val="decimal" w:leader="underscore" w:pos="9070"/>
              </w:tabs>
              <w:spacing w:line="360" w:lineRule="auto"/>
            </w:pPr>
          </w:p>
        </w:tc>
        <w:tc>
          <w:tcPr>
            <w:tcW w:w="1801" w:type="dxa"/>
          </w:tcPr>
          <w:p w14:paraId="79D9516E" w14:textId="77777777" w:rsidR="00D60A35" w:rsidRDefault="00D60A35" w:rsidP="00D227BE">
            <w:pPr>
              <w:pStyle w:val="Body"/>
              <w:tabs>
                <w:tab w:val="decimal" w:leader="underscore" w:pos="9070"/>
              </w:tabs>
              <w:spacing w:line="360" w:lineRule="auto"/>
            </w:pPr>
            <w:r>
              <w:t>$18255.00</w:t>
            </w:r>
          </w:p>
        </w:tc>
      </w:tr>
      <w:tr w:rsidR="00D60A35" w14:paraId="5E84316B" w14:textId="77777777" w:rsidTr="00D227BE">
        <w:tc>
          <w:tcPr>
            <w:tcW w:w="1375" w:type="dxa"/>
          </w:tcPr>
          <w:p w14:paraId="61DAF3C7" w14:textId="77777777" w:rsidR="00D60A35" w:rsidRDefault="00D60A35" w:rsidP="00D227BE">
            <w:pPr>
              <w:pStyle w:val="Body"/>
              <w:tabs>
                <w:tab w:val="decimal" w:leader="underscore" w:pos="9070"/>
              </w:tabs>
              <w:spacing w:line="360" w:lineRule="auto"/>
            </w:pPr>
            <w:r>
              <w:t>Concreter</w:t>
            </w:r>
          </w:p>
        </w:tc>
        <w:tc>
          <w:tcPr>
            <w:tcW w:w="1136" w:type="dxa"/>
          </w:tcPr>
          <w:p w14:paraId="27C700B2" w14:textId="77777777" w:rsidR="00D60A35" w:rsidRDefault="00D60A35" w:rsidP="00D227BE">
            <w:pPr>
              <w:pStyle w:val="Body"/>
              <w:tabs>
                <w:tab w:val="decimal" w:leader="underscore" w:pos="9070"/>
              </w:tabs>
              <w:spacing w:line="360" w:lineRule="auto"/>
            </w:pPr>
            <w:r>
              <w:t>$55</w:t>
            </w:r>
          </w:p>
        </w:tc>
        <w:tc>
          <w:tcPr>
            <w:tcW w:w="1453" w:type="dxa"/>
          </w:tcPr>
          <w:p w14:paraId="1872799E" w14:textId="77777777" w:rsidR="00D60A35" w:rsidRDefault="00D60A35" w:rsidP="00D227BE">
            <w:pPr>
              <w:pStyle w:val="Body"/>
              <w:tabs>
                <w:tab w:val="decimal" w:leader="underscore" w:pos="9070"/>
              </w:tabs>
              <w:spacing w:line="360" w:lineRule="auto"/>
            </w:pPr>
            <w:r>
              <w:t>14 days</w:t>
            </w:r>
          </w:p>
        </w:tc>
        <w:tc>
          <w:tcPr>
            <w:tcW w:w="1134" w:type="dxa"/>
          </w:tcPr>
          <w:p w14:paraId="7AB06AC7" w14:textId="77777777" w:rsidR="00D60A35" w:rsidRDefault="00D60A35" w:rsidP="00D227BE">
            <w:pPr>
              <w:pStyle w:val="Body"/>
              <w:tabs>
                <w:tab w:val="decimal" w:leader="underscore" w:pos="9070"/>
              </w:tabs>
              <w:spacing w:line="360" w:lineRule="auto"/>
            </w:pPr>
            <w:r>
              <w:t>6.0</w:t>
            </w:r>
          </w:p>
        </w:tc>
        <w:tc>
          <w:tcPr>
            <w:tcW w:w="2168" w:type="dxa"/>
          </w:tcPr>
          <w:p w14:paraId="5CFD3FF7" w14:textId="3D61DAAA" w:rsidR="00D60A35" w:rsidRPr="00871629" w:rsidRDefault="00D60A35" w:rsidP="00D227BE">
            <w:pPr>
              <w:pStyle w:val="Body"/>
              <w:tabs>
                <w:tab w:val="decimal" w:leader="underscore" w:pos="9070"/>
              </w:tabs>
              <w:spacing w:line="360" w:lineRule="auto"/>
            </w:pPr>
          </w:p>
        </w:tc>
        <w:tc>
          <w:tcPr>
            <w:tcW w:w="1801" w:type="dxa"/>
          </w:tcPr>
          <w:p w14:paraId="7A8BC151" w14:textId="77777777" w:rsidR="00D60A35" w:rsidRDefault="00D60A35" w:rsidP="00D227BE">
            <w:pPr>
              <w:pStyle w:val="Body"/>
              <w:tabs>
                <w:tab w:val="decimal" w:leader="underscore" w:pos="9070"/>
              </w:tabs>
              <w:spacing w:line="360" w:lineRule="auto"/>
            </w:pPr>
            <w:r>
              <w:t>$8564.00</w:t>
            </w:r>
          </w:p>
        </w:tc>
      </w:tr>
      <w:tr w:rsidR="00D60A35" w14:paraId="7ECD0A38" w14:textId="77777777" w:rsidTr="00D227BE">
        <w:tc>
          <w:tcPr>
            <w:tcW w:w="1375" w:type="dxa"/>
          </w:tcPr>
          <w:p w14:paraId="1068AC6B" w14:textId="77777777" w:rsidR="00D60A35" w:rsidRDefault="00D60A35" w:rsidP="00D227BE">
            <w:pPr>
              <w:pStyle w:val="Body"/>
              <w:tabs>
                <w:tab w:val="decimal" w:leader="underscore" w:pos="9070"/>
              </w:tabs>
              <w:spacing w:line="360" w:lineRule="auto"/>
            </w:pPr>
            <w:r>
              <w:t>Builder</w:t>
            </w:r>
          </w:p>
        </w:tc>
        <w:tc>
          <w:tcPr>
            <w:tcW w:w="1136" w:type="dxa"/>
          </w:tcPr>
          <w:p w14:paraId="1AAB307B" w14:textId="77777777" w:rsidR="00D60A35" w:rsidRDefault="00D60A35" w:rsidP="00D227BE">
            <w:pPr>
              <w:pStyle w:val="Body"/>
              <w:tabs>
                <w:tab w:val="decimal" w:leader="underscore" w:pos="9070"/>
              </w:tabs>
              <w:spacing w:line="360" w:lineRule="auto"/>
            </w:pPr>
            <w:r>
              <w:t>$75</w:t>
            </w:r>
          </w:p>
        </w:tc>
        <w:tc>
          <w:tcPr>
            <w:tcW w:w="1453" w:type="dxa"/>
          </w:tcPr>
          <w:p w14:paraId="346FAD96" w14:textId="77777777" w:rsidR="00D60A35" w:rsidRDefault="00D60A35" w:rsidP="00D227BE">
            <w:pPr>
              <w:pStyle w:val="Body"/>
              <w:tabs>
                <w:tab w:val="decimal" w:leader="underscore" w:pos="9070"/>
              </w:tabs>
              <w:spacing w:line="360" w:lineRule="auto"/>
            </w:pPr>
            <w:r>
              <w:t>30 days</w:t>
            </w:r>
          </w:p>
        </w:tc>
        <w:tc>
          <w:tcPr>
            <w:tcW w:w="1134" w:type="dxa"/>
          </w:tcPr>
          <w:p w14:paraId="3B63113C" w14:textId="77777777" w:rsidR="00D60A35" w:rsidRDefault="00D60A35" w:rsidP="00D227BE">
            <w:pPr>
              <w:pStyle w:val="Body"/>
              <w:tabs>
                <w:tab w:val="decimal" w:leader="underscore" w:pos="9070"/>
              </w:tabs>
              <w:spacing w:line="360" w:lineRule="auto"/>
            </w:pPr>
            <w:r>
              <w:t>12.0</w:t>
            </w:r>
          </w:p>
        </w:tc>
        <w:tc>
          <w:tcPr>
            <w:tcW w:w="2168" w:type="dxa"/>
          </w:tcPr>
          <w:p w14:paraId="6298F80C" w14:textId="6E0E7B41" w:rsidR="00D60A35" w:rsidRPr="00871629" w:rsidRDefault="00D60A35" w:rsidP="00D227BE">
            <w:pPr>
              <w:pStyle w:val="Body"/>
              <w:tabs>
                <w:tab w:val="decimal" w:leader="underscore" w:pos="9070"/>
              </w:tabs>
              <w:spacing w:line="360" w:lineRule="auto"/>
            </w:pPr>
          </w:p>
        </w:tc>
        <w:tc>
          <w:tcPr>
            <w:tcW w:w="1801" w:type="dxa"/>
          </w:tcPr>
          <w:p w14:paraId="2170C89E" w14:textId="77777777" w:rsidR="00D60A35" w:rsidRDefault="00D60A35" w:rsidP="00D227BE">
            <w:pPr>
              <w:pStyle w:val="Body"/>
              <w:tabs>
                <w:tab w:val="decimal" w:leader="underscore" w:pos="9070"/>
              </w:tabs>
              <w:spacing w:line="360" w:lineRule="auto"/>
            </w:pPr>
            <w:r>
              <w:t>$65487.00</w:t>
            </w:r>
          </w:p>
        </w:tc>
      </w:tr>
      <w:tr w:rsidR="00D60A35" w14:paraId="1D993066" w14:textId="77777777" w:rsidTr="00D227BE">
        <w:tc>
          <w:tcPr>
            <w:tcW w:w="1375" w:type="dxa"/>
          </w:tcPr>
          <w:p w14:paraId="1B0E08B9" w14:textId="77777777" w:rsidR="00D60A35" w:rsidRDefault="00D60A35" w:rsidP="00D227BE">
            <w:pPr>
              <w:pStyle w:val="Body"/>
              <w:tabs>
                <w:tab w:val="decimal" w:leader="underscore" w:pos="9070"/>
              </w:tabs>
              <w:spacing w:line="360" w:lineRule="auto"/>
            </w:pPr>
            <w:r>
              <w:t>Landscaper</w:t>
            </w:r>
          </w:p>
        </w:tc>
        <w:tc>
          <w:tcPr>
            <w:tcW w:w="1136" w:type="dxa"/>
          </w:tcPr>
          <w:p w14:paraId="047156C9" w14:textId="77777777" w:rsidR="00D60A35" w:rsidRDefault="00D60A35" w:rsidP="00D227BE">
            <w:pPr>
              <w:pStyle w:val="Body"/>
              <w:tabs>
                <w:tab w:val="decimal" w:leader="underscore" w:pos="9070"/>
              </w:tabs>
              <w:spacing w:line="360" w:lineRule="auto"/>
            </w:pPr>
            <w:r>
              <w:t>$45</w:t>
            </w:r>
          </w:p>
        </w:tc>
        <w:tc>
          <w:tcPr>
            <w:tcW w:w="1453" w:type="dxa"/>
          </w:tcPr>
          <w:p w14:paraId="0B1B0BA1" w14:textId="77777777" w:rsidR="00D60A35" w:rsidRDefault="00D60A35" w:rsidP="00D227BE">
            <w:pPr>
              <w:pStyle w:val="Body"/>
              <w:tabs>
                <w:tab w:val="decimal" w:leader="underscore" w:pos="9070"/>
              </w:tabs>
              <w:spacing w:line="360" w:lineRule="auto"/>
            </w:pPr>
            <w:r>
              <w:t>7 days</w:t>
            </w:r>
          </w:p>
        </w:tc>
        <w:tc>
          <w:tcPr>
            <w:tcW w:w="1134" w:type="dxa"/>
          </w:tcPr>
          <w:p w14:paraId="2799D237" w14:textId="77777777" w:rsidR="00D60A35" w:rsidRDefault="00D60A35" w:rsidP="00D227BE">
            <w:pPr>
              <w:pStyle w:val="Body"/>
              <w:tabs>
                <w:tab w:val="decimal" w:leader="underscore" w:pos="9070"/>
              </w:tabs>
              <w:spacing w:line="360" w:lineRule="auto"/>
            </w:pPr>
            <w:r>
              <w:t>9.0</w:t>
            </w:r>
          </w:p>
        </w:tc>
        <w:tc>
          <w:tcPr>
            <w:tcW w:w="2168" w:type="dxa"/>
          </w:tcPr>
          <w:p w14:paraId="532260B2" w14:textId="3C9B621A" w:rsidR="00D60A35" w:rsidRPr="00871629" w:rsidRDefault="00D60A35" w:rsidP="00D227BE">
            <w:pPr>
              <w:pStyle w:val="Body"/>
              <w:tabs>
                <w:tab w:val="decimal" w:leader="underscore" w:pos="9070"/>
              </w:tabs>
              <w:spacing w:line="360" w:lineRule="auto"/>
            </w:pPr>
          </w:p>
        </w:tc>
        <w:tc>
          <w:tcPr>
            <w:tcW w:w="1801" w:type="dxa"/>
            <w:tcBorders>
              <w:bottom w:val="single" w:sz="4" w:space="0" w:color="7F7F7F" w:themeColor="text1" w:themeTint="80"/>
            </w:tcBorders>
          </w:tcPr>
          <w:p w14:paraId="68E468E6" w14:textId="77777777" w:rsidR="00D60A35" w:rsidRDefault="00D60A35" w:rsidP="00D227BE">
            <w:pPr>
              <w:pStyle w:val="Body"/>
              <w:tabs>
                <w:tab w:val="decimal" w:leader="underscore" w:pos="9070"/>
              </w:tabs>
              <w:spacing w:line="360" w:lineRule="auto"/>
            </w:pPr>
            <w:r>
              <w:t>$12300.00</w:t>
            </w:r>
          </w:p>
        </w:tc>
      </w:tr>
      <w:tr w:rsidR="00D60A35" w14:paraId="2D8BF370" w14:textId="77777777" w:rsidTr="00D227BE">
        <w:tc>
          <w:tcPr>
            <w:tcW w:w="5098" w:type="dxa"/>
            <w:gridSpan w:val="4"/>
          </w:tcPr>
          <w:p w14:paraId="18E281AA" w14:textId="77777777" w:rsidR="00D60A35" w:rsidRPr="008971FF" w:rsidRDefault="00D60A35" w:rsidP="00D227BE">
            <w:pPr>
              <w:pStyle w:val="Body"/>
              <w:tabs>
                <w:tab w:val="decimal" w:leader="underscore" w:pos="9070"/>
              </w:tabs>
              <w:spacing w:line="360" w:lineRule="auto"/>
              <w:jc w:val="right"/>
            </w:pPr>
            <w:r>
              <w:t>Total Labour Cost</w:t>
            </w:r>
          </w:p>
        </w:tc>
        <w:tc>
          <w:tcPr>
            <w:tcW w:w="2168" w:type="dxa"/>
          </w:tcPr>
          <w:p w14:paraId="44950A9C" w14:textId="300F5218" w:rsidR="00D60A35" w:rsidRPr="00871629" w:rsidRDefault="00D60A35" w:rsidP="00D227BE">
            <w:pPr>
              <w:pStyle w:val="Body"/>
              <w:tabs>
                <w:tab w:val="decimal" w:leader="underscore" w:pos="9070"/>
              </w:tabs>
              <w:spacing w:line="360" w:lineRule="auto"/>
            </w:pPr>
          </w:p>
        </w:tc>
        <w:tc>
          <w:tcPr>
            <w:tcW w:w="1801" w:type="dxa"/>
            <w:tcBorders>
              <w:tl2br w:val="single" w:sz="4" w:space="0" w:color="auto"/>
              <w:tr2bl w:val="single" w:sz="4" w:space="0" w:color="auto"/>
            </w:tcBorders>
            <w:shd w:val="clear" w:color="auto" w:fill="D9D9D9" w:themeFill="background1" w:themeFillShade="D9"/>
          </w:tcPr>
          <w:p w14:paraId="24C4D0D3" w14:textId="77777777" w:rsidR="00D60A35" w:rsidRPr="008971FF" w:rsidRDefault="00D60A35" w:rsidP="00D227BE">
            <w:pPr>
              <w:pStyle w:val="Body"/>
              <w:tabs>
                <w:tab w:val="decimal" w:leader="underscore" w:pos="9070"/>
              </w:tabs>
              <w:spacing w:line="360" w:lineRule="auto"/>
            </w:pPr>
          </w:p>
        </w:tc>
      </w:tr>
      <w:tr w:rsidR="00D60A35" w14:paraId="69A1CD15" w14:textId="77777777" w:rsidTr="00D227BE">
        <w:tc>
          <w:tcPr>
            <w:tcW w:w="7266" w:type="dxa"/>
            <w:gridSpan w:val="5"/>
          </w:tcPr>
          <w:p w14:paraId="6D06DFC9" w14:textId="77777777" w:rsidR="00D60A35" w:rsidRDefault="00D60A35" w:rsidP="00D227BE">
            <w:pPr>
              <w:pStyle w:val="Body"/>
              <w:tabs>
                <w:tab w:val="decimal" w:leader="underscore" w:pos="9070"/>
              </w:tabs>
              <w:spacing w:line="360" w:lineRule="auto"/>
              <w:jc w:val="right"/>
            </w:pPr>
            <w:r>
              <w:t>Total Material Cost Excluding GST</w:t>
            </w:r>
          </w:p>
        </w:tc>
        <w:tc>
          <w:tcPr>
            <w:tcW w:w="1801" w:type="dxa"/>
          </w:tcPr>
          <w:p w14:paraId="3BC40287" w14:textId="33350C5F" w:rsidR="00D60A35" w:rsidRPr="00871629" w:rsidRDefault="00D60A35" w:rsidP="00D227BE">
            <w:pPr>
              <w:pStyle w:val="Body"/>
              <w:tabs>
                <w:tab w:val="decimal" w:leader="underscore" w:pos="9070"/>
              </w:tabs>
              <w:spacing w:line="360" w:lineRule="auto"/>
            </w:pPr>
          </w:p>
        </w:tc>
      </w:tr>
      <w:tr w:rsidR="00D60A35" w14:paraId="1D15513A" w14:textId="77777777" w:rsidTr="00D227BE">
        <w:tc>
          <w:tcPr>
            <w:tcW w:w="7266" w:type="dxa"/>
            <w:gridSpan w:val="5"/>
          </w:tcPr>
          <w:p w14:paraId="7F4588E0" w14:textId="77777777" w:rsidR="00D60A35" w:rsidRDefault="00D60A35" w:rsidP="00D227BE">
            <w:pPr>
              <w:pStyle w:val="Body"/>
              <w:tabs>
                <w:tab w:val="decimal" w:leader="underscore" w:pos="9070"/>
              </w:tabs>
              <w:spacing w:line="360" w:lineRule="auto"/>
              <w:jc w:val="right"/>
            </w:pPr>
            <w:r>
              <w:t>Total Labour and  Materials Cost Excluding GST</w:t>
            </w:r>
          </w:p>
        </w:tc>
        <w:tc>
          <w:tcPr>
            <w:tcW w:w="1801" w:type="dxa"/>
          </w:tcPr>
          <w:p w14:paraId="29A0E8F2" w14:textId="152867F0" w:rsidR="00D60A35" w:rsidRPr="00871629" w:rsidRDefault="00D60A35" w:rsidP="00D227BE">
            <w:pPr>
              <w:pStyle w:val="Body"/>
              <w:tabs>
                <w:tab w:val="decimal" w:leader="underscore" w:pos="9070"/>
              </w:tabs>
              <w:spacing w:line="360" w:lineRule="auto"/>
            </w:pPr>
          </w:p>
        </w:tc>
      </w:tr>
      <w:tr w:rsidR="00D60A35" w14:paraId="017C28D1" w14:textId="77777777" w:rsidTr="00D227BE">
        <w:tc>
          <w:tcPr>
            <w:tcW w:w="7266" w:type="dxa"/>
            <w:gridSpan w:val="5"/>
          </w:tcPr>
          <w:p w14:paraId="55D9D238" w14:textId="77777777" w:rsidR="00D60A35" w:rsidRDefault="00D60A35" w:rsidP="00D227BE">
            <w:pPr>
              <w:pStyle w:val="Body"/>
              <w:tabs>
                <w:tab w:val="decimal" w:leader="underscore" w:pos="9070"/>
              </w:tabs>
              <w:spacing w:line="360" w:lineRule="auto"/>
              <w:jc w:val="right"/>
            </w:pPr>
            <w:r>
              <w:t>GST</w:t>
            </w:r>
          </w:p>
        </w:tc>
        <w:tc>
          <w:tcPr>
            <w:tcW w:w="1801" w:type="dxa"/>
          </w:tcPr>
          <w:p w14:paraId="2062985F" w14:textId="4A282A58" w:rsidR="00D60A35" w:rsidRPr="00871629" w:rsidRDefault="00D60A35" w:rsidP="00D227BE">
            <w:pPr>
              <w:pStyle w:val="Body"/>
              <w:tabs>
                <w:tab w:val="decimal" w:leader="underscore" w:pos="9070"/>
              </w:tabs>
              <w:spacing w:line="360" w:lineRule="auto"/>
            </w:pPr>
          </w:p>
        </w:tc>
      </w:tr>
      <w:tr w:rsidR="00D60A35" w14:paraId="52A62946" w14:textId="77777777" w:rsidTr="00D227BE">
        <w:tc>
          <w:tcPr>
            <w:tcW w:w="7266" w:type="dxa"/>
            <w:gridSpan w:val="5"/>
          </w:tcPr>
          <w:p w14:paraId="1336852A" w14:textId="77777777" w:rsidR="00D60A35" w:rsidRDefault="00D60A35" w:rsidP="00D227BE">
            <w:pPr>
              <w:pStyle w:val="Body"/>
              <w:tabs>
                <w:tab w:val="decimal" w:leader="underscore" w:pos="9070"/>
              </w:tabs>
              <w:spacing w:line="360" w:lineRule="auto"/>
              <w:jc w:val="right"/>
            </w:pPr>
            <w:r>
              <w:t>Total Cost Including GST</w:t>
            </w:r>
          </w:p>
        </w:tc>
        <w:tc>
          <w:tcPr>
            <w:tcW w:w="1801" w:type="dxa"/>
          </w:tcPr>
          <w:p w14:paraId="2D9F4851" w14:textId="01ED48BD" w:rsidR="00D60A35" w:rsidRPr="00871629" w:rsidRDefault="00D60A35" w:rsidP="00D227BE">
            <w:pPr>
              <w:pStyle w:val="Body"/>
              <w:tabs>
                <w:tab w:val="decimal" w:leader="underscore" w:pos="9070"/>
              </w:tabs>
              <w:spacing w:line="360" w:lineRule="auto"/>
            </w:pPr>
          </w:p>
        </w:tc>
      </w:tr>
    </w:tbl>
    <w:p w14:paraId="7518D2E8" w14:textId="77777777" w:rsidR="002F0603" w:rsidRDefault="002F0603" w:rsidP="00D60A35">
      <w:pPr>
        <w:pStyle w:val="Body"/>
        <w:tabs>
          <w:tab w:val="decimal" w:leader="underscore" w:pos="9070"/>
        </w:tabs>
        <w:spacing w:line="360" w:lineRule="auto"/>
      </w:pPr>
    </w:p>
    <w:p w14:paraId="0243F1CE" w14:textId="77777777" w:rsidR="002F0603" w:rsidRDefault="002F0603">
      <w:pPr>
        <w:tabs>
          <w:tab w:val="clear" w:pos="284"/>
        </w:tabs>
        <w:spacing w:before="0" w:after="200" w:line="276" w:lineRule="auto"/>
      </w:pPr>
      <w:r>
        <w:br w:type="page"/>
      </w:r>
    </w:p>
    <w:p w14:paraId="21188386" w14:textId="4ACA2021" w:rsidR="00E67F91" w:rsidRPr="00CF5AEE" w:rsidRDefault="00E67F91" w:rsidP="00EC5ED2">
      <w:pPr>
        <w:pStyle w:val="Body"/>
        <w:numPr>
          <w:ilvl w:val="0"/>
          <w:numId w:val="8"/>
        </w:numPr>
        <w:rPr>
          <w:sz w:val="22"/>
          <w:szCs w:val="22"/>
        </w:rPr>
      </w:pPr>
      <w:r w:rsidRPr="00CF5AEE">
        <w:rPr>
          <w:sz w:val="22"/>
          <w:szCs w:val="22"/>
        </w:rPr>
        <w:lastRenderedPageBreak/>
        <w:t xml:space="preserve">How would a designer confirm the inclusions in a quote to a client? </w:t>
      </w:r>
    </w:p>
    <w:p w14:paraId="227D3A60" w14:textId="1B9A9E0C"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F30D3DA" w14:textId="7F2DE289"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E588E6B" w14:textId="77777777" w:rsidR="00871629" w:rsidRPr="00CF5AEE" w:rsidRDefault="00871629"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9352BB9"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01C9F65C" w14:textId="77777777" w:rsidR="00EC5306" w:rsidRPr="00CF5AEE" w:rsidRDefault="00EC5306" w:rsidP="00EC5306">
      <w:pPr>
        <w:tabs>
          <w:tab w:val="decimal" w:leader="underscore" w:pos="9070"/>
        </w:tabs>
        <w:spacing w:line="360" w:lineRule="auto"/>
        <w:rPr>
          <w:sz w:val="22"/>
          <w:szCs w:val="22"/>
        </w:rPr>
      </w:pPr>
    </w:p>
    <w:p w14:paraId="3BFCD128" w14:textId="33FDC563" w:rsidR="00EC5306" w:rsidRPr="00CF5AEE" w:rsidRDefault="00EC5306" w:rsidP="0029371C">
      <w:pPr>
        <w:numPr>
          <w:ilvl w:val="0"/>
          <w:numId w:val="8"/>
        </w:numPr>
        <w:rPr>
          <w:sz w:val="22"/>
          <w:szCs w:val="22"/>
        </w:rPr>
      </w:pPr>
      <w:r w:rsidRPr="00CF5AEE">
        <w:rPr>
          <w:sz w:val="22"/>
          <w:szCs w:val="22"/>
        </w:rPr>
        <w:t>How would the designer conf</w:t>
      </w:r>
      <w:r w:rsidR="0029371C" w:rsidRPr="00CF5AEE">
        <w:rPr>
          <w:sz w:val="22"/>
          <w:szCs w:val="22"/>
        </w:rPr>
        <w:t>irm client changes for a Design?</w:t>
      </w:r>
      <w:r w:rsidRPr="00CF5AEE">
        <w:rPr>
          <w:sz w:val="22"/>
          <w:szCs w:val="22"/>
        </w:rPr>
        <w:t xml:space="preserve"> </w:t>
      </w:r>
    </w:p>
    <w:p w14:paraId="165EECC1" w14:textId="5FC93BF3"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460DD030" w14:textId="17078AA5"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175EA633" w14:textId="77777777"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0512F10B" w14:textId="77777777"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52AD6BFF" w14:textId="77777777" w:rsidR="00EC5306" w:rsidRPr="00CF5AEE" w:rsidRDefault="00EC5306" w:rsidP="00EC5306">
      <w:pPr>
        <w:tabs>
          <w:tab w:val="decimal" w:leader="underscore" w:pos="9070"/>
        </w:tabs>
        <w:spacing w:line="360" w:lineRule="auto"/>
        <w:rPr>
          <w:sz w:val="22"/>
          <w:szCs w:val="22"/>
        </w:rPr>
      </w:pPr>
    </w:p>
    <w:p w14:paraId="62150534" w14:textId="678B51F7" w:rsidR="00EC5306" w:rsidRPr="00CF5AEE" w:rsidRDefault="00EC5306" w:rsidP="0029371C">
      <w:pPr>
        <w:numPr>
          <w:ilvl w:val="0"/>
          <w:numId w:val="8"/>
        </w:numPr>
        <w:rPr>
          <w:sz w:val="22"/>
          <w:szCs w:val="22"/>
        </w:rPr>
      </w:pPr>
      <w:r w:rsidRPr="00CF5AEE">
        <w:rPr>
          <w:sz w:val="22"/>
          <w:szCs w:val="22"/>
        </w:rPr>
        <w:t>How would a designer obtain and document the client's agreement to the Design Quote?</w:t>
      </w:r>
    </w:p>
    <w:p w14:paraId="71AE13C8" w14:textId="0EDBBC43"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1ED21C2D" w14:textId="43B749CC"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6996FAE9" w14:textId="192BF57E"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4675A7EF" w14:textId="77777777"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3E39E04F" w14:textId="34231D6B" w:rsidR="00EC5306" w:rsidRPr="00CF5AEE" w:rsidRDefault="00EC5306" w:rsidP="00EC5306">
      <w:pPr>
        <w:tabs>
          <w:tab w:val="decimal" w:leader="underscore" w:pos="9070"/>
        </w:tabs>
        <w:spacing w:line="360" w:lineRule="auto"/>
        <w:rPr>
          <w:sz w:val="22"/>
          <w:szCs w:val="22"/>
        </w:rPr>
      </w:pPr>
    </w:p>
    <w:p w14:paraId="422C6843" w14:textId="77777777" w:rsidR="00EC5306" w:rsidRPr="00CF5AEE" w:rsidRDefault="00EC5306" w:rsidP="00EC5306">
      <w:pPr>
        <w:tabs>
          <w:tab w:val="decimal" w:leader="underscore" w:pos="9070"/>
        </w:tabs>
        <w:spacing w:line="360" w:lineRule="auto"/>
        <w:rPr>
          <w:sz w:val="22"/>
          <w:szCs w:val="22"/>
        </w:rPr>
      </w:pPr>
    </w:p>
    <w:p w14:paraId="4D5F0BE4" w14:textId="40C35B35" w:rsidR="00EC5306" w:rsidRPr="00CF5AEE" w:rsidRDefault="00EC5306" w:rsidP="0029371C">
      <w:pPr>
        <w:numPr>
          <w:ilvl w:val="0"/>
          <w:numId w:val="8"/>
        </w:numPr>
        <w:rPr>
          <w:sz w:val="22"/>
          <w:szCs w:val="22"/>
        </w:rPr>
      </w:pPr>
      <w:r w:rsidRPr="00CF5AEE">
        <w:rPr>
          <w:sz w:val="22"/>
          <w:szCs w:val="22"/>
        </w:rPr>
        <w:t>A house requires 162 square meters of plasterboard. Sheets sizes to be used are 2700mm x 1200mm. Estimate how many sheets are required, including an allowance of 10% wastage.</w:t>
      </w:r>
    </w:p>
    <w:p w14:paraId="525817D2" w14:textId="77777777" w:rsidR="00EC5306" w:rsidRPr="00CF5AEE" w:rsidRDefault="00EC5306" w:rsidP="00EC5306">
      <w:pPr>
        <w:ind w:left="720"/>
        <w:rPr>
          <w:sz w:val="22"/>
          <w:szCs w:val="22"/>
        </w:rPr>
      </w:pPr>
      <w:r w:rsidRPr="00CF5AEE">
        <w:rPr>
          <w:sz w:val="22"/>
          <w:szCs w:val="22"/>
        </w:rPr>
        <w:t>Your answer should include calculations and will be less than 20 words</w:t>
      </w:r>
    </w:p>
    <w:p w14:paraId="35E42C7C" w14:textId="536A38B1"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4CB6B098" w14:textId="680AE960"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05A7F3B3" w14:textId="77777777"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0D8B68A4" w14:textId="77777777" w:rsidR="00EC5306" w:rsidRPr="00CF5AEE" w:rsidRDefault="00EC5306" w:rsidP="00EC5306">
      <w:pPr>
        <w:pBdr>
          <w:top w:val="single" w:sz="4" w:space="1" w:color="2D739F"/>
          <w:left w:val="single" w:sz="4" w:space="4" w:color="2D739F"/>
          <w:bottom w:val="single" w:sz="4" w:space="1" w:color="2D739F"/>
          <w:right w:val="single" w:sz="4" w:space="4" w:color="2D739F"/>
        </w:pBdr>
        <w:ind w:left="360"/>
        <w:rPr>
          <w:sz w:val="22"/>
          <w:szCs w:val="22"/>
        </w:rPr>
      </w:pPr>
    </w:p>
    <w:p w14:paraId="383A1C04" w14:textId="77777777" w:rsidR="00EC5306" w:rsidRPr="00CF5AEE" w:rsidRDefault="00EC5306" w:rsidP="00EC5306">
      <w:pPr>
        <w:tabs>
          <w:tab w:val="decimal" w:leader="underscore" w:pos="9070"/>
        </w:tabs>
        <w:spacing w:line="360" w:lineRule="auto"/>
        <w:rPr>
          <w:sz w:val="22"/>
          <w:szCs w:val="22"/>
        </w:rPr>
      </w:pPr>
    </w:p>
    <w:p w14:paraId="782379ED" w14:textId="0A801400" w:rsidR="00CF5AEE" w:rsidRDefault="00CF5AEE">
      <w:pPr>
        <w:tabs>
          <w:tab w:val="clear" w:pos="284"/>
        </w:tabs>
        <w:spacing w:before="0" w:after="200" w:line="276" w:lineRule="auto"/>
        <w:rPr>
          <w:sz w:val="22"/>
          <w:szCs w:val="22"/>
        </w:rPr>
      </w:pPr>
      <w:r>
        <w:rPr>
          <w:sz w:val="22"/>
          <w:szCs w:val="22"/>
        </w:rPr>
        <w:br w:type="page"/>
      </w:r>
    </w:p>
    <w:p w14:paraId="6E8BEB43" w14:textId="77777777" w:rsidR="00D60A35" w:rsidRPr="00CF5AEE" w:rsidRDefault="00D60A35" w:rsidP="00D60A35">
      <w:pPr>
        <w:pStyle w:val="Body"/>
        <w:tabs>
          <w:tab w:val="decimal" w:leader="underscore" w:pos="9070"/>
        </w:tabs>
        <w:spacing w:line="360" w:lineRule="auto"/>
        <w:rPr>
          <w:sz w:val="22"/>
          <w:szCs w:val="22"/>
        </w:rPr>
      </w:pPr>
    </w:p>
    <w:p w14:paraId="0B493EEC" w14:textId="336B4F59" w:rsidR="00056F80" w:rsidRPr="00CF5AEE" w:rsidRDefault="00056F80" w:rsidP="00EC5ED2">
      <w:pPr>
        <w:pStyle w:val="Body"/>
        <w:numPr>
          <w:ilvl w:val="0"/>
          <w:numId w:val="11"/>
        </w:numPr>
        <w:rPr>
          <w:sz w:val="22"/>
          <w:szCs w:val="22"/>
        </w:rPr>
      </w:pPr>
      <w:r w:rsidRPr="00CF5AEE">
        <w:rPr>
          <w:sz w:val="22"/>
          <w:szCs w:val="22"/>
        </w:rPr>
        <w:t>What type of contract would be used for a project between five thousand and twenty thousand and what is it mainly used for?</w:t>
      </w:r>
    </w:p>
    <w:p w14:paraId="350E42C8" w14:textId="2855785A"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1F6D25C" w14:textId="47CDE33A" w:rsidR="001F29A5" w:rsidRPr="00CF5AEE" w:rsidRDefault="001F29A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4092FDDD" w14:textId="6BF050A9" w:rsidR="001F29A5" w:rsidRPr="00CF5AEE" w:rsidRDefault="001F29A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D534E17" w14:textId="77777777" w:rsidR="001F29A5" w:rsidRPr="00CF5AEE" w:rsidRDefault="001F29A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7F24C23A" w14:textId="77777777" w:rsidR="00D60A35" w:rsidRPr="00CF5AEE" w:rsidRDefault="00D60A35" w:rsidP="00D60A35">
      <w:pPr>
        <w:pStyle w:val="Body"/>
        <w:tabs>
          <w:tab w:val="decimal" w:leader="underscore" w:pos="9070"/>
        </w:tabs>
        <w:spacing w:line="360" w:lineRule="auto"/>
        <w:rPr>
          <w:sz w:val="22"/>
          <w:szCs w:val="22"/>
        </w:rPr>
      </w:pPr>
    </w:p>
    <w:p w14:paraId="403C2787" w14:textId="77777777" w:rsidR="00D60A35" w:rsidRPr="00CF5AEE" w:rsidRDefault="00D60A35" w:rsidP="00D60A35">
      <w:pPr>
        <w:pStyle w:val="Body"/>
        <w:tabs>
          <w:tab w:val="decimal" w:leader="underscore" w:pos="9070"/>
        </w:tabs>
        <w:spacing w:line="360" w:lineRule="auto"/>
        <w:rPr>
          <w:sz w:val="22"/>
          <w:szCs w:val="22"/>
        </w:rPr>
      </w:pPr>
    </w:p>
    <w:p w14:paraId="69EB39FD" w14:textId="6B1AF910" w:rsidR="00056F80" w:rsidRPr="00CF5AEE" w:rsidRDefault="00056F80" w:rsidP="00EC5ED2">
      <w:pPr>
        <w:pStyle w:val="Body"/>
        <w:numPr>
          <w:ilvl w:val="0"/>
          <w:numId w:val="11"/>
        </w:numPr>
        <w:rPr>
          <w:sz w:val="22"/>
          <w:szCs w:val="22"/>
        </w:rPr>
      </w:pPr>
      <w:r w:rsidRPr="00CF5AEE">
        <w:rPr>
          <w:sz w:val="22"/>
          <w:szCs w:val="22"/>
        </w:rPr>
        <w:t>What type of contract would be used for a project valued over twenty thousand dollars and what is it mainly used for?</w:t>
      </w:r>
    </w:p>
    <w:p w14:paraId="4E81662C" w14:textId="19CBBD4B"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553983B8" w14:textId="53399184"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6290505D" w14:textId="5D8A6B45" w:rsidR="00EC5306" w:rsidRPr="00CF5AEE" w:rsidRDefault="00EC5306"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2421082" w14:textId="77777777" w:rsidR="00EC5306" w:rsidRPr="00CF5AEE" w:rsidRDefault="00EC5306"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A7F0C9A"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171332DC" w14:textId="77777777" w:rsidR="00D60A35" w:rsidRPr="00CF5AEE" w:rsidRDefault="00D60A35" w:rsidP="00D60A35">
      <w:pPr>
        <w:pStyle w:val="Body"/>
        <w:tabs>
          <w:tab w:val="decimal" w:leader="underscore" w:pos="9070"/>
        </w:tabs>
        <w:spacing w:line="360" w:lineRule="auto"/>
        <w:rPr>
          <w:sz w:val="22"/>
          <w:szCs w:val="22"/>
        </w:rPr>
      </w:pPr>
    </w:p>
    <w:p w14:paraId="3555121B" w14:textId="77777777" w:rsidR="001F29A5" w:rsidRPr="00CF5AEE" w:rsidRDefault="001F29A5" w:rsidP="00D60A35">
      <w:pPr>
        <w:pStyle w:val="Body"/>
        <w:tabs>
          <w:tab w:val="decimal" w:leader="underscore" w:pos="9070"/>
        </w:tabs>
        <w:spacing w:line="360" w:lineRule="auto"/>
        <w:rPr>
          <w:sz w:val="22"/>
          <w:szCs w:val="22"/>
        </w:rPr>
      </w:pPr>
    </w:p>
    <w:p w14:paraId="42677D3A" w14:textId="1ED22846" w:rsidR="00B125E3" w:rsidRPr="00CF5AEE" w:rsidRDefault="00B125E3" w:rsidP="00EC5ED2">
      <w:pPr>
        <w:pStyle w:val="Body"/>
        <w:numPr>
          <w:ilvl w:val="0"/>
          <w:numId w:val="11"/>
        </w:numPr>
        <w:rPr>
          <w:sz w:val="22"/>
          <w:szCs w:val="22"/>
        </w:rPr>
      </w:pPr>
      <w:r w:rsidRPr="00CF5AEE">
        <w:rPr>
          <w:sz w:val="22"/>
          <w:szCs w:val="22"/>
        </w:rPr>
        <w:t>What are three (3) legal requirement for the parties of a contract for work between five thousand and twenty thousand dollars?</w:t>
      </w:r>
    </w:p>
    <w:p w14:paraId="7B47DD9B" w14:textId="10FAF044" w:rsidR="00D60A35" w:rsidRPr="00CF5AEE" w:rsidRDefault="00D60A3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27296DC0" w14:textId="1F33F7EA"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27BAA1F4" w14:textId="0C5FFC28"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71D78F70" w14:textId="2CE266EC"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04932E80" w14:textId="323539F5"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0F0D8F6E"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28806F74" w14:textId="77777777" w:rsidR="00CF5AEE" w:rsidRDefault="00CF5AEE" w:rsidP="00D60A35">
      <w:pPr>
        <w:pStyle w:val="Body"/>
        <w:tabs>
          <w:tab w:val="decimal" w:leader="underscore" w:pos="9070"/>
        </w:tabs>
        <w:spacing w:line="360" w:lineRule="auto"/>
        <w:rPr>
          <w:sz w:val="22"/>
          <w:szCs w:val="22"/>
        </w:rPr>
      </w:pPr>
    </w:p>
    <w:p w14:paraId="6160E8DD" w14:textId="77777777" w:rsidR="00CF5AEE" w:rsidRDefault="00CF5AEE">
      <w:pPr>
        <w:tabs>
          <w:tab w:val="clear" w:pos="284"/>
        </w:tabs>
        <w:spacing w:before="0" w:after="200" w:line="276" w:lineRule="auto"/>
        <w:rPr>
          <w:sz w:val="22"/>
          <w:szCs w:val="22"/>
        </w:rPr>
      </w:pPr>
      <w:r>
        <w:rPr>
          <w:sz w:val="22"/>
          <w:szCs w:val="22"/>
        </w:rPr>
        <w:br w:type="page"/>
      </w:r>
    </w:p>
    <w:p w14:paraId="4108B85B" w14:textId="62408CA8" w:rsidR="00B125E3" w:rsidRPr="00CF5AEE" w:rsidRDefault="00B125E3" w:rsidP="00D60A35">
      <w:pPr>
        <w:pStyle w:val="Body"/>
        <w:tabs>
          <w:tab w:val="decimal" w:leader="underscore" w:pos="9070"/>
        </w:tabs>
        <w:spacing w:line="360" w:lineRule="auto"/>
        <w:rPr>
          <w:sz w:val="22"/>
          <w:szCs w:val="22"/>
        </w:rPr>
      </w:pPr>
    </w:p>
    <w:p w14:paraId="0D2FBB27" w14:textId="6C78601E" w:rsidR="00B125E3" w:rsidRPr="00CF5AEE" w:rsidRDefault="00B125E3" w:rsidP="00EC5ED2">
      <w:pPr>
        <w:pStyle w:val="Body"/>
        <w:numPr>
          <w:ilvl w:val="0"/>
          <w:numId w:val="11"/>
        </w:numPr>
        <w:rPr>
          <w:sz w:val="22"/>
          <w:szCs w:val="22"/>
        </w:rPr>
      </w:pPr>
      <w:r w:rsidRPr="00CF5AEE">
        <w:rPr>
          <w:sz w:val="22"/>
          <w:szCs w:val="22"/>
        </w:rPr>
        <w:t>What are three (3) legal requirement for the parties of a contract for work over twenty thousand dollars?</w:t>
      </w:r>
    </w:p>
    <w:p w14:paraId="7B386F07" w14:textId="02AED580" w:rsidR="00D60A35" w:rsidRPr="00CF5AEE" w:rsidRDefault="00D60A3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74F4CB69" w14:textId="57ECF2CB"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382B4B62" w14:textId="6F06CDC5"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582973A0" w14:textId="13F3F573"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111BF6DA" w14:textId="6493B580" w:rsidR="001F29A5" w:rsidRPr="00CF5AEE" w:rsidRDefault="001F29A5" w:rsidP="001F29A5">
      <w:pPr>
        <w:pStyle w:val="Body"/>
        <w:pBdr>
          <w:top w:val="single" w:sz="4" w:space="1" w:color="2D739F"/>
          <w:left w:val="single" w:sz="4" w:space="4" w:color="2D739F"/>
          <w:bottom w:val="single" w:sz="4" w:space="1" w:color="2D739F"/>
          <w:right w:val="single" w:sz="4" w:space="4" w:color="2D739F"/>
        </w:pBdr>
        <w:ind w:left="360"/>
        <w:rPr>
          <w:sz w:val="22"/>
          <w:szCs w:val="22"/>
        </w:rPr>
      </w:pPr>
    </w:p>
    <w:p w14:paraId="3F084CDD" w14:textId="77777777" w:rsidR="00D60A35" w:rsidRPr="00CF5AEE" w:rsidRDefault="00D60A35" w:rsidP="00D60A35">
      <w:pPr>
        <w:pStyle w:val="Body"/>
        <w:pBdr>
          <w:top w:val="single" w:sz="4" w:space="1" w:color="2D739F"/>
          <w:left w:val="single" w:sz="4" w:space="4" w:color="2D739F"/>
          <w:bottom w:val="single" w:sz="4" w:space="1" w:color="2D739F"/>
          <w:right w:val="single" w:sz="4" w:space="4" w:color="2D739F"/>
        </w:pBdr>
        <w:ind w:left="360"/>
        <w:rPr>
          <w:sz w:val="22"/>
          <w:szCs w:val="22"/>
        </w:rPr>
      </w:pPr>
    </w:p>
    <w:p w14:paraId="3C7994B9" w14:textId="12092488" w:rsidR="00D60A35" w:rsidRPr="00CF5AEE" w:rsidRDefault="00D60A35" w:rsidP="00D60A35">
      <w:pPr>
        <w:pStyle w:val="Body"/>
        <w:tabs>
          <w:tab w:val="decimal" w:leader="underscore" w:pos="9070"/>
        </w:tabs>
        <w:spacing w:line="360" w:lineRule="auto"/>
        <w:rPr>
          <w:sz w:val="22"/>
          <w:szCs w:val="22"/>
        </w:rPr>
      </w:pPr>
    </w:p>
    <w:p w14:paraId="79141773" w14:textId="2125D119" w:rsidR="00B125E3" w:rsidRPr="00CF5AEE" w:rsidRDefault="00B125E3" w:rsidP="00EC5ED2">
      <w:pPr>
        <w:pStyle w:val="Body"/>
        <w:numPr>
          <w:ilvl w:val="0"/>
          <w:numId w:val="13"/>
        </w:numPr>
        <w:rPr>
          <w:sz w:val="22"/>
          <w:szCs w:val="22"/>
        </w:rPr>
      </w:pPr>
      <w:r w:rsidRPr="00CF5AEE">
        <w:rPr>
          <w:sz w:val="22"/>
          <w:szCs w:val="22"/>
        </w:rPr>
        <w:t xml:space="preserve">From the review of the "Design Brief" what Outcomes would a Designer assess about a project? (list 3 points) </w:t>
      </w:r>
    </w:p>
    <w:p w14:paraId="08330298" w14:textId="1A4D0D2C" w:rsidR="00900370" w:rsidRPr="00CF5AEE" w:rsidRDefault="00900370" w:rsidP="00900370">
      <w:pPr>
        <w:pStyle w:val="Body"/>
        <w:pBdr>
          <w:top w:val="single" w:sz="4" w:space="1" w:color="2D739F"/>
          <w:left w:val="single" w:sz="4" w:space="4" w:color="2D739F"/>
          <w:bottom w:val="single" w:sz="4" w:space="1" w:color="2D739F"/>
          <w:right w:val="single" w:sz="4" w:space="4" w:color="2D739F"/>
        </w:pBdr>
        <w:ind w:left="284"/>
        <w:rPr>
          <w:sz w:val="22"/>
          <w:szCs w:val="22"/>
          <w:lang w:val="en"/>
        </w:rPr>
      </w:pPr>
    </w:p>
    <w:p w14:paraId="18FF0E0E" w14:textId="06F871DD" w:rsidR="00900370" w:rsidRPr="00CF5AEE" w:rsidRDefault="00900370" w:rsidP="00900370">
      <w:pPr>
        <w:pStyle w:val="Body"/>
        <w:pBdr>
          <w:top w:val="single" w:sz="4" w:space="1" w:color="2D739F"/>
          <w:left w:val="single" w:sz="4" w:space="4" w:color="2D739F"/>
          <w:bottom w:val="single" w:sz="4" w:space="1" w:color="2D739F"/>
          <w:right w:val="single" w:sz="4" w:space="4" w:color="2D739F"/>
        </w:pBdr>
        <w:ind w:left="284"/>
        <w:rPr>
          <w:sz w:val="22"/>
          <w:szCs w:val="22"/>
          <w:lang w:val="en"/>
        </w:rPr>
      </w:pPr>
    </w:p>
    <w:p w14:paraId="0434D7A6" w14:textId="6D86C046" w:rsidR="00900370" w:rsidRPr="00CF5AEE" w:rsidRDefault="00900370" w:rsidP="00900370">
      <w:pPr>
        <w:pStyle w:val="Body"/>
        <w:pBdr>
          <w:top w:val="single" w:sz="4" w:space="1" w:color="2D739F"/>
          <w:left w:val="single" w:sz="4" w:space="4" w:color="2D739F"/>
          <w:bottom w:val="single" w:sz="4" w:space="1" w:color="2D739F"/>
          <w:right w:val="single" w:sz="4" w:space="4" w:color="2D739F"/>
        </w:pBdr>
        <w:ind w:left="284"/>
        <w:rPr>
          <w:sz w:val="22"/>
          <w:szCs w:val="22"/>
          <w:lang w:val="en"/>
        </w:rPr>
      </w:pPr>
    </w:p>
    <w:p w14:paraId="658B2654" w14:textId="77777777" w:rsidR="00900370" w:rsidRPr="00CF5AEE" w:rsidRDefault="00900370" w:rsidP="00900370">
      <w:pPr>
        <w:pStyle w:val="Body"/>
        <w:pBdr>
          <w:top w:val="single" w:sz="4" w:space="1" w:color="2D739F"/>
          <w:left w:val="single" w:sz="4" w:space="4" w:color="2D739F"/>
          <w:bottom w:val="single" w:sz="4" w:space="1" w:color="2D739F"/>
          <w:right w:val="single" w:sz="4" w:space="4" w:color="2D739F"/>
        </w:pBdr>
        <w:ind w:left="284"/>
        <w:rPr>
          <w:sz w:val="22"/>
          <w:szCs w:val="22"/>
          <w:lang w:val="en"/>
        </w:rPr>
      </w:pPr>
    </w:p>
    <w:p w14:paraId="03B79542" w14:textId="77777777" w:rsidR="001F29A5" w:rsidRPr="00CF5AEE" w:rsidRDefault="001F29A5" w:rsidP="00D60A35">
      <w:pPr>
        <w:pStyle w:val="Body"/>
        <w:tabs>
          <w:tab w:val="decimal" w:leader="underscore" w:pos="9070"/>
        </w:tabs>
        <w:spacing w:line="360" w:lineRule="auto"/>
        <w:rPr>
          <w:sz w:val="22"/>
          <w:szCs w:val="22"/>
        </w:rPr>
      </w:pPr>
    </w:p>
    <w:p w14:paraId="499A4790" w14:textId="24587BCB" w:rsidR="00EC5ED2" w:rsidRPr="00CF5AEE" w:rsidRDefault="00EC5ED2" w:rsidP="00EC5ED2">
      <w:pPr>
        <w:pStyle w:val="Body"/>
        <w:numPr>
          <w:ilvl w:val="0"/>
          <w:numId w:val="14"/>
        </w:numPr>
        <w:rPr>
          <w:sz w:val="22"/>
          <w:szCs w:val="22"/>
        </w:rPr>
      </w:pPr>
      <w:r w:rsidRPr="00CF5AEE">
        <w:rPr>
          <w:sz w:val="22"/>
          <w:szCs w:val="22"/>
        </w:rPr>
        <w:t xml:space="preserve">Provide an example of an open question that a designer would ask a </w:t>
      </w:r>
      <w:r w:rsidR="00640F27" w:rsidRPr="00CF5AEE">
        <w:rPr>
          <w:sz w:val="22"/>
          <w:szCs w:val="22"/>
        </w:rPr>
        <w:t>client about a design</w:t>
      </w:r>
      <w:r w:rsidRPr="00CF5AEE">
        <w:rPr>
          <w:sz w:val="22"/>
          <w:szCs w:val="22"/>
        </w:rPr>
        <w:t>.</w:t>
      </w:r>
    </w:p>
    <w:p w14:paraId="3EB84956" w14:textId="77777777" w:rsidR="00EC5ED2" w:rsidRPr="00CF5AEE" w:rsidRDefault="00EC5ED2" w:rsidP="00EC5ED2">
      <w:pPr>
        <w:pStyle w:val="Body"/>
        <w:pBdr>
          <w:top w:val="single" w:sz="4" w:space="1" w:color="2D739F"/>
          <w:left w:val="single" w:sz="4" w:space="4" w:color="2D739F"/>
          <w:bottom w:val="single" w:sz="4" w:space="1" w:color="2D739F"/>
          <w:right w:val="single" w:sz="4" w:space="4" w:color="2D739F"/>
        </w:pBdr>
        <w:ind w:left="360"/>
        <w:rPr>
          <w:sz w:val="22"/>
          <w:szCs w:val="22"/>
        </w:rPr>
      </w:pPr>
    </w:p>
    <w:p w14:paraId="3EE242E8" w14:textId="77777777" w:rsidR="00EC5ED2" w:rsidRPr="00CF5AEE" w:rsidRDefault="00EC5ED2" w:rsidP="00EC5ED2">
      <w:pPr>
        <w:pStyle w:val="Body"/>
        <w:pBdr>
          <w:top w:val="single" w:sz="4" w:space="1" w:color="2D739F"/>
          <w:left w:val="single" w:sz="4" w:space="4" w:color="2D739F"/>
          <w:bottom w:val="single" w:sz="4" w:space="1" w:color="2D739F"/>
          <w:right w:val="single" w:sz="4" w:space="4" w:color="2D739F"/>
        </w:pBdr>
        <w:ind w:left="360"/>
        <w:rPr>
          <w:sz w:val="22"/>
          <w:szCs w:val="22"/>
        </w:rPr>
      </w:pPr>
    </w:p>
    <w:p w14:paraId="092D8FE2" w14:textId="77777777" w:rsidR="00EC5ED2" w:rsidRPr="00CF5AEE" w:rsidRDefault="00EC5ED2" w:rsidP="00EC5ED2">
      <w:pPr>
        <w:pStyle w:val="Body"/>
        <w:pBdr>
          <w:top w:val="single" w:sz="4" w:space="1" w:color="2D739F"/>
          <w:left w:val="single" w:sz="4" w:space="4" w:color="2D739F"/>
          <w:bottom w:val="single" w:sz="4" w:space="1" w:color="2D739F"/>
          <w:right w:val="single" w:sz="4" w:space="4" w:color="2D739F"/>
        </w:pBdr>
        <w:ind w:left="360"/>
        <w:rPr>
          <w:sz w:val="22"/>
          <w:szCs w:val="22"/>
        </w:rPr>
      </w:pPr>
    </w:p>
    <w:p w14:paraId="33F57D29" w14:textId="77777777" w:rsidR="00EC5ED2" w:rsidRPr="00CF5AEE" w:rsidRDefault="00EC5ED2" w:rsidP="00EC5ED2">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45C3A99D" w14:textId="07E9603E" w:rsidR="0029371C" w:rsidRPr="00CF5AEE" w:rsidRDefault="0029371C">
      <w:pPr>
        <w:tabs>
          <w:tab w:val="clear" w:pos="284"/>
        </w:tabs>
        <w:spacing w:before="0" w:after="200" w:line="276" w:lineRule="auto"/>
        <w:rPr>
          <w:sz w:val="22"/>
          <w:szCs w:val="22"/>
        </w:rPr>
      </w:pPr>
      <w:r w:rsidRPr="00CF5AEE">
        <w:rPr>
          <w:sz w:val="22"/>
          <w:szCs w:val="22"/>
        </w:rPr>
        <w:br w:type="page"/>
      </w:r>
    </w:p>
    <w:p w14:paraId="1F1DD8FB" w14:textId="77777777" w:rsidR="00F17A08" w:rsidRPr="00CF5AEE" w:rsidRDefault="00F17A08" w:rsidP="00D60A35">
      <w:pPr>
        <w:pStyle w:val="Body"/>
        <w:tabs>
          <w:tab w:val="decimal" w:leader="underscore" w:pos="9070"/>
        </w:tabs>
        <w:spacing w:line="360" w:lineRule="auto"/>
        <w:rPr>
          <w:sz w:val="22"/>
          <w:szCs w:val="22"/>
        </w:rPr>
      </w:pPr>
    </w:p>
    <w:p w14:paraId="24C82F5B" w14:textId="339360A0" w:rsidR="00F17A08" w:rsidRPr="00CF5AEE" w:rsidRDefault="00225E71" w:rsidP="00225E71">
      <w:pPr>
        <w:pStyle w:val="Body"/>
        <w:numPr>
          <w:ilvl w:val="0"/>
          <w:numId w:val="15"/>
        </w:numPr>
        <w:rPr>
          <w:sz w:val="22"/>
          <w:szCs w:val="22"/>
        </w:rPr>
      </w:pPr>
      <w:r w:rsidRPr="00CF5AEE">
        <w:rPr>
          <w:sz w:val="22"/>
          <w:szCs w:val="22"/>
        </w:rPr>
        <w:t>Identify why a designer would need to seek specialist legal expertise on a project,</w:t>
      </w:r>
      <w:r w:rsidR="0029371C" w:rsidRPr="00CF5AEE">
        <w:rPr>
          <w:sz w:val="22"/>
          <w:szCs w:val="22"/>
        </w:rPr>
        <w:t xml:space="preserve"> and then indicate</w:t>
      </w:r>
      <w:r w:rsidRPr="00CF5AEE">
        <w:rPr>
          <w:sz w:val="22"/>
          <w:szCs w:val="22"/>
        </w:rPr>
        <w:t xml:space="preserve"> what action would need to be taken</w:t>
      </w:r>
      <w:r w:rsidR="0029371C" w:rsidRPr="00CF5AEE">
        <w:rPr>
          <w:sz w:val="22"/>
          <w:szCs w:val="22"/>
        </w:rPr>
        <w:t xml:space="preserve"> in each instance</w:t>
      </w:r>
      <w:r w:rsidRPr="00CF5AEE">
        <w:rPr>
          <w:sz w:val="22"/>
          <w:szCs w:val="22"/>
        </w:rPr>
        <w:t xml:space="preserve"> (Give 2 examples of each)</w:t>
      </w:r>
    </w:p>
    <w:p w14:paraId="6F335CB2" w14:textId="04571554" w:rsidR="00225E71" w:rsidRPr="00CF5AEE" w:rsidRDefault="00225E71" w:rsidP="00225E71">
      <w:pPr>
        <w:pStyle w:val="Body"/>
        <w:pBdr>
          <w:top w:val="single" w:sz="4" w:space="1" w:color="2D739F"/>
          <w:left w:val="single" w:sz="4" w:space="4" w:color="2D739F"/>
          <w:bottom w:val="single" w:sz="4" w:space="1" w:color="2D739F"/>
          <w:right w:val="single" w:sz="4" w:space="4" w:color="2D739F"/>
        </w:pBdr>
        <w:ind w:left="360"/>
        <w:rPr>
          <w:sz w:val="22"/>
          <w:szCs w:val="22"/>
          <w:lang w:val="en"/>
        </w:rPr>
      </w:pPr>
      <w:r w:rsidRPr="00CF5AEE">
        <w:rPr>
          <w:sz w:val="22"/>
          <w:szCs w:val="22"/>
          <w:lang w:val="en"/>
        </w:rPr>
        <w:t>Advice</w:t>
      </w:r>
      <w:r w:rsidRPr="00CF5AEE">
        <w:rPr>
          <w:sz w:val="22"/>
          <w:szCs w:val="22"/>
          <w:lang w:val="en"/>
        </w:rPr>
        <w:tab/>
      </w:r>
      <w:r w:rsidRPr="00CF5AEE">
        <w:rPr>
          <w:sz w:val="22"/>
          <w:szCs w:val="22"/>
          <w:lang w:val="en"/>
        </w:rPr>
        <w:tab/>
      </w:r>
      <w:r w:rsidRPr="00CF5AEE">
        <w:rPr>
          <w:sz w:val="22"/>
          <w:szCs w:val="22"/>
          <w:lang w:val="en"/>
        </w:rPr>
        <w:tab/>
      </w:r>
      <w:r w:rsidRPr="00CF5AEE">
        <w:rPr>
          <w:sz w:val="22"/>
          <w:szCs w:val="22"/>
          <w:lang w:val="en"/>
        </w:rPr>
        <w:tab/>
      </w:r>
      <w:r w:rsidRPr="00CF5AEE">
        <w:rPr>
          <w:sz w:val="22"/>
          <w:szCs w:val="22"/>
          <w:lang w:val="en"/>
        </w:rPr>
        <w:tab/>
      </w:r>
      <w:r w:rsidRPr="00CF5AEE">
        <w:rPr>
          <w:sz w:val="22"/>
          <w:szCs w:val="22"/>
          <w:lang w:val="en"/>
        </w:rPr>
        <w:tab/>
      </w:r>
      <w:r w:rsidRPr="00CF5AEE">
        <w:rPr>
          <w:sz w:val="22"/>
          <w:szCs w:val="22"/>
          <w:lang w:val="en"/>
        </w:rPr>
        <w:tab/>
      </w:r>
      <w:r w:rsidRPr="00CF5AEE">
        <w:rPr>
          <w:sz w:val="22"/>
          <w:szCs w:val="22"/>
          <w:lang w:val="en"/>
        </w:rPr>
        <w:tab/>
        <w:t>Action</w:t>
      </w:r>
    </w:p>
    <w:p w14:paraId="1BD9EF7D" w14:textId="368CED53" w:rsidR="00900370" w:rsidRPr="00CF5AEE" w:rsidRDefault="00900370" w:rsidP="00225E71">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448EB9D8" w14:textId="1F2EF9D6" w:rsidR="00F17A08" w:rsidRPr="00CF5AEE" w:rsidRDefault="00F17A08" w:rsidP="00900370">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68333BCA" w14:textId="3DA88DD7" w:rsidR="00900370" w:rsidRPr="00CF5AEE" w:rsidRDefault="00900370" w:rsidP="00900370">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06563CF0" w14:textId="77777777" w:rsidR="00900370" w:rsidRPr="00CF5AEE" w:rsidRDefault="00900370" w:rsidP="00900370">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327C7B8C" w14:textId="77777777" w:rsidR="00F17A08" w:rsidRPr="00CF5AEE" w:rsidRDefault="00F17A08" w:rsidP="00F17A08">
      <w:pPr>
        <w:rPr>
          <w:sz w:val="22"/>
          <w:szCs w:val="22"/>
        </w:rPr>
      </w:pPr>
    </w:p>
    <w:p w14:paraId="5B679818" w14:textId="19159546" w:rsidR="00225E71" w:rsidRPr="00CF5AEE" w:rsidRDefault="00225E71" w:rsidP="004B2B77">
      <w:pPr>
        <w:pStyle w:val="Body"/>
        <w:numPr>
          <w:ilvl w:val="0"/>
          <w:numId w:val="15"/>
        </w:numPr>
        <w:rPr>
          <w:sz w:val="22"/>
          <w:szCs w:val="22"/>
        </w:rPr>
      </w:pPr>
      <w:r w:rsidRPr="00CF5AEE">
        <w:rPr>
          <w:sz w:val="22"/>
          <w:szCs w:val="22"/>
        </w:rPr>
        <w:t>How are inclusions, cost and parameters of Design services documented in a contract?</w:t>
      </w:r>
    </w:p>
    <w:p w14:paraId="46C19CBE"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p>
    <w:p w14:paraId="0CA70D2D"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p>
    <w:p w14:paraId="7FB13D41"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p>
    <w:p w14:paraId="4D87D282"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6EA3B4A4" w14:textId="77777777" w:rsidR="00F17A08" w:rsidRPr="00CF5AEE" w:rsidRDefault="00F17A08" w:rsidP="00F17A08">
      <w:pPr>
        <w:rPr>
          <w:sz w:val="22"/>
          <w:szCs w:val="22"/>
        </w:rPr>
      </w:pPr>
    </w:p>
    <w:p w14:paraId="12A21EE3" w14:textId="77777777" w:rsidR="00F17A08" w:rsidRPr="00CF5AEE" w:rsidRDefault="00F17A08" w:rsidP="00F17A08">
      <w:pPr>
        <w:pStyle w:val="Body"/>
        <w:tabs>
          <w:tab w:val="decimal" w:leader="underscore" w:pos="9070"/>
        </w:tabs>
        <w:spacing w:line="360" w:lineRule="auto"/>
        <w:rPr>
          <w:sz w:val="22"/>
          <w:szCs w:val="22"/>
        </w:rPr>
      </w:pPr>
    </w:p>
    <w:p w14:paraId="70879911" w14:textId="1383BCB2" w:rsidR="00F17A08" w:rsidRPr="00CF5AEE" w:rsidRDefault="00F17A08" w:rsidP="00F17A08">
      <w:pPr>
        <w:pStyle w:val="Body"/>
        <w:numPr>
          <w:ilvl w:val="0"/>
          <w:numId w:val="15"/>
        </w:numPr>
        <w:rPr>
          <w:sz w:val="22"/>
          <w:szCs w:val="22"/>
        </w:rPr>
      </w:pPr>
      <w:r w:rsidRPr="00CF5AEE">
        <w:rPr>
          <w:sz w:val="22"/>
          <w:szCs w:val="22"/>
        </w:rPr>
        <w:t xml:space="preserve">Describe what is included in a set of terms and conditions for a contract. </w:t>
      </w:r>
    </w:p>
    <w:p w14:paraId="1D0820A2" w14:textId="19A6BFB6"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r w:rsidRPr="00CF5AEE">
        <w:rPr>
          <w:sz w:val="22"/>
          <w:szCs w:val="22"/>
        </w:rPr>
        <w:t xml:space="preserve">Terms: </w:t>
      </w:r>
    </w:p>
    <w:p w14:paraId="5BD89947"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p>
    <w:p w14:paraId="1F7D1C00" w14:textId="22E10083"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r w:rsidRPr="00CF5AEE">
        <w:rPr>
          <w:sz w:val="22"/>
          <w:szCs w:val="22"/>
        </w:rPr>
        <w:t xml:space="preserve">Conditions: </w:t>
      </w:r>
    </w:p>
    <w:p w14:paraId="1DA7F25C"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rPr>
      </w:pPr>
    </w:p>
    <w:p w14:paraId="4F097C67" w14:textId="77777777" w:rsidR="00F17A08" w:rsidRPr="00CF5AEE" w:rsidRDefault="00F17A08" w:rsidP="00F17A08">
      <w:pPr>
        <w:pStyle w:val="Body"/>
        <w:pBdr>
          <w:top w:val="single" w:sz="4" w:space="1" w:color="2D739F"/>
          <w:left w:val="single" w:sz="4" w:space="4" w:color="2D739F"/>
          <w:bottom w:val="single" w:sz="4" w:space="1" w:color="2D739F"/>
          <w:right w:val="single" w:sz="4" w:space="4" w:color="2D739F"/>
        </w:pBdr>
        <w:ind w:left="360"/>
        <w:rPr>
          <w:sz w:val="22"/>
          <w:szCs w:val="22"/>
          <w:lang w:val="en"/>
        </w:rPr>
      </w:pPr>
    </w:p>
    <w:p w14:paraId="39F6521C" w14:textId="77777777" w:rsidR="00F17A08" w:rsidRPr="00CF5AEE" w:rsidRDefault="00F17A08" w:rsidP="00F17A08">
      <w:pPr>
        <w:rPr>
          <w:sz w:val="22"/>
          <w:szCs w:val="22"/>
        </w:rPr>
      </w:pPr>
    </w:p>
    <w:p w14:paraId="4AAA30A5" w14:textId="77777777" w:rsidR="00CF5AEE" w:rsidRDefault="00CF5AEE" w:rsidP="00D60A35">
      <w:pPr>
        <w:pStyle w:val="Body"/>
        <w:tabs>
          <w:tab w:val="decimal" w:leader="underscore" w:pos="9070"/>
        </w:tabs>
        <w:spacing w:line="360" w:lineRule="auto"/>
      </w:pPr>
    </w:p>
    <w:p w14:paraId="1E825A8D" w14:textId="77777777" w:rsidR="00CF5AEE" w:rsidRDefault="00CF5AEE">
      <w:pPr>
        <w:tabs>
          <w:tab w:val="clear" w:pos="284"/>
        </w:tabs>
        <w:spacing w:before="0" w:after="200" w:line="276" w:lineRule="auto"/>
      </w:pPr>
      <w:r>
        <w:br w:type="page"/>
      </w:r>
    </w:p>
    <w:p w14:paraId="18E5D864" w14:textId="5B20EEC8" w:rsidR="00D977EB" w:rsidRDefault="001F29A5" w:rsidP="000412B1">
      <w:pPr>
        <w:pStyle w:val="Heading2"/>
      </w:pPr>
      <w:r w:rsidRPr="000412B1">
        <w:lastRenderedPageBreak/>
        <w:t xml:space="preserve">Part </w:t>
      </w:r>
      <w:r w:rsidR="00D60A35">
        <w:t>2</w:t>
      </w:r>
      <w:r w:rsidRPr="000412B1">
        <w:t>: Assessment Feedback</w:t>
      </w:r>
    </w:p>
    <w:p w14:paraId="18E5D865" w14:textId="77777777" w:rsidR="00A60C54" w:rsidRDefault="001F29A5"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8E5D866" w14:textId="77777777" w:rsidR="00A60C54" w:rsidRDefault="001F29A5" w:rsidP="00A60C54">
      <w:pPr>
        <w:pStyle w:val="Heading3"/>
      </w:pPr>
      <w:r>
        <w:t>Assessment outcome</w:t>
      </w:r>
    </w:p>
    <w:p w14:paraId="18E5D867" w14:textId="77777777" w:rsidR="00A60C54" w:rsidRDefault="009B4537" w:rsidP="00A60C54">
      <w:sdt>
        <w:sdtPr>
          <w:id w:val="-231164987"/>
          <w14:checkbox>
            <w14:checked w14:val="0"/>
            <w14:checkedState w14:val="2612" w14:font="MS Gothic"/>
            <w14:uncheckedState w14:val="2610" w14:font="MS Gothic"/>
          </w14:checkbox>
        </w:sdtPr>
        <w:sdtEndPr/>
        <w:sdtContent>
          <w:r w:rsidR="001F29A5">
            <w:rPr>
              <w:rFonts w:ascii="MS Gothic" w:eastAsia="MS Gothic" w:hAnsi="MS Gothic" w:hint="eastAsia"/>
            </w:rPr>
            <w:t>☐</w:t>
          </w:r>
        </w:sdtContent>
      </w:sdt>
      <w:r w:rsidR="001F29A5">
        <w:t xml:space="preserve"> Satisfactory</w:t>
      </w:r>
    </w:p>
    <w:p w14:paraId="18E5D868" w14:textId="77777777" w:rsidR="00A60C54" w:rsidRPr="00A7239E" w:rsidRDefault="009B4537" w:rsidP="00A60C54">
      <w:pPr>
        <w:rPr>
          <w:lang w:eastAsia="en-AU"/>
        </w:rPr>
      </w:pPr>
      <w:sdt>
        <w:sdtPr>
          <w:id w:val="356084546"/>
          <w14:checkbox>
            <w14:checked w14:val="0"/>
            <w14:checkedState w14:val="2612" w14:font="MS Gothic"/>
            <w14:uncheckedState w14:val="2610" w14:font="MS Gothic"/>
          </w14:checkbox>
        </w:sdtPr>
        <w:sdtEndPr/>
        <w:sdtContent>
          <w:r w:rsidR="001F29A5">
            <w:rPr>
              <w:rFonts w:ascii="MS Gothic" w:eastAsia="MS Gothic" w:hAnsi="MS Gothic" w:hint="eastAsia"/>
            </w:rPr>
            <w:t>☐</w:t>
          </w:r>
        </w:sdtContent>
      </w:sdt>
      <w:r w:rsidR="001F29A5">
        <w:t xml:space="preserve"> Unsatisfactory</w:t>
      </w:r>
    </w:p>
    <w:p w14:paraId="18E5D869" w14:textId="77777777" w:rsidR="00A60C54" w:rsidRDefault="001F29A5" w:rsidP="00A60C54">
      <w:pPr>
        <w:pStyle w:val="Heading3"/>
      </w:pPr>
      <w:r>
        <w:t>Assessor Feedback</w:t>
      </w:r>
    </w:p>
    <w:p w14:paraId="18E5D86A" w14:textId="77777777" w:rsidR="00A60C54" w:rsidRDefault="009B4537" w:rsidP="00A60C54">
      <w:pPr>
        <w:rPr>
          <w:sz w:val="22"/>
          <w:szCs w:val="22"/>
        </w:rPr>
      </w:pPr>
      <w:sdt>
        <w:sdtPr>
          <w:id w:val="2141906576"/>
          <w14:checkbox>
            <w14:checked w14:val="0"/>
            <w14:checkedState w14:val="2612" w14:font="MS Gothic"/>
            <w14:uncheckedState w14:val="2610" w14:font="MS Gothic"/>
          </w14:checkbox>
        </w:sdtPr>
        <w:sdtEndPr/>
        <w:sdtContent>
          <w:r w:rsidR="001F29A5">
            <w:rPr>
              <w:rFonts w:ascii="MS Gothic" w:eastAsia="MS Gothic" w:hAnsi="MS Gothic" w:hint="eastAsia"/>
            </w:rPr>
            <w:t>☐</w:t>
          </w:r>
        </w:sdtContent>
      </w:sdt>
      <w:r w:rsidR="001F29A5">
        <w:t xml:space="preserve"> Was the assessment event successfully completed?</w:t>
      </w:r>
    </w:p>
    <w:p w14:paraId="18E5D86B" w14:textId="77777777" w:rsidR="00A60C54" w:rsidRDefault="009B4537" w:rsidP="00A60C54">
      <w:pPr>
        <w:rPr>
          <w:sz w:val="22"/>
          <w:szCs w:val="22"/>
        </w:rPr>
      </w:pPr>
      <w:sdt>
        <w:sdtPr>
          <w:id w:val="-1118449215"/>
          <w14:checkbox>
            <w14:checked w14:val="0"/>
            <w14:checkedState w14:val="2612" w14:font="MS Gothic"/>
            <w14:uncheckedState w14:val="2610" w14:font="MS Gothic"/>
          </w14:checkbox>
        </w:sdtPr>
        <w:sdtEndPr/>
        <w:sdtContent>
          <w:r w:rsidR="001F29A5">
            <w:rPr>
              <w:rFonts w:ascii="MS Gothic" w:eastAsia="MS Gothic" w:hAnsi="MS Gothic" w:hint="eastAsia"/>
            </w:rPr>
            <w:t>☐</w:t>
          </w:r>
        </w:sdtContent>
      </w:sdt>
      <w:r w:rsidR="001F29A5">
        <w:t xml:space="preserve"> If no, was the resubmission/re-assessment successfully completed?</w:t>
      </w:r>
    </w:p>
    <w:p w14:paraId="18E5D86C" w14:textId="77777777" w:rsidR="00A60C54" w:rsidRPr="00A7239E" w:rsidRDefault="009B4537" w:rsidP="00A60C54">
      <w:sdt>
        <w:sdtPr>
          <w:id w:val="284931228"/>
          <w14:checkbox>
            <w14:checked w14:val="0"/>
            <w14:checkedState w14:val="2612" w14:font="MS Gothic"/>
            <w14:uncheckedState w14:val="2610" w14:font="MS Gothic"/>
          </w14:checkbox>
        </w:sdtPr>
        <w:sdtEndPr/>
        <w:sdtContent>
          <w:r w:rsidR="001F29A5">
            <w:rPr>
              <w:rFonts w:ascii="MS Gothic" w:eastAsia="MS Gothic" w:hAnsi="MS Gothic" w:hint="eastAsia"/>
            </w:rPr>
            <w:t>☐</w:t>
          </w:r>
        </w:sdtContent>
      </w:sdt>
      <w:r w:rsidR="001F29A5">
        <w:t xml:space="preserve"> Was reasonable adjustment in place for this assessment event?</w:t>
      </w:r>
      <w:r w:rsidR="001F29A5">
        <w:br/>
      </w:r>
      <w:r w:rsidR="001F29A5">
        <w:rPr>
          <w:i/>
          <w:color w:val="A6A6A6" w:themeColor="background1" w:themeShade="A6"/>
        </w:rPr>
        <w:t>If yes, ensure it is detailed on the assessment document.</w:t>
      </w:r>
    </w:p>
    <w:p w14:paraId="18E5D86D" w14:textId="77777777" w:rsidR="00A60C54" w:rsidRDefault="001F29A5"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8E5D86E" w14:textId="77777777" w:rsidR="00A60C54" w:rsidRPr="00A7239E" w:rsidRDefault="009B453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8E5D86F" w14:textId="77777777" w:rsidR="00A60C54" w:rsidRDefault="001F29A5" w:rsidP="00A60C54">
      <w:pPr>
        <w:pStyle w:val="Heading3"/>
        <w:rPr>
          <w:i/>
          <w:color w:val="808080" w:themeColor="background1" w:themeShade="80"/>
        </w:rPr>
      </w:pPr>
      <w:r>
        <w:t>Assessor name, signature and date:</w:t>
      </w:r>
    </w:p>
    <w:p w14:paraId="18E5D870" w14:textId="77777777" w:rsidR="00A60C54" w:rsidRDefault="009B453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8E5D871" w14:textId="77777777" w:rsidR="00A60C54" w:rsidRPr="00A7239E" w:rsidRDefault="009B453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8E5D872" w14:textId="77777777" w:rsidR="00A60C54" w:rsidRDefault="001F29A5" w:rsidP="00A60C54">
      <w:pPr>
        <w:pStyle w:val="Heading3"/>
        <w:rPr>
          <w:i/>
          <w:color w:val="808080" w:themeColor="background1" w:themeShade="80"/>
        </w:rPr>
      </w:pPr>
      <w:r w:rsidRPr="00492E16">
        <w:t>Student acknowledgement of assessment outcome</w:t>
      </w:r>
    </w:p>
    <w:p w14:paraId="18E5D873" w14:textId="77777777" w:rsidR="00A60C54" w:rsidRDefault="001F29A5"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8E5D874" w14:textId="77777777" w:rsidR="00A60C54" w:rsidRPr="00A7239E" w:rsidRDefault="009B453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8E5D875" w14:textId="77777777" w:rsidR="00A60C54" w:rsidRDefault="001F29A5" w:rsidP="00A60C54">
      <w:pPr>
        <w:pStyle w:val="Heading3"/>
        <w:rPr>
          <w:i/>
          <w:color w:val="808080" w:themeColor="background1" w:themeShade="80"/>
        </w:rPr>
      </w:pPr>
      <w:r w:rsidRPr="00492E16">
        <w:t>Student name, signature and date</w:t>
      </w:r>
    </w:p>
    <w:p w14:paraId="18E5D876" w14:textId="77777777" w:rsidR="00A60C54" w:rsidRDefault="009B453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8E5D877" w14:textId="77777777" w:rsidR="00A60C54" w:rsidRPr="00A7239E" w:rsidRDefault="009B453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8E5D878" w14:textId="77777777" w:rsidR="00A60C54" w:rsidRPr="000D179A" w:rsidRDefault="001F29A5"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60C54" w:rsidRPr="000D179A"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ECE43" w14:textId="77777777" w:rsidR="001D5260" w:rsidRDefault="001D5260">
      <w:pPr>
        <w:spacing w:before="0" w:after="0" w:line="240" w:lineRule="auto"/>
      </w:pPr>
      <w:r>
        <w:separator/>
      </w:r>
    </w:p>
  </w:endnote>
  <w:endnote w:type="continuationSeparator" w:id="0">
    <w:p w14:paraId="133C2D5F" w14:textId="77777777" w:rsidR="001D5260" w:rsidRDefault="001D526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D87D" w14:textId="77777777" w:rsidR="00CC4677" w:rsidRPr="004820C4" w:rsidRDefault="009B4537" w:rsidP="0002323C">
    <w:pPr>
      <w:pStyle w:val="Footer-DocumentTitleLeft"/>
    </w:pPr>
  </w:p>
  <w:p w14:paraId="18E5D87E" w14:textId="77777777" w:rsidR="00CC4677" w:rsidRDefault="001F29A5"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8E5D87F" w14:textId="77777777" w:rsidR="00CC4677" w:rsidRPr="0006452B" w:rsidRDefault="009B4537" w:rsidP="00EE3A11"/>
  <w:p w14:paraId="18E5D880" w14:textId="77777777" w:rsidR="00BA0812" w:rsidRDefault="009B453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D881" w14:textId="66033F8C" w:rsidR="00BA0812" w:rsidRDefault="001F29A5" w:rsidP="00BD7E36">
    <w:pPr>
      <w:pStyle w:val="Bodyfooter"/>
      <w:rPr>
        <w:noProof/>
      </w:rPr>
    </w:pPr>
    <w:r w:rsidRPr="008D467A">
      <w:t>Document title</w:t>
    </w:r>
    <w:r>
      <w:t>:</w:t>
    </w:r>
    <w:r w:rsidR="00BA00C2">
      <w:t xml:space="preserve"> </w:t>
    </w:r>
    <w:fldSimple w:instr=" FILENAME   \* MERGEFORMAT ">
      <w:r w:rsidR="00900370">
        <w:rPr>
          <w:noProof/>
        </w:rPr>
        <w:t>MSFID4022_AE_Kn_1of2</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B4537">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B4537">
      <w:rPr>
        <w:noProof/>
      </w:rPr>
      <w:t>15</w:t>
    </w:r>
    <w:r>
      <w:rPr>
        <w:noProof/>
      </w:rPr>
      <w:fldChar w:fldCharType="end"/>
    </w:r>
  </w:p>
  <w:p w14:paraId="18E5D882" w14:textId="0C31A819" w:rsidR="009A0ED8" w:rsidRDefault="001F29A5" w:rsidP="00BD7E36">
    <w:pPr>
      <w:pStyle w:val="Bodyfooter"/>
    </w:pPr>
    <w:r>
      <w:t>Resource ID:</w:t>
    </w:r>
    <w:r w:rsidR="00BA00C2">
      <w:t xml:space="preserve"> MRS_18_14_</w:t>
    </w:r>
    <w:r w:rsidR="00BA00C2" w:rsidRPr="00BA00C2">
      <w:rPr>
        <w:noProof/>
      </w:rPr>
      <w:t xml:space="preserve"> </w:t>
    </w:r>
    <w:r w:rsidR="00BA00C2">
      <w:rPr>
        <w:noProof/>
      </w:rPr>
      <w:t>MSFID4022_AE_Kn_1of2</w:t>
    </w:r>
    <w:r w:rsidR="00BA00C2">
      <w:t xml:space="preserve">           </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D885" w14:textId="77777777" w:rsidR="00AA3155" w:rsidRPr="008D467A" w:rsidRDefault="001F29A5"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8E5D886" w14:textId="77777777" w:rsidR="00AA3155" w:rsidRPr="008948B1" w:rsidRDefault="001F29A5"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8E5D887" w14:textId="77777777" w:rsidR="00CC4677" w:rsidRPr="00AA3155" w:rsidRDefault="009B4537" w:rsidP="00EE3A11">
    <w:pPr>
      <w:pStyle w:val="Footer"/>
    </w:pPr>
  </w:p>
  <w:p w14:paraId="18E5D888" w14:textId="77777777" w:rsidR="00BA0812" w:rsidRDefault="009B453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4595" w14:textId="77777777" w:rsidR="001D5260" w:rsidRDefault="001D5260">
      <w:pPr>
        <w:spacing w:before="0" w:after="0" w:line="240" w:lineRule="auto"/>
      </w:pPr>
      <w:r>
        <w:separator/>
      </w:r>
    </w:p>
  </w:footnote>
  <w:footnote w:type="continuationSeparator" w:id="0">
    <w:p w14:paraId="526CC84A" w14:textId="77777777" w:rsidR="001D5260" w:rsidRDefault="001D526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D87A" w14:textId="77777777" w:rsidR="00CC4677" w:rsidRDefault="009B4537" w:rsidP="00EE3A11"/>
  <w:p w14:paraId="18E5D87B" w14:textId="77777777" w:rsidR="00BA0812" w:rsidRDefault="009B453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D87C" w14:textId="77777777" w:rsidR="00BA0812" w:rsidRDefault="001F29A5" w:rsidP="00EE3A11">
    <w:pPr>
      <w:pStyle w:val="Header-SectionTitle"/>
    </w:pPr>
    <w:r>
      <w:rPr>
        <w:noProof/>
        <w:lang w:eastAsia="en-AU"/>
      </w:rPr>
      <w:tab/>
    </w:r>
    <w:r>
      <w:rPr>
        <w:noProof/>
        <w:lang w:eastAsia="en-AU"/>
      </w:rPr>
      <w:drawing>
        <wp:inline distT="0" distB="0" distL="0" distR="0" wp14:anchorId="18E5D889" wp14:editId="18E5D88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D883" w14:textId="77777777" w:rsidR="004238CB" w:rsidRDefault="009B4537" w:rsidP="00EE3A11">
    <w:pPr>
      <w:pStyle w:val="Header"/>
    </w:pPr>
  </w:p>
  <w:p w14:paraId="18E5D884" w14:textId="77777777" w:rsidR="00BA0812" w:rsidRDefault="009B453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75F48DA0">
      <w:start w:val="1"/>
      <w:numFmt w:val="bullet"/>
      <w:pStyle w:val="Bulletlist"/>
      <w:lvlText w:val=""/>
      <w:lvlJc w:val="left"/>
      <w:pPr>
        <w:ind w:left="720" w:hanging="360"/>
      </w:pPr>
      <w:rPr>
        <w:rFonts w:ascii="Symbol" w:hAnsi="Symbol" w:hint="default"/>
      </w:rPr>
    </w:lvl>
    <w:lvl w:ilvl="1" w:tplc="CE32EF04">
      <w:start w:val="1"/>
      <w:numFmt w:val="bullet"/>
      <w:lvlText w:val="o"/>
      <w:lvlJc w:val="left"/>
      <w:pPr>
        <w:ind w:left="1440" w:hanging="360"/>
      </w:pPr>
      <w:rPr>
        <w:rFonts w:ascii="Courier New" w:hAnsi="Courier New" w:cs="Courier New" w:hint="default"/>
      </w:rPr>
    </w:lvl>
    <w:lvl w:ilvl="2" w:tplc="FF367E18">
      <w:start w:val="1"/>
      <w:numFmt w:val="bullet"/>
      <w:lvlText w:val=""/>
      <w:lvlJc w:val="left"/>
      <w:pPr>
        <w:ind w:left="2160" w:hanging="360"/>
      </w:pPr>
      <w:rPr>
        <w:rFonts w:ascii="Wingdings" w:hAnsi="Wingdings" w:hint="default"/>
      </w:rPr>
    </w:lvl>
    <w:lvl w:ilvl="3" w:tplc="BB683838" w:tentative="1">
      <w:start w:val="1"/>
      <w:numFmt w:val="bullet"/>
      <w:lvlText w:val=""/>
      <w:lvlJc w:val="left"/>
      <w:pPr>
        <w:ind w:left="2880" w:hanging="360"/>
      </w:pPr>
      <w:rPr>
        <w:rFonts w:ascii="Symbol" w:hAnsi="Symbol" w:hint="default"/>
      </w:rPr>
    </w:lvl>
    <w:lvl w:ilvl="4" w:tplc="4704F608" w:tentative="1">
      <w:start w:val="1"/>
      <w:numFmt w:val="bullet"/>
      <w:lvlText w:val="o"/>
      <w:lvlJc w:val="left"/>
      <w:pPr>
        <w:ind w:left="3600" w:hanging="360"/>
      </w:pPr>
      <w:rPr>
        <w:rFonts w:ascii="Courier New" w:hAnsi="Courier New" w:cs="Courier New" w:hint="default"/>
      </w:rPr>
    </w:lvl>
    <w:lvl w:ilvl="5" w:tplc="32D8024C" w:tentative="1">
      <w:start w:val="1"/>
      <w:numFmt w:val="bullet"/>
      <w:lvlText w:val=""/>
      <w:lvlJc w:val="left"/>
      <w:pPr>
        <w:ind w:left="4320" w:hanging="360"/>
      </w:pPr>
      <w:rPr>
        <w:rFonts w:ascii="Wingdings" w:hAnsi="Wingdings" w:hint="default"/>
      </w:rPr>
    </w:lvl>
    <w:lvl w:ilvl="6" w:tplc="8796F862" w:tentative="1">
      <w:start w:val="1"/>
      <w:numFmt w:val="bullet"/>
      <w:lvlText w:val=""/>
      <w:lvlJc w:val="left"/>
      <w:pPr>
        <w:ind w:left="5040" w:hanging="360"/>
      </w:pPr>
      <w:rPr>
        <w:rFonts w:ascii="Symbol" w:hAnsi="Symbol" w:hint="default"/>
      </w:rPr>
    </w:lvl>
    <w:lvl w:ilvl="7" w:tplc="5E78B872" w:tentative="1">
      <w:start w:val="1"/>
      <w:numFmt w:val="bullet"/>
      <w:lvlText w:val="o"/>
      <w:lvlJc w:val="left"/>
      <w:pPr>
        <w:ind w:left="5760" w:hanging="360"/>
      </w:pPr>
      <w:rPr>
        <w:rFonts w:ascii="Courier New" w:hAnsi="Courier New" w:cs="Courier New" w:hint="default"/>
      </w:rPr>
    </w:lvl>
    <w:lvl w:ilvl="8" w:tplc="9740F79E" w:tentative="1">
      <w:start w:val="1"/>
      <w:numFmt w:val="bullet"/>
      <w:lvlText w:val=""/>
      <w:lvlJc w:val="left"/>
      <w:pPr>
        <w:ind w:left="6480" w:hanging="360"/>
      </w:pPr>
      <w:rPr>
        <w:rFonts w:ascii="Wingdings" w:hAnsi="Wingdings" w:hint="default"/>
      </w:rPr>
    </w:lvl>
  </w:abstractNum>
  <w:abstractNum w:abstractNumId="1" w15:restartNumberingAfterBreak="0">
    <w:nsid w:val="26DB68B4"/>
    <w:multiLevelType w:val="hybridMultilevel"/>
    <w:tmpl w:val="9A589656"/>
    <w:lvl w:ilvl="0" w:tplc="46B4E70C">
      <w:start w:val="3"/>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BB615FA"/>
    <w:multiLevelType w:val="hybridMultilevel"/>
    <w:tmpl w:val="F2DA347E"/>
    <w:lvl w:ilvl="0" w:tplc="37C046A0">
      <w:start w:val="1"/>
      <w:numFmt w:val="decimal"/>
      <w:pStyle w:val="ListNumber"/>
      <w:lvlText w:val="%1."/>
      <w:lvlJc w:val="left"/>
      <w:pPr>
        <w:ind w:left="720" w:hanging="360"/>
      </w:pPr>
      <w:rPr>
        <w:rFonts w:hint="default"/>
      </w:rPr>
    </w:lvl>
    <w:lvl w:ilvl="1" w:tplc="EE26E81E">
      <w:start w:val="1"/>
      <w:numFmt w:val="bullet"/>
      <w:lvlText w:val="o"/>
      <w:lvlJc w:val="left"/>
      <w:pPr>
        <w:ind w:left="1440" w:hanging="360"/>
      </w:pPr>
      <w:rPr>
        <w:rFonts w:ascii="Courier New" w:hAnsi="Courier New" w:cs="Courier New" w:hint="default"/>
      </w:rPr>
    </w:lvl>
    <w:lvl w:ilvl="2" w:tplc="88BE5184" w:tentative="1">
      <w:start w:val="1"/>
      <w:numFmt w:val="bullet"/>
      <w:lvlText w:val=""/>
      <w:lvlJc w:val="left"/>
      <w:pPr>
        <w:ind w:left="2160" w:hanging="360"/>
      </w:pPr>
      <w:rPr>
        <w:rFonts w:ascii="Wingdings" w:hAnsi="Wingdings" w:hint="default"/>
      </w:rPr>
    </w:lvl>
    <w:lvl w:ilvl="3" w:tplc="8B607B74" w:tentative="1">
      <w:start w:val="1"/>
      <w:numFmt w:val="bullet"/>
      <w:lvlText w:val=""/>
      <w:lvlJc w:val="left"/>
      <w:pPr>
        <w:ind w:left="2880" w:hanging="360"/>
      </w:pPr>
      <w:rPr>
        <w:rFonts w:ascii="Symbol" w:hAnsi="Symbol" w:hint="default"/>
      </w:rPr>
    </w:lvl>
    <w:lvl w:ilvl="4" w:tplc="985C7F9C" w:tentative="1">
      <w:start w:val="1"/>
      <w:numFmt w:val="bullet"/>
      <w:lvlText w:val="o"/>
      <w:lvlJc w:val="left"/>
      <w:pPr>
        <w:ind w:left="3600" w:hanging="360"/>
      </w:pPr>
      <w:rPr>
        <w:rFonts w:ascii="Courier New" w:hAnsi="Courier New" w:cs="Courier New" w:hint="default"/>
      </w:rPr>
    </w:lvl>
    <w:lvl w:ilvl="5" w:tplc="FB80FD1E" w:tentative="1">
      <w:start w:val="1"/>
      <w:numFmt w:val="bullet"/>
      <w:lvlText w:val=""/>
      <w:lvlJc w:val="left"/>
      <w:pPr>
        <w:ind w:left="4320" w:hanging="360"/>
      </w:pPr>
      <w:rPr>
        <w:rFonts w:ascii="Wingdings" w:hAnsi="Wingdings" w:hint="default"/>
      </w:rPr>
    </w:lvl>
    <w:lvl w:ilvl="6" w:tplc="EFBEE098" w:tentative="1">
      <w:start w:val="1"/>
      <w:numFmt w:val="bullet"/>
      <w:lvlText w:val=""/>
      <w:lvlJc w:val="left"/>
      <w:pPr>
        <w:ind w:left="5040" w:hanging="360"/>
      </w:pPr>
      <w:rPr>
        <w:rFonts w:ascii="Symbol" w:hAnsi="Symbol" w:hint="default"/>
      </w:rPr>
    </w:lvl>
    <w:lvl w:ilvl="7" w:tplc="DBD07962" w:tentative="1">
      <w:start w:val="1"/>
      <w:numFmt w:val="bullet"/>
      <w:lvlText w:val="o"/>
      <w:lvlJc w:val="left"/>
      <w:pPr>
        <w:ind w:left="5760" w:hanging="360"/>
      </w:pPr>
      <w:rPr>
        <w:rFonts w:ascii="Courier New" w:hAnsi="Courier New" w:cs="Courier New" w:hint="default"/>
      </w:rPr>
    </w:lvl>
    <w:lvl w:ilvl="8" w:tplc="36908576"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23A0F28"/>
    <w:multiLevelType w:val="hybridMultilevel"/>
    <w:tmpl w:val="DC1A810E"/>
    <w:lvl w:ilvl="0" w:tplc="7FF8DE18">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3AD3DEC"/>
    <w:multiLevelType w:val="hybridMultilevel"/>
    <w:tmpl w:val="37A0660C"/>
    <w:lvl w:ilvl="0" w:tplc="C096B5E6">
      <w:start w:val="1"/>
      <w:numFmt w:val="bullet"/>
      <w:pStyle w:val="Bulletslist"/>
      <w:lvlText w:val=""/>
      <w:lvlJc w:val="left"/>
      <w:pPr>
        <w:ind w:left="717" w:hanging="360"/>
      </w:pPr>
      <w:rPr>
        <w:rFonts w:ascii="Wingdings" w:hAnsi="Wingdings" w:hint="default"/>
      </w:rPr>
    </w:lvl>
    <w:lvl w:ilvl="1" w:tplc="C75A58F0">
      <w:start w:val="1"/>
      <w:numFmt w:val="bullet"/>
      <w:lvlText w:val="o"/>
      <w:lvlJc w:val="left"/>
      <w:pPr>
        <w:ind w:left="1440" w:hanging="360"/>
      </w:pPr>
      <w:rPr>
        <w:rFonts w:ascii="Courier New" w:hAnsi="Courier New" w:cs="Courier New" w:hint="default"/>
      </w:rPr>
    </w:lvl>
    <w:lvl w:ilvl="2" w:tplc="8BE8E9FE" w:tentative="1">
      <w:start w:val="1"/>
      <w:numFmt w:val="bullet"/>
      <w:lvlText w:val=""/>
      <w:lvlJc w:val="left"/>
      <w:pPr>
        <w:ind w:left="2160" w:hanging="360"/>
      </w:pPr>
      <w:rPr>
        <w:rFonts w:ascii="Wingdings" w:hAnsi="Wingdings" w:hint="default"/>
      </w:rPr>
    </w:lvl>
    <w:lvl w:ilvl="3" w:tplc="7BAE57D4" w:tentative="1">
      <w:start w:val="1"/>
      <w:numFmt w:val="bullet"/>
      <w:lvlText w:val=""/>
      <w:lvlJc w:val="left"/>
      <w:pPr>
        <w:ind w:left="2880" w:hanging="360"/>
      </w:pPr>
      <w:rPr>
        <w:rFonts w:ascii="Symbol" w:hAnsi="Symbol" w:hint="default"/>
      </w:rPr>
    </w:lvl>
    <w:lvl w:ilvl="4" w:tplc="EAE04AEC" w:tentative="1">
      <w:start w:val="1"/>
      <w:numFmt w:val="bullet"/>
      <w:lvlText w:val="o"/>
      <w:lvlJc w:val="left"/>
      <w:pPr>
        <w:ind w:left="3600" w:hanging="360"/>
      </w:pPr>
      <w:rPr>
        <w:rFonts w:ascii="Courier New" w:hAnsi="Courier New" w:cs="Courier New" w:hint="default"/>
      </w:rPr>
    </w:lvl>
    <w:lvl w:ilvl="5" w:tplc="C2C0F1DA" w:tentative="1">
      <w:start w:val="1"/>
      <w:numFmt w:val="bullet"/>
      <w:lvlText w:val=""/>
      <w:lvlJc w:val="left"/>
      <w:pPr>
        <w:ind w:left="4320" w:hanging="360"/>
      </w:pPr>
      <w:rPr>
        <w:rFonts w:ascii="Wingdings" w:hAnsi="Wingdings" w:hint="default"/>
      </w:rPr>
    </w:lvl>
    <w:lvl w:ilvl="6" w:tplc="ECD43538" w:tentative="1">
      <w:start w:val="1"/>
      <w:numFmt w:val="bullet"/>
      <w:lvlText w:val=""/>
      <w:lvlJc w:val="left"/>
      <w:pPr>
        <w:ind w:left="5040" w:hanging="360"/>
      </w:pPr>
      <w:rPr>
        <w:rFonts w:ascii="Symbol" w:hAnsi="Symbol" w:hint="default"/>
      </w:rPr>
    </w:lvl>
    <w:lvl w:ilvl="7" w:tplc="061E2530" w:tentative="1">
      <w:start w:val="1"/>
      <w:numFmt w:val="bullet"/>
      <w:lvlText w:val="o"/>
      <w:lvlJc w:val="left"/>
      <w:pPr>
        <w:ind w:left="5760" w:hanging="360"/>
      </w:pPr>
      <w:rPr>
        <w:rFonts w:ascii="Courier New" w:hAnsi="Courier New" w:cs="Courier New" w:hint="default"/>
      </w:rPr>
    </w:lvl>
    <w:lvl w:ilvl="8" w:tplc="111EFB86" w:tentative="1">
      <w:start w:val="1"/>
      <w:numFmt w:val="bullet"/>
      <w:lvlText w:val=""/>
      <w:lvlJc w:val="left"/>
      <w:pPr>
        <w:ind w:left="6480" w:hanging="360"/>
      </w:pPr>
      <w:rPr>
        <w:rFonts w:ascii="Wingdings" w:hAnsi="Wingdings" w:hint="default"/>
      </w:rPr>
    </w:lvl>
  </w:abstractNum>
  <w:abstractNum w:abstractNumId="6" w15:restartNumberingAfterBreak="0">
    <w:nsid w:val="38B4037B"/>
    <w:multiLevelType w:val="hybridMultilevel"/>
    <w:tmpl w:val="D53E65D8"/>
    <w:lvl w:ilvl="0" w:tplc="98487BF4">
      <w:start w:val="1"/>
      <w:numFmt w:val="decimal"/>
      <w:lvlText w:val="%1."/>
      <w:lvlJc w:val="left"/>
      <w:pPr>
        <w:ind w:left="644"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B623C5F"/>
    <w:multiLevelType w:val="hybridMultilevel"/>
    <w:tmpl w:val="A74C7E56"/>
    <w:lvl w:ilvl="0" w:tplc="F4C2389E">
      <w:start w:val="23"/>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D2A038B"/>
    <w:multiLevelType w:val="hybridMultilevel"/>
    <w:tmpl w:val="337C9878"/>
    <w:lvl w:ilvl="0" w:tplc="C54C6672">
      <w:start w:val="3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82B3FAE"/>
    <w:multiLevelType w:val="hybridMultilevel"/>
    <w:tmpl w:val="A89618B0"/>
    <w:lvl w:ilvl="0" w:tplc="7E66AE22">
      <w:start w:val="1"/>
      <w:numFmt w:val="decimal"/>
      <w:lvlText w:val="%1."/>
      <w:lvlJc w:val="left"/>
      <w:pPr>
        <w:ind w:left="720" w:hanging="360"/>
      </w:pPr>
      <w:rPr>
        <w:rFonts w:hint="default"/>
      </w:rPr>
    </w:lvl>
    <w:lvl w:ilvl="1" w:tplc="E410BD9E" w:tentative="1">
      <w:start w:val="1"/>
      <w:numFmt w:val="lowerLetter"/>
      <w:lvlText w:val="%2."/>
      <w:lvlJc w:val="left"/>
      <w:pPr>
        <w:ind w:left="1440" w:hanging="360"/>
      </w:pPr>
    </w:lvl>
    <w:lvl w:ilvl="2" w:tplc="0046EDC6" w:tentative="1">
      <w:start w:val="1"/>
      <w:numFmt w:val="lowerRoman"/>
      <w:lvlText w:val="%3."/>
      <w:lvlJc w:val="right"/>
      <w:pPr>
        <w:ind w:left="2160" w:hanging="180"/>
      </w:pPr>
    </w:lvl>
    <w:lvl w:ilvl="3" w:tplc="836E8C24" w:tentative="1">
      <w:start w:val="1"/>
      <w:numFmt w:val="decimal"/>
      <w:lvlText w:val="%4."/>
      <w:lvlJc w:val="left"/>
      <w:pPr>
        <w:ind w:left="2880" w:hanging="360"/>
      </w:pPr>
    </w:lvl>
    <w:lvl w:ilvl="4" w:tplc="B156BF3C" w:tentative="1">
      <w:start w:val="1"/>
      <w:numFmt w:val="lowerLetter"/>
      <w:lvlText w:val="%5."/>
      <w:lvlJc w:val="left"/>
      <w:pPr>
        <w:ind w:left="3600" w:hanging="360"/>
      </w:pPr>
    </w:lvl>
    <w:lvl w:ilvl="5" w:tplc="F1584F66" w:tentative="1">
      <w:start w:val="1"/>
      <w:numFmt w:val="lowerRoman"/>
      <w:lvlText w:val="%6."/>
      <w:lvlJc w:val="right"/>
      <w:pPr>
        <w:ind w:left="4320" w:hanging="180"/>
      </w:pPr>
    </w:lvl>
    <w:lvl w:ilvl="6" w:tplc="4A2CFD94" w:tentative="1">
      <w:start w:val="1"/>
      <w:numFmt w:val="decimal"/>
      <w:lvlText w:val="%7."/>
      <w:lvlJc w:val="left"/>
      <w:pPr>
        <w:ind w:left="5040" w:hanging="360"/>
      </w:pPr>
    </w:lvl>
    <w:lvl w:ilvl="7" w:tplc="B908E396" w:tentative="1">
      <w:start w:val="1"/>
      <w:numFmt w:val="lowerLetter"/>
      <w:lvlText w:val="%8."/>
      <w:lvlJc w:val="left"/>
      <w:pPr>
        <w:ind w:left="5760" w:hanging="360"/>
      </w:pPr>
    </w:lvl>
    <w:lvl w:ilvl="8" w:tplc="A59CFFBA" w:tentative="1">
      <w:start w:val="1"/>
      <w:numFmt w:val="lowerRoman"/>
      <w:lvlText w:val="%9."/>
      <w:lvlJc w:val="right"/>
      <w:pPr>
        <w:ind w:left="6480" w:hanging="180"/>
      </w:pPr>
    </w:lvl>
  </w:abstractNum>
  <w:abstractNum w:abstractNumId="10" w15:restartNumberingAfterBreak="0">
    <w:nsid w:val="5BE63E84"/>
    <w:multiLevelType w:val="hybridMultilevel"/>
    <w:tmpl w:val="FE28F976"/>
    <w:lvl w:ilvl="0" w:tplc="EAC63FE6">
      <w:start w:val="29"/>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33D7974"/>
    <w:multiLevelType w:val="hybridMultilevel"/>
    <w:tmpl w:val="FAE23F38"/>
    <w:lvl w:ilvl="0" w:tplc="46B4E70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AA57D04"/>
    <w:multiLevelType w:val="hybridMultilevel"/>
    <w:tmpl w:val="825226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C3E4F1A"/>
    <w:multiLevelType w:val="hybridMultilevel"/>
    <w:tmpl w:val="BCCEBD8C"/>
    <w:lvl w:ilvl="0" w:tplc="AD8C43B4">
      <w:start w:val="30"/>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D2015E0"/>
    <w:multiLevelType w:val="hybridMultilevel"/>
    <w:tmpl w:val="7D30FBD6"/>
    <w:lvl w:ilvl="0" w:tplc="BFB61EC4">
      <w:start w:val="1"/>
      <w:numFmt w:val="decimal"/>
      <w:lvlText w:val="%1."/>
      <w:lvlJc w:val="left"/>
      <w:pPr>
        <w:ind w:left="720" w:hanging="360"/>
      </w:pPr>
      <w:rPr>
        <w:rFonts w:hint="default"/>
        <w:color w:val="auto"/>
      </w:rPr>
    </w:lvl>
    <w:lvl w:ilvl="1" w:tplc="8AB6F26E" w:tentative="1">
      <w:start w:val="1"/>
      <w:numFmt w:val="lowerLetter"/>
      <w:lvlText w:val="%2."/>
      <w:lvlJc w:val="left"/>
      <w:pPr>
        <w:ind w:left="1440" w:hanging="360"/>
      </w:pPr>
    </w:lvl>
    <w:lvl w:ilvl="2" w:tplc="16EE1F6A" w:tentative="1">
      <w:start w:val="1"/>
      <w:numFmt w:val="lowerRoman"/>
      <w:lvlText w:val="%3."/>
      <w:lvlJc w:val="right"/>
      <w:pPr>
        <w:ind w:left="2160" w:hanging="180"/>
      </w:pPr>
    </w:lvl>
    <w:lvl w:ilvl="3" w:tplc="85E40C0A" w:tentative="1">
      <w:start w:val="1"/>
      <w:numFmt w:val="decimal"/>
      <w:lvlText w:val="%4."/>
      <w:lvlJc w:val="left"/>
      <w:pPr>
        <w:ind w:left="2880" w:hanging="360"/>
      </w:pPr>
    </w:lvl>
    <w:lvl w:ilvl="4" w:tplc="1B4210DE" w:tentative="1">
      <w:start w:val="1"/>
      <w:numFmt w:val="lowerLetter"/>
      <w:lvlText w:val="%5."/>
      <w:lvlJc w:val="left"/>
      <w:pPr>
        <w:ind w:left="3600" w:hanging="360"/>
      </w:pPr>
    </w:lvl>
    <w:lvl w:ilvl="5" w:tplc="52C480EE" w:tentative="1">
      <w:start w:val="1"/>
      <w:numFmt w:val="lowerRoman"/>
      <w:lvlText w:val="%6."/>
      <w:lvlJc w:val="right"/>
      <w:pPr>
        <w:ind w:left="4320" w:hanging="180"/>
      </w:pPr>
    </w:lvl>
    <w:lvl w:ilvl="6" w:tplc="B5BA3794" w:tentative="1">
      <w:start w:val="1"/>
      <w:numFmt w:val="decimal"/>
      <w:lvlText w:val="%7."/>
      <w:lvlJc w:val="left"/>
      <w:pPr>
        <w:ind w:left="5040" w:hanging="360"/>
      </w:pPr>
    </w:lvl>
    <w:lvl w:ilvl="7" w:tplc="70BC5C6C" w:tentative="1">
      <w:start w:val="1"/>
      <w:numFmt w:val="lowerLetter"/>
      <w:lvlText w:val="%8."/>
      <w:lvlJc w:val="left"/>
      <w:pPr>
        <w:ind w:left="5760" w:hanging="360"/>
      </w:pPr>
    </w:lvl>
    <w:lvl w:ilvl="8" w:tplc="2F089E7C" w:tentative="1">
      <w:start w:val="1"/>
      <w:numFmt w:val="lowerRoman"/>
      <w:lvlText w:val="%9."/>
      <w:lvlJc w:val="right"/>
      <w:pPr>
        <w:ind w:left="6480" w:hanging="180"/>
      </w:pPr>
    </w:lvl>
  </w:abstractNum>
  <w:abstractNum w:abstractNumId="15" w15:restartNumberingAfterBreak="0">
    <w:nsid w:val="7DF14943"/>
    <w:multiLevelType w:val="hybridMultilevel"/>
    <w:tmpl w:val="93B4F9A4"/>
    <w:lvl w:ilvl="0" w:tplc="6AA46BC0">
      <w:start w:val="25"/>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14"/>
  </w:num>
  <w:num w:numId="6">
    <w:abstractNumId w:val="9"/>
  </w:num>
  <w:num w:numId="7">
    <w:abstractNumId w:val="4"/>
  </w:num>
  <w:num w:numId="8">
    <w:abstractNumId w:val="1"/>
  </w:num>
  <w:num w:numId="9">
    <w:abstractNumId w:val="11"/>
  </w:num>
  <w:num w:numId="10">
    <w:abstractNumId w:val="7"/>
  </w:num>
  <w:num w:numId="11">
    <w:abstractNumId w:val="15"/>
  </w:num>
  <w:num w:numId="12">
    <w:abstractNumId w:val="6"/>
  </w:num>
  <w:num w:numId="13">
    <w:abstractNumId w:val="10"/>
  </w:num>
  <w:num w:numId="14">
    <w:abstractNumId w:val="13"/>
  </w:num>
  <w:num w:numId="15">
    <w:abstractNumId w:val="8"/>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6EA"/>
    <w:rsid w:val="00056F80"/>
    <w:rsid w:val="000A3FCB"/>
    <w:rsid w:val="000B0C7C"/>
    <w:rsid w:val="001768E3"/>
    <w:rsid w:val="001A4C89"/>
    <w:rsid w:val="001D5260"/>
    <w:rsid w:val="001F29A5"/>
    <w:rsid w:val="00225E71"/>
    <w:rsid w:val="00237FBA"/>
    <w:rsid w:val="0029371C"/>
    <w:rsid w:val="002F0603"/>
    <w:rsid w:val="003C2033"/>
    <w:rsid w:val="003E06EA"/>
    <w:rsid w:val="00511CBD"/>
    <w:rsid w:val="00562011"/>
    <w:rsid w:val="00574249"/>
    <w:rsid w:val="00580B3E"/>
    <w:rsid w:val="005E4EA2"/>
    <w:rsid w:val="005F6D01"/>
    <w:rsid w:val="00640F27"/>
    <w:rsid w:val="00723D2C"/>
    <w:rsid w:val="00737AB1"/>
    <w:rsid w:val="00771404"/>
    <w:rsid w:val="0084434A"/>
    <w:rsid w:val="00871629"/>
    <w:rsid w:val="00900370"/>
    <w:rsid w:val="00991DC4"/>
    <w:rsid w:val="009B4537"/>
    <w:rsid w:val="00AC57FA"/>
    <w:rsid w:val="00B125E3"/>
    <w:rsid w:val="00BA00C2"/>
    <w:rsid w:val="00BE0408"/>
    <w:rsid w:val="00C44BD1"/>
    <w:rsid w:val="00C55545"/>
    <w:rsid w:val="00CA016F"/>
    <w:rsid w:val="00CF5AEE"/>
    <w:rsid w:val="00CF6C35"/>
    <w:rsid w:val="00D60A35"/>
    <w:rsid w:val="00D630AB"/>
    <w:rsid w:val="00D86724"/>
    <w:rsid w:val="00DB56A3"/>
    <w:rsid w:val="00E67F91"/>
    <w:rsid w:val="00EC5306"/>
    <w:rsid w:val="00EC5ED2"/>
    <w:rsid w:val="00ED7E2C"/>
    <w:rsid w:val="00F05AA0"/>
    <w:rsid w:val="00F07832"/>
    <w:rsid w:val="00F17A08"/>
    <w:rsid w:val="00F4713E"/>
    <w:rsid w:val="00F97C3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E5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1C35C62C-2EAB-43C6-8D4E-BD5275488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08301D27-1E7C-47C8-9067-3FDD14FDE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15</Pages>
  <Words>1289</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The content in this document is copyright © TAFE NSW 2019.
Generated by the Document Automation for Training and Assessment system (developed by Marc Fearby).</dc:description>
  <cp:lastModifiedBy/>
  <cp:revision>1</cp:revision>
  <dcterms:created xsi:type="dcterms:W3CDTF">2018-10-15T05:11:00Z</dcterms:created>
  <dcterms:modified xsi:type="dcterms:W3CDTF">2020-01-15T23:23:00Z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