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158A6" w14:textId="32E6E0A9" w:rsidR="0027014E" w:rsidRDefault="003814F0" w:rsidP="0027014E">
      <w:pPr>
        <w:pStyle w:val="Heading1"/>
        <w:rPr>
          <w:rFonts w:eastAsia="MS Mincho"/>
        </w:rPr>
      </w:pPr>
      <w:bookmarkStart w:id="0" w:name="_Toc511220124"/>
      <w:bookmarkStart w:id="1" w:name="_GoBack"/>
      <w:bookmarkEnd w:id="1"/>
      <w:r w:rsidRPr="00EF52B6">
        <w:rPr>
          <w:rFonts w:eastAsia="MS Mincho"/>
        </w:rPr>
        <w:t xml:space="preserve">Knowledge Assessment </w:t>
      </w:r>
    </w:p>
    <w:p w14:paraId="5E459506" w14:textId="7EA7793D" w:rsidR="00A13783" w:rsidRPr="00A13783" w:rsidRDefault="00A13783" w:rsidP="00A13783">
      <w:pPr>
        <w:rPr>
          <w:sz w:val="28"/>
          <w:szCs w:val="28"/>
          <w:lang w:eastAsia="en-AU"/>
        </w:rPr>
      </w:pPr>
      <w:r w:rsidRPr="00A13783">
        <w:rPr>
          <w:b/>
          <w:sz w:val="28"/>
          <w:szCs w:val="28"/>
          <w:lang w:eastAsia="en-AU"/>
        </w:rPr>
        <w:t>Assessment event 1</w:t>
      </w:r>
      <w:r w:rsidR="005F09C3">
        <w:rPr>
          <w:b/>
          <w:sz w:val="28"/>
          <w:szCs w:val="28"/>
          <w:lang w:eastAsia="en-AU"/>
        </w:rPr>
        <w:t xml:space="preserve"> of 3</w:t>
      </w:r>
    </w:p>
    <w:p w14:paraId="35C158A7" w14:textId="77777777" w:rsidR="0027014E" w:rsidRPr="00EF52B6" w:rsidRDefault="003814F0" w:rsidP="0027014E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35C158A8" w14:textId="77777777" w:rsidR="0027014E" w:rsidRPr="00A56627" w:rsidRDefault="003814F0" w:rsidP="0027014E">
      <w:pPr>
        <w:pStyle w:val="Heading2"/>
      </w:pPr>
      <w:r w:rsidRPr="00A56627">
        <w:t>Criteria</w:t>
      </w:r>
    </w:p>
    <w:p w14:paraId="35C158A9" w14:textId="77777777" w:rsidR="0027014E" w:rsidRDefault="003814F0" w:rsidP="0027014E">
      <w:pPr>
        <w:pStyle w:val="Heading3"/>
      </w:pPr>
      <w:r w:rsidRPr="007A6B4A">
        <w:t>Unit code, name and release number</w:t>
      </w:r>
    </w:p>
    <w:p w14:paraId="35C158AA" w14:textId="77777777" w:rsidR="0027014E" w:rsidRPr="00D83795" w:rsidRDefault="003814F0" w:rsidP="0027014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MSL913004 - Plan and conduct laboratory/field work (1)</w:t>
      </w:r>
      <w:bookmarkEnd w:id="2"/>
    </w:p>
    <w:p w14:paraId="35C158AB" w14:textId="77777777" w:rsidR="0027014E" w:rsidRPr="00D83795" w:rsidRDefault="0027014E" w:rsidP="0027014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C158AC" w14:textId="77777777" w:rsidR="0027014E" w:rsidRDefault="003814F0" w:rsidP="0027014E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5C158AD" w14:textId="70B22EF7" w:rsidR="0027014E" w:rsidRDefault="48DF6DBC" w:rsidP="48DF6DB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3" w:name="Qualification"/>
      <w:bookmarkEnd w:id="3"/>
      <w:r w:rsidRPr="48DF6DBC">
        <w:rPr>
          <w:sz w:val="22"/>
          <w:szCs w:val="22"/>
          <w:lang w:eastAsia="en-AU"/>
        </w:rPr>
        <w:t>MSL</w:t>
      </w:r>
      <w:r w:rsidR="00AB3D72">
        <w:rPr>
          <w:sz w:val="22"/>
          <w:szCs w:val="22"/>
          <w:lang w:eastAsia="en-AU"/>
        </w:rPr>
        <w:t>30118 – Certificate III in Laboratory Skills (1)</w:t>
      </w:r>
    </w:p>
    <w:p w14:paraId="6BA0CDAE" w14:textId="77777777" w:rsidR="00753655" w:rsidRPr="005F09C3" w:rsidRDefault="00753655" w:rsidP="0027014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</w:p>
    <w:p w14:paraId="35C158AF" w14:textId="21D8338A" w:rsidR="0027014E" w:rsidRDefault="0027014E" w:rsidP="0027014E">
      <w:pPr>
        <w:rPr>
          <w:lang w:val="en-US" w:bidi="en-US"/>
        </w:rPr>
      </w:pPr>
    </w:p>
    <w:p w14:paraId="7E3DF93D" w14:textId="345A5A6F" w:rsidR="00753655" w:rsidRDefault="00753655" w:rsidP="0027014E">
      <w:pPr>
        <w:rPr>
          <w:lang w:val="en-US" w:bidi="en-US"/>
        </w:rPr>
      </w:pPr>
    </w:p>
    <w:p w14:paraId="094C12E5" w14:textId="77777777" w:rsidR="00753655" w:rsidRDefault="00753655" w:rsidP="0027014E">
      <w:pPr>
        <w:rPr>
          <w:lang w:val="en-US" w:bidi="en-US"/>
        </w:rPr>
        <w:sectPr w:rsidR="00753655" w:rsidSect="0027014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35C158B0" w14:textId="77777777" w:rsidR="0027014E" w:rsidRPr="005F09C3" w:rsidRDefault="003814F0" w:rsidP="0027014E">
      <w:pPr>
        <w:pStyle w:val="SmallerText-Black"/>
        <w:tabs>
          <w:tab w:val="left" w:pos="2127"/>
        </w:tabs>
        <w:rPr>
          <w:color w:val="000000" w:themeColor="text1"/>
        </w:rPr>
      </w:pPr>
      <w:r w:rsidRPr="005F09C3">
        <w:rPr>
          <w:color w:val="000000" w:themeColor="text1"/>
        </w:rPr>
        <w:lastRenderedPageBreak/>
        <w:t>Version:</w:t>
      </w:r>
      <w:r w:rsidRPr="005F09C3">
        <w:rPr>
          <w:color w:val="000000" w:themeColor="text1"/>
        </w:rPr>
        <w:tab/>
        <w:t>1.0</w:t>
      </w:r>
    </w:p>
    <w:p w14:paraId="35C158B1" w14:textId="677858A9" w:rsidR="0027014E" w:rsidRPr="005F09C3" w:rsidRDefault="003814F0" w:rsidP="0027014E">
      <w:pPr>
        <w:pStyle w:val="SmallerText-Black"/>
        <w:tabs>
          <w:tab w:val="left" w:pos="2127"/>
        </w:tabs>
        <w:rPr>
          <w:color w:val="000000" w:themeColor="text1"/>
        </w:rPr>
      </w:pPr>
      <w:r w:rsidRPr="005F09C3">
        <w:rPr>
          <w:color w:val="000000" w:themeColor="text1"/>
        </w:rPr>
        <w:t>Date created:</w:t>
      </w:r>
      <w:r w:rsidRPr="005F09C3">
        <w:rPr>
          <w:color w:val="000000" w:themeColor="text1"/>
        </w:rPr>
        <w:tab/>
      </w:r>
      <w:r w:rsidR="00A13783" w:rsidRPr="005F09C3">
        <w:rPr>
          <w:color w:val="000000" w:themeColor="text1"/>
        </w:rPr>
        <w:t>25/10/2019</w:t>
      </w:r>
    </w:p>
    <w:p w14:paraId="35C158B2" w14:textId="095F176F" w:rsidR="0027014E" w:rsidRPr="005F09C3" w:rsidRDefault="003814F0" w:rsidP="0027014E">
      <w:pPr>
        <w:pStyle w:val="SmallerText-Black"/>
        <w:tabs>
          <w:tab w:val="left" w:pos="2127"/>
        </w:tabs>
        <w:rPr>
          <w:color w:val="000000" w:themeColor="text1"/>
        </w:rPr>
      </w:pPr>
      <w:r w:rsidRPr="005F09C3">
        <w:rPr>
          <w:color w:val="000000" w:themeColor="text1"/>
        </w:rPr>
        <w:t>Date modified:</w:t>
      </w:r>
      <w:r w:rsidRPr="005F09C3">
        <w:rPr>
          <w:color w:val="000000" w:themeColor="text1"/>
        </w:rPr>
        <w:tab/>
      </w:r>
      <w:r w:rsidRPr="005F09C3">
        <w:rPr>
          <w:color w:val="000000" w:themeColor="text1"/>
        </w:rPr>
        <w:fldChar w:fldCharType="begin"/>
      </w:r>
      <w:r w:rsidRPr="005F09C3">
        <w:rPr>
          <w:color w:val="000000" w:themeColor="text1"/>
        </w:rPr>
        <w:instrText xml:space="preserve"> DATE  \@ "dd/MM/yyyy"  \* MERGEFORMAT </w:instrText>
      </w:r>
      <w:r w:rsidRPr="005F09C3">
        <w:rPr>
          <w:color w:val="000000" w:themeColor="text1"/>
        </w:rPr>
        <w:fldChar w:fldCharType="separate"/>
      </w:r>
      <w:r w:rsidR="008B2370">
        <w:rPr>
          <w:noProof/>
          <w:color w:val="000000" w:themeColor="text1"/>
        </w:rPr>
        <w:t>06/02/2020</w:t>
      </w:r>
      <w:r w:rsidRPr="005F09C3">
        <w:rPr>
          <w:color w:val="000000" w:themeColor="text1"/>
        </w:rPr>
        <w:fldChar w:fldCharType="end"/>
      </w:r>
    </w:p>
    <w:p w14:paraId="35C158B3" w14:textId="77777777" w:rsidR="0027014E" w:rsidRPr="005F09C3" w:rsidRDefault="0027014E" w:rsidP="0027014E">
      <w:pPr>
        <w:pStyle w:val="SmallerText-Black"/>
        <w:rPr>
          <w:color w:val="000000" w:themeColor="text1"/>
        </w:rPr>
      </w:pPr>
    </w:p>
    <w:bookmarkEnd w:id="0"/>
    <w:p w14:paraId="35C158B4" w14:textId="77777777" w:rsidR="0027014E" w:rsidRPr="005F09C3" w:rsidRDefault="003814F0" w:rsidP="0027014E">
      <w:pPr>
        <w:rPr>
          <w:color w:val="000000" w:themeColor="text1"/>
        </w:rPr>
      </w:pPr>
      <w:r w:rsidRPr="005F09C3">
        <w:rPr>
          <w:color w:val="000000" w:themeColor="text1"/>
        </w:rPr>
        <w:t>For queries, please contact:</w:t>
      </w:r>
    </w:p>
    <w:p w14:paraId="35C158B5" w14:textId="03205C0D" w:rsidR="0027014E" w:rsidRPr="005F09C3" w:rsidRDefault="00A13783" w:rsidP="0027014E">
      <w:pPr>
        <w:pStyle w:val="SmallerText-Black"/>
        <w:rPr>
          <w:color w:val="000000" w:themeColor="text1"/>
        </w:rPr>
      </w:pPr>
      <w:r w:rsidRPr="005F09C3">
        <w:rPr>
          <w:color w:val="000000" w:themeColor="text1"/>
        </w:rPr>
        <w:t xml:space="preserve">Innovative Manufacturing, Robotics and Science </w:t>
      </w:r>
      <w:r w:rsidR="003814F0" w:rsidRPr="005F09C3">
        <w:rPr>
          <w:color w:val="000000" w:themeColor="text1"/>
        </w:rPr>
        <w:t>SkillsPoint</w:t>
      </w:r>
    </w:p>
    <w:p w14:paraId="35C158B6" w14:textId="032C25E4" w:rsidR="0027014E" w:rsidRPr="005F09C3" w:rsidRDefault="00A13783" w:rsidP="0027014E">
      <w:pPr>
        <w:pStyle w:val="SmallerText-Black"/>
        <w:rPr>
          <w:color w:val="000000" w:themeColor="text1"/>
        </w:rPr>
      </w:pPr>
      <w:r w:rsidRPr="005F09C3">
        <w:rPr>
          <w:color w:val="000000" w:themeColor="text1"/>
        </w:rPr>
        <w:t>Hamilton Campus</w:t>
      </w:r>
      <w:r w:rsidR="003814F0" w:rsidRPr="005F09C3">
        <w:rPr>
          <w:color w:val="000000" w:themeColor="text1"/>
        </w:rPr>
        <w:t xml:space="preserve"> </w:t>
      </w:r>
    </w:p>
    <w:p w14:paraId="35C158B7" w14:textId="65A1C796" w:rsidR="0027014E" w:rsidRPr="000301F0" w:rsidRDefault="00F464AE" w:rsidP="0027014E">
      <w:pPr>
        <w:pStyle w:val="SmallerText-Black"/>
        <w:spacing w:before="1440"/>
      </w:pPr>
      <w:r>
        <w:t>© 2020</w:t>
      </w:r>
      <w:r w:rsidR="003814F0" w:rsidRPr="000301F0">
        <w:t xml:space="preserve"> TAFE NSW, Sydney</w:t>
      </w:r>
      <w:r w:rsidR="003814F0" w:rsidRPr="000301F0">
        <w:rPr>
          <w:noProof/>
          <w:lang w:eastAsia="en-AU"/>
        </w:rPr>
        <w:br/>
      </w:r>
      <w:r w:rsidR="003814F0" w:rsidRPr="000301F0">
        <w:t>RTO Provider Number 90003 | CRICOS Provider Code: 00591E</w:t>
      </w:r>
    </w:p>
    <w:p w14:paraId="35C158B8" w14:textId="77777777" w:rsidR="0027014E" w:rsidRPr="00D23A6C" w:rsidRDefault="003814F0" w:rsidP="0027014E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35C158B9" w14:textId="0948B155" w:rsidR="0027014E" w:rsidRPr="000301F0" w:rsidRDefault="003814F0" w:rsidP="0027014E">
      <w:pPr>
        <w:pStyle w:val="SmallerText-Black"/>
      </w:pPr>
      <w:r w:rsidRPr="000301F0">
        <w:t>The contents</w:t>
      </w:r>
      <w:r w:rsidR="00A13783">
        <w:t xml:space="preserve"> of</w:t>
      </w:r>
      <w:r w:rsidRPr="000301F0">
        <w:t xml:space="preserve"> this docum</w:t>
      </w:r>
      <w:r>
        <w:t xml:space="preserve">ent </w:t>
      </w:r>
      <w:r w:rsidR="00A13783">
        <w:t xml:space="preserve">are </w:t>
      </w:r>
      <w:r>
        <w:t xml:space="preserve">copyright © </w:t>
      </w:r>
      <w:r w:rsidR="00F464AE">
        <w:t>TAFE NSW 2020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8B2370">
        <w:rPr>
          <w:noProof/>
        </w:rPr>
        <w:t>6 February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35C158BA" w14:textId="77777777" w:rsidR="0027014E" w:rsidRDefault="0027014E" w:rsidP="0027014E">
      <w:pPr>
        <w:sectPr w:rsidR="0027014E" w:rsidSect="0027014E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35C158BB" w14:textId="77777777" w:rsidR="0027014E" w:rsidRDefault="003814F0" w:rsidP="0027014E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35C158BC" w14:textId="77777777" w:rsidR="0027014E" w:rsidRDefault="003814F0" w:rsidP="0027014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B16091" w14:paraId="35C158BF" w14:textId="77777777" w:rsidTr="00B160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35C158BD" w14:textId="77777777" w:rsidR="0027014E" w:rsidRDefault="003814F0" w:rsidP="0027014E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35C158BE" w14:textId="77777777" w:rsidR="0027014E" w:rsidRDefault="003814F0" w:rsidP="0027014E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B16091" w14:paraId="35C158CE" w14:textId="77777777" w:rsidTr="00B16091">
        <w:tc>
          <w:tcPr>
            <w:tcW w:w="2405" w:type="dxa"/>
            <w:vAlign w:val="top"/>
          </w:tcPr>
          <w:p w14:paraId="35C158C0" w14:textId="77777777" w:rsidR="0027014E" w:rsidRPr="00B30F8E" w:rsidRDefault="003814F0" w:rsidP="0027014E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35C158C1" w14:textId="77777777" w:rsidR="0027014E" w:rsidRPr="00B30F8E" w:rsidRDefault="003814F0" w:rsidP="0027014E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35C158C2" w14:textId="18580970" w:rsidR="0027014E" w:rsidRPr="00B30F8E" w:rsidRDefault="003814F0" w:rsidP="0027014E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>
              <w:rPr>
                <w:sz w:val="22"/>
                <w:szCs w:val="22"/>
              </w:rPr>
              <w:t>3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35C158C3" w14:textId="71BEF7F9" w:rsidR="0027014E" w:rsidRPr="003814F0" w:rsidRDefault="003814F0" w:rsidP="00227A53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814F0">
              <w:rPr>
                <w:sz w:val="22"/>
                <w:szCs w:val="22"/>
              </w:rPr>
              <w:t>Multiple choice questions (Questions 1 – 15)</w:t>
            </w:r>
          </w:p>
          <w:p w14:paraId="35C158C4" w14:textId="6A9B66D4" w:rsidR="0027014E" w:rsidRPr="003814F0" w:rsidRDefault="006B20BE" w:rsidP="00227A53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 or f</w:t>
            </w:r>
            <w:r w:rsidR="003814F0" w:rsidRPr="003814F0">
              <w:rPr>
                <w:sz w:val="22"/>
                <w:szCs w:val="22"/>
              </w:rPr>
              <w:t>alse questions (Questions 16 – 30)</w:t>
            </w:r>
          </w:p>
          <w:p w14:paraId="35C158C6" w14:textId="77777777" w:rsidR="0027014E" w:rsidRDefault="003814F0" w:rsidP="00227A53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</w:p>
          <w:p w14:paraId="35C158C8" w14:textId="7C65FFBD" w:rsidR="0027014E" w:rsidRPr="00B30F8E" w:rsidRDefault="003814F0" w:rsidP="0027014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 w:rsidR="006B20BE">
              <w:rPr>
                <w:sz w:val="22"/>
                <w:szCs w:val="22"/>
                <w:lang w:eastAsia="en-AU"/>
              </w:rPr>
              <w:t xml:space="preserve">, sample responses or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35C158C9" w14:textId="77777777" w:rsidR="0027014E" w:rsidRDefault="003814F0" w:rsidP="0027014E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35C158CA" w14:textId="77777777" w:rsidR="0027014E" w:rsidRPr="00210A7E" w:rsidRDefault="003814F0" w:rsidP="0027014E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35C158CB" w14:textId="77777777" w:rsidR="0027014E" w:rsidRDefault="003814F0" w:rsidP="0027014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35C158CC" w14:textId="77777777" w:rsidR="0027014E" w:rsidRDefault="003814F0" w:rsidP="0027014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35C158CD" w14:textId="77777777" w:rsidR="0027014E" w:rsidRPr="00B30F8E" w:rsidRDefault="003814F0" w:rsidP="0027014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B16091" w14:paraId="35C158E2" w14:textId="77777777" w:rsidTr="00B16091">
        <w:tc>
          <w:tcPr>
            <w:tcW w:w="2405" w:type="dxa"/>
            <w:vAlign w:val="top"/>
          </w:tcPr>
          <w:p w14:paraId="35C158CF" w14:textId="77777777" w:rsidR="0027014E" w:rsidRPr="00B30F8E" w:rsidRDefault="003814F0" w:rsidP="0027014E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35C158D0" w14:textId="77777777" w:rsidR="0027014E" w:rsidRPr="00B30F8E" w:rsidRDefault="003814F0" w:rsidP="0027014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5C158D1" w14:textId="77777777" w:rsidR="0027014E" w:rsidRPr="00B30F8E" w:rsidRDefault="003814F0" w:rsidP="0027014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35C158D2" w14:textId="77777777" w:rsidR="0027014E" w:rsidRPr="00B30F8E" w:rsidRDefault="003814F0" w:rsidP="0027014E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35C158D3" w14:textId="77777777" w:rsidR="0027014E" w:rsidRPr="00B30F8E" w:rsidRDefault="003814F0" w:rsidP="00227A53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35C158D4" w14:textId="77777777" w:rsidR="0027014E" w:rsidRPr="00B30F8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35C158D5" w14:textId="77777777" w:rsidR="0027014E" w:rsidRPr="00B30F8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35C158D6" w14:textId="77777777" w:rsidR="0027014E" w:rsidRPr="00B30F8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35C158D7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35C158D8" w14:textId="77777777" w:rsidR="0027014E" w:rsidRDefault="003814F0" w:rsidP="00227A53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35C158D9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35C158DA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35C158DB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35C158DC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35C158DD" w14:textId="77777777" w:rsidR="0027014E" w:rsidRDefault="003814F0" w:rsidP="00227A53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35C158DE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35C158DF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35C158E0" w14:textId="77777777" w:rsidR="0027014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35C158E1" w14:textId="77777777" w:rsidR="0027014E" w:rsidRPr="00B30F8E" w:rsidRDefault="003814F0" w:rsidP="00227A53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B16091" w14:paraId="35C158E6" w14:textId="77777777" w:rsidTr="00B16091">
        <w:tc>
          <w:tcPr>
            <w:tcW w:w="2405" w:type="dxa"/>
            <w:vAlign w:val="top"/>
          </w:tcPr>
          <w:p w14:paraId="35C158E3" w14:textId="77777777" w:rsidR="0027014E" w:rsidRPr="002E7A2C" w:rsidRDefault="003814F0" w:rsidP="0027014E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35C158E4" w14:textId="02E84784" w:rsidR="0027014E" w:rsidRPr="00A13783" w:rsidRDefault="00A13783" w:rsidP="0027014E">
            <w:pPr>
              <w:rPr>
                <w:sz w:val="22"/>
                <w:szCs w:val="22"/>
              </w:rPr>
            </w:pPr>
            <w:r w:rsidRPr="00A13783">
              <w:rPr>
                <w:sz w:val="22"/>
                <w:szCs w:val="22"/>
              </w:rPr>
              <w:t>P</w:t>
            </w:r>
            <w:r w:rsidR="003814F0" w:rsidRPr="00A13783">
              <w:rPr>
                <w:sz w:val="22"/>
                <w:szCs w:val="22"/>
              </w:rPr>
              <w:t>ens</w:t>
            </w:r>
            <w:r w:rsidRPr="00A13783">
              <w:rPr>
                <w:sz w:val="22"/>
                <w:szCs w:val="22"/>
              </w:rPr>
              <w:t xml:space="preserve"> and pencils</w:t>
            </w:r>
          </w:p>
          <w:p w14:paraId="35C158E5" w14:textId="4B8D4D1A" w:rsidR="0027014E" w:rsidRPr="00A13783" w:rsidRDefault="0027014E" w:rsidP="0027014E">
            <w:pPr>
              <w:rPr>
                <w:sz w:val="22"/>
                <w:szCs w:val="22"/>
                <w:lang w:eastAsia="en-AU"/>
              </w:rPr>
            </w:pPr>
          </w:p>
        </w:tc>
      </w:tr>
      <w:tr w:rsidR="00B16091" w14:paraId="35C158EA" w14:textId="77777777" w:rsidTr="00B16091">
        <w:tc>
          <w:tcPr>
            <w:tcW w:w="2405" w:type="dxa"/>
            <w:vAlign w:val="top"/>
          </w:tcPr>
          <w:p w14:paraId="35C158E7" w14:textId="77777777" w:rsidR="0027014E" w:rsidRPr="002E7A2C" w:rsidRDefault="003814F0" w:rsidP="0027014E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35C158E9" w14:textId="6911B049" w:rsidR="0027014E" w:rsidRPr="00A13783" w:rsidRDefault="00ED3801" w:rsidP="0027014E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Classroom suitable for conducting a written assessment</w:t>
            </w:r>
          </w:p>
        </w:tc>
      </w:tr>
      <w:tr w:rsidR="00B16091" w14:paraId="35C158ED" w14:textId="77777777" w:rsidTr="00B16091">
        <w:tc>
          <w:tcPr>
            <w:tcW w:w="2405" w:type="dxa"/>
            <w:vAlign w:val="top"/>
          </w:tcPr>
          <w:p w14:paraId="35C158EB" w14:textId="77777777" w:rsidR="0027014E" w:rsidRPr="0067653D" w:rsidRDefault="003814F0" w:rsidP="0027014E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35C158EC" w14:textId="40B51CB7" w:rsidR="0027014E" w:rsidRPr="00A13783" w:rsidRDefault="00A13783" w:rsidP="0027014E">
            <w:pPr>
              <w:rPr>
                <w:sz w:val="22"/>
                <w:szCs w:val="22"/>
                <w:lang w:eastAsia="en-AU"/>
              </w:rPr>
            </w:pPr>
            <w:r w:rsidRPr="00A13783">
              <w:rPr>
                <w:sz w:val="22"/>
                <w:szCs w:val="22"/>
                <w:lang w:eastAsia="en-AU"/>
              </w:rPr>
              <w:t>45 minutes</w:t>
            </w:r>
          </w:p>
        </w:tc>
      </w:tr>
    </w:tbl>
    <w:p w14:paraId="35C158EF" w14:textId="77777777" w:rsidR="0027014E" w:rsidRDefault="003814F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2FE2D71D" w14:textId="77777777" w:rsidR="00725168" w:rsidRPr="003E5787" w:rsidRDefault="00725168" w:rsidP="00725168">
      <w:pPr>
        <w:pStyle w:val="Heading2"/>
      </w:pPr>
      <w:r w:rsidRPr="003E5787">
        <w:lastRenderedPageBreak/>
        <w:t>Part 1: Multiple choice</w:t>
      </w:r>
      <w:r>
        <w:t xml:space="preserve"> (Questions 1 – 15)</w:t>
      </w:r>
    </w:p>
    <w:p w14:paraId="2C634476" w14:textId="77777777" w:rsidR="00725168" w:rsidRPr="00FF1A99" w:rsidRDefault="00725168" w:rsidP="00725168">
      <w:pPr>
        <w:pStyle w:val="Body"/>
        <w:rPr>
          <w:sz w:val="22"/>
          <w:szCs w:val="22"/>
        </w:rPr>
      </w:pPr>
      <w:r w:rsidRPr="00FF1A99">
        <w:rPr>
          <w:sz w:val="22"/>
          <w:szCs w:val="22"/>
        </w:rPr>
        <w:t>Read the question and each answer carefully. Put an X in the table next to your chosen answer.</w:t>
      </w:r>
    </w:p>
    <w:p w14:paraId="77461CEF" w14:textId="101B3A5A" w:rsidR="00725168" w:rsidRDefault="00725168" w:rsidP="00227A53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ind w:left="284" w:hanging="284"/>
      </w:pPr>
      <w:r w:rsidRPr="00FF1A99">
        <w:rPr>
          <w:sz w:val="22"/>
          <w:szCs w:val="22"/>
        </w:rPr>
        <w:t xml:space="preserve">Which of the following behaviours would </w:t>
      </w:r>
      <w:r w:rsidR="00ED3801">
        <w:rPr>
          <w:sz w:val="22"/>
          <w:szCs w:val="22"/>
        </w:rPr>
        <w:t>NOT</w:t>
      </w:r>
      <w:r w:rsidR="00ED3801" w:rsidRPr="00FF1A99">
        <w:rPr>
          <w:sz w:val="22"/>
          <w:szCs w:val="22"/>
        </w:rPr>
        <w:t xml:space="preserve"> </w:t>
      </w:r>
      <w:r w:rsidRPr="00FF1A99">
        <w:rPr>
          <w:sz w:val="22"/>
          <w:szCs w:val="22"/>
        </w:rPr>
        <w:t>be considered appropriate if you were to find a document on the laboratory floor that appeared to contain very sensitive commercial information</w:t>
      </w:r>
      <w:r w:rsidR="006B20BE">
        <w:t>?</w:t>
      </w:r>
      <w:r w:rsidRPr="00CD3E6A">
        <w:t xml:space="preserve">  </w:t>
      </w:r>
    </w:p>
    <w:p w14:paraId="57D0F442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725168" w14:paraId="0E60D0CC" w14:textId="77777777" w:rsidTr="00BB2F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06377680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18C9BCE8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65C521AB" w14:textId="77777777" w:rsidTr="00BB2F76">
        <w:tc>
          <w:tcPr>
            <w:tcW w:w="7508" w:type="dxa"/>
          </w:tcPr>
          <w:p w14:paraId="3336E4A6" w14:textId="77777777" w:rsidR="00725168" w:rsidRPr="00FF1A99" w:rsidRDefault="00725168" w:rsidP="00227A53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Pick up the document and place in a sealed envelope</w:t>
            </w:r>
          </w:p>
        </w:tc>
        <w:tc>
          <w:tcPr>
            <w:tcW w:w="1552" w:type="dxa"/>
          </w:tcPr>
          <w:p w14:paraId="5BEE732B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26386111" w14:textId="77777777" w:rsidTr="00BB2F76">
        <w:tc>
          <w:tcPr>
            <w:tcW w:w="7508" w:type="dxa"/>
          </w:tcPr>
          <w:p w14:paraId="56A99049" w14:textId="57982D29" w:rsidR="00725168" w:rsidRPr="00FF1A99" w:rsidRDefault="00725168" w:rsidP="00227A53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 xml:space="preserve">Notify your supervisor immediately without reading </w:t>
            </w:r>
            <w:r w:rsidR="006B20BE">
              <w:rPr>
                <w:sz w:val="22"/>
                <w:szCs w:val="22"/>
              </w:rPr>
              <w:t>it</w:t>
            </w:r>
          </w:p>
        </w:tc>
        <w:tc>
          <w:tcPr>
            <w:tcW w:w="1552" w:type="dxa"/>
          </w:tcPr>
          <w:p w14:paraId="42112154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73D4151F" w14:textId="77777777" w:rsidTr="00BB2F76">
        <w:tc>
          <w:tcPr>
            <w:tcW w:w="7508" w:type="dxa"/>
          </w:tcPr>
          <w:p w14:paraId="5BF0A2F0" w14:textId="77777777" w:rsidR="00725168" w:rsidRPr="00FF1A99" w:rsidRDefault="00725168" w:rsidP="00227A53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Locate the owner and return the document</w:t>
            </w:r>
          </w:p>
        </w:tc>
        <w:tc>
          <w:tcPr>
            <w:tcW w:w="1552" w:type="dxa"/>
          </w:tcPr>
          <w:p w14:paraId="39A7C241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3B2E6CAC" w14:textId="77777777" w:rsidTr="00BB2F76">
        <w:tc>
          <w:tcPr>
            <w:tcW w:w="7508" w:type="dxa"/>
          </w:tcPr>
          <w:p w14:paraId="2A3B3A7A" w14:textId="77777777" w:rsidR="00725168" w:rsidRPr="00FF1A99" w:rsidRDefault="00725168" w:rsidP="00227A53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Read the document</w:t>
            </w:r>
          </w:p>
        </w:tc>
        <w:tc>
          <w:tcPr>
            <w:tcW w:w="1552" w:type="dxa"/>
          </w:tcPr>
          <w:p w14:paraId="3D3F29AB" w14:textId="7798C1D9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7F0BDD5E" w14:textId="77777777" w:rsidR="00725168" w:rsidRPr="00CD3E6A" w:rsidRDefault="00725168" w:rsidP="00725168">
      <w:pPr>
        <w:pStyle w:val="ListParagraph"/>
        <w:tabs>
          <w:tab w:val="clear" w:pos="284"/>
        </w:tabs>
        <w:spacing w:before="0" w:after="200" w:line="276" w:lineRule="auto"/>
        <w:ind w:left="709"/>
        <w:rPr>
          <w:rFonts w:eastAsia="Times New Roman"/>
          <w:b/>
          <w:noProof/>
          <w:kern w:val="22"/>
          <w:sz w:val="36"/>
          <w:szCs w:val="36"/>
          <w:lang w:eastAsia="en-AU"/>
        </w:rPr>
      </w:pPr>
    </w:p>
    <w:p w14:paraId="05386C04" w14:textId="77777777" w:rsidR="00725168" w:rsidRPr="00CD3E6A" w:rsidRDefault="00725168" w:rsidP="00725168">
      <w:pPr>
        <w:pStyle w:val="ListParagraph"/>
        <w:tabs>
          <w:tab w:val="clear" w:pos="284"/>
        </w:tabs>
        <w:spacing w:before="0" w:after="200" w:line="276" w:lineRule="auto"/>
        <w:ind w:left="709"/>
        <w:rPr>
          <w:rFonts w:eastAsia="Times New Roman"/>
          <w:b/>
          <w:noProof/>
          <w:kern w:val="22"/>
          <w:sz w:val="36"/>
          <w:szCs w:val="36"/>
          <w:lang w:eastAsia="en-AU"/>
        </w:rPr>
      </w:pPr>
    </w:p>
    <w:p w14:paraId="60949B82" w14:textId="77777777" w:rsidR="00725168" w:rsidRPr="00FF1A99" w:rsidRDefault="00725168" w:rsidP="00227A53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ind w:left="284" w:hanging="284"/>
        <w:rPr>
          <w:rFonts w:eastAsia="Times New Roman"/>
          <w:b/>
          <w:noProof/>
          <w:kern w:val="22"/>
          <w:sz w:val="22"/>
          <w:szCs w:val="22"/>
          <w:lang w:eastAsia="en-AU"/>
        </w:rPr>
      </w:pPr>
      <w:r w:rsidRPr="00FF1A99">
        <w:rPr>
          <w:sz w:val="22"/>
          <w:szCs w:val="22"/>
        </w:rPr>
        <w:t>Which of the statements below would you NOT expect to find in a Laboratory Code of Ethics?</w:t>
      </w:r>
    </w:p>
    <w:p w14:paraId="401EC40F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725168" w14:paraId="0D407E84" w14:textId="77777777" w:rsidTr="00BB2F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77545A9F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7A258A88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56D6C9E6" w14:textId="77777777" w:rsidTr="00BB2F76">
        <w:tc>
          <w:tcPr>
            <w:tcW w:w="7508" w:type="dxa"/>
          </w:tcPr>
          <w:p w14:paraId="7E425236" w14:textId="2510851B" w:rsidR="00725168" w:rsidRPr="00FF1A99" w:rsidRDefault="00725168" w:rsidP="00227A53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Act honestly in all dealings with customers and other employees</w:t>
            </w:r>
          </w:p>
        </w:tc>
        <w:tc>
          <w:tcPr>
            <w:tcW w:w="1552" w:type="dxa"/>
          </w:tcPr>
          <w:p w14:paraId="5158CDAA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2F967B4A" w14:textId="77777777" w:rsidTr="00BB2F76">
        <w:tc>
          <w:tcPr>
            <w:tcW w:w="7508" w:type="dxa"/>
          </w:tcPr>
          <w:p w14:paraId="090C5FEA" w14:textId="4614DA28" w:rsidR="00725168" w:rsidRPr="00FF1A99" w:rsidRDefault="00725168" w:rsidP="00227A53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Maintain confidentiality of laboratory procedures and results</w:t>
            </w:r>
          </w:p>
        </w:tc>
        <w:tc>
          <w:tcPr>
            <w:tcW w:w="1552" w:type="dxa"/>
          </w:tcPr>
          <w:p w14:paraId="3AC841F1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159B4DA1" w14:textId="77777777" w:rsidTr="00BB2F76">
        <w:tc>
          <w:tcPr>
            <w:tcW w:w="7508" w:type="dxa"/>
          </w:tcPr>
          <w:p w14:paraId="3B049D53" w14:textId="77777777" w:rsidR="00725168" w:rsidRPr="00FF1A99" w:rsidRDefault="00725168" w:rsidP="00227A53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Professional behaviour only applies during working hours</w:t>
            </w:r>
          </w:p>
        </w:tc>
        <w:tc>
          <w:tcPr>
            <w:tcW w:w="1552" w:type="dxa"/>
          </w:tcPr>
          <w:p w14:paraId="3B145205" w14:textId="112CC06F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725168" w14:paraId="61E55245" w14:textId="77777777" w:rsidTr="00BB2F76">
        <w:tc>
          <w:tcPr>
            <w:tcW w:w="7508" w:type="dxa"/>
          </w:tcPr>
          <w:p w14:paraId="01FDDBBB" w14:textId="5F15EC82" w:rsidR="00725168" w:rsidRPr="00FF1A99" w:rsidRDefault="00725168" w:rsidP="00227A53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Avoid taking unnecessary risks that may cause harm to yourself or others</w:t>
            </w:r>
          </w:p>
        </w:tc>
        <w:tc>
          <w:tcPr>
            <w:tcW w:w="1552" w:type="dxa"/>
          </w:tcPr>
          <w:p w14:paraId="02E337EE" w14:textId="77777777" w:rsidR="00725168" w:rsidRDefault="00725168" w:rsidP="0027014E">
            <w:pPr>
              <w:pStyle w:val="Body"/>
              <w:jc w:val="center"/>
            </w:pPr>
          </w:p>
        </w:tc>
      </w:tr>
    </w:tbl>
    <w:p w14:paraId="0CF7A216" w14:textId="08C1E6C4" w:rsidR="00725168" w:rsidRPr="00BB2F76" w:rsidRDefault="00725168" w:rsidP="00BB2F76">
      <w:r>
        <w:br w:type="page"/>
      </w:r>
    </w:p>
    <w:p w14:paraId="1311D02E" w14:textId="77777777" w:rsidR="00725168" w:rsidRPr="0063453E" w:rsidRDefault="00725168" w:rsidP="00227A53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lastRenderedPageBreak/>
        <w:t>Legislative requirements that apply to laboratory workers include:</w:t>
      </w:r>
    </w:p>
    <w:p w14:paraId="2D6C324E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725168" w14:paraId="557DCFE9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2AD299A7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6C5D61CC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7331B3AC" w14:textId="77777777" w:rsidTr="0027014E">
        <w:tc>
          <w:tcPr>
            <w:tcW w:w="7609" w:type="dxa"/>
          </w:tcPr>
          <w:p w14:paraId="569E00C6" w14:textId="77777777" w:rsidR="00725168" w:rsidRPr="00FF1A99" w:rsidRDefault="00725168" w:rsidP="00227A53">
            <w:pPr>
              <w:pStyle w:val="Body"/>
              <w:numPr>
                <w:ilvl w:val="0"/>
                <w:numId w:val="6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WHS and workers compensation</w:t>
            </w:r>
          </w:p>
        </w:tc>
        <w:tc>
          <w:tcPr>
            <w:tcW w:w="1407" w:type="dxa"/>
          </w:tcPr>
          <w:p w14:paraId="069091B0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53298B33" w14:textId="77777777" w:rsidTr="0027014E">
        <w:tc>
          <w:tcPr>
            <w:tcW w:w="7609" w:type="dxa"/>
          </w:tcPr>
          <w:p w14:paraId="54C6CA2A" w14:textId="5EF8B6A5" w:rsidR="00725168" w:rsidRPr="00FF1A99" w:rsidRDefault="00BB2F76" w:rsidP="00227A53">
            <w:pPr>
              <w:pStyle w:val="Body"/>
              <w:numPr>
                <w:ilvl w:val="0"/>
                <w:numId w:val="6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25168" w:rsidRPr="00FF1A99">
              <w:rPr>
                <w:sz w:val="22"/>
                <w:szCs w:val="22"/>
              </w:rPr>
              <w:t>qual employment, anti-discrimination and anti-harassment</w:t>
            </w:r>
          </w:p>
        </w:tc>
        <w:tc>
          <w:tcPr>
            <w:tcW w:w="1407" w:type="dxa"/>
          </w:tcPr>
          <w:p w14:paraId="694690AF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0B4F5858" w14:textId="77777777" w:rsidTr="0027014E">
        <w:tc>
          <w:tcPr>
            <w:tcW w:w="7609" w:type="dxa"/>
          </w:tcPr>
          <w:p w14:paraId="7BCE0681" w14:textId="304C6944" w:rsidR="00725168" w:rsidRPr="00FF1A99" w:rsidRDefault="00BB2F76" w:rsidP="00227A53">
            <w:pPr>
              <w:pStyle w:val="Body"/>
              <w:numPr>
                <w:ilvl w:val="0"/>
                <w:numId w:val="6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25168" w:rsidRPr="00FF1A99">
              <w:rPr>
                <w:sz w:val="22"/>
                <w:szCs w:val="22"/>
              </w:rPr>
              <w:t xml:space="preserve">nvironmental protection </w:t>
            </w:r>
          </w:p>
        </w:tc>
        <w:tc>
          <w:tcPr>
            <w:tcW w:w="1407" w:type="dxa"/>
          </w:tcPr>
          <w:p w14:paraId="29DC810B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55C06FB0" w14:textId="77777777" w:rsidTr="0027014E">
        <w:tc>
          <w:tcPr>
            <w:tcW w:w="7609" w:type="dxa"/>
          </w:tcPr>
          <w:p w14:paraId="7DFCD72C" w14:textId="29D434A1" w:rsidR="00725168" w:rsidRPr="00FF1A99" w:rsidRDefault="00BB2F76" w:rsidP="00227A53">
            <w:pPr>
              <w:pStyle w:val="Body"/>
              <w:numPr>
                <w:ilvl w:val="0"/>
                <w:numId w:val="6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>ll the above</w:t>
            </w:r>
          </w:p>
        </w:tc>
        <w:tc>
          <w:tcPr>
            <w:tcW w:w="1407" w:type="dxa"/>
          </w:tcPr>
          <w:p w14:paraId="67D79D75" w14:textId="5DEBEF25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52899924" w14:textId="77777777" w:rsidR="00725168" w:rsidRDefault="00725168" w:rsidP="00725168">
      <w:pPr>
        <w:pStyle w:val="Body"/>
        <w:ind w:left="720"/>
        <w:rPr>
          <w:sz w:val="22"/>
          <w:szCs w:val="22"/>
        </w:rPr>
      </w:pPr>
    </w:p>
    <w:p w14:paraId="03C4CAA1" w14:textId="77777777" w:rsidR="00725168" w:rsidRDefault="00725168" w:rsidP="0072516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2F9E4015" w14:textId="1848B77F" w:rsidR="00725168" w:rsidRPr="0063453E" w:rsidRDefault="00725168" w:rsidP="00227A53">
      <w:pPr>
        <w:pStyle w:val="Body"/>
        <w:numPr>
          <w:ilvl w:val="0"/>
          <w:numId w:val="5"/>
        </w:numPr>
        <w:ind w:hanging="720"/>
        <w:rPr>
          <w:sz w:val="22"/>
          <w:szCs w:val="22"/>
        </w:rPr>
      </w:pPr>
      <w:r>
        <w:rPr>
          <w:sz w:val="22"/>
          <w:szCs w:val="22"/>
        </w:rPr>
        <w:t>Professional work practices that relate</w:t>
      </w:r>
      <w:r w:rsidR="00ED3801">
        <w:rPr>
          <w:sz w:val="22"/>
          <w:szCs w:val="22"/>
        </w:rPr>
        <w:t xml:space="preserve"> to</w:t>
      </w:r>
      <w:r>
        <w:rPr>
          <w:sz w:val="22"/>
          <w:szCs w:val="22"/>
        </w:rPr>
        <w:t xml:space="preserve"> sustainable practices in a laboratory would </w:t>
      </w:r>
      <w:r w:rsidRPr="008341E2">
        <w:rPr>
          <w:b/>
          <w:sz w:val="22"/>
          <w:szCs w:val="22"/>
        </w:rPr>
        <w:t>not</w:t>
      </w:r>
      <w:r>
        <w:rPr>
          <w:sz w:val="22"/>
          <w:szCs w:val="22"/>
        </w:rPr>
        <w:t xml:space="preserve"> include:</w:t>
      </w:r>
    </w:p>
    <w:p w14:paraId="650D24F1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725168" w14:paraId="0966512B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444F1E0C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2A408CCD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3456044A" w14:textId="77777777" w:rsidTr="0027014E">
        <w:tc>
          <w:tcPr>
            <w:tcW w:w="7609" w:type="dxa"/>
          </w:tcPr>
          <w:p w14:paraId="3544970B" w14:textId="77777777" w:rsidR="00725168" w:rsidRPr="00FF1A99" w:rsidRDefault="00725168" w:rsidP="00227A53">
            <w:pPr>
              <w:pStyle w:val="Body"/>
              <w:numPr>
                <w:ilvl w:val="0"/>
                <w:numId w:val="14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minimising waste</w:t>
            </w:r>
          </w:p>
        </w:tc>
        <w:tc>
          <w:tcPr>
            <w:tcW w:w="1407" w:type="dxa"/>
          </w:tcPr>
          <w:p w14:paraId="23635238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597CD1F9" w14:textId="77777777" w:rsidTr="0027014E">
        <w:tc>
          <w:tcPr>
            <w:tcW w:w="7609" w:type="dxa"/>
          </w:tcPr>
          <w:p w14:paraId="62EF4B78" w14:textId="77777777" w:rsidR="00725168" w:rsidRPr="00FF1A99" w:rsidRDefault="00725168" w:rsidP="00227A53">
            <w:pPr>
              <w:pStyle w:val="Body"/>
              <w:numPr>
                <w:ilvl w:val="0"/>
                <w:numId w:val="14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leaving computer screens on continually</w:t>
            </w:r>
          </w:p>
        </w:tc>
        <w:tc>
          <w:tcPr>
            <w:tcW w:w="1407" w:type="dxa"/>
          </w:tcPr>
          <w:p w14:paraId="112F2A77" w14:textId="1D51EE90" w:rsidR="00725168" w:rsidRDefault="00AE2397" w:rsidP="0027014E">
            <w:pPr>
              <w:pStyle w:val="Body"/>
              <w:jc w:val="center"/>
            </w:pPr>
            <w:r w:rsidRPr="00AE2397">
              <w:rPr>
                <w:color w:val="FF0000"/>
              </w:rPr>
              <w:t>X</w:t>
            </w:r>
          </w:p>
        </w:tc>
      </w:tr>
      <w:tr w:rsidR="00725168" w14:paraId="6313FCCD" w14:textId="77777777" w:rsidTr="0027014E">
        <w:tc>
          <w:tcPr>
            <w:tcW w:w="7609" w:type="dxa"/>
          </w:tcPr>
          <w:p w14:paraId="249026E2" w14:textId="77777777" w:rsidR="00725168" w:rsidRPr="00FF1A99" w:rsidRDefault="00725168" w:rsidP="00227A53">
            <w:pPr>
              <w:pStyle w:val="Body"/>
              <w:numPr>
                <w:ilvl w:val="0"/>
                <w:numId w:val="14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turning off equipment when not in use</w:t>
            </w:r>
          </w:p>
        </w:tc>
        <w:tc>
          <w:tcPr>
            <w:tcW w:w="1407" w:type="dxa"/>
          </w:tcPr>
          <w:p w14:paraId="49307562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7C9BB2E6" w14:textId="77777777" w:rsidTr="0027014E">
        <w:tc>
          <w:tcPr>
            <w:tcW w:w="7609" w:type="dxa"/>
          </w:tcPr>
          <w:p w14:paraId="10D63A43" w14:textId="77777777" w:rsidR="00725168" w:rsidRPr="00FF1A99" w:rsidRDefault="00725168" w:rsidP="00227A53">
            <w:pPr>
              <w:pStyle w:val="Body"/>
              <w:numPr>
                <w:ilvl w:val="0"/>
                <w:numId w:val="14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regular cleaning of fume cupboard filters</w:t>
            </w:r>
          </w:p>
        </w:tc>
        <w:tc>
          <w:tcPr>
            <w:tcW w:w="1407" w:type="dxa"/>
          </w:tcPr>
          <w:p w14:paraId="0585E480" w14:textId="77777777" w:rsidR="00725168" w:rsidRDefault="00725168" w:rsidP="0027014E">
            <w:pPr>
              <w:pStyle w:val="Body"/>
              <w:jc w:val="center"/>
            </w:pPr>
          </w:p>
        </w:tc>
      </w:tr>
    </w:tbl>
    <w:p w14:paraId="715F4EE5" w14:textId="2A339DFA" w:rsidR="00725168" w:rsidRDefault="00BB2F76" w:rsidP="00BB2F76">
      <w:pPr>
        <w:pStyle w:val="Body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062A957" w14:textId="77777777" w:rsidR="00725168" w:rsidRPr="00BB2F76" w:rsidRDefault="00725168" w:rsidP="00227A53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 w:rsidRPr="00FF1A99">
        <w:rPr>
          <w:sz w:val="22"/>
          <w:szCs w:val="22"/>
        </w:rPr>
        <w:lastRenderedPageBreak/>
        <w:t xml:space="preserve">Ethical and professional performance in the laboratory would </w:t>
      </w:r>
      <w:r w:rsidRPr="00FF1A99">
        <w:rPr>
          <w:b/>
          <w:sz w:val="22"/>
          <w:szCs w:val="22"/>
        </w:rPr>
        <w:t xml:space="preserve">not </w:t>
      </w:r>
      <w:r w:rsidRPr="00BB2F76">
        <w:rPr>
          <w:sz w:val="22"/>
          <w:szCs w:val="22"/>
        </w:rPr>
        <w:t>include:</w:t>
      </w:r>
    </w:p>
    <w:p w14:paraId="14075C14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725168" w14:paraId="474134D8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79642D46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1329D79C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4642A6C1" w14:textId="77777777" w:rsidTr="0027014E">
        <w:tc>
          <w:tcPr>
            <w:tcW w:w="7609" w:type="dxa"/>
          </w:tcPr>
          <w:p w14:paraId="2B950CA6" w14:textId="221E6D41" w:rsidR="00725168" w:rsidRPr="00FF1A99" w:rsidRDefault="00BB2F76" w:rsidP="00227A53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725168" w:rsidRPr="00FF1A99">
              <w:rPr>
                <w:sz w:val="22"/>
                <w:szCs w:val="22"/>
              </w:rPr>
              <w:t>orking diligently and responsibly in accordance with workplace policy and procedures</w:t>
            </w:r>
          </w:p>
        </w:tc>
        <w:tc>
          <w:tcPr>
            <w:tcW w:w="1407" w:type="dxa"/>
          </w:tcPr>
          <w:p w14:paraId="10130F67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68668EB1" w14:textId="77777777" w:rsidTr="0027014E">
        <w:tc>
          <w:tcPr>
            <w:tcW w:w="7609" w:type="dxa"/>
          </w:tcPr>
          <w:p w14:paraId="060406C5" w14:textId="5D9D4C9E" w:rsidR="00725168" w:rsidRPr="00FF1A99" w:rsidRDefault="00BB2F76" w:rsidP="00227A53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25168" w:rsidRPr="00FF1A99">
              <w:rPr>
                <w:sz w:val="22"/>
                <w:szCs w:val="22"/>
              </w:rPr>
              <w:t>nsuring confidentiality of information, including client identification and test results</w:t>
            </w:r>
          </w:p>
        </w:tc>
        <w:tc>
          <w:tcPr>
            <w:tcW w:w="1407" w:type="dxa"/>
          </w:tcPr>
          <w:p w14:paraId="63846012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2B539E5D" w14:textId="77777777" w:rsidTr="0027014E">
        <w:tc>
          <w:tcPr>
            <w:tcW w:w="7609" w:type="dxa"/>
          </w:tcPr>
          <w:p w14:paraId="417D1BAE" w14:textId="4180E233" w:rsidR="00725168" w:rsidRPr="00FF1A99" w:rsidRDefault="00BB2F76" w:rsidP="00227A53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>ltering the results of an analysis to ensur</w:t>
            </w:r>
            <w:r>
              <w:rPr>
                <w:sz w:val="22"/>
                <w:szCs w:val="22"/>
              </w:rPr>
              <w:t>e the test result was compliant</w:t>
            </w:r>
          </w:p>
        </w:tc>
        <w:tc>
          <w:tcPr>
            <w:tcW w:w="1407" w:type="dxa"/>
          </w:tcPr>
          <w:p w14:paraId="779BB3F4" w14:textId="5399ABDF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725168" w14:paraId="3FF4083E" w14:textId="77777777" w:rsidTr="0027014E">
        <w:tc>
          <w:tcPr>
            <w:tcW w:w="7609" w:type="dxa"/>
          </w:tcPr>
          <w:p w14:paraId="41EF200A" w14:textId="40A9D03B" w:rsidR="00725168" w:rsidRPr="00FF1A99" w:rsidRDefault="00BB2F76" w:rsidP="00227A53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725168" w:rsidRPr="00FF1A99">
              <w:rPr>
                <w:sz w:val="22"/>
                <w:szCs w:val="22"/>
              </w:rPr>
              <w:t>ehaving honestly, respecting others and treating them with courtesy and impartiality</w:t>
            </w:r>
          </w:p>
        </w:tc>
        <w:tc>
          <w:tcPr>
            <w:tcW w:w="1407" w:type="dxa"/>
          </w:tcPr>
          <w:p w14:paraId="0DACF9B3" w14:textId="77777777" w:rsidR="00725168" w:rsidRDefault="00725168" w:rsidP="0027014E">
            <w:pPr>
              <w:pStyle w:val="Body"/>
              <w:jc w:val="center"/>
            </w:pPr>
          </w:p>
        </w:tc>
      </w:tr>
    </w:tbl>
    <w:p w14:paraId="0FECFF8E" w14:textId="77777777" w:rsidR="00725168" w:rsidRDefault="00725168" w:rsidP="00725168">
      <w:pPr>
        <w:pStyle w:val="ListParagraph"/>
        <w:ind w:left="1070"/>
      </w:pPr>
    </w:p>
    <w:p w14:paraId="12149393" w14:textId="77777777" w:rsidR="00725168" w:rsidRDefault="00725168" w:rsidP="00725168">
      <w:pPr>
        <w:pStyle w:val="ListParagraph"/>
        <w:ind w:left="1070"/>
      </w:pPr>
    </w:p>
    <w:p w14:paraId="3A6E2F97" w14:textId="71CDE484" w:rsidR="00725168" w:rsidRPr="00FF1A99" w:rsidRDefault="00725168" w:rsidP="00227A53">
      <w:pPr>
        <w:pStyle w:val="Body"/>
        <w:numPr>
          <w:ilvl w:val="0"/>
          <w:numId w:val="5"/>
        </w:numPr>
        <w:ind w:hanging="720"/>
        <w:rPr>
          <w:sz w:val="22"/>
          <w:szCs w:val="22"/>
        </w:rPr>
      </w:pPr>
      <w:r w:rsidRPr="00FF1A99">
        <w:rPr>
          <w:sz w:val="22"/>
          <w:szCs w:val="22"/>
        </w:rPr>
        <w:t>Workplace information related to laboratory procedures for a laboratory technician</w:t>
      </w:r>
      <w:r w:rsidR="00ED3801">
        <w:rPr>
          <w:sz w:val="22"/>
          <w:szCs w:val="22"/>
        </w:rPr>
        <w:t>,</w:t>
      </w:r>
      <w:r w:rsidRPr="00FF1A99">
        <w:rPr>
          <w:sz w:val="22"/>
          <w:szCs w:val="22"/>
        </w:rPr>
        <w:t xml:space="preserve"> include</w:t>
      </w:r>
      <w:r w:rsidR="00ED3801">
        <w:rPr>
          <w:sz w:val="22"/>
          <w:szCs w:val="22"/>
        </w:rPr>
        <w:t>s</w:t>
      </w:r>
      <w:r w:rsidRPr="00FF1A99">
        <w:rPr>
          <w:sz w:val="22"/>
          <w:szCs w:val="22"/>
        </w:rPr>
        <w:t>:</w:t>
      </w:r>
    </w:p>
    <w:p w14:paraId="30248EBF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25168" w14:paraId="257972EB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584F587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8CC021A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432200CA" w14:textId="77777777" w:rsidTr="0027014E">
        <w:tc>
          <w:tcPr>
            <w:tcW w:w="7650" w:type="dxa"/>
          </w:tcPr>
          <w:p w14:paraId="3F3A622F" w14:textId="10BEB69F" w:rsidR="00725168" w:rsidRPr="00FF1A99" w:rsidRDefault="00725168" w:rsidP="00227A53">
            <w:pPr>
              <w:pStyle w:val="Body"/>
              <w:numPr>
                <w:ilvl w:val="0"/>
                <w:numId w:val="13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Sta</w:t>
            </w:r>
            <w:r w:rsidR="00AB1E3A">
              <w:rPr>
                <w:sz w:val="22"/>
                <w:szCs w:val="22"/>
              </w:rPr>
              <w:t>ndard Operating Procedures (SOP</w:t>
            </w:r>
            <w:r w:rsidRPr="00FF1A99">
              <w:rPr>
                <w:sz w:val="22"/>
                <w:szCs w:val="22"/>
              </w:rPr>
              <w:t>s)</w:t>
            </w:r>
          </w:p>
        </w:tc>
        <w:tc>
          <w:tcPr>
            <w:tcW w:w="1410" w:type="dxa"/>
          </w:tcPr>
          <w:p w14:paraId="3DD5837C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5844633F" w14:textId="77777777" w:rsidTr="0027014E">
        <w:tc>
          <w:tcPr>
            <w:tcW w:w="7650" w:type="dxa"/>
          </w:tcPr>
          <w:p w14:paraId="0A852FEF" w14:textId="19ED1774" w:rsidR="00725168" w:rsidRPr="00FF1A99" w:rsidRDefault="00BB2F76" w:rsidP="00227A53">
            <w:pPr>
              <w:pStyle w:val="Body"/>
              <w:numPr>
                <w:ilvl w:val="0"/>
                <w:numId w:val="13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="00725168" w:rsidRPr="00FF1A99">
              <w:rPr>
                <w:sz w:val="22"/>
                <w:szCs w:val="22"/>
              </w:rPr>
              <w:t>ob cards, batch cards and production schedules</w:t>
            </w:r>
          </w:p>
        </w:tc>
        <w:tc>
          <w:tcPr>
            <w:tcW w:w="1410" w:type="dxa"/>
          </w:tcPr>
          <w:p w14:paraId="328CA28A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205A00EA" w14:textId="77777777" w:rsidTr="0027014E">
        <w:tc>
          <w:tcPr>
            <w:tcW w:w="7650" w:type="dxa"/>
          </w:tcPr>
          <w:p w14:paraId="52A03CEE" w14:textId="7F5AB162" w:rsidR="00725168" w:rsidRPr="00FF1A99" w:rsidRDefault="00BB2F76" w:rsidP="00227A53">
            <w:pPr>
              <w:pStyle w:val="Body"/>
              <w:numPr>
                <w:ilvl w:val="0"/>
                <w:numId w:val="13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725168" w:rsidRPr="00FF1A99">
              <w:rPr>
                <w:sz w:val="22"/>
                <w:szCs w:val="22"/>
              </w:rPr>
              <w:t>ethods, recipes, procedures and protocols</w:t>
            </w:r>
          </w:p>
        </w:tc>
        <w:tc>
          <w:tcPr>
            <w:tcW w:w="1410" w:type="dxa"/>
          </w:tcPr>
          <w:p w14:paraId="684E5684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58D8AC30" w14:textId="77777777" w:rsidTr="0027014E">
        <w:tc>
          <w:tcPr>
            <w:tcW w:w="7650" w:type="dxa"/>
          </w:tcPr>
          <w:p w14:paraId="37E1C742" w14:textId="528B4B4B" w:rsidR="00725168" w:rsidRPr="00FF1A99" w:rsidRDefault="00BB2F76" w:rsidP="00227A53">
            <w:pPr>
              <w:pStyle w:val="Body"/>
              <w:numPr>
                <w:ilvl w:val="0"/>
                <w:numId w:val="13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6BA5F5EE" w14:textId="583FA8B5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41466B1F" w14:textId="35DB3EF6" w:rsidR="00725168" w:rsidRPr="00C57A62" w:rsidRDefault="00725168" w:rsidP="00BB2F76">
      <w:pPr>
        <w:tabs>
          <w:tab w:val="clear" w:pos="284"/>
        </w:tabs>
        <w:spacing w:before="0" w:after="200" w:line="276" w:lineRule="auto"/>
      </w:pPr>
      <w:r>
        <w:br w:type="page"/>
      </w:r>
    </w:p>
    <w:p w14:paraId="45885E8D" w14:textId="388F48DC" w:rsidR="00725168" w:rsidRPr="00FF1A99" w:rsidRDefault="00725168" w:rsidP="00227A53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proofErr w:type="spellStart"/>
      <w:r w:rsidRPr="00FF1A99">
        <w:rPr>
          <w:sz w:val="22"/>
          <w:szCs w:val="22"/>
        </w:rPr>
        <w:lastRenderedPageBreak/>
        <w:t>Xanda</w:t>
      </w:r>
      <w:proofErr w:type="spellEnd"/>
      <w:r w:rsidRPr="00FF1A99">
        <w:rPr>
          <w:sz w:val="22"/>
          <w:szCs w:val="22"/>
        </w:rPr>
        <w:t xml:space="preserve"> wanted to implement sustainable energy work practices in his laboratory. He called a team meeting to discuss wha</w:t>
      </w:r>
      <w:r w:rsidR="00BB2F76">
        <w:rPr>
          <w:sz w:val="22"/>
          <w:szCs w:val="22"/>
        </w:rPr>
        <w:t xml:space="preserve">t practices should be changed. </w:t>
      </w:r>
      <w:r w:rsidRPr="00FF1A99">
        <w:rPr>
          <w:sz w:val="22"/>
          <w:szCs w:val="22"/>
        </w:rPr>
        <w:t xml:space="preserve">Which of the following is </w:t>
      </w:r>
      <w:r w:rsidR="00BB2F76" w:rsidRPr="00BB2F76">
        <w:rPr>
          <w:b/>
          <w:sz w:val="22"/>
          <w:szCs w:val="22"/>
        </w:rPr>
        <w:t xml:space="preserve">not </w:t>
      </w:r>
      <w:r w:rsidRPr="00FF1A99">
        <w:rPr>
          <w:sz w:val="22"/>
          <w:szCs w:val="22"/>
        </w:rPr>
        <w:t xml:space="preserve">an example of a sustainable work practice? </w:t>
      </w:r>
    </w:p>
    <w:p w14:paraId="1BA01C58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725168" w:rsidRPr="00F70C08" w14:paraId="2A8AA424" w14:textId="77777777" w:rsidTr="00BB2F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686C1CA1" w14:textId="77777777" w:rsidR="00725168" w:rsidRPr="00F70C08" w:rsidRDefault="00725168" w:rsidP="0027014E">
            <w:pPr>
              <w:pStyle w:val="Body"/>
              <w:rPr>
                <w:sz w:val="20"/>
              </w:rPr>
            </w:pPr>
            <w:r w:rsidRPr="00F70C08">
              <w:rPr>
                <w:sz w:val="20"/>
              </w:rPr>
              <w:t>Answer choices</w:t>
            </w:r>
          </w:p>
        </w:tc>
        <w:tc>
          <w:tcPr>
            <w:tcW w:w="1552" w:type="dxa"/>
          </w:tcPr>
          <w:p w14:paraId="16934354" w14:textId="77777777" w:rsidR="00725168" w:rsidRPr="00F70C08" w:rsidRDefault="00725168" w:rsidP="0027014E">
            <w:pPr>
              <w:pStyle w:val="Body"/>
              <w:rPr>
                <w:sz w:val="20"/>
              </w:rPr>
            </w:pPr>
            <w:r w:rsidRPr="00F70C08">
              <w:rPr>
                <w:sz w:val="20"/>
              </w:rPr>
              <w:t>Put X next to your answer</w:t>
            </w:r>
          </w:p>
        </w:tc>
      </w:tr>
      <w:tr w:rsidR="00725168" w14:paraId="1C87F914" w14:textId="77777777" w:rsidTr="00BB2F76">
        <w:tc>
          <w:tcPr>
            <w:tcW w:w="7508" w:type="dxa"/>
          </w:tcPr>
          <w:p w14:paraId="23C7BC84" w14:textId="289C9BD1" w:rsidR="00725168" w:rsidRPr="00FF1A99" w:rsidRDefault="00BB2F76" w:rsidP="00227A53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725168" w:rsidRPr="00FF1A99">
              <w:rPr>
                <w:sz w:val="22"/>
                <w:szCs w:val="22"/>
              </w:rPr>
              <w:t>hredding waste paper and putting it in a recycling bin</w:t>
            </w:r>
          </w:p>
        </w:tc>
        <w:tc>
          <w:tcPr>
            <w:tcW w:w="1552" w:type="dxa"/>
          </w:tcPr>
          <w:p w14:paraId="4097D9B6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3388A78A" w14:textId="77777777" w:rsidTr="00BB2F76">
        <w:tc>
          <w:tcPr>
            <w:tcW w:w="7508" w:type="dxa"/>
          </w:tcPr>
          <w:p w14:paraId="276B4591" w14:textId="27DCE53C" w:rsidR="00725168" w:rsidRPr="00FF1A99" w:rsidRDefault="00BB2F76" w:rsidP="00227A53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725168" w:rsidRPr="00FF1A99">
              <w:rPr>
                <w:sz w:val="22"/>
                <w:szCs w:val="22"/>
              </w:rPr>
              <w:t>witching off computers when not in use</w:t>
            </w:r>
          </w:p>
        </w:tc>
        <w:tc>
          <w:tcPr>
            <w:tcW w:w="1552" w:type="dxa"/>
          </w:tcPr>
          <w:p w14:paraId="59588239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5CDF4CAA" w14:textId="77777777" w:rsidTr="00BB2F76">
        <w:tc>
          <w:tcPr>
            <w:tcW w:w="7508" w:type="dxa"/>
          </w:tcPr>
          <w:p w14:paraId="1C902304" w14:textId="0AE94A9D" w:rsidR="00725168" w:rsidRPr="00FF1A99" w:rsidRDefault="00BB2F76" w:rsidP="00227A53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725168" w:rsidRPr="00FF1A99">
              <w:rPr>
                <w:sz w:val="22"/>
                <w:szCs w:val="22"/>
              </w:rPr>
              <w:t>unning the fume cupboards for an entire shift, rather than as required</w:t>
            </w:r>
          </w:p>
        </w:tc>
        <w:tc>
          <w:tcPr>
            <w:tcW w:w="1552" w:type="dxa"/>
          </w:tcPr>
          <w:p w14:paraId="609C07AC" w14:textId="504578B3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725168" w14:paraId="5572569A" w14:textId="77777777" w:rsidTr="00BB2F76">
        <w:tc>
          <w:tcPr>
            <w:tcW w:w="7508" w:type="dxa"/>
          </w:tcPr>
          <w:p w14:paraId="7D8D0745" w14:textId="354651C3" w:rsidR="00725168" w:rsidRPr="00FF1A99" w:rsidRDefault="00BB2F76" w:rsidP="00227A53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725168" w:rsidRPr="00FF1A99">
              <w:rPr>
                <w:sz w:val="22"/>
                <w:szCs w:val="22"/>
              </w:rPr>
              <w:t>sing test resources within expiry dates</w:t>
            </w:r>
          </w:p>
        </w:tc>
        <w:tc>
          <w:tcPr>
            <w:tcW w:w="1552" w:type="dxa"/>
          </w:tcPr>
          <w:p w14:paraId="265CE964" w14:textId="77777777" w:rsidR="00725168" w:rsidRDefault="00725168" w:rsidP="0027014E">
            <w:pPr>
              <w:pStyle w:val="Body"/>
              <w:jc w:val="center"/>
            </w:pPr>
          </w:p>
        </w:tc>
      </w:tr>
    </w:tbl>
    <w:p w14:paraId="1E713168" w14:textId="77777777" w:rsidR="00725168" w:rsidRDefault="00725168" w:rsidP="00725168">
      <w:pPr>
        <w:pStyle w:val="Body"/>
        <w:ind w:left="720"/>
        <w:rPr>
          <w:sz w:val="22"/>
          <w:szCs w:val="22"/>
        </w:rPr>
      </w:pPr>
    </w:p>
    <w:p w14:paraId="778125FD" w14:textId="77777777" w:rsidR="00725168" w:rsidRDefault="00725168" w:rsidP="0072516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309B587E" w14:textId="15A845AB" w:rsidR="00725168" w:rsidRPr="0063453E" w:rsidRDefault="00725168" w:rsidP="00227A53">
      <w:pPr>
        <w:pStyle w:val="Body"/>
        <w:numPr>
          <w:ilvl w:val="0"/>
          <w:numId w:val="5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>Professional development for a laboratory/field technician include</w:t>
      </w:r>
      <w:r w:rsidR="00ED3801">
        <w:rPr>
          <w:sz w:val="22"/>
          <w:szCs w:val="22"/>
        </w:rPr>
        <w:t>s</w:t>
      </w:r>
      <w:r>
        <w:rPr>
          <w:sz w:val="22"/>
          <w:szCs w:val="22"/>
        </w:rPr>
        <w:t>:</w:t>
      </w:r>
    </w:p>
    <w:p w14:paraId="529E9DBC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25168" w14:paraId="12F4EA76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A160579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29DCB412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3827F57A" w14:textId="77777777" w:rsidTr="0027014E">
        <w:tc>
          <w:tcPr>
            <w:tcW w:w="7650" w:type="dxa"/>
          </w:tcPr>
          <w:p w14:paraId="58D37520" w14:textId="0F765D28" w:rsidR="00725168" w:rsidRPr="00FF1A99" w:rsidRDefault="00BB2F76" w:rsidP="00227A53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AB1E3A">
              <w:rPr>
                <w:sz w:val="22"/>
                <w:szCs w:val="22"/>
              </w:rPr>
              <w:t>bserving a</w:t>
            </w:r>
            <w:r w:rsidR="00725168" w:rsidRPr="00FF1A99">
              <w:rPr>
                <w:sz w:val="22"/>
                <w:szCs w:val="22"/>
              </w:rPr>
              <w:t xml:space="preserve"> co-worker</w:t>
            </w:r>
            <w:r w:rsidR="00AB1E3A">
              <w:rPr>
                <w:sz w:val="22"/>
                <w:szCs w:val="22"/>
              </w:rPr>
              <w:t xml:space="preserve"> performing</w:t>
            </w:r>
            <w:r w:rsidR="00725168" w:rsidRPr="00FF1A99">
              <w:rPr>
                <w:sz w:val="22"/>
                <w:szCs w:val="22"/>
              </w:rPr>
              <w:t xml:space="preserve"> a new technique</w:t>
            </w:r>
          </w:p>
        </w:tc>
        <w:tc>
          <w:tcPr>
            <w:tcW w:w="1410" w:type="dxa"/>
          </w:tcPr>
          <w:p w14:paraId="434138AC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3C0B0597" w14:textId="77777777" w:rsidTr="0027014E">
        <w:tc>
          <w:tcPr>
            <w:tcW w:w="7650" w:type="dxa"/>
          </w:tcPr>
          <w:p w14:paraId="70011EBC" w14:textId="51EC4007" w:rsidR="00725168" w:rsidRPr="00FF1A99" w:rsidRDefault="00BB2F76" w:rsidP="00227A53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 xml:space="preserve">ttendance at a workshop related to </w:t>
            </w:r>
            <w:r w:rsidR="0009799F">
              <w:rPr>
                <w:sz w:val="22"/>
                <w:szCs w:val="22"/>
              </w:rPr>
              <w:t xml:space="preserve">the WHS aspects related to the </w:t>
            </w:r>
            <w:r w:rsidR="00725168" w:rsidRPr="00FF1A99">
              <w:rPr>
                <w:sz w:val="22"/>
                <w:szCs w:val="22"/>
              </w:rPr>
              <w:t>implementation of a new process</w:t>
            </w:r>
          </w:p>
        </w:tc>
        <w:tc>
          <w:tcPr>
            <w:tcW w:w="1410" w:type="dxa"/>
          </w:tcPr>
          <w:p w14:paraId="76051532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751AEC92" w14:textId="77777777" w:rsidTr="0027014E">
        <w:tc>
          <w:tcPr>
            <w:tcW w:w="7650" w:type="dxa"/>
          </w:tcPr>
          <w:p w14:paraId="0DE25763" w14:textId="618078E4" w:rsidR="00725168" w:rsidRPr="00FF1A99" w:rsidRDefault="00BB2F76" w:rsidP="00227A53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725168" w:rsidRPr="00FF1A99">
              <w:rPr>
                <w:sz w:val="22"/>
                <w:szCs w:val="22"/>
              </w:rPr>
              <w:t>eam building exercise</w:t>
            </w:r>
          </w:p>
        </w:tc>
        <w:tc>
          <w:tcPr>
            <w:tcW w:w="1410" w:type="dxa"/>
          </w:tcPr>
          <w:p w14:paraId="3F3F2929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2ABF8633" w14:textId="77777777" w:rsidTr="0027014E">
        <w:tc>
          <w:tcPr>
            <w:tcW w:w="7650" w:type="dxa"/>
          </w:tcPr>
          <w:p w14:paraId="24F2A5B6" w14:textId="5ADE2E2D" w:rsidR="00725168" w:rsidRPr="00FF1A99" w:rsidRDefault="00BB2F76" w:rsidP="00227A53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0BCBF696" w14:textId="1C97B335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6F4B69AC" w14:textId="19FC4726" w:rsidR="00725168" w:rsidRDefault="00725168" w:rsidP="00725168">
      <w:pPr>
        <w:tabs>
          <w:tab w:val="clear" w:pos="284"/>
        </w:tabs>
        <w:spacing w:before="0" w:after="200" w:line="276" w:lineRule="auto"/>
      </w:pPr>
      <w:r>
        <w:br w:type="page"/>
      </w:r>
    </w:p>
    <w:p w14:paraId="3B21D176" w14:textId="205DB0AE" w:rsidR="00725168" w:rsidRPr="0063453E" w:rsidRDefault="00442D27" w:rsidP="00227A53">
      <w:pPr>
        <w:pStyle w:val="Body"/>
        <w:numPr>
          <w:ilvl w:val="0"/>
          <w:numId w:val="5"/>
        </w:numPr>
        <w:ind w:hanging="720"/>
        <w:rPr>
          <w:sz w:val="22"/>
          <w:szCs w:val="22"/>
        </w:rPr>
      </w:pPr>
      <w:r>
        <w:rPr>
          <w:sz w:val="22"/>
          <w:szCs w:val="22"/>
        </w:rPr>
        <w:lastRenderedPageBreak/>
        <w:t>Strategies to follow when problem solving</w:t>
      </w:r>
      <w:r w:rsidR="000E6562">
        <w:rPr>
          <w:sz w:val="22"/>
          <w:szCs w:val="22"/>
        </w:rPr>
        <w:t>,</w:t>
      </w:r>
      <w:r>
        <w:rPr>
          <w:sz w:val="22"/>
          <w:szCs w:val="22"/>
        </w:rPr>
        <w:t xml:space="preserve"> include</w:t>
      </w:r>
      <w:r w:rsidR="00725168">
        <w:rPr>
          <w:sz w:val="22"/>
          <w:szCs w:val="22"/>
        </w:rPr>
        <w:t>:</w:t>
      </w:r>
    </w:p>
    <w:p w14:paraId="1B6D7DF3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25168" w14:paraId="4E3F6670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285A433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BF918F5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6BA6FBD7" w14:textId="77777777" w:rsidTr="0027014E">
        <w:tc>
          <w:tcPr>
            <w:tcW w:w="7650" w:type="dxa"/>
          </w:tcPr>
          <w:p w14:paraId="7149C534" w14:textId="0DBD5EEA" w:rsidR="00725168" w:rsidRPr="00FF1A99" w:rsidRDefault="00BB2F76" w:rsidP="00227A53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>ccessing all relevant documentation</w:t>
            </w:r>
          </w:p>
        </w:tc>
        <w:tc>
          <w:tcPr>
            <w:tcW w:w="1410" w:type="dxa"/>
          </w:tcPr>
          <w:p w14:paraId="361F5906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33D80850" w14:textId="77777777" w:rsidTr="0027014E">
        <w:tc>
          <w:tcPr>
            <w:tcW w:w="7650" w:type="dxa"/>
          </w:tcPr>
          <w:p w14:paraId="00185DF2" w14:textId="4598286E" w:rsidR="00725168" w:rsidRPr="00FF1A99" w:rsidRDefault="00BB2F76" w:rsidP="00227A53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725168" w:rsidRPr="00FF1A99">
              <w:rPr>
                <w:sz w:val="22"/>
                <w:szCs w:val="22"/>
              </w:rPr>
              <w:t>dentifying inputs and outputs and sequencing a process</w:t>
            </w:r>
          </w:p>
        </w:tc>
        <w:tc>
          <w:tcPr>
            <w:tcW w:w="1410" w:type="dxa"/>
          </w:tcPr>
          <w:p w14:paraId="41D8C3B0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3FE5E8AD" w14:textId="77777777" w:rsidTr="0027014E">
        <w:tc>
          <w:tcPr>
            <w:tcW w:w="7650" w:type="dxa"/>
          </w:tcPr>
          <w:p w14:paraId="01C3B038" w14:textId="145BA932" w:rsidR="00725168" w:rsidRPr="00FF1A99" w:rsidRDefault="00BB2F76" w:rsidP="00227A53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725168" w:rsidRPr="00FF1A99">
              <w:rPr>
                <w:sz w:val="22"/>
                <w:szCs w:val="22"/>
              </w:rPr>
              <w:t>btaining timely help</w:t>
            </w:r>
          </w:p>
        </w:tc>
        <w:tc>
          <w:tcPr>
            <w:tcW w:w="1410" w:type="dxa"/>
          </w:tcPr>
          <w:p w14:paraId="4B4C0EF0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77ED17C7" w14:textId="77777777" w:rsidTr="0027014E">
        <w:tc>
          <w:tcPr>
            <w:tcW w:w="7650" w:type="dxa"/>
          </w:tcPr>
          <w:p w14:paraId="721C1D5F" w14:textId="62ECACA5" w:rsidR="00725168" w:rsidRPr="00FF1A99" w:rsidRDefault="00BB2F76" w:rsidP="00227A53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3B9FAE43" w14:textId="38A40A2D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5DB62C85" w14:textId="69412C0D" w:rsidR="00725168" w:rsidRDefault="00725168" w:rsidP="00725168">
      <w:pPr>
        <w:tabs>
          <w:tab w:val="clear" w:pos="284"/>
        </w:tabs>
        <w:spacing w:before="0" w:after="200" w:line="276" w:lineRule="auto"/>
      </w:pPr>
    </w:p>
    <w:p w14:paraId="0443F0BA" w14:textId="77777777" w:rsidR="00BB2F76" w:rsidRDefault="00BB2F76" w:rsidP="00725168">
      <w:pPr>
        <w:tabs>
          <w:tab w:val="clear" w:pos="284"/>
        </w:tabs>
        <w:spacing w:before="0" w:after="200" w:line="276" w:lineRule="auto"/>
      </w:pPr>
    </w:p>
    <w:p w14:paraId="30D6D4A4" w14:textId="65A9AD69" w:rsidR="00725168" w:rsidRPr="0063453E" w:rsidRDefault="00AA24C0" w:rsidP="00AA24C0">
      <w:pPr>
        <w:pStyle w:val="Body"/>
        <w:numPr>
          <w:ilvl w:val="0"/>
          <w:numId w:val="5"/>
        </w:numPr>
        <w:tabs>
          <w:tab w:val="clear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25168">
        <w:rPr>
          <w:sz w:val="22"/>
          <w:szCs w:val="22"/>
        </w:rPr>
        <w:t>Strategies</w:t>
      </w:r>
      <w:r w:rsidR="00442D27">
        <w:rPr>
          <w:sz w:val="22"/>
          <w:szCs w:val="22"/>
        </w:rPr>
        <w:t xml:space="preserve"> to be adopted to maintain workflow</w:t>
      </w:r>
      <w:r w:rsidR="000E6562">
        <w:rPr>
          <w:sz w:val="22"/>
          <w:szCs w:val="22"/>
        </w:rPr>
        <w:t>,</w:t>
      </w:r>
      <w:r w:rsidR="00442D27">
        <w:rPr>
          <w:sz w:val="22"/>
          <w:szCs w:val="22"/>
        </w:rPr>
        <w:t xml:space="preserve"> include:</w:t>
      </w:r>
      <w:r w:rsidR="00725168">
        <w:rPr>
          <w:sz w:val="22"/>
          <w:szCs w:val="22"/>
        </w:rPr>
        <w:t xml:space="preserve"> </w:t>
      </w:r>
    </w:p>
    <w:p w14:paraId="3CA867C0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25168" w14:paraId="73CFA088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3A1183A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62B3CFD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0DD8819C" w14:textId="77777777" w:rsidTr="0027014E">
        <w:tc>
          <w:tcPr>
            <w:tcW w:w="7650" w:type="dxa"/>
          </w:tcPr>
          <w:p w14:paraId="7F4E6D86" w14:textId="0975E6E6" w:rsidR="00725168" w:rsidRPr="00FF1A99" w:rsidRDefault="00AA24C0" w:rsidP="00227A53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25168" w:rsidRPr="00FF1A99">
              <w:rPr>
                <w:sz w:val="22"/>
                <w:szCs w:val="22"/>
              </w:rPr>
              <w:t xml:space="preserve">ommunicating critical events </w:t>
            </w:r>
            <w:r w:rsidR="00AE2397">
              <w:rPr>
                <w:sz w:val="22"/>
                <w:szCs w:val="22"/>
              </w:rPr>
              <w:t>during the laboratory session</w:t>
            </w:r>
          </w:p>
        </w:tc>
        <w:tc>
          <w:tcPr>
            <w:tcW w:w="1410" w:type="dxa"/>
          </w:tcPr>
          <w:p w14:paraId="7ECCB213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416608F7" w14:textId="77777777" w:rsidTr="0027014E">
        <w:tc>
          <w:tcPr>
            <w:tcW w:w="7650" w:type="dxa"/>
          </w:tcPr>
          <w:p w14:paraId="45F0F724" w14:textId="59A77FF0" w:rsidR="00725168" w:rsidRPr="00FF1A99" w:rsidRDefault="00AA24C0" w:rsidP="00227A53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725168" w:rsidRPr="00FF1A99">
              <w:rPr>
                <w:sz w:val="22"/>
                <w:szCs w:val="22"/>
              </w:rPr>
              <w:t>ecognising shortages in reagents and problems with equipment</w:t>
            </w:r>
          </w:p>
        </w:tc>
        <w:tc>
          <w:tcPr>
            <w:tcW w:w="1410" w:type="dxa"/>
          </w:tcPr>
          <w:p w14:paraId="48460621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3C4C05B4" w14:textId="77777777" w:rsidTr="0027014E">
        <w:tc>
          <w:tcPr>
            <w:tcW w:w="7650" w:type="dxa"/>
          </w:tcPr>
          <w:p w14:paraId="0272B191" w14:textId="585F634F" w:rsidR="00725168" w:rsidRPr="00FF1A99" w:rsidRDefault="00AA24C0" w:rsidP="00227A53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25168" w:rsidRPr="00FF1A99">
              <w:rPr>
                <w:sz w:val="22"/>
                <w:szCs w:val="22"/>
              </w:rPr>
              <w:t>ommunicating with all teams and being punctual</w:t>
            </w:r>
          </w:p>
        </w:tc>
        <w:tc>
          <w:tcPr>
            <w:tcW w:w="1410" w:type="dxa"/>
          </w:tcPr>
          <w:p w14:paraId="0512C63F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73EF6864" w14:textId="77777777" w:rsidTr="0027014E">
        <w:tc>
          <w:tcPr>
            <w:tcW w:w="7650" w:type="dxa"/>
          </w:tcPr>
          <w:p w14:paraId="4B83984E" w14:textId="2A435D24" w:rsidR="00725168" w:rsidRPr="00FF1A99" w:rsidRDefault="00AA24C0" w:rsidP="00227A53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1276D5A9" w14:textId="3994F6FF" w:rsidR="00725168" w:rsidRDefault="00AE2397" w:rsidP="0027014E">
            <w:pPr>
              <w:pStyle w:val="Body"/>
              <w:jc w:val="center"/>
            </w:pPr>
            <w:r w:rsidRPr="00AE2397">
              <w:rPr>
                <w:color w:val="FF0000"/>
              </w:rPr>
              <w:t>X</w:t>
            </w:r>
          </w:p>
        </w:tc>
      </w:tr>
    </w:tbl>
    <w:p w14:paraId="7ACAA345" w14:textId="2EF64D1D" w:rsidR="00725168" w:rsidRDefault="00725168" w:rsidP="00725168">
      <w:pPr>
        <w:tabs>
          <w:tab w:val="clear" w:pos="284"/>
        </w:tabs>
        <w:spacing w:before="0" w:after="200" w:line="276" w:lineRule="auto"/>
      </w:pPr>
      <w:r>
        <w:br w:type="page"/>
      </w:r>
    </w:p>
    <w:p w14:paraId="4AE68C3F" w14:textId="65E9780F" w:rsidR="00725168" w:rsidRPr="00FF1A99" w:rsidRDefault="00AA24C0" w:rsidP="00AA24C0">
      <w:pPr>
        <w:pStyle w:val="ListParagraph"/>
        <w:numPr>
          <w:ilvl w:val="0"/>
          <w:numId w:val="5"/>
        </w:numPr>
        <w:ind w:left="426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725168" w:rsidRPr="00FF1A99">
        <w:rPr>
          <w:sz w:val="22"/>
          <w:szCs w:val="22"/>
        </w:rPr>
        <w:t>Which of the following is a reason for trying to minimise waste?</w:t>
      </w:r>
    </w:p>
    <w:p w14:paraId="099F223C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725168" w14:paraId="39F58111" w14:textId="77777777" w:rsidTr="00AA24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8F10701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11A6757A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6999E724" w14:textId="77777777" w:rsidTr="00AA24C0">
        <w:tc>
          <w:tcPr>
            <w:tcW w:w="7508" w:type="dxa"/>
          </w:tcPr>
          <w:p w14:paraId="1A65486A" w14:textId="77777777" w:rsidR="00725168" w:rsidRPr="00FF1A99" w:rsidRDefault="00725168" w:rsidP="00227A53">
            <w:pPr>
              <w:pStyle w:val="Body"/>
              <w:numPr>
                <w:ilvl w:val="0"/>
                <w:numId w:val="11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Reducing potential environmental damage</w:t>
            </w:r>
          </w:p>
        </w:tc>
        <w:tc>
          <w:tcPr>
            <w:tcW w:w="1552" w:type="dxa"/>
          </w:tcPr>
          <w:p w14:paraId="3A97B8D0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17CCC0F9" w14:textId="77777777" w:rsidTr="00AA24C0">
        <w:tc>
          <w:tcPr>
            <w:tcW w:w="7508" w:type="dxa"/>
          </w:tcPr>
          <w:p w14:paraId="50453947" w14:textId="08D6463B" w:rsidR="00725168" w:rsidRPr="00FF1A99" w:rsidRDefault="00725168" w:rsidP="00227A53">
            <w:pPr>
              <w:pStyle w:val="Body"/>
              <w:numPr>
                <w:ilvl w:val="0"/>
                <w:numId w:val="11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Being aware of the need for environmentally sustainable work practices</w:t>
            </w:r>
          </w:p>
        </w:tc>
        <w:tc>
          <w:tcPr>
            <w:tcW w:w="1552" w:type="dxa"/>
          </w:tcPr>
          <w:p w14:paraId="0AB33389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1AC9EB63" w14:textId="77777777" w:rsidTr="00AA24C0">
        <w:tc>
          <w:tcPr>
            <w:tcW w:w="7508" w:type="dxa"/>
          </w:tcPr>
          <w:p w14:paraId="2513DEC2" w14:textId="77777777" w:rsidR="00725168" w:rsidRPr="00FF1A99" w:rsidRDefault="00725168" w:rsidP="00227A53">
            <w:pPr>
              <w:pStyle w:val="Body"/>
              <w:numPr>
                <w:ilvl w:val="0"/>
                <w:numId w:val="11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Reduce the cost to the business of waste disposal</w:t>
            </w:r>
          </w:p>
        </w:tc>
        <w:tc>
          <w:tcPr>
            <w:tcW w:w="1552" w:type="dxa"/>
          </w:tcPr>
          <w:p w14:paraId="06558B34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4EFF6DC6" w14:textId="77777777" w:rsidTr="00AA24C0">
        <w:tc>
          <w:tcPr>
            <w:tcW w:w="7508" w:type="dxa"/>
          </w:tcPr>
          <w:p w14:paraId="4F57EFDC" w14:textId="77777777" w:rsidR="00725168" w:rsidRPr="00FF1A99" w:rsidRDefault="00725168" w:rsidP="00227A53">
            <w:pPr>
              <w:pStyle w:val="Body"/>
              <w:numPr>
                <w:ilvl w:val="0"/>
                <w:numId w:val="11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All of the above</w:t>
            </w:r>
          </w:p>
        </w:tc>
        <w:tc>
          <w:tcPr>
            <w:tcW w:w="1552" w:type="dxa"/>
          </w:tcPr>
          <w:p w14:paraId="7B999BEB" w14:textId="2CE94DD0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382311E2" w14:textId="34ADFCD6" w:rsidR="00725168" w:rsidRDefault="00725168" w:rsidP="00725168">
      <w:pPr>
        <w:tabs>
          <w:tab w:val="clear" w:pos="284"/>
        </w:tabs>
        <w:spacing w:before="0" w:after="200" w:line="276" w:lineRule="auto"/>
      </w:pPr>
    </w:p>
    <w:p w14:paraId="11C9738A" w14:textId="77777777" w:rsidR="00590EC3" w:rsidRDefault="00590EC3" w:rsidP="00725168">
      <w:pPr>
        <w:tabs>
          <w:tab w:val="clear" w:pos="284"/>
        </w:tabs>
        <w:spacing w:before="0" w:after="200" w:line="276" w:lineRule="auto"/>
      </w:pPr>
    </w:p>
    <w:p w14:paraId="3471D37C" w14:textId="6B36F0F3" w:rsidR="00725168" w:rsidRPr="0063453E" w:rsidRDefault="00590EC3" w:rsidP="00AA24C0">
      <w:pPr>
        <w:pStyle w:val="Body"/>
        <w:numPr>
          <w:ilvl w:val="0"/>
          <w:numId w:val="5"/>
        </w:numPr>
        <w:tabs>
          <w:tab w:val="clear" w:pos="284"/>
        </w:tabs>
        <w:ind w:left="340" w:hanging="340"/>
        <w:rPr>
          <w:sz w:val="22"/>
          <w:szCs w:val="22"/>
        </w:rPr>
      </w:pPr>
      <w:r>
        <w:rPr>
          <w:sz w:val="22"/>
          <w:szCs w:val="22"/>
        </w:rPr>
        <w:t>Conflict and/</w:t>
      </w:r>
      <w:r w:rsidR="00725168">
        <w:rPr>
          <w:sz w:val="22"/>
          <w:szCs w:val="22"/>
        </w:rPr>
        <w:t>or disagreement within a work team could cause problems that require specific strategies for successful resolution. Conflict resolution techniques include:</w:t>
      </w:r>
    </w:p>
    <w:p w14:paraId="0DCB015C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725168" w14:paraId="6AA92979" w14:textId="77777777" w:rsidTr="00590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FFFDA93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5570FD10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0D29F119" w14:textId="77777777" w:rsidTr="00590EC3">
        <w:tc>
          <w:tcPr>
            <w:tcW w:w="7508" w:type="dxa"/>
          </w:tcPr>
          <w:p w14:paraId="76A8FEEA" w14:textId="59BE8A35" w:rsidR="00725168" w:rsidRPr="000E0A2D" w:rsidRDefault="00590EC3" w:rsidP="00227A53">
            <w:pPr>
              <w:pStyle w:val="Body"/>
              <w:numPr>
                <w:ilvl w:val="0"/>
                <w:numId w:val="19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725168" w:rsidRPr="000E0A2D">
              <w:rPr>
                <w:sz w:val="22"/>
                <w:szCs w:val="22"/>
              </w:rPr>
              <w:t>istening carefully to understand the issue before speaking out</w:t>
            </w:r>
          </w:p>
        </w:tc>
        <w:tc>
          <w:tcPr>
            <w:tcW w:w="1552" w:type="dxa"/>
          </w:tcPr>
          <w:p w14:paraId="4C484FCB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0406F242" w14:textId="77777777" w:rsidTr="00590EC3">
        <w:tc>
          <w:tcPr>
            <w:tcW w:w="7508" w:type="dxa"/>
          </w:tcPr>
          <w:p w14:paraId="1D12F119" w14:textId="1A9E1A2A" w:rsidR="00725168" w:rsidRPr="000E0A2D" w:rsidRDefault="00590EC3" w:rsidP="00227A53">
            <w:pPr>
              <w:pStyle w:val="Body"/>
              <w:numPr>
                <w:ilvl w:val="0"/>
                <w:numId w:val="19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725168" w:rsidRPr="000E0A2D">
              <w:rPr>
                <w:sz w:val="22"/>
                <w:szCs w:val="22"/>
              </w:rPr>
              <w:t>ot postponing conflict resolution in a team i</w:t>
            </w:r>
            <w:r>
              <w:rPr>
                <w:sz w:val="22"/>
                <w:szCs w:val="22"/>
              </w:rPr>
              <w:t>.</w:t>
            </w:r>
            <w:r w:rsidR="00725168" w:rsidRPr="000E0A2D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.</w:t>
            </w:r>
            <w:r w:rsidR="00725168" w:rsidRPr="000E0A2D">
              <w:rPr>
                <w:sz w:val="22"/>
                <w:szCs w:val="22"/>
              </w:rPr>
              <w:t xml:space="preserve"> act as soon as it is noticed</w:t>
            </w:r>
          </w:p>
        </w:tc>
        <w:tc>
          <w:tcPr>
            <w:tcW w:w="1552" w:type="dxa"/>
          </w:tcPr>
          <w:p w14:paraId="7AB81B94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28B91F73" w14:textId="77777777" w:rsidTr="00590EC3">
        <w:tc>
          <w:tcPr>
            <w:tcW w:w="7508" w:type="dxa"/>
          </w:tcPr>
          <w:p w14:paraId="19887A43" w14:textId="25517638" w:rsidR="00725168" w:rsidRPr="000E0A2D" w:rsidRDefault="00590EC3" w:rsidP="00227A53">
            <w:pPr>
              <w:pStyle w:val="Body"/>
              <w:numPr>
                <w:ilvl w:val="0"/>
                <w:numId w:val="19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725168" w:rsidRPr="000E0A2D">
              <w:rPr>
                <w:sz w:val="22"/>
                <w:szCs w:val="22"/>
              </w:rPr>
              <w:t>ocussing on the problem not the individual</w:t>
            </w:r>
          </w:p>
        </w:tc>
        <w:tc>
          <w:tcPr>
            <w:tcW w:w="1552" w:type="dxa"/>
          </w:tcPr>
          <w:p w14:paraId="23C71D3B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0A4BE661" w14:textId="77777777" w:rsidTr="00590EC3">
        <w:tc>
          <w:tcPr>
            <w:tcW w:w="7508" w:type="dxa"/>
          </w:tcPr>
          <w:p w14:paraId="60F84F66" w14:textId="66A9D417" w:rsidR="00725168" w:rsidRPr="000E0A2D" w:rsidRDefault="00590EC3" w:rsidP="00227A53">
            <w:pPr>
              <w:pStyle w:val="Body"/>
              <w:numPr>
                <w:ilvl w:val="0"/>
                <w:numId w:val="19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0E0A2D">
              <w:rPr>
                <w:sz w:val="22"/>
                <w:szCs w:val="22"/>
              </w:rPr>
              <w:t>ll the above</w:t>
            </w:r>
          </w:p>
        </w:tc>
        <w:tc>
          <w:tcPr>
            <w:tcW w:w="1552" w:type="dxa"/>
          </w:tcPr>
          <w:p w14:paraId="310AE6FB" w14:textId="1E8C6F45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3A34BF4E" w14:textId="7E8F2E64" w:rsidR="00725168" w:rsidRDefault="00725168" w:rsidP="0072516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9BE1CA" w14:textId="77777777" w:rsidR="00725168" w:rsidRPr="0063453E" w:rsidRDefault="00725168" w:rsidP="00227A53">
      <w:pPr>
        <w:pStyle w:val="Body"/>
        <w:numPr>
          <w:ilvl w:val="0"/>
          <w:numId w:val="5"/>
        </w:numPr>
        <w:tabs>
          <w:tab w:val="clear" w:pos="284"/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Interpersonal skills that are valuable in a work situation include:</w:t>
      </w:r>
    </w:p>
    <w:p w14:paraId="3B31BCAD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25168" w14:paraId="34AE2B5A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201ED2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14B66A9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631CD8C9" w14:textId="77777777" w:rsidTr="0027014E">
        <w:tc>
          <w:tcPr>
            <w:tcW w:w="7650" w:type="dxa"/>
          </w:tcPr>
          <w:p w14:paraId="18C1D9E3" w14:textId="2E5F8F38" w:rsidR="00725168" w:rsidRPr="000E0A2D" w:rsidRDefault="0027014E" w:rsidP="00227A53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725168" w:rsidRPr="000E0A2D">
              <w:rPr>
                <w:sz w:val="22"/>
                <w:szCs w:val="22"/>
              </w:rPr>
              <w:t xml:space="preserve">ependability </w:t>
            </w:r>
          </w:p>
        </w:tc>
        <w:tc>
          <w:tcPr>
            <w:tcW w:w="1410" w:type="dxa"/>
          </w:tcPr>
          <w:p w14:paraId="5FD0AA29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09F4705D" w14:textId="77777777" w:rsidTr="0027014E">
        <w:tc>
          <w:tcPr>
            <w:tcW w:w="7650" w:type="dxa"/>
          </w:tcPr>
          <w:p w14:paraId="64B57474" w14:textId="5E5A514F" w:rsidR="00725168" w:rsidRPr="000E0A2D" w:rsidRDefault="0027014E" w:rsidP="00227A53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25168" w:rsidRPr="000E0A2D">
              <w:rPr>
                <w:sz w:val="22"/>
                <w:szCs w:val="22"/>
              </w:rPr>
              <w:t>mpathy</w:t>
            </w:r>
          </w:p>
        </w:tc>
        <w:tc>
          <w:tcPr>
            <w:tcW w:w="1410" w:type="dxa"/>
          </w:tcPr>
          <w:p w14:paraId="20417363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7CEB8C2F" w14:textId="77777777" w:rsidTr="0027014E">
        <w:tc>
          <w:tcPr>
            <w:tcW w:w="7650" w:type="dxa"/>
          </w:tcPr>
          <w:p w14:paraId="018759A2" w14:textId="2052C6D4" w:rsidR="00725168" w:rsidRPr="000E0A2D" w:rsidRDefault="0027014E" w:rsidP="00227A53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725168" w:rsidRPr="000E0A2D">
              <w:rPr>
                <w:sz w:val="22"/>
                <w:szCs w:val="22"/>
              </w:rPr>
              <w:t>eadership</w:t>
            </w:r>
          </w:p>
        </w:tc>
        <w:tc>
          <w:tcPr>
            <w:tcW w:w="1410" w:type="dxa"/>
          </w:tcPr>
          <w:p w14:paraId="40865805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35627E2B" w14:textId="77777777" w:rsidTr="0027014E">
        <w:tc>
          <w:tcPr>
            <w:tcW w:w="7650" w:type="dxa"/>
          </w:tcPr>
          <w:p w14:paraId="736DE09B" w14:textId="4CE9C532" w:rsidR="00725168" w:rsidRPr="000E0A2D" w:rsidRDefault="0027014E" w:rsidP="00227A53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25168" w:rsidRPr="000E0A2D">
              <w:rPr>
                <w:sz w:val="22"/>
                <w:szCs w:val="22"/>
              </w:rPr>
              <w:t>ll the above</w:t>
            </w:r>
          </w:p>
        </w:tc>
        <w:tc>
          <w:tcPr>
            <w:tcW w:w="1410" w:type="dxa"/>
          </w:tcPr>
          <w:p w14:paraId="594E8C20" w14:textId="693D3D1A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1E8F0998" w14:textId="77777777" w:rsidR="00725168" w:rsidRDefault="00725168" w:rsidP="00725168">
      <w:pPr>
        <w:pStyle w:val="Body"/>
        <w:ind w:left="720"/>
        <w:rPr>
          <w:sz w:val="22"/>
          <w:szCs w:val="22"/>
        </w:rPr>
      </w:pPr>
    </w:p>
    <w:p w14:paraId="706FDB1E" w14:textId="77777777" w:rsidR="00725168" w:rsidRDefault="00725168" w:rsidP="0072516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0E35F202" w14:textId="77777777" w:rsidR="00725168" w:rsidRPr="0063453E" w:rsidRDefault="00725168" w:rsidP="00227A53">
      <w:pPr>
        <w:pStyle w:val="Body"/>
        <w:numPr>
          <w:ilvl w:val="0"/>
          <w:numId w:val="5"/>
        </w:numPr>
        <w:tabs>
          <w:tab w:val="clear" w:pos="284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Good planning and organising for routine work would </w:t>
      </w:r>
      <w:r w:rsidRPr="00442D27">
        <w:rPr>
          <w:b/>
          <w:sz w:val="22"/>
          <w:szCs w:val="22"/>
        </w:rPr>
        <w:t>not</w:t>
      </w:r>
      <w:r>
        <w:rPr>
          <w:sz w:val="22"/>
          <w:szCs w:val="22"/>
        </w:rPr>
        <w:t xml:space="preserve"> include:</w:t>
      </w:r>
    </w:p>
    <w:p w14:paraId="4691DD9D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25168" w14:paraId="04C6CC8E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4EFB44A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AE45612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75C30D5F" w14:textId="77777777" w:rsidTr="0027014E">
        <w:tc>
          <w:tcPr>
            <w:tcW w:w="7650" w:type="dxa"/>
          </w:tcPr>
          <w:p w14:paraId="59A21929" w14:textId="61FEAA31" w:rsidR="00725168" w:rsidRPr="000E0A2D" w:rsidRDefault="0027014E" w:rsidP="00227A53">
            <w:pPr>
              <w:pStyle w:val="Body"/>
              <w:numPr>
                <w:ilvl w:val="0"/>
                <w:numId w:val="21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25168" w:rsidRPr="000E0A2D">
              <w:rPr>
                <w:sz w:val="22"/>
                <w:szCs w:val="22"/>
              </w:rPr>
              <w:t>larifying the expected tasks to be completed</w:t>
            </w:r>
          </w:p>
        </w:tc>
        <w:tc>
          <w:tcPr>
            <w:tcW w:w="1410" w:type="dxa"/>
          </w:tcPr>
          <w:p w14:paraId="3AAC0EDD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096A6033" w14:textId="77777777" w:rsidTr="0027014E">
        <w:tc>
          <w:tcPr>
            <w:tcW w:w="7650" w:type="dxa"/>
          </w:tcPr>
          <w:p w14:paraId="56E4F497" w14:textId="2A14EE95" w:rsidR="00725168" w:rsidRPr="000E0A2D" w:rsidRDefault="0027014E" w:rsidP="00227A53">
            <w:pPr>
              <w:pStyle w:val="Body"/>
              <w:numPr>
                <w:ilvl w:val="0"/>
                <w:numId w:val="21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725168" w:rsidRPr="000E0A2D">
              <w:rPr>
                <w:sz w:val="22"/>
                <w:szCs w:val="22"/>
              </w:rPr>
              <w:t>oing work as it is received</w:t>
            </w:r>
          </w:p>
        </w:tc>
        <w:tc>
          <w:tcPr>
            <w:tcW w:w="1410" w:type="dxa"/>
          </w:tcPr>
          <w:p w14:paraId="28882118" w14:textId="65402A5D" w:rsidR="00725168" w:rsidRDefault="00AE2397" w:rsidP="0027014E">
            <w:pPr>
              <w:pStyle w:val="Body"/>
              <w:jc w:val="center"/>
            </w:pPr>
            <w:r>
              <w:rPr>
                <w:color w:val="FF0000"/>
              </w:rPr>
              <w:t>X</w:t>
            </w:r>
          </w:p>
        </w:tc>
      </w:tr>
      <w:tr w:rsidR="00725168" w14:paraId="2F29E7D4" w14:textId="77777777" w:rsidTr="0027014E">
        <w:tc>
          <w:tcPr>
            <w:tcW w:w="7650" w:type="dxa"/>
          </w:tcPr>
          <w:p w14:paraId="50F94D22" w14:textId="1D06F97F" w:rsidR="00725168" w:rsidRPr="000E0A2D" w:rsidRDefault="0027014E" w:rsidP="00227A53">
            <w:pPr>
              <w:pStyle w:val="Body"/>
              <w:numPr>
                <w:ilvl w:val="0"/>
                <w:numId w:val="21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725168" w:rsidRPr="000E0A2D">
              <w:rPr>
                <w:sz w:val="22"/>
                <w:szCs w:val="22"/>
              </w:rPr>
              <w:t xml:space="preserve">reaking down the task into smaller </w:t>
            </w:r>
            <w:r w:rsidR="00AE2397" w:rsidRPr="000E0A2D">
              <w:rPr>
                <w:sz w:val="22"/>
                <w:szCs w:val="22"/>
              </w:rPr>
              <w:t>achievable</w:t>
            </w:r>
            <w:r w:rsidR="00725168" w:rsidRPr="000E0A2D">
              <w:rPr>
                <w:sz w:val="22"/>
                <w:szCs w:val="22"/>
              </w:rPr>
              <w:t xml:space="preserve"> components</w:t>
            </w:r>
          </w:p>
        </w:tc>
        <w:tc>
          <w:tcPr>
            <w:tcW w:w="1410" w:type="dxa"/>
          </w:tcPr>
          <w:p w14:paraId="0710EB92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6B893D9F" w14:textId="77777777" w:rsidTr="0027014E">
        <w:tc>
          <w:tcPr>
            <w:tcW w:w="7650" w:type="dxa"/>
          </w:tcPr>
          <w:p w14:paraId="75AF74CC" w14:textId="766AE6F0" w:rsidR="00725168" w:rsidRPr="000E0A2D" w:rsidRDefault="0027014E" w:rsidP="00227A53">
            <w:pPr>
              <w:pStyle w:val="Body"/>
              <w:numPr>
                <w:ilvl w:val="0"/>
                <w:numId w:val="21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25168" w:rsidRPr="000E0A2D">
              <w:rPr>
                <w:sz w:val="22"/>
                <w:szCs w:val="22"/>
              </w:rPr>
              <w:t>nsuring there are adequate resources available</w:t>
            </w:r>
          </w:p>
        </w:tc>
        <w:tc>
          <w:tcPr>
            <w:tcW w:w="1410" w:type="dxa"/>
          </w:tcPr>
          <w:p w14:paraId="6720AC92" w14:textId="77777777" w:rsidR="00725168" w:rsidRDefault="00725168" w:rsidP="0027014E">
            <w:pPr>
              <w:pStyle w:val="Body"/>
              <w:jc w:val="center"/>
            </w:pPr>
          </w:p>
        </w:tc>
      </w:tr>
    </w:tbl>
    <w:p w14:paraId="1302483F" w14:textId="1642667B" w:rsidR="00725168" w:rsidRDefault="00725168" w:rsidP="00725168">
      <w:pPr>
        <w:tabs>
          <w:tab w:val="clear" w:pos="284"/>
        </w:tabs>
        <w:spacing w:before="0" w:after="200" w:line="276" w:lineRule="auto"/>
      </w:pPr>
      <w:r>
        <w:br w:type="page"/>
      </w:r>
    </w:p>
    <w:p w14:paraId="599A5A99" w14:textId="3CB68043" w:rsidR="00725168" w:rsidRPr="0027014E" w:rsidRDefault="0028386D" w:rsidP="00227A53">
      <w:pPr>
        <w:pStyle w:val="Body"/>
        <w:numPr>
          <w:ilvl w:val="0"/>
          <w:numId w:val="5"/>
        </w:numPr>
        <w:tabs>
          <w:tab w:val="clear" w:pos="284"/>
        </w:tabs>
        <w:ind w:left="426" w:hanging="426"/>
        <w:rPr>
          <w:sz w:val="22"/>
          <w:szCs w:val="22"/>
        </w:rPr>
      </w:pPr>
      <w:r w:rsidRPr="0027014E">
        <w:rPr>
          <w:sz w:val="22"/>
          <w:szCs w:val="22"/>
        </w:rPr>
        <w:lastRenderedPageBreak/>
        <w:t>A laboratory technician could recognise their strengths and weaknesses following</w:t>
      </w:r>
      <w:r w:rsidR="00725168" w:rsidRPr="0027014E">
        <w:rPr>
          <w:sz w:val="22"/>
          <w:szCs w:val="22"/>
        </w:rPr>
        <w:t>:</w:t>
      </w:r>
    </w:p>
    <w:p w14:paraId="119284E3" w14:textId="77777777" w:rsidR="00725168" w:rsidRDefault="00725168" w:rsidP="0072516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25168" w14:paraId="3985E9BC" w14:textId="77777777" w:rsidTr="00270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D00C21F" w14:textId="77777777" w:rsidR="00725168" w:rsidRDefault="00725168" w:rsidP="0027014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123E7F1" w14:textId="77777777" w:rsidR="00725168" w:rsidRDefault="00725168" w:rsidP="0027014E">
            <w:pPr>
              <w:pStyle w:val="Body"/>
            </w:pPr>
            <w:r>
              <w:t>Put X next to your answer</w:t>
            </w:r>
          </w:p>
        </w:tc>
      </w:tr>
      <w:tr w:rsidR="00725168" w14:paraId="1A4B7B6D" w14:textId="77777777" w:rsidTr="0027014E">
        <w:tc>
          <w:tcPr>
            <w:tcW w:w="7650" w:type="dxa"/>
          </w:tcPr>
          <w:p w14:paraId="61649B53" w14:textId="0730DA71" w:rsidR="00725168" w:rsidRPr="0027014E" w:rsidRDefault="0027014E" w:rsidP="00227A53">
            <w:pPr>
              <w:pStyle w:val="Body"/>
              <w:numPr>
                <w:ilvl w:val="0"/>
                <w:numId w:val="24"/>
              </w:numPr>
              <w:rPr>
                <w:sz w:val="22"/>
              </w:rPr>
            </w:pPr>
            <w:r>
              <w:rPr>
                <w:sz w:val="22"/>
              </w:rPr>
              <w:t>m</w:t>
            </w:r>
            <w:r w:rsidR="00725168" w:rsidRPr="0027014E">
              <w:rPr>
                <w:sz w:val="22"/>
              </w:rPr>
              <w:t xml:space="preserve">anagement targeting </w:t>
            </w:r>
            <w:r w:rsidR="0028386D" w:rsidRPr="0027014E">
              <w:rPr>
                <w:sz w:val="22"/>
              </w:rPr>
              <w:t xml:space="preserve">of </w:t>
            </w:r>
            <w:r w:rsidR="00725168" w:rsidRPr="0027014E">
              <w:rPr>
                <w:sz w:val="22"/>
              </w:rPr>
              <w:t>particular areas for change</w:t>
            </w:r>
            <w:r w:rsidR="0028386D" w:rsidRPr="0027014E">
              <w:rPr>
                <w:sz w:val="22"/>
              </w:rPr>
              <w:t xml:space="preserve"> of improvement</w:t>
            </w:r>
          </w:p>
        </w:tc>
        <w:tc>
          <w:tcPr>
            <w:tcW w:w="1410" w:type="dxa"/>
          </w:tcPr>
          <w:p w14:paraId="6BA7AAAC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5A49C6EE" w14:textId="77777777" w:rsidTr="0027014E">
        <w:tc>
          <w:tcPr>
            <w:tcW w:w="7650" w:type="dxa"/>
          </w:tcPr>
          <w:p w14:paraId="5CCAD0A6" w14:textId="5397919E" w:rsidR="00725168" w:rsidRPr="0027014E" w:rsidRDefault="0027014E" w:rsidP="00227A53">
            <w:pPr>
              <w:pStyle w:val="Body"/>
              <w:numPr>
                <w:ilvl w:val="0"/>
                <w:numId w:val="24"/>
              </w:numPr>
              <w:rPr>
                <w:sz w:val="22"/>
              </w:rPr>
            </w:pPr>
            <w:r>
              <w:rPr>
                <w:sz w:val="22"/>
              </w:rPr>
              <w:t>a</w:t>
            </w:r>
            <w:r w:rsidR="0028386D" w:rsidRPr="0027014E">
              <w:rPr>
                <w:sz w:val="22"/>
              </w:rPr>
              <w:t xml:space="preserve"> s</w:t>
            </w:r>
            <w:r w:rsidR="00725168" w:rsidRPr="0027014E">
              <w:rPr>
                <w:sz w:val="22"/>
              </w:rPr>
              <w:t>kill</w:t>
            </w:r>
            <w:r w:rsidR="0028386D" w:rsidRPr="0027014E">
              <w:rPr>
                <w:sz w:val="22"/>
              </w:rPr>
              <w:t>-gap audit</w:t>
            </w:r>
            <w:r w:rsidR="00725168" w:rsidRPr="0027014E">
              <w:rPr>
                <w:sz w:val="22"/>
              </w:rPr>
              <w:t xml:space="preserve"> of </w:t>
            </w:r>
            <w:r w:rsidR="0028386D" w:rsidRPr="0027014E">
              <w:rPr>
                <w:sz w:val="22"/>
              </w:rPr>
              <w:t>laboratory staff</w:t>
            </w:r>
          </w:p>
        </w:tc>
        <w:tc>
          <w:tcPr>
            <w:tcW w:w="1410" w:type="dxa"/>
          </w:tcPr>
          <w:p w14:paraId="6BB35827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456C75CC" w14:textId="77777777" w:rsidTr="0027014E">
        <w:tc>
          <w:tcPr>
            <w:tcW w:w="7650" w:type="dxa"/>
          </w:tcPr>
          <w:p w14:paraId="5B616E8D" w14:textId="16588AE2" w:rsidR="00725168" w:rsidRPr="0027014E" w:rsidRDefault="0027014E" w:rsidP="00227A53">
            <w:pPr>
              <w:pStyle w:val="Body"/>
              <w:numPr>
                <w:ilvl w:val="0"/>
                <w:numId w:val="24"/>
              </w:numPr>
              <w:rPr>
                <w:sz w:val="22"/>
              </w:rPr>
            </w:pPr>
            <w:r>
              <w:rPr>
                <w:sz w:val="22"/>
              </w:rPr>
              <w:t>p</w:t>
            </w:r>
            <w:r w:rsidR="0028386D" w:rsidRPr="0027014E">
              <w:rPr>
                <w:sz w:val="22"/>
              </w:rPr>
              <w:t>ersonal reflection</w:t>
            </w:r>
          </w:p>
        </w:tc>
        <w:tc>
          <w:tcPr>
            <w:tcW w:w="1410" w:type="dxa"/>
          </w:tcPr>
          <w:p w14:paraId="43DB0C1C" w14:textId="77777777" w:rsidR="00725168" w:rsidRDefault="00725168" w:rsidP="0027014E">
            <w:pPr>
              <w:pStyle w:val="Body"/>
              <w:jc w:val="center"/>
            </w:pPr>
          </w:p>
        </w:tc>
      </w:tr>
      <w:tr w:rsidR="00725168" w14:paraId="1FE0410C" w14:textId="77777777" w:rsidTr="0027014E">
        <w:tc>
          <w:tcPr>
            <w:tcW w:w="7650" w:type="dxa"/>
          </w:tcPr>
          <w:p w14:paraId="6CEFF4F7" w14:textId="4781292E" w:rsidR="00725168" w:rsidRPr="0027014E" w:rsidRDefault="0027014E" w:rsidP="00227A53">
            <w:pPr>
              <w:pStyle w:val="Body"/>
              <w:numPr>
                <w:ilvl w:val="0"/>
                <w:numId w:val="24"/>
              </w:numPr>
              <w:rPr>
                <w:sz w:val="22"/>
              </w:rPr>
            </w:pPr>
            <w:r>
              <w:rPr>
                <w:sz w:val="22"/>
              </w:rPr>
              <w:t>a</w:t>
            </w:r>
            <w:r w:rsidR="00725168" w:rsidRPr="0027014E">
              <w:rPr>
                <w:sz w:val="22"/>
              </w:rPr>
              <w:t>ll of the above</w:t>
            </w:r>
          </w:p>
        </w:tc>
        <w:tc>
          <w:tcPr>
            <w:tcW w:w="1410" w:type="dxa"/>
          </w:tcPr>
          <w:p w14:paraId="4C958A1C" w14:textId="27244750" w:rsidR="00725168" w:rsidRPr="00AE2397" w:rsidRDefault="00AE2397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7018DD27" w14:textId="77777777" w:rsidR="00992B13" w:rsidRDefault="00992B13" w:rsidP="00725168">
      <w:pPr>
        <w:tabs>
          <w:tab w:val="clear" w:pos="284"/>
        </w:tabs>
        <w:spacing w:before="0" w:after="200" w:line="276" w:lineRule="auto"/>
      </w:pPr>
    </w:p>
    <w:p w14:paraId="792C19E9" w14:textId="2F7D813E" w:rsidR="00725168" w:rsidRDefault="00725168" w:rsidP="0072516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1C4997C" w14:textId="78B42842" w:rsidR="003814F0" w:rsidRPr="000412B1" w:rsidRDefault="0027014E" w:rsidP="003814F0">
      <w:pPr>
        <w:pStyle w:val="Heading2"/>
      </w:pPr>
      <w:r>
        <w:lastRenderedPageBreak/>
        <w:t xml:space="preserve">Part </w:t>
      </w:r>
      <w:r w:rsidR="003814F0" w:rsidRPr="000412B1">
        <w:t>2: True or false</w:t>
      </w:r>
      <w:r w:rsidR="003814F0">
        <w:t xml:space="preserve"> (Question 16 – 30)</w:t>
      </w:r>
    </w:p>
    <w:p w14:paraId="1E412DA0" w14:textId="77777777" w:rsidR="003814F0" w:rsidRPr="0063453E" w:rsidRDefault="003814F0" w:rsidP="003814F0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4580051A" w14:textId="77777777" w:rsidR="003814F0" w:rsidRDefault="003814F0" w:rsidP="003814F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508"/>
        <w:gridCol w:w="1552"/>
      </w:tblGrid>
      <w:tr w:rsidR="003814F0" w14:paraId="1DCD688E" w14:textId="77777777" w:rsidTr="00CC70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5B509634" w14:textId="77777777" w:rsidR="003814F0" w:rsidRDefault="003814F0" w:rsidP="0027014E">
            <w:pPr>
              <w:pStyle w:val="Body"/>
            </w:pPr>
            <w:r>
              <w:t>Question</w:t>
            </w:r>
          </w:p>
        </w:tc>
        <w:tc>
          <w:tcPr>
            <w:tcW w:w="1552" w:type="dxa"/>
          </w:tcPr>
          <w:p w14:paraId="3D9F27FA" w14:textId="77777777" w:rsidR="003814F0" w:rsidRDefault="003814F0" w:rsidP="0027014E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3814F0" w14:paraId="0313CA59" w14:textId="77777777" w:rsidTr="00CC70CE">
        <w:tc>
          <w:tcPr>
            <w:tcW w:w="7508" w:type="dxa"/>
          </w:tcPr>
          <w:p w14:paraId="6C30D50B" w14:textId="59BA9F00" w:rsidR="003814F0" w:rsidRPr="00B30F8E" w:rsidRDefault="003814F0" w:rsidP="00227A53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‘right first time’ philosophy, is one way </w:t>
            </w:r>
            <w:r w:rsidR="0027014E">
              <w:rPr>
                <w:sz w:val="22"/>
                <w:szCs w:val="22"/>
              </w:rPr>
              <w:t xml:space="preserve">of contributing to sustainable </w:t>
            </w:r>
            <w:r>
              <w:rPr>
                <w:sz w:val="22"/>
                <w:szCs w:val="22"/>
              </w:rPr>
              <w:t>work practices</w:t>
            </w:r>
            <w:r w:rsidR="003050AE">
              <w:rPr>
                <w:sz w:val="22"/>
                <w:szCs w:val="22"/>
              </w:rPr>
              <w:t xml:space="preserve"> for individuals and teams</w:t>
            </w:r>
            <w:r w:rsidR="0027014E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2869EF73" w14:textId="4795C74D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6117BBC5" w14:textId="77777777" w:rsidTr="00CC70CE">
        <w:tc>
          <w:tcPr>
            <w:tcW w:w="7508" w:type="dxa"/>
          </w:tcPr>
          <w:p w14:paraId="29467B52" w14:textId="031D0604" w:rsidR="003814F0" w:rsidRPr="00B30F8E" w:rsidRDefault="003814F0" w:rsidP="00227A53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your workload has become unmanageable</w:t>
            </w:r>
            <w:r w:rsidR="00ED38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the best way to handle this is to pack up and come</w:t>
            </w:r>
            <w:r w:rsidR="00ED38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back tomorrow to start afresh.</w:t>
            </w:r>
          </w:p>
        </w:tc>
        <w:tc>
          <w:tcPr>
            <w:tcW w:w="1552" w:type="dxa"/>
          </w:tcPr>
          <w:p w14:paraId="0FF5BB1B" w14:textId="31AD4C41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False</w:t>
            </w:r>
          </w:p>
        </w:tc>
      </w:tr>
      <w:tr w:rsidR="003814F0" w14:paraId="1FA00F87" w14:textId="77777777" w:rsidTr="00CC70CE">
        <w:tc>
          <w:tcPr>
            <w:tcW w:w="7508" w:type="dxa"/>
          </w:tcPr>
          <w:p w14:paraId="668B60E9" w14:textId="37D05A08" w:rsidR="003814F0" w:rsidRPr="00B30F8E" w:rsidRDefault="003814F0" w:rsidP="00227A53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part of a team</w:t>
            </w:r>
            <w:r w:rsidR="00861F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it is important to have sensitivity towards other team members’ background and beliefs.</w:t>
            </w:r>
          </w:p>
        </w:tc>
        <w:tc>
          <w:tcPr>
            <w:tcW w:w="1552" w:type="dxa"/>
          </w:tcPr>
          <w:p w14:paraId="0C11BD83" w14:textId="66778CCE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2742792E" w14:textId="77777777" w:rsidTr="00CC70CE">
        <w:tc>
          <w:tcPr>
            <w:tcW w:w="7508" w:type="dxa"/>
          </w:tcPr>
          <w:p w14:paraId="5A8065B7" w14:textId="126AEF1A" w:rsidR="003814F0" w:rsidRPr="00B30F8E" w:rsidRDefault="003814F0" w:rsidP="00227A53">
            <w:pPr>
              <w:pStyle w:val="Body"/>
              <w:numPr>
                <w:ilvl w:val="0"/>
                <w:numId w:val="22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Problem solving techniques </w:t>
            </w:r>
            <w:r w:rsidR="00442D27">
              <w:rPr>
                <w:sz w:val="22"/>
                <w:szCs w:val="22"/>
              </w:rPr>
              <w:t>include</w:t>
            </w:r>
            <w:r>
              <w:rPr>
                <w:sz w:val="22"/>
                <w:szCs w:val="22"/>
              </w:rPr>
              <w:t xml:space="preserve"> considering a number of options carefully before making a final decision.</w:t>
            </w:r>
          </w:p>
        </w:tc>
        <w:tc>
          <w:tcPr>
            <w:tcW w:w="1552" w:type="dxa"/>
          </w:tcPr>
          <w:p w14:paraId="0ACAF5C0" w14:textId="6D257DDD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51988BE5" w14:textId="77777777" w:rsidTr="00CC70CE">
        <w:tc>
          <w:tcPr>
            <w:tcW w:w="7508" w:type="dxa"/>
          </w:tcPr>
          <w:p w14:paraId="3C2F968E" w14:textId="072772E7" w:rsidR="003814F0" w:rsidRPr="00B30F8E" w:rsidRDefault="003814F0" w:rsidP="00A95A8B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there is a change to the routine task</w:t>
            </w:r>
            <w:r w:rsidR="00AB1E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plan</w:t>
            </w:r>
            <w:r w:rsidR="00ED38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it is important that this is communicated to all personnel that will be affected</w:t>
            </w:r>
            <w:r w:rsidR="0027014E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08AF8BF3" w14:textId="4BACA4DB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019F95C0" w14:textId="77777777" w:rsidTr="00CC70CE">
        <w:tc>
          <w:tcPr>
            <w:tcW w:w="7508" w:type="dxa"/>
          </w:tcPr>
          <w:p w14:paraId="643BA6E2" w14:textId="77777777" w:rsidR="003814F0" w:rsidRDefault="003814F0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completion of a complex task in combination with a series of smaller tasks may involve a team of laboratory technicians working together.</w:t>
            </w:r>
          </w:p>
        </w:tc>
        <w:tc>
          <w:tcPr>
            <w:tcW w:w="1552" w:type="dxa"/>
          </w:tcPr>
          <w:p w14:paraId="5F7E0C02" w14:textId="79769680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321F4FCE" w14:textId="77777777" w:rsidTr="00CC70CE">
        <w:tc>
          <w:tcPr>
            <w:tcW w:w="7508" w:type="dxa"/>
          </w:tcPr>
          <w:p w14:paraId="6240A53D" w14:textId="54AAADEF" w:rsidR="003814F0" w:rsidRDefault="00806EED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Laboratory Practice is for each member of a team to be able to recognise their personal abilities and limitations and request additional training where necessary.</w:t>
            </w:r>
          </w:p>
        </w:tc>
        <w:tc>
          <w:tcPr>
            <w:tcW w:w="1552" w:type="dxa"/>
          </w:tcPr>
          <w:p w14:paraId="651001BB" w14:textId="6E8360C3" w:rsidR="003814F0" w:rsidRPr="00014A2D" w:rsidRDefault="00806EE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5D2DAF0B" w14:textId="77777777" w:rsidTr="00CC70CE">
        <w:tc>
          <w:tcPr>
            <w:tcW w:w="7508" w:type="dxa"/>
          </w:tcPr>
          <w:p w14:paraId="764568C0" w14:textId="46296B28" w:rsidR="003814F0" w:rsidRDefault="00BE33CF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Recognising the need for urgent requests and abnormal results to be processed quickly will involve prioritising work activities</w:t>
            </w:r>
            <w:r w:rsidR="003814F0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5FD08290" w14:textId="460BD124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6F01CF04" w14:textId="77777777" w:rsidTr="00CC70CE">
        <w:tc>
          <w:tcPr>
            <w:tcW w:w="7508" w:type="dxa"/>
          </w:tcPr>
          <w:p w14:paraId="3CA125F1" w14:textId="7B832576" w:rsidR="003814F0" w:rsidRDefault="003814F0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Monitoring of work and/or expected results is a useful technique to identify problems that may occur in the laboratory</w:t>
            </w:r>
            <w:r w:rsidR="00A95A8B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0D396C70" w14:textId="1B518641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09A31223" w14:textId="77777777" w:rsidTr="00CC70CE">
        <w:tc>
          <w:tcPr>
            <w:tcW w:w="7508" w:type="dxa"/>
          </w:tcPr>
          <w:p w14:paraId="336FAD7D" w14:textId="04021E97" w:rsidR="003814F0" w:rsidRDefault="003814F0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a team to be successful</w:t>
            </w:r>
            <w:r w:rsidR="00ED38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each member should be open to accepting new and different ideas.</w:t>
            </w:r>
          </w:p>
        </w:tc>
        <w:tc>
          <w:tcPr>
            <w:tcW w:w="1552" w:type="dxa"/>
          </w:tcPr>
          <w:p w14:paraId="5E5F5093" w14:textId="4A28635E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38CBEAD4" w14:textId="77777777" w:rsidTr="00CC70CE">
        <w:tc>
          <w:tcPr>
            <w:tcW w:w="7508" w:type="dxa"/>
          </w:tcPr>
          <w:p w14:paraId="4FFB906C" w14:textId="77777777" w:rsidR="003814F0" w:rsidRDefault="003814F0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good team would be comprised of people with interpersonal skills such as communication, active listening and flexibility.</w:t>
            </w:r>
          </w:p>
        </w:tc>
        <w:tc>
          <w:tcPr>
            <w:tcW w:w="1552" w:type="dxa"/>
          </w:tcPr>
          <w:p w14:paraId="00E0528F" w14:textId="2C5E56CE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50424752" w14:textId="77777777" w:rsidTr="00CC70CE">
        <w:tc>
          <w:tcPr>
            <w:tcW w:w="7508" w:type="dxa"/>
          </w:tcPr>
          <w:p w14:paraId="01FC874F" w14:textId="2A5D9632" w:rsidR="003814F0" w:rsidRDefault="003814F0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AB1E3A">
              <w:rPr>
                <w:sz w:val="22"/>
                <w:szCs w:val="22"/>
              </w:rPr>
              <w:t xml:space="preserve">best </w:t>
            </w:r>
            <w:r>
              <w:rPr>
                <w:sz w:val="22"/>
                <w:szCs w:val="22"/>
              </w:rPr>
              <w:t>answer to a problem will be the first solution you come up with.</w:t>
            </w:r>
          </w:p>
        </w:tc>
        <w:tc>
          <w:tcPr>
            <w:tcW w:w="1552" w:type="dxa"/>
          </w:tcPr>
          <w:p w14:paraId="4FDF9ACB" w14:textId="0C07746D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False</w:t>
            </w:r>
          </w:p>
        </w:tc>
      </w:tr>
      <w:tr w:rsidR="003814F0" w14:paraId="6E92488B" w14:textId="77777777" w:rsidTr="00CC70CE">
        <w:tc>
          <w:tcPr>
            <w:tcW w:w="7508" w:type="dxa"/>
          </w:tcPr>
          <w:p w14:paraId="19B70303" w14:textId="6DA8337B" w:rsidR="003814F0" w:rsidRDefault="003814F0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When working in a team it is necessary to confirm your personal role and responsibilities to ensure the team can function efficiently</w:t>
            </w:r>
            <w:r w:rsidR="00CC70CE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1CFB44FC" w14:textId="53FB01B0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3814F0" w14:paraId="020A32B0" w14:textId="77777777" w:rsidTr="00CC70CE">
        <w:tc>
          <w:tcPr>
            <w:tcW w:w="7508" w:type="dxa"/>
          </w:tcPr>
          <w:p w14:paraId="7CF5E3E5" w14:textId="4507AEFF" w:rsidR="003814F0" w:rsidRDefault="003814F0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working in a team on a task</w:t>
            </w:r>
            <w:r w:rsidR="00ED38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it only matters that you complete your particular part of the task on time.</w:t>
            </w:r>
          </w:p>
        </w:tc>
        <w:tc>
          <w:tcPr>
            <w:tcW w:w="1552" w:type="dxa"/>
          </w:tcPr>
          <w:p w14:paraId="0034BB83" w14:textId="14014518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False</w:t>
            </w:r>
          </w:p>
        </w:tc>
      </w:tr>
      <w:tr w:rsidR="003814F0" w14:paraId="508F9D0B" w14:textId="77777777" w:rsidTr="00CC70CE">
        <w:tc>
          <w:tcPr>
            <w:tcW w:w="7508" w:type="dxa"/>
          </w:tcPr>
          <w:p w14:paraId="5C472FDA" w14:textId="3AF9480C" w:rsidR="003814F0" w:rsidRDefault="004C3592" w:rsidP="00227A53">
            <w:pPr>
              <w:pStyle w:val="Body"/>
              <w:numPr>
                <w:ilvl w:val="0"/>
                <w:numId w:val="23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 w:rsidRPr="002F6786">
              <w:rPr>
                <w:sz w:val="22"/>
                <w:szCs w:val="22"/>
              </w:rPr>
              <w:t>A laboratory technician would be able to recognise their personal strengths and weaknesses if t</w:t>
            </w:r>
            <w:r>
              <w:rPr>
                <w:sz w:val="22"/>
                <w:szCs w:val="22"/>
              </w:rPr>
              <w:t xml:space="preserve">hey conducted </w:t>
            </w:r>
            <w:r w:rsidRPr="000B7A18">
              <w:rPr>
                <w:sz w:val="22"/>
                <w:szCs w:val="22"/>
              </w:rPr>
              <w:t>a skills audit related to the individual tasks they complete.</w:t>
            </w:r>
          </w:p>
        </w:tc>
        <w:tc>
          <w:tcPr>
            <w:tcW w:w="1552" w:type="dxa"/>
          </w:tcPr>
          <w:p w14:paraId="3203A2F7" w14:textId="7CB2C3F1" w:rsidR="003814F0" w:rsidRPr="00014A2D" w:rsidRDefault="00014A2D" w:rsidP="0027014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</w:tbl>
    <w:p w14:paraId="35C15926" w14:textId="77777777" w:rsidR="0027014E" w:rsidRPr="00FC48B2" w:rsidRDefault="0027014E" w:rsidP="0027014E">
      <w:pPr>
        <w:pStyle w:val="Body"/>
        <w:tabs>
          <w:tab w:val="decimal" w:leader="underscore" w:pos="9070"/>
        </w:tabs>
        <w:spacing w:line="360" w:lineRule="auto"/>
      </w:pPr>
    </w:p>
    <w:sectPr w:rsidR="0027014E" w:rsidRPr="00FC48B2" w:rsidSect="0027014E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15939" w14:textId="77777777" w:rsidR="0027014E" w:rsidRDefault="0027014E">
      <w:pPr>
        <w:spacing w:before="0" w:after="0" w:line="240" w:lineRule="auto"/>
      </w:pPr>
      <w:r>
        <w:separator/>
      </w:r>
    </w:p>
  </w:endnote>
  <w:endnote w:type="continuationSeparator" w:id="0">
    <w:p w14:paraId="35C1593B" w14:textId="77777777" w:rsidR="0027014E" w:rsidRDefault="002701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1592A" w14:textId="77777777" w:rsidR="0027014E" w:rsidRPr="004820C4" w:rsidRDefault="0027014E" w:rsidP="0027014E">
    <w:pPr>
      <w:pStyle w:val="Footer-DocumentTitleLeft"/>
    </w:pPr>
  </w:p>
  <w:p w14:paraId="35C1592B" w14:textId="77777777" w:rsidR="0027014E" w:rsidRDefault="0027014E" w:rsidP="0027014E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5C1592C" w14:textId="77777777" w:rsidR="0027014E" w:rsidRPr="0006452B" w:rsidRDefault="0027014E" w:rsidP="0027014E"/>
  <w:p w14:paraId="35C1592D" w14:textId="77777777" w:rsidR="0027014E" w:rsidRDefault="0027014E" w:rsidP="002701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1592E" w14:textId="5D9F5DDC" w:rsidR="0027014E" w:rsidRDefault="0027014E" w:rsidP="0027014E">
    <w:pPr>
      <w:pStyle w:val="Bodyfooter"/>
      <w:rPr>
        <w:noProof/>
      </w:rPr>
    </w:pPr>
    <w:r w:rsidRPr="008D467A">
      <w:t>Document title</w:t>
    </w:r>
    <w:r>
      <w:t xml:space="preserve">: </w:t>
    </w:r>
    <w:fldSimple w:instr=" FILENAME   \* MERGEFORMAT ">
      <w:r w:rsidR="00F464AE">
        <w:rPr>
          <w:noProof/>
        </w:rPr>
        <w:t>MSL913004_MG_Kn_1of3</w:t>
      </w:r>
    </w:fldSimple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B2370">
      <w:rPr>
        <w:noProof/>
      </w:rPr>
      <w:t>14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B2370">
      <w:rPr>
        <w:noProof/>
      </w:rPr>
      <w:t>14</w:t>
    </w:r>
    <w:r>
      <w:rPr>
        <w:noProof/>
      </w:rPr>
      <w:fldChar w:fldCharType="end"/>
    </w:r>
  </w:p>
  <w:p w14:paraId="48AC8D7E" w14:textId="36F061EC" w:rsidR="0027014E" w:rsidRDefault="0027014E" w:rsidP="0027014E">
    <w:pPr>
      <w:pStyle w:val="Bodyfooter"/>
      <w:rPr>
        <w:noProof/>
      </w:rPr>
    </w:pPr>
    <w:r>
      <w:rPr>
        <w:noProof/>
      </w:rPr>
      <w:t>Resource ID: MRS_18_08_MSL913004_MG_Kn_1of3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15931" w14:textId="77777777" w:rsidR="0027014E" w:rsidRPr="008D467A" w:rsidRDefault="0027014E" w:rsidP="0027014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5C15932" w14:textId="77777777" w:rsidR="0027014E" w:rsidRPr="008948B1" w:rsidRDefault="0027014E" w:rsidP="0027014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35C15933" w14:textId="77777777" w:rsidR="0027014E" w:rsidRPr="00AA3155" w:rsidRDefault="0027014E" w:rsidP="0027014E">
    <w:pPr>
      <w:pStyle w:val="Footer"/>
    </w:pPr>
  </w:p>
  <w:p w14:paraId="35C15934" w14:textId="77777777" w:rsidR="0027014E" w:rsidRDefault="0027014E" w:rsidP="002701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15935" w14:textId="77777777" w:rsidR="0027014E" w:rsidRDefault="0027014E">
      <w:pPr>
        <w:spacing w:before="0" w:after="0" w:line="240" w:lineRule="auto"/>
      </w:pPr>
      <w:r>
        <w:separator/>
      </w:r>
    </w:p>
  </w:footnote>
  <w:footnote w:type="continuationSeparator" w:id="0">
    <w:p w14:paraId="35C15937" w14:textId="77777777" w:rsidR="0027014E" w:rsidRDefault="002701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15927" w14:textId="77777777" w:rsidR="0027014E" w:rsidRDefault="0027014E" w:rsidP="0027014E"/>
  <w:p w14:paraId="35C15928" w14:textId="77777777" w:rsidR="0027014E" w:rsidRDefault="0027014E" w:rsidP="002701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15929" w14:textId="77777777" w:rsidR="0027014E" w:rsidRDefault="0027014E" w:rsidP="0027014E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5C15935" wp14:editId="35C15936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1592F" w14:textId="77777777" w:rsidR="0027014E" w:rsidRDefault="0027014E" w:rsidP="0027014E">
    <w:pPr>
      <w:pStyle w:val="Header"/>
    </w:pPr>
  </w:p>
  <w:p w14:paraId="35C15930" w14:textId="77777777" w:rsidR="0027014E" w:rsidRDefault="0027014E" w:rsidP="002701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7D57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0182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B509D"/>
    <w:multiLevelType w:val="hybridMultilevel"/>
    <w:tmpl w:val="C7D6E560"/>
    <w:lvl w:ilvl="0" w:tplc="F6EC73F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C637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A49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043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095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620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87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C0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C4C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71B02"/>
    <w:multiLevelType w:val="hybridMultilevel"/>
    <w:tmpl w:val="6B0C15AA"/>
    <w:lvl w:ilvl="0" w:tplc="84F66A7C">
      <w:start w:val="1"/>
      <w:numFmt w:val="lowerLetter"/>
      <w:lvlText w:val="%1)"/>
      <w:lvlJc w:val="left"/>
      <w:pPr>
        <w:ind w:left="720" w:hanging="360"/>
      </w:pPr>
    </w:lvl>
    <w:lvl w:ilvl="1" w:tplc="75E66C86" w:tentative="1">
      <w:start w:val="1"/>
      <w:numFmt w:val="lowerLetter"/>
      <w:lvlText w:val="%2."/>
      <w:lvlJc w:val="left"/>
      <w:pPr>
        <w:ind w:left="1440" w:hanging="360"/>
      </w:pPr>
    </w:lvl>
    <w:lvl w:ilvl="2" w:tplc="CE16A308" w:tentative="1">
      <w:start w:val="1"/>
      <w:numFmt w:val="lowerRoman"/>
      <w:lvlText w:val="%3."/>
      <w:lvlJc w:val="right"/>
      <w:pPr>
        <w:ind w:left="2160" w:hanging="180"/>
      </w:pPr>
    </w:lvl>
    <w:lvl w:ilvl="3" w:tplc="EE16439C" w:tentative="1">
      <w:start w:val="1"/>
      <w:numFmt w:val="decimal"/>
      <w:lvlText w:val="%4."/>
      <w:lvlJc w:val="left"/>
      <w:pPr>
        <w:ind w:left="2880" w:hanging="360"/>
      </w:pPr>
    </w:lvl>
    <w:lvl w:ilvl="4" w:tplc="0616C106" w:tentative="1">
      <w:start w:val="1"/>
      <w:numFmt w:val="lowerLetter"/>
      <w:lvlText w:val="%5."/>
      <w:lvlJc w:val="left"/>
      <w:pPr>
        <w:ind w:left="3600" w:hanging="360"/>
      </w:pPr>
    </w:lvl>
    <w:lvl w:ilvl="5" w:tplc="A754C6AA" w:tentative="1">
      <w:start w:val="1"/>
      <w:numFmt w:val="lowerRoman"/>
      <w:lvlText w:val="%6."/>
      <w:lvlJc w:val="right"/>
      <w:pPr>
        <w:ind w:left="4320" w:hanging="180"/>
      </w:pPr>
    </w:lvl>
    <w:lvl w:ilvl="6" w:tplc="DB92FAD4" w:tentative="1">
      <w:start w:val="1"/>
      <w:numFmt w:val="decimal"/>
      <w:lvlText w:val="%7."/>
      <w:lvlJc w:val="left"/>
      <w:pPr>
        <w:ind w:left="5040" w:hanging="360"/>
      </w:pPr>
    </w:lvl>
    <w:lvl w:ilvl="7" w:tplc="28D86A16" w:tentative="1">
      <w:start w:val="1"/>
      <w:numFmt w:val="lowerLetter"/>
      <w:lvlText w:val="%8."/>
      <w:lvlJc w:val="left"/>
      <w:pPr>
        <w:ind w:left="5760" w:hanging="360"/>
      </w:pPr>
    </w:lvl>
    <w:lvl w:ilvl="8" w:tplc="3A702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F07E7"/>
    <w:multiLevelType w:val="hybridMultilevel"/>
    <w:tmpl w:val="AFBEA6EC"/>
    <w:lvl w:ilvl="0" w:tplc="D4926C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615FA"/>
    <w:multiLevelType w:val="hybridMultilevel"/>
    <w:tmpl w:val="F2DA347E"/>
    <w:lvl w:ilvl="0" w:tplc="B15A55F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06E25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8A25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24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8E98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6AC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20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A7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CEE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7" w15:restartNumberingAfterBreak="0">
    <w:nsid w:val="31264159"/>
    <w:multiLevelType w:val="hybridMultilevel"/>
    <w:tmpl w:val="667C43EC"/>
    <w:lvl w:ilvl="0" w:tplc="C63224C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A34244E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22272F6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D9563D6A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700870D6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97EB20E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CE4433A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753A8E06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F64C8BE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3AD3DEC"/>
    <w:multiLevelType w:val="hybridMultilevel"/>
    <w:tmpl w:val="37A0660C"/>
    <w:lvl w:ilvl="0" w:tplc="0EE0039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AEA98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6E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C3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0D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2435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0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AE8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782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D3BD6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85E5C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86F74"/>
    <w:multiLevelType w:val="hybridMultilevel"/>
    <w:tmpl w:val="020E4B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714"/>
    <w:multiLevelType w:val="hybridMultilevel"/>
    <w:tmpl w:val="6B0C15AA"/>
    <w:lvl w:ilvl="0" w:tplc="E4BCA300">
      <w:start w:val="1"/>
      <w:numFmt w:val="lowerLetter"/>
      <w:lvlText w:val="%1)"/>
      <w:lvlJc w:val="left"/>
      <w:pPr>
        <w:ind w:left="720" w:hanging="360"/>
      </w:pPr>
    </w:lvl>
    <w:lvl w:ilvl="1" w:tplc="C280488E" w:tentative="1">
      <w:start w:val="1"/>
      <w:numFmt w:val="lowerLetter"/>
      <w:lvlText w:val="%2."/>
      <w:lvlJc w:val="left"/>
      <w:pPr>
        <w:ind w:left="1440" w:hanging="360"/>
      </w:pPr>
    </w:lvl>
    <w:lvl w:ilvl="2" w:tplc="D598CE72" w:tentative="1">
      <w:start w:val="1"/>
      <w:numFmt w:val="lowerRoman"/>
      <w:lvlText w:val="%3."/>
      <w:lvlJc w:val="right"/>
      <w:pPr>
        <w:ind w:left="2160" w:hanging="180"/>
      </w:pPr>
    </w:lvl>
    <w:lvl w:ilvl="3" w:tplc="844483A2" w:tentative="1">
      <w:start w:val="1"/>
      <w:numFmt w:val="decimal"/>
      <w:lvlText w:val="%4."/>
      <w:lvlJc w:val="left"/>
      <w:pPr>
        <w:ind w:left="2880" w:hanging="360"/>
      </w:pPr>
    </w:lvl>
    <w:lvl w:ilvl="4" w:tplc="4306A36A" w:tentative="1">
      <w:start w:val="1"/>
      <w:numFmt w:val="lowerLetter"/>
      <w:lvlText w:val="%5."/>
      <w:lvlJc w:val="left"/>
      <w:pPr>
        <w:ind w:left="3600" w:hanging="360"/>
      </w:pPr>
    </w:lvl>
    <w:lvl w:ilvl="5" w:tplc="821AC838" w:tentative="1">
      <w:start w:val="1"/>
      <w:numFmt w:val="lowerRoman"/>
      <w:lvlText w:val="%6."/>
      <w:lvlJc w:val="right"/>
      <w:pPr>
        <w:ind w:left="4320" w:hanging="180"/>
      </w:pPr>
    </w:lvl>
    <w:lvl w:ilvl="6" w:tplc="89703572" w:tentative="1">
      <w:start w:val="1"/>
      <w:numFmt w:val="decimal"/>
      <w:lvlText w:val="%7."/>
      <w:lvlJc w:val="left"/>
      <w:pPr>
        <w:ind w:left="5040" w:hanging="360"/>
      </w:pPr>
    </w:lvl>
    <w:lvl w:ilvl="7" w:tplc="C130D304" w:tentative="1">
      <w:start w:val="1"/>
      <w:numFmt w:val="lowerLetter"/>
      <w:lvlText w:val="%8."/>
      <w:lvlJc w:val="left"/>
      <w:pPr>
        <w:ind w:left="5760" w:hanging="360"/>
      </w:pPr>
    </w:lvl>
    <w:lvl w:ilvl="8" w:tplc="F7F87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0536A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957AA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F6544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C4158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B1D31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644" w:hanging="360"/>
      </w:pPr>
    </w:lvl>
    <w:lvl w:ilvl="1" w:tplc="B23AD08C" w:tentative="1">
      <w:start w:val="1"/>
      <w:numFmt w:val="lowerLetter"/>
      <w:lvlText w:val="%2."/>
      <w:lvlJc w:val="left"/>
      <w:pPr>
        <w:ind w:left="1364" w:hanging="360"/>
      </w:pPr>
    </w:lvl>
    <w:lvl w:ilvl="2" w:tplc="3AC26F32" w:tentative="1">
      <w:start w:val="1"/>
      <w:numFmt w:val="lowerRoman"/>
      <w:lvlText w:val="%3."/>
      <w:lvlJc w:val="right"/>
      <w:pPr>
        <w:ind w:left="2084" w:hanging="180"/>
      </w:pPr>
    </w:lvl>
    <w:lvl w:ilvl="3" w:tplc="2E2A6452" w:tentative="1">
      <w:start w:val="1"/>
      <w:numFmt w:val="decimal"/>
      <w:lvlText w:val="%4."/>
      <w:lvlJc w:val="left"/>
      <w:pPr>
        <w:ind w:left="2804" w:hanging="360"/>
      </w:pPr>
    </w:lvl>
    <w:lvl w:ilvl="4" w:tplc="33746138" w:tentative="1">
      <w:start w:val="1"/>
      <w:numFmt w:val="lowerLetter"/>
      <w:lvlText w:val="%5."/>
      <w:lvlJc w:val="left"/>
      <w:pPr>
        <w:ind w:left="3524" w:hanging="360"/>
      </w:pPr>
    </w:lvl>
    <w:lvl w:ilvl="5" w:tplc="1AE051AE" w:tentative="1">
      <w:start w:val="1"/>
      <w:numFmt w:val="lowerRoman"/>
      <w:lvlText w:val="%6."/>
      <w:lvlJc w:val="right"/>
      <w:pPr>
        <w:ind w:left="4244" w:hanging="180"/>
      </w:pPr>
    </w:lvl>
    <w:lvl w:ilvl="6" w:tplc="F9A4D566" w:tentative="1">
      <w:start w:val="1"/>
      <w:numFmt w:val="decimal"/>
      <w:lvlText w:val="%7."/>
      <w:lvlJc w:val="left"/>
      <w:pPr>
        <w:ind w:left="4964" w:hanging="360"/>
      </w:pPr>
    </w:lvl>
    <w:lvl w:ilvl="7" w:tplc="3DBA5A06" w:tentative="1">
      <w:start w:val="1"/>
      <w:numFmt w:val="lowerLetter"/>
      <w:lvlText w:val="%8."/>
      <w:lvlJc w:val="left"/>
      <w:pPr>
        <w:ind w:left="5684" w:hanging="360"/>
      </w:pPr>
    </w:lvl>
    <w:lvl w:ilvl="8" w:tplc="1B1ED48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2B3FAE"/>
    <w:multiLevelType w:val="hybridMultilevel"/>
    <w:tmpl w:val="A89618B0"/>
    <w:lvl w:ilvl="0" w:tplc="06B48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E49658" w:tentative="1">
      <w:start w:val="1"/>
      <w:numFmt w:val="lowerLetter"/>
      <w:lvlText w:val="%2."/>
      <w:lvlJc w:val="left"/>
      <w:pPr>
        <w:ind w:left="1440" w:hanging="360"/>
      </w:pPr>
    </w:lvl>
    <w:lvl w:ilvl="2" w:tplc="4EAECA5C" w:tentative="1">
      <w:start w:val="1"/>
      <w:numFmt w:val="lowerRoman"/>
      <w:lvlText w:val="%3."/>
      <w:lvlJc w:val="right"/>
      <w:pPr>
        <w:ind w:left="2160" w:hanging="180"/>
      </w:pPr>
    </w:lvl>
    <w:lvl w:ilvl="3" w:tplc="C81E9BF6" w:tentative="1">
      <w:start w:val="1"/>
      <w:numFmt w:val="decimal"/>
      <w:lvlText w:val="%4."/>
      <w:lvlJc w:val="left"/>
      <w:pPr>
        <w:ind w:left="2880" w:hanging="360"/>
      </w:pPr>
    </w:lvl>
    <w:lvl w:ilvl="4" w:tplc="9FEA51C8" w:tentative="1">
      <w:start w:val="1"/>
      <w:numFmt w:val="lowerLetter"/>
      <w:lvlText w:val="%5."/>
      <w:lvlJc w:val="left"/>
      <w:pPr>
        <w:ind w:left="3600" w:hanging="360"/>
      </w:pPr>
    </w:lvl>
    <w:lvl w:ilvl="5" w:tplc="F5B00E9E" w:tentative="1">
      <w:start w:val="1"/>
      <w:numFmt w:val="lowerRoman"/>
      <w:lvlText w:val="%6."/>
      <w:lvlJc w:val="right"/>
      <w:pPr>
        <w:ind w:left="4320" w:hanging="180"/>
      </w:pPr>
    </w:lvl>
    <w:lvl w:ilvl="6" w:tplc="3BEA057E" w:tentative="1">
      <w:start w:val="1"/>
      <w:numFmt w:val="decimal"/>
      <w:lvlText w:val="%7."/>
      <w:lvlJc w:val="left"/>
      <w:pPr>
        <w:ind w:left="5040" w:hanging="360"/>
      </w:pPr>
    </w:lvl>
    <w:lvl w:ilvl="7" w:tplc="1A0A649A" w:tentative="1">
      <w:start w:val="1"/>
      <w:numFmt w:val="lowerLetter"/>
      <w:lvlText w:val="%8."/>
      <w:lvlJc w:val="left"/>
      <w:pPr>
        <w:ind w:left="5760" w:hanging="360"/>
      </w:pPr>
    </w:lvl>
    <w:lvl w:ilvl="8" w:tplc="DBCEE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84CD2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E14B6"/>
    <w:multiLevelType w:val="hybridMultilevel"/>
    <w:tmpl w:val="CB72936A"/>
    <w:lvl w:ilvl="0" w:tplc="CF3A8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4465672" w:tentative="1">
      <w:start w:val="1"/>
      <w:numFmt w:val="lowerLetter"/>
      <w:lvlText w:val="%2."/>
      <w:lvlJc w:val="left"/>
      <w:pPr>
        <w:ind w:left="1440" w:hanging="360"/>
      </w:pPr>
    </w:lvl>
    <w:lvl w:ilvl="2" w:tplc="BFCEFA72" w:tentative="1">
      <w:start w:val="1"/>
      <w:numFmt w:val="lowerRoman"/>
      <w:lvlText w:val="%3."/>
      <w:lvlJc w:val="right"/>
      <w:pPr>
        <w:ind w:left="2160" w:hanging="180"/>
      </w:pPr>
    </w:lvl>
    <w:lvl w:ilvl="3" w:tplc="72B40852" w:tentative="1">
      <w:start w:val="1"/>
      <w:numFmt w:val="decimal"/>
      <w:lvlText w:val="%4."/>
      <w:lvlJc w:val="left"/>
      <w:pPr>
        <w:ind w:left="2880" w:hanging="360"/>
      </w:pPr>
    </w:lvl>
    <w:lvl w:ilvl="4" w:tplc="B4047AF6" w:tentative="1">
      <w:start w:val="1"/>
      <w:numFmt w:val="lowerLetter"/>
      <w:lvlText w:val="%5."/>
      <w:lvlJc w:val="left"/>
      <w:pPr>
        <w:ind w:left="3600" w:hanging="360"/>
      </w:pPr>
    </w:lvl>
    <w:lvl w:ilvl="5" w:tplc="8E5E231E" w:tentative="1">
      <w:start w:val="1"/>
      <w:numFmt w:val="lowerRoman"/>
      <w:lvlText w:val="%6."/>
      <w:lvlJc w:val="right"/>
      <w:pPr>
        <w:ind w:left="4320" w:hanging="180"/>
      </w:pPr>
    </w:lvl>
    <w:lvl w:ilvl="6" w:tplc="B45840B2" w:tentative="1">
      <w:start w:val="1"/>
      <w:numFmt w:val="decimal"/>
      <w:lvlText w:val="%7."/>
      <w:lvlJc w:val="left"/>
      <w:pPr>
        <w:ind w:left="5040" w:hanging="360"/>
      </w:pPr>
    </w:lvl>
    <w:lvl w:ilvl="7" w:tplc="3DD21044" w:tentative="1">
      <w:start w:val="1"/>
      <w:numFmt w:val="lowerLetter"/>
      <w:lvlText w:val="%8."/>
      <w:lvlJc w:val="left"/>
      <w:pPr>
        <w:ind w:left="5760" w:hanging="360"/>
      </w:pPr>
    </w:lvl>
    <w:lvl w:ilvl="8" w:tplc="3D72D1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A0449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39A1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A7CC3"/>
    <w:multiLevelType w:val="hybridMultilevel"/>
    <w:tmpl w:val="2C52C2B6"/>
    <w:lvl w:ilvl="0" w:tplc="19E0E78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20"/>
  </w:num>
  <w:num w:numId="6">
    <w:abstractNumId w:val="12"/>
  </w:num>
  <w:num w:numId="7">
    <w:abstractNumId w:val="18"/>
  </w:num>
  <w:num w:numId="8">
    <w:abstractNumId w:val="7"/>
  </w:num>
  <w:num w:numId="9">
    <w:abstractNumId w:val="3"/>
  </w:num>
  <w:num w:numId="10">
    <w:abstractNumId w:val="0"/>
  </w:num>
  <w:num w:numId="11">
    <w:abstractNumId w:val="22"/>
  </w:num>
  <w:num w:numId="12">
    <w:abstractNumId w:val="11"/>
  </w:num>
  <w:num w:numId="13">
    <w:abstractNumId w:val="9"/>
  </w:num>
  <w:num w:numId="14">
    <w:abstractNumId w:val="10"/>
  </w:num>
  <w:num w:numId="15">
    <w:abstractNumId w:val="17"/>
  </w:num>
  <w:num w:numId="16">
    <w:abstractNumId w:val="21"/>
  </w:num>
  <w:num w:numId="17">
    <w:abstractNumId w:val="1"/>
  </w:num>
  <w:num w:numId="18">
    <w:abstractNumId w:val="19"/>
  </w:num>
  <w:num w:numId="19">
    <w:abstractNumId w:val="15"/>
  </w:num>
  <w:num w:numId="20">
    <w:abstractNumId w:val="16"/>
  </w:num>
  <w:num w:numId="21">
    <w:abstractNumId w:val="13"/>
  </w:num>
  <w:num w:numId="22">
    <w:abstractNumId w:val="4"/>
  </w:num>
  <w:num w:numId="23">
    <w:abstractNumId w:val="23"/>
  </w:num>
  <w:num w:numId="24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E1NTaysDAwNzdW0lEKTi0uzszPAykwrgUAauaZkCwAAAA="/>
  </w:docVars>
  <w:rsids>
    <w:rsidRoot w:val="00B16091"/>
    <w:rsid w:val="00014A2D"/>
    <w:rsid w:val="00084D5E"/>
    <w:rsid w:val="0009799F"/>
    <w:rsid w:val="000E6562"/>
    <w:rsid w:val="00132C78"/>
    <w:rsid w:val="00142B52"/>
    <w:rsid w:val="00227A53"/>
    <w:rsid w:val="0027014E"/>
    <w:rsid w:val="0028386D"/>
    <w:rsid w:val="002D4E8E"/>
    <w:rsid w:val="003050AE"/>
    <w:rsid w:val="003814F0"/>
    <w:rsid w:val="00442D27"/>
    <w:rsid w:val="00451F2A"/>
    <w:rsid w:val="004C3592"/>
    <w:rsid w:val="00590EC3"/>
    <w:rsid w:val="005F09C3"/>
    <w:rsid w:val="00601754"/>
    <w:rsid w:val="006B20BE"/>
    <w:rsid w:val="0071229B"/>
    <w:rsid w:val="00725168"/>
    <w:rsid w:val="00753655"/>
    <w:rsid w:val="00806EED"/>
    <w:rsid w:val="008359DC"/>
    <w:rsid w:val="00861F45"/>
    <w:rsid w:val="008B2370"/>
    <w:rsid w:val="008C1D9C"/>
    <w:rsid w:val="00941DD0"/>
    <w:rsid w:val="00962AC5"/>
    <w:rsid w:val="00992B13"/>
    <w:rsid w:val="009E7195"/>
    <w:rsid w:val="00A13783"/>
    <w:rsid w:val="00A9386E"/>
    <w:rsid w:val="00A95A8B"/>
    <w:rsid w:val="00AA24C0"/>
    <w:rsid w:val="00AB1E3A"/>
    <w:rsid w:val="00AB3D72"/>
    <w:rsid w:val="00AE1C76"/>
    <w:rsid w:val="00AE2397"/>
    <w:rsid w:val="00B16091"/>
    <w:rsid w:val="00B71B50"/>
    <w:rsid w:val="00BB2F76"/>
    <w:rsid w:val="00BE33CF"/>
    <w:rsid w:val="00CC70CE"/>
    <w:rsid w:val="00D8644E"/>
    <w:rsid w:val="00E6424D"/>
    <w:rsid w:val="00E9037B"/>
    <w:rsid w:val="00ED3801"/>
    <w:rsid w:val="00F464AE"/>
    <w:rsid w:val="00F46B9E"/>
    <w:rsid w:val="48DF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C158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openxmlformats.org/package/2006/metadata/core-properties"/>
    <ds:schemaRef ds:uri="http://www.w3.org/XML/1998/namespace"/>
    <ds:schemaRef ds:uri="1502bd91-4821-4a00-aa5e-8d420a883b7a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ADE7EE-7186-4553-B440-9A2A0AEFB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74E659-A4F1-404F-9823-4BFE5E9F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14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Code_MG_Kn_1of2_20181015</vt:lpstr>
    </vt:vector>
  </TitlesOfParts>
  <Company/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Code_MG_Kn_1of2_20181015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2020-01-01T02:01:00Z</dcterms:created>
  <dcterms:modified xsi:type="dcterms:W3CDTF">2020-02-05T21:56:00Z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2019-11-29T02:03:31Z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d0855a71-4c72-4130-90aa-00006dbaa4df</vt:lpwstr>
  </property>
  <property fmtid="{D5CDD505-2E9C-101B-9397-08002B2CF9AE}" pid="9" name="MSIP_Label_1124e982-4ed1-4819-8c70-4a27f3d38393_ContentBits">
    <vt:lpwstr>0</vt:lpwstr>
  </property>
</Properties>
</file>