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A5024" w14:textId="77777777" w:rsidR="00661C80" w:rsidRDefault="00661C80" w:rsidP="007A7133">
      <w:pPr>
        <w:pStyle w:val="Footer-DocumentTitleLeft"/>
      </w:pPr>
      <w:bookmarkStart w:id="0" w:name="_Toc511220124"/>
      <w:r w:rsidRPr="00661C80">
        <w:t>Knowledge Assessment</w:t>
      </w:r>
    </w:p>
    <w:p w14:paraId="784B1305" w14:textId="0CA726B7" w:rsidR="007A7133" w:rsidRPr="007A7133" w:rsidRDefault="007A7133" w:rsidP="007A7133">
      <w:pPr>
        <w:rPr>
          <w:lang w:val="en-US"/>
        </w:rPr>
      </w:pPr>
      <w:r>
        <w:rPr>
          <w:b/>
          <w:sz w:val="28"/>
          <w:szCs w:val="28"/>
          <w:lang w:val="en-US"/>
        </w:rPr>
        <w:t>Assessment event 1 of 2</w:t>
      </w:r>
    </w:p>
    <w:p w14:paraId="701A5025" w14:textId="77777777" w:rsidR="006B407B" w:rsidRPr="00A56627" w:rsidRDefault="006B407B" w:rsidP="006B407B">
      <w:pPr>
        <w:pStyle w:val="Heading2"/>
      </w:pPr>
      <w:r w:rsidRPr="00A56627">
        <w:t>Criteria</w:t>
      </w:r>
    </w:p>
    <w:p w14:paraId="701A5026" w14:textId="77777777" w:rsidR="006B407B" w:rsidRDefault="006B407B" w:rsidP="006B407B">
      <w:pPr>
        <w:pStyle w:val="Heading3"/>
      </w:pPr>
      <w:r w:rsidRPr="007A6B4A">
        <w:t>Unit code, name and release number</w:t>
      </w:r>
    </w:p>
    <w:p w14:paraId="701A5027" w14:textId="77777777" w:rsidR="006B407B" w:rsidRPr="00D83795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MSL922001 - Record and present data (2)</w:t>
      </w:r>
      <w:bookmarkEnd w:id="1"/>
    </w:p>
    <w:p w14:paraId="701A5028" w14:textId="77777777" w:rsidR="006B407B" w:rsidRPr="00D83795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029" w14:textId="77777777" w:rsidR="006B407B" w:rsidRDefault="006B407B" w:rsidP="006B407B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01A502A" w14:textId="77777777" w:rsidR="006B407B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701A502B" w14:textId="77777777" w:rsidR="006B407B" w:rsidRPr="00D83795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02C" w14:textId="77777777" w:rsidR="006B407B" w:rsidRPr="00A56627" w:rsidRDefault="006B407B" w:rsidP="006B407B">
      <w:pPr>
        <w:pStyle w:val="Heading2"/>
      </w:pPr>
      <w:r w:rsidRPr="00A56627">
        <w:t>Student details</w:t>
      </w:r>
    </w:p>
    <w:p w14:paraId="701A502D" w14:textId="77777777" w:rsidR="006B407B" w:rsidRDefault="006B407B" w:rsidP="006B407B">
      <w:pPr>
        <w:pStyle w:val="Heading3"/>
      </w:pPr>
      <w:r w:rsidRPr="00AA18CF">
        <w:t>Student number</w:t>
      </w:r>
    </w:p>
    <w:p w14:paraId="701A502E" w14:textId="77777777" w:rsidR="006B407B" w:rsidRPr="00D83795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02F" w14:textId="77777777" w:rsidR="006B407B" w:rsidRDefault="006B407B" w:rsidP="006B407B">
      <w:pPr>
        <w:pStyle w:val="Heading3"/>
      </w:pPr>
      <w:r w:rsidRPr="00AA18CF">
        <w:t xml:space="preserve">Student </w:t>
      </w:r>
      <w:r>
        <w:t>name</w:t>
      </w:r>
    </w:p>
    <w:p w14:paraId="701A5030" w14:textId="77777777" w:rsidR="006B407B" w:rsidRPr="00D83795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031" w14:textId="77777777" w:rsidR="006B407B" w:rsidRPr="00A56627" w:rsidRDefault="006B407B" w:rsidP="006B407B">
      <w:pPr>
        <w:pStyle w:val="Heading2"/>
      </w:pPr>
      <w:r w:rsidRPr="00A56627">
        <w:t>Assessment Declaration</w:t>
      </w:r>
    </w:p>
    <w:p w14:paraId="701A5032" w14:textId="77777777" w:rsidR="006B407B" w:rsidRPr="00FF3AA4" w:rsidRDefault="006B407B" w:rsidP="006B407B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701A5033" w14:textId="77777777" w:rsidR="006B407B" w:rsidRPr="00FF3AA4" w:rsidRDefault="006B407B" w:rsidP="006B407B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701A5034" w14:textId="3A9928A4" w:rsidR="006B407B" w:rsidRPr="00FF3AA4" w:rsidRDefault="006B407B" w:rsidP="006B407B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825A69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701A5035" w14:textId="77777777" w:rsidR="006B407B" w:rsidRDefault="006B407B" w:rsidP="006B407B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701A5036" w14:textId="77777777" w:rsidR="006B407B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037" w14:textId="77777777" w:rsidR="006B407B" w:rsidRPr="00D83795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038" w14:textId="77777777" w:rsidR="006B407B" w:rsidRDefault="006B407B" w:rsidP="006B407B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6B407B" w:rsidSect="006B407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bookmarkEnd w:id="0"/>
    <w:p w14:paraId="31F2AF21" w14:textId="77777777" w:rsidR="00825A69" w:rsidRPr="00DE51F8" w:rsidRDefault="00825A69" w:rsidP="00825A69">
      <w:pPr>
        <w:pStyle w:val="SmallerText-Black"/>
        <w:tabs>
          <w:tab w:val="left" w:pos="2127"/>
        </w:tabs>
        <w:rPr>
          <w:color w:val="000000" w:themeColor="text1"/>
        </w:rPr>
      </w:pPr>
      <w:r w:rsidRPr="00DE51F8">
        <w:rPr>
          <w:color w:val="000000" w:themeColor="text1"/>
        </w:rPr>
        <w:lastRenderedPageBreak/>
        <w:t>Version:</w:t>
      </w:r>
      <w:r w:rsidRPr="00DE51F8">
        <w:rPr>
          <w:color w:val="000000" w:themeColor="text1"/>
        </w:rPr>
        <w:tab/>
        <w:t>1.0</w:t>
      </w:r>
    </w:p>
    <w:p w14:paraId="46354FC4" w14:textId="77777777" w:rsidR="00825A69" w:rsidRPr="00DE51F8" w:rsidRDefault="00825A69" w:rsidP="00825A69">
      <w:pPr>
        <w:pStyle w:val="SmallerText-Black"/>
        <w:tabs>
          <w:tab w:val="left" w:pos="2127"/>
        </w:tabs>
        <w:rPr>
          <w:color w:val="000000" w:themeColor="text1"/>
        </w:rPr>
      </w:pPr>
      <w:r w:rsidRPr="00DE51F8">
        <w:rPr>
          <w:color w:val="000000" w:themeColor="text1"/>
        </w:rPr>
        <w:t>Date created:</w:t>
      </w:r>
      <w:r w:rsidRPr="00DE51F8">
        <w:rPr>
          <w:color w:val="000000" w:themeColor="text1"/>
        </w:rPr>
        <w:tab/>
        <w:t>30/09/2019</w:t>
      </w:r>
    </w:p>
    <w:p w14:paraId="0641F6B0" w14:textId="0ABCF0F6" w:rsidR="00825A69" w:rsidRPr="00DE51F8" w:rsidRDefault="00825A69" w:rsidP="00825A69">
      <w:pPr>
        <w:pStyle w:val="SmallerText-Black"/>
        <w:tabs>
          <w:tab w:val="left" w:pos="2127"/>
        </w:tabs>
        <w:rPr>
          <w:color w:val="000000" w:themeColor="text1"/>
        </w:rPr>
      </w:pPr>
      <w:r w:rsidRPr="00DE51F8">
        <w:rPr>
          <w:color w:val="000000" w:themeColor="text1"/>
        </w:rPr>
        <w:t>Date modified:</w:t>
      </w:r>
      <w:r w:rsidRPr="00DE51F8">
        <w:rPr>
          <w:color w:val="000000" w:themeColor="text1"/>
        </w:rPr>
        <w:tab/>
      </w:r>
      <w:r w:rsidRPr="00DE51F8">
        <w:rPr>
          <w:color w:val="000000" w:themeColor="text1"/>
        </w:rPr>
        <w:fldChar w:fldCharType="begin"/>
      </w:r>
      <w:r w:rsidRPr="00DE51F8">
        <w:rPr>
          <w:color w:val="000000" w:themeColor="text1"/>
        </w:rPr>
        <w:instrText xml:space="preserve"> DATE  \@ "dd/MM/yyyy"  \* MERGEFORMAT </w:instrText>
      </w:r>
      <w:r w:rsidRPr="00DE51F8">
        <w:rPr>
          <w:color w:val="000000" w:themeColor="text1"/>
        </w:rPr>
        <w:fldChar w:fldCharType="separate"/>
      </w:r>
      <w:r w:rsidR="006206D2">
        <w:rPr>
          <w:noProof/>
          <w:color w:val="000000" w:themeColor="text1"/>
        </w:rPr>
        <w:t>11/11/2019</w:t>
      </w:r>
      <w:r w:rsidRPr="00DE51F8">
        <w:rPr>
          <w:color w:val="000000" w:themeColor="text1"/>
        </w:rPr>
        <w:fldChar w:fldCharType="end"/>
      </w:r>
    </w:p>
    <w:p w14:paraId="2BA1614E" w14:textId="77777777" w:rsidR="00825A69" w:rsidRPr="00DE51F8" w:rsidRDefault="00825A69" w:rsidP="00825A69">
      <w:pPr>
        <w:pStyle w:val="SmallerText-Black"/>
        <w:rPr>
          <w:color w:val="000000" w:themeColor="text1"/>
        </w:rPr>
      </w:pPr>
    </w:p>
    <w:p w14:paraId="691EBCFC" w14:textId="77777777" w:rsidR="00825A69" w:rsidRPr="00DE51F8" w:rsidRDefault="00825A69" w:rsidP="00825A69">
      <w:pPr>
        <w:rPr>
          <w:color w:val="000000" w:themeColor="text1"/>
        </w:rPr>
      </w:pPr>
      <w:r w:rsidRPr="00DE51F8">
        <w:rPr>
          <w:color w:val="000000" w:themeColor="text1"/>
        </w:rPr>
        <w:t>For queries, please contact:</w:t>
      </w:r>
    </w:p>
    <w:p w14:paraId="5B44EC9B" w14:textId="77777777" w:rsidR="00825A69" w:rsidRPr="00DE51F8" w:rsidRDefault="00825A69" w:rsidP="00825A69">
      <w:pPr>
        <w:pStyle w:val="SmallerText-Black"/>
        <w:rPr>
          <w:color w:val="000000" w:themeColor="text1"/>
        </w:rPr>
      </w:pPr>
      <w:r w:rsidRPr="00DE51F8">
        <w:rPr>
          <w:color w:val="000000" w:themeColor="text1"/>
        </w:rPr>
        <w:t>Innovative Manufacturing, Robotics and Science SkillsPoint</w:t>
      </w:r>
    </w:p>
    <w:p w14:paraId="7E35E712" w14:textId="77777777" w:rsidR="00825A69" w:rsidRPr="00DE51F8" w:rsidRDefault="00825A69" w:rsidP="00825A69">
      <w:pPr>
        <w:pStyle w:val="SmallerText-Black"/>
        <w:rPr>
          <w:color w:val="000000" w:themeColor="text1"/>
        </w:rPr>
      </w:pPr>
      <w:r w:rsidRPr="00DE51F8">
        <w:rPr>
          <w:color w:val="000000" w:themeColor="text1"/>
        </w:rPr>
        <w:t>Hamilton Campus</w:t>
      </w:r>
    </w:p>
    <w:p w14:paraId="701A5040" w14:textId="77777777" w:rsidR="006B407B" w:rsidRPr="000301F0" w:rsidRDefault="006B407B" w:rsidP="006B407B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701A5041" w14:textId="77777777" w:rsidR="006B407B" w:rsidRPr="00D23A6C" w:rsidRDefault="006B407B" w:rsidP="006B407B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701A5042" w14:textId="5A03F3EF" w:rsidR="006B407B" w:rsidRPr="000301F0" w:rsidRDefault="006B407B" w:rsidP="006B407B">
      <w:pPr>
        <w:pStyle w:val="SmallerText-Black"/>
      </w:pPr>
      <w:r w:rsidRPr="000301F0">
        <w:t>The contents</w:t>
      </w:r>
      <w:r w:rsidR="00AE1734">
        <w:t xml:space="preserve"> of</w:t>
      </w:r>
      <w:r w:rsidRPr="000301F0">
        <w:t xml:space="preserve"> this docum</w:t>
      </w:r>
      <w:r>
        <w:t xml:space="preserve">ent </w:t>
      </w:r>
      <w:r w:rsidR="00AE1734">
        <w:t xml:space="preserve">are </w:t>
      </w:r>
      <w:r>
        <w:t>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6206D2">
        <w:rPr>
          <w:noProof/>
        </w:rPr>
        <w:t>11 November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701A5043" w14:textId="77777777" w:rsidR="006B407B" w:rsidRDefault="006B407B" w:rsidP="006B407B">
      <w:pPr>
        <w:pStyle w:val="Heading2"/>
        <w:sectPr w:rsidR="006B407B" w:rsidSect="006B407B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701A5044" w14:textId="77777777" w:rsidR="006B407B" w:rsidRPr="000A08F6" w:rsidRDefault="006B407B" w:rsidP="006B407B">
      <w:pPr>
        <w:pStyle w:val="Heading2"/>
      </w:pPr>
      <w:r w:rsidRPr="000A08F6">
        <w:lastRenderedPageBreak/>
        <w:t>Assessment instructions</w:t>
      </w:r>
    </w:p>
    <w:p w14:paraId="701A5045" w14:textId="77777777" w:rsidR="006B407B" w:rsidRDefault="006B407B" w:rsidP="006B407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A31417" w14:paraId="701A5048" w14:textId="77777777" w:rsidTr="00A314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701A5046" w14:textId="77777777" w:rsidR="006B407B" w:rsidRDefault="006B407B" w:rsidP="006B407B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701A5047" w14:textId="77777777" w:rsidR="006B407B" w:rsidRDefault="006B407B" w:rsidP="006B407B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A31417" w14:paraId="701A504F" w14:textId="77777777" w:rsidTr="00A31417">
        <w:tc>
          <w:tcPr>
            <w:tcW w:w="2405" w:type="dxa"/>
            <w:vAlign w:val="top"/>
          </w:tcPr>
          <w:p w14:paraId="701A5049" w14:textId="77777777" w:rsidR="006B407B" w:rsidRPr="00C14A60" w:rsidRDefault="006B407B" w:rsidP="006B407B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01A504A" w14:textId="77777777" w:rsidR="006B407B" w:rsidRDefault="006B407B" w:rsidP="006B407B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 w:rsidR="00202461">
              <w:rPr>
                <w:sz w:val="22"/>
                <w:szCs w:val="22"/>
                <w:lang w:eastAsia="en-AU"/>
              </w:rPr>
              <w:t>:</w:t>
            </w:r>
          </w:p>
          <w:p w14:paraId="701A504B" w14:textId="77777777" w:rsidR="00202461" w:rsidRDefault="00202461" w:rsidP="00202461">
            <w:pPr>
              <w:pStyle w:val="Body"/>
              <w:numPr>
                <w:ilvl w:val="0"/>
                <w:numId w:val="38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Record and check data</w:t>
            </w:r>
          </w:p>
          <w:p w14:paraId="701A504C" w14:textId="77777777" w:rsidR="00202461" w:rsidRDefault="00202461" w:rsidP="00202461">
            <w:pPr>
              <w:pStyle w:val="Body"/>
              <w:numPr>
                <w:ilvl w:val="0"/>
                <w:numId w:val="38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Calculate simple scientific quantities</w:t>
            </w:r>
          </w:p>
          <w:p w14:paraId="701A504D" w14:textId="77777777" w:rsidR="00202461" w:rsidRDefault="00202461" w:rsidP="00202461">
            <w:pPr>
              <w:pStyle w:val="Body"/>
              <w:numPr>
                <w:ilvl w:val="0"/>
                <w:numId w:val="38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Present data</w:t>
            </w:r>
          </w:p>
          <w:p w14:paraId="701A504E" w14:textId="77777777" w:rsidR="00202461" w:rsidRPr="000412B1" w:rsidRDefault="00202461" w:rsidP="00202461">
            <w:pPr>
              <w:pStyle w:val="Body"/>
              <w:numPr>
                <w:ilvl w:val="0"/>
                <w:numId w:val="38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Store and retrieve data</w:t>
            </w:r>
          </w:p>
        </w:tc>
      </w:tr>
      <w:tr w:rsidR="00A31417" w14:paraId="701A5052" w14:textId="77777777" w:rsidTr="00A31417">
        <w:tc>
          <w:tcPr>
            <w:tcW w:w="2405" w:type="dxa"/>
            <w:vAlign w:val="top"/>
          </w:tcPr>
          <w:p w14:paraId="701A5050" w14:textId="77777777" w:rsidR="006B407B" w:rsidRPr="00C14A60" w:rsidRDefault="006B407B" w:rsidP="006B407B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701A5051" w14:textId="77777777" w:rsidR="006B407B" w:rsidRPr="00202461" w:rsidRDefault="005C0649" w:rsidP="006B407B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of 2</w:t>
            </w:r>
          </w:p>
        </w:tc>
      </w:tr>
      <w:tr w:rsidR="00A31417" w14:paraId="701A505B" w14:textId="77777777" w:rsidTr="00A31417">
        <w:tc>
          <w:tcPr>
            <w:tcW w:w="2405" w:type="dxa"/>
            <w:vAlign w:val="top"/>
          </w:tcPr>
          <w:p w14:paraId="701A5053" w14:textId="77777777" w:rsidR="006B407B" w:rsidRPr="00C14A60" w:rsidRDefault="006B407B" w:rsidP="006B407B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701A5054" w14:textId="77777777" w:rsidR="006B407B" w:rsidRPr="00C14A60" w:rsidRDefault="006B407B" w:rsidP="006B407B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701A5055" w14:textId="77777777" w:rsidR="006B407B" w:rsidRPr="00C14A60" w:rsidRDefault="006B407B" w:rsidP="006B407B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1D2049">
              <w:rPr>
                <w:sz w:val="22"/>
                <w:szCs w:val="22"/>
              </w:rPr>
              <w:t>4 sections</w:t>
            </w:r>
            <w:r w:rsidRPr="00C14A60">
              <w:rPr>
                <w:sz w:val="22"/>
                <w:szCs w:val="22"/>
              </w:rPr>
              <w:t>:</w:t>
            </w:r>
          </w:p>
          <w:p w14:paraId="701A5056" w14:textId="77777777" w:rsidR="006B407B" w:rsidRPr="003D5EB6" w:rsidRDefault="006B407B" w:rsidP="00E26CD1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D5EB6">
              <w:rPr>
                <w:sz w:val="22"/>
                <w:szCs w:val="22"/>
              </w:rPr>
              <w:t>Multiple choice questions</w:t>
            </w:r>
            <w:r w:rsidR="003617B5" w:rsidRPr="003D5EB6">
              <w:rPr>
                <w:sz w:val="22"/>
                <w:szCs w:val="22"/>
              </w:rPr>
              <w:t xml:space="preserve"> (1-15)</w:t>
            </w:r>
          </w:p>
          <w:p w14:paraId="701A5057" w14:textId="77777777" w:rsidR="006B407B" w:rsidRPr="003D5EB6" w:rsidRDefault="006B407B" w:rsidP="00E26CD1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D5EB6">
              <w:rPr>
                <w:sz w:val="22"/>
                <w:szCs w:val="22"/>
              </w:rPr>
              <w:t>True or False questions</w:t>
            </w:r>
            <w:r w:rsidR="003617B5" w:rsidRPr="003D5EB6">
              <w:rPr>
                <w:sz w:val="22"/>
                <w:szCs w:val="22"/>
              </w:rPr>
              <w:t xml:space="preserve"> (16-25)</w:t>
            </w:r>
          </w:p>
          <w:p w14:paraId="701A5058" w14:textId="77777777" w:rsidR="006B407B" w:rsidRPr="003D5EB6" w:rsidRDefault="006B407B" w:rsidP="00E26CD1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D5EB6">
              <w:rPr>
                <w:sz w:val="22"/>
                <w:szCs w:val="22"/>
              </w:rPr>
              <w:t>Short answer questions</w:t>
            </w:r>
            <w:r w:rsidR="003617B5" w:rsidRPr="003D5EB6">
              <w:rPr>
                <w:sz w:val="22"/>
                <w:szCs w:val="22"/>
              </w:rPr>
              <w:t xml:space="preserve"> (26 </w:t>
            </w:r>
            <w:r w:rsidR="00562A86">
              <w:rPr>
                <w:sz w:val="22"/>
                <w:szCs w:val="22"/>
              </w:rPr>
              <w:t>– 40)</w:t>
            </w:r>
          </w:p>
          <w:p w14:paraId="701A5059" w14:textId="77777777" w:rsidR="006B407B" w:rsidRPr="003D5EB6" w:rsidRDefault="006B407B" w:rsidP="00E26CD1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D5EB6">
              <w:rPr>
                <w:sz w:val="22"/>
                <w:szCs w:val="22"/>
              </w:rPr>
              <w:t>Assessment feedback</w:t>
            </w:r>
          </w:p>
          <w:p w14:paraId="701A505A" w14:textId="275B34F1" w:rsidR="006B407B" w:rsidRPr="003D5EB6" w:rsidRDefault="00BD70DD" w:rsidP="00A76B0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permitted to bring </w:t>
            </w:r>
            <w:r w:rsidR="003D5EB6">
              <w:rPr>
                <w:sz w:val="22"/>
                <w:szCs w:val="22"/>
              </w:rPr>
              <w:t xml:space="preserve">to the assessment </w:t>
            </w:r>
            <w:r w:rsidR="00202461">
              <w:rPr>
                <w:sz w:val="22"/>
                <w:szCs w:val="22"/>
              </w:rPr>
              <w:t>your</w:t>
            </w:r>
            <w:r w:rsidR="006E4767">
              <w:rPr>
                <w:sz w:val="22"/>
                <w:szCs w:val="22"/>
              </w:rPr>
              <w:t xml:space="preserve"> </w:t>
            </w:r>
            <w:r w:rsidR="00A76B06" w:rsidRPr="006E4767">
              <w:rPr>
                <w:sz w:val="22"/>
                <w:szCs w:val="22"/>
              </w:rPr>
              <w:t>student</w:t>
            </w:r>
            <w:r w:rsidR="00202461" w:rsidRPr="006E4767">
              <w:rPr>
                <w:sz w:val="22"/>
                <w:szCs w:val="22"/>
              </w:rPr>
              <w:t xml:space="preserve"> </w:t>
            </w:r>
            <w:r w:rsidR="00202461">
              <w:rPr>
                <w:sz w:val="22"/>
                <w:szCs w:val="22"/>
              </w:rPr>
              <w:t>notes as reference material</w:t>
            </w:r>
            <w:r w:rsidR="003D5EB6">
              <w:rPr>
                <w:sz w:val="22"/>
                <w:szCs w:val="22"/>
              </w:rPr>
              <w:t>.</w:t>
            </w:r>
            <w:r w:rsidR="006E669C">
              <w:rPr>
                <w:sz w:val="22"/>
                <w:szCs w:val="22"/>
              </w:rPr>
              <w:t xml:space="preserve"> For short answer questions show your working where appropriate</w:t>
            </w:r>
            <w:r w:rsidR="00202461">
              <w:rPr>
                <w:sz w:val="22"/>
                <w:szCs w:val="22"/>
              </w:rPr>
              <w:t xml:space="preserve"> and highlight </w:t>
            </w:r>
            <w:r w:rsidR="00225D51">
              <w:rPr>
                <w:sz w:val="22"/>
                <w:szCs w:val="22"/>
              </w:rPr>
              <w:t>your</w:t>
            </w:r>
            <w:r w:rsidR="00202461">
              <w:rPr>
                <w:sz w:val="22"/>
                <w:szCs w:val="22"/>
              </w:rPr>
              <w:t xml:space="preserve"> final answer to the question.</w:t>
            </w:r>
          </w:p>
        </w:tc>
      </w:tr>
      <w:tr w:rsidR="00A31417" w14:paraId="701A505F" w14:textId="77777777" w:rsidTr="00A31417">
        <w:tc>
          <w:tcPr>
            <w:tcW w:w="2405" w:type="dxa"/>
            <w:vAlign w:val="top"/>
          </w:tcPr>
          <w:p w14:paraId="701A505C" w14:textId="77777777" w:rsidR="006B407B" w:rsidRPr="00C14A60" w:rsidRDefault="006B407B" w:rsidP="006B407B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701A505D" w14:textId="77777777" w:rsidR="006B407B" w:rsidRPr="00E6443E" w:rsidRDefault="006B407B" w:rsidP="006B407B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</w:p>
          <w:p w14:paraId="701A505E" w14:textId="77777777" w:rsidR="006B407B" w:rsidRPr="00C14A60" w:rsidRDefault="006B407B" w:rsidP="006B407B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A31417" w14:paraId="701A5062" w14:textId="77777777" w:rsidTr="00A31417">
        <w:tc>
          <w:tcPr>
            <w:tcW w:w="2405" w:type="dxa"/>
            <w:vAlign w:val="top"/>
          </w:tcPr>
          <w:p w14:paraId="701A5060" w14:textId="77777777" w:rsidR="006B407B" w:rsidRPr="00C14A60" w:rsidRDefault="006B407B" w:rsidP="006B407B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701A5061" w14:textId="77777777" w:rsidR="006B407B" w:rsidRPr="000412B1" w:rsidRDefault="006B407B" w:rsidP="006B407B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A31417" w14:paraId="701A5065" w14:textId="77777777" w:rsidTr="00A31417">
        <w:tc>
          <w:tcPr>
            <w:tcW w:w="2405" w:type="dxa"/>
            <w:vAlign w:val="top"/>
          </w:tcPr>
          <w:p w14:paraId="701A5063" w14:textId="77777777" w:rsidR="006B407B" w:rsidRPr="00C14A60" w:rsidRDefault="006B407B" w:rsidP="006B407B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701A5064" w14:textId="77777777" w:rsidR="006B407B" w:rsidRPr="00BE26CF" w:rsidRDefault="006B407B" w:rsidP="006B407B">
            <w:pPr>
              <w:pStyle w:val="Body"/>
              <w:rPr>
                <w:color w:val="000000" w:themeColor="text1"/>
                <w:sz w:val="22"/>
                <w:szCs w:val="22"/>
              </w:rPr>
            </w:pPr>
            <w:r w:rsidRPr="00BE26CF">
              <w:rPr>
                <w:color w:val="000000" w:themeColor="text1"/>
                <w:sz w:val="22"/>
                <w:szCs w:val="22"/>
              </w:rPr>
              <w:t>Calculator, pens, measuring equipment</w:t>
            </w:r>
            <w:r w:rsidR="00202461" w:rsidRPr="00BE26CF">
              <w:rPr>
                <w:color w:val="000000" w:themeColor="text1"/>
                <w:sz w:val="22"/>
                <w:szCs w:val="22"/>
              </w:rPr>
              <w:t>, class notes as reference material</w:t>
            </w:r>
          </w:p>
        </w:tc>
      </w:tr>
      <w:tr w:rsidR="00A31417" w14:paraId="701A5069" w14:textId="77777777" w:rsidTr="00A31417">
        <w:tc>
          <w:tcPr>
            <w:tcW w:w="2405" w:type="dxa"/>
            <w:vAlign w:val="top"/>
          </w:tcPr>
          <w:p w14:paraId="701A5066" w14:textId="77777777" w:rsidR="006B407B" w:rsidRPr="00C14A60" w:rsidRDefault="006B407B" w:rsidP="006B407B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lastRenderedPageBreak/>
              <w:t>Due date/time allowed</w:t>
            </w:r>
          </w:p>
        </w:tc>
        <w:tc>
          <w:tcPr>
            <w:tcW w:w="6655" w:type="dxa"/>
            <w:vAlign w:val="top"/>
          </w:tcPr>
          <w:p w14:paraId="701A5067" w14:textId="77777777" w:rsidR="00A76B06" w:rsidRPr="00825A69" w:rsidRDefault="00A76B06" w:rsidP="006B407B">
            <w:pPr>
              <w:pStyle w:val="Body"/>
              <w:rPr>
                <w:color w:val="000000" w:themeColor="text1"/>
                <w:sz w:val="22"/>
                <w:szCs w:val="22"/>
              </w:rPr>
            </w:pPr>
            <w:r w:rsidRPr="00825A69">
              <w:rPr>
                <w:color w:val="000000" w:themeColor="text1"/>
                <w:sz w:val="22"/>
                <w:szCs w:val="22"/>
              </w:rPr>
              <w:t>TBA</w:t>
            </w:r>
          </w:p>
          <w:p w14:paraId="701A5068" w14:textId="4354B037" w:rsidR="006B407B" w:rsidRPr="00BE26CF" w:rsidRDefault="006D3EF5" w:rsidP="006B407B">
            <w:pPr>
              <w:pStyle w:val="Body"/>
              <w:rPr>
                <w:i/>
                <w:color w:val="000000" w:themeColor="text1"/>
                <w:sz w:val="22"/>
                <w:szCs w:val="22"/>
                <w:lang w:eastAsia="en-AU"/>
              </w:rPr>
            </w:pPr>
            <w:r w:rsidRPr="00825A69">
              <w:rPr>
                <w:color w:val="000000" w:themeColor="text1"/>
                <w:sz w:val="22"/>
                <w:szCs w:val="22"/>
              </w:rPr>
              <w:t>2 hours 30 min</w:t>
            </w:r>
            <w:r w:rsidR="00D04AE2">
              <w:rPr>
                <w:color w:val="000000" w:themeColor="text1"/>
                <w:sz w:val="22"/>
                <w:szCs w:val="22"/>
              </w:rPr>
              <w:t>ute</w:t>
            </w:r>
            <w:r w:rsidRPr="00825A69">
              <w:rPr>
                <w:color w:val="000000" w:themeColor="text1"/>
                <w:sz w:val="22"/>
                <w:szCs w:val="22"/>
              </w:rPr>
              <w:t>s</w:t>
            </w:r>
          </w:p>
        </w:tc>
      </w:tr>
      <w:tr w:rsidR="00A31417" w14:paraId="701A506C" w14:textId="77777777" w:rsidTr="00A31417">
        <w:tc>
          <w:tcPr>
            <w:tcW w:w="2405" w:type="dxa"/>
            <w:vAlign w:val="top"/>
          </w:tcPr>
          <w:p w14:paraId="701A506A" w14:textId="77777777" w:rsidR="006B407B" w:rsidRPr="0063453E" w:rsidRDefault="006B407B" w:rsidP="006B407B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701A506B" w14:textId="5D9746FD" w:rsidR="006B407B" w:rsidRPr="0063453E" w:rsidRDefault="00AE1734" w:rsidP="006B407B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>s are addressed</w:t>
            </w:r>
            <w:r w:rsidRPr="0063453E">
              <w:rPr>
                <w:sz w:val="22"/>
                <w:szCs w:val="22"/>
              </w:rPr>
              <w:t xml:space="preserve"> in accordance with </w:t>
            </w:r>
            <w:r>
              <w:rPr>
                <w:sz w:val="22"/>
                <w:szCs w:val="22"/>
              </w:rPr>
              <w:t>Every Student</w:t>
            </w:r>
            <w:r w:rsidR="00825A69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701A506D" w14:textId="77777777" w:rsidR="003D5EB6" w:rsidRDefault="003D5EB6" w:rsidP="006B407B">
      <w:pPr>
        <w:pStyle w:val="Heading2"/>
      </w:pPr>
    </w:p>
    <w:p w14:paraId="701A506E" w14:textId="77777777" w:rsidR="006D3EF5" w:rsidRDefault="006D3EF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01A506F" w14:textId="77777777" w:rsidR="006B407B" w:rsidRPr="003617B5" w:rsidRDefault="006B407B" w:rsidP="006B407B">
      <w:pPr>
        <w:pStyle w:val="Heading2"/>
        <w:rPr>
          <w:sz w:val="24"/>
          <w:szCs w:val="24"/>
        </w:rPr>
      </w:pPr>
      <w:r w:rsidRPr="003E5787">
        <w:lastRenderedPageBreak/>
        <w:t>Multiple choice</w:t>
      </w:r>
      <w:r w:rsidR="003617B5">
        <w:t xml:space="preserve"> </w:t>
      </w:r>
      <w:r w:rsidR="003617B5">
        <w:rPr>
          <w:sz w:val="24"/>
          <w:szCs w:val="24"/>
        </w:rPr>
        <w:t>(Questions 1 – 15)</w:t>
      </w:r>
    </w:p>
    <w:p w14:paraId="701A5070" w14:textId="77777777" w:rsidR="006B407B" w:rsidRPr="0063453E" w:rsidRDefault="006B407B" w:rsidP="006B407B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>Read the question</w:t>
      </w:r>
      <w:r w:rsidR="004233CA">
        <w:rPr>
          <w:sz w:val="22"/>
          <w:szCs w:val="22"/>
        </w:rPr>
        <w:t xml:space="preserve"> and each answer by putting </w:t>
      </w:r>
      <w:r w:rsidRPr="0063453E">
        <w:rPr>
          <w:sz w:val="22"/>
          <w:szCs w:val="22"/>
        </w:rPr>
        <w:t xml:space="preserve">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701A5071" w14:textId="77777777" w:rsidR="006B407B" w:rsidRPr="003D5EB6" w:rsidRDefault="00AE1734" w:rsidP="003D5EB6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Estimation is an important technique that should be used when noting and recording any qualitative or quantitative result in the laboratory. </w:t>
      </w:r>
      <w:r w:rsidR="005A22D9" w:rsidRPr="003D5EB6">
        <w:rPr>
          <w:sz w:val="22"/>
          <w:szCs w:val="22"/>
        </w:rPr>
        <w:t>The best estimate</w:t>
      </w:r>
      <w:r w:rsidR="00D57570" w:rsidRPr="003D5EB6">
        <w:rPr>
          <w:sz w:val="22"/>
          <w:szCs w:val="22"/>
        </w:rPr>
        <w:t xml:space="preserve"> (or approximation)</w:t>
      </w:r>
      <w:r w:rsidR="005A22D9" w:rsidRPr="003D5EB6">
        <w:rPr>
          <w:sz w:val="22"/>
          <w:szCs w:val="22"/>
        </w:rPr>
        <w:t xml:space="preserve"> of the following calculation </w:t>
      </w:r>
      <w:r w:rsidR="005A22D9" w:rsidRPr="003D5EB6">
        <w:rPr>
          <w:rFonts w:eastAsia="Calibri"/>
          <w:sz w:val="22"/>
          <w:szCs w:val="22"/>
        </w:rPr>
        <w:t>5.91 x 20.14</w:t>
      </w:r>
      <w:r w:rsidR="005A22D9" w:rsidRPr="003D5EB6">
        <w:rPr>
          <w:sz w:val="22"/>
          <w:szCs w:val="22"/>
        </w:rPr>
        <w:t xml:space="preserve"> is:</w:t>
      </w:r>
    </w:p>
    <w:p w14:paraId="701A5072" w14:textId="77777777" w:rsidR="006B407B" w:rsidRDefault="006B407B" w:rsidP="006B407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920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5807"/>
        <w:gridCol w:w="3402"/>
      </w:tblGrid>
      <w:tr w:rsidR="00A31417" w14:paraId="701A5075" w14:textId="77777777" w:rsidTr="00825A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807" w:type="dxa"/>
          </w:tcPr>
          <w:p w14:paraId="701A5073" w14:textId="77777777" w:rsidR="006B407B" w:rsidRDefault="006B407B" w:rsidP="006B407B">
            <w:pPr>
              <w:pStyle w:val="Body"/>
            </w:pPr>
            <w:r>
              <w:t>Answer choices</w:t>
            </w:r>
          </w:p>
        </w:tc>
        <w:tc>
          <w:tcPr>
            <w:tcW w:w="3402" w:type="dxa"/>
          </w:tcPr>
          <w:p w14:paraId="701A5074" w14:textId="77777777" w:rsidR="006B407B" w:rsidRDefault="006B407B" w:rsidP="006B407B">
            <w:pPr>
              <w:pStyle w:val="Body"/>
            </w:pPr>
            <w:r>
              <w:t>Put X next to your answer</w:t>
            </w:r>
          </w:p>
        </w:tc>
      </w:tr>
      <w:tr w:rsidR="00A31417" w14:paraId="701A5078" w14:textId="77777777" w:rsidTr="00825A69">
        <w:tc>
          <w:tcPr>
            <w:tcW w:w="5807" w:type="dxa"/>
          </w:tcPr>
          <w:p w14:paraId="701A5076" w14:textId="77777777" w:rsidR="006B407B" w:rsidRPr="0089215D" w:rsidRDefault="005A22D9" w:rsidP="00E26CD1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12.0</w:t>
            </w:r>
          </w:p>
        </w:tc>
        <w:tc>
          <w:tcPr>
            <w:tcW w:w="3402" w:type="dxa"/>
          </w:tcPr>
          <w:p w14:paraId="701A5077" w14:textId="77777777" w:rsidR="006B407B" w:rsidRDefault="006B407B" w:rsidP="006B407B">
            <w:pPr>
              <w:pStyle w:val="Body"/>
              <w:jc w:val="center"/>
            </w:pPr>
          </w:p>
        </w:tc>
      </w:tr>
      <w:tr w:rsidR="00A31417" w14:paraId="701A507B" w14:textId="77777777" w:rsidTr="00825A69">
        <w:tc>
          <w:tcPr>
            <w:tcW w:w="5807" w:type="dxa"/>
          </w:tcPr>
          <w:p w14:paraId="701A5079" w14:textId="77777777" w:rsidR="006B407B" w:rsidRPr="0089215D" w:rsidRDefault="005A22D9" w:rsidP="00E26CD1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120</w:t>
            </w:r>
          </w:p>
        </w:tc>
        <w:tc>
          <w:tcPr>
            <w:tcW w:w="3402" w:type="dxa"/>
          </w:tcPr>
          <w:p w14:paraId="701A507A" w14:textId="77777777" w:rsidR="006B407B" w:rsidRDefault="006B407B" w:rsidP="006B407B">
            <w:pPr>
              <w:pStyle w:val="Body"/>
              <w:jc w:val="center"/>
            </w:pPr>
          </w:p>
        </w:tc>
      </w:tr>
      <w:tr w:rsidR="00A31417" w14:paraId="701A507E" w14:textId="77777777" w:rsidTr="00825A69">
        <w:tc>
          <w:tcPr>
            <w:tcW w:w="5807" w:type="dxa"/>
          </w:tcPr>
          <w:p w14:paraId="701A507C" w14:textId="77777777" w:rsidR="006B407B" w:rsidRPr="0089215D" w:rsidRDefault="005A22D9" w:rsidP="00E26CD1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1200</w:t>
            </w:r>
          </w:p>
        </w:tc>
        <w:tc>
          <w:tcPr>
            <w:tcW w:w="3402" w:type="dxa"/>
          </w:tcPr>
          <w:p w14:paraId="701A507D" w14:textId="77777777" w:rsidR="006B407B" w:rsidRDefault="006B407B" w:rsidP="006B407B">
            <w:pPr>
              <w:pStyle w:val="Body"/>
              <w:jc w:val="center"/>
            </w:pPr>
          </w:p>
        </w:tc>
      </w:tr>
      <w:tr w:rsidR="00A31417" w14:paraId="701A5081" w14:textId="77777777" w:rsidTr="00825A69">
        <w:tc>
          <w:tcPr>
            <w:tcW w:w="5807" w:type="dxa"/>
          </w:tcPr>
          <w:p w14:paraId="701A507F" w14:textId="77777777" w:rsidR="006B407B" w:rsidRPr="0089215D" w:rsidRDefault="005A22D9" w:rsidP="00E26CD1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1.20</w:t>
            </w:r>
          </w:p>
        </w:tc>
        <w:tc>
          <w:tcPr>
            <w:tcW w:w="3402" w:type="dxa"/>
          </w:tcPr>
          <w:p w14:paraId="701A5080" w14:textId="77777777" w:rsidR="006B407B" w:rsidRDefault="006B407B" w:rsidP="006B407B">
            <w:pPr>
              <w:pStyle w:val="Body"/>
              <w:jc w:val="center"/>
            </w:pPr>
          </w:p>
        </w:tc>
      </w:tr>
    </w:tbl>
    <w:p w14:paraId="701A5082" w14:textId="77777777" w:rsidR="005A22D9" w:rsidRDefault="005A22D9">
      <w:pPr>
        <w:tabs>
          <w:tab w:val="clear" w:pos="284"/>
        </w:tabs>
        <w:spacing w:before="0" w:after="200" w:line="276" w:lineRule="auto"/>
      </w:pPr>
    </w:p>
    <w:p w14:paraId="701A5083" w14:textId="260C30A0" w:rsidR="005A22D9" w:rsidRDefault="005A22D9" w:rsidP="00825A69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The best estimate</w:t>
      </w:r>
      <w:r w:rsidR="00D57570">
        <w:rPr>
          <w:sz w:val="22"/>
          <w:szCs w:val="22"/>
        </w:rPr>
        <w:t xml:space="preserve"> (or approximation)</w:t>
      </w:r>
      <w:r>
        <w:rPr>
          <w:sz w:val="22"/>
          <w:szCs w:val="22"/>
        </w:rPr>
        <w:t xml:space="preserve"> of the following calculation </w:t>
      </w:r>
      <w:r w:rsidR="00151821" w:rsidRPr="0089215D">
        <w:rPr>
          <w:position w:val="-28"/>
          <w:sz w:val="22"/>
          <w:szCs w:val="22"/>
        </w:rPr>
        <w:object w:dxaOrig="2180" w:dyaOrig="639" w14:anchorId="701A53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29.25pt" o:ole="" fillcolor="window">
            <v:imagedata r:id="rId18" o:title=""/>
          </v:shape>
          <o:OLEObject Type="Embed" ProgID="Equation.3" ShapeID="_x0000_i1025" DrawAspect="Content" ObjectID="_1634993009" r:id="rId19"/>
        </w:object>
      </w:r>
      <w:r w:rsidR="00151821">
        <w:t xml:space="preserve"> </w:t>
      </w:r>
      <w:r>
        <w:rPr>
          <w:sz w:val="22"/>
          <w:szCs w:val="22"/>
        </w:rPr>
        <w:t>is:</w:t>
      </w:r>
    </w:p>
    <w:p w14:paraId="701A5084" w14:textId="77777777" w:rsidR="005A22D9" w:rsidRDefault="005A22D9" w:rsidP="005A22D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51821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9209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5807"/>
        <w:gridCol w:w="3402"/>
      </w:tblGrid>
      <w:tr w:rsidR="005A22D9" w14:paraId="701A5087" w14:textId="77777777" w:rsidTr="00825A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807" w:type="dxa"/>
          </w:tcPr>
          <w:p w14:paraId="701A5085" w14:textId="77777777" w:rsidR="005A22D9" w:rsidRDefault="005A22D9" w:rsidP="006B407B">
            <w:pPr>
              <w:pStyle w:val="Body"/>
            </w:pPr>
            <w:r>
              <w:t>Answer choices</w:t>
            </w:r>
          </w:p>
        </w:tc>
        <w:tc>
          <w:tcPr>
            <w:tcW w:w="3402" w:type="dxa"/>
          </w:tcPr>
          <w:p w14:paraId="701A5086" w14:textId="77777777" w:rsidR="005A22D9" w:rsidRDefault="005A22D9" w:rsidP="006B407B">
            <w:pPr>
              <w:pStyle w:val="Body"/>
            </w:pPr>
            <w:r>
              <w:t>Put X next to your answer</w:t>
            </w:r>
          </w:p>
        </w:tc>
      </w:tr>
      <w:tr w:rsidR="005A22D9" w14:paraId="701A508A" w14:textId="77777777" w:rsidTr="00825A69">
        <w:tc>
          <w:tcPr>
            <w:tcW w:w="5807" w:type="dxa"/>
          </w:tcPr>
          <w:p w14:paraId="701A5088" w14:textId="77777777" w:rsidR="005A22D9" w:rsidRPr="0089215D" w:rsidRDefault="00151821" w:rsidP="00825A69">
            <w:pPr>
              <w:pStyle w:val="Body"/>
              <w:numPr>
                <w:ilvl w:val="0"/>
                <w:numId w:val="45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0.5</w:t>
            </w:r>
          </w:p>
        </w:tc>
        <w:tc>
          <w:tcPr>
            <w:tcW w:w="3402" w:type="dxa"/>
          </w:tcPr>
          <w:p w14:paraId="701A5089" w14:textId="77777777" w:rsidR="005A22D9" w:rsidRDefault="005A22D9" w:rsidP="006B407B">
            <w:pPr>
              <w:pStyle w:val="Body"/>
              <w:jc w:val="center"/>
            </w:pPr>
          </w:p>
        </w:tc>
      </w:tr>
      <w:tr w:rsidR="005A22D9" w14:paraId="701A508D" w14:textId="77777777" w:rsidTr="00825A69">
        <w:tc>
          <w:tcPr>
            <w:tcW w:w="5807" w:type="dxa"/>
          </w:tcPr>
          <w:p w14:paraId="701A508B" w14:textId="77777777" w:rsidR="005A22D9" w:rsidRPr="0089215D" w:rsidRDefault="00151821" w:rsidP="00825A69">
            <w:pPr>
              <w:pStyle w:val="Body"/>
              <w:numPr>
                <w:ilvl w:val="0"/>
                <w:numId w:val="45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0.05</w:t>
            </w:r>
          </w:p>
        </w:tc>
        <w:tc>
          <w:tcPr>
            <w:tcW w:w="3402" w:type="dxa"/>
          </w:tcPr>
          <w:p w14:paraId="701A508C" w14:textId="77777777" w:rsidR="005A22D9" w:rsidRDefault="005A22D9" w:rsidP="006B407B">
            <w:pPr>
              <w:pStyle w:val="Body"/>
              <w:jc w:val="center"/>
            </w:pPr>
          </w:p>
        </w:tc>
      </w:tr>
      <w:tr w:rsidR="005A22D9" w14:paraId="701A5090" w14:textId="77777777" w:rsidTr="00825A69">
        <w:tc>
          <w:tcPr>
            <w:tcW w:w="5807" w:type="dxa"/>
          </w:tcPr>
          <w:p w14:paraId="701A508E" w14:textId="77777777" w:rsidR="005A22D9" w:rsidRPr="0089215D" w:rsidRDefault="00151821" w:rsidP="00825A69">
            <w:pPr>
              <w:pStyle w:val="Body"/>
              <w:numPr>
                <w:ilvl w:val="0"/>
                <w:numId w:val="45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5.0</w:t>
            </w:r>
          </w:p>
        </w:tc>
        <w:tc>
          <w:tcPr>
            <w:tcW w:w="3402" w:type="dxa"/>
          </w:tcPr>
          <w:p w14:paraId="701A508F" w14:textId="77777777" w:rsidR="005A22D9" w:rsidRDefault="005A22D9" w:rsidP="006B407B">
            <w:pPr>
              <w:pStyle w:val="Body"/>
              <w:jc w:val="center"/>
            </w:pPr>
          </w:p>
        </w:tc>
      </w:tr>
      <w:tr w:rsidR="005A22D9" w14:paraId="701A5093" w14:textId="77777777" w:rsidTr="00825A69">
        <w:tc>
          <w:tcPr>
            <w:tcW w:w="5807" w:type="dxa"/>
          </w:tcPr>
          <w:p w14:paraId="701A5091" w14:textId="77777777" w:rsidR="005A22D9" w:rsidRPr="0089215D" w:rsidRDefault="00151821" w:rsidP="00825A69">
            <w:pPr>
              <w:pStyle w:val="Body"/>
              <w:numPr>
                <w:ilvl w:val="0"/>
                <w:numId w:val="45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1.0</w:t>
            </w:r>
          </w:p>
        </w:tc>
        <w:tc>
          <w:tcPr>
            <w:tcW w:w="3402" w:type="dxa"/>
          </w:tcPr>
          <w:p w14:paraId="701A5092" w14:textId="77777777" w:rsidR="005A22D9" w:rsidRDefault="005A22D9" w:rsidP="006B407B">
            <w:pPr>
              <w:pStyle w:val="Body"/>
              <w:jc w:val="center"/>
            </w:pPr>
          </w:p>
        </w:tc>
      </w:tr>
    </w:tbl>
    <w:p w14:paraId="701A5094" w14:textId="29BDD1A0" w:rsidR="00151821" w:rsidRDefault="00151821" w:rsidP="00151821">
      <w:pPr>
        <w:pStyle w:val="Body"/>
        <w:ind w:left="720"/>
        <w:rPr>
          <w:sz w:val="22"/>
          <w:szCs w:val="22"/>
        </w:rPr>
      </w:pPr>
    </w:p>
    <w:p w14:paraId="721FB965" w14:textId="77777777" w:rsidR="00825A69" w:rsidRDefault="00825A69" w:rsidP="00151821">
      <w:pPr>
        <w:pStyle w:val="Body"/>
        <w:ind w:left="720"/>
        <w:rPr>
          <w:sz w:val="22"/>
          <w:szCs w:val="22"/>
        </w:rPr>
      </w:pPr>
    </w:p>
    <w:p w14:paraId="701A5095" w14:textId="77777777" w:rsidR="00151821" w:rsidRDefault="00151821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01A5096" w14:textId="0F26AF76" w:rsidR="00D57570" w:rsidRPr="00216140" w:rsidRDefault="00216140" w:rsidP="00825A69">
      <w:pPr>
        <w:pStyle w:val="Body"/>
        <w:numPr>
          <w:ilvl w:val="0"/>
          <w:numId w:val="5"/>
        </w:numPr>
      </w:pPr>
      <w:r w:rsidRPr="00216140">
        <w:lastRenderedPageBreak/>
        <w:t>52.8 g of 2.5 kg is what percentage</w:t>
      </w:r>
      <w:r w:rsidR="0089215D">
        <w:t>?</w:t>
      </w:r>
    </w:p>
    <w:p w14:paraId="701A5097" w14:textId="77777777" w:rsidR="00151821" w:rsidRDefault="00151821" w:rsidP="0015182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374"/>
        <w:gridCol w:w="2686"/>
      </w:tblGrid>
      <w:tr w:rsidR="00151821" w14:paraId="701A509A" w14:textId="77777777" w:rsidTr="00361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74" w:type="dxa"/>
          </w:tcPr>
          <w:p w14:paraId="701A5098" w14:textId="77777777" w:rsidR="00151821" w:rsidRDefault="00151821" w:rsidP="006B407B">
            <w:pPr>
              <w:pStyle w:val="Body"/>
            </w:pPr>
            <w:r>
              <w:t>Answer choices</w:t>
            </w:r>
          </w:p>
        </w:tc>
        <w:tc>
          <w:tcPr>
            <w:tcW w:w="2686" w:type="dxa"/>
          </w:tcPr>
          <w:p w14:paraId="701A5099" w14:textId="77777777" w:rsidR="00151821" w:rsidRDefault="00151821" w:rsidP="006B407B">
            <w:pPr>
              <w:pStyle w:val="Body"/>
            </w:pPr>
            <w:r>
              <w:t>Put X next to your answer</w:t>
            </w:r>
          </w:p>
        </w:tc>
      </w:tr>
      <w:tr w:rsidR="00151821" w14:paraId="701A509D" w14:textId="77777777" w:rsidTr="003617B5">
        <w:tc>
          <w:tcPr>
            <w:tcW w:w="6374" w:type="dxa"/>
          </w:tcPr>
          <w:p w14:paraId="701A509B" w14:textId="77777777" w:rsidR="00151821" w:rsidRPr="0089215D" w:rsidRDefault="00DA6C6C" w:rsidP="00E26CD1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2112</w:t>
            </w:r>
          </w:p>
        </w:tc>
        <w:tc>
          <w:tcPr>
            <w:tcW w:w="2686" w:type="dxa"/>
          </w:tcPr>
          <w:p w14:paraId="701A509C" w14:textId="77777777" w:rsidR="00151821" w:rsidRDefault="00151821" w:rsidP="006B407B">
            <w:pPr>
              <w:pStyle w:val="Body"/>
              <w:jc w:val="center"/>
            </w:pPr>
          </w:p>
        </w:tc>
      </w:tr>
      <w:tr w:rsidR="00151821" w14:paraId="701A50A0" w14:textId="77777777" w:rsidTr="003617B5">
        <w:tc>
          <w:tcPr>
            <w:tcW w:w="6374" w:type="dxa"/>
          </w:tcPr>
          <w:p w14:paraId="701A509E" w14:textId="77777777" w:rsidR="00151821" w:rsidRPr="0089215D" w:rsidRDefault="00DA6C6C" w:rsidP="00E26CD1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0.0211</w:t>
            </w:r>
          </w:p>
        </w:tc>
        <w:tc>
          <w:tcPr>
            <w:tcW w:w="2686" w:type="dxa"/>
          </w:tcPr>
          <w:p w14:paraId="701A509F" w14:textId="77777777" w:rsidR="00151821" w:rsidRDefault="00151821" w:rsidP="006B407B">
            <w:pPr>
              <w:pStyle w:val="Body"/>
              <w:jc w:val="center"/>
            </w:pPr>
          </w:p>
        </w:tc>
      </w:tr>
      <w:tr w:rsidR="00151821" w14:paraId="701A50A3" w14:textId="77777777" w:rsidTr="003617B5">
        <w:tc>
          <w:tcPr>
            <w:tcW w:w="6374" w:type="dxa"/>
          </w:tcPr>
          <w:p w14:paraId="701A50A1" w14:textId="77777777" w:rsidR="00151821" w:rsidRPr="0089215D" w:rsidRDefault="00DA6C6C" w:rsidP="00E26CD1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2.1</w:t>
            </w:r>
          </w:p>
        </w:tc>
        <w:tc>
          <w:tcPr>
            <w:tcW w:w="2686" w:type="dxa"/>
          </w:tcPr>
          <w:p w14:paraId="701A50A2" w14:textId="77777777" w:rsidR="00151821" w:rsidRDefault="00151821" w:rsidP="006B407B">
            <w:pPr>
              <w:pStyle w:val="Body"/>
              <w:jc w:val="center"/>
            </w:pPr>
          </w:p>
        </w:tc>
      </w:tr>
      <w:tr w:rsidR="00151821" w14:paraId="701A50A6" w14:textId="77777777" w:rsidTr="003617B5">
        <w:tc>
          <w:tcPr>
            <w:tcW w:w="6374" w:type="dxa"/>
          </w:tcPr>
          <w:p w14:paraId="701A50A4" w14:textId="77777777" w:rsidR="00151821" w:rsidRPr="0089215D" w:rsidRDefault="00DA6C6C" w:rsidP="00E26CD1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21.1</w:t>
            </w:r>
          </w:p>
        </w:tc>
        <w:tc>
          <w:tcPr>
            <w:tcW w:w="2686" w:type="dxa"/>
          </w:tcPr>
          <w:p w14:paraId="701A50A5" w14:textId="77777777" w:rsidR="00151821" w:rsidRDefault="00151821" w:rsidP="006B407B">
            <w:pPr>
              <w:pStyle w:val="Body"/>
              <w:jc w:val="center"/>
            </w:pPr>
          </w:p>
        </w:tc>
      </w:tr>
    </w:tbl>
    <w:p w14:paraId="701A50A8" w14:textId="77777777" w:rsidR="005A22D9" w:rsidRDefault="005A22D9" w:rsidP="005A22D9">
      <w:pPr>
        <w:tabs>
          <w:tab w:val="clear" w:pos="284"/>
        </w:tabs>
        <w:spacing w:before="0" w:after="200" w:line="276" w:lineRule="auto"/>
      </w:pPr>
    </w:p>
    <w:p w14:paraId="701A50A9" w14:textId="77777777" w:rsidR="00D57570" w:rsidRDefault="00DA6C6C" w:rsidP="00E26CD1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The resultant length when 750 mm is decreased by 12.5% is</w:t>
      </w:r>
      <w:r w:rsidR="00D57570">
        <w:rPr>
          <w:sz w:val="22"/>
          <w:szCs w:val="22"/>
        </w:rPr>
        <w:t>:</w:t>
      </w:r>
    </w:p>
    <w:p w14:paraId="701A50AA" w14:textId="77777777" w:rsidR="00D57570" w:rsidRDefault="00D57570" w:rsidP="00D5757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E44158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374"/>
        <w:gridCol w:w="2686"/>
      </w:tblGrid>
      <w:tr w:rsidR="00D57570" w14:paraId="701A50AD" w14:textId="77777777" w:rsidTr="00BD0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74" w:type="dxa"/>
          </w:tcPr>
          <w:p w14:paraId="701A50AB" w14:textId="77777777" w:rsidR="00D57570" w:rsidRDefault="00D57570" w:rsidP="006B407B">
            <w:pPr>
              <w:pStyle w:val="Body"/>
            </w:pPr>
            <w:r>
              <w:t>Answer choices</w:t>
            </w:r>
          </w:p>
        </w:tc>
        <w:tc>
          <w:tcPr>
            <w:tcW w:w="2686" w:type="dxa"/>
          </w:tcPr>
          <w:p w14:paraId="701A50AC" w14:textId="77777777" w:rsidR="00D57570" w:rsidRDefault="00D57570" w:rsidP="006B407B">
            <w:pPr>
              <w:pStyle w:val="Body"/>
            </w:pPr>
            <w:r>
              <w:t>Put X next to your answer</w:t>
            </w:r>
          </w:p>
        </w:tc>
      </w:tr>
      <w:tr w:rsidR="00D57570" w14:paraId="701A50B0" w14:textId="77777777" w:rsidTr="00BD0F3B">
        <w:tc>
          <w:tcPr>
            <w:tcW w:w="6374" w:type="dxa"/>
          </w:tcPr>
          <w:p w14:paraId="701A50AE" w14:textId="77777777" w:rsidR="00D57570" w:rsidRPr="0089215D" w:rsidRDefault="001D2049" w:rsidP="00E26CD1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94</w:t>
            </w:r>
            <w:r w:rsidR="00DA6C6C" w:rsidRPr="0089215D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686" w:type="dxa"/>
          </w:tcPr>
          <w:p w14:paraId="701A50AF" w14:textId="77777777" w:rsidR="00D57570" w:rsidRDefault="00D57570" w:rsidP="006B407B">
            <w:pPr>
              <w:pStyle w:val="Body"/>
              <w:jc w:val="center"/>
            </w:pPr>
          </w:p>
        </w:tc>
      </w:tr>
      <w:tr w:rsidR="00D57570" w14:paraId="701A50B3" w14:textId="77777777" w:rsidTr="00BD0F3B">
        <w:tc>
          <w:tcPr>
            <w:tcW w:w="6374" w:type="dxa"/>
          </w:tcPr>
          <w:p w14:paraId="701A50B1" w14:textId="77777777" w:rsidR="00D57570" w:rsidRPr="0089215D" w:rsidRDefault="001D2049" w:rsidP="00E26CD1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844</w:t>
            </w:r>
            <w:r w:rsidR="00DA6C6C" w:rsidRPr="0089215D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686" w:type="dxa"/>
          </w:tcPr>
          <w:p w14:paraId="701A50B2" w14:textId="77777777" w:rsidR="00D57570" w:rsidRDefault="00D57570" w:rsidP="006B407B">
            <w:pPr>
              <w:pStyle w:val="Body"/>
              <w:jc w:val="center"/>
            </w:pPr>
          </w:p>
        </w:tc>
      </w:tr>
      <w:tr w:rsidR="00D57570" w14:paraId="701A50B6" w14:textId="77777777" w:rsidTr="00BD0F3B">
        <w:tc>
          <w:tcPr>
            <w:tcW w:w="6374" w:type="dxa"/>
          </w:tcPr>
          <w:p w14:paraId="701A50B4" w14:textId="77777777" w:rsidR="00D57570" w:rsidRPr="0089215D" w:rsidRDefault="00BD0F3B" w:rsidP="00E26CD1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762.5 mm</w:t>
            </w:r>
          </w:p>
        </w:tc>
        <w:tc>
          <w:tcPr>
            <w:tcW w:w="2686" w:type="dxa"/>
          </w:tcPr>
          <w:p w14:paraId="701A50B5" w14:textId="77777777" w:rsidR="00D57570" w:rsidRDefault="00D57570" w:rsidP="006B407B">
            <w:pPr>
              <w:pStyle w:val="Body"/>
              <w:jc w:val="center"/>
            </w:pPr>
          </w:p>
        </w:tc>
      </w:tr>
      <w:tr w:rsidR="00D57570" w14:paraId="701A50B9" w14:textId="77777777" w:rsidTr="00BD0F3B">
        <w:tc>
          <w:tcPr>
            <w:tcW w:w="6374" w:type="dxa"/>
          </w:tcPr>
          <w:p w14:paraId="701A50B7" w14:textId="77777777" w:rsidR="00D57570" w:rsidRPr="0089215D" w:rsidRDefault="001D2049" w:rsidP="00E26CD1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656</w:t>
            </w:r>
            <w:r w:rsidR="00DA6C6C" w:rsidRPr="0089215D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686" w:type="dxa"/>
          </w:tcPr>
          <w:p w14:paraId="701A50B8" w14:textId="77777777" w:rsidR="00D57570" w:rsidRDefault="00D57570" w:rsidP="006B407B">
            <w:pPr>
              <w:pStyle w:val="Body"/>
              <w:jc w:val="center"/>
            </w:pPr>
          </w:p>
        </w:tc>
      </w:tr>
    </w:tbl>
    <w:p w14:paraId="701A50BA" w14:textId="77777777" w:rsidR="003617B5" w:rsidRDefault="003617B5" w:rsidP="00D57570">
      <w:pPr>
        <w:tabs>
          <w:tab w:val="clear" w:pos="284"/>
        </w:tabs>
        <w:spacing w:before="0" w:after="200" w:line="276" w:lineRule="auto"/>
      </w:pPr>
    </w:p>
    <w:p w14:paraId="701A50BB" w14:textId="77777777" w:rsidR="003617B5" w:rsidRDefault="003617B5">
      <w:pPr>
        <w:tabs>
          <w:tab w:val="clear" w:pos="284"/>
        </w:tabs>
        <w:spacing w:before="0" w:after="200" w:line="276" w:lineRule="auto"/>
      </w:pPr>
      <w:r>
        <w:br w:type="page"/>
      </w:r>
    </w:p>
    <w:p w14:paraId="701A50BD" w14:textId="2AF48F26" w:rsidR="00BD0F3B" w:rsidRPr="0089215D" w:rsidRDefault="000A4677" w:rsidP="00825A69">
      <w:pPr>
        <w:pStyle w:val="Body"/>
        <w:numPr>
          <w:ilvl w:val="0"/>
          <w:numId w:val="5"/>
        </w:numPr>
      </w:pPr>
      <w:r w:rsidRPr="0089215D">
        <w:lastRenderedPageBreak/>
        <w:t>The mass of s</w:t>
      </w:r>
      <w:r w:rsidR="00BD0F3B" w:rsidRPr="0089215D">
        <w:t>odium chloride required to prepare 350 g of a 7% w/w solution is:</w:t>
      </w:r>
    </w:p>
    <w:p w14:paraId="701A50BE" w14:textId="77777777" w:rsidR="00D57570" w:rsidRDefault="00D57570" w:rsidP="00D5757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E44158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374"/>
        <w:gridCol w:w="2686"/>
      </w:tblGrid>
      <w:tr w:rsidR="00D57570" w14:paraId="701A50C1" w14:textId="77777777" w:rsidTr="006B40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74" w:type="dxa"/>
          </w:tcPr>
          <w:p w14:paraId="701A50BF" w14:textId="77777777" w:rsidR="00D57570" w:rsidRDefault="00D57570" w:rsidP="006B407B">
            <w:pPr>
              <w:pStyle w:val="Body"/>
            </w:pPr>
            <w:r>
              <w:t>Answer choices</w:t>
            </w:r>
          </w:p>
        </w:tc>
        <w:tc>
          <w:tcPr>
            <w:tcW w:w="2686" w:type="dxa"/>
          </w:tcPr>
          <w:p w14:paraId="701A50C0" w14:textId="77777777" w:rsidR="00D57570" w:rsidRDefault="00D57570" w:rsidP="006B407B">
            <w:pPr>
              <w:pStyle w:val="Body"/>
            </w:pPr>
            <w:r>
              <w:t>Put X next to your answer</w:t>
            </w:r>
          </w:p>
        </w:tc>
      </w:tr>
      <w:tr w:rsidR="00D57570" w14:paraId="701A50C4" w14:textId="77777777" w:rsidTr="006B407B">
        <w:tc>
          <w:tcPr>
            <w:tcW w:w="6374" w:type="dxa"/>
          </w:tcPr>
          <w:p w14:paraId="701A50C2" w14:textId="77777777" w:rsidR="00D57570" w:rsidRPr="0089215D" w:rsidRDefault="00BD0F3B" w:rsidP="00825A69">
            <w:pPr>
              <w:pStyle w:val="Body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7 g</w:t>
            </w:r>
          </w:p>
        </w:tc>
        <w:tc>
          <w:tcPr>
            <w:tcW w:w="2686" w:type="dxa"/>
          </w:tcPr>
          <w:p w14:paraId="701A50C3" w14:textId="77777777" w:rsidR="00D57570" w:rsidRDefault="00D57570" w:rsidP="006B407B">
            <w:pPr>
              <w:pStyle w:val="Body"/>
              <w:jc w:val="center"/>
            </w:pPr>
          </w:p>
        </w:tc>
      </w:tr>
      <w:tr w:rsidR="00D57570" w14:paraId="701A50C7" w14:textId="77777777" w:rsidTr="006B407B">
        <w:tc>
          <w:tcPr>
            <w:tcW w:w="6374" w:type="dxa"/>
          </w:tcPr>
          <w:p w14:paraId="701A50C5" w14:textId="77777777" w:rsidR="00D57570" w:rsidRPr="0089215D" w:rsidRDefault="00E44158" w:rsidP="00825A69">
            <w:pPr>
              <w:pStyle w:val="Body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343 g</w:t>
            </w:r>
          </w:p>
        </w:tc>
        <w:tc>
          <w:tcPr>
            <w:tcW w:w="2686" w:type="dxa"/>
          </w:tcPr>
          <w:p w14:paraId="701A50C6" w14:textId="77777777" w:rsidR="00D57570" w:rsidRDefault="00D57570" w:rsidP="006B407B">
            <w:pPr>
              <w:pStyle w:val="Body"/>
              <w:jc w:val="center"/>
            </w:pPr>
          </w:p>
        </w:tc>
      </w:tr>
      <w:tr w:rsidR="00D57570" w14:paraId="701A50CA" w14:textId="77777777" w:rsidTr="006B407B">
        <w:tc>
          <w:tcPr>
            <w:tcW w:w="6374" w:type="dxa"/>
          </w:tcPr>
          <w:p w14:paraId="701A50C8" w14:textId="77777777" w:rsidR="00D57570" w:rsidRPr="0089215D" w:rsidRDefault="00E44158" w:rsidP="00825A69">
            <w:pPr>
              <w:pStyle w:val="Body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24.5 g</w:t>
            </w:r>
          </w:p>
        </w:tc>
        <w:tc>
          <w:tcPr>
            <w:tcW w:w="2686" w:type="dxa"/>
          </w:tcPr>
          <w:p w14:paraId="701A50C9" w14:textId="77777777" w:rsidR="00D57570" w:rsidRDefault="00D57570" w:rsidP="006B407B">
            <w:pPr>
              <w:pStyle w:val="Body"/>
              <w:jc w:val="center"/>
            </w:pPr>
          </w:p>
        </w:tc>
      </w:tr>
      <w:tr w:rsidR="00D57570" w14:paraId="701A50CD" w14:textId="77777777" w:rsidTr="006B407B">
        <w:tc>
          <w:tcPr>
            <w:tcW w:w="6374" w:type="dxa"/>
          </w:tcPr>
          <w:p w14:paraId="701A50CB" w14:textId="77777777" w:rsidR="00D57570" w:rsidRPr="0089215D" w:rsidRDefault="00E44158" w:rsidP="00825A69">
            <w:pPr>
              <w:pStyle w:val="Body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2.45 g</w:t>
            </w:r>
          </w:p>
        </w:tc>
        <w:tc>
          <w:tcPr>
            <w:tcW w:w="2686" w:type="dxa"/>
          </w:tcPr>
          <w:p w14:paraId="701A50CC" w14:textId="77777777" w:rsidR="00D57570" w:rsidRDefault="00D57570" w:rsidP="006B407B">
            <w:pPr>
              <w:pStyle w:val="Body"/>
              <w:jc w:val="center"/>
            </w:pPr>
          </w:p>
        </w:tc>
      </w:tr>
    </w:tbl>
    <w:p w14:paraId="701A50CE" w14:textId="77777777" w:rsidR="00D57570" w:rsidRDefault="00D57570" w:rsidP="00D57570">
      <w:pPr>
        <w:tabs>
          <w:tab w:val="clear" w:pos="284"/>
        </w:tabs>
        <w:spacing w:before="0" w:after="200" w:line="276" w:lineRule="auto"/>
      </w:pPr>
    </w:p>
    <w:p w14:paraId="701A50CF" w14:textId="7A8D51DD" w:rsidR="00E44158" w:rsidRPr="0089215D" w:rsidRDefault="00E44158" w:rsidP="00825A69">
      <w:pPr>
        <w:pStyle w:val="Body"/>
        <w:numPr>
          <w:ilvl w:val="0"/>
          <w:numId w:val="5"/>
        </w:numPr>
      </w:pPr>
      <w:r w:rsidRPr="0089215D">
        <w:t xml:space="preserve">A mass is weighed on a balance 5 times and the masses are shown below. </w:t>
      </w:r>
    </w:p>
    <w:p w14:paraId="701A50D0" w14:textId="27EED095" w:rsidR="00E44158" w:rsidRPr="0089215D" w:rsidRDefault="00E44158" w:rsidP="00825A69">
      <w:pPr>
        <w:ind w:left="720"/>
        <w:rPr>
          <w:sz w:val="22"/>
          <w:szCs w:val="22"/>
        </w:rPr>
      </w:pPr>
      <w:r w:rsidRPr="0089215D">
        <w:rPr>
          <w:sz w:val="22"/>
          <w:szCs w:val="22"/>
        </w:rPr>
        <w:t>0.42764 g</w:t>
      </w:r>
      <w:r w:rsidRPr="0089215D">
        <w:rPr>
          <w:sz w:val="22"/>
          <w:szCs w:val="22"/>
        </w:rPr>
        <w:tab/>
      </w:r>
      <w:r w:rsidR="000F7100" w:rsidRPr="0089215D">
        <w:rPr>
          <w:sz w:val="22"/>
          <w:szCs w:val="22"/>
        </w:rPr>
        <w:t xml:space="preserve">        </w:t>
      </w:r>
      <w:r w:rsidR="00884A3E" w:rsidRPr="0089215D">
        <w:rPr>
          <w:sz w:val="22"/>
          <w:szCs w:val="22"/>
        </w:rPr>
        <w:t>0.42777</w:t>
      </w:r>
      <w:r w:rsidR="000F7100" w:rsidRPr="0089215D">
        <w:rPr>
          <w:sz w:val="22"/>
          <w:szCs w:val="22"/>
        </w:rPr>
        <w:t xml:space="preserve"> g             </w:t>
      </w:r>
      <w:r w:rsidRPr="0089215D">
        <w:rPr>
          <w:sz w:val="22"/>
          <w:szCs w:val="22"/>
        </w:rPr>
        <w:t>0.42765 g</w:t>
      </w:r>
      <w:r w:rsidRPr="0089215D">
        <w:rPr>
          <w:sz w:val="22"/>
          <w:szCs w:val="22"/>
        </w:rPr>
        <w:tab/>
      </w:r>
      <w:r w:rsidR="000F7100" w:rsidRPr="0089215D">
        <w:rPr>
          <w:sz w:val="22"/>
          <w:szCs w:val="22"/>
        </w:rPr>
        <w:t xml:space="preserve">     </w:t>
      </w:r>
      <w:r w:rsidRPr="0089215D">
        <w:rPr>
          <w:sz w:val="22"/>
          <w:szCs w:val="22"/>
        </w:rPr>
        <w:t>0.42759 g</w:t>
      </w:r>
      <w:r w:rsidRPr="0089215D">
        <w:rPr>
          <w:sz w:val="22"/>
          <w:szCs w:val="22"/>
        </w:rPr>
        <w:tab/>
      </w:r>
      <w:r w:rsidR="000F7100" w:rsidRPr="0089215D">
        <w:rPr>
          <w:sz w:val="22"/>
          <w:szCs w:val="22"/>
        </w:rPr>
        <w:t xml:space="preserve">            </w:t>
      </w:r>
      <w:proofErr w:type="gramStart"/>
      <w:r w:rsidRPr="0089215D">
        <w:rPr>
          <w:sz w:val="22"/>
          <w:szCs w:val="22"/>
        </w:rPr>
        <w:t>0</w:t>
      </w:r>
      <w:r w:rsidR="000F7100" w:rsidRPr="0089215D">
        <w:rPr>
          <w:sz w:val="22"/>
          <w:szCs w:val="22"/>
        </w:rPr>
        <w:t xml:space="preserve">  </w:t>
      </w:r>
      <w:r w:rsidRPr="0089215D">
        <w:rPr>
          <w:sz w:val="22"/>
          <w:szCs w:val="22"/>
        </w:rPr>
        <w:t>.</w:t>
      </w:r>
      <w:proofErr w:type="gramEnd"/>
      <w:r w:rsidRPr="0089215D">
        <w:rPr>
          <w:sz w:val="22"/>
          <w:szCs w:val="22"/>
        </w:rPr>
        <w:t>42761 g</w:t>
      </w:r>
      <w:r w:rsidRPr="0089215D">
        <w:rPr>
          <w:sz w:val="22"/>
          <w:szCs w:val="22"/>
        </w:rPr>
        <w:tab/>
      </w:r>
    </w:p>
    <w:p w14:paraId="701A50D1" w14:textId="77777777" w:rsidR="00E44158" w:rsidRPr="0089215D" w:rsidRDefault="00E44158" w:rsidP="00825A69">
      <w:pPr>
        <w:pStyle w:val="Body"/>
        <w:ind w:left="720"/>
      </w:pPr>
      <w:r w:rsidRPr="0089215D">
        <w:t>The mean and greatest deviation from the mean is:</w:t>
      </w:r>
    </w:p>
    <w:p w14:paraId="701A50D2" w14:textId="77777777" w:rsidR="00E44158" w:rsidRDefault="00E44158" w:rsidP="00E4415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B407B"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374"/>
        <w:gridCol w:w="2686"/>
      </w:tblGrid>
      <w:tr w:rsidR="00E44158" w14:paraId="701A50D5" w14:textId="77777777" w:rsidTr="00361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74" w:type="dxa"/>
          </w:tcPr>
          <w:p w14:paraId="701A50D3" w14:textId="77777777" w:rsidR="00E44158" w:rsidRDefault="00E44158" w:rsidP="006B407B">
            <w:pPr>
              <w:pStyle w:val="Body"/>
            </w:pPr>
            <w:r>
              <w:t>Answer choices</w:t>
            </w:r>
          </w:p>
        </w:tc>
        <w:tc>
          <w:tcPr>
            <w:tcW w:w="2686" w:type="dxa"/>
          </w:tcPr>
          <w:p w14:paraId="701A50D4" w14:textId="77777777" w:rsidR="00E44158" w:rsidRDefault="00E44158" w:rsidP="006B407B">
            <w:pPr>
              <w:pStyle w:val="Body"/>
            </w:pPr>
            <w:r>
              <w:t>Put X next to your answer</w:t>
            </w:r>
          </w:p>
        </w:tc>
      </w:tr>
      <w:tr w:rsidR="00E44158" w14:paraId="701A50D8" w14:textId="77777777" w:rsidTr="003617B5">
        <w:tc>
          <w:tcPr>
            <w:tcW w:w="6374" w:type="dxa"/>
          </w:tcPr>
          <w:p w14:paraId="701A50D6" w14:textId="77777777" w:rsidR="00E44158" w:rsidRPr="0089215D" w:rsidRDefault="00884A3E" w:rsidP="00E26CD1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0.42764 g        8 x 10</w:t>
            </w:r>
            <w:r w:rsidRPr="0089215D">
              <w:rPr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2686" w:type="dxa"/>
          </w:tcPr>
          <w:p w14:paraId="701A50D7" w14:textId="77777777" w:rsidR="00E44158" w:rsidRDefault="00E44158" w:rsidP="006B407B">
            <w:pPr>
              <w:pStyle w:val="Body"/>
              <w:jc w:val="center"/>
            </w:pPr>
          </w:p>
        </w:tc>
      </w:tr>
      <w:tr w:rsidR="00E44158" w14:paraId="701A50DB" w14:textId="77777777" w:rsidTr="003617B5">
        <w:tc>
          <w:tcPr>
            <w:tcW w:w="6374" w:type="dxa"/>
          </w:tcPr>
          <w:p w14:paraId="701A50D9" w14:textId="77777777" w:rsidR="00E44158" w:rsidRPr="0089215D" w:rsidRDefault="001D2049" w:rsidP="00E26CD1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0.42765 g        1.2</w:t>
            </w:r>
            <w:r w:rsidR="00884A3E" w:rsidRPr="0089215D">
              <w:rPr>
                <w:sz w:val="22"/>
                <w:szCs w:val="22"/>
              </w:rPr>
              <w:t xml:space="preserve"> x 10</w:t>
            </w:r>
            <w:r w:rsidR="00884A3E" w:rsidRPr="0089215D">
              <w:rPr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2686" w:type="dxa"/>
          </w:tcPr>
          <w:p w14:paraId="701A50DA" w14:textId="77777777" w:rsidR="00E44158" w:rsidRDefault="00E44158" w:rsidP="006B407B">
            <w:pPr>
              <w:pStyle w:val="Body"/>
              <w:jc w:val="center"/>
            </w:pPr>
          </w:p>
        </w:tc>
      </w:tr>
      <w:tr w:rsidR="00E44158" w14:paraId="701A50DE" w14:textId="77777777" w:rsidTr="003617B5">
        <w:tc>
          <w:tcPr>
            <w:tcW w:w="6374" w:type="dxa"/>
          </w:tcPr>
          <w:p w14:paraId="701A50DC" w14:textId="77777777" w:rsidR="00E44158" w:rsidRPr="0089215D" w:rsidRDefault="00884A3E" w:rsidP="00E26CD1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1.36858 g         0.94099</w:t>
            </w:r>
          </w:p>
        </w:tc>
        <w:tc>
          <w:tcPr>
            <w:tcW w:w="2686" w:type="dxa"/>
          </w:tcPr>
          <w:p w14:paraId="701A50DD" w14:textId="77777777" w:rsidR="00E44158" w:rsidRDefault="00E44158" w:rsidP="006B407B">
            <w:pPr>
              <w:pStyle w:val="Body"/>
              <w:jc w:val="center"/>
            </w:pPr>
          </w:p>
        </w:tc>
      </w:tr>
      <w:tr w:rsidR="00E44158" w14:paraId="701A50E1" w14:textId="77777777" w:rsidTr="003617B5">
        <w:tc>
          <w:tcPr>
            <w:tcW w:w="6374" w:type="dxa"/>
          </w:tcPr>
          <w:p w14:paraId="701A50DF" w14:textId="77777777" w:rsidR="00E44158" w:rsidRPr="0089215D" w:rsidRDefault="00884A3E" w:rsidP="00E26CD1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0.42765           8 x 10</w:t>
            </w:r>
            <w:r w:rsidRPr="0089215D">
              <w:rPr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2686" w:type="dxa"/>
          </w:tcPr>
          <w:p w14:paraId="701A50E0" w14:textId="77777777" w:rsidR="00E44158" w:rsidRDefault="00E44158" w:rsidP="006B407B">
            <w:pPr>
              <w:pStyle w:val="Body"/>
              <w:jc w:val="center"/>
            </w:pPr>
          </w:p>
        </w:tc>
      </w:tr>
    </w:tbl>
    <w:p w14:paraId="701A50E2" w14:textId="77777777" w:rsidR="003617B5" w:rsidRDefault="003617B5" w:rsidP="00884A3E">
      <w:pPr>
        <w:tabs>
          <w:tab w:val="clear" w:pos="284"/>
        </w:tabs>
        <w:spacing w:before="0" w:after="200" w:line="276" w:lineRule="auto"/>
      </w:pPr>
    </w:p>
    <w:p w14:paraId="701A50E3" w14:textId="77777777" w:rsidR="003617B5" w:rsidRDefault="003617B5">
      <w:pPr>
        <w:tabs>
          <w:tab w:val="clear" w:pos="284"/>
        </w:tabs>
        <w:spacing w:before="0" w:after="200" w:line="276" w:lineRule="auto"/>
      </w:pPr>
      <w:r>
        <w:br w:type="page"/>
      </w:r>
    </w:p>
    <w:p w14:paraId="701A50E4" w14:textId="77777777" w:rsidR="00884A3E" w:rsidRDefault="00884A3E" w:rsidP="00884A3E">
      <w:pPr>
        <w:tabs>
          <w:tab w:val="clear" w:pos="284"/>
        </w:tabs>
        <w:spacing w:before="0" w:after="200" w:line="276" w:lineRule="auto"/>
      </w:pPr>
    </w:p>
    <w:p w14:paraId="701A50E5" w14:textId="48221C4F" w:rsidR="00884A3E" w:rsidRPr="0089215D" w:rsidRDefault="00884A3E" w:rsidP="003D5321">
      <w:pPr>
        <w:pStyle w:val="Body"/>
        <w:numPr>
          <w:ilvl w:val="0"/>
          <w:numId w:val="5"/>
        </w:numPr>
      </w:pPr>
      <w:r w:rsidRPr="0089215D">
        <w:t xml:space="preserve">For the following data 4, </w:t>
      </w:r>
      <w:r w:rsidR="00C4092E" w:rsidRPr="0089215D">
        <w:t xml:space="preserve"> </w:t>
      </w:r>
      <w:r w:rsidRPr="0089215D">
        <w:t>6,</w:t>
      </w:r>
      <w:r w:rsidR="00C4092E" w:rsidRPr="0089215D">
        <w:t xml:space="preserve"> </w:t>
      </w:r>
      <w:r w:rsidRPr="0089215D">
        <w:t xml:space="preserve"> 8, </w:t>
      </w:r>
      <w:r w:rsidR="00C4092E" w:rsidRPr="0089215D">
        <w:t xml:space="preserve"> </w:t>
      </w:r>
      <w:r w:rsidRPr="0089215D">
        <w:t xml:space="preserve">9, </w:t>
      </w:r>
      <w:r w:rsidR="00C4092E" w:rsidRPr="0089215D">
        <w:t xml:space="preserve"> </w:t>
      </w:r>
      <w:r w:rsidRPr="0089215D">
        <w:t xml:space="preserve">3, </w:t>
      </w:r>
      <w:r w:rsidR="00C4092E" w:rsidRPr="0089215D">
        <w:t xml:space="preserve"> </w:t>
      </w:r>
      <w:r w:rsidRPr="0089215D">
        <w:t xml:space="preserve">4, </w:t>
      </w:r>
      <w:r w:rsidR="00C4092E" w:rsidRPr="0089215D">
        <w:t xml:space="preserve"> </w:t>
      </w:r>
      <w:r w:rsidRPr="0089215D">
        <w:t>2,</w:t>
      </w:r>
      <w:r w:rsidR="00C4092E" w:rsidRPr="0089215D">
        <w:t xml:space="preserve"> </w:t>
      </w:r>
      <w:r w:rsidRPr="0089215D">
        <w:t xml:space="preserve"> 5, </w:t>
      </w:r>
      <w:r w:rsidR="00C4092E" w:rsidRPr="0089215D">
        <w:t xml:space="preserve"> </w:t>
      </w:r>
      <w:r w:rsidRPr="0089215D">
        <w:t xml:space="preserve">7, </w:t>
      </w:r>
      <w:r w:rsidR="00C4092E" w:rsidRPr="0089215D">
        <w:t xml:space="preserve"> </w:t>
      </w:r>
      <w:r w:rsidRPr="0089215D">
        <w:t xml:space="preserve">4, </w:t>
      </w:r>
      <w:r w:rsidR="00C4092E" w:rsidRPr="0089215D">
        <w:t xml:space="preserve"> </w:t>
      </w:r>
      <w:r w:rsidRPr="0089215D">
        <w:t xml:space="preserve">5 the mean, median and mode </w:t>
      </w:r>
      <w:r w:rsidR="000C5709" w:rsidRPr="0089215D">
        <w:t xml:space="preserve">(in that order) </w:t>
      </w:r>
      <w:r w:rsidRPr="0089215D">
        <w:t>is:</w:t>
      </w:r>
    </w:p>
    <w:p w14:paraId="701A50E6" w14:textId="77777777" w:rsidR="00884A3E" w:rsidRDefault="00884A3E" w:rsidP="00884A3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B407B"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941"/>
        <w:gridCol w:w="2119"/>
      </w:tblGrid>
      <w:tr w:rsidR="00884A3E" w14:paraId="701A50E9" w14:textId="77777777" w:rsidTr="006B40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941" w:type="dxa"/>
          </w:tcPr>
          <w:p w14:paraId="701A50E7" w14:textId="77777777" w:rsidR="00884A3E" w:rsidRDefault="00884A3E" w:rsidP="006B407B">
            <w:pPr>
              <w:pStyle w:val="Body"/>
            </w:pPr>
            <w:r>
              <w:t>Answer choices</w:t>
            </w:r>
          </w:p>
        </w:tc>
        <w:tc>
          <w:tcPr>
            <w:tcW w:w="2119" w:type="dxa"/>
          </w:tcPr>
          <w:p w14:paraId="701A50E8" w14:textId="77777777" w:rsidR="00884A3E" w:rsidRDefault="00884A3E" w:rsidP="006B407B">
            <w:pPr>
              <w:pStyle w:val="Body"/>
            </w:pPr>
            <w:r>
              <w:t>Put X next to your answer</w:t>
            </w:r>
          </w:p>
        </w:tc>
      </w:tr>
      <w:tr w:rsidR="00884A3E" w14:paraId="701A50EC" w14:textId="77777777" w:rsidTr="006B407B">
        <w:tc>
          <w:tcPr>
            <w:tcW w:w="6941" w:type="dxa"/>
          </w:tcPr>
          <w:p w14:paraId="701A50EA" w14:textId="1E3229F1" w:rsidR="00884A3E" w:rsidRPr="0089215D" w:rsidRDefault="001D2049" w:rsidP="00E26CD1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5.7</w:t>
            </w:r>
            <w:r w:rsidR="000C5709" w:rsidRPr="0089215D">
              <w:rPr>
                <w:sz w:val="22"/>
                <w:szCs w:val="22"/>
              </w:rPr>
              <w:t xml:space="preserve">    </w:t>
            </w:r>
            <w:r w:rsidR="00C4092E" w:rsidRPr="0089215D">
              <w:rPr>
                <w:sz w:val="22"/>
                <w:szCs w:val="22"/>
              </w:rPr>
              <w:t xml:space="preserve"> </w:t>
            </w:r>
            <w:r w:rsidR="000C5709" w:rsidRPr="0089215D">
              <w:rPr>
                <w:sz w:val="22"/>
                <w:szCs w:val="22"/>
              </w:rPr>
              <w:t xml:space="preserve"> 4    </w:t>
            </w:r>
            <w:r w:rsidR="00C4092E" w:rsidRPr="0089215D">
              <w:rPr>
                <w:sz w:val="22"/>
                <w:szCs w:val="22"/>
              </w:rPr>
              <w:t xml:space="preserve"> </w:t>
            </w:r>
            <w:r w:rsidR="000C5709" w:rsidRPr="0089215D">
              <w:rPr>
                <w:sz w:val="22"/>
                <w:szCs w:val="22"/>
              </w:rPr>
              <w:t xml:space="preserve">  5</w:t>
            </w:r>
          </w:p>
        </w:tc>
        <w:tc>
          <w:tcPr>
            <w:tcW w:w="2119" w:type="dxa"/>
          </w:tcPr>
          <w:p w14:paraId="701A50EB" w14:textId="77777777" w:rsidR="00884A3E" w:rsidRDefault="00884A3E" w:rsidP="006B407B">
            <w:pPr>
              <w:pStyle w:val="Body"/>
              <w:jc w:val="center"/>
            </w:pPr>
          </w:p>
        </w:tc>
      </w:tr>
      <w:tr w:rsidR="00884A3E" w14:paraId="701A50EF" w14:textId="77777777" w:rsidTr="006B407B">
        <w:tc>
          <w:tcPr>
            <w:tcW w:w="6941" w:type="dxa"/>
          </w:tcPr>
          <w:p w14:paraId="701A50ED" w14:textId="02A4CCF3" w:rsidR="00884A3E" w:rsidRPr="0089215D" w:rsidRDefault="00C4092E" w:rsidP="00E26CD1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5.2</w:t>
            </w:r>
            <w:r w:rsidR="000C5709" w:rsidRPr="0089215D">
              <w:rPr>
                <w:sz w:val="22"/>
                <w:szCs w:val="22"/>
              </w:rPr>
              <w:t xml:space="preserve">   </w:t>
            </w:r>
            <w:r w:rsidRPr="0089215D">
              <w:rPr>
                <w:sz w:val="22"/>
                <w:szCs w:val="22"/>
              </w:rPr>
              <w:t xml:space="preserve">  </w:t>
            </w:r>
            <w:r w:rsidR="000C5709" w:rsidRPr="0089215D">
              <w:rPr>
                <w:sz w:val="22"/>
                <w:szCs w:val="22"/>
              </w:rPr>
              <w:t xml:space="preserve"> 5   </w:t>
            </w:r>
            <w:r w:rsidRPr="0089215D">
              <w:rPr>
                <w:sz w:val="22"/>
                <w:szCs w:val="22"/>
              </w:rPr>
              <w:t xml:space="preserve"> </w:t>
            </w:r>
            <w:r w:rsidR="000C5709" w:rsidRPr="0089215D">
              <w:rPr>
                <w:sz w:val="22"/>
                <w:szCs w:val="22"/>
              </w:rPr>
              <w:t xml:space="preserve">   4</w:t>
            </w:r>
          </w:p>
        </w:tc>
        <w:tc>
          <w:tcPr>
            <w:tcW w:w="2119" w:type="dxa"/>
          </w:tcPr>
          <w:p w14:paraId="701A50EE" w14:textId="77777777" w:rsidR="00884A3E" w:rsidRDefault="00884A3E" w:rsidP="006B407B">
            <w:pPr>
              <w:pStyle w:val="Body"/>
              <w:jc w:val="center"/>
            </w:pPr>
          </w:p>
        </w:tc>
      </w:tr>
      <w:tr w:rsidR="00884A3E" w14:paraId="701A50F2" w14:textId="77777777" w:rsidTr="006B407B">
        <w:tc>
          <w:tcPr>
            <w:tcW w:w="6941" w:type="dxa"/>
          </w:tcPr>
          <w:p w14:paraId="701A50F0" w14:textId="0AA2C0DE" w:rsidR="00884A3E" w:rsidRPr="0089215D" w:rsidRDefault="000C5709" w:rsidP="00E26CD1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>4</w:t>
            </w:r>
            <w:r w:rsidR="00C4092E" w:rsidRPr="0089215D">
              <w:rPr>
                <w:sz w:val="22"/>
                <w:szCs w:val="22"/>
              </w:rPr>
              <w:t xml:space="preserve">       5.2</w:t>
            </w:r>
            <w:r w:rsidRPr="0089215D">
              <w:rPr>
                <w:sz w:val="22"/>
                <w:szCs w:val="22"/>
              </w:rPr>
              <w:t xml:space="preserve">      5</w:t>
            </w:r>
          </w:p>
        </w:tc>
        <w:tc>
          <w:tcPr>
            <w:tcW w:w="2119" w:type="dxa"/>
          </w:tcPr>
          <w:p w14:paraId="701A50F1" w14:textId="77777777" w:rsidR="00884A3E" w:rsidRDefault="00884A3E" w:rsidP="006B407B">
            <w:pPr>
              <w:pStyle w:val="Body"/>
              <w:jc w:val="center"/>
            </w:pPr>
          </w:p>
        </w:tc>
      </w:tr>
      <w:tr w:rsidR="00884A3E" w14:paraId="701A50F5" w14:textId="77777777" w:rsidTr="006B407B">
        <w:tc>
          <w:tcPr>
            <w:tcW w:w="6941" w:type="dxa"/>
          </w:tcPr>
          <w:p w14:paraId="701A50F3" w14:textId="77777777" w:rsidR="00884A3E" w:rsidRPr="0089215D" w:rsidRDefault="006B407B" w:rsidP="00E26CD1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89215D">
              <w:rPr>
                <w:sz w:val="22"/>
                <w:szCs w:val="22"/>
              </w:rPr>
              <w:t xml:space="preserve">4        5      </w:t>
            </w:r>
            <w:r w:rsidR="001D2049" w:rsidRPr="0089215D">
              <w:rPr>
                <w:sz w:val="22"/>
                <w:szCs w:val="22"/>
              </w:rPr>
              <w:t xml:space="preserve"> 5.7</w:t>
            </w:r>
          </w:p>
        </w:tc>
        <w:tc>
          <w:tcPr>
            <w:tcW w:w="2119" w:type="dxa"/>
          </w:tcPr>
          <w:p w14:paraId="701A50F4" w14:textId="77777777" w:rsidR="00884A3E" w:rsidRDefault="00884A3E" w:rsidP="006B407B">
            <w:pPr>
              <w:pStyle w:val="Body"/>
              <w:jc w:val="center"/>
            </w:pPr>
          </w:p>
        </w:tc>
      </w:tr>
    </w:tbl>
    <w:p w14:paraId="701A50F7" w14:textId="77777777" w:rsidR="003617B5" w:rsidRDefault="003617B5" w:rsidP="00884A3E">
      <w:pPr>
        <w:tabs>
          <w:tab w:val="clear" w:pos="284"/>
        </w:tabs>
        <w:spacing w:before="0" w:after="200" w:line="276" w:lineRule="auto"/>
      </w:pPr>
    </w:p>
    <w:p w14:paraId="701A50F8" w14:textId="3777C28E" w:rsidR="006B407B" w:rsidRPr="0089215D" w:rsidRDefault="006B407B" w:rsidP="003D5321">
      <w:pPr>
        <w:pStyle w:val="Body"/>
        <w:numPr>
          <w:ilvl w:val="0"/>
          <w:numId w:val="5"/>
        </w:numPr>
      </w:pPr>
      <w:r w:rsidRPr="0089215D">
        <w:t>If the specific gravity (SG) of an alcoholic beverage is 0.95, what is the mass of 750 mL of the beverage?</w:t>
      </w:r>
    </w:p>
    <w:p w14:paraId="701A50F9" w14:textId="77777777" w:rsidR="006B407B" w:rsidRDefault="006B407B" w:rsidP="006B407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0A4677"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941"/>
        <w:gridCol w:w="2119"/>
      </w:tblGrid>
      <w:tr w:rsidR="006B407B" w14:paraId="701A50FC" w14:textId="77777777" w:rsidTr="00361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941" w:type="dxa"/>
          </w:tcPr>
          <w:p w14:paraId="701A50FA" w14:textId="77777777" w:rsidR="006B407B" w:rsidRDefault="006B407B" w:rsidP="006B407B">
            <w:pPr>
              <w:pStyle w:val="Body"/>
            </w:pPr>
            <w:r>
              <w:t>Answer choices</w:t>
            </w:r>
          </w:p>
        </w:tc>
        <w:tc>
          <w:tcPr>
            <w:tcW w:w="2119" w:type="dxa"/>
          </w:tcPr>
          <w:p w14:paraId="701A50FB" w14:textId="77777777" w:rsidR="006B407B" w:rsidRDefault="006B407B" w:rsidP="006B407B">
            <w:pPr>
              <w:pStyle w:val="Body"/>
            </w:pPr>
            <w:r>
              <w:t>Put X next to your answer</w:t>
            </w:r>
          </w:p>
        </w:tc>
      </w:tr>
      <w:tr w:rsidR="006B407B" w14:paraId="701A50FF" w14:textId="77777777" w:rsidTr="003617B5">
        <w:tc>
          <w:tcPr>
            <w:tcW w:w="6941" w:type="dxa"/>
          </w:tcPr>
          <w:p w14:paraId="701A50FD" w14:textId="77777777" w:rsidR="006B407B" w:rsidRDefault="006B407B" w:rsidP="0089215D">
            <w:pPr>
              <w:pStyle w:val="Body"/>
              <w:numPr>
                <w:ilvl w:val="0"/>
                <w:numId w:val="39"/>
              </w:numPr>
            </w:pPr>
            <w:r>
              <w:t>750 g</w:t>
            </w:r>
          </w:p>
        </w:tc>
        <w:tc>
          <w:tcPr>
            <w:tcW w:w="2119" w:type="dxa"/>
          </w:tcPr>
          <w:p w14:paraId="701A50FE" w14:textId="77777777" w:rsidR="006B407B" w:rsidRDefault="006B407B" w:rsidP="006B407B">
            <w:pPr>
              <w:pStyle w:val="Body"/>
              <w:jc w:val="center"/>
            </w:pPr>
          </w:p>
        </w:tc>
      </w:tr>
      <w:tr w:rsidR="006B407B" w14:paraId="701A5102" w14:textId="77777777" w:rsidTr="003617B5">
        <w:tc>
          <w:tcPr>
            <w:tcW w:w="6941" w:type="dxa"/>
          </w:tcPr>
          <w:p w14:paraId="701A5100" w14:textId="77777777" w:rsidR="006B407B" w:rsidRDefault="006B407B" w:rsidP="0089215D">
            <w:pPr>
              <w:pStyle w:val="Body"/>
              <w:numPr>
                <w:ilvl w:val="0"/>
                <w:numId w:val="39"/>
              </w:numPr>
            </w:pPr>
            <w:r>
              <w:t>789.5 g</w:t>
            </w:r>
          </w:p>
        </w:tc>
        <w:tc>
          <w:tcPr>
            <w:tcW w:w="2119" w:type="dxa"/>
          </w:tcPr>
          <w:p w14:paraId="701A5101" w14:textId="77777777" w:rsidR="006B407B" w:rsidRDefault="006B407B" w:rsidP="006B407B">
            <w:pPr>
              <w:pStyle w:val="Body"/>
              <w:jc w:val="center"/>
            </w:pPr>
          </w:p>
        </w:tc>
      </w:tr>
      <w:tr w:rsidR="006B407B" w14:paraId="701A5105" w14:textId="77777777" w:rsidTr="003617B5">
        <w:tc>
          <w:tcPr>
            <w:tcW w:w="6941" w:type="dxa"/>
          </w:tcPr>
          <w:p w14:paraId="701A5103" w14:textId="77777777" w:rsidR="006B407B" w:rsidRDefault="006B407B" w:rsidP="0089215D">
            <w:pPr>
              <w:pStyle w:val="Body"/>
              <w:numPr>
                <w:ilvl w:val="0"/>
                <w:numId w:val="39"/>
              </w:numPr>
            </w:pPr>
            <w:r>
              <w:t>750.95 g</w:t>
            </w:r>
          </w:p>
        </w:tc>
        <w:tc>
          <w:tcPr>
            <w:tcW w:w="2119" w:type="dxa"/>
          </w:tcPr>
          <w:p w14:paraId="701A5104" w14:textId="77777777" w:rsidR="006B407B" w:rsidRDefault="006B407B" w:rsidP="006B407B">
            <w:pPr>
              <w:pStyle w:val="Body"/>
              <w:jc w:val="center"/>
            </w:pPr>
          </w:p>
        </w:tc>
      </w:tr>
      <w:tr w:rsidR="006B407B" w14:paraId="701A5108" w14:textId="77777777" w:rsidTr="003617B5">
        <w:tc>
          <w:tcPr>
            <w:tcW w:w="6941" w:type="dxa"/>
          </w:tcPr>
          <w:p w14:paraId="701A5106" w14:textId="77777777" w:rsidR="006B407B" w:rsidRDefault="006B407B" w:rsidP="0089215D">
            <w:pPr>
              <w:pStyle w:val="Body"/>
              <w:numPr>
                <w:ilvl w:val="0"/>
                <w:numId w:val="39"/>
              </w:numPr>
            </w:pPr>
            <w:r>
              <w:t>712.5 g</w:t>
            </w:r>
          </w:p>
        </w:tc>
        <w:tc>
          <w:tcPr>
            <w:tcW w:w="2119" w:type="dxa"/>
          </w:tcPr>
          <w:p w14:paraId="701A5107" w14:textId="77777777" w:rsidR="006B407B" w:rsidRDefault="006B407B" w:rsidP="006B407B">
            <w:pPr>
              <w:pStyle w:val="Body"/>
              <w:jc w:val="center"/>
            </w:pPr>
          </w:p>
        </w:tc>
      </w:tr>
    </w:tbl>
    <w:p w14:paraId="701A5109" w14:textId="77777777" w:rsidR="003617B5" w:rsidRDefault="003617B5" w:rsidP="000A4677">
      <w:pPr>
        <w:pStyle w:val="ListParagraph"/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701A510A" w14:textId="77777777" w:rsidR="003617B5" w:rsidRDefault="003617B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  <w:br w:type="page"/>
      </w:r>
    </w:p>
    <w:p w14:paraId="701A510B" w14:textId="77777777" w:rsidR="000A4677" w:rsidRPr="000A4677" w:rsidRDefault="000A4677" w:rsidP="000A4677">
      <w:pPr>
        <w:pStyle w:val="ListParagraph"/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701A510C" w14:textId="7503AB6D" w:rsidR="00E048DF" w:rsidRPr="003D5321" w:rsidRDefault="000A4677" w:rsidP="003D5321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3D5321">
        <w:rPr>
          <w:sz w:val="22"/>
          <w:szCs w:val="22"/>
        </w:rPr>
        <w:t>As part of a calibration task, repeated masses of the volume of deionised water dispensed from a 25 mL A grade pipette were recorded as below:</w:t>
      </w:r>
    </w:p>
    <w:p w14:paraId="701A510D" w14:textId="77777777" w:rsidR="000A4677" w:rsidRPr="0063751E" w:rsidRDefault="000A4677" w:rsidP="000A4677">
      <w:pPr>
        <w:pStyle w:val="ListParagraph"/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701A510E" w14:textId="77777777" w:rsidR="000A4677" w:rsidRPr="0063751E" w:rsidRDefault="000A4677" w:rsidP="000A4677">
      <w:pPr>
        <w:pStyle w:val="ListParagraph"/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63751E">
        <w:rPr>
          <w:sz w:val="22"/>
          <w:szCs w:val="22"/>
        </w:rPr>
        <w:t>24.9935 g</w:t>
      </w:r>
      <w:r w:rsidRPr="0063751E">
        <w:rPr>
          <w:sz w:val="22"/>
          <w:szCs w:val="22"/>
        </w:rPr>
        <w:tab/>
        <w:t>25.0132 g</w:t>
      </w:r>
      <w:r w:rsidRPr="0063751E">
        <w:rPr>
          <w:sz w:val="22"/>
          <w:szCs w:val="22"/>
        </w:rPr>
        <w:tab/>
        <w:t>25.0274 g</w:t>
      </w:r>
      <w:r w:rsidRPr="0063751E">
        <w:rPr>
          <w:sz w:val="22"/>
          <w:szCs w:val="22"/>
        </w:rPr>
        <w:tab/>
        <w:t xml:space="preserve">24.9979 g </w:t>
      </w:r>
      <w:r w:rsidRPr="0063751E">
        <w:rPr>
          <w:sz w:val="22"/>
          <w:szCs w:val="22"/>
        </w:rPr>
        <w:tab/>
        <w:t>24.0182</w:t>
      </w:r>
    </w:p>
    <w:p w14:paraId="701A510F" w14:textId="77777777" w:rsidR="000A4677" w:rsidRPr="0063751E" w:rsidRDefault="000A4677" w:rsidP="000A4677">
      <w:pPr>
        <w:pStyle w:val="ListParagraph"/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701A5110" w14:textId="77777777" w:rsidR="000A4677" w:rsidRPr="0063751E" w:rsidRDefault="000A4677" w:rsidP="000A4677">
      <w:pPr>
        <w:pStyle w:val="ListParagraph"/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63751E">
        <w:rPr>
          <w:sz w:val="22"/>
          <w:szCs w:val="22"/>
        </w:rPr>
        <w:t>Which of the measurements appears as suspect (an outlier) and should be repeated</w:t>
      </w:r>
      <w:r w:rsidR="006E669C" w:rsidRPr="0063751E">
        <w:rPr>
          <w:sz w:val="22"/>
          <w:szCs w:val="22"/>
        </w:rPr>
        <w:t xml:space="preserve"> or disregarded from calculations</w:t>
      </w:r>
      <w:r w:rsidRPr="0063751E">
        <w:rPr>
          <w:sz w:val="22"/>
          <w:szCs w:val="22"/>
        </w:rPr>
        <w:t>?</w:t>
      </w:r>
    </w:p>
    <w:p w14:paraId="701A5111" w14:textId="77777777" w:rsidR="000A4677" w:rsidRDefault="000A4677" w:rsidP="000A46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A4677" w14:paraId="701A5114" w14:textId="77777777" w:rsidTr="005C0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01A5112" w14:textId="77777777" w:rsidR="000A4677" w:rsidRDefault="000A4677" w:rsidP="005C064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1A5113" w14:textId="77777777" w:rsidR="000A4677" w:rsidRDefault="000A4677" w:rsidP="005C0649">
            <w:pPr>
              <w:pStyle w:val="Body"/>
            </w:pPr>
            <w:r>
              <w:t>Put X next to your answer</w:t>
            </w:r>
          </w:p>
        </w:tc>
      </w:tr>
      <w:tr w:rsidR="000A4677" w14:paraId="701A5117" w14:textId="77777777" w:rsidTr="005C0649">
        <w:tc>
          <w:tcPr>
            <w:tcW w:w="7650" w:type="dxa"/>
          </w:tcPr>
          <w:p w14:paraId="701A5115" w14:textId="77777777" w:rsidR="000A4677" w:rsidRPr="0063751E" w:rsidRDefault="000A4677" w:rsidP="00E26CD1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63751E">
              <w:rPr>
                <w:sz w:val="22"/>
                <w:szCs w:val="22"/>
              </w:rPr>
              <w:t>24.9935 g</w:t>
            </w:r>
          </w:p>
        </w:tc>
        <w:tc>
          <w:tcPr>
            <w:tcW w:w="1410" w:type="dxa"/>
          </w:tcPr>
          <w:p w14:paraId="701A5116" w14:textId="77777777" w:rsidR="000A4677" w:rsidRDefault="000A4677" w:rsidP="005C0649">
            <w:pPr>
              <w:pStyle w:val="Body"/>
              <w:jc w:val="center"/>
            </w:pPr>
          </w:p>
        </w:tc>
      </w:tr>
      <w:tr w:rsidR="000A4677" w14:paraId="701A511A" w14:textId="77777777" w:rsidTr="005C0649">
        <w:tc>
          <w:tcPr>
            <w:tcW w:w="7650" w:type="dxa"/>
          </w:tcPr>
          <w:p w14:paraId="701A5118" w14:textId="77777777" w:rsidR="000A4677" w:rsidRPr="0063751E" w:rsidRDefault="000A4677" w:rsidP="00E26CD1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63751E">
              <w:rPr>
                <w:sz w:val="22"/>
                <w:szCs w:val="22"/>
              </w:rPr>
              <w:t>24.0182 g</w:t>
            </w:r>
          </w:p>
        </w:tc>
        <w:tc>
          <w:tcPr>
            <w:tcW w:w="1410" w:type="dxa"/>
          </w:tcPr>
          <w:p w14:paraId="701A5119" w14:textId="77777777" w:rsidR="000A4677" w:rsidRDefault="000A4677" w:rsidP="005C0649">
            <w:pPr>
              <w:pStyle w:val="Body"/>
              <w:jc w:val="center"/>
            </w:pPr>
          </w:p>
        </w:tc>
      </w:tr>
      <w:tr w:rsidR="000A4677" w14:paraId="701A511D" w14:textId="77777777" w:rsidTr="005C0649">
        <w:tc>
          <w:tcPr>
            <w:tcW w:w="7650" w:type="dxa"/>
          </w:tcPr>
          <w:p w14:paraId="701A511B" w14:textId="77777777" w:rsidR="000A4677" w:rsidRPr="0063751E" w:rsidRDefault="000A4677" w:rsidP="00E26CD1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63751E">
              <w:rPr>
                <w:sz w:val="22"/>
                <w:szCs w:val="22"/>
              </w:rPr>
              <w:t>25.0132 g</w:t>
            </w:r>
          </w:p>
        </w:tc>
        <w:tc>
          <w:tcPr>
            <w:tcW w:w="1410" w:type="dxa"/>
          </w:tcPr>
          <w:p w14:paraId="701A511C" w14:textId="77777777" w:rsidR="000A4677" w:rsidRDefault="000A4677" w:rsidP="005C0649">
            <w:pPr>
              <w:pStyle w:val="Body"/>
              <w:jc w:val="center"/>
            </w:pPr>
          </w:p>
        </w:tc>
      </w:tr>
      <w:tr w:rsidR="000A4677" w14:paraId="701A5120" w14:textId="77777777" w:rsidTr="005C0649">
        <w:tc>
          <w:tcPr>
            <w:tcW w:w="7650" w:type="dxa"/>
          </w:tcPr>
          <w:p w14:paraId="701A511E" w14:textId="77777777" w:rsidR="000A4677" w:rsidRPr="0063751E" w:rsidRDefault="000A4677" w:rsidP="00E26CD1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63751E">
              <w:rPr>
                <w:sz w:val="22"/>
                <w:szCs w:val="22"/>
              </w:rPr>
              <w:t>24.9979 g</w:t>
            </w:r>
          </w:p>
        </w:tc>
        <w:tc>
          <w:tcPr>
            <w:tcW w:w="1410" w:type="dxa"/>
          </w:tcPr>
          <w:p w14:paraId="701A511F" w14:textId="77777777" w:rsidR="000A4677" w:rsidRDefault="000A4677" w:rsidP="005C0649">
            <w:pPr>
              <w:pStyle w:val="Body"/>
              <w:jc w:val="center"/>
            </w:pPr>
          </w:p>
        </w:tc>
      </w:tr>
    </w:tbl>
    <w:p w14:paraId="701A5121" w14:textId="77777777" w:rsidR="000A4677" w:rsidRDefault="000A4677" w:rsidP="000A4677">
      <w:pPr>
        <w:pStyle w:val="ListParagraph"/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</w:p>
    <w:p w14:paraId="701A5123" w14:textId="77777777" w:rsidR="001A2F16" w:rsidRPr="0063751E" w:rsidRDefault="001A2F16" w:rsidP="00E26CD1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Style w:val="eop"/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63751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A stained cell yeast count was done microscopically.  There was a total cell count of 120 cell per mL of the suspension.  From this, 25 cells</w:t>
      </w:r>
      <w:r w:rsidR="00FA3A52" w:rsidRPr="0063751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per mL</w:t>
      </w:r>
      <w:r w:rsidRPr="0063751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were found to be dead.  The percentage of live yeast cells is equal to: </w:t>
      </w:r>
      <w:r w:rsidRPr="0063751E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</w:p>
    <w:p w14:paraId="701A5124" w14:textId="77777777" w:rsidR="001A2F16" w:rsidRDefault="001A2F16" w:rsidP="001A2F16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E26CD1"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A2F16" w14:paraId="701A5127" w14:textId="77777777" w:rsidTr="005C0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01A5125" w14:textId="77777777" w:rsidR="001A2F16" w:rsidRDefault="001A2F16" w:rsidP="005C064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1A5126" w14:textId="77777777" w:rsidR="001A2F16" w:rsidRDefault="001A2F16" w:rsidP="005C0649">
            <w:pPr>
              <w:pStyle w:val="Body"/>
            </w:pPr>
            <w:r>
              <w:t>Put X next to your answer</w:t>
            </w:r>
          </w:p>
        </w:tc>
      </w:tr>
      <w:tr w:rsidR="001A2F16" w14:paraId="701A512A" w14:textId="77777777" w:rsidTr="005B5443">
        <w:trPr>
          <w:trHeight w:val="704"/>
        </w:trPr>
        <w:tc>
          <w:tcPr>
            <w:tcW w:w="7650" w:type="dxa"/>
          </w:tcPr>
          <w:p w14:paraId="701A5128" w14:textId="77777777" w:rsidR="003B03B9" w:rsidRPr="008A7CA4" w:rsidRDefault="006206D2" w:rsidP="005B5443">
            <w:pPr>
              <w:pStyle w:val="Body"/>
              <w:numPr>
                <w:ilvl w:val="0"/>
                <w:numId w:val="19"/>
              </w:numPr>
              <w:spacing w:after="0" w:line="240" w:lineRule="auto"/>
              <w:ind w:left="924" w:hanging="357"/>
              <w:rPr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120-25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120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×100</m:t>
              </m:r>
            </m:oMath>
          </w:p>
        </w:tc>
        <w:tc>
          <w:tcPr>
            <w:tcW w:w="1410" w:type="dxa"/>
          </w:tcPr>
          <w:p w14:paraId="701A5129" w14:textId="77777777" w:rsidR="001A2F16" w:rsidRDefault="001A2F16" w:rsidP="005C0649">
            <w:pPr>
              <w:pStyle w:val="Body"/>
              <w:jc w:val="center"/>
            </w:pPr>
          </w:p>
        </w:tc>
      </w:tr>
      <w:tr w:rsidR="001A2F16" w14:paraId="701A512D" w14:textId="77777777" w:rsidTr="005B5443">
        <w:trPr>
          <w:trHeight w:val="700"/>
        </w:trPr>
        <w:tc>
          <w:tcPr>
            <w:tcW w:w="7650" w:type="dxa"/>
          </w:tcPr>
          <w:p w14:paraId="701A512B" w14:textId="77777777" w:rsidR="001A2F16" w:rsidRPr="008A7CA4" w:rsidRDefault="003B03B9" w:rsidP="005B5443">
            <w:pPr>
              <w:pStyle w:val="Body"/>
              <w:spacing w:after="0" w:line="240" w:lineRule="auto"/>
              <w:ind w:left="568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 xml:space="preserve">b) </w:t>
            </w:r>
            <w:r w:rsidR="005B5443" w:rsidRPr="008A7CA4">
              <w:rPr>
                <w:sz w:val="22"/>
                <w:szCs w:val="22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120-25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120</m:t>
                  </m:r>
                </m:den>
              </m:f>
            </m:oMath>
          </w:p>
        </w:tc>
        <w:tc>
          <w:tcPr>
            <w:tcW w:w="1410" w:type="dxa"/>
          </w:tcPr>
          <w:p w14:paraId="701A512C" w14:textId="77777777" w:rsidR="001A2F16" w:rsidRDefault="001A2F16" w:rsidP="005C0649">
            <w:pPr>
              <w:pStyle w:val="Body"/>
              <w:jc w:val="center"/>
            </w:pPr>
          </w:p>
        </w:tc>
      </w:tr>
      <w:tr w:rsidR="001A2F16" w14:paraId="701A5130" w14:textId="77777777" w:rsidTr="005C0649">
        <w:tc>
          <w:tcPr>
            <w:tcW w:w="7650" w:type="dxa"/>
          </w:tcPr>
          <w:p w14:paraId="701A512E" w14:textId="77777777" w:rsidR="001A2F16" w:rsidRPr="008A7CA4" w:rsidRDefault="005B5443" w:rsidP="005B5443">
            <w:pPr>
              <w:pStyle w:val="Body"/>
              <w:numPr>
                <w:ilvl w:val="0"/>
                <w:numId w:val="20"/>
              </w:numPr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120+25×100</m:t>
              </m:r>
            </m:oMath>
          </w:p>
        </w:tc>
        <w:tc>
          <w:tcPr>
            <w:tcW w:w="1410" w:type="dxa"/>
          </w:tcPr>
          <w:p w14:paraId="701A512F" w14:textId="77777777" w:rsidR="001A2F16" w:rsidRDefault="001A2F16" w:rsidP="005C0649">
            <w:pPr>
              <w:pStyle w:val="Body"/>
              <w:jc w:val="center"/>
            </w:pPr>
          </w:p>
        </w:tc>
      </w:tr>
      <w:tr w:rsidR="001A2F16" w14:paraId="701A5134" w14:textId="77777777" w:rsidTr="005C0649">
        <w:tc>
          <w:tcPr>
            <w:tcW w:w="7650" w:type="dxa"/>
          </w:tcPr>
          <w:p w14:paraId="701A5131" w14:textId="77777777" w:rsidR="003B03B9" w:rsidRPr="008A7CA4" w:rsidRDefault="006206D2" w:rsidP="00E26CD1">
            <w:pPr>
              <w:pStyle w:val="Body"/>
              <w:numPr>
                <w:ilvl w:val="0"/>
                <w:numId w:val="20"/>
              </w:numPr>
              <w:spacing w:after="0" w:line="240" w:lineRule="auto"/>
              <w:ind w:left="924" w:hanging="357"/>
              <w:rPr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120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120+25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×100</m:t>
              </m:r>
            </m:oMath>
          </w:p>
          <w:p w14:paraId="701A5132" w14:textId="77777777" w:rsidR="003B03B9" w:rsidRPr="008A7CA4" w:rsidRDefault="003B03B9" w:rsidP="003B03B9">
            <w:pPr>
              <w:pStyle w:val="Body"/>
              <w:spacing w:before="0" w:line="240" w:lineRule="auto"/>
              <w:ind w:left="924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14:paraId="701A5133" w14:textId="77777777" w:rsidR="001A2F16" w:rsidRDefault="001A2F16" w:rsidP="005C0649">
            <w:pPr>
              <w:pStyle w:val="Body"/>
              <w:jc w:val="center"/>
            </w:pPr>
          </w:p>
        </w:tc>
      </w:tr>
    </w:tbl>
    <w:p w14:paraId="701A5135" w14:textId="794CD508" w:rsidR="00E26CD1" w:rsidRDefault="00E26CD1" w:rsidP="00E26CD1">
      <w:pPr>
        <w:tabs>
          <w:tab w:val="clear" w:pos="284"/>
        </w:tabs>
        <w:spacing w:before="0" w:after="200" w:line="276" w:lineRule="auto"/>
      </w:pPr>
    </w:p>
    <w:p w14:paraId="13958D25" w14:textId="77777777" w:rsidR="00D04AE2" w:rsidRDefault="00D04AE2" w:rsidP="00E26CD1">
      <w:pPr>
        <w:tabs>
          <w:tab w:val="clear" w:pos="284"/>
        </w:tabs>
        <w:spacing w:before="0" w:after="200" w:line="276" w:lineRule="auto"/>
      </w:pPr>
    </w:p>
    <w:p w14:paraId="701A5136" w14:textId="77777777" w:rsidR="00E26CD1" w:rsidRPr="008A7CA4" w:rsidRDefault="00E26CD1" w:rsidP="00E26CD1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8A7CA4">
        <w:rPr>
          <w:sz w:val="22"/>
          <w:szCs w:val="22"/>
        </w:rPr>
        <w:lastRenderedPageBreak/>
        <w:t>Which of the following could be used to maintain confidentiality of data in the workplace?</w:t>
      </w:r>
    </w:p>
    <w:p w14:paraId="701A5137" w14:textId="77777777" w:rsidR="00E26CD1" w:rsidRDefault="00E26CD1" w:rsidP="00E26CD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5095D"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26CD1" w14:paraId="701A513A" w14:textId="77777777" w:rsidTr="005C0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01A5138" w14:textId="77777777" w:rsidR="00E26CD1" w:rsidRDefault="00E26CD1" w:rsidP="005C064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1A5139" w14:textId="77777777" w:rsidR="00E26CD1" w:rsidRDefault="00E26CD1" w:rsidP="005C0649">
            <w:pPr>
              <w:pStyle w:val="Body"/>
            </w:pPr>
            <w:r>
              <w:t>Put X next to your answer</w:t>
            </w:r>
          </w:p>
        </w:tc>
      </w:tr>
      <w:tr w:rsidR="00E26CD1" w14:paraId="701A513D" w14:textId="77777777" w:rsidTr="005C0649">
        <w:tc>
          <w:tcPr>
            <w:tcW w:w="7650" w:type="dxa"/>
          </w:tcPr>
          <w:p w14:paraId="701A513B" w14:textId="77777777" w:rsidR="00E26CD1" w:rsidRPr="008A7CA4" w:rsidRDefault="00E26CD1" w:rsidP="00E26CD1">
            <w:pPr>
              <w:pStyle w:val="Body"/>
              <w:numPr>
                <w:ilvl w:val="0"/>
                <w:numId w:val="21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Data base (for receipt, results and reports) is password protected</w:t>
            </w:r>
          </w:p>
        </w:tc>
        <w:tc>
          <w:tcPr>
            <w:tcW w:w="1410" w:type="dxa"/>
          </w:tcPr>
          <w:p w14:paraId="701A513C" w14:textId="77777777" w:rsidR="00E26CD1" w:rsidRDefault="00E26CD1" w:rsidP="005C0649">
            <w:pPr>
              <w:pStyle w:val="Body"/>
              <w:jc w:val="center"/>
            </w:pPr>
          </w:p>
        </w:tc>
      </w:tr>
      <w:tr w:rsidR="00E26CD1" w14:paraId="701A5140" w14:textId="77777777" w:rsidTr="005C0649">
        <w:tc>
          <w:tcPr>
            <w:tcW w:w="7650" w:type="dxa"/>
          </w:tcPr>
          <w:p w14:paraId="701A513E" w14:textId="77777777" w:rsidR="00E26CD1" w:rsidRPr="008A7CA4" w:rsidRDefault="00E26CD1" w:rsidP="00E26CD1">
            <w:pPr>
              <w:pStyle w:val="Body"/>
              <w:numPr>
                <w:ilvl w:val="0"/>
                <w:numId w:val="21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Only authorised personnel are permitted to access data</w:t>
            </w:r>
          </w:p>
        </w:tc>
        <w:tc>
          <w:tcPr>
            <w:tcW w:w="1410" w:type="dxa"/>
          </w:tcPr>
          <w:p w14:paraId="701A513F" w14:textId="77777777" w:rsidR="00E26CD1" w:rsidRDefault="00E26CD1" w:rsidP="005C0649">
            <w:pPr>
              <w:pStyle w:val="Body"/>
              <w:jc w:val="center"/>
            </w:pPr>
          </w:p>
        </w:tc>
      </w:tr>
      <w:tr w:rsidR="00E26CD1" w14:paraId="701A5143" w14:textId="77777777" w:rsidTr="005C0649">
        <w:tc>
          <w:tcPr>
            <w:tcW w:w="7650" w:type="dxa"/>
          </w:tcPr>
          <w:p w14:paraId="701A5141" w14:textId="77777777" w:rsidR="00E26CD1" w:rsidRPr="008A7CA4" w:rsidRDefault="00E26CD1" w:rsidP="00E26CD1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Release of data is only by authorisation of approved delegate</w:t>
            </w:r>
          </w:p>
        </w:tc>
        <w:tc>
          <w:tcPr>
            <w:tcW w:w="1410" w:type="dxa"/>
          </w:tcPr>
          <w:p w14:paraId="701A5142" w14:textId="77777777" w:rsidR="00E26CD1" w:rsidRDefault="00E26CD1" w:rsidP="005C0649">
            <w:pPr>
              <w:pStyle w:val="Body"/>
              <w:jc w:val="center"/>
            </w:pPr>
          </w:p>
        </w:tc>
      </w:tr>
      <w:tr w:rsidR="00E26CD1" w14:paraId="701A5146" w14:textId="77777777" w:rsidTr="005C0649">
        <w:tc>
          <w:tcPr>
            <w:tcW w:w="7650" w:type="dxa"/>
          </w:tcPr>
          <w:p w14:paraId="701A5144" w14:textId="77777777" w:rsidR="00E26CD1" w:rsidRPr="008A7CA4" w:rsidRDefault="00E26CD1" w:rsidP="00E26CD1">
            <w:pPr>
              <w:pStyle w:val="Body"/>
              <w:numPr>
                <w:ilvl w:val="0"/>
                <w:numId w:val="21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All the above</w:t>
            </w:r>
          </w:p>
        </w:tc>
        <w:tc>
          <w:tcPr>
            <w:tcW w:w="1410" w:type="dxa"/>
          </w:tcPr>
          <w:p w14:paraId="701A5145" w14:textId="77777777" w:rsidR="00E26CD1" w:rsidRDefault="00E26CD1" w:rsidP="005C0649">
            <w:pPr>
              <w:pStyle w:val="Body"/>
              <w:jc w:val="center"/>
            </w:pPr>
          </w:p>
        </w:tc>
      </w:tr>
    </w:tbl>
    <w:p w14:paraId="701A5147" w14:textId="77777777" w:rsidR="005C0649" w:rsidRDefault="005C0649" w:rsidP="00E26CD1">
      <w:pPr>
        <w:tabs>
          <w:tab w:val="clear" w:pos="284"/>
        </w:tabs>
        <w:spacing w:before="0" w:after="200" w:line="276" w:lineRule="auto"/>
      </w:pPr>
    </w:p>
    <w:p w14:paraId="701A5148" w14:textId="77777777" w:rsidR="00F65032" w:rsidRPr="008A7CA4" w:rsidRDefault="00F65032" w:rsidP="00F65032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8A7CA4">
        <w:rPr>
          <w:sz w:val="22"/>
          <w:szCs w:val="22"/>
        </w:rPr>
        <w:t>Which of the following information about a sample should be recorded into the laboratory data system?</w:t>
      </w:r>
    </w:p>
    <w:p w14:paraId="701A5149" w14:textId="77777777" w:rsidR="00F65032" w:rsidRDefault="00F65032" w:rsidP="00F6503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65032" w14:paraId="701A514C" w14:textId="77777777" w:rsidTr="001D20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01A514A" w14:textId="77777777" w:rsidR="00F65032" w:rsidRDefault="00F65032" w:rsidP="001D204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1A514B" w14:textId="77777777" w:rsidR="00F65032" w:rsidRDefault="00F65032" w:rsidP="001D2049">
            <w:pPr>
              <w:pStyle w:val="Body"/>
            </w:pPr>
            <w:r>
              <w:t>Put X next to your answer</w:t>
            </w:r>
          </w:p>
        </w:tc>
      </w:tr>
      <w:tr w:rsidR="00F65032" w14:paraId="701A514F" w14:textId="77777777" w:rsidTr="001D2049">
        <w:tc>
          <w:tcPr>
            <w:tcW w:w="7650" w:type="dxa"/>
          </w:tcPr>
          <w:p w14:paraId="701A514D" w14:textId="77777777" w:rsidR="00F65032" w:rsidRPr="008A7CA4" w:rsidRDefault="00F65032" w:rsidP="00F65032">
            <w:pPr>
              <w:pStyle w:val="Body"/>
              <w:numPr>
                <w:ilvl w:val="0"/>
                <w:numId w:val="22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Identification code (noted on sample container, result sheet and data system)</w:t>
            </w:r>
          </w:p>
        </w:tc>
        <w:tc>
          <w:tcPr>
            <w:tcW w:w="1410" w:type="dxa"/>
          </w:tcPr>
          <w:p w14:paraId="701A514E" w14:textId="77777777" w:rsidR="00F65032" w:rsidRDefault="00F65032" w:rsidP="001D2049">
            <w:pPr>
              <w:pStyle w:val="Body"/>
              <w:jc w:val="center"/>
            </w:pPr>
          </w:p>
        </w:tc>
      </w:tr>
      <w:tr w:rsidR="00F65032" w14:paraId="701A5152" w14:textId="77777777" w:rsidTr="001D2049">
        <w:tc>
          <w:tcPr>
            <w:tcW w:w="7650" w:type="dxa"/>
          </w:tcPr>
          <w:p w14:paraId="701A5150" w14:textId="77777777" w:rsidR="00F65032" w:rsidRPr="008A7CA4" w:rsidRDefault="00F65032" w:rsidP="00F65032">
            <w:pPr>
              <w:pStyle w:val="Body"/>
              <w:numPr>
                <w:ilvl w:val="0"/>
                <w:numId w:val="22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Date, time and location of sampling</w:t>
            </w:r>
          </w:p>
        </w:tc>
        <w:tc>
          <w:tcPr>
            <w:tcW w:w="1410" w:type="dxa"/>
          </w:tcPr>
          <w:p w14:paraId="701A5151" w14:textId="77777777" w:rsidR="00F65032" w:rsidRDefault="00F65032" w:rsidP="001D2049">
            <w:pPr>
              <w:pStyle w:val="Body"/>
              <w:jc w:val="center"/>
            </w:pPr>
          </w:p>
        </w:tc>
      </w:tr>
      <w:tr w:rsidR="00F65032" w14:paraId="701A5155" w14:textId="77777777" w:rsidTr="001D2049">
        <w:tc>
          <w:tcPr>
            <w:tcW w:w="7650" w:type="dxa"/>
          </w:tcPr>
          <w:p w14:paraId="701A5153" w14:textId="77777777" w:rsidR="00F65032" w:rsidRPr="008A7CA4" w:rsidRDefault="00F65032" w:rsidP="00F65032">
            <w:pPr>
              <w:pStyle w:val="Body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Testing required and test results</w:t>
            </w:r>
          </w:p>
        </w:tc>
        <w:tc>
          <w:tcPr>
            <w:tcW w:w="1410" w:type="dxa"/>
          </w:tcPr>
          <w:p w14:paraId="701A5154" w14:textId="77777777" w:rsidR="00F65032" w:rsidRDefault="00F65032" w:rsidP="001D2049">
            <w:pPr>
              <w:pStyle w:val="Body"/>
              <w:jc w:val="center"/>
            </w:pPr>
          </w:p>
        </w:tc>
      </w:tr>
      <w:tr w:rsidR="00F65032" w14:paraId="701A5158" w14:textId="77777777" w:rsidTr="001D2049">
        <w:tc>
          <w:tcPr>
            <w:tcW w:w="7650" w:type="dxa"/>
          </w:tcPr>
          <w:p w14:paraId="701A5156" w14:textId="77777777" w:rsidR="00F65032" w:rsidRPr="008A7CA4" w:rsidRDefault="00F65032" w:rsidP="00F65032">
            <w:pPr>
              <w:pStyle w:val="Body"/>
              <w:numPr>
                <w:ilvl w:val="0"/>
                <w:numId w:val="22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All the above</w:t>
            </w:r>
          </w:p>
        </w:tc>
        <w:tc>
          <w:tcPr>
            <w:tcW w:w="1410" w:type="dxa"/>
          </w:tcPr>
          <w:p w14:paraId="701A5157" w14:textId="77777777" w:rsidR="00F65032" w:rsidRDefault="00F65032" w:rsidP="001D2049">
            <w:pPr>
              <w:pStyle w:val="Body"/>
              <w:jc w:val="center"/>
            </w:pPr>
          </w:p>
        </w:tc>
      </w:tr>
    </w:tbl>
    <w:p w14:paraId="701A5159" w14:textId="77777777" w:rsidR="003617B5" w:rsidRDefault="003617B5" w:rsidP="00E26CD1">
      <w:pPr>
        <w:tabs>
          <w:tab w:val="clear" w:pos="284"/>
        </w:tabs>
        <w:spacing w:before="0" w:after="200" w:line="276" w:lineRule="auto"/>
      </w:pPr>
    </w:p>
    <w:p w14:paraId="701A515A" w14:textId="77777777" w:rsidR="003617B5" w:rsidRDefault="003617B5">
      <w:pPr>
        <w:tabs>
          <w:tab w:val="clear" w:pos="284"/>
        </w:tabs>
        <w:spacing w:before="0" w:after="200" w:line="276" w:lineRule="auto"/>
      </w:pPr>
      <w:r>
        <w:br w:type="page"/>
      </w:r>
    </w:p>
    <w:p w14:paraId="701A515C" w14:textId="77777777" w:rsidR="00F65032" w:rsidRPr="008A7CA4" w:rsidRDefault="00F65032" w:rsidP="00F65032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8A7CA4">
        <w:rPr>
          <w:sz w:val="22"/>
          <w:szCs w:val="22"/>
        </w:rPr>
        <w:lastRenderedPageBreak/>
        <w:t>Which of the following is not a method of checking data to ensure it has been recorded correctly</w:t>
      </w:r>
      <w:r w:rsidR="00181DCA" w:rsidRPr="008A7CA4">
        <w:rPr>
          <w:sz w:val="22"/>
          <w:szCs w:val="22"/>
        </w:rPr>
        <w:t>?</w:t>
      </w:r>
    </w:p>
    <w:p w14:paraId="701A515D" w14:textId="77777777" w:rsidR="00F65032" w:rsidRDefault="00F65032" w:rsidP="00F6503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65032" w14:paraId="701A5160" w14:textId="77777777" w:rsidTr="001D20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01A515E" w14:textId="77777777" w:rsidR="00F65032" w:rsidRDefault="00F65032" w:rsidP="001D204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1A515F" w14:textId="77777777" w:rsidR="00F65032" w:rsidRDefault="00F65032" w:rsidP="001D2049">
            <w:pPr>
              <w:pStyle w:val="Body"/>
            </w:pPr>
            <w:r>
              <w:t>Put X next to your answer</w:t>
            </w:r>
          </w:p>
        </w:tc>
      </w:tr>
      <w:tr w:rsidR="00F65032" w14:paraId="701A5163" w14:textId="77777777" w:rsidTr="001D2049">
        <w:tc>
          <w:tcPr>
            <w:tcW w:w="7650" w:type="dxa"/>
          </w:tcPr>
          <w:p w14:paraId="701A5161" w14:textId="77777777" w:rsidR="00F65032" w:rsidRPr="008A7CA4" w:rsidRDefault="00F65032" w:rsidP="00F65032">
            <w:pPr>
              <w:pStyle w:val="Body"/>
              <w:numPr>
                <w:ilvl w:val="0"/>
                <w:numId w:val="24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Retesting sample</w:t>
            </w:r>
          </w:p>
        </w:tc>
        <w:tc>
          <w:tcPr>
            <w:tcW w:w="1410" w:type="dxa"/>
          </w:tcPr>
          <w:p w14:paraId="701A5162" w14:textId="77777777" w:rsidR="00F65032" w:rsidRDefault="00F65032" w:rsidP="001D2049">
            <w:pPr>
              <w:pStyle w:val="Body"/>
              <w:jc w:val="center"/>
            </w:pPr>
          </w:p>
        </w:tc>
      </w:tr>
      <w:tr w:rsidR="00F65032" w14:paraId="701A5166" w14:textId="77777777" w:rsidTr="001D2049">
        <w:tc>
          <w:tcPr>
            <w:tcW w:w="7650" w:type="dxa"/>
          </w:tcPr>
          <w:p w14:paraId="701A5164" w14:textId="77777777" w:rsidR="00F65032" w:rsidRPr="008A7CA4" w:rsidRDefault="00F65032" w:rsidP="00F65032">
            <w:pPr>
              <w:pStyle w:val="Body"/>
              <w:numPr>
                <w:ilvl w:val="0"/>
                <w:numId w:val="24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Checking</w:t>
            </w:r>
            <w:r w:rsidR="00181DCA" w:rsidRPr="008A7CA4">
              <w:rPr>
                <w:sz w:val="22"/>
                <w:szCs w:val="22"/>
              </w:rPr>
              <w:t xml:space="preserve"> for </w:t>
            </w:r>
            <w:r w:rsidRPr="008A7CA4">
              <w:rPr>
                <w:sz w:val="22"/>
                <w:szCs w:val="22"/>
              </w:rPr>
              <w:t>transcription errors</w:t>
            </w:r>
            <w:r w:rsidR="00181DCA" w:rsidRPr="008A7CA4">
              <w:rPr>
                <w:sz w:val="22"/>
                <w:szCs w:val="22"/>
              </w:rPr>
              <w:t xml:space="preserve"> before results are processed</w:t>
            </w:r>
          </w:p>
        </w:tc>
        <w:tc>
          <w:tcPr>
            <w:tcW w:w="1410" w:type="dxa"/>
          </w:tcPr>
          <w:p w14:paraId="701A5165" w14:textId="77777777" w:rsidR="00F65032" w:rsidRDefault="00F65032" w:rsidP="001D2049">
            <w:pPr>
              <w:pStyle w:val="Body"/>
              <w:jc w:val="center"/>
            </w:pPr>
          </w:p>
        </w:tc>
      </w:tr>
      <w:tr w:rsidR="00F65032" w14:paraId="701A5169" w14:textId="77777777" w:rsidTr="001D2049">
        <w:tc>
          <w:tcPr>
            <w:tcW w:w="7650" w:type="dxa"/>
          </w:tcPr>
          <w:p w14:paraId="701A5167" w14:textId="77777777" w:rsidR="00F65032" w:rsidRPr="008A7CA4" w:rsidRDefault="001D2049" w:rsidP="00F65032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Ignoring and failing to report strange results</w:t>
            </w:r>
          </w:p>
        </w:tc>
        <w:tc>
          <w:tcPr>
            <w:tcW w:w="1410" w:type="dxa"/>
          </w:tcPr>
          <w:p w14:paraId="701A5168" w14:textId="77777777" w:rsidR="00F65032" w:rsidRDefault="00F65032" w:rsidP="001D2049">
            <w:pPr>
              <w:pStyle w:val="Body"/>
              <w:jc w:val="center"/>
            </w:pPr>
          </w:p>
        </w:tc>
      </w:tr>
      <w:tr w:rsidR="00F65032" w14:paraId="701A516C" w14:textId="77777777" w:rsidTr="001D2049">
        <w:tc>
          <w:tcPr>
            <w:tcW w:w="7650" w:type="dxa"/>
          </w:tcPr>
          <w:p w14:paraId="701A516A" w14:textId="77777777" w:rsidR="00F65032" w:rsidRPr="008A7CA4" w:rsidRDefault="00F65032" w:rsidP="00F65032">
            <w:pPr>
              <w:pStyle w:val="Body"/>
              <w:numPr>
                <w:ilvl w:val="0"/>
                <w:numId w:val="24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Using a graphical method, such as a control chart to identify possible outliers</w:t>
            </w:r>
          </w:p>
        </w:tc>
        <w:tc>
          <w:tcPr>
            <w:tcW w:w="1410" w:type="dxa"/>
          </w:tcPr>
          <w:p w14:paraId="701A516B" w14:textId="77777777" w:rsidR="00F65032" w:rsidRDefault="00F65032" w:rsidP="001D2049">
            <w:pPr>
              <w:pStyle w:val="Body"/>
              <w:jc w:val="center"/>
            </w:pPr>
          </w:p>
        </w:tc>
      </w:tr>
    </w:tbl>
    <w:p w14:paraId="701A516D" w14:textId="77777777" w:rsidR="00181DCA" w:rsidRDefault="00181DCA" w:rsidP="00F65032">
      <w:pPr>
        <w:tabs>
          <w:tab w:val="clear" w:pos="284"/>
        </w:tabs>
        <w:spacing w:before="0" w:after="200" w:line="276" w:lineRule="auto"/>
      </w:pPr>
    </w:p>
    <w:p w14:paraId="701A516E" w14:textId="77777777" w:rsidR="00181DCA" w:rsidRPr="008A7CA4" w:rsidRDefault="00181DCA" w:rsidP="00181DCA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8A7CA4">
        <w:rPr>
          <w:sz w:val="22"/>
          <w:szCs w:val="22"/>
        </w:rPr>
        <w:t>Which of the following would be used to ensure the accuracy of test results</w:t>
      </w:r>
    </w:p>
    <w:p w14:paraId="701A516F" w14:textId="77777777" w:rsidR="00181DCA" w:rsidRDefault="00181DCA" w:rsidP="00181DC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81DCA" w14:paraId="701A5172" w14:textId="77777777" w:rsidTr="001D20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01A5170" w14:textId="77777777" w:rsidR="00181DCA" w:rsidRDefault="00181DCA" w:rsidP="001D204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1A5171" w14:textId="77777777" w:rsidR="00181DCA" w:rsidRDefault="00181DCA" w:rsidP="001D2049">
            <w:pPr>
              <w:pStyle w:val="Body"/>
            </w:pPr>
            <w:r>
              <w:t>Put X next to your answer</w:t>
            </w:r>
          </w:p>
        </w:tc>
      </w:tr>
      <w:tr w:rsidR="00181DCA" w14:paraId="701A5175" w14:textId="77777777" w:rsidTr="001D2049">
        <w:tc>
          <w:tcPr>
            <w:tcW w:w="7650" w:type="dxa"/>
          </w:tcPr>
          <w:p w14:paraId="701A5173" w14:textId="77777777" w:rsidR="00181DCA" w:rsidRPr="008A7CA4" w:rsidRDefault="00181DCA" w:rsidP="00181DCA">
            <w:pPr>
              <w:pStyle w:val="Body"/>
              <w:numPr>
                <w:ilvl w:val="0"/>
                <w:numId w:val="25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Using a different procedure to verify the initial result</w:t>
            </w:r>
          </w:p>
        </w:tc>
        <w:tc>
          <w:tcPr>
            <w:tcW w:w="1410" w:type="dxa"/>
          </w:tcPr>
          <w:p w14:paraId="701A5174" w14:textId="77777777" w:rsidR="00181DCA" w:rsidRDefault="00181DCA" w:rsidP="001D2049">
            <w:pPr>
              <w:pStyle w:val="Body"/>
              <w:jc w:val="center"/>
            </w:pPr>
          </w:p>
        </w:tc>
      </w:tr>
      <w:tr w:rsidR="00181DCA" w14:paraId="701A5178" w14:textId="77777777" w:rsidTr="001D2049">
        <w:tc>
          <w:tcPr>
            <w:tcW w:w="7650" w:type="dxa"/>
          </w:tcPr>
          <w:p w14:paraId="701A5176" w14:textId="77777777" w:rsidR="00181DCA" w:rsidRPr="008A7CA4" w:rsidRDefault="00181DCA" w:rsidP="00181DCA">
            <w:pPr>
              <w:pStyle w:val="Body"/>
              <w:numPr>
                <w:ilvl w:val="0"/>
                <w:numId w:val="25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Using only calibrated equipment and correcting for any bias</w:t>
            </w:r>
          </w:p>
        </w:tc>
        <w:tc>
          <w:tcPr>
            <w:tcW w:w="1410" w:type="dxa"/>
          </w:tcPr>
          <w:p w14:paraId="701A5177" w14:textId="77777777" w:rsidR="00181DCA" w:rsidRDefault="00181DCA" w:rsidP="001D2049">
            <w:pPr>
              <w:pStyle w:val="Body"/>
              <w:jc w:val="center"/>
            </w:pPr>
          </w:p>
        </w:tc>
      </w:tr>
      <w:tr w:rsidR="00181DCA" w14:paraId="701A517B" w14:textId="77777777" w:rsidTr="001D2049">
        <w:tc>
          <w:tcPr>
            <w:tcW w:w="7650" w:type="dxa"/>
          </w:tcPr>
          <w:p w14:paraId="701A5179" w14:textId="77777777" w:rsidR="00181DCA" w:rsidRPr="008A7CA4" w:rsidRDefault="000D2067" w:rsidP="00181DCA">
            <w:pPr>
              <w:pStyle w:val="Body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Running a reference sample under the same experimental conditions</w:t>
            </w:r>
          </w:p>
        </w:tc>
        <w:tc>
          <w:tcPr>
            <w:tcW w:w="1410" w:type="dxa"/>
          </w:tcPr>
          <w:p w14:paraId="701A517A" w14:textId="77777777" w:rsidR="00181DCA" w:rsidRDefault="00181DCA" w:rsidP="001D2049">
            <w:pPr>
              <w:pStyle w:val="Body"/>
              <w:jc w:val="center"/>
            </w:pPr>
          </w:p>
        </w:tc>
      </w:tr>
      <w:tr w:rsidR="00181DCA" w14:paraId="701A517E" w14:textId="77777777" w:rsidTr="001D2049">
        <w:tc>
          <w:tcPr>
            <w:tcW w:w="7650" w:type="dxa"/>
          </w:tcPr>
          <w:p w14:paraId="701A517C" w14:textId="77777777" w:rsidR="00181DCA" w:rsidRPr="008A7CA4" w:rsidRDefault="00181DCA" w:rsidP="00181DCA">
            <w:pPr>
              <w:pStyle w:val="Body"/>
              <w:numPr>
                <w:ilvl w:val="0"/>
                <w:numId w:val="25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701A517D" w14:textId="77777777" w:rsidR="00181DCA" w:rsidRDefault="00181DCA" w:rsidP="001D2049">
            <w:pPr>
              <w:pStyle w:val="Body"/>
              <w:jc w:val="center"/>
            </w:pPr>
          </w:p>
        </w:tc>
      </w:tr>
    </w:tbl>
    <w:p w14:paraId="701A517F" w14:textId="77777777" w:rsidR="003617B5" w:rsidRDefault="003617B5" w:rsidP="000D2067">
      <w:pPr>
        <w:tabs>
          <w:tab w:val="clear" w:pos="284"/>
        </w:tabs>
        <w:spacing w:before="0" w:after="200" w:line="276" w:lineRule="auto"/>
      </w:pPr>
    </w:p>
    <w:p w14:paraId="701A5180" w14:textId="77777777" w:rsidR="003617B5" w:rsidRDefault="003617B5">
      <w:pPr>
        <w:tabs>
          <w:tab w:val="clear" w:pos="284"/>
        </w:tabs>
        <w:spacing w:before="0" w:after="200" w:line="276" w:lineRule="auto"/>
      </w:pPr>
      <w:r>
        <w:br w:type="page"/>
      </w:r>
    </w:p>
    <w:p w14:paraId="701A5182" w14:textId="77777777" w:rsidR="000D2067" w:rsidRPr="008A7CA4" w:rsidRDefault="005B0E22" w:rsidP="000D2067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8A7CA4">
        <w:rPr>
          <w:sz w:val="22"/>
          <w:szCs w:val="22"/>
        </w:rPr>
        <w:lastRenderedPageBreak/>
        <w:t>Consider the following numbers:</w:t>
      </w:r>
    </w:p>
    <w:p w14:paraId="701A5183" w14:textId="77777777" w:rsidR="005B0E22" w:rsidRPr="008A7CA4" w:rsidRDefault="005B0E22" w:rsidP="005B0E22">
      <w:pPr>
        <w:pStyle w:val="ListParagraph"/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8A7CA4">
        <w:rPr>
          <w:sz w:val="22"/>
          <w:szCs w:val="22"/>
        </w:rPr>
        <w:t>183</w:t>
      </w:r>
      <w:r w:rsidRPr="008A7CA4">
        <w:rPr>
          <w:sz w:val="22"/>
          <w:szCs w:val="22"/>
        </w:rPr>
        <w:tab/>
      </w:r>
      <w:r w:rsidRPr="008A7CA4">
        <w:rPr>
          <w:sz w:val="22"/>
          <w:szCs w:val="22"/>
        </w:rPr>
        <w:tab/>
        <w:t>0.04</w:t>
      </w:r>
      <w:r w:rsidRPr="008A7CA4">
        <w:rPr>
          <w:sz w:val="22"/>
          <w:szCs w:val="22"/>
        </w:rPr>
        <w:tab/>
      </w:r>
      <w:r w:rsidRPr="008A7CA4">
        <w:rPr>
          <w:sz w:val="22"/>
          <w:szCs w:val="22"/>
        </w:rPr>
        <w:tab/>
        <w:t>15.301</w:t>
      </w:r>
      <w:r w:rsidRPr="008A7CA4">
        <w:rPr>
          <w:sz w:val="22"/>
          <w:szCs w:val="22"/>
        </w:rPr>
        <w:tab/>
      </w:r>
      <w:r w:rsidRPr="008A7CA4">
        <w:rPr>
          <w:sz w:val="22"/>
          <w:szCs w:val="22"/>
        </w:rPr>
        <w:tab/>
        <w:t>17.80</w:t>
      </w:r>
      <w:r w:rsidRPr="008A7CA4">
        <w:rPr>
          <w:sz w:val="22"/>
          <w:szCs w:val="22"/>
        </w:rPr>
        <w:tab/>
      </w:r>
      <w:r w:rsidRPr="008A7CA4">
        <w:rPr>
          <w:sz w:val="22"/>
          <w:szCs w:val="22"/>
        </w:rPr>
        <w:tab/>
        <w:t>0.00401</w:t>
      </w:r>
    </w:p>
    <w:p w14:paraId="701A5184" w14:textId="77777777" w:rsidR="005B0E22" w:rsidRPr="008A7CA4" w:rsidRDefault="005B0E22" w:rsidP="005B0E22">
      <w:pPr>
        <w:pStyle w:val="ListParagraph"/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8A7CA4">
        <w:rPr>
          <w:sz w:val="22"/>
          <w:szCs w:val="22"/>
        </w:rPr>
        <w:t>The number of significant figures shown for each</w:t>
      </w:r>
      <w:r w:rsidR="004233CA" w:rsidRPr="008A7CA4">
        <w:rPr>
          <w:sz w:val="22"/>
          <w:szCs w:val="22"/>
        </w:rPr>
        <w:t xml:space="preserve"> number</w:t>
      </w:r>
      <w:r w:rsidRPr="008A7CA4">
        <w:rPr>
          <w:sz w:val="22"/>
          <w:szCs w:val="22"/>
        </w:rPr>
        <w:t xml:space="preserve"> in the order above is:</w:t>
      </w:r>
    </w:p>
    <w:p w14:paraId="701A5185" w14:textId="77777777" w:rsidR="000D2067" w:rsidRDefault="000D2067" w:rsidP="000D206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5B0E22">
        <w:rPr>
          <w:noProof/>
        </w:rPr>
        <w:t>16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D2067" w14:paraId="701A5188" w14:textId="77777777" w:rsidTr="001D20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01A5186" w14:textId="77777777" w:rsidR="000D2067" w:rsidRDefault="000D2067" w:rsidP="001D204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1A5187" w14:textId="77777777" w:rsidR="000D2067" w:rsidRDefault="000D2067" w:rsidP="001D2049">
            <w:pPr>
              <w:pStyle w:val="Body"/>
            </w:pPr>
            <w:r>
              <w:t>Put X next to your answer</w:t>
            </w:r>
          </w:p>
        </w:tc>
      </w:tr>
      <w:tr w:rsidR="000D2067" w14:paraId="701A518B" w14:textId="77777777" w:rsidTr="001D2049">
        <w:tc>
          <w:tcPr>
            <w:tcW w:w="7650" w:type="dxa"/>
          </w:tcPr>
          <w:p w14:paraId="701A5189" w14:textId="4F035292" w:rsidR="000D2067" w:rsidRPr="008A7CA4" w:rsidRDefault="005B0E22" w:rsidP="005B0E22">
            <w:pPr>
              <w:pStyle w:val="Body"/>
              <w:numPr>
                <w:ilvl w:val="0"/>
                <w:numId w:val="26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 xml:space="preserve">3,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Pr="008A7CA4">
              <w:rPr>
                <w:sz w:val="22"/>
                <w:szCs w:val="22"/>
              </w:rPr>
              <w:t xml:space="preserve">2, </w:t>
            </w:r>
            <w:r w:rsidR="00C4092E" w:rsidRPr="008A7CA4">
              <w:rPr>
                <w:sz w:val="22"/>
                <w:szCs w:val="22"/>
              </w:rPr>
              <w:t xml:space="preserve">  </w:t>
            </w:r>
            <w:r w:rsidR="008A7CA4">
              <w:rPr>
                <w:sz w:val="22"/>
                <w:szCs w:val="22"/>
              </w:rPr>
              <w:t xml:space="preserve">  </w:t>
            </w:r>
            <w:r w:rsidRPr="008A7CA4">
              <w:rPr>
                <w:sz w:val="22"/>
                <w:szCs w:val="22"/>
              </w:rPr>
              <w:t xml:space="preserve">5,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 </w:t>
            </w:r>
            <w:r w:rsidRPr="008A7CA4">
              <w:rPr>
                <w:sz w:val="22"/>
                <w:szCs w:val="22"/>
              </w:rPr>
              <w:t xml:space="preserve">3,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 </w:t>
            </w:r>
            <w:r w:rsidRPr="008A7CA4">
              <w:rPr>
                <w:sz w:val="22"/>
                <w:szCs w:val="22"/>
              </w:rPr>
              <w:t>5</w:t>
            </w:r>
          </w:p>
        </w:tc>
        <w:tc>
          <w:tcPr>
            <w:tcW w:w="1410" w:type="dxa"/>
          </w:tcPr>
          <w:p w14:paraId="701A518A" w14:textId="77777777" w:rsidR="000D2067" w:rsidRDefault="000D2067" w:rsidP="001D2049">
            <w:pPr>
              <w:pStyle w:val="Body"/>
              <w:jc w:val="center"/>
            </w:pPr>
          </w:p>
        </w:tc>
      </w:tr>
      <w:tr w:rsidR="000D2067" w14:paraId="701A518E" w14:textId="77777777" w:rsidTr="001D2049">
        <w:tc>
          <w:tcPr>
            <w:tcW w:w="7650" w:type="dxa"/>
          </w:tcPr>
          <w:p w14:paraId="701A518C" w14:textId="63401B8C" w:rsidR="000D2067" w:rsidRPr="008A7CA4" w:rsidRDefault="005B0E22" w:rsidP="005B0E22">
            <w:pPr>
              <w:pStyle w:val="Body"/>
              <w:numPr>
                <w:ilvl w:val="0"/>
                <w:numId w:val="26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3,</w:t>
            </w:r>
            <w:r w:rsidR="00C4092E" w:rsidRPr="008A7CA4">
              <w:rPr>
                <w:sz w:val="22"/>
                <w:szCs w:val="22"/>
              </w:rPr>
              <w:t xml:space="preserve">  </w:t>
            </w:r>
            <w:r w:rsidR="008A7CA4">
              <w:rPr>
                <w:sz w:val="22"/>
                <w:szCs w:val="22"/>
              </w:rPr>
              <w:t xml:space="preserve">  </w:t>
            </w:r>
            <w:r w:rsidRPr="008A7CA4">
              <w:rPr>
                <w:sz w:val="22"/>
                <w:szCs w:val="22"/>
              </w:rPr>
              <w:t xml:space="preserve"> 1,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Pr="008A7CA4">
              <w:rPr>
                <w:sz w:val="22"/>
                <w:szCs w:val="22"/>
              </w:rPr>
              <w:t xml:space="preserve">5,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 </w:t>
            </w:r>
            <w:r w:rsidRPr="008A7CA4">
              <w:rPr>
                <w:sz w:val="22"/>
                <w:szCs w:val="22"/>
              </w:rPr>
              <w:t xml:space="preserve">4,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Pr="008A7CA4">
              <w:rPr>
                <w:sz w:val="22"/>
                <w:szCs w:val="22"/>
              </w:rPr>
              <w:t>3</w:t>
            </w:r>
          </w:p>
        </w:tc>
        <w:tc>
          <w:tcPr>
            <w:tcW w:w="1410" w:type="dxa"/>
          </w:tcPr>
          <w:p w14:paraId="701A518D" w14:textId="77777777" w:rsidR="000D2067" w:rsidRDefault="000D2067" w:rsidP="001D2049">
            <w:pPr>
              <w:pStyle w:val="Body"/>
              <w:jc w:val="center"/>
            </w:pPr>
          </w:p>
        </w:tc>
      </w:tr>
      <w:tr w:rsidR="000D2067" w14:paraId="701A5191" w14:textId="77777777" w:rsidTr="001D2049">
        <w:tc>
          <w:tcPr>
            <w:tcW w:w="7650" w:type="dxa"/>
          </w:tcPr>
          <w:p w14:paraId="701A518F" w14:textId="34E77C9E" w:rsidR="000D2067" w:rsidRPr="008A7CA4" w:rsidRDefault="005B0E22" w:rsidP="005B0E22">
            <w:pPr>
              <w:pStyle w:val="Body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1,</w:t>
            </w:r>
            <w:r w:rsidR="00C4092E" w:rsidRPr="008A7CA4">
              <w:rPr>
                <w:sz w:val="22"/>
                <w:szCs w:val="22"/>
              </w:rPr>
              <w:t xml:space="preserve">  </w:t>
            </w:r>
            <w:r w:rsidR="008A7CA4">
              <w:rPr>
                <w:sz w:val="22"/>
                <w:szCs w:val="22"/>
              </w:rPr>
              <w:t xml:space="preserve">  </w:t>
            </w:r>
            <w:r w:rsidRPr="008A7CA4">
              <w:rPr>
                <w:sz w:val="22"/>
                <w:szCs w:val="22"/>
              </w:rPr>
              <w:t xml:space="preserve"> 3,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Pr="008A7CA4">
              <w:rPr>
                <w:sz w:val="22"/>
                <w:szCs w:val="22"/>
              </w:rPr>
              <w:t xml:space="preserve">4,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Pr="008A7CA4">
              <w:rPr>
                <w:sz w:val="22"/>
                <w:szCs w:val="22"/>
              </w:rPr>
              <w:t xml:space="preserve">3, </w:t>
            </w:r>
            <w:r w:rsidR="00C4092E" w:rsidRPr="008A7CA4">
              <w:rPr>
                <w:sz w:val="22"/>
                <w:szCs w:val="22"/>
              </w:rPr>
              <w:t xml:space="preserve">  </w:t>
            </w:r>
            <w:r w:rsidR="008A7CA4">
              <w:rPr>
                <w:sz w:val="22"/>
                <w:szCs w:val="22"/>
              </w:rPr>
              <w:t xml:space="preserve">  </w:t>
            </w:r>
            <w:r w:rsidRPr="008A7CA4">
              <w:rPr>
                <w:sz w:val="22"/>
                <w:szCs w:val="22"/>
              </w:rPr>
              <w:t>5</w:t>
            </w:r>
          </w:p>
        </w:tc>
        <w:tc>
          <w:tcPr>
            <w:tcW w:w="1410" w:type="dxa"/>
          </w:tcPr>
          <w:p w14:paraId="701A5190" w14:textId="77777777" w:rsidR="000D2067" w:rsidRDefault="000D2067" w:rsidP="001D2049">
            <w:pPr>
              <w:pStyle w:val="Body"/>
              <w:jc w:val="center"/>
            </w:pPr>
          </w:p>
        </w:tc>
      </w:tr>
      <w:tr w:rsidR="000D2067" w14:paraId="701A5194" w14:textId="77777777" w:rsidTr="001D2049">
        <w:tc>
          <w:tcPr>
            <w:tcW w:w="7650" w:type="dxa"/>
          </w:tcPr>
          <w:p w14:paraId="701A5192" w14:textId="322D631F" w:rsidR="000D2067" w:rsidRPr="008A7CA4" w:rsidRDefault="005B0E22" w:rsidP="005B0E22">
            <w:pPr>
              <w:pStyle w:val="Body"/>
              <w:numPr>
                <w:ilvl w:val="0"/>
                <w:numId w:val="26"/>
              </w:numPr>
              <w:spacing w:before="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3,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Pr="008A7CA4">
              <w:rPr>
                <w:sz w:val="22"/>
                <w:szCs w:val="22"/>
              </w:rPr>
              <w:t xml:space="preserve"> 1,</w:t>
            </w:r>
            <w:r w:rsidR="00C4092E" w:rsidRPr="008A7CA4">
              <w:rPr>
                <w:sz w:val="22"/>
                <w:szCs w:val="22"/>
              </w:rPr>
              <w:t xml:space="preserve">  </w:t>
            </w:r>
            <w:r w:rsidRPr="008A7CA4">
              <w:rPr>
                <w:sz w:val="22"/>
                <w:szCs w:val="22"/>
              </w:rPr>
              <w:t xml:space="preserve"> </w:t>
            </w:r>
            <w:r w:rsidR="008A7CA4">
              <w:rPr>
                <w:sz w:val="22"/>
                <w:szCs w:val="22"/>
              </w:rPr>
              <w:t xml:space="preserve">  </w:t>
            </w:r>
            <w:r w:rsidRPr="008A7CA4">
              <w:rPr>
                <w:sz w:val="22"/>
                <w:szCs w:val="22"/>
              </w:rPr>
              <w:t xml:space="preserve">4,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="008A7CA4">
              <w:rPr>
                <w:sz w:val="22"/>
                <w:szCs w:val="22"/>
              </w:rPr>
              <w:t xml:space="preserve">  </w:t>
            </w:r>
            <w:r w:rsidR="00C4092E" w:rsidRPr="008A7CA4">
              <w:rPr>
                <w:sz w:val="22"/>
                <w:szCs w:val="22"/>
              </w:rPr>
              <w:t xml:space="preserve"> </w:t>
            </w:r>
            <w:r w:rsidR="00154330" w:rsidRPr="008A7CA4">
              <w:rPr>
                <w:sz w:val="22"/>
                <w:szCs w:val="22"/>
              </w:rPr>
              <w:t xml:space="preserve">3, </w:t>
            </w:r>
            <w:r w:rsidR="00C4092E" w:rsidRPr="008A7CA4">
              <w:rPr>
                <w:sz w:val="22"/>
                <w:szCs w:val="22"/>
              </w:rPr>
              <w:t xml:space="preserve">  </w:t>
            </w:r>
            <w:r w:rsidR="008A7CA4">
              <w:rPr>
                <w:sz w:val="22"/>
                <w:szCs w:val="22"/>
              </w:rPr>
              <w:t xml:space="preserve">  </w:t>
            </w:r>
            <w:r w:rsidR="00154330" w:rsidRPr="008A7CA4">
              <w:rPr>
                <w:sz w:val="22"/>
                <w:szCs w:val="22"/>
              </w:rPr>
              <w:t>3</w:t>
            </w:r>
          </w:p>
        </w:tc>
        <w:tc>
          <w:tcPr>
            <w:tcW w:w="1410" w:type="dxa"/>
          </w:tcPr>
          <w:p w14:paraId="701A5193" w14:textId="77777777" w:rsidR="000D2067" w:rsidRDefault="000D2067" w:rsidP="001D2049">
            <w:pPr>
              <w:pStyle w:val="Body"/>
              <w:jc w:val="center"/>
            </w:pPr>
          </w:p>
        </w:tc>
      </w:tr>
    </w:tbl>
    <w:p w14:paraId="701A5195" w14:textId="77777777" w:rsidR="006B407B" w:rsidRPr="000D2067" w:rsidRDefault="006B407B" w:rsidP="000D2067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01A5196" w14:textId="77777777" w:rsidR="006B407B" w:rsidRPr="003617B5" w:rsidRDefault="006B407B" w:rsidP="006B407B">
      <w:pPr>
        <w:pStyle w:val="Heading2"/>
        <w:rPr>
          <w:sz w:val="24"/>
          <w:szCs w:val="24"/>
        </w:rPr>
      </w:pPr>
      <w:r w:rsidRPr="000412B1">
        <w:lastRenderedPageBreak/>
        <w:t>True or false</w:t>
      </w:r>
      <w:r w:rsidR="003617B5">
        <w:t xml:space="preserve"> </w:t>
      </w:r>
      <w:r w:rsidR="003617B5">
        <w:rPr>
          <w:sz w:val="24"/>
          <w:szCs w:val="24"/>
        </w:rPr>
        <w:t>(Questions 16- 25)</w:t>
      </w:r>
    </w:p>
    <w:p w14:paraId="701A5197" w14:textId="77777777" w:rsidR="006B407B" w:rsidRPr="0063453E" w:rsidRDefault="006B407B" w:rsidP="006B407B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701A5198" w14:textId="77777777" w:rsidR="006B407B" w:rsidRDefault="006B407B" w:rsidP="006B407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3617B5">
        <w:rPr>
          <w:noProof/>
        </w:rPr>
        <w:t>17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A31417" w14:paraId="701A519B" w14:textId="77777777" w:rsidTr="00A314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01A5199" w14:textId="77777777" w:rsidR="006B407B" w:rsidRDefault="006B407B" w:rsidP="006B407B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701A519A" w14:textId="77777777" w:rsidR="006B407B" w:rsidRDefault="006B407B" w:rsidP="006B407B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A31417" w14:paraId="701A519E" w14:textId="77777777" w:rsidTr="00A31417">
        <w:tc>
          <w:tcPr>
            <w:tcW w:w="7366" w:type="dxa"/>
          </w:tcPr>
          <w:p w14:paraId="701A519C" w14:textId="77777777" w:rsidR="006B407B" w:rsidRPr="00B30F8E" w:rsidRDefault="005A22D9" w:rsidP="003617B5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Estimation of an expected result is a quick way of identifying if there has been a calculation or transcription error</w:t>
            </w:r>
          </w:p>
        </w:tc>
        <w:tc>
          <w:tcPr>
            <w:tcW w:w="1694" w:type="dxa"/>
          </w:tcPr>
          <w:p w14:paraId="701A519D" w14:textId="77777777" w:rsidR="006B407B" w:rsidRDefault="006B407B" w:rsidP="006B407B">
            <w:pPr>
              <w:pStyle w:val="Body"/>
              <w:jc w:val="center"/>
            </w:pPr>
          </w:p>
        </w:tc>
      </w:tr>
      <w:tr w:rsidR="00A31417" w14:paraId="701A51A1" w14:textId="77777777" w:rsidTr="00A31417">
        <w:tc>
          <w:tcPr>
            <w:tcW w:w="7366" w:type="dxa"/>
          </w:tcPr>
          <w:p w14:paraId="701A519F" w14:textId="77777777" w:rsidR="006B407B" w:rsidRPr="00B30F8E" w:rsidRDefault="003617B5" w:rsidP="003617B5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0C5709">
              <w:rPr>
                <w:sz w:val="22"/>
                <w:szCs w:val="22"/>
              </w:rPr>
              <w:t>he mean of a set of numbers is the average of all the numbers</w:t>
            </w:r>
          </w:p>
        </w:tc>
        <w:tc>
          <w:tcPr>
            <w:tcW w:w="1694" w:type="dxa"/>
          </w:tcPr>
          <w:p w14:paraId="701A51A0" w14:textId="77777777" w:rsidR="006B407B" w:rsidRDefault="006B407B" w:rsidP="006B407B">
            <w:pPr>
              <w:pStyle w:val="Body"/>
              <w:jc w:val="center"/>
            </w:pPr>
          </w:p>
        </w:tc>
      </w:tr>
      <w:tr w:rsidR="00A31417" w14:paraId="701A51A4" w14:textId="77777777" w:rsidTr="00A31417">
        <w:tc>
          <w:tcPr>
            <w:tcW w:w="7366" w:type="dxa"/>
          </w:tcPr>
          <w:p w14:paraId="701A51A2" w14:textId="77777777" w:rsidR="006B407B" w:rsidRPr="00B30F8E" w:rsidRDefault="000C5709" w:rsidP="003617B5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mode of a set of numbers is the middle number</w:t>
            </w:r>
          </w:p>
        </w:tc>
        <w:tc>
          <w:tcPr>
            <w:tcW w:w="1694" w:type="dxa"/>
          </w:tcPr>
          <w:p w14:paraId="701A51A3" w14:textId="77777777" w:rsidR="006B407B" w:rsidRDefault="006B407B" w:rsidP="006B407B">
            <w:pPr>
              <w:pStyle w:val="Body"/>
              <w:jc w:val="center"/>
            </w:pPr>
          </w:p>
        </w:tc>
      </w:tr>
      <w:tr w:rsidR="00A31417" w14:paraId="701A51A7" w14:textId="77777777" w:rsidTr="00A31417">
        <w:tc>
          <w:tcPr>
            <w:tcW w:w="7366" w:type="dxa"/>
          </w:tcPr>
          <w:p w14:paraId="701A51A5" w14:textId="77777777" w:rsidR="006B407B" w:rsidRPr="00B30F8E" w:rsidRDefault="000C5709" w:rsidP="003617B5">
            <w:pPr>
              <w:pStyle w:val="Body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median of a set of numbers is the number that occurs the most often</w:t>
            </w:r>
          </w:p>
        </w:tc>
        <w:tc>
          <w:tcPr>
            <w:tcW w:w="1694" w:type="dxa"/>
          </w:tcPr>
          <w:p w14:paraId="701A51A6" w14:textId="77777777" w:rsidR="006B407B" w:rsidRDefault="006B407B" w:rsidP="006B407B">
            <w:pPr>
              <w:pStyle w:val="Body"/>
              <w:jc w:val="center"/>
            </w:pPr>
          </w:p>
        </w:tc>
      </w:tr>
      <w:tr w:rsidR="000C5709" w14:paraId="701A51AA" w14:textId="77777777" w:rsidTr="00A31417">
        <w:tc>
          <w:tcPr>
            <w:tcW w:w="7366" w:type="dxa"/>
          </w:tcPr>
          <w:p w14:paraId="701A51A8" w14:textId="77777777" w:rsidR="000C5709" w:rsidRDefault="000C5709" w:rsidP="003617B5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standard deviation of a set of measurements indi</w:t>
            </w:r>
            <w:r w:rsidR="000D2067">
              <w:rPr>
                <w:sz w:val="22"/>
                <w:szCs w:val="22"/>
              </w:rPr>
              <w:t>cates the spread of the numbers from the mean</w:t>
            </w:r>
          </w:p>
        </w:tc>
        <w:tc>
          <w:tcPr>
            <w:tcW w:w="1694" w:type="dxa"/>
          </w:tcPr>
          <w:p w14:paraId="701A51A9" w14:textId="77777777" w:rsidR="000C5709" w:rsidRDefault="000C5709" w:rsidP="006B407B">
            <w:pPr>
              <w:pStyle w:val="Body"/>
              <w:jc w:val="center"/>
            </w:pPr>
          </w:p>
        </w:tc>
      </w:tr>
      <w:tr w:rsidR="00F95E67" w14:paraId="701A51AD" w14:textId="77777777" w:rsidTr="00A31417">
        <w:tc>
          <w:tcPr>
            <w:tcW w:w="7366" w:type="dxa"/>
          </w:tcPr>
          <w:p w14:paraId="701A51AB" w14:textId="77777777" w:rsidR="00F95E67" w:rsidRDefault="00F95E67" w:rsidP="003617B5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working in a laboratory it is permissible to talk about work with people who work elsewhere</w:t>
            </w:r>
          </w:p>
        </w:tc>
        <w:tc>
          <w:tcPr>
            <w:tcW w:w="1694" w:type="dxa"/>
          </w:tcPr>
          <w:p w14:paraId="701A51AC" w14:textId="77777777" w:rsidR="00F95E67" w:rsidRDefault="00F95E67" w:rsidP="006B407B">
            <w:pPr>
              <w:pStyle w:val="Body"/>
              <w:jc w:val="center"/>
            </w:pPr>
          </w:p>
        </w:tc>
      </w:tr>
      <w:tr w:rsidR="00F95E67" w14:paraId="701A51B0" w14:textId="77777777" w:rsidTr="00A31417">
        <w:tc>
          <w:tcPr>
            <w:tcW w:w="7366" w:type="dxa"/>
          </w:tcPr>
          <w:p w14:paraId="701A51AE" w14:textId="77777777" w:rsidR="00F95E67" w:rsidRDefault="00F95E67" w:rsidP="003617B5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measurement is always an estimate of the true value</w:t>
            </w:r>
          </w:p>
        </w:tc>
        <w:tc>
          <w:tcPr>
            <w:tcW w:w="1694" w:type="dxa"/>
          </w:tcPr>
          <w:p w14:paraId="701A51AF" w14:textId="77777777" w:rsidR="00F95E67" w:rsidRDefault="00F95E67" w:rsidP="006B407B">
            <w:pPr>
              <w:pStyle w:val="Body"/>
              <w:jc w:val="center"/>
            </w:pPr>
          </w:p>
        </w:tc>
      </w:tr>
      <w:tr w:rsidR="00F95E67" w14:paraId="701A51B3" w14:textId="77777777" w:rsidTr="00A31417">
        <w:tc>
          <w:tcPr>
            <w:tcW w:w="7366" w:type="dxa"/>
          </w:tcPr>
          <w:p w14:paraId="701A51B1" w14:textId="77777777" w:rsidR="00F95E67" w:rsidRDefault="00F95E67" w:rsidP="003617B5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SI unit for temperature is degrees Celsius</w:t>
            </w:r>
          </w:p>
        </w:tc>
        <w:tc>
          <w:tcPr>
            <w:tcW w:w="1694" w:type="dxa"/>
          </w:tcPr>
          <w:p w14:paraId="701A51B2" w14:textId="77777777" w:rsidR="00F95E67" w:rsidRDefault="00F95E67" w:rsidP="006B407B">
            <w:pPr>
              <w:pStyle w:val="Body"/>
              <w:jc w:val="center"/>
            </w:pPr>
          </w:p>
        </w:tc>
      </w:tr>
      <w:tr w:rsidR="00987381" w14:paraId="701A51B6" w14:textId="77777777" w:rsidTr="00A31417">
        <w:tc>
          <w:tcPr>
            <w:tcW w:w="7366" w:type="dxa"/>
          </w:tcPr>
          <w:p w14:paraId="701A51B4" w14:textId="77777777" w:rsidR="00987381" w:rsidRDefault="00987381" w:rsidP="006D3EF5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Results recorded in a laboratory will include both qualitative and quantitative data. Qualitative data is </w:t>
            </w:r>
            <w:r w:rsidR="006D3EF5">
              <w:rPr>
                <w:sz w:val="22"/>
                <w:szCs w:val="22"/>
              </w:rPr>
              <w:t>descriptive</w:t>
            </w:r>
            <w:r>
              <w:rPr>
                <w:sz w:val="22"/>
                <w:szCs w:val="22"/>
              </w:rPr>
              <w:t xml:space="preserve"> and no actual value can be assigned to it.</w:t>
            </w:r>
          </w:p>
        </w:tc>
        <w:tc>
          <w:tcPr>
            <w:tcW w:w="1694" w:type="dxa"/>
          </w:tcPr>
          <w:p w14:paraId="701A51B5" w14:textId="77777777" w:rsidR="00987381" w:rsidRDefault="00987381" w:rsidP="006B407B">
            <w:pPr>
              <w:pStyle w:val="Body"/>
              <w:jc w:val="center"/>
            </w:pPr>
          </w:p>
        </w:tc>
      </w:tr>
      <w:tr w:rsidR="009034F4" w14:paraId="701A51B9" w14:textId="77777777" w:rsidTr="00A31417">
        <w:tc>
          <w:tcPr>
            <w:tcW w:w="7366" w:type="dxa"/>
          </w:tcPr>
          <w:p w14:paraId="701A51B7" w14:textId="77777777" w:rsidR="009034F4" w:rsidRDefault="00BC4B81" w:rsidP="006E669C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should always record data </w:t>
            </w:r>
            <w:r w:rsidR="006E669C">
              <w:rPr>
                <w:sz w:val="22"/>
                <w:szCs w:val="22"/>
              </w:rPr>
              <w:t>immediately</w:t>
            </w:r>
            <w:r>
              <w:rPr>
                <w:sz w:val="22"/>
                <w:szCs w:val="22"/>
              </w:rPr>
              <w:t xml:space="preserve"> when a measurement has been made.</w:t>
            </w:r>
          </w:p>
        </w:tc>
        <w:tc>
          <w:tcPr>
            <w:tcW w:w="1694" w:type="dxa"/>
          </w:tcPr>
          <w:p w14:paraId="701A51B8" w14:textId="77777777" w:rsidR="009034F4" w:rsidRDefault="009034F4" w:rsidP="006B407B">
            <w:pPr>
              <w:pStyle w:val="Body"/>
              <w:jc w:val="center"/>
            </w:pPr>
          </w:p>
        </w:tc>
      </w:tr>
    </w:tbl>
    <w:p w14:paraId="701A51BA" w14:textId="77777777" w:rsidR="006B407B" w:rsidRDefault="006B407B" w:rsidP="006B407B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01A51BB" w14:textId="77777777" w:rsidR="006B407B" w:rsidRPr="00052F63" w:rsidRDefault="006B407B" w:rsidP="006B407B">
      <w:pPr>
        <w:pStyle w:val="Heading2"/>
        <w:rPr>
          <w:sz w:val="24"/>
          <w:szCs w:val="24"/>
        </w:rPr>
      </w:pPr>
      <w:r w:rsidRPr="000412B1">
        <w:lastRenderedPageBreak/>
        <w:t>Short answer</w:t>
      </w:r>
      <w:r w:rsidR="00052F63">
        <w:t xml:space="preserve"> </w:t>
      </w:r>
      <w:r w:rsidR="00562A86">
        <w:rPr>
          <w:sz w:val="24"/>
          <w:szCs w:val="24"/>
        </w:rPr>
        <w:t>(Question 26 – 40</w:t>
      </w:r>
      <w:r w:rsidR="00052F63">
        <w:rPr>
          <w:sz w:val="24"/>
          <w:szCs w:val="24"/>
        </w:rPr>
        <w:t>)</w:t>
      </w:r>
    </w:p>
    <w:p w14:paraId="701A51BC" w14:textId="77777777" w:rsidR="006B407B" w:rsidRPr="0063453E" w:rsidRDefault="006B407B" w:rsidP="006B407B">
      <w:pPr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carefully. </w:t>
      </w:r>
      <w:r w:rsidR="00DB11DB">
        <w:rPr>
          <w:sz w:val="22"/>
          <w:szCs w:val="22"/>
        </w:rPr>
        <w:t>Where a response other than a number or list is required your responses should be less than 50 words.</w:t>
      </w:r>
    </w:p>
    <w:p w14:paraId="701A51BD" w14:textId="77777777" w:rsidR="00852F92" w:rsidRDefault="00852F92" w:rsidP="003617B5">
      <w:pPr>
        <w:numPr>
          <w:ilvl w:val="0"/>
          <w:numId w:val="9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 w:rsidRPr="00B67888">
        <w:rPr>
          <w:b/>
          <w:sz w:val="22"/>
          <w:szCs w:val="22"/>
        </w:rPr>
        <w:t>Round off</w:t>
      </w:r>
      <w:r w:rsidRPr="00B67888">
        <w:rPr>
          <w:sz w:val="22"/>
          <w:szCs w:val="22"/>
        </w:rPr>
        <w:t xml:space="preserve"> the </w:t>
      </w:r>
      <w:r w:rsidRPr="00B67888">
        <w:rPr>
          <w:i/>
          <w:sz w:val="22"/>
          <w:szCs w:val="22"/>
        </w:rPr>
        <w:t>problem</w:t>
      </w:r>
      <w:r w:rsidRPr="00B67888">
        <w:rPr>
          <w:sz w:val="22"/>
          <w:szCs w:val="22"/>
        </w:rPr>
        <w:t xml:space="preserve"> values in the table below correct to the nearest figure shown in the </w:t>
      </w:r>
      <w:r w:rsidRPr="00B67888">
        <w:rPr>
          <w:i/>
          <w:sz w:val="22"/>
          <w:szCs w:val="22"/>
        </w:rPr>
        <w:t>criteria</w:t>
      </w:r>
      <w:r w:rsidRPr="00B67888">
        <w:rPr>
          <w:sz w:val="22"/>
          <w:szCs w:val="22"/>
        </w:rPr>
        <w:t xml:space="preserve"> column. Record your answer in the </w:t>
      </w:r>
      <w:r w:rsidRPr="00B67888">
        <w:rPr>
          <w:i/>
          <w:sz w:val="22"/>
          <w:szCs w:val="22"/>
        </w:rPr>
        <w:t>Answer</w:t>
      </w:r>
      <w:r w:rsidRPr="00B67888">
        <w:rPr>
          <w:sz w:val="22"/>
          <w:szCs w:val="22"/>
        </w:rPr>
        <w:t xml:space="preserve"> column.</w:t>
      </w:r>
    </w:p>
    <w:p w14:paraId="701A51BE" w14:textId="77777777" w:rsidR="00852F92" w:rsidRDefault="00852F92" w:rsidP="00852F9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3617B5">
        <w:rPr>
          <w:noProof/>
        </w:rPr>
        <w:t>18</w:t>
      </w:r>
      <w:r>
        <w:rPr>
          <w:noProof/>
        </w:rPr>
        <w:fldChar w:fldCharType="end"/>
      </w:r>
      <w:r>
        <w:t xml:space="preserve"> rounding off questions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6"/>
        <w:gridCol w:w="1407"/>
        <w:gridCol w:w="1719"/>
        <w:gridCol w:w="4748"/>
      </w:tblGrid>
      <w:tr w:rsidR="003D5321" w:rsidRPr="00B67888" w14:paraId="701A51C4" w14:textId="77777777" w:rsidTr="003D53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91" w:type="dxa"/>
          </w:tcPr>
          <w:p w14:paraId="701A51BF" w14:textId="77777777" w:rsidR="003D5321" w:rsidRPr="00B67888" w:rsidRDefault="003D5321" w:rsidP="006B407B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Question</w:t>
            </w:r>
          </w:p>
        </w:tc>
        <w:tc>
          <w:tcPr>
            <w:tcW w:w="1417" w:type="dxa"/>
          </w:tcPr>
          <w:p w14:paraId="701A51C0" w14:textId="77777777" w:rsidR="003D5321" w:rsidRPr="00B67888" w:rsidRDefault="003D5321" w:rsidP="006B407B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Problem</w:t>
            </w:r>
          </w:p>
        </w:tc>
        <w:tc>
          <w:tcPr>
            <w:tcW w:w="1742" w:type="dxa"/>
          </w:tcPr>
          <w:p w14:paraId="701A51C1" w14:textId="77777777" w:rsidR="003D5321" w:rsidRPr="00B67888" w:rsidRDefault="003D5321" w:rsidP="006B407B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Criteria</w:t>
            </w:r>
          </w:p>
        </w:tc>
        <w:tc>
          <w:tcPr>
            <w:tcW w:w="4859" w:type="dxa"/>
          </w:tcPr>
          <w:p w14:paraId="701A51C2" w14:textId="77777777" w:rsidR="003D5321" w:rsidRPr="00B67888" w:rsidRDefault="003D5321" w:rsidP="006B407B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Answer</w:t>
            </w:r>
          </w:p>
        </w:tc>
      </w:tr>
      <w:tr w:rsidR="003D5321" w:rsidRPr="00B67888" w14:paraId="701A51CA" w14:textId="77777777" w:rsidTr="003D5321">
        <w:trPr>
          <w:trHeight w:val="737"/>
        </w:trPr>
        <w:tc>
          <w:tcPr>
            <w:tcW w:w="1191" w:type="dxa"/>
          </w:tcPr>
          <w:p w14:paraId="701A51C5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a)</w:t>
            </w:r>
          </w:p>
        </w:tc>
        <w:tc>
          <w:tcPr>
            <w:tcW w:w="1417" w:type="dxa"/>
          </w:tcPr>
          <w:p w14:paraId="701A51C6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0.004628</w:t>
            </w:r>
          </w:p>
        </w:tc>
        <w:tc>
          <w:tcPr>
            <w:tcW w:w="1742" w:type="dxa"/>
          </w:tcPr>
          <w:p w14:paraId="701A51C7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4 decimal places</w:t>
            </w:r>
          </w:p>
        </w:tc>
        <w:tc>
          <w:tcPr>
            <w:tcW w:w="4859" w:type="dxa"/>
          </w:tcPr>
          <w:p w14:paraId="701A51C8" w14:textId="77777777" w:rsidR="003D5321" w:rsidRPr="00B67888" w:rsidRDefault="003D5321" w:rsidP="006B407B">
            <w:pPr>
              <w:rPr>
                <w:sz w:val="22"/>
                <w:szCs w:val="22"/>
              </w:rPr>
            </w:pPr>
          </w:p>
        </w:tc>
      </w:tr>
      <w:tr w:rsidR="003D5321" w:rsidRPr="00B67888" w14:paraId="701A51D0" w14:textId="77777777" w:rsidTr="003D5321">
        <w:trPr>
          <w:trHeight w:val="737"/>
        </w:trPr>
        <w:tc>
          <w:tcPr>
            <w:tcW w:w="1191" w:type="dxa"/>
          </w:tcPr>
          <w:p w14:paraId="701A51CB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b)</w:t>
            </w:r>
          </w:p>
        </w:tc>
        <w:tc>
          <w:tcPr>
            <w:tcW w:w="1417" w:type="dxa"/>
          </w:tcPr>
          <w:p w14:paraId="701A51CC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B67888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4</w:t>
            </w:r>
            <w:r w:rsidRPr="00B67888">
              <w:rPr>
                <w:sz w:val="22"/>
                <w:szCs w:val="22"/>
              </w:rPr>
              <w:t>19</w:t>
            </w:r>
          </w:p>
        </w:tc>
        <w:tc>
          <w:tcPr>
            <w:tcW w:w="1742" w:type="dxa"/>
          </w:tcPr>
          <w:p w14:paraId="701A51CD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2 decimal places</w:t>
            </w:r>
          </w:p>
        </w:tc>
        <w:tc>
          <w:tcPr>
            <w:tcW w:w="4859" w:type="dxa"/>
          </w:tcPr>
          <w:p w14:paraId="701A51CE" w14:textId="77777777" w:rsidR="003D5321" w:rsidRPr="00B67888" w:rsidRDefault="003D5321" w:rsidP="006B407B">
            <w:pPr>
              <w:rPr>
                <w:sz w:val="22"/>
                <w:szCs w:val="22"/>
              </w:rPr>
            </w:pPr>
          </w:p>
        </w:tc>
      </w:tr>
      <w:tr w:rsidR="003D5321" w:rsidRPr="00B67888" w14:paraId="701A51D6" w14:textId="77777777" w:rsidTr="003D5321">
        <w:trPr>
          <w:trHeight w:val="737"/>
        </w:trPr>
        <w:tc>
          <w:tcPr>
            <w:tcW w:w="1191" w:type="dxa"/>
          </w:tcPr>
          <w:p w14:paraId="701A51D1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c)</w:t>
            </w:r>
          </w:p>
        </w:tc>
        <w:tc>
          <w:tcPr>
            <w:tcW w:w="1417" w:type="dxa"/>
          </w:tcPr>
          <w:p w14:paraId="701A51D2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Pr="00B67888">
              <w:rPr>
                <w:sz w:val="22"/>
                <w:szCs w:val="22"/>
              </w:rPr>
              <w:t>3.9</w:t>
            </w:r>
          </w:p>
        </w:tc>
        <w:tc>
          <w:tcPr>
            <w:tcW w:w="1742" w:type="dxa"/>
          </w:tcPr>
          <w:p w14:paraId="701A51D3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Round to tens</w:t>
            </w:r>
          </w:p>
        </w:tc>
        <w:tc>
          <w:tcPr>
            <w:tcW w:w="4859" w:type="dxa"/>
          </w:tcPr>
          <w:p w14:paraId="701A51D4" w14:textId="5315430A" w:rsidR="003D5321" w:rsidRPr="00B67888" w:rsidRDefault="003D5321" w:rsidP="006B407B">
            <w:pPr>
              <w:rPr>
                <w:sz w:val="22"/>
                <w:szCs w:val="22"/>
              </w:rPr>
            </w:pPr>
          </w:p>
        </w:tc>
      </w:tr>
    </w:tbl>
    <w:p w14:paraId="701A51D7" w14:textId="77777777" w:rsidR="006B407B" w:rsidRDefault="006B407B" w:rsidP="0069197C">
      <w:pPr>
        <w:pStyle w:val="Body"/>
        <w:jc w:val="right"/>
        <w:rPr>
          <w:sz w:val="22"/>
          <w:szCs w:val="22"/>
        </w:rPr>
      </w:pPr>
    </w:p>
    <w:p w14:paraId="701A51D8" w14:textId="77777777" w:rsidR="00852F92" w:rsidRDefault="00852F92" w:rsidP="00E26CD1">
      <w:pPr>
        <w:numPr>
          <w:ilvl w:val="0"/>
          <w:numId w:val="9"/>
        </w:numPr>
        <w:tabs>
          <w:tab w:val="clear" w:pos="284"/>
        </w:tabs>
        <w:spacing w:before="240" w:after="240" w:line="240" w:lineRule="auto"/>
        <w:ind w:left="357" w:hanging="357"/>
        <w:rPr>
          <w:sz w:val="22"/>
          <w:szCs w:val="22"/>
        </w:rPr>
      </w:pPr>
      <w:r w:rsidRPr="00B67888">
        <w:rPr>
          <w:sz w:val="22"/>
          <w:szCs w:val="22"/>
        </w:rPr>
        <w:t xml:space="preserve">Give the number of </w:t>
      </w:r>
      <w:r w:rsidRPr="00B67888">
        <w:rPr>
          <w:b/>
          <w:sz w:val="22"/>
          <w:szCs w:val="22"/>
        </w:rPr>
        <w:t>significant figures</w:t>
      </w:r>
      <w:r w:rsidRPr="00B67888">
        <w:rPr>
          <w:sz w:val="22"/>
          <w:szCs w:val="22"/>
        </w:rPr>
        <w:t xml:space="preserve"> for each of the </w:t>
      </w:r>
      <w:r w:rsidRPr="00B67888">
        <w:rPr>
          <w:i/>
          <w:sz w:val="22"/>
          <w:szCs w:val="22"/>
        </w:rPr>
        <w:t>problem</w:t>
      </w:r>
      <w:r w:rsidRPr="00B67888">
        <w:rPr>
          <w:sz w:val="22"/>
          <w:szCs w:val="22"/>
        </w:rPr>
        <w:t xml:space="preserve"> values in the table below and record your answer in the </w:t>
      </w:r>
      <w:r w:rsidRPr="00B67888">
        <w:rPr>
          <w:i/>
          <w:sz w:val="22"/>
          <w:szCs w:val="22"/>
        </w:rPr>
        <w:t>Answer</w:t>
      </w:r>
      <w:r w:rsidRPr="00B67888">
        <w:rPr>
          <w:sz w:val="22"/>
          <w:szCs w:val="22"/>
        </w:rPr>
        <w:t xml:space="preserve"> column.</w:t>
      </w:r>
    </w:p>
    <w:p w14:paraId="701A51D9" w14:textId="77777777" w:rsidR="00852F92" w:rsidRDefault="00852F92" w:rsidP="00852F9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3617B5">
        <w:rPr>
          <w:noProof/>
        </w:rPr>
        <w:t>19</w:t>
      </w:r>
      <w:r>
        <w:rPr>
          <w:noProof/>
        </w:rPr>
        <w:fldChar w:fldCharType="end"/>
      </w:r>
      <w:r>
        <w:t xml:space="preserve"> Significant figures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9"/>
        <w:gridCol w:w="1418"/>
        <w:gridCol w:w="6513"/>
      </w:tblGrid>
      <w:tr w:rsidR="003D5321" w:rsidRPr="00B67888" w14:paraId="701A51DE" w14:textId="77777777" w:rsidTr="003D53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29" w:type="dxa"/>
          </w:tcPr>
          <w:p w14:paraId="701A51DA" w14:textId="77777777" w:rsidR="003D5321" w:rsidRPr="00B67888" w:rsidRDefault="003D5321" w:rsidP="006B407B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Question</w:t>
            </w:r>
          </w:p>
        </w:tc>
        <w:tc>
          <w:tcPr>
            <w:tcW w:w="1418" w:type="dxa"/>
          </w:tcPr>
          <w:p w14:paraId="701A51DB" w14:textId="77777777" w:rsidR="003D5321" w:rsidRPr="00B67888" w:rsidRDefault="003D5321" w:rsidP="006B407B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Problem</w:t>
            </w:r>
          </w:p>
        </w:tc>
        <w:tc>
          <w:tcPr>
            <w:tcW w:w="6513" w:type="dxa"/>
          </w:tcPr>
          <w:p w14:paraId="701A51DC" w14:textId="77777777" w:rsidR="003D5321" w:rsidRPr="00B67888" w:rsidRDefault="003D5321" w:rsidP="006B407B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Answer</w:t>
            </w:r>
          </w:p>
        </w:tc>
      </w:tr>
      <w:tr w:rsidR="003D5321" w:rsidRPr="00B67888" w14:paraId="701A51E3" w14:textId="77777777" w:rsidTr="003D5321">
        <w:trPr>
          <w:trHeight w:val="737"/>
        </w:trPr>
        <w:tc>
          <w:tcPr>
            <w:tcW w:w="1129" w:type="dxa"/>
          </w:tcPr>
          <w:p w14:paraId="701A51DF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a)</w:t>
            </w:r>
          </w:p>
        </w:tc>
        <w:tc>
          <w:tcPr>
            <w:tcW w:w="1418" w:type="dxa"/>
          </w:tcPr>
          <w:p w14:paraId="701A51E0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578 1</w:t>
            </w:r>
            <w:r w:rsidRPr="00B67888">
              <w:rPr>
                <w:sz w:val="22"/>
                <w:szCs w:val="22"/>
              </w:rPr>
              <w:t>00</w:t>
            </w:r>
          </w:p>
        </w:tc>
        <w:tc>
          <w:tcPr>
            <w:tcW w:w="6513" w:type="dxa"/>
          </w:tcPr>
          <w:p w14:paraId="701A51E1" w14:textId="77777777" w:rsidR="003D5321" w:rsidRPr="00B67888" w:rsidRDefault="003D5321" w:rsidP="006B407B">
            <w:pPr>
              <w:rPr>
                <w:sz w:val="22"/>
                <w:szCs w:val="22"/>
              </w:rPr>
            </w:pPr>
          </w:p>
        </w:tc>
      </w:tr>
      <w:tr w:rsidR="003D5321" w:rsidRPr="00B67888" w14:paraId="701A51E8" w14:textId="77777777" w:rsidTr="003D5321">
        <w:trPr>
          <w:trHeight w:val="737"/>
        </w:trPr>
        <w:tc>
          <w:tcPr>
            <w:tcW w:w="1129" w:type="dxa"/>
          </w:tcPr>
          <w:p w14:paraId="701A51E4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b)</w:t>
            </w:r>
          </w:p>
        </w:tc>
        <w:tc>
          <w:tcPr>
            <w:tcW w:w="1418" w:type="dxa"/>
          </w:tcPr>
          <w:p w14:paraId="701A51E5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</w:t>
            </w:r>
            <w:r w:rsidRPr="00B67888">
              <w:rPr>
                <w:sz w:val="22"/>
                <w:szCs w:val="22"/>
              </w:rPr>
              <w:t>003</w:t>
            </w:r>
          </w:p>
        </w:tc>
        <w:tc>
          <w:tcPr>
            <w:tcW w:w="6513" w:type="dxa"/>
          </w:tcPr>
          <w:p w14:paraId="701A51E6" w14:textId="77777777" w:rsidR="003D5321" w:rsidRPr="00B67888" w:rsidRDefault="003D5321" w:rsidP="006B407B">
            <w:pPr>
              <w:rPr>
                <w:sz w:val="22"/>
                <w:szCs w:val="22"/>
              </w:rPr>
            </w:pPr>
          </w:p>
        </w:tc>
      </w:tr>
      <w:tr w:rsidR="003D5321" w:rsidRPr="00B67888" w14:paraId="701A51ED" w14:textId="77777777" w:rsidTr="003D5321">
        <w:trPr>
          <w:trHeight w:val="737"/>
        </w:trPr>
        <w:tc>
          <w:tcPr>
            <w:tcW w:w="1129" w:type="dxa"/>
          </w:tcPr>
          <w:p w14:paraId="701A51E9" w14:textId="77777777" w:rsidR="003D5321" w:rsidRPr="00B67888" w:rsidRDefault="003D5321" w:rsidP="006B407B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c)</w:t>
            </w:r>
          </w:p>
        </w:tc>
        <w:tc>
          <w:tcPr>
            <w:tcW w:w="1418" w:type="dxa"/>
          </w:tcPr>
          <w:p w14:paraId="701A51EA" w14:textId="77777777" w:rsidR="003D5321" w:rsidRPr="00154330" w:rsidRDefault="003D5321" w:rsidP="001543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5433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1.2</w:t>
            </w:r>
          </w:p>
        </w:tc>
        <w:tc>
          <w:tcPr>
            <w:tcW w:w="6513" w:type="dxa"/>
          </w:tcPr>
          <w:p w14:paraId="701A51EB" w14:textId="567E80B9" w:rsidR="003D5321" w:rsidRPr="00B67888" w:rsidRDefault="003D5321" w:rsidP="006B407B">
            <w:pPr>
              <w:rPr>
                <w:sz w:val="22"/>
                <w:szCs w:val="22"/>
              </w:rPr>
            </w:pPr>
          </w:p>
        </w:tc>
      </w:tr>
    </w:tbl>
    <w:p w14:paraId="701A51EE" w14:textId="77777777" w:rsidR="003617B5" w:rsidRDefault="003617B5" w:rsidP="0069197C">
      <w:pPr>
        <w:pStyle w:val="Body"/>
        <w:jc w:val="right"/>
        <w:rPr>
          <w:sz w:val="22"/>
          <w:szCs w:val="22"/>
        </w:rPr>
      </w:pPr>
    </w:p>
    <w:p w14:paraId="701A51EF" w14:textId="77777777" w:rsidR="003617B5" w:rsidRDefault="003617B5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01A51F0" w14:textId="77777777" w:rsidR="00154330" w:rsidRPr="00154330" w:rsidRDefault="00154330" w:rsidP="00154330">
      <w:pPr>
        <w:pStyle w:val="Body"/>
        <w:numPr>
          <w:ilvl w:val="0"/>
          <w:numId w:val="9"/>
        </w:numPr>
        <w:rPr>
          <w:szCs w:val="24"/>
        </w:rPr>
      </w:pPr>
      <w:r>
        <w:rPr>
          <w:szCs w:val="24"/>
        </w:rPr>
        <w:lastRenderedPageBreak/>
        <w:t xml:space="preserve">Express the following in </w:t>
      </w:r>
      <w:r>
        <w:rPr>
          <w:b/>
          <w:szCs w:val="24"/>
        </w:rPr>
        <w:t>scientific notation.</w:t>
      </w:r>
    </w:p>
    <w:p w14:paraId="701A51F1" w14:textId="77777777" w:rsidR="00154330" w:rsidRDefault="00154330" w:rsidP="0015433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3617B5">
        <w:rPr>
          <w:noProof/>
        </w:rPr>
        <w:t>20</w:t>
      </w:r>
      <w:r>
        <w:rPr>
          <w:noProof/>
        </w:rPr>
        <w:fldChar w:fldCharType="end"/>
      </w:r>
      <w:r>
        <w:t xml:space="preserve"> Scientific notation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11"/>
        <w:gridCol w:w="1728"/>
        <w:gridCol w:w="6121"/>
      </w:tblGrid>
      <w:tr w:rsidR="003D5321" w:rsidRPr="00B67888" w14:paraId="701A51F6" w14:textId="77777777" w:rsidTr="003D53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11" w:type="dxa"/>
          </w:tcPr>
          <w:p w14:paraId="701A51F2" w14:textId="77777777" w:rsidR="003D5321" w:rsidRPr="00B67888" w:rsidRDefault="003D5321" w:rsidP="001D2049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Question</w:t>
            </w:r>
          </w:p>
        </w:tc>
        <w:tc>
          <w:tcPr>
            <w:tcW w:w="1729" w:type="dxa"/>
          </w:tcPr>
          <w:p w14:paraId="701A51F3" w14:textId="77777777" w:rsidR="003D5321" w:rsidRPr="00B67888" w:rsidRDefault="003D5321" w:rsidP="001D2049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Problem</w:t>
            </w:r>
          </w:p>
        </w:tc>
        <w:tc>
          <w:tcPr>
            <w:tcW w:w="6127" w:type="dxa"/>
          </w:tcPr>
          <w:p w14:paraId="701A51F4" w14:textId="77777777" w:rsidR="003D5321" w:rsidRPr="00B67888" w:rsidRDefault="003D5321" w:rsidP="001D2049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Answer</w:t>
            </w:r>
          </w:p>
        </w:tc>
      </w:tr>
      <w:tr w:rsidR="003D5321" w:rsidRPr="00B67888" w14:paraId="701A51FB" w14:textId="77777777" w:rsidTr="003D5321">
        <w:trPr>
          <w:trHeight w:val="737"/>
        </w:trPr>
        <w:tc>
          <w:tcPr>
            <w:tcW w:w="1211" w:type="dxa"/>
          </w:tcPr>
          <w:p w14:paraId="701A51F7" w14:textId="77777777" w:rsidR="003D5321" w:rsidRPr="00B67888" w:rsidRDefault="003D5321" w:rsidP="001D2049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a)</w:t>
            </w:r>
          </w:p>
        </w:tc>
        <w:tc>
          <w:tcPr>
            <w:tcW w:w="1729" w:type="dxa"/>
          </w:tcPr>
          <w:p w14:paraId="701A51F8" w14:textId="77777777" w:rsidR="003D5321" w:rsidRPr="00B67888" w:rsidRDefault="003D5321" w:rsidP="001D20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578 1</w:t>
            </w:r>
            <w:r w:rsidRPr="00B67888">
              <w:rPr>
                <w:sz w:val="22"/>
                <w:szCs w:val="22"/>
              </w:rPr>
              <w:t>00</w:t>
            </w:r>
          </w:p>
        </w:tc>
        <w:tc>
          <w:tcPr>
            <w:tcW w:w="6127" w:type="dxa"/>
          </w:tcPr>
          <w:p w14:paraId="701A51F9" w14:textId="77777777" w:rsidR="003D5321" w:rsidRPr="00B67888" w:rsidRDefault="003D5321" w:rsidP="001D2049">
            <w:pPr>
              <w:rPr>
                <w:sz w:val="22"/>
                <w:szCs w:val="22"/>
              </w:rPr>
            </w:pPr>
          </w:p>
        </w:tc>
      </w:tr>
      <w:tr w:rsidR="003D5321" w:rsidRPr="00B67888" w14:paraId="701A5200" w14:textId="77777777" w:rsidTr="003D5321">
        <w:trPr>
          <w:trHeight w:val="737"/>
        </w:trPr>
        <w:tc>
          <w:tcPr>
            <w:tcW w:w="1211" w:type="dxa"/>
          </w:tcPr>
          <w:p w14:paraId="701A51FC" w14:textId="77777777" w:rsidR="003D5321" w:rsidRPr="00B67888" w:rsidRDefault="003D5321" w:rsidP="001D2049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b)</w:t>
            </w:r>
          </w:p>
        </w:tc>
        <w:tc>
          <w:tcPr>
            <w:tcW w:w="1729" w:type="dxa"/>
          </w:tcPr>
          <w:p w14:paraId="701A51FD" w14:textId="77777777" w:rsidR="003D5321" w:rsidRPr="00B67888" w:rsidRDefault="003D5321" w:rsidP="001D20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</w:t>
            </w:r>
            <w:r w:rsidRPr="00B67888">
              <w:rPr>
                <w:sz w:val="22"/>
                <w:szCs w:val="22"/>
              </w:rPr>
              <w:t>003</w:t>
            </w:r>
          </w:p>
        </w:tc>
        <w:tc>
          <w:tcPr>
            <w:tcW w:w="6127" w:type="dxa"/>
          </w:tcPr>
          <w:p w14:paraId="701A51FE" w14:textId="77777777" w:rsidR="003D5321" w:rsidRPr="00B67888" w:rsidRDefault="003D5321" w:rsidP="001D2049">
            <w:pPr>
              <w:rPr>
                <w:sz w:val="22"/>
                <w:szCs w:val="22"/>
              </w:rPr>
            </w:pPr>
          </w:p>
        </w:tc>
      </w:tr>
      <w:tr w:rsidR="003D5321" w:rsidRPr="00B67888" w14:paraId="701A5205" w14:textId="77777777" w:rsidTr="003D5321">
        <w:trPr>
          <w:trHeight w:val="737"/>
        </w:trPr>
        <w:tc>
          <w:tcPr>
            <w:tcW w:w="1211" w:type="dxa"/>
          </w:tcPr>
          <w:p w14:paraId="701A5201" w14:textId="77777777" w:rsidR="003D5321" w:rsidRPr="00B67888" w:rsidRDefault="003D5321" w:rsidP="001D2049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c)</w:t>
            </w:r>
          </w:p>
        </w:tc>
        <w:tc>
          <w:tcPr>
            <w:tcW w:w="1729" w:type="dxa"/>
          </w:tcPr>
          <w:p w14:paraId="701A5202" w14:textId="77777777" w:rsidR="003D5321" w:rsidRPr="00154330" w:rsidRDefault="003D5321" w:rsidP="001543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0.000469</w:t>
            </w:r>
          </w:p>
        </w:tc>
        <w:tc>
          <w:tcPr>
            <w:tcW w:w="6127" w:type="dxa"/>
          </w:tcPr>
          <w:p w14:paraId="701A5203" w14:textId="3809C020" w:rsidR="003D5321" w:rsidRPr="00B67888" w:rsidRDefault="003D5321" w:rsidP="001D2049">
            <w:pPr>
              <w:rPr>
                <w:sz w:val="22"/>
                <w:szCs w:val="22"/>
              </w:rPr>
            </w:pPr>
          </w:p>
        </w:tc>
      </w:tr>
    </w:tbl>
    <w:p w14:paraId="701A5206" w14:textId="77777777" w:rsidR="00154330" w:rsidRDefault="00154330" w:rsidP="0069197C">
      <w:pPr>
        <w:pStyle w:val="Body"/>
        <w:ind w:left="360"/>
        <w:jc w:val="right"/>
        <w:rPr>
          <w:szCs w:val="24"/>
        </w:rPr>
      </w:pPr>
    </w:p>
    <w:p w14:paraId="701A5207" w14:textId="77777777" w:rsidR="00154330" w:rsidRPr="008A7CA4" w:rsidRDefault="00154330" w:rsidP="00154330">
      <w:pPr>
        <w:pStyle w:val="Body"/>
        <w:numPr>
          <w:ilvl w:val="0"/>
          <w:numId w:val="9"/>
        </w:numPr>
        <w:rPr>
          <w:sz w:val="22"/>
          <w:szCs w:val="22"/>
        </w:rPr>
      </w:pPr>
      <w:r w:rsidRPr="008A7CA4">
        <w:rPr>
          <w:sz w:val="22"/>
          <w:szCs w:val="22"/>
        </w:rPr>
        <w:t>Express the following as decimal numbers</w:t>
      </w:r>
    </w:p>
    <w:p w14:paraId="701A5208" w14:textId="77777777" w:rsidR="00154330" w:rsidRDefault="00154330" w:rsidP="0015433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3617B5">
        <w:rPr>
          <w:noProof/>
        </w:rPr>
        <w:t>21</w:t>
      </w:r>
      <w:r>
        <w:rPr>
          <w:noProof/>
        </w:rPr>
        <w:fldChar w:fldCharType="end"/>
      </w:r>
      <w:r>
        <w:t xml:space="preserve"> scientific notation to decimals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11"/>
        <w:gridCol w:w="1718"/>
        <w:gridCol w:w="6131"/>
      </w:tblGrid>
      <w:tr w:rsidR="003D5321" w:rsidRPr="00B67888" w14:paraId="701A520D" w14:textId="77777777" w:rsidTr="003D53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11" w:type="dxa"/>
          </w:tcPr>
          <w:p w14:paraId="701A5209" w14:textId="77777777" w:rsidR="003D5321" w:rsidRPr="00B67888" w:rsidRDefault="003D5321" w:rsidP="001D2049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Question</w:t>
            </w:r>
          </w:p>
        </w:tc>
        <w:tc>
          <w:tcPr>
            <w:tcW w:w="1719" w:type="dxa"/>
          </w:tcPr>
          <w:p w14:paraId="701A520A" w14:textId="77777777" w:rsidR="003D5321" w:rsidRPr="00B67888" w:rsidRDefault="003D5321" w:rsidP="001D2049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Problem</w:t>
            </w:r>
          </w:p>
        </w:tc>
        <w:tc>
          <w:tcPr>
            <w:tcW w:w="6137" w:type="dxa"/>
          </w:tcPr>
          <w:p w14:paraId="701A520B" w14:textId="77777777" w:rsidR="003D5321" w:rsidRPr="00B67888" w:rsidRDefault="003D5321" w:rsidP="001D2049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Answer</w:t>
            </w:r>
          </w:p>
        </w:tc>
      </w:tr>
      <w:tr w:rsidR="003D5321" w:rsidRPr="00B67888" w14:paraId="701A5212" w14:textId="77777777" w:rsidTr="003D5321">
        <w:trPr>
          <w:trHeight w:val="737"/>
        </w:trPr>
        <w:tc>
          <w:tcPr>
            <w:tcW w:w="1211" w:type="dxa"/>
          </w:tcPr>
          <w:p w14:paraId="701A520E" w14:textId="77777777" w:rsidR="003D5321" w:rsidRPr="00B67888" w:rsidRDefault="003D5321" w:rsidP="001D2049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a)</w:t>
            </w:r>
          </w:p>
        </w:tc>
        <w:tc>
          <w:tcPr>
            <w:tcW w:w="1719" w:type="dxa"/>
          </w:tcPr>
          <w:p w14:paraId="701A520F" w14:textId="77777777" w:rsidR="003D5321" w:rsidRPr="00154330" w:rsidRDefault="003D5321" w:rsidP="001D204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2.6 x 10 </w:t>
            </w:r>
            <w:r w:rsidRPr="00154330">
              <w:rPr>
                <w:szCs w:val="24"/>
                <w:vertAlign w:val="superscript"/>
              </w:rPr>
              <w:t>-3</w:t>
            </w:r>
          </w:p>
        </w:tc>
        <w:tc>
          <w:tcPr>
            <w:tcW w:w="6137" w:type="dxa"/>
          </w:tcPr>
          <w:p w14:paraId="701A5210" w14:textId="77777777" w:rsidR="003D5321" w:rsidRPr="00B67888" w:rsidRDefault="003D5321" w:rsidP="001D2049">
            <w:pPr>
              <w:rPr>
                <w:sz w:val="22"/>
                <w:szCs w:val="22"/>
              </w:rPr>
            </w:pPr>
          </w:p>
        </w:tc>
      </w:tr>
      <w:tr w:rsidR="003D5321" w:rsidRPr="00B67888" w14:paraId="701A5217" w14:textId="77777777" w:rsidTr="003D5321">
        <w:trPr>
          <w:trHeight w:val="737"/>
        </w:trPr>
        <w:tc>
          <w:tcPr>
            <w:tcW w:w="1211" w:type="dxa"/>
          </w:tcPr>
          <w:p w14:paraId="701A5213" w14:textId="77777777" w:rsidR="003D5321" w:rsidRPr="00B67888" w:rsidRDefault="003D5321" w:rsidP="001D2049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b)</w:t>
            </w:r>
          </w:p>
        </w:tc>
        <w:tc>
          <w:tcPr>
            <w:tcW w:w="1719" w:type="dxa"/>
          </w:tcPr>
          <w:p w14:paraId="701A5214" w14:textId="77777777" w:rsidR="003D5321" w:rsidRPr="00154330" w:rsidRDefault="003D5321" w:rsidP="00154330">
            <w:pPr>
              <w:rPr>
                <w:szCs w:val="24"/>
                <w:vertAlign w:val="superscript"/>
              </w:rPr>
            </w:pPr>
            <w:r>
              <w:rPr>
                <w:sz w:val="22"/>
                <w:szCs w:val="22"/>
              </w:rPr>
              <w:t>8.94 x 10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Cs w:val="24"/>
                <w:vertAlign w:val="superscript"/>
              </w:rPr>
              <w:t>4</w:t>
            </w:r>
          </w:p>
        </w:tc>
        <w:tc>
          <w:tcPr>
            <w:tcW w:w="6137" w:type="dxa"/>
          </w:tcPr>
          <w:p w14:paraId="701A5215" w14:textId="77777777" w:rsidR="003D5321" w:rsidRPr="00B67888" w:rsidRDefault="003D5321" w:rsidP="001D2049">
            <w:pPr>
              <w:rPr>
                <w:sz w:val="22"/>
                <w:szCs w:val="22"/>
              </w:rPr>
            </w:pPr>
          </w:p>
        </w:tc>
      </w:tr>
      <w:tr w:rsidR="003D5321" w:rsidRPr="00B67888" w14:paraId="701A521C" w14:textId="77777777" w:rsidTr="003D5321">
        <w:trPr>
          <w:trHeight w:val="737"/>
        </w:trPr>
        <w:tc>
          <w:tcPr>
            <w:tcW w:w="1211" w:type="dxa"/>
          </w:tcPr>
          <w:p w14:paraId="701A5218" w14:textId="77777777" w:rsidR="003D5321" w:rsidRPr="00B67888" w:rsidRDefault="003D5321" w:rsidP="001D2049">
            <w:pPr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c)</w:t>
            </w:r>
          </w:p>
        </w:tc>
        <w:tc>
          <w:tcPr>
            <w:tcW w:w="1719" w:type="dxa"/>
          </w:tcPr>
          <w:p w14:paraId="701A5219" w14:textId="77777777" w:rsidR="003D5321" w:rsidRPr="00EC47DD" w:rsidRDefault="003D5321" w:rsidP="00154330">
            <w:pPr>
              <w:rPr>
                <w:szCs w:val="24"/>
                <w:vertAlign w:val="superscript"/>
              </w:rPr>
            </w:pPr>
            <w:r>
              <w:rPr>
                <w:sz w:val="22"/>
                <w:szCs w:val="22"/>
              </w:rPr>
              <w:t>3.97 x 10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Cs w:val="24"/>
                <w:vertAlign w:val="superscript"/>
              </w:rPr>
              <w:t>-5</w:t>
            </w:r>
          </w:p>
        </w:tc>
        <w:tc>
          <w:tcPr>
            <w:tcW w:w="6137" w:type="dxa"/>
          </w:tcPr>
          <w:p w14:paraId="701A521A" w14:textId="0CCE5FD0" w:rsidR="003D5321" w:rsidRPr="00B67888" w:rsidRDefault="003D5321" w:rsidP="001D2049">
            <w:pPr>
              <w:rPr>
                <w:sz w:val="22"/>
                <w:szCs w:val="22"/>
              </w:rPr>
            </w:pPr>
          </w:p>
        </w:tc>
      </w:tr>
    </w:tbl>
    <w:p w14:paraId="701A521D" w14:textId="77777777" w:rsidR="00154330" w:rsidRPr="00154330" w:rsidRDefault="00154330" w:rsidP="0069197C">
      <w:pPr>
        <w:pStyle w:val="Body"/>
        <w:ind w:left="360"/>
        <w:jc w:val="right"/>
        <w:rPr>
          <w:szCs w:val="24"/>
        </w:rPr>
      </w:pPr>
    </w:p>
    <w:p w14:paraId="701A521E" w14:textId="77777777" w:rsidR="000D5FEB" w:rsidRDefault="000D5FEB" w:rsidP="00E26CD1">
      <w:pPr>
        <w:pStyle w:val="Body"/>
        <w:numPr>
          <w:ilvl w:val="0"/>
          <w:numId w:val="9"/>
        </w:numPr>
        <w:rPr>
          <w:szCs w:val="24"/>
        </w:rPr>
      </w:pPr>
      <w:r w:rsidRPr="008A7CA4">
        <w:rPr>
          <w:sz w:val="22"/>
          <w:szCs w:val="22"/>
        </w:rPr>
        <w:t>Express the following as required</w:t>
      </w:r>
      <w:r w:rsidRPr="000D5FEB">
        <w:rPr>
          <w:szCs w:val="24"/>
        </w:rPr>
        <w:t>:</w:t>
      </w:r>
    </w:p>
    <w:p w14:paraId="701A521F" w14:textId="77777777" w:rsidR="003617B5" w:rsidRPr="003617B5" w:rsidRDefault="003617B5" w:rsidP="003617B5">
      <w:pPr>
        <w:pStyle w:val="Caption"/>
        <w:keepNext/>
        <w:ind w:left="36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  <w:r>
        <w:t xml:space="preserve"> scientific notation to decimals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83"/>
        <w:gridCol w:w="2622"/>
        <w:gridCol w:w="5055"/>
      </w:tblGrid>
      <w:tr w:rsidR="003D5321" w:rsidRPr="00B67888" w14:paraId="701A5224" w14:textId="77777777" w:rsidTr="00865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84" w:type="dxa"/>
          </w:tcPr>
          <w:p w14:paraId="701A5220" w14:textId="77777777" w:rsidR="003D5321" w:rsidRPr="00B67888" w:rsidRDefault="003D5321" w:rsidP="005C0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</w:t>
            </w:r>
          </w:p>
        </w:tc>
        <w:tc>
          <w:tcPr>
            <w:tcW w:w="2624" w:type="dxa"/>
          </w:tcPr>
          <w:p w14:paraId="701A5221" w14:textId="77777777" w:rsidR="003D5321" w:rsidRPr="00B67888" w:rsidRDefault="003D5321" w:rsidP="005C0649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Problem</w:t>
            </w:r>
          </w:p>
        </w:tc>
        <w:tc>
          <w:tcPr>
            <w:tcW w:w="5059" w:type="dxa"/>
          </w:tcPr>
          <w:p w14:paraId="701A5222" w14:textId="77777777" w:rsidR="003D5321" w:rsidRPr="00B67888" w:rsidRDefault="003D5321" w:rsidP="005C0649">
            <w:pPr>
              <w:jc w:val="center"/>
              <w:rPr>
                <w:sz w:val="22"/>
                <w:szCs w:val="22"/>
              </w:rPr>
            </w:pPr>
            <w:r w:rsidRPr="00B67888">
              <w:rPr>
                <w:sz w:val="22"/>
                <w:szCs w:val="22"/>
              </w:rPr>
              <w:t>Answer</w:t>
            </w:r>
          </w:p>
        </w:tc>
      </w:tr>
      <w:tr w:rsidR="003D5321" w:rsidRPr="00B67888" w14:paraId="701A5229" w14:textId="77777777" w:rsidTr="00865F49">
        <w:tc>
          <w:tcPr>
            <w:tcW w:w="1384" w:type="dxa"/>
          </w:tcPr>
          <w:p w14:paraId="701A5225" w14:textId="77777777" w:rsidR="003D5321" w:rsidRPr="00B67888" w:rsidRDefault="003D5321" w:rsidP="00865F49">
            <w:pPr>
              <w:spacing w:before="480" w:after="48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</w:p>
        </w:tc>
        <w:tc>
          <w:tcPr>
            <w:tcW w:w="2624" w:type="dxa"/>
          </w:tcPr>
          <w:p w14:paraId="701A5226" w14:textId="7D8FE699" w:rsidR="003D5321" w:rsidRPr="008A7CA4" w:rsidRDefault="003D5321" w:rsidP="00071CF8">
            <w:pPr>
              <w:spacing w:before="480" w:after="480" w:line="36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Write 0.0095 as a fraction in its simplest form.</w:t>
            </w:r>
          </w:p>
        </w:tc>
        <w:tc>
          <w:tcPr>
            <w:tcW w:w="5059" w:type="dxa"/>
          </w:tcPr>
          <w:p w14:paraId="701A5227" w14:textId="77777777" w:rsidR="003D5321" w:rsidRPr="00B67888" w:rsidRDefault="003D5321" w:rsidP="003617B5">
            <w:pPr>
              <w:spacing w:before="480" w:after="480" w:line="360" w:lineRule="auto"/>
              <w:rPr>
                <w:sz w:val="22"/>
                <w:szCs w:val="22"/>
              </w:rPr>
            </w:pPr>
          </w:p>
        </w:tc>
      </w:tr>
      <w:tr w:rsidR="003D5321" w:rsidRPr="00B67888" w14:paraId="701A522E" w14:textId="77777777" w:rsidTr="00865F49">
        <w:tc>
          <w:tcPr>
            <w:tcW w:w="1384" w:type="dxa"/>
          </w:tcPr>
          <w:p w14:paraId="701A522A" w14:textId="77777777" w:rsidR="003D5321" w:rsidRDefault="003D5321" w:rsidP="00865F49">
            <w:pPr>
              <w:spacing w:before="480" w:after="48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</w:t>
            </w:r>
          </w:p>
        </w:tc>
        <w:tc>
          <w:tcPr>
            <w:tcW w:w="2624" w:type="dxa"/>
          </w:tcPr>
          <w:p w14:paraId="701A522B" w14:textId="7B6F3FAE" w:rsidR="003D5321" w:rsidRPr="008A7CA4" w:rsidRDefault="003D5321" w:rsidP="00071CF8">
            <w:pPr>
              <w:spacing w:before="480" w:after="480" w:line="36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 xml:space="preserve">Write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15</m:t>
                  </m:r>
                </m:den>
              </m:f>
            </m:oMath>
            <w:r w:rsidRPr="008A7CA4">
              <w:rPr>
                <w:rFonts w:eastAsiaTheme="minorEastAsia"/>
                <w:sz w:val="22"/>
                <w:szCs w:val="22"/>
              </w:rPr>
              <w:t xml:space="preserve"> as a decimal to 3 dp.</w:t>
            </w:r>
          </w:p>
        </w:tc>
        <w:tc>
          <w:tcPr>
            <w:tcW w:w="5059" w:type="dxa"/>
          </w:tcPr>
          <w:p w14:paraId="701A522C" w14:textId="77777777" w:rsidR="003D5321" w:rsidRPr="00B67888" w:rsidRDefault="003D5321" w:rsidP="003617B5">
            <w:pPr>
              <w:spacing w:before="480" w:after="480" w:line="360" w:lineRule="auto"/>
              <w:rPr>
                <w:sz w:val="22"/>
                <w:szCs w:val="22"/>
              </w:rPr>
            </w:pPr>
          </w:p>
        </w:tc>
      </w:tr>
      <w:tr w:rsidR="003D5321" w:rsidRPr="00B67888" w14:paraId="701A5233" w14:textId="77777777" w:rsidTr="00865F49">
        <w:tc>
          <w:tcPr>
            <w:tcW w:w="1384" w:type="dxa"/>
          </w:tcPr>
          <w:p w14:paraId="701A522F" w14:textId="77777777" w:rsidR="003D5321" w:rsidRDefault="003D5321" w:rsidP="00071CF8">
            <w:pPr>
              <w:spacing w:before="480" w:after="480"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c.</w:t>
            </w:r>
          </w:p>
        </w:tc>
        <w:tc>
          <w:tcPr>
            <w:tcW w:w="2624" w:type="dxa"/>
          </w:tcPr>
          <w:p w14:paraId="701A5230" w14:textId="77777777" w:rsidR="003D5321" w:rsidRPr="008A7CA4" w:rsidRDefault="003D5321" w:rsidP="00FB36E7">
            <w:pPr>
              <w:spacing w:before="480" w:after="48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 xml:space="preserve">Convert 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5</m:t>
                  </m:r>
                </m:den>
              </m:f>
            </m:oMath>
            <w:r w:rsidRPr="008A7CA4">
              <w:rPr>
                <w:sz w:val="22"/>
                <w:szCs w:val="22"/>
              </w:rPr>
              <w:t xml:space="preserve">  to a percentage</w:t>
            </w:r>
          </w:p>
        </w:tc>
        <w:tc>
          <w:tcPr>
            <w:tcW w:w="5059" w:type="dxa"/>
          </w:tcPr>
          <w:p w14:paraId="701A5231" w14:textId="77777777" w:rsidR="003D5321" w:rsidRPr="00B67888" w:rsidRDefault="003D5321" w:rsidP="003617B5">
            <w:pPr>
              <w:spacing w:before="480" w:after="480" w:line="360" w:lineRule="auto"/>
              <w:rPr>
                <w:sz w:val="22"/>
                <w:szCs w:val="22"/>
              </w:rPr>
            </w:pPr>
          </w:p>
        </w:tc>
      </w:tr>
      <w:tr w:rsidR="003D5321" w:rsidRPr="00B67888" w14:paraId="701A523A" w14:textId="77777777" w:rsidTr="00865F49">
        <w:tc>
          <w:tcPr>
            <w:tcW w:w="1384" w:type="dxa"/>
          </w:tcPr>
          <w:p w14:paraId="701A5234" w14:textId="77777777" w:rsidR="003D5321" w:rsidRDefault="003D5321" w:rsidP="00071CF8">
            <w:pPr>
              <w:spacing w:before="480" w:after="480"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</w:t>
            </w:r>
          </w:p>
        </w:tc>
        <w:tc>
          <w:tcPr>
            <w:tcW w:w="2624" w:type="dxa"/>
          </w:tcPr>
          <w:p w14:paraId="701A5235" w14:textId="77777777" w:rsidR="003D5321" w:rsidRPr="008A7CA4" w:rsidRDefault="003D5321" w:rsidP="00071CF8">
            <w:pPr>
              <w:spacing w:before="480" w:after="480" w:line="36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What percentage is 2.8g of 2kg</w:t>
            </w:r>
          </w:p>
        </w:tc>
        <w:tc>
          <w:tcPr>
            <w:tcW w:w="5059" w:type="dxa"/>
          </w:tcPr>
          <w:p w14:paraId="701A5236" w14:textId="77777777" w:rsidR="003D5321" w:rsidRDefault="003D5321" w:rsidP="0069197C">
            <w:pPr>
              <w:spacing w:line="360" w:lineRule="auto"/>
              <w:rPr>
                <w:sz w:val="22"/>
                <w:szCs w:val="22"/>
              </w:rPr>
            </w:pPr>
          </w:p>
          <w:p w14:paraId="701A5237" w14:textId="77777777" w:rsidR="003D5321" w:rsidRDefault="003D5321" w:rsidP="0069197C">
            <w:pPr>
              <w:spacing w:line="360" w:lineRule="auto"/>
              <w:rPr>
                <w:sz w:val="22"/>
                <w:szCs w:val="22"/>
              </w:rPr>
            </w:pPr>
          </w:p>
          <w:p w14:paraId="701A5238" w14:textId="77777777" w:rsidR="003D5321" w:rsidRPr="00B67888" w:rsidRDefault="003D5321" w:rsidP="0069197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D5321" w:rsidRPr="00B67888" w14:paraId="701A523F" w14:textId="77777777" w:rsidTr="00865F49">
        <w:tc>
          <w:tcPr>
            <w:tcW w:w="1384" w:type="dxa"/>
          </w:tcPr>
          <w:p w14:paraId="701A523B" w14:textId="77777777" w:rsidR="003D5321" w:rsidRDefault="003D5321" w:rsidP="00071CF8">
            <w:pPr>
              <w:spacing w:before="480" w:after="480"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</w:t>
            </w:r>
          </w:p>
        </w:tc>
        <w:tc>
          <w:tcPr>
            <w:tcW w:w="2624" w:type="dxa"/>
          </w:tcPr>
          <w:p w14:paraId="701A523C" w14:textId="77777777" w:rsidR="003D5321" w:rsidRPr="008A7CA4" w:rsidRDefault="003D5321" w:rsidP="0069197C">
            <w:pPr>
              <w:spacing w:before="480" w:after="480"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Find the total amount of solution if 5% is 15mL</w:t>
            </w:r>
          </w:p>
        </w:tc>
        <w:tc>
          <w:tcPr>
            <w:tcW w:w="5059" w:type="dxa"/>
          </w:tcPr>
          <w:p w14:paraId="701A523D" w14:textId="77777777" w:rsidR="003D5321" w:rsidRPr="00B67888" w:rsidRDefault="003D5321" w:rsidP="00071CF8">
            <w:pPr>
              <w:spacing w:before="480" w:after="480" w:line="360" w:lineRule="auto"/>
              <w:jc w:val="center"/>
              <w:rPr>
                <w:sz w:val="22"/>
                <w:szCs w:val="22"/>
              </w:rPr>
            </w:pPr>
          </w:p>
        </w:tc>
      </w:tr>
    </w:tbl>
    <w:p w14:paraId="701A5240" w14:textId="77777777" w:rsidR="00B04D9D" w:rsidRPr="008A7CA4" w:rsidRDefault="00B04D9D" w:rsidP="00FB36E7">
      <w:pPr>
        <w:pStyle w:val="ListParagraph"/>
        <w:numPr>
          <w:ilvl w:val="0"/>
          <w:numId w:val="9"/>
        </w:numPr>
        <w:tabs>
          <w:tab w:val="clear" w:pos="284"/>
        </w:tabs>
        <w:spacing w:before="240" w:after="360" w:line="240" w:lineRule="auto"/>
        <w:ind w:left="357" w:hanging="357"/>
        <w:rPr>
          <w:rFonts w:eastAsia="Calibri"/>
          <w:sz w:val="22"/>
          <w:szCs w:val="22"/>
        </w:rPr>
      </w:pPr>
      <w:r w:rsidRPr="008A7CA4">
        <w:rPr>
          <w:rFonts w:eastAsia="Calibri"/>
          <w:b/>
          <w:sz w:val="22"/>
          <w:szCs w:val="22"/>
        </w:rPr>
        <w:t>Substitute</w:t>
      </w:r>
      <w:r w:rsidRPr="008A7CA4">
        <w:rPr>
          <w:rFonts w:eastAsia="Calibri"/>
          <w:sz w:val="22"/>
          <w:szCs w:val="22"/>
        </w:rPr>
        <w:t xml:space="preserve"> the data into the provided formulae and </w:t>
      </w:r>
      <w:r w:rsidRPr="008A7CA4">
        <w:rPr>
          <w:rFonts w:eastAsia="Calibri"/>
          <w:b/>
          <w:sz w:val="22"/>
          <w:szCs w:val="22"/>
        </w:rPr>
        <w:t>calculate</w:t>
      </w:r>
      <w:r w:rsidRPr="008A7CA4">
        <w:rPr>
          <w:rFonts w:eastAsia="Calibri"/>
          <w:sz w:val="22"/>
          <w:szCs w:val="22"/>
        </w:rPr>
        <w:t xml:space="preserve"> the answer correct to the appropriate number of significant figures (which you need to determine).</w:t>
      </w:r>
    </w:p>
    <w:p w14:paraId="701A5241" w14:textId="77777777" w:rsidR="00FB36E7" w:rsidRPr="008A7CA4" w:rsidRDefault="00FB36E7" w:rsidP="008A7CA4">
      <w:pPr>
        <w:pStyle w:val="ListParagraph"/>
        <w:tabs>
          <w:tab w:val="clear" w:pos="284"/>
        </w:tabs>
        <w:spacing w:before="240" w:after="360" w:line="240" w:lineRule="auto"/>
        <w:ind w:left="357" w:firstLine="720"/>
        <w:rPr>
          <w:rFonts w:eastAsia="Calibri"/>
          <w:sz w:val="22"/>
          <w:szCs w:val="22"/>
        </w:rPr>
      </w:pPr>
    </w:p>
    <w:p w14:paraId="701A5242" w14:textId="77777777" w:rsidR="001D2049" w:rsidRPr="008A7CA4" w:rsidRDefault="001D2049" w:rsidP="00FB36E7">
      <w:pPr>
        <w:pStyle w:val="ListParagraph"/>
        <w:numPr>
          <w:ilvl w:val="1"/>
          <w:numId w:val="10"/>
        </w:numPr>
        <w:tabs>
          <w:tab w:val="clear" w:pos="284"/>
        </w:tabs>
        <w:spacing w:before="240" w:after="240" w:line="240" w:lineRule="auto"/>
        <w:rPr>
          <w:rFonts w:eastAsia="Calibri"/>
          <w:i/>
          <w:sz w:val="22"/>
          <w:szCs w:val="22"/>
        </w:rPr>
      </w:pPr>
      <w:r w:rsidRPr="008A7CA4">
        <w:rPr>
          <w:rFonts w:eastAsia="Calibri"/>
          <w:i/>
          <w:sz w:val="22"/>
          <w:szCs w:val="22"/>
        </w:rPr>
        <w:t>7st</w:t>
      </w:r>
      <w:r w:rsidRPr="008A7CA4">
        <w:rPr>
          <w:rFonts w:eastAsia="Calibri"/>
          <w:sz w:val="22"/>
          <w:szCs w:val="22"/>
        </w:rPr>
        <w:t xml:space="preserve"> when </w:t>
      </w:r>
      <w:r w:rsidRPr="008A7CA4">
        <w:rPr>
          <w:rFonts w:eastAsia="Calibri"/>
          <w:i/>
          <w:sz w:val="22"/>
          <w:szCs w:val="22"/>
        </w:rPr>
        <w:t>s = 5.1 x 10</w:t>
      </w:r>
      <w:r w:rsidRPr="008A7CA4">
        <w:rPr>
          <w:rFonts w:eastAsia="Calibri"/>
          <w:i/>
          <w:sz w:val="22"/>
          <w:szCs w:val="22"/>
          <w:vertAlign w:val="superscript"/>
        </w:rPr>
        <w:t>-3</w:t>
      </w:r>
      <w:r w:rsidRPr="008A7CA4">
        <w:rPr>
          <w:rFonts w:eastAsia="Calibri"/>
          <w:i/>
          <w:sz w:val="22"/>
          <w:szCs w:val="22"/>
        </w:rPr>
        <w:t xml:space="preserve"> </w:t>
      </w:r>
      <w:r w:rsidRPr="008A7CA4">
        <w:rPr>
          <w:rFonts w:eastAsia="Calibri"/>
          <w:sz w:val="22"/>
          <w:szCs w:val="22"/>
        </w:rPr>
        <w:t xml:space="preserve"> and  </w:t>
      </w:r>
      <w:r w:rsidRPr="008A7CA4">
        <w:rPr>
          <w:rFonts w:eastAsia="Calibri"/>
          <w:i/>
          <w:sz w:val="22"/>
          <w:szCs w:val="22"/>
        </w:rPr>
        <w:t>t =</w:t>
      </w:r>
      <w:r w:rsidR="00FB36E7" w:rsidRPr="008A7CA4">
        <w:rPr>
          <w:rFonts w:eastAsia="Calibri"/>
          <w:i/>
          <w:sz w:val="22"/>
          <w:szCs w:val="22"/>
        </w:rPr>
        <w:t xml:space="preserve"> 8.9 x 10</w:t>
      </w:r>
      <w:r w:rsidR="00FB36E7" w:rsidRPr="008A7CA4">
        <w:rPr>
          <w:rFonts w:eastAsia="Calibri"/>
          <w:i/>
          <w:sz w:val="22"/>
          <w:szCs w:val="22"/>
          <w:vertAlign w:val="superscript"/>
        </w:rPr>
        <w:t>2</w:t>
      </w:r>
    </w:p>
    <w:p w14:paraId="701A5243" w14:textId="77777777" w:rsidR="00FB36E7" w:rsidRDefault="00FB36E7" w:rsidP="00D04AE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Cs w:val="24"/>
        </w:rPr>
      </w:pPr>
    </w:p>
    <w:p w14:paraId="701A5244" w14:textId="77777777" w:rsidR="00FB36E7" w:rsidRDefault="00FB36E7" w:rsidP="00D04AE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Cs w:val="24"/>
        </w:rPr>
      </w:pPr>
    </w:p>
    <w:p w14:paraId="701A5245" w14:textId="77777777" w:rsidR="00FB36E7" w:rsidRDefault="00FB36E7" w:rsidP="00D04AE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Cs w:val="24"/>
        </w:rPr>
      </w:pPr>
    </w:p>
    <w:p w14:paraId="701A5246" w14:textId="77777777" w:rsidR="00FB36E7" w:rsidRPr="000D5FEB" w:rsidRDefault="00FB36E7" w:rsidP="00D04AE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Cs w:val="24"/>
        </w:rPr>
      </w:pPr>
    </w:p>
    <w:p w14:paraId="6E4F309D" w14:textId="43E99FE7" w:rsidR="00865F49" w:rsidRPr="00865F49" w:rsidRDefault="00865F49" w:rsidP="00865F49">
      <w:pPr>
        <w:jc w:val="right"/>
        <w:rPr>
          <w:szCs w:val="24"/>
        </w:rPr>
      </w:pPr>
    </w:p>
    <w:p w14:paraId="701A5248" w14:textId="77777777" w:rsidR="00B04D9D" w:rsidRPr="008A7CA4" w:rsidRDefault="00B04D9D" w:rsidP="00FB36E7">
      <w:pPr>
        <w:numPr>
          <w:ilvl w:val="1"/>
          <w:numId w:val="33"/>
        </w:numPr>
        <w:tabs>
          <w:tab w:val="clear" w:pos="284"/>
        </w:tabs>
        <w:spacing w:before="240" w:after="0" w:line="240" w:lineRule="auto"/>
        <w:contextualSpacing/>
        <w:rPr>
          <w:rFonts w:eastAsia="Calibri"/>
          <w:sz w:val="22"/>
          <w:szCs w:val="22"/>
        </w:rPr>
      </w:pPr>
      <m:oMath>
        <m:r>
          <w:rPr>
            <w:rFonts w:ascii="Cambria Math" w:eastAsia="Calibri" w:hAnsi="Cambria Math"/>
            <w:sz w:val="22"/>
            <w:szCs w:val="22"/>
          </w:rPr>
          <m:t>A=</m:t>
        </m:r>
        <m:f>
          <m:fPr>
            <m:ctrlPr>
              <w:rPr>
                <w:rFonts w:ascii="Cambria Math" w:eastAsia="Calibri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="Calibri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="Calibri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="Calibri" w:hAnsi="Cambria Math"/>
            <w:sz w:val="22"/>
            <w:szCs w:val="22"/>
          </w:rPr>
          <m:t>bh</m:t>
        </m:r>
      </m:oMath>
      <w:r w:rsidRPr="008A7CA4">
        <w:rPr>
          <w:rFonts w:eastAsia="Calibri"/>
          <w:sz w:val="22"/>
          <w:szCs w:val="22"/>
        </w:rPr>
        <w:t xml:space="preserve"> </w:t>
      </w:r>
      <w:r w:rsidRPr="008A7CA4">
        <w:rPr>
          <w:rFonts w:eastAsia="Calibri"/>
          <w:sz w:val="22"/>
          <w:szCs w:val="22"/>
        </w:rPr>
        <w:tab/>
        <w:t xml:space="preserve">when </w:t>
      </w:r>
      <w:r w:rsidRPr="008A7CA4">
        <w:rPr>
          <w:rFonts w:eastAsia="Calibri"/>
          <w:i/>
          <w:sz w:val="22"/>
          <w:szCs w:val="22"/>
        </w:rPr>
        <w:t>b</w:t>
      </w:r>
      <w:r w:rsidRPr="008A7CA4">
        <w:rPr>
          <w:rFonts w:eastAsia="Calibri"/>
          <w:sz w:val="22"/>
          <w:szCs w:val="22"/>
        </w:rPr>
        <w:t xml:space="preserve"> =2.9 </w:t>
      </w:r>
      <m:oMath>
        <m:r>
          <w:rPr>
            <w:rFonts w:ascii="Cambria Math" w:eastAsia="Calibri" w:hAnsi="Cambria Math"/>
            <w:sz w:val="22"/>
            <w:szCs w:val="22"/>
          </w:rPr>
          <m:t>×</m:t>
        </m:r>
      </m:oMath>
      <w:r w:rsidRPr="008A7CA4">
        <w:rPr>
          <w:rFonts w:eastAsia="Calibri"/>
          <w:sz w:val="22"/>
          <w:szCs w:val="22"/>
        </w:rPr>
        <w:t xml:space="preserve"> 10</w:t>
      </w:r>
      <w:r w:rsidRPr="008A7CA4">
        <w:rPr>
          <w:rFonts w:eastAsia="Calibri"/>
          <w:sz w:val="22"/>
          <w:szCs w:val="22"/>
          <w:vertAlign w:val="superscript"/>
        </w:rPr>
        <w:t xml:space="preserve">6  </w:t>
      </w:r>
      <w:r w:rsidRPr="008A7CA4">
        <w:rPr>
          <w:rFonts w:eastAsia="Calibri"/>
          <w:sz w:val="22"/>
          <w:szCs w:val="22"/>
        </w:rPr>
        <w:t xml:space="preserve">and </w:t>
      </w:r>
      <w:r w:rsidRPr="008A7CA4">
        <w:rPr>
          <w:rFonts w:eastAsia="Calibri"/>
          <w:i/>
          <w:sz w:val="22"/>
          <w:szCs w:val="22"/>
        </w:rPr>
        <w:t>h</w:t>
      </w:r>
      <w:r w:rsidRPr="008A7CA4">
        <w:rPr>
          <w:rFonts w:eastAsia="Calibri"/>
          <w:sz w:val="22"/>
          <w:szCs w:val="22"/>
        </w:rPr>
        <w:t xml:space="preserve"> = 6.5 </w:t>
      </w:r>
      <m:oMath>
        <m:r>
          <w:rPr>
            <w:rFonts w:ascii="Cambria Math" w:eastAsia="Calibri" w:hAnsi="Cambria Math"/>
            <w:sz w:val="22"/>
            <w:szCs w:val="22"/>
          </w:rPr>
          <m:t>×</m:t>
        </m:r>
      </m:oMath>
      <w:r w:rsidRPr="008A7CA4">
        <w:rPr>
          <w:rFonts w:eastAsia="Calibri"/>
          <w:sz w:val="22"/>
          <w:szCs w:val="22"/>
        </w:rPr>
        <w:t xml:space="preserve"> 10</w:t>
      </w:r>
      <w:r w:rsidRPr="008A7CA4">
        <w:rPr>
          <w:rFonts w:eastAsia="Calibri"/>
          <w:sz w:val="22"/>
          <w:szCs w:val="22"/>
          <w:vertAlign w:val="superscript"/>
        </w:rPr>
        <w:t>4</w:t>
      </w:r>
    </w:p>
    <w:p w14:paraId="701A5249" w14:textId="77777777" w:rsidR="00B04D9D" w:rsidRPr="000D5FEB" w:rsidRDefault="00B04D9D" w:rsidP="00B04D9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4A" w14:textId="77777777" w:rsidR="0069197C" w:rsidRDefault="0069197C" w:rsidP="00B04D9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4B" w14:textId="77777777" w:rsidR="00FB36E7" w:rsidRDefault="00FB36E7" w:rsidP="00B04D9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4C" w14:textId="77777777" w:rsidR="0069197C" w:rsidRPr="000D5FEB" w:rsidRDefault="0069197C" w:rsidP="00B04D9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FA3A3C7" w14:textId="1BDE4ABC" w:rsidR="00865F49" w:rsidRDefault="00865F49" w:rsidP="008F3E14">
      <w:pPr>
        <w:jc w:val="right"/>
        <w:rPr>
          <w:szCs w:val="24"/>
        </w:rPr>
      </w:pPr>
    </w:p>
    <w:p w14:paraId="701A524E" w14:textId="77777777" w:rsidR="00FB36E7" w:rsidRDefault="00FB36E7">
      <w:pPr>
        <w:tabs>
          <w:tab w:val="clear" w:pos="284"/>
        </w:tabs>
        <w:spacing w:before="0" w:after="200" w:line="276" w:lineRule="auto"/>
        <w:rPr>
          <w:rFonts w:eastAsia="Calibri"/>
          <w:szCs w:val="24"/>
        </w:rPr>
      </w:pPr>
      <w:r>
        <w:rPr>
          <w:rFonts w:eastAsia="Calibri"/>
          <w:szCs w:val="24"/>
        </w:rPr>
        <w:br w:type="page"/>
      </w:r>
    </w:p>
    <w:p w14:paraId="701A524F" w14:textId="77777777" w:rsidR="00B04D9D" w:rsidRPr="000D5FEB" w:rsidRDefault="00C53D45" w:rsidP="00FB36E7">
      <w:pPr>
        <w:numPr>
          <w:ilvl w:val="1"/>
          <w:numId w:val="33"/>
        </w:numPr>
        <w:tabs>
          <w:tab w:val="clear" w:pos="284"/>
        </w:tabs>
        <w:spacing w:before="240" w:after="240" w:line="240" w:lineRule="auto"/>
        <w:jc w:val="both"/>
        <w:rPr>
          <w:rFonts w:eastAsia="Calibri"/>
          <w:szCs w:val="24"/>
        </w:rPr>
      </w:pPr>
      <w:r w:rsidRPr="000D5FEB">
        <w:rPr>
          <w:rFonts w:eastAsia="Calibri"/>
          <w:szCs w:val="24"/>
        </w:rPr>
        <w:lastRenderedPageBreak/>
        <w:t xml:space="preserve">V = </w:t>
      </w:r>
      <w:r w:rsidRPr="000D5FEB">
        <w:rPr>
          <w:rFonts w:eastAsia="Calibri"/>
          <w:i/>
          <w:szCs w:val="24"/>
        </w:rPr>
        <w:t>u</w:t>
      </w:r>
      <w:r w:rsidRPr="000D5FEB">
        <w:rPr>
          <w:rFonts w:eastAsia="Calibri"/>
          <w:szCs w:val="24"/>
        </w:rPr>
        <w:t xml:space="preserve"> + </w:t>
      </w:r>
      <w:r w:rsidRPr="000D5FEB">
        <w:rPr>
          <w:rFonts w:eastAsia="Calibri"/>
          <w:i/>
          <w:szCs w:val="24"/>
        </w:rPr>
        <w:t>at</w:t>
      </w:r>
      <w:r w:rsidRPr="000D5FEB">
        <w:rPr>
          <w:rFonts w:eastAsia="Calibri"/>
          <w:szCs w:val="24"/>
        </w:rPr>
        <w:t xml:space="preserve"> </w:t>
      </w:r>
      <w:r w:rsidRPr="000D5FEB">
        <w:rPr>
          <w:rFonts w:eastAsia="Calibri"/>
          <w:szCs w:val="24"/>
        </w:rPr>
        <w:tab/>
        <w:t xml:space="preserve">when </w:t>
      </w:r>
      <w:r w:rsidRPr="000D5FEB">
        <w:rPr>
          <w:rFonts w:eastAsia="Calibri"/>
          <w:i/>
          <w:szCs w:val="24"/>
        </w:rPr>
        <w:t>u</w:t>
      </w:r>
      <w:r w:rsidRPr="000D5FEB">
        <w:rPr>
          <w:rFonts w:eastAsia="Calibri"/>
          <w:szCs w:val="24"/>
        </w:rPr>
        <w:t xml:space="preserve"> = 3.1 </w:t>
      </w:r>
      <m:oMath>
        <m:r>
          <w:rPr>
            <w:rFonts w:ascii="Cambria Math" w:eastAsia="Calibri" w:hAnsi="Cambria Math"/>
            <w:szCs w:val="24"/>
          </w:rPr>
          <m:t>×</m:t>
        </m:r>
      </m:oMath>
      <w:r w:rsidRPr="000D5FEB">
        <w:rPr>
          <w:rFonts w:eastAsia="Calibri"/>
          <w:szCs w:val="24"/>
        </w:rPr>
        <w:t>10</w:t>
      </w:r>
      <w:r w:rsidRPr="000D5FEB">
        <w:rPr>
          <w:rFonts w:eastAsia="Calibri"/>
          <w:szCs w:val="24"/>
          <w:vertAlign w:val="superscript"/>
        </w:rPr>
        <w:t>4</w:t>
      </w:r>
      <w:r w:rsidRPr="000D5FEB">
        <w:rPr>
          <w:rFonts w:eastAsia="Calibri"/>
          <w:szCs w:val="24"/>
        </w:rPr>
        <w:t xml:space="preserve">, </w:t>
      </w:r>
      <w:r w:rsidRPr="000D5FEB">
        <w:rPr>
          <w:rFonts w:eastAsia="Calibri"/>
          <w:i/>
          <w:szCs w:val="24"/>
        </w:rPr>
        <w:t>a</w:t>
      </w:r>
      <w:r w:rsidRPr="000D5FEB">
        <w:rPr>
          <w:rFonts w:eastAsia="Calibri"/>
          <w:szCs w:val="24"/>
        </w:rPr>
        <w:t xml:space="preserve"> = 4, </w:t>
      </w:r>
      <w:r w:rsidRPr="000D5FEB">
        <w:rPr>
          <w:rFonts w:eastAsia="Calibri"/>
          <w:i/>
          <w:szCs w:val="24"/>
        </w:rPr>
        <w:t>t</w:t>
      </w:r>
      <w:r w:rsidRPr="000D5FEB">
        <w:rPr>
          <w:rFonts w:eastAsia="Calibri"/>
          <w:szCs w:val="24"/>
        </w:rPr>
        <w:t xml:space="preserve"> = 3.4 </w:t>
      </w:r>
      <m:oMath>
        <m:r>
          <w:rPr>
            <w:rFonts w:ascii="Cambria Math" w:eastAsia="Calibri" w:hAnsi="Cambria Math"/>
            <w:szCs w:val="24"/>
          </w:rPr>
          <m:t>×</m:t>
        </m:r>
      </m:oMath>
      <w:r w:rsidRPr="000D5FEB">
        <w:rPr>
          <w:rFonts w:eastAsia="Calibri"/>
          <w:szCs w:val="24"/>
        </w:rPr>
        <w:t xml:space="preserve"> 10</w:t>
      </w:r>
      <w:r w:rsidRPr="000D5FEB">
        <w:rPr>
          <w:rFonts w:eastAsia="Calibri"/>
          <w:szCs w:val="24"/>
          <w:vertAlign w:val="superscript"/>
        </w:rPr>
        <w:t>3</w:t>
      </w:r>
    </w:p>
    <w:p w14:paraId="143ECC9B" w14:textId="77777777" w:rsidR="00865F49" w:rsidRPr="000D5FEB" w:rsidRDefault="00865F49" w:rsidP="00865F4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83C0686" w14:textId="77777777" w:rsidR="00865F49" w:rsidRDefault="00865F49" w:rsidP="00865F4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41D32B51" w14:textId="77777777" w:rsidR="00865F49" w:rsidRDefault="00865F49" w:rsidP="00865F4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5D31A27B" w14:textId="77777777" w:rsidR="00865F49" w:rsidRPr="000D5FEB" w:rsidRDefault="00865F49" w:rsidP="00865F4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55" w14:textId="662358C1" w:rsidR="00C53D45" w:rsidRPr="00865F49" w:rsidRDefault="00C53D45" w:rsidP="00865F49">
      <w:pPr>
        <w:numPr>
          <w:ilvl w:val="0"/>
          <w:numId w:val="2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 w:rsidRPr="00865F49">
        <w:rPr>
          <w:sz w:val="22"/>
          <w:szCs w:val="22"/>
        </w:rPr>
        <w:t>Express each ratio in its lowest terms</w:t>
      </w:r>
    </w:p>
    <w:p w14:paraId="701A5256" w14:textId="77777777" w:rsidR="00C53D45" w:rsidRPr="008A7CA4" w:rsidRDefault="00C53D45" w:rsidP="00154330">
      <w:pPr>
        <w:numPr>
          <w:ilvl w:val="1"/>
          <w:numId w:val="2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 w:rsidRPr="008A7CA4">
        <w:rPr>
          <w:sz w:val="22"/>
          <w:szCs w:val="22"/>
        </w:rPr>
        <w:t xml:space="preserve">144 : 12 </w:t>
      </w:r>
    </w:p>
    <w:p w14:paraId="701A5257" w14:textId="77777777" w:rsidR="00C53D45" w:rsidRPr="000D5FEB" w:rsidRDefault="00C53D45" w:rsidP="00C53D4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58" w14:textId="77777777" w:rsidR="00C53D45" w:rsidRPr="000D5FEB" w:rsidRDefault="00C53D45" w:rsidP="00C53D4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59" w14:textId="77777777" w:rsidR="00C53D45" w:rsidRPr="000D5FEB" w:rsidRDefault="00C53D45" w:rsidP="00C53D4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34B15A5" w14:textId="1AAAA8DE" w:rsidR="00865F49" w:rsidRDefault="00865F49" w:rsidP="00C53D45">
      <w:pPr>
        <w:jc w:val="right"/>
        <w:rPr>
          <w:szCs w:val="24"/>
        </w:rPr>
      </w:pPr>
    </w:p>
    <w:p w14:paraId="701A525B" w14:textId="77777777" w:rsidR="00C53D45" w:rsidRPr="008A7CA4" w:rsidRDefault="00C53D45" w:rsidP="00154330">
      <w:pPr>
        <w:numPr>
          <w:ilvl w:val="1"/>
          <w:numId w:val="2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 w:rsidRPr="008A7CA4">
        <w:rPr>
          <w:sz w:val="22"/>
          <w:szCs w:val="22"/>
        </w:rPr>
        <w:t xml:space="preserve">6.4 : 1.6 </w:t>
      </w:r>
    </w:p>
    <w:p w14:paraId="701A525C" w14:textId="77777777" w:rsidR="00C53D45" w:rsidRPr="000D5FEB" w:rsidRDefault="00C53D45" w:rsidP="00C53D4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5D" w14:textId="77777777" w:rsidR="00C53D45" w:rsidRPr="000D5FEB" w:rsidRDefault="00C53D45" w:rsidP="00C53D4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5E" w14:textId="77777777" w:rsidR="00C53D45" w:rsidRPr="000D5FEB" w:rsidRDefault="00C53D45" w:rsidP="00C53D4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2EB8CEB" w14:textId="77777777" w:rsidR="00865F49" w:rsidRPr="000D5FEB" w:rsidRDefault="00865F49" w:rsidP="00C53D45">
      <w:pPr>
        <w:jc w:val="right"/>
        <w:rPr>
          <w:szCs w:val="24"/>
        </w:rPr>
      </w:pPr>
    </w:p>
    <w:p w14:paraId="701A5260" w14:textId="77777777" w:rsidR="008F3E14" w:rsidRDefault="008F3E14">
      <w:pPr>
        <w:tabs>
          <w:tab w:val="clear" w:pos="284"/>
        </w:tabs>
        <w:spacing w:before="0" w:after="200" w:line="276" w:lineRule="auto"/>
        <w:rPr>
          <w:szCs w:val="24"/>
        </w:rPr>
      </w:pPr>
    </w:p>
    <w:p w14:paraId="701A5261" w14:textId="77777777" w:rsidR="005A2DD5" w:rsidRPr="008A7CA4" w:rsidRDefault="00CE7E5D" w:rsidP="00154330">
      <w:pPr>
        <w:numPr>
          <w:ilvl w:val="0"/>
          <w:numId w:val="2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 w:rsidRPr="008A7CA4">
        <w:rPr>
          <w:sz w:val="22"/>
          <w:szCs w:val="22"/>
        </w:rPr>
        <w:t xml:space="preserve">a. </w:t>
      </w:r>
      <w:r w:rsidR="00BB36FC" w:rsidRPr="008A7CA4">
        <w:rPr>
          <w:sz w:val="22"/>
          <w:szCs w:val="22"/>
        </w:rPr>
        <w:t>If there were 120 micro-organisms on a pour plate of a 10:2 dilution, how many organisms were there per mL of the original solution?</w:t>
      </w:r>
    </w:p>
    <w:p w14:paraId="701A5262" w14:textId="77777777" w:rsidR="005A2DD5" w:rsidRPr="000D5FEB" w:rsidRDefault="005A2DD5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360"/>
        <w:rPr>
          <w:szCs w:val="24"/>
        </w:rPr>
      </w:pPr>
    </w:p>
    <w:p w14:paraId="701A5263" w14:textId="77777777" w:rsidR="00B5002A" w:rsidRDefault="00B5002A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360"/>
        <w:rPr>
          <w:szCs w:val="24"/>
        </w:rPr>
      </w:pPr>
    </w:p>
    <w:p w14:paraId="701A5264" w14:textId="77777777" w:rsidR="00DB64B8" w:rsidRDefault="00DB64B8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360"/>
        <w:rPr>
          <w:szCs w:val="24"/>
        </w:rPr>
      </w:pPr>
    </w:p>
    <w:p w14:paraId="701A5265" w14:textId="77777777" w:rsidR="00B5002A" w:rsidRPr="000D5FEB" w:rsidRDefault="00B5002A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360"/>
        <w:rPr>
          <w:szCs w:val="24"/>
        </w:rPr>
      </w:pPr>
    </w:p>
    <w:p w14:paraId="701A5266" w14:textId="77777777" w:rsidR="005A2DD5" w:rsidRPr="000D5FEB" w:rsidRDefault="005A2DD5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360"/>
        <w:rPr>
          <w:szCs w:val="24"/>
        </w:rPr>
      </w:pPr>
    </w:p>
    <w:p w14:paraId="06A41771" w14:textId="77777777" w:rsidR="00865F49" w:rsidRDefault="00865F49" w:rsidP="005A2DD5">
      <w:pPr>
        <w:jc w:val="right"/>
        <w:rPr>
          <w:szCs w:val="24"/>
        </w:rPr>
      </w:pPr>
    </w:p>
    <w:p w14:paraId="623D7192" w14:textId="6633EC1E" w:rsidR="008A7CA4" w:rsidRDefault="00CE7E5D" w:rsidP="008A7CA4">
      <w:pPr>
        <w:ind w:left="696" w:hanging="426"/>
        <w:rPr>
          <w:szCs w:val="24"/>
        </w:rPr>
      </w:pPr>
      <w:r>
        <w:rPr>
          <w:szCs w:val="24"/>
        </w:rPr>
        <w:t xml:space="preserve">       </w:t>
      </w:r>
      <w:r w:rsidR="008A7CA4">
        <w:rPr>
          <w:szCs w:val="24"/>
        </w:rPr>
        <w:br w:type="page"/>
      </w:r>
    </w:p>
    <w:p w14:paraId="701A5268" w14:textId="67CDEE57" w:rsidR="00CE7E5D" w:rsidRPr="008A7CA4" w:rsidRDefault="00CE7E5D" w:rsidP="008A7CA4">
      <w:pPr>
        <w:ind w:left="696" w:hanging="426"/>
        <w:rPr>
          <w:sz w:val="22"/>
          <w:szCs w:val="22"/>
        </w:rPr>
      </w:pPr>
      <w:r>
        <w:rPr>
          <w:szCs w:val="24"/>
        </w:rPr>
        <w:lastRenderedPageBreak/>
        <w:t xml:space="preserve">  </w:t>
      </w:r>
      <w:proofErr w:type="gramStart"/>
      <w:r w:rsidRPr="008A7CA4">
        <w:rPr>
          <w:sz w:val="22"/>
          <w:szCs w:val="22"/>
        </w:rPr>
        <w:t>b</w:t>
      </w:r>
      <w:proofErr w:type="gramEnd"/>
      <w:r w:rsidRPr="008A7CA4">
        <w:rPr>
          <w:sz w:val="22"/>
          <w:szCs w:val="22"/>
        </w:rPr>
        <w:t>. 2.5 g of potassium hydroxide is dissolved in 50 mL of water. Calculate the concentration of sodium hydroxide in:</w:t>
      </w:r>
    </w:p>
    <w:p w14:paraId="701A5269" w14:textId="77777777" w:rsidR="00CE7E5D" w:rsidRPr="008A7CA4" w:rsidRDefault="00CE7E5D" w:rsidP="00CE7E5D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8A7CA4">
        <w:rPr>
          <w:sz w:val="22"/>
          <w:szCs w:val="22"/>
        </w:rPr>
        <w:t>g/mL</w:t>
      </w:r>
    </w:p>
    <w:p w14:paraId="701A526A" w14:textId="77777777" w:rsidR="00CE7E5D" w:rsidRPr="008A7CA4" w:rsidRDefault="00CE7E5D" w:rsidP="00CE7E5D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8A7CA4">
        <w:rPr>
          <w:sz w:val="22"/>
          <w:szCs w:val="22"/>
        </w:rPr>
        <w:t>%w/v</w:t>
      </w:r>
    </w:p>
    <w:p w14:paraId="701A526B" w14:textId="77777777" w:rsidR="00CE7E5D" w:rsidRDefault="00CE7E5D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630"/>
        <w:rPr>
          <w:szCs w:val="24"/>
        </w:rPr>
      </w:pPr>
    </w:p>
    <w:p w14:paraId="701A526C" w14:textId="77777777" w:rsidR="00CE7E5D" w:rsidRDefault="00CE7E5D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630"/>
        <w:rPr>
          <w:szCs w:val="24"/>
        </w:rPr>
      </w:pPr>
    </w:p>
    <w:p w14:paraId="701A526D" w14:textId="77777777" w:rsidR="00CE7E5D" w:rsidRDefault="00CE7E5D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630"/>
        <w:rPr>
          <w:szCs w:val="24"/>
        </w:rPr>
      </w:pPr>
    </w:p>
    <w:p w14:paraId="701A526E" w14:textId="77777777" w:rsidR="00B5002A" w:rsidRDefault="00B5002A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630"/>
        <w:rPr>
          <w:szCs w:val="24"/>
        </w:rPr>
      </w:pPr>
    </w:p>
    <w:p w14:paraId="701A526F" w14:textId="77777777" w:rsidR="00B5002A" w:rsidRDefault="00B5002A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630"/>
        <w:rPr>
          <w:szCs w:val="24"/>
        </w:rPr>
      </w:pPr>
    </w:p>
    <w:p w14:paraId="701A5270" w14:textId="77777777" w:rsidR="00B5002A" w:rsidRPr="000D5FEB" w:rsidRDefault="00B5002A" w:rsidP="00CE7E5D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630"/>
        <w:rPr>
          <w:szCs w:val="24"/>
        </w:rPr>
      </w:pPr>
    </w:p>
    <w:p w14:paraId="7A40903B" w14:textId="77777777" w:rsidR="00865F49" w:rsidRPr="00B5002A" w:rsidRDefault="00865F49" w:rsidP="00B5002A">
      <w:pPr>
        <w:jc w:val="right"/>
        <w:rPr>
          <w:szCs w:val="24"/>
        </w:rPr>
      </w:pPr>
    </w:p>
    <w:p w14:paraId="701A5272" w14:textId="77777777" w:rsidR="00CE7E5D" w:rsidRPr="008A7CA4" w:rsidRDefault="00B5002A" w:rsidP="00B5002A">
      <w:pPr>
        <w:pStyle w:val="ListParagraph"/>
        <w:numPr>
          <w:ilvl w:val="1"/>
          <w:numId w:val="35"/>
        </w:numPr>
        <w:rPr>
          <w:sz w:val="22"/>
          <w:szCs w:val="22"/>
        </w:rPr>
      </w:pPr>
      <w:r w:rsidRPr="008A7CA4">
        <w:rPr>
          <w:sz w:val="22"/>
          <w:szCs w:val="22"/>
        </w:rPr>
        <w:t xml:space="preserve">A solution contains 24 g of solute in 300 </w:t>
      </w:r>
      <w:proofErr w:type="spellStart"/>
      <w:r w:rsidRPr="008A7CA4">
        <w:rPr>
          <w:sz w:val="22"/>
          <w:szCs w:val="22"/>
        </w:rPr>
        <w:t>mL.</w:t>
      </w:r>
      <w:proofErr w:type="spellEnd"/>
      <w:r w:rsidRPr="008A7CA4">
        <w:rPr>
          <w:sz w:val="22"/>
          <w:szCs w:val="22"/>
        </w:rPr>
        <w:t xml:space="preserve"> What is the % concentration? Is this concentration w/v or w/w.</w:t>
      </w:r>
    </w:p>
    <w:p w14:paraId="701A5273" w14:textId="77777777" w:rsidR="00B5002A" w:rsidRDefault="00B5002A" w:rsidP="00B5002A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567"/>
        <w:rPr>
          <w:szCs w:val="24"/>
        </w:rPr>
      </w:pPr>
    </w:p>
    <w:p w14:paraId="701A5274" w14:textId="77777777" w:rsidR="00B5002A" w:rsidRDefault="00B5002A" w:rsidP="00B5002A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567"/>
        <w:rPr>
          <w:szCs w:val="24"/>
        </w:rPr>
      </w:pPr>
    </w:p>
    <w:p w14:paraId="701A5275" w14:textId="77777777" w:rsidR="00B5002A" w:rsidRPr="000D5FEB" w:rsidRDefault="00B5002A" w:rsidP="00B5002A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567"/>
        <w:rPr>
          <w:szCs w:val="24"/>
        </w:rPr>
      </w:pPr>
    </w:p>
    <w:p w14:paraId="39FE0A49" w14:textId="77777777" w:rsidR="00865F49" w:rsidRPr="00B5002A" w:rsidRDefault="00865F49" w:rsidP="00B5002A">
      <w:pPr>
        <w:jc w:val="right"/>
        <w:rPr>
          <w:szCs w:val="24"/>
        </w:rPr>
      </w:pPr>
    </w:p>
    <w:p w14:paraId="701A5277" w14:textId="77777777" w:rsidR="00B5002A" w:rsidRPr="008A7CA4" w:rsidRDefault="00B5002A" w:rsidP="00B5002A">
      <w:pPr>
        <w:pStyle w:val="ListParagraph"/>
        <w:numPr>
          <w:ilvl w:val="1"/>
          <w:numId w:val="35"/>
        </w:numPr>
        <w:rPr>
          <w:sz w:val="22"/>
          <w:szCs w:val="22"/>
        </w:rPr>
      </w:pPr>
      <w:r w:rsidRPr="008A7CA4">
        <w:rPr>
          <w:sz w:val="22"/>
          <w:szCs w:val="22"/>
        </w:rPr>
        <w:t xml:space="preserve">What volume of 4% v/v </w:t>
      </w:r>
      <w:proofErr w:type="spellStart"/>
      <w:r w:rsidRPr="008A7CA4">
        <w:rPr>
          <w:sz w:val="22"/>
          <w:szCs w:val="22"/>
        </w:rPr>
        <w:t>sulfuric</w:t>
      </w:r>
      <w:proofErr w:type="spellEnd"/>
      <w:r w:rsidRPr="008A7CA4">
        <w:rPr>
          <w:sz w:val="22"/>
          <w:szCs w:val="22"/>
        </w:rPr>
        <w:t xml:space="preserve"> acid is required to prepare 1L of 0.5% v/v </w:t>
      </w:r>
      <w:proofErr w:type="spellStart"/>
      <w:r w:rsidRPr="008A7CA4">
        <w:rPr>
          <w:sz w:val="22"/>
          <w:szCs w:val="22"/>
        </w:rPr>
        <w:t>sulfuric</w:t>
      </w:r>
      <w:proofErr w:type="spellEnd"/>
      <w:r w:rsidRPr="008A7CA4">
        <w:rPr>
          <w:sz w:val="22"/>
          <w:szCs w:val="22"/>
        </w:rPr>
        <w:t xml:space="preserve"> </w:t>
      </w:r>
      <w:proofErr w:type="gramStart"/>
      <w:r w:rsidRPr="008A7CA4">
        <w:rPr>
          <w:sz w:val="22"/>
          <w:szCs w:val="22"/>
        </w:rPr>
        <w:t>acid.</w:t>
      </w:r>
      <w:proofErr w:type="gramEnd"/>
    </w:p>
    <w:p w14:paraId="701A5278" w14:textId="77777777" w:rsidR="00B5002A" w:rsidRDefault="00B5002A" w:rsidP="00B5002A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567"/>
        <w:rPr>
          <w:szCs w:val="24"/>
        </w:rPr>
      </w:pPr>
    </w:p>
    <w:p w14:paraId="701A5279" w14:textId="77777777" w:rsidR="00B5002A" w:rsidRDefault="00B5002A" w:rsidP="00B5002A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567"/>
        <w:rPr>
          <w:szCs w:val="24"/>
        </w:rPr>
      </w:pPr>
    </w:p>
    <w:p w14:paraId="701A527A" w14:textId="77777777" w:rsidR="00B5002A" w:rsidRPr="000D5FEB" w:rsidRDefault="00B5002A" w:rsidP="00B5002A">
      <w:pPr>
        <w:pStyle w:val="Body"/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ind w:left="567"/>
        <w:rPr>
          <w:szCs w:val="24"/>
        </w:rPr>
      </w:pPr>
    </w:p>
    <w:p w14:paraId="701A527C" w14:textId="77777777" w:rsidR="00FF20A5" w:rsidRPr="00B5002A" w:rsidRDefault="00FF20A5" w:rsidP="00FF20A5">
      <w:pPr>
        <w:pStyle w:val="ListParagraph"/>
        <w:ind w:left="567"/>
        <w:jc w:val="right"/>
        <w:rPr>
          <w:szCs w:val="24"/>
        </w:rPr>
      </w:pPr>
    </w:p>
    <w:p w14:paraId="701A527D" w14:textId="77777777" w:rsidR="00FF20A5" w:rsidRPr="008A7CA4" w:rsidRDefault="00FF20A5" w:rsidP="00FF20A5">
      <w:pPr>
        <w:pStyle w:val="ListParagraph"/>
        <w:numPr>
          <w:ilvl w:val="1"/>
          <w:numId w:val="35"/>
        </w:numPr>
        <w:tabs>
          <w:tab w:val="clear" w:pos="284"/>
        </w:tabs>
        <w:spacing w:before="240" w:after="200" w:line="276" w:lineRule="auto"/>
        <w:rPr>
          <w:sz w:val="22"/>
          <w:szCs w:val="22"/>
        </w:rPr>
      </w:pPr>
      <w:r w:rsidRPr="008A7CA4">
        <w:rPr>
          <w:sz w:val="22"/>
          <w:szCs w:val="22"/>
        </w:rPr>
        <w:t>Liquids A and B are mixed in the ratio 2:7 (by volume). What volume of liquid A would be present in 108 mL of the mixed solution?</w:t>
      </w:r>
    </w:p>
    <w:p w14:paraId="701A527E" w14:textId="77777777" w:rsidR="00FF20A5" w:rsidRPr="000D5FEB" w:rsidRDefault="00FF20A5" w:rsidP="008A7CA4">
      <w:pPr>
        <w:pStyle w:val="Body"/>
        <w:pBdr>
          <w:top w:val="single" w:sz="4" w:space="0" w:color="2D739F"/>
          <w:left w:val="single" w:sz="4" w:space="0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426" w:firstLine="66"/>
        <w:rPr>
          <w:szCs w:val="24"/>
        </w:rPr>
      </w:pPr>
    </w:p>
    <w:p w14:paraId="701A527F" w14:textId="77777777" w:rsidR="00FF20A5" w:rsidRPr="000D5FEB" w:rsidRDefault="00FF20A5" w:rsidP="008A7CA4">
      <w:pPr>
        <w:pStyle w:val="Body"/>
        <w:pBdr>
          <w:top w:val="single" w:sz="4" w:space="0" w:color="2D739F"/>
          <w:left w:val="single" w:sz="4" w:space="0" w:color="2D739F"/>
          <w:bottom w:val="single" w:sz="4" w:space="1" w:color="2D739F"/>
          <w:right w:val="single" w:sz="4" w:space="4" w:color="2D739F"/>
        </w:pBdr>
        <w:tabs>
          <w:tab w:val="clear" w:pos="284"/>
        </w:tabs>
        <w:ind w:left="426" w:firstLine="66"/>
        <w:rPr>
          <w:szCs w:val="24"/>
        </w:rPr>
      </w:pPr>
    </w:p>
    <w:p w14:paraId="60C062B3" w14:textId="77777777" w:rsidR="00865F49" w:rsidRPr="000D5FEB" w:rsidRDefault="00865F49" w:rsidP="00FF20A5">
      <w:pPr>
        <w:jc w:val="right"/>
        <w:rPr>
          <w:szCs w:val="24"/>
        </w:rPr>
      </w:pPr>
    </w:p>
    <w:p w14:paraId="701A5282" w14:textId="0FA22EF2" w:rsidR="00B5002A" w:rsidRDefault="00B5002A" w:rsidP="00B5002A">
      <w:pPr>
        <w:pStyle w:val="ListParagraph"/>
        <w:ind w:left="1134"/>
        <w:rPr>
          <w:szCs w:val="24"/>
        </w:rPr>
      </w:pPr>
    </w:p>
    <w:p w14:paraId="5BEFB28F" w14:textId="6C110934" w:rsidR="00D04AE2" w:rsidRDefault="00D04AE2" w:rsidP="00B5002A">
      <w:pPr>
        <w:pStyle w:val="ListParagraph"/>
        <w:ind w:left="1134"/>
        <w:rPr>
          <w:szCs w:val="24"/>
        </w:rPr>
      </w:pPr>
    </w:p>
    <w:p w14:paraId="649AEDEC" w14:textId="77777777" w:rsidR="00D04AE2" w:rsidRPr="00B5002A" w:rsidRDefault="00D04AE2" w:rsidP="00B5002A">
      <w:pPr>
        <w:pStyle w:val="ListParagraph"/>
        <w:ind w:left="1134"/>
        <w:rPr>
          <w:szCs w:val="24"/>
        </w:rPr>
      </w:pPr>
    </w:p>
    <w:p w14:paraId="701A5283" w14:textId="77777777" w:rsidR="005A2DD5" w:rsidRPr="008A7CA4" w:rsidRDefault="005A2DD5" w:rsidP="00562A86">
      <w:pPr>
        <w:numPr>
          <w:ilvl w:val="0"/>
          <w:numId w:val="36"/>
        </w:numPr>
        <w:tabs>
          <w:tab w:val="clear" w:pos="284"/>
        </w:tabs>
        <w:spacing w:before="240" w:after="200" w:line="276" w:lineRule="auto"/>
        <w:rPr>
          <w:sz w:val="22"/>
          <w:szCs w:val="22"/>
        </w:rPr>
      </w:pPr>
      <w:r w:rsidRPr="008A7CA4">
        <w:rPr>
          <w:sz w:val="22"/>
          <w:szCs w:val="22"/>
        </w:rPr>
        <w:lastRenderedPageBreak/>
        <w:t>An aspirin mixture composed of the three compounds A, B and C in the ratio 7:3:2 has a mass of 3.25 kg. Calculate the masses of each compound, expressing your answers in kilograms.</w:t>
      </w:r>
    </w:p>
    <w:p w14:paraId="701A5284" w14:textId="77777777" w:rsidR="005A2DD5" w:rsidRPr="000D5FEB" w:rsidRDefault="005A2DD5" w:rsidP="005A2DD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85" w14:textId="77777777" w:rsidR="005A2DD5" w:rsidRPr="000D5FEB" w:rsidRDefault="005A2DD5" w:rsidP="005A2DD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86" w14:textId="77777777" w:rsidR="005A2DD5" w:rsidRPr="000D5FEB" w:rsidRDefault="005A2DD5" w:rsidP="005A2DD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87" w14:textId="77777777" w:rsidR="005A2DD5" w:rsidRPr="000D5FEB" w:rsidRDefault="005A2DD5" w:rsidP="005A2DD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88" w14:textId="77777777" w:rsidR="005A2DD5" w:rsidRPr="000D5FEB" w:rsidRDefault="005A2DD5" w:rsidP="005A2DD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89" w14:textId="77777777" w:rsidR="005A2DD5" w:rsidRPr="000D5FEB" w:rsidRDefault="005A2DD5" w:rsidP="005A2DD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01A528B" w14:textId="77777777" w:rsidR="005A2DD5" w:rsidRPr="000D5FEB" w:rsidRDefault="005A2DD5" w:rsidP="005A2DD5">
      <w:pPr>
        <w:spacing w:after="200" w:line="276" w:lineRule="auto"/>
        <w:jc w:val="right"/>
        <w:rPr>
          <w:szCs w:val="24"/>
        </w:rPr>
      </w:pPr>
    </w:p>
    <w:p w14:paraId="701A528C" w14:textId="77777777" w:rsidR="006F24A1" w:rsidRDefault="006F24A1" w:rsidP="00FF20A5">
      <w:pPr>
        <w:numPr>
          <w:ilvl w:val="0"/>
          <w:numId w:val="36"/>
        </w:numPr>
        <w:tabs>
          <w:tab w:val="clear" w:pos="284"/>
        </w:tabs>
        <w:spacing w:before="240" w:after="200" w:line="276" w:lineRule="auto"/>
        <w:rPr>
          <w:szCs w:val="24"/>
        </w:rPr>
      </w:pPr>
      <w:r>
        <w:rPr>
          <w:szCs w:val="24"/>
        </w:rPr>
        <w:t>Make the conversions indicated in the table below;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701"/>
        <w:gridCol w:w="1276"/>
        <w:gridCol w:w="5386"/>
      </w:tblGrid>
      <w:tr w:rsidR="00865F49" w14:paraId="701A5292" w14:textId="77777777" w:rsidTr="00865F49">
        <w:tc>
          <w:tcPr>
            <w:tcW w:w="846" w:type="dxa"/>
            <w:shd w:val="clear" w:color="auto" w:fill="336699"/>
          </w:tcPr>
          <w:p w14:paraId="701A528D" w14:textId="77777777" w:rsidR="00865F49" w:rsidRPr="008A7CA4" w:rsidRDefault="00865F49" w:rsidP="006F24A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336699"/>
          </w:tcPr>
          <w:p w14:paraId="701A528E" w14:textId="77777777" w:rsidR="00865F49" w:rsidRPr="008A7CA4" w:rsidRDefault="00865F49" w:rsidP="006F24A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8A7CA4">
              <w:rPr>
                <w:b/>
                <w:color w:val="FFFFFF" w:themeColor="background1"/>
                <w:sz w:val="22"/>
                <w:szCs w:val="22"/>
              </w:rPr>
              <w:t>Convert</w:t>
            </w:r>
          </w:p>
        </w:tc>
        <w:tc>
          <w:tcPr>
            <w:tcW w:w="1276" w:type="dxa"/>
            <w:shd w:val="clear" w:color="auto" w:fill="336699"/>
          </w:tcPr>
          <w:p w14:paraId="701A528F" w14:textId="77777777" w:rsidR="00865F49" w:rsidRPr="008A7CA4" w:rsidRDefault="00865F49" w:rsidP="006F24A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8A7CA4">
              <w:rPr>
                <w:b/>
                <w:color w:val="FFFFFF" w:themeColor="background1"/>
                <w:sz w:val="22"/>
                <w:szCs w:val="22"/>
              </w:rPr>
              <w:t>To</w:t>
            </w:r>
          </w:p>
        </w:tc>
        <w:tc>
          <w:tcPr>
            <w:tcW w:w="5386" w:type="dxa"/>
            <w:shd w:val="clear" w:color="auto" w:fill="336699"/>
          </w:tcPr>
          <w:p w14:paraId="701A5290" w14:textId="77777777" w:rsidR="00865F49" w:rsidRPr="008A7CA4" w:rsidRDefault="00865F49" w:rsidP="006F24A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8A7CA4">
              <w:rPr>
                <w:b/>
                <w:color w:val="FFFFFF" w:themeColor="background1"/>
                <w:sz w:val="22"/>
                <w:szCs w:val="22"/>
              </w:rPr>
              <w:t>Answer</w:t>
            </w:r>
          </w:p>
        </w:tc>
      </w:tr>
      <w:tr w:rsidR="00865F49" w14:paraId="701A529A" w14:textId="77777777" w:rsidTr="00865F49">
        <w:tc>
          <w:tcPr>
            <w:tcW w:w="846" w:type="dxa"/>
          </w:tcPr>
          <w:p w14:paraId="701A5293" w14:textId="77777777" w:rsidR="00865F49" w:rsidRPr="008A7CA4" w:rsidRDefault="00865F49" w:rsidP="006F24A1">
            <w:pPr>
              <w:pStyle w:val="ListParagraph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701A5294" w14:textId="77777777" w:rsidR="00865F49" w:rsidRPr="008A7CA4" w:rsidRDefault="00865F49" w:rsidP="006F24A1">
            <w:p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75 kJ</w:t>
            </w:r>
          </w:p>
        </w:tc>
        <w:tc>
          <w:tcPr>
            <w:tcW w:w="1276" w:type="dxa"/>
          </w:tcPr>
          <w:p w14:paraId="701A5295" w14:textId="77777777" w:rsidR="00865F49" w:rsidRPr="008A7CA4" w:rsidRDefault="00865F49" w:rsidP="006F24A1">
            <w:p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J</w:t>
            </w:r>
          </w:p>
        </w:tc>
        <w:tc>
          <w:tcPr>
            <w:tcW w:w="5386" w:type="dxa"/>
          </w:tcPr>
          <w:p w14:paraId="701A5296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  <w:p w14:paraId="701A5297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  <w:p w14:paraId="701A5298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</w:tc>
      </w:tr>
      <w:tr w:rsidR="00865F49" w14:paraId="701A52A2" w14:textId="77777777" w:rsidTr="00865F49">
        <w:tc>
          <w:tcPr>
            <w:tcW w:w="846" w:type="dxa"/>
          </w:tcPr>
          <w:p w14:paraId="701A529B" w14:textId="77777777" w:rsidR="00865F49" w:rsidRPr="008A7CA4" w:rsidRDefault="00865F49" w:rsidP="006F24A1">
            <w:pPr>
              <w:pStyle w:val="ListParagraph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701A529C" w14:textId="77777777" w:rsidR="00865F49" w:rsidRPr="008A7CA4" w:rsidRDefault="00865F49" w:rsidP="006F24A1">
            <w:p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2.3 x 10</w:t>
            </w:r>
            <w:r w:rsidRPr="008A7CA4">
              <w:rPr>
                <w:sz w:val="22"/>
                <w:szCs w:val="22"/>
                <w:vertAlign w:val="superscript"/>
              </w:rPr>
              <w:t>-7</w:t>
            </w:r>
            <w:r w:rsidRPr="008A7CA4">
              <w:rPr>
                <w:sz w:val="22"/>
                <w:szCs w:val="22"/>
              </w:rPr>
              <w:t xml:space="preserve"> s</w:t>
            </w:r>
          </w:p>
        </w:tc>
        <w:tc>
          <w:tcPr>
            <w:tcW w:w="1276" w:type="dxa"/>
          </w:tcPr>
          <w:p w14:paraId="701A529D" w14:textId="77777777" w:rsidR="00865F49" w:rsidRPr="008A7CA4" w:rsidRDefault="00865F49" w:rsidP="006F24A1">
            <w:p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sym w:font="Symbol" w:char="F06D"/>
            </w:r>
            <w:r w:rsidRPr="008A7CA4">
              <w:rPr>
                <w:sz w:val="22"/>
                <w:szCs w:val="22"/>
              </w:rPr>
              <w:t>s</w:t>
            </w:r>
          </w:p>
        </w:tc>
        <w:tc>
          <w:tcPr>
            <w:tcW w:w="5386" w:type="dxa"/>
          </w:tcPr>
          <w:p w14:paraId="701A529E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  <w:p w14:paraId="701A529F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  <w:p w14:paraId="701A52A0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</w:tc>
      </w:tr>
      <w:tr w:rsidR="00865F49" w14:paraId="701A52AA" w14:textId="77777777" w:rsidTr="00865F49">
        <w:tc>
          <w:tcPr>
            <w:tcW w:w="846" w:type="dxa"/>
          </w:tcPr>
          <w:p w14:paraId="701A52A3" w14:textId="77777777" w:rsidR="00865F49" w:rsidRPr="008A7CA4" w:rsidRDefault="00865F49" w:rsidP="006F24A1">
            <w:pPr>
              <w:pStyle w:val="ListParagraph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701A52A4" w14:textId="77777777" w:rsidR="00865F49" w:rsidRPr="008A7CA4" w:rsidRDefault="00865F49" w:rsidP="006F24A1">
            <w:p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2500 m</w:t>
            </w:r>
            <w:r w:rsidRPr="008A7CA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</w:tcPr>
          <w:p w14:paraId="701A52A5" w14:textId="77777777" w:rsidR="00865F49" w:rsidRPr="008A7CA4" w:rsidRDefault="00865F49" w:rsidP="006F24A1">
            <w:p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km</w:t>
            </w:r>
            <w:r w:rsidRPr="008A7CA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386" w:type="dxa"/>
          </w:tcPr>
          <w:p w14:paraId="701A52A6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  <w:p w14:paraId="701A52A7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  <w:p w14:paraId="701A52A8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</w:tc>
      </w:tr>
      <w:tr w:rsidR="00865F49" w14:paraId="701A52B2" w14:textId="77777777" w:rsidTr="00865F49">
        <w:tc>
          <w:tcPr>
            <w:tcW w:w="846" w:type="dxa"/>
          </w:tcPr>
          <w:p w14:paraId="701A52AB" w14:textId="77777777" w:rsidR="00865F49" w:rsidRPr="008A7CA4" w:rsidRDefault="00865F49" w:rsidP="006F24A1">
            <w:pPr>
              <w:pStyle w:val="ListParagraph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701A52AC" w14:textId="77777777" w:rsidR="00865F49" w:rsidRPr="008A7CA4" w:rsidRDefault="00865F49" w:rsidP="006F24A1">
            <w:p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51.2</w:t>
            </w:r>
            <w:r w:rsidRPr="008A7CA4">
              <w:rPr>
                <w:sz w:val="22"/>
                <w:szCs w:val="22"/>
                <w:vertAlign w:val="superscript"/>
              </w:rPr>
              <w:t>o</w:t>
            </w:r>
            <w:r w:rsidRPr="008A7CA4">
              <w:rPr>
                <w:sz w:val="22"/>
                <w:szCs w:val="22"/>
              </w:rPr>
              <w:t>C</w:t>
            </w:r>
          </w:p>
        </w:tc>
        <w:tc>
          <w:tcPr>
            <w:tcW w:w="1276" w:type="dxa"/>
          </w:tcPr>
          <w:p w14:paraId="701A52AD" w14:textId="77777777" w:rsidR="00865F49" w:rsidRPr="008A7CA4" w:rsidRDefault="00865F49" w:rsidP="006F24A1">
            <w:pPr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K</w:t>
            </w:r>
          </w:p>
        </w:tc>
        <w:tc>
          <w:tcPr>
            <w:tcW w:w="5386" w:type="dxa"/>
          </w:tcPr>
          <w:p w14:paraId="701A52AE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  <w:p w14:paraId="701A52AF" w14:textId="77777777" w:rsidR="00865F49" w:rsidRPr="008A7CA4" w:rsidRDefault="00865F49" w:rsidP="006F24A1">
            <w:pPr>
              <w:rPr>
                <w:sz w:val="22"/>
                <w:szCs w:val="22"/>
              </w:rPr>
            </w:pPr>
          </w:p>
          <w:p w14:paraId="701A52B0" w14:textId="31463421" w:rsidR="00865F49" w:rsidRPr="008A7CA4" w:rsidRDefault="00865F49" w:rsidP="006F24A1">
            <w:pPr>
              <w:rPr>
                <w:sz w:val="22"/>
                <w:szCs w:val="22"/>
              </w:rPr>
            </w:pPr>
          </w:p>
        </w:tc>
      </w:tr>
    </w:tbl>
    <w:p w14:paraId="701A52B3" w14:textId="77777777" w:rsidR="005E2790" w:rsidRDefault="005E2790" w:rsidP="002E5C57">
      <w:pPr>
        <w:spacing w:after="60" w:line="240" w:lineRule="auto"/>
        <w:rPr>
          <w:szCs w:val="24"/>
        </w:rPr>
      </w:pPr>
    </w:p>
    <w:p w14:paraId="2B905B4A" w14:textId="55E79CF1" w:rsidR="008A7CA4" w:rsidRDefault="008A7CA4" w:rsidP="002E5C57">
      <w:pPr>
        <w:spacing w:after="60" w:line="240" w:lineRule="auto"/>
        <w:rPr>
          <w:szCs w:val="24"/>
        </w:rPr>
      </w:pPr>
    </w:p>
    <w:p w14:paraId="6E2328F8" w14:textId="77777777" w:rsidR="008A7CA4" w:rsidRDefault="008A7CA4" w:rsidP="002E5C57">
      <w:pPr>
        <w:spacing w:after="60" w:line="240" w:lineRule="auto"/>
        <w:rPr>
          <w:szCs w:val="24"/>
        </w:rPr>
      </w:pPr>
    </w:p>
    <w:p w14:paraId="30424EFD" w14:textId="77777777" w:rsidR="008A7CA4" w:rsidRPr="002E5C57" w:rsidRDefault="008A7CA4" w:rsidP="002E5C57">
      <w:pPr>
        <w:spacing w:after="60" w:line="240" w:lineRule="auto"/>
        <w:rPr>
          <w:szCs w:val="24"/>
        </w:rPr>
      </w:pPr>
    </w:p>
    <w:p w14:paraId="701A52B4" w14:textId="77777777" w:rsidR="006B407B" w:rsidRPr="008A7CA4" w:rsidRDefault="00BC76B5" w:rsidP="00D04AE2">
      <w:pPr>
        <w:pStyle w:val="ListParagraph"/>
        <w:numPr>
          <w:ilvl w:val="0"/>
          <w:numId w:val="36"/>
        </w:numPr>
        <w:tabs>
          <w:tab w:val="clear" w:pos="567"/>
          <w:tab w:val="num" w:pos="284"/>
        </w:tabs>
        <w:spacing w:after="60" w:line="240" w:lineRule="auto"/>
        <w:ind w:left="284" w:hanging="284"/>
        <w:rPr>
          <w:sz w:val="22"/>
          <w:szCs w:val="22"/>
        </w:rPr>
      </w:pPr>
      <w:r w:rsidRPr="008A7CA4">
        <w:rPr>
          <w:sz w:val="22"/>
          <w:szCs w:val="22"/>
        </w:rPr>
        <w:t xml:space="preserve">The acceptable range of mercury levels in fish is given as 0.08-0.10 mg/kg inclusive.  </w:t>
      </w:r>
      <w:r w:rsidR="006B407B" w:rsidRPr="008A7CA4">
        <w:rPr>
          <w:sz w:val="22"/>
          <w:szCs w:val="22"/>
        </w:rPr>
        <w:t>A collaborative study of the analysis of mercury levels in fish was done with the following results:</w:t>
      </w:r>
    </w:p>
    <w:p w14:paraId="701A52B5" w14:textId="7ACDE3BF" w:rsidR="006B407B" w:rsidRPr="00D04AE2" w:rsidRDefault="006B407B" w:rsidP="005E2790">
      <w:pPr>
        <w:spacing w:line="240" w:lineRule="auto"/>
        <w:ind w:left="181"/>
        <w:jc w:val="center"/>
        <w:rPr>
          <w:b/>
          <w:sz w:val="22"/>
          <w:szCs w:val="22"/>
        </w:rPr>
      </w:pPr>
      <w:r w:rsidRPr="00D04AE2">
        <w:rPr>
          <w:b/>
          <w:sz w:val="22"/>
          <w:szCs w:val="22"/>
        </w:rPr>
        <w:lastRenderedPageBreak/>
        <w:t>Analysis of mercury in reference samples in different laboratories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977"/>
      </w:tblGrid>
      <w:tr w:rsidR="00A13CEF" w:rsidRPr="008A7CA4" w14:paraId="701A52B8" w14:textId="77777777" w:rsidTr="001D2049">
        <w:trPr>
          <w:jc w:val="center"/>
        </w:trPr>
        <w:tc>
          <w:tcPr>
            <w:tcW w:w="2518" w:type="dxa"/>
          </w:tcPr>
          <w:p w14:paraId="701A52B6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b/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>Result (mg/kg)</w:t>
            </w:r>
          </w:p>
        </w:tc>
        <w:tc>
          <w:tcPr>
            <w:tcW w:w="2977" w:type="dxa"/>
          </w:tcPr>
          <w:p w14:paraId="701A52B7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b/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>Number of laboratories</w:t>
            </w:r>
          </w:p>
        </w:tc>
      </w:tr>
      <w:tr w:rsidR="00A13CEF" w:rsidRPr="008A7CA4" w14:paraId="701A52BB" w14:textId="77777777" w:rsidTr="001D2049">
        <w:trPr>
          <w:jc w:val="center"/>
        </w:trPr>
        <w:tc>
          <w:tcPr>
            <w:tcW w:w="2518" w:type="dxa"/>
          </w:tcPr>
          <w:p w14:paraId="701A52B9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0.05</w:t>
            </w:r>
          </w:p>
        </w:tc>
        <w:tc>
          <w:tcPr>
            <w:tcW w:w="2977" w:type="dxa"/>
          </w:tcPr>
          <w:p w14:paraId="701A52BA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1</w:t>
            </w:r>
          </w:p>
        </w:tc>
      </w:tr>
      <w:tr w:rsidR="00A13CEF" w:rsidRPr="008A7CA4" w14:paraId="701A52BE" w14:textId="77777777" w:rsidTr="001D2049">
        <w:trPr>
          <w:jc w:val="center"/>
        </w:trPr>
        <w:tc>
          <w:tcPr>
            <w:tcW w:w="2518" w:type="dxa"/>
          </w:tcPr>
          <w:p w14:paraId="701A52BC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0.06</w:t>
            </w:r>
          </w:p>
        </w:tc>
        <w:tc>
          <w:tcPr>
            <w:tcW w:w="2977" w:type="dxa"/>
          </w:tcPr>
          <w:p w14:paraId="701A52BD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1</w:t>
            </w:r>
          </w:p>
        </w:tc>
      </w:tr>
      <w:tr w:rsidR="00A13CEF" w:rsidRPr="008A7CA4" w14:paraId="701A52C1" w14:textId="77777777" w:rsidTr="001D2049">
        <w:trPr>
          <w:jc w:val="center"/>
        </w:trPr>
        <w:tc>
          <w:tcPr>
            <w:tcW w:w="2518" w:type="dxa"/>
          </w:tcPr>
          <w:p w14:paraId="701A52BF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0.07</w:t>
            </w:r>
          </w:p>
        </w:tc>
        <w:tc>
          <w:tcPr>
            <w:tcW w:w="2977" w:type="dxa"/>
          </w:tcPr>
          <w:p w14:paraId="701A52C0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3</w:t>
            </w:r>
          </w:p>
        </w:tc>
      </w:tr>
      <w:tr w:rsidR="00A13CEF" w:rsidRPr="008A7CA4" w14:paraId="701A52C4" w14:textId="77777777" w:rsidTr="001D2049">
        <w:trPr>
          <w:jc w:val="center"/>
        </w:trPr>
        <w:tc>
          <w:tcPr>
            <w:tcW w:w="2518" w:type="dxa"/>
          </w:tcPr>
          <w:p w14:paraId="701A52C2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0.08</w:t>
            </w:r>
          </w:p>
        </w:tc>
        <w:tc>
          <w:tcPr>
            <w:tcW w:w="2977" w:type="dxa"/>
          </w:tcPr>
          <w:p w14:paraId="701A52C3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7</w:t>
            </w:r>
          </w:p>
        </w:tc>
      </w:tr>
      <w:tr w:rsidR="00A13CEF" w:rsidRPr="008A7CA4" w14:paraId="701A52C7" w14:textId="77777777" w:rsidTr="001D2049">
        <w:trPr>
          <w:jc w:val="center"/>
        </w:trPr>
        <w:tc>
          <w:tcPr>
            <w:tcW w:w="2518" w:type="dxa"/>
          </w:tcPr>
          <w:p w14:paraId="701A52C5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0.09</w:t>
            </w:r>
          </w:p>
        </w:tc>
        <w:tc>
          <w:tcPr>
            <w:tcW w:w="2977" w:type="dxa"/>
          </w:tcPr>
          <w:p w14:paraId="701A52C6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6</w:t>
            </w:r>
          </w:p>
        </w:tc>
      </w:tr>
      <w:tr w:rsidR="00A13CEF" w:rsidRPr="008A7CA4" w14:paraId="701A52CA" w14:textId="77777777" w:rsidTr="001D2049">
        <w:trPr>
          <w:jc w:val="center"/>
        </w:trPr>
        <w:tc>
          <w:tcPr>
            <w:tcW w:w="2518" w:type="dxa"/>
          </w:tcPr>
          <w:p w14:paraId="701A52C8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0.10</w:t>
            </w:r>
          </w:p>
        </w:tc>
        <w:tc>
          <w:tcPr>
            <w:tcW w:w="2977" w:type="dxa"/>
          </w:tcPr>
          <w:p w14:paraId="701A52C9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4</w:t>
            </w:r>
          </w:p>
        </w:tc>
      </w:tr>
      <w:tr w:rsidR="00A13CEF" w:rsidRPr="008A7CA4" w14:paraId="701A52CD" w14:textId="77777777" w:rsidTr="001D2049">
        <w:trPr>
          <w:jc w:val="center"/>
        </w:trPr>
        <w:tc>
          <w:tcPr>
            <w:tcW w:w="2518" w:type="dxa"/>
          </w:tcPr>
          <w:p w14:paraId="701A52CB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0.11</w:t>
            </w:r>
          </w:p>
        </w:tc>
        <w:tc>
          <w:tcPr>
            <w:tcW w:w="2977" w:type="dxa"/>
          </w:tcPr>
          <w:p w14:paraId="701A52CC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</w:t>
            </w:r>
          </w:p>
        </w:tc>
      </w:tr>
      <w:tr w:rsidR="00A13CEF" w:rsidRPr="008A7CA4" w14:paraId="701A52D0" w14:textId="77777777" w:rsidTr="001D2049">
        <w:trPr>
          <w:jc w:val="center"/>
        </w:trPr>
        <w:tc>
          <w:tcPr>
            <w:tcW w:w="2518" w:type="dxa"/>
          </w:tcPr>
          <w:p w14:paraId="701A52CE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0.12</w:t>
            </w:r>
          </w:p>
        </w:tc>
        <w:tc>
          <w:tcPr>
            <w:tcW w:w="2977" w:type="dxa"/>
          </w:tcPr>
          <w:p w14:paraId="701A52CF" w14:textId="77777777" w:rsidR="00A13CEF" w:rsidRPr="008A7CA4" w:rsidRDefault="00A13CEF" w:rsidP="001D2049">
            <w:pPr>
              <w:spacing w:before="60" w:after="60" w:line="240" w:lineRule="auto"/>
              <w:ind w:left="181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1</w:t>
            </w:r>
          </w:p>
        </w:tc>
      </w:tr>
    </w:tbl>
    <w:p w14:paraId="701A52D1" w14:textId="77777777" w:rsidR="00A13CEF" w:rsidRPr="008A7CA4" w:rsidRDefault="00A13CEF" w:rsidP="00FF20A5">
      <w:pPr>
        <w:pStyle w:val="ListParagraph"/>
        <w:numPr>
          <w:ilvl w:val="1"/>
          <w:numId w:val="36"/>
        </w:numPr>
        <w:spacing w:line="360" w:lineRule="auto"/>
        <w:rPr>
          <w:sz w:val="22"/>
          <w:szCs w:val="22"/>
        </w:rPr>
      </w:pPr>
      <w:r w:rsidRPr="008A7CA4">
        <w:rPr>
          <w:sz w:val="22"/>
          <w:szCs w:val="22"/>
        </w:rPr>
        <w:t>How many laboratories were within the acceptable range?</w:t>
      </w:r>
    </w:p>
    <w:p w14:paraId="701A52D2" w14:textId="77777777" w:rsidR="00A13CEF" w:rsidRDefault="00A13CEF" w:rsidP="005E279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szCs w:val="24"/>
        </w:rPr>
      </w:pPr>
    </w:p>
    <w:p w14:paraId="701A52D3" w14:textId="77777777" w:rsidR="005E2790" w:rsidRDefault="005E2790" w:rsidP="00A13C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5B81601E" w14:textId="77777777" w:rsidR="00865F49" w:rsidRPr="000D5FEB" w:rsidRDefault="00865F49" w:rsidP="005E2790">
      <w:pPr>
        <w:jc w:val="right"/>
        <w:rPr>
          <w:szCs w:val="24"/>
        </w:rPr>
      </w:pPr>
    </w:p>
    <w:p w14:paraId="701A52D5" w14:textId="77777777" w:rsidR="00A13CEF" w:rsidRPr="008A7CA4" w:rsidRDefault="00A13CEF" w:rsidP="00FF20A5">
      <w:pPr>
        <w:pStyle w:val="ListParagraph"/>
        <w:numPr>
          <w:ilvl w:val="1"/>
          <w:numId w:val="36"/>
        </w:numPr>
        <w:spacing w:line="240" w:lineRule="auto"/>
        <w:rPr>
          <w:sz w:val="22"/>
          <w:szCs w:val="22"/>
        </w:rPr>
      </w:pPr>
      <w:r w:rsidRPr="008A7CA4">
        <w:rPr>
          <w:sz w:val="22"/>
          <w:szCs w:val="22"/>
        </w:rPr>
        <w:t>What is this number as a ratio of the total number of laboratories in the study?</w:t>
      </w:r>
    </w:p>
    <w:p w14:paraId="701A52D6" w14:textId="77777777" w:rsidR="00A13CEF" w:rsidRDefault="00A13CEF" w:rsidP="00A13C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701A52D7" w14:textId="77777777" w:rsidR="00A13CEF" w:rsidRPr="000D5FEB" w:rsidRDefault="00A13CEF" w:rsidP="00A13C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70B5A79E" w14:textId="77777777" w:rsidR="00865F49" w:rsidRPr="00A13CEF" w:rsidRDefault="00865F49" w:rsidP="00A13CEF">
      <w:pPr>
        <w:jc w:val="right"/>
        <w:rPr>
          <w:szCs w:val="24"/>
        </w:rPr>
      </w:pPr>
    </w:p>
    <w:p w14:paraId="701A52D9" w14:textId="77777777" w:rsidR="00A13CEF" w:rsidRPr="008A7CA4" w:rsidRDefault="00A13CEF" w:rsidP="00FF20A5">
      <w:pPr>
        <w:pStyle w:val="ListParagraph"/>
        <w:numPr>
          <w:ilvl w:val="1"/>
          <w:numId w:val="36"/>
        </w:numPr>
        <w:spacing w:line="360" w:lineRule="auto"/>
        <w:rPr>
          <w:sz w:val="22"/>
          <w:szCs w:val="22"/>
        </w:rPr>
      </w:pPr>
      <w:r w:rsidRPr="008A7CA4">
        <w:rPr>
          <w:sz w:val="22"/>
          <w:szCs w:val="22"/>
        </w:rPr>
        <w:t>What percentage is this of the total number of laboratories?</w:t>
      </w:r>
    </w:p>
    <w:p w14:paraId="701A52DA" w14:textId="77777777" w:rsidR="00A13CEF" w:rsidRDefault="00A13CEF" w:rsidP="00A13C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701A52DB" w14:textId="77777777" w:rsidR="00A13CEF" w:rsidRPr="000D5FEB" w:rsidRDefault="00A13CEF" w:rsidP="00A13C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5D3824D2" w14:textId="77777777" w:rsidR="00865F49" w:rsidRPr="00A13CEF" w:rsidRDefault="00865F49" w:rsidP="00A13CEF">
      <w:pPr>
        <w:pStyle w:val="ListParagraph"/>
        <w:ind w:left="567"/>
        <w:jc w:val="right"/>
        <w:rPr>
          <w:szCs w:val="24"/>
        </w:rPr>
      </w:pPr>
    </w:p>
    <w:p w14:paraId="701A52DD" w14:textId="77777777" w:rsidR="00A13CEF" w:rsidRPr="008A7CA4" w:rsidRDefault="00A13CEF" w:rsidP="00FF20A5">
      <w:pPr>
        <w:pStyle w:val="ListParagraph"/>
        <w:numPr>
          <w:ilvl w:val="1"/>
          <w:numId w:val="36"/>
        </w:numPr>
        <w:spacing w:line="360" w:lineRule="auto"/>
        <w:rPr>
          <w:sz w:val="22"/>
          <w:szCs w:val="22"/>
        </w:rPr>
      </w:pPr>
      <w:r w:rsidRPr="008A7CA4">
        <w:rPr>
          <w:sz w:val="22"/>
          <w:szCs w:val="22"/>
        </w:rPr>
        <w:t>What is this number as a decimal?</w:t>
      </w:r>
    </w:p>
    <w:p w14:paraId="701A52DE" w14:textId="77777777" w:rsidR="00A13CEF" w:rsidRDefault="00A13CEF" w:rsidP="00A13C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701A52DF" w14:textId="77777777" w:rsidR="00A13CEF" w:rsidRPr="000D5FEB" w:rsidRDefault="00A13CEF" w:rsidP="00A13CE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</w:rPr>
      </w:pPr>
    </w:p>
    <w:p w14:paraId="678A9067" w14:textId="77777777" w:rsidR="00865F49" w:rsidRPr="00A13CEF" w:rsidRDefault="00865F49" w:rsidP="00A13CEF">
      <w:pPr>
        <w:pStyle w:val="ListParagraph"/>
        <w:ind w:left="567"/>
        <w:jc w:val="right"/>
        <w:rPr>
          <w:szCs w:val="24"/>
        </w:rPr>
      </w:pPr>
    </w:p>
    <w:p w14:paraId="701A52E1" w14:textId="77777777" w:rsidR="005E2790" w:rsidRDefault="005E2790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701A52E2" w14:textId="77777777" w:rsidR="00987381" w:rsidRPr="008F3E14" w:rsidRDefault="00987381" w:rsidP="00FF20A5">
      <w:pPr>
        <w:pStyle w:val="ListParagraph"/>
        <w:numPr>
          <w:ilvl w:val="0"/>
          <w:numId w:val="36"/>
        </w:numPr>
        <w:spacing w:line="240" w:lineRule="auto"/>
        <w:rPr>
          <w:szCs w:val="24"/>
        </w:rPr>
      </w:pPr>
      <w:r w:rsidRPr="008F3E14">
        <w:rPr>
          <w:szCs w:val="24"/>
        </w:rPr>
        <w:lastRenderedPageBreak/>
        <w:t>Semi-quantitative observations of the turbidity of a solution can allow a ranking of solutions. The following table uses scale – to ++++ to rank a set of solutions</w:t>
      </w:r>
      <w:r w:rsidR="00D53D0E" w:rsidRPr="008F3E14">
        <w:rPr>
          <w:szCs w:val="24"/>
        </w:rPr>
        <w:t xml:space="preserve"> for turbidity</w:t>
      </w:r>
      <w:proofErr w:type="gramStart"/>
      <w:r w:rsidR="00D53D0E" w:rsidRPr="008F3E14">
        <w:rPr>
          <w:szCs w:val="24"/>
        </w:rPr>
        <w:t>.</w:t>
      </w:r>
      <w:r w:rsidRPr="008F3E14">
        <w:rPr>
          <w:szCs w:val="24"/>
        </w:rPr>
        <w:t>.</w:t>
      </w:r>
      <w:proofErr w:type="gramEnd"/>
      <w:r w:rsidRPr="008F3E14">
        <w:rPr>
          <w:szCs w:val="24"/>
        </w:rPr>
        <w:t xml:space="preserve"> Use the table below to rate the turbidity of the solutions shown.</w:t>
      </w:r>
      <w:r w:rsidR="00D53D0E" w:rsidRPr="008F3E14">
        <w:rPr>
          <w:szCs w:val="24"/>
        </w:rPr>
        <w:t xml:space="preserve"> Place the symbol that corresponds to the amount of turbidity in the liquid in the box below each tube.</w:t>
      </w:r>
    </w:p>
    <w:p w14:paraId="701A52E3" w14:textId="37293B0C" w:rsidR="00071CF8" w:rsidRPr="00701B73" w:rsidRDefault="00822239" w:rsidP="00822239">
      <w:pPr>
        <w:spacing w:line="240" w:lineRule="auto"/>
        <w:rPr>
          <w:sz w:val="22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1273FB" w:rsidRPr="001273FB">
        <w:rPr>
          <w:sz w:val="16"/>
          <w:szCs w:val="16"/>
        </w:rPr>
        <w:t xml:space="preserve">Table </w:t>
      </w:r>
      <w:r w:rsidR="001273FB" w:rsidRPr="001273FB">
        <w:rPr>
          <w:noProof/>
          <w:sz w:val="16"/>
          <w:szCs w:val="16"/>
        </w:rPr>
        <w:fldChar w:fldCharType="begin"/>
      </w:r>
      <w:r w:rsidR="001273FB" w:rsidRPr="001273FB">
        <w:rPr>
          <w:noProof/>
          <w:sz w:val="16"/>
          <w:szCs w:val="16"/>
        </w:rPr>
        <w:instrText xml:space="preserve"> SEQ Table \* ARABIC </w:instrText>
      </w:r>
      <w:r w:rsidR="001273FB" w:rsidRPr="001273FB">
        <w:rPr>
          <w:noProof/>
          <w:sz w:val="16"/>
          <w:szCs w:val="16"/>
        </w:rPr>
        <w:fldChar w:fldCharType="separate"/>
      </w:r>
      <w:r w:rsidR="008F3E14">
        <w:rPr>
          <w:noProof/>
          <w:sz w:val="16"/>
          <w:szCs w:val="16"/>
        </w:rPr>
        <w:t>2</w:t>
      </w:r>
      <w:r w:rsidR="00D04AE2">
        <w:rPr>
          <w:noProof/>
          <w:sz w:val="16"/>
          <w:szCs w:val="16"/>
        </w:rPr>
        <w:t>3</w:t>
      </w:r>
      <w:r w:rsidR="001273FB" w:rsidRPr="001273FB">
        <w:rPr>
          <w:noProof/>
          <w:sz w:val="16"/>
          <w:szCs w:val="16"/>
        </w:rPr>
        <w:fldChar w:fldCharType="end"/>
      </w:r>
      <w:r w:rsidR="001273FB" w:rsidRPr="001273FB">
        <w:rPr>
          <w:sz w:val="16"/>
          <w:szCs w:val="16"/>
        </w:rPr>
        <w:t xml:space="preserve">: </w:t>
      </w:r>
      <w:r w:rsidR="001273FB">
        <w:rPr>
          <w:sz w:val="16"/>
          <w:szCs w:val="16"/>
        </w:rPr>
        <w:t>Symbols showing indicative turbidity of liquids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0"/>
        <w:gridCol w:w="1702"/>
      </w:tblGrid>
      <w:tr w:rsidR="00987381" w:rsidRPr="00701B73" w14:paraId="701A52E6" w14:textId="77777777" w:rsidTr="00822239">
        <w:trPr>
          <w:tblHeader/>
          <w:jc w:val="center"/>
        </w:trPr>
        <w:tc>
          <w:tcPr>
            <w:tcW w:w="4530" w:type="dxa"/>
            <w:shd w:val="clear" w:color="auto" w:fill="1F497D" w:themeFill="text2"/>
          </w:tcPr>
          <w:p w14:paraId="701A52E4" w14:textId="77777777" w:rsidR="00987381" w:rsidRPr="001273FB" w:rsidRDefault="00987381" w:rsidP="00822239">
            <w:pPr>
              <w:spacing w:before="60" w:after="60"/>
              <w:ind w:left="181"/>
              <w:rPr>
                <w:b/>
                <w:color w:val="FFFFFF" w:themeColor="background1"/>
                <w:szCs w:val="24"/>
              </w:rPr>
            </w:pPr>
            <w:r w:rsidRPr="001273FB">
              <w:rPr>
                <w:b/>
                <w:color w:val="FFFFFF" w:themeColor="background1"/>
                <w:szCs w:val="24"/>
              </w:rPr>
              <w:t>Amount of turbidity of liquid in test tube</w:t>
            </w:r>
          </w:p>
        </w:tc>
        <w:tc>
          <w:tcPr>
            <w:tcW w:w="1702" w:type="dxa"/>
            <w:shd w:val="clear" w:color="auto" w:fill="1F497D" w:themeFill="text2"/>
          </w:tcPr>
          <w:p w14:paraId="701A52E5" w14:textId="77777777" w:rsidR="00987381" w:rsidRPr="001273FB" w:rsidRDefault="001273FB" w:rsidP="00A13CEF">
            <w:pPr>
              <w:spacing w:before="60" w:after="60"/>
              <w:ind w:left="181"/>
              <w:rPr>
                <w:b/>
                <w:szCs w:val="24"/>
              </w:rPr>
            </w:pPr>
            <w:r w:rsidRPr="001273FB">
              <w:rPr>
                <w:b/>
                <w:color w:val="FFFFFF" w:themeColor="background1"/>
                <w:szCs w:val="24"/>
              </w:rPr>
              <w:t>Symbol</w:t>
            </w:r>
          </w:p>
        </w:tc>
      </w:tr>
      <w:tr w:rsidR="00071CF8" w:rsidRPr="00701B73" w14:paraId="701A52E9" w14:textId="77777777" w:rsidTr="00822239">
        <w:trPr>
          <w:jc w:val="center"/>
        </w:trPr>
        <w:tc>
          <w:tcPr>
            <w:tcW w:w="4530" w:type="dxa"/>
          </w:tcPr>
          <w:p w14:paraId="701A52E7" w14:textId="77777777" w:rsidR="00071CF8" w:rsidRPr="008A7CA4" w:rsidRDefault="00071CF8" w:rsidP="00822239">
            <w:pPr>
              <w:spacing w:before="60" w:after="60" w:line="240" w:lineRule="auto"/>
              <w:ind w:left="181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Clear, not turbid,</w:t>
            </w:r>
          </w:p>
        </w:tc>
        <w:tc>
          <w:tcPr>
            <w:tcW w:w="1702" w:type="dxa"/>
          </w:tcPr>
          <w:p w14:paraId="701A52E8" w14:textId="77777777" w:rsidR="00071CF8" w:rsidRPr="001273FB" w:rsidRDefault="00071CF8" w:rsidP="00A13CEF">
            <w:pPr>
              <w:spacing w:before="60" w:after="60" w:line="240" w:lineRule="auto"/>
              <w:ind w:left="181"/>
              <w:rPr>
                <w:szCs w:val="24"/>
              </w:rPr>
            </w:pPr>
            <w:r w:rsidRPr="001273FB">
              <w:rPr>
                <w:szCs w:val="24"/>
              </w:rPr>
              <w:t>-</w:t>
            </w:r>
          </w:p>
        </w:tc>
      </w:tr>
      <w:tr w:rsidR="00071CF8" w:rsidRPr="00701B73" w14:paraId="701A52EC" w14:textId="77777777" w:rsidTr="00822239">
        <w:trPr>
          <w:jc w:val="center"/>
        </w:trPr>
        <w:tc>
          <w:tcPr>
            <w:tcW w:w="4530" w:type="dxa"/>
          </w:tcPr>
          <w:p w14:paraId="701A52EA" w14:textId="77777777" w:rsidR="00071CF8" w:rsidRPr="008A7CA4" w:rsidRDefault="00071CF8" w:rsidP="00822239">
            <w:pPr>
              <w:spacing w:before="60" w:after="60" w:line="240" w:lineRule="auto"/>
              <w:ind w:left="181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Slight turbidity or cloudiness</w:t>
            </w:r>
          </w:p>
        </w:tc>
        <w:tc>
          <w:tcPr>
            <w:tcW w:w="1702" w:type="dxa"/>
          </w:tcPr>
          <w:p w14:paraId="701A52EB" w14:textId="77777777" w:rsidR="00071CF8" w:rsidRPr="001273FB" w:rsidRDefault="00071CF8" w:rsidP="00A13CEF">
            <w:pPr>
              <w:spacing w:before="60" w:after="60" w:line="240" w:lineRule="auto"/>
              <w:ind w:left="181"/>
              <w:rPr>
                <w:szCs w:val="24"/>
              </w:rPr>
            </w:pPr>
            <w:r w:rsidRPr="001273FB">
              <w:rPr>
                <w:szCs w:val="24"/>
              </w:rPr>
              <w:t>+</w:t>
            </w:r>
          </w:p>
        </w:tc>
      </w:tr>
      <w:tr w:rsidR="00071CF8" w:rsidRPr="00701B73" w14:paraId="701A52EF" w14:textId="77777777" w:rsidTr="00822239">
        <w:trPr>
          <w:jc w:val="center"/>
        </w:trPr>
        <w:tc>
          <w:tcPr>
            <w:tcW w:w="4530" w:type="dxa"/>
          </w:tcPr>
          <w:p w14:paraId="701A52ED" w14:textId="77777777" w:rsidR="00071CF8" w:rsidRPr="008A7CA4" w:rsidRDefault="00071CF8" w:rsidP="00822239">
            <w:pPr>
              <w:spacing w:before="60" w:after="60" w:line="240" w:lineRule="auto"/>
              <w:ind w:left="181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Moderate turbidity or cloudiness</w:t>
            </w:r>
          </w:p>
        </w:tc>
        <w:tc>
          <w:tcPr>
            <w:tcW w:w="1702" w:type="dxa"/>
          </w:tcPr>
          <w:p w14:paraId="701A52EE" w14:textId="77777777" w:rsidR="00071CF8" w:rsidRPr="001273FB" w:rsidRDefault="00071CF8" w:rsidP="00A13CEF">
            <w:pPr>
              <w:spacing w:before="60" w:after="60" w:line="240" w:lineRule="auto"/>
              <w:ind w:left="181"/>
              <w:rPr>
                <w:szCs w:val="24"/>
              </w:rPr>
            </w:pPr>
            <w:r w:rsidRPr="001273FB">
              <w:rPr>
                <w:szCs w:val="24"/>
              </w:rPr>
              <w:t>++</w:t>
            </w:r>
          </w:p>
        </w:tc>
      </w:tr>
      <w:tr w:rsidR="00071CF8" w:rsidRPr="00701B73" w14:paraId="701A52F2" w14:textId="77777777" w:rsidTr="00822239">
        <w:trPr>
          <w:jc w:val="center"/>
        </w:trPr>
        <w:tc>
          <w:tcPr>
            <w:tcW w:w="4530" w:type="dxa"/>
          </w:tcPr>
          <w:p w14:paraId="701A52F0" w14:textId="77777777" w:rsidR="00071CF8" w:rsidRPr="008A7CA4" w:rsidRDefault="00071CF8" w:rsidP="00822239">
            <w:pPr>
              <w:spacing w:before="60" w:after="60" w:line="240" w:lineRule="auto"/>
              <w:ind w:left="181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Heavy turbidity or cloudiness</w:t>
            </w:r>
          </w:p>
        </w:tc>
        <w:tc>
          <w:tcPr>
            <w:tcW w:w="1702" w:type="dxa"/>
          </w:tcPr>
          <w:p w14:paraId="701A52F1" w14:textId="77777777" w:rsidR="00071CF8" w:rsidRPr="001273FB" w:rsidRDefault="00071CF8" w:rsidP="00A13CEF">
            <w:pPr>
              <w:spacing w:before="60" w:after="60" w:line="240" w:lineRule="auto"/>
              <w:ind w:left="181"/>
              <w:rPr>
                <w:szCs w:val="24"/>
              </w:rPr>
            </w:pPr>
            <w:r w:rsidRPr="001273FB">
              <w:rPr>
                <w:szCs w:val="24"/>
              </w:rPr>
              <w:t>+++</w:t>
            </w:r>
          </w:p>
        </w:tc>
      </w:tr>
      <w:tr w:rsidR="00071CF8" w:rsidRPr="00701B73" w14:paraId="701A52F5" w14:textId="77777777" w:rsidTr="00822239">
        <w:trPr>
          <w:jc w:val="center"/>
        </w:trPr>
        <w:tc>
          <w:tcPr>
            <w:tcW w:w="4530" w:type="dxa"/>
          </w:tcPr>
          <w:p w14:paraId="701A52F3" w14:textId="77777777" w:rsidR="00071CF8" w:rsidRPr="008A7CA4" w:rsidRDefault="00071CF8" w:rsidP="00822239">
            <w:pPr>
              <w:spacing w:before="60" w:after="60" w:line="240" w:lineRule="auto"/>
              <w:ind w:left="181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Extremely heavy turbidity or cloudiness</w:t>
            </w:r>
          </w:p>
        </w:tc>
        <w:tc>
          <w:tcPr>
            <w:tcW w:w="1702" w:type="dxa"/>
          </w:tcPr>
          <w:p w14:paraId="701A52F4" w14:textId="77777777" w:rsidR="00071CF8" w:rsidRPr="001273FB" w:rsidRDefault="00071CF8" w:rsidP="00A13CEF">
            <w:pPr>
              <w:spacing w:before="60" w:after="60" w:line="240" w:lineRule="auto"/>
              <w:ind w:left="181"/>
              <w:rPr>
                <w:szCs w:val="24"/>
              </w:rPr>
            </w:pPr>
            <w:r w:rsidRPr="001273FB">
              <w:rPr>
                <w:szCs w:val="24"/>
              </w:rPr>
              <w:t>++++</w:t>
            </w:r>
          </w:p>
        </w:tc>
      </w:tr>
    </w:tbl>
    <w:p w14:paraId="701A52F6" w14:textId="77777777" w:rsidR="005E2790" w:rsidRDefault="005E2790" w:rsidP="00822239">
      <w:pPr>
        <w:spacing w:line="240" w:lineRule="auto"/>
        <w:ind w:left="1440"/>
        <w:rPr>
          <w:sz w:val="16"/>
          <w:szCs w:val="16"/>
        </w:rPr>
      </w:pPr>
    </w:p>
    <w:p w14:paraId="701A52F7" w14:textId="6DA15C47" w:rsidR="00071CF8" w:rsidRPr="00A13CEF" w:rsidRDefault="00A13CEF" w:rsidP="00822239">
      <w:pPr>
        <w:spacing w:line="240" w:lineRule="auto"/>
        <w:ind w:left="1440"/>
        <w:rPr>
          <w:sz w:val="16"/>
          <w:szCs w:val="16"/>
        </w:rPr>
      </w:pPr>
      <w:r>
        <w:rPr>
          <w:sz w:val="16"/>
          <w:szCs w:val="16"/>
        </w:rPr>
        <w:t>Fig</w:t>
      </w:r>
      <w:r w:rsidR="00D04AE2">
        <w:rPr>
          <w:sz w:val="16"/>
          <w:szCs w:val="16"/>
        </w:rPr>
        <w:t>ure</w:t>
      </w:r>
      <w:r>
        <w:rPr>
          <w:sz w:val="16"/>
          <w:szCs w:val="16"/>
        </w:rPr>
        <w:t xml:space="preserve"> 1.</w:t>
      </w:r>
      <w:r w:rsidR="00071CF8" w:rsidRPr="00A13CEF">
        <w:rPr>
          <w:sz w:val="16"/>
          <w:szCs w:val="16"/>
        </w:rPr>
        <w:t>Turbidit</w:t>
      </w:r>
      <w:r w:rsidR="001273FB" w:rsidRPr="00A13CEF">
        <w:rPr>
          <w:sz w:val="16"/>
          <w:szCs w:val="16"/>
        </w:rPr>
        <w:t>y</w:t>
      </w:r>
      <w:r w:rsidR="00071CF8" w:rsidRPr="00A13CEF">
        <w:rPr>
          <w:sz w:val="16"/>
          <w:szCs w:val="16"/>
        </w:rPr>
        <w:t xml:space="preserve"> of protein solutions</w:t>
      </w:r>
    </w:p>
    <w:p w14:paraId="701A52F8" w14:textId="77777777" w:rsidR="00071CF8" w:rsidRDefault="00071CF8" w:rsidP="00D53D0E">
      <w:pPr>
        <w:spacing w:line="360" w:lineRule="auto"/>
        <w:ind w:left="180"/>
        <w:jc w:val="center"/>
        <w:rPr>
          <w:sz w:val="22"/>
        </w:rPr>
      </w:pPr>
      <w:r w:rsidRPr="00701B73">
        <w:rPr>
          <w:noProof/>
          <w:lang w:eastAsia="en-AU"/>
        </w:rPr>
        <w:drawing>
          <wp:inline distT="0" distB="0" distL="0" distR="0" wp14:anchorId="701A539C" wp14:editId="701A539D">
            <wp:extent cx="4457700" cy="1343025"/>
            <wp:effectExtent l="0" t="0" r="0" b="9525"/>
            <wp:docPr id="8" name="Picture 8" descr="IMG_20170426_121206355turbidit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20170426_121206355turbidity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98" t="13693" r="-998" b="22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2F9" w14:textId="77777777" w:rsidR="00D53D0E" w:rsidRPr="00AA1145" w:rsidRDefault="00D53D0E" w:rsidP="00D53D0E">
      <w:pPr>
        <w:pStyle w:val="Body"/>
        <w:rPr>
          <w:sz w:val="8"/>
          <w:szCs w:val="8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16"/>
          <w:szCs w:val="16"/>
        </w:rPr>
        <w:t>© TAFENSW 2018</w:t>
      </w:r>
    </w:p>
    <w:tbl>
      <w:tblPr>
        <w:tblStyle w:val="TableGrid"/>
        <w:tblW w:w="0" w:type="auto"/>
        <w:tblInd w:w="183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09"/>
        <w:gridCol w:w="425"/>
        <w:gridCol w:w="709"/>
        <w:gridCol w:w="425"/>
        <w:gridCol w:w="709"/>
        <w:gridCol w:w="425"/>
        <w:gridCol w:w="709"/>
        <w:gridCol w:w="567"/>
        <w:gridCol w:w="709"/>
      </w:tblGrid>
      <w:tr w:rsidR="00D53D0E" w14:paraId="701A5303" w14:textId="77777777" w:rsidTr="005C0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09" w:type="dxa"/>
            <w:shd w:val="clear" w:color="auto" w:fill="FFFFFF" w:themeFill="background1"/>
          </w:tcPr>
          <w:p w14:paraId="701A52FA" w14:textId="77777777" w:rsidR="00D53D0E" w:rsidRDefault="00D53D0E" w:rsidP="005C064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01A52FB" w14:textId="77777777" w:rsidR="00D53D0E" w:rsidRDefault="00D53D0E" w:rsidP="005C064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1A52FC" w14:textId="77777777" w:rsidR="00D53D0E" w:rsidRDefault="00D53D0E" w:rsidP="005C064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01A52FD" w14:textId="77777777" w:rsidR="00D53D0E" w:rsidRDefault="00D53D0E" w:rsidP="005C064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14:paraId="701A52FE" w14:textId="77777777" w:rsidR="00D53D0E" w:rsidRDefault="00D53D0E" w:rsidP="005C064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01A52FF" w14:textId="77777777" w:rsidR="00D53D0E" w:rsidRDefault="00D53D0E" w:rsidP="005C064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1A5300" w14:textId="77777777" w:rsidR="00D53D0E" w:rsidRDefault="00D53D0E" w:rsidP="005C064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01A5301" w14:textId="77777777" w:rsidR="00D53D0E" w:rsidRDefault="00D53D0E" w:rsidP="005C064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1A5302" w14:textId="77777777" w:rsidR="00D53D0E" w:rsidRDefault="00D53D0E" w:rsidP="005C0649">
            <w:pPr>
              <w:pStyle w:val="Body"/>
              <w:rPr>
                <w:sz w:val="22"/>
                <w:szCs w:val="22"/>
              </w:rPr>
            </w:pPr>
          </w:p>
        </w:tc>
      </w:tr>
    </w:tbl>
    <w:p w14:paraId="08DCC2A2" w14:textId="77777777" w:rsidR="00865F49" w:rsidRPr="000D5FEB" w:rsidRDefault="00865F49" w:rsidP="0026595D">
      <w:pPr>
        <w:jc w:val="right"/>
        <w:rPr>
          <w:szCs w:val="24"/>
        </w:rPr>
      </w:pPr>
    </w:p>
    <w:p w14:paraId="701A5305" w14:textId="77777777" w:rsidR="005E2790" w:rsidRDefault="005E2790">
      <w:pPr>
        <w:tabs>
          <w:tab w:val="clear" w:pos="284"/>
        </w:tabs>
        <w:spacing w:before="0" w:after="200" w:line="276" w:lineRule="auto"/>
        <w:rPr>
          <w:sz w:val="22"/>
        </w:rPr>
      </w:pPr>
      <w:r>
        <w:rPr>
          <w:sz w:val="22"/>
        </w:rPr>
        <w:br w:type="page"/>
      </w:r>
    </w:p>
    <w:p w14:paraId="701A5306" w14:textId="77777777" w:rsidR="00891196" w:rsidRDefault="00891196" w:rsidP="00FF20A5">
      <w:pPr>
        <w:pStyle w:val="ListParagraph"/>
        <w:numPr>
          <w:ilvl w:val="0"/>
          <w:numId w:val="36"/>
        </w:numPr>
        <w:spacing w:line="240" w:lineRule="auto"/>
        <w:ind w:left="714" w:hanging="357"/>
        <w:rPr>
          <w:sz w:val="22"/>
        </w:rPr>
      </w:pPr>
      <w:r w:rsidRPr="008F3E14">
        <w:rPr>
          <w:sz w:val="22"/>
        </w:rPr>
        <w:lastRenderedPageBreak/>
        <w:t xml:space="preserve">Bill S. has been monitoring his fasting blood glucose levels </w:t>
      </w:r>
      <w:r w:rsidR="0026595D">
        <w:rPr>
          <w:sz w:val="22"/>
        </w:rPr>
        <w:t>during</w:t>
      </w:r>
      <w:r w:rsidRPr="008F3E14">
        <w:rPr>
          <w:sz w:val="22"/>
        </w:rPr>
        <w:t xml:space="preserve"> May. His results have been plotted </w:t>
      </w:r>
      <w:r w:rsidR="0026595D">
        <w:rPr>
          <w:sz w:val="22"/>
        </w:rPr>
        <w:t>in the following graph (Figure 2</w:t>
      </w:r>
      <w:r w:rsidRPr="008F3E14">
        <w:rPr>
          <w:sz w:val="22"/>
        </w:rPr>
        <w:t>).</w:t>
      </w:r>
    </w:p>
    <w:p w14:paraId="701A5307" w14:textId="77777777" w:rsidR="0092236E" w:rsidRPr="008F3E14" w:rsidRDefault="0092236E" w:rsidP="0092236E">
      <w:pPr>
        <w:pStyle w:val="ListParagraph"/>
        <w:spacing w:line="240" w:lineRule="auto"/>
        <w:ind w:left="714"/>
        <w:rPr>
          <w:sz w:val="22"/>
        </w:rPr>
      </w:pPr>
    </w:p>
    <w:p w14:paraId="701A5308" w14:textId="77777777" w:rsidR="00891196" w:rsidRPr="00701B73" w:rsidRDefault="00891196" w:rsidP="0054159B">
      <w:pPr>
        <w:spacing w:line="360" w:lineRule="auto"/>
        <w:ind w:left="180"/>
        <w:jc w:val="center"/>
        <w:rPr>
          <w:sz w:val="22"/>
        </w:rPr>
      </w:pPr>
      <w:r w:rsidRPr="00701B73">
        <w:rPr>
          <w:noProof/>
          <w:lang w:eastAsia="en-AU"/>
        </w:rPr>
        <w:drawing>
          <wp:inline distT="0" distB="0" distL="0" distR="0" wp14:anchorId="701A539E" wp14:editId="701A539F">
            <wp:extent cx="4168140" cy="2819400"/>
            <wp:effectExtent l="0" t="0" r="3810" b="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701A5309" w14:textId="77777777" w:rsidR="00891196" w:rsidRPr="00701B73" w:rsidRDefault="00891196" w:rsidP="0026595D">
      <w:pPr>
        <w:spacing w:line="240" w:lineRule="auto"/>
        <w:ind w:left="181"/>
        <w:rPr>
          <w:sz w:val="22"/>
        </w:rPr>
      </w:pPr>
      <w:r w:rsidRPr="00701B73">
        <w:rPr>
          <w:sz w:val="22"/>
        </w:rPr>
        <w:t xml:space="preserve">    The normal limits for blood glucose in healthy people are:</w:t>
      </w:r>
    </w:p>
    <w:p w14:paraId="701A530A" w14:textId="77777777" w:rsidR="00891196" w:rsidRPr="00701B73" w:rsidRDefault="00891196" w:rsidP="0026595D">
      <w:pPr>
        <w:spacing w:line="240" w:lineRule="auto"/>
        <w:ind w:left="181"/>
        <w:rPr>
          <w:sz w:val="22"/>
        </w:rPr>
      </w:pPr>
      <w:r w:rsidRPr="00701B73">
        <w:rPr>
          <w:sz w:val="22"/>
        </w:rPr>
        <w:t xml:space="preserve">            </w:t>
      </w:r>
      <w:r w:rsidRPr="0026595D">
        <w:rPr>
          <w:b/>
          <w:sz w:val="22"/>
        </w:rPr>
        <w:t>Lower limit</w:t>
      </w:r>
      <w:r w:rsidRPr="00701B73">
        <w:rPr>
          <w:sz w:val="22"/>
        </w:rPr>
        <w:t xml:space="preserve">:    </w:t>
      </w:r>
      <w:r w:rsidR="0026595D">
        <w:rPr>
          <w:sz w:val="22"/>
        </w:rPr>
        <w:t xml:space="preserve">4 </w:t>
      </w:r>
      <w:proofErr w:type="spellStart"/>
      <w:r w:rsidR="0026595D">
        <w:rPr>
          <w:sz w:val="22"/>
        </w:rPr>
        <w:t>mmole</w:t>
      </w:r>
      <w:proofErr w:type="spellEnd"/>
      <w:r w:rsidR="0026595D">
        <w:rPr>
          <w:sz w:val="22"/>
        </w:rPr>
        <w:t>/L</w:t>
      </w:r>
      <w:r w:rsidRPr="00701B73">
        <w:rPr>
          <w:sz w:val="22"/>
        </w:rPr>
        <w:t xml:space="preserve"> </w:t>
      </w:r>
      <w:r w:rsidR="0026595D">
        <w:rPr>
          <w:sz w:val="22"/>
        </w:rPr>
        <w:tab/>
      </w:r>
      <w:r w:rsidRPr="00701B73">
        <w:rPr>
          <w:sz w:val="22"/>
        </w:rPr>
        <w:t xml:space="preserve"> </w:t>
      </w:r>
      <w:r w:rsidRPr="0026595D">
        <w:rPr>
          <w:b/>
          <w:sz w:val="22"/>
        </w:rPr>
        <w:t>Upper limit</w:t>
      </w:r>
      <w:r w:rsidRPr="00701B73">
        <w:rPr>
          <w:sz w:val="22"/>
        </w:rPr>
        <w:t xml:space="preserve">:    8 </w:t>
      </w:r>
      <w:proofErr w:type="spellStart"/>
      <w:r w:rsidRPr="00701B73">
        <w:rPr>
          <w:sz w:val="22"/>
        </w:rPr>
        <w:t>mmole</w:t>
      </w:r>
      <w:proofErr w:type="spellEnd"/>
      <w:r w:rsidRPr="00701B73">
        <w:rPr>
          <w:sz w:val="22"/>
        </w:rPr>
        <w:t xml:space="preserve">/L. </w:t>
      </w:r>
    </w:p>
    <w:p w14:paraId="701A530B" w14:textId="77777777" w:rsidR="00891196" w:rsidRDefault="00891196" w:rsidP="0026595D">
      <w:pPr>
        <w:pStyle w:val="ListParagraph"/>
        <w:numPr>
          <w:ilvl w:val="1"/>
          <w:numId w:val="32"/>
        </w:numPr>
        <w:spacing w:line="240" w:lineRule="auto"/>
        <w:rPr>
          <w:sz w:val="22"/>
        </w:rPr>
      </w:pPr>
      <w:r w:rsidRPr="00891196">
        <w:rPr>
          <w:i/>
          <w:sz w:val="22"/>
        </w:rPr>
        <w:t>Draw</w:t>
      </w:r>
      <w:r w:rsidRPr="00891196">
        <w:rPr>
          <w:sz w:val="22"/>
        </w:rPr>
        <w:t xml:space="preserve"> and </w:t>
      </w:r>
      <w:r w:rsidR="0054159B">
        <w:rPr>
          <w:i/>
          <w:sz w:val="22"/>
        </w:rPr>
        <w:t>label</w:t>
      </w:r>
      <w:r w:rsidRPr="00891196">
        <w:rPr>
          <w:sz w:val="22"/>
        </w:rPr>
        <w:t xml:space="preserve"> the </w:t>
      </w:r>
      <w:r w:rsidRPr="00891196">
        <w:rPr>
          <w:i/>
          <w:sz w:val="22"/>
        </w:rPr>
        <w:t>upper and lower limits</w:t>
      </w:r>
      <w:r w:rsidRPr="00891196">
        <w:rPr>
          <w:sz w:val="22"/>
        </w:rPr>
        <w:t xml:space="preserve"> on the graph </w:t>
      </w:r>
      <w:r w:rsidR="0026595D">
        <w:rPr>
          <w:sz w:val="22"/>
        </w:rPr>
        <w:t>above</w:t>
      </w:r>
      <w:r w:rsidRPr="00891196">
        <w:rPr>
          <w:sz w:val="22"/>
        </w:rPr>
        <w:t xml:space="preserve">. </w:t>
      </w:r>
    </w:p>
    <w:p w14:paraId="660731D6" w14:textId="77777777" w:rsidR="00865F49" w:rsidRDefault="00865F49" w:rsidP="0026595D">
      <w:pPr>
        <w:pStyle w:val="ListParagraph"/>
        <w:ind w:left="567"/>
        <w:jc w:val="right"/>
        <w:rPr>
          <w:szCs w:val="24"/>
        </w:rPr>
      </w:pPr>
    </w:p>
    <w:p w14:paraId="701A530D" w14:textId="77777777" w:rsidR="00891196" w:rsidRDefault="00891196" w:rsidP="0026595D">
      <w:pPr>
        <w:pStyle w:val="ListParagraph"/>
        <w:numPr>
          <w:ilvl w:val="1"/>
          <w:numId w:val="32"/>
        </w:numPr>
        <w:spacing w:line="240" w:lineRule="auto"/>
        <w:rPr>
          <w:sz w:val="22"/>
        </w:rPr>
      </w:pPr>
      <w:r w:rsidRPr="00891196">
        <w:rPr>
          <w:sz w:val="22"/>
        </w:rPr>
        <w:t>Is his blood glucose within the normal limits? If not, which dates are they above and which dates are they below the normal limits?</w:t>
      </w:r>
    </w:p>
    <w:p w14:paraId="701A530E" w14:textId="77777777" w:rsidR="0092236E" w:rsidRDefault="0092236E" w:rsidP="0092236E">
      <w:pPr>
        <w:pStyle w:val="ListParagraph"/>
        <w:spacing w:line="240" w:lineRule="auto"/>
        <w:ind w:left="1134"/>
        <w:rPr>
          <w:sz w:val="22"/>
        </w:rPr>
      </w:pPr>
    </w:p>
    <w:p w14:paraId="701A530F" w14:textId="77777777" w:rsidR="00891196" w:rsidRDefault="00891196" w:rsidP="005415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567"/>
        <w:rPr>
          <w:szCs w:val="24"/>
        </w:rPr>
      </w:pPr>
    </w:p>
    <w:p w14:paraId="701A5310" w14:textId="77777777" w:rsidR="0054159B" w:rsidRPr="000D5FEB" w:rsidRDefault="0054159B" w:rsidP="0054159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567"/>
        <w:rPr>
          <w:szCs w:val="24"/>
        </w:rPr>
      </w:pPr>
    </w:p>
    <w:p w14:paraId="3F25E43E" w14:textId="77777777" w:rsidR="00865F49" w:rsidRDefault="00865F49" w:rsidP="0026595D">
      <w:pPr>
        <w:pStyle w:val="ListParagraph"/>
        <w:ind w:left="567"/>
        <w:jc w:val="right"/>
        <w:rPr>
          <w:szCs w:val="24"/>
        </w:rPr>
      </w:pPr>
    </w:p>
    <w:p w14:paraId="701A5312" w14:textId="77777777" w:rsidR="00891196" w:rsidRDefault="00891196" w:rsidP="0092236E">
      <w:pPr>
        <w:pStyle w:val="ListParagraph"/>
        <w:numPr>
          <w:ilvl w:val="1"/>
          <w:numId w:val="32"/>
        </w:numPr>
        <w:spacing w:line="360" w:lineRule="auto"/>
        <w:rPr>
          <w:sz w:val="22"/>
        </w:rPr>
      </w:pPr>
      <w:r>
        <w:rPr>
          <w:sz w:val="22"/>
        </w:rPr>
        <w:t>What was the maximum level of blood sugar in the time frame shown?</w:t>
      </w:r>
    </w:p>
    <w:p w14:paraId="701A5313" w14:textId="77777777" w:rsidR="00891196" w:rsidRDefault="00891196" w:rsidP="0089119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567"/>
        <w:rPr>
          <w:szCs w:val="24"/>
        </w:rPr>
      </w:pPr>
    </w:p>
    <w:p w14:paraId="701A5314" w14:textId="77777777" w:rsidR="00891196" w:rsidRDefault="00891196" w:rsidP="0089119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567"/>
        <w:rPr>
          <w:szCs w:val="24"/>
        </w:rPr>
      </w:pPr>
    </w:p>
    <w:p w14:paraId="195F9920" w14:textId="77777777" w:rsidR="00865F49" w:rsidRDefault="00865F49" w:rsidP="0026595D">
      <w:pPr>
        <w:jc w:val="right"/>
        <w:rPr>
          <w:szCs w:val="24"/>
        </w:rPr>
      </w:pPr>
    </w:p>
    <w:p w14:paraId="701A5316" w14:textId="77777777" w:rsidR="00891196" w:rsidRDefault="00891196" w:rsidP="0026595D">
      <w:pPr>
        <w:pStyle w:val="ListParagraph"/>
        <w:spacing w:line="360" w:lineRule="auto"/>
        <w:rPr>
          <w:sz w:val="22"/>
        </w:rPr>
      </w:pPr>
      <w:r>
        <w:rPr>
          <w:sz w:val="22"/>
        </w:rPr>
        <w:t xml:space="preserve">d. What was the minimum level of blood sugar in the </w:t>
      </w:r>
      <w:proofErr w:type="gramStart"/>
      <w:r>
        <w:rPr>
          <w:sz w:val="22"/>
        </w:rPr>
        <w:t>time frame</w:t>
      </w:r>
      <w:proofErr w:type="gramEnd"/>
      <w:r>
        <w:rPr>
          <w:sz w:val="22"/>
        </w:rPr>
        <w:t xml:space="preserve"> shown</w:t>
      </w:r>
    </w:p>
    <w:p w14:paraId="701A5317" w14:textId="77777777" w:rsidR="00891196" w:rsidRDefault="00891196" w:rsidP="0089119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567"/>
        <w:rPr>
          <w:szCs w:val="24"/>
        </w:rPr>
      </w:pPr>
    </w:p>
    <w:p w14:paraId="701A5318" w14:textId="77777777" w:rsidR="00891196" w:rsidRDefault="00891196" w:rsidP="0089119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567"/>
        <w:rPr>
          <w:szCs w:val="24"/>
        </w:rPr>
      </w:pPr>
    </w:p>
    <w:p w14:paraId="0DAB1546" w14:textId="2D9C0725" w:rsidR="00865F49" w:rsidRDefault="00865F49" w:rsidP="0026595D">
      <w:pPr>
        <w:jc w:val="right"/>
        <w:rPr>
          <w:szCs w:val="24"/>
        </w:rPr>
      </w:pPr>
    </w:p>
    <w:p w14:paraId="55CAED48" w14:textId="77777777" w:rsidR="00865F49" w:rsidRDefault="00865F49" w:rsidP="0026595D">
      <w:pPr>
        <w:jc w:val="right"/>
        <w:rPr>
          <w:szCs w:val="24"/>
        </w:rPr>
      </w:pPr>
    </w:p>
    <w:p w14:paraId="701A531A" w14:textId="23693EDA" w:rsidR="00A474F7" w:rsidRDefault="00A474F7" w:rsidP="00FF20A5">
      <w:pPr>
        <w:pStyle w:val="ListParagraph"/>
        <w:numPr>
          <w:ilvl w:val="0"/>
          <w:numId w:val="36"/>
        </w:numPr>
        <w:tabs>
          <w:tab w:val="clear" w:pos="284"/>
        </w:tabs>
        <w:spacing w:before="0" w:after="200" w:line="276" w:lineRule="auto"/>
      </w:pPr>
      <w:r>
        <w:lastRenderedPageBreak/>
        <w:t xml:space="preserve">Transcribe the following data from the </w:t>
      </w:r>
      <w:r w:rsidR="00865F49">
        <w:t>Data Printout</w:t>
      </w:r>
      <w:r>
        <w:t xml:space="preserve"> into the </w:t>
      </w:r>
      <w:r w:rsidR="002B0F02">
        <w:t>Manual R</w:t>
      </w:r>
      <w:r>
        <w:t xml:space="preserve">esult </w:t>
      </w:r>
      <w:r w:rsidR="002B0F02">
        <w:t>S</w:t>
      </w:r>
      <w:r>
        <w:t>heet.</w:t>
      </w:r>
    </w:p>
    <w:p w14:paraId="701A531B" w14:textId="77777777" w:rsidR="0037491A" w:rsidRDefault="0037491A" w:rsidP="0037491A">
      <w:pPr>
        <w:pStyle w:val="ListParagraph"/>
        <w:tabs>
          <w:tab w:val="clear" w:pos="284"/>
        </w:tabs>
        <w:spacing w:before="0" w:after="200" w:line="276" w:lineRule="auto"/>
        <w:ind w:left="567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474F7" w14:paraId="701A531D" w14:textId="77777777" w:rsidTr="00A47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</w:tcPr>
          <w:p w14:paraId="701A531C" w14:textId="5BDD4A27" w:rsidR="00A474F7" w:rsidRPr="00A474F7" w:rsidRDefault="00A474F7" w:rsidP="00A474F7">
            <w:pPr>
              <w:tabs>
                <w:tab w:val="clear" w:pos="284"/>
              </w:tabs>
              <w:spacing w:line="240" w:lineRule="auto"/>
              <w:jc w:val="center"/>
              <w:rPr>
                <w:sz w:val="32"/>
                <w:szCs w:val="32"/>
              </w:rPr>
            </w:pPr>
            <w:r w:rsidRPr="00A474F7">
              <w:rPr>
                <w:sz w:val="32"/>
                <w:szCs w:val="32"/>
              </w:rPr>
              <w:t>Data Printout</w:t>
            </w:r>
          </w:p>
        </w:tc>
      </w:tr>
      <w:tr w:rsidR="00A474F7" w14:paraId="701A5327" w14:textId="77777777" w:rsidTr="00A474F7">
        <w:tc>
          <w:tcPr>
            <w:tcW w:w="9060" w:type="dxa"/>
          </w:tcPr>
          <w:p w14:paraId="701A531E" w14:textId="10917DA2" w:rsidR="00A474F7" w:rsidRPr="008A7CA4" w:rsidRDefault="00A474F7" w:rsidP="00A474F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>Sample</w:t>
            </w:r>
            <w:r w:rsidRPr="008A7CA4">
              <w:rPr>
                <w:sz w:val="22"/>
                <w:szCs w:val="22"/>
              </w:rPr>
              <w:t>: O</w:t>
            </w:r>
            <w:r w:rsidR="002B0F02" w:rsidRPr="008A7CA4">
              <w:rPr>
                <w:sz w:val="22"/>
                <w:szCs w:val="22"/>
              </w:rPr>
              <w:t xml:space="preserve">                                                             </w:t>
            </w:r>
            <w:r w:rsidR="002B0F02" w:rsidRPr="008A7CA4">
              <w:rPr>
                <w:b/>
                <w:sz w:val="22"/>
                <w:szCs w:val="22"/>
              </w:rPr>
              <w:t xml:space="preserve">Customer: </w:t>
            </w:r>
            <w:r w:rsidR="002B0F02" w:rsidRPr="008A7CA4">
              <w:rPr>
                <w:sz w:val="22"/>
                <w:szCs w:val="22"/>
              </w:rPr>
              <w:t>A.</w:t>
            </w:r>
            <w:r w:rsidR="00E57D3A">
              <w:rPr>
                <w:sz w:val="22"/>
                <w:szCs w:val="22"/>
              </w:rPr>
              <w:t xml:space="preserve"> </w:t>
            </w:r>
            <w:r w:rsidR="002B0F02" w:rsidRPr="008A7CA4">
              <w:rPr>
                <w:sz w:val="22"/>
                <w:szCs w:val="22"/>
              </w:rPr>
              <w:t>Food Pty Ltd</w:t>
            </w:r>
          </w:p>
          <w:p w14:paraId="701A531F" w14:textId="77777777" w:rsidR="00A474F7" w:rsidRPr="008A7CA4" w:rsidRDefault="00A474F7" w:rsidP="00A474F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 xml:space="preserve">Sample: </w:t>
            </w:r>
            <w:r w:rsidRPr="008A7CA4">
              <w:rPr>
                <w:sz w:val="22"/>
                <w:szCs w:val="22"/>
              </w:rPr>
              <w:t>M</w:t>
            </w:r>
          </w:p>
          <w:p w14:paraId="701A5320" w14:textId="77777777" w:rsidR="00A474F7" w:rsidRPr="008A7CA4" w:rsidRDefault="00A474F7" w:rsidP="00A474F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>Sample:</w:t>
            </w:r>
            <w:r w:rsidRPr="008A7CA4">
              <w:rPr>
                <w:sz w:val="22"/>
                <w:szCs w:val="22"/>
              </w:rPr>
              <w:t xml:space="preserve"> N                                                             </w:t>
            </w:r>
            <w:r w:rsidRPr="008A7CA4">
              <w:rPr>
                <w:b/>
                <w:sz w:val="22"/>
                <w:szCs w:val="22"/>
              </w:rPr>
              <w:t>Date Received:</w:t>
            </w:r>
            <w:r w:rsidRPr="008A7CA4">
              <w:rPr>
                <w:sz w:val="22"/>
                <w:szCs w:val="22"/>
              </w:rPr>
              <w:t xml:space="preserve">      25/03/2019</w:t>
            </w:r>
          </w:p>
          <w:p w14:paraId="701A5321" w14:textId="77777777" w:rsidR="00A474F7" w:rsidRPr="008A7CA4" w:rsidRDefault="00A474F7" w:rsidP="00A474F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 xml:space="preserve">Analyst: </w:t>
            </w:r>
            <w:r w:rsidRPr="008A7CA4">
              <w:rPr>
                <w:sz w:val="22"/>
                <w:szCs w:val="22"/>
              </w:rPr>
              <w:t xml:space="preserve">A. Willing                                               </w:t>
            </w:r>
            <w:r w:rsidRPr="008A7CA4">
              <w:rPr>
                <w:b/>
                <w:sz w:val="22"/>
                <w:szCs w:val="22"/>
              </w:rPr>
              <w:t xml:space="preserve">Test Date:               </w:t>
            </w:r>
            <w:r w:rsidRPr="008A7CA4">
              <w:rPr>
                <w:sz w:val="22"/>
                <w:szCs w:val="22"/>
              </w:rPr>
              <w:t>28/03/2019</w:t>
            </w:r>
          </w:p>
          <w:p w14:paraId="701A5322" w14:textId="77777777" w:rsidR="00A474F7" w:rsidRPr="008A7CA4" w:rsidRDefault="00A474F7" w:rsidP="00A474F7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</w:p>
          <w:p w14:paraId="701A5323" w14:textId="77777777" w:rsidR="00A474F7" w:rsidRPr="008A7CA4" w:rsidRDefault="00A474F7" w:rsidP="00A474F7">
            <w:pPr>
              <w:tabs>
                <w:tab w:val="clear" w:pos="284"/>
              </w:tabs>
              <w:spacing w:line="240" w:lineRule="auto"/>
              <w:rPr>
                <w:b/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>Test Results:</w:t>
            </w:r>
          </w:p>
          <w:p w14:paraId="701A5324" w14:textId="77777777" w:rsidR="00A474F7" w:rsidRPr="008A7CA4" w:rsidRDefault="002B0F02" w:rsidP="00A474F7">
            <w:pPr>
              <w:tabs>
                <w:tab w:val="clear" w:pos="284"/>
              </w:tabs>
              <w:spacing w:line="240" w:lineRule="auto"/>
              <w:rPr>
                <w:b/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>M:Sugar 2.71%, pH 4.5, Fat 8.1%, Mercury 0.0015ppb</w:t>
            </w:r>
          </w:p>
          <w:p w14:paraId="701A5325" w14:textId="77777777" w:rsidR="002B0F02" w:rsidRPr="008A7CA4" w:rsidRDefault="002B0F02" w:rsidP="00A474F7">
            <w:pPr>
              <w:tabs>
                <w:tab w:val="clear" w:pos="284"/>
              </w:tabs>
              <w:spacing w:line="240" w:lineRule="auto"/>
              <w:rPr>
                <w:b/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>N:Sugar 2.53%, pH 4.4, Fat 9.0%, Mercury 0.0011ppb</w:t>
            </w:r>
          </w:p>
          <w:p w14:paraId="701A5326" w14:textId="77777777" w:rsidR="002B0F02" w:rsidRPr="008A7CA4" w:rsidRDefault="002B0F02" w:rsidP="00A474F7">
            <w:pPr>
              <w:tabs>
                <w:tab w:val="clear" w:pos="284"/>
              </w:tabs>
              <w:spacing w:line="240" w:lineRule="auto"/>
              <w:rPr>
                <w:b/>
                <w:sz w:val="22"/>
                <w:szCs w:val="22"/>
              </w:rPr>
            </w:pPr>
            <w:r w:rsidRPr="008A7CA4">
              <w:rPr>
                <w:b/>
                <w:sz w:val="22"/>
                <w:szCs w:val="22"/>
              </w:rPr>
              <w:t>O:Sugar 2.60%, pH 4.7, Fat 10.0% Mercury 0.0009 ppb</w:t>
            </w:r>
          </w:p>
        </w:tc>
      </w:tr>
    </w:tbl>
    <w:p w14:paraId="701A5328" w14:textId="77777777" w:rsidR="00A474F7" w:rsidRDefault="00A474F7">
      <w:pPr>
        <w:tabs>
          <w:tab w:val="clear" w:pos="284"/>
        </w:tabs>
        <w:spacing w:before="0" w:after="200" w:line="276" w:lineRule="auto"/>
      </w:pPr>
    </w:p>
    <w:p w14:paraId="701A5329" w14:textId="77777777" w:rsidR="0037491A" w:rsidRDefault="0037491A">
      <w:pPr>
        <w:tabs>
          <w:tab w:val="clear" w:pos="284"/>
        </w:tabs>
        <w:spacing w:before="0" w:after="20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A474F7" w14:paraId="701A532B" w14:textId="77777777" w:rsidTr="005C0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gridSpan w:val="6"/>
          </w:tcPr>
          <w:p w14:paraId="701A532A" w14:textId="55F1BEF2" w:rsidR="00A474F7" w:rsidRDefault="00A474F7" w:rsidP="00A474F7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>
              <w:rPr>
                <w:sz w:val="32"/>
                <w:szCs w:val="32"/>
              </w:rPr>
              <w:t>Manual Result Sheet</w:t>
            </w:r>
          </w:p>
        </w:tc>
      </w:tr>
      <w:tr w:rsidR="002B0F02" w14:paraId="701A532F" w14:textId="77777777" w:rsidTr="005C0649">
        <w:tc>
          <w:tcPr>
            <w:tcW w:w="3020" w:type="dxa"/>
            <w:gridSpan w:val="2"/>
          </w:tcPr>
          <w:p w14:paraId="701A532C" w14:textId="77777777" w:rsidR="002B0F02" w:rsidRPr="008A7CA4" w:rsidRDefault="002B0F02" w:rsidP="002B0F02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Analyst:</w:t>
            </w:r>
          </w:p>
        </w:tc>
        <w:tc>
          <w:tcPr>
            <w:tcW w:w="3020" w:type="dxa"/>
            <w:gridSpan w:val="2"/>
          </w:tcPr>
          <w:p w14:paraId="701A532D" w14:textId="77777777" w:rsidR="002B0F02" w:rsidRPr="008A7CA4" w:rsidRDefault="002B0F02" w:rsidP="002B0F02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Customer:</w:t>
            </w:r>
          </w:p>
        </w:tc>
        <w:tc>
          <w:tcPr>
            <w:tcW w:w="3020" w:type="dxa"/>
            <w:gridSpan w:val="2"/>
          </w:tcPr>
          <w:p w14:paraId="701A532E" w14:textId="77777777" w:rsidR="002B0F02" w:rsidRPr="008A7CA4" w:rsidRDefault="002B0F02" w:rsidP="002B0F02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Test Date:</w:t>
            </w:r>
          </w:p>
        </w:tc>
      </w:tr>
      <w:tr w:rsidR="002B0F02" w14:paraId="701A5336" w14:textId="77777777" w:rsidTr="005C0649">
        <w:tc>
          <w:tcPr>
            <w:tcW w:w="1510" w:type="dxa"/>
          </w:tcPr>
          <w:p w14:paraId="701A5330" w14:textId="77777777" w:rsidR="002B0F02" w:rsidRPr="008A7CA4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Sample ID</w:t>
            </w:r>
          </w:p>
        </w:tc>
        <w:tc>
          <w:tcPr>
            <w:tcW w:w="1510" w:type="dxa"/>
          </w:tcPr>
          <w:p w14:paraId="701A5331" w14:textId="77777777" w:rsidR="002B0F02" w:rsidRPr="008A7CA4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Date Received</w:t>
            </w:r>
          </w:p>
        </w:tc>
        <w:tc>
          <w:tcPr>
            <w:tcW w:w="1510" w:type="dxa"/>
          </w:tcPr>
          <w:p w14:paraId="701A5332" w14:textId="77777777" w:rsidR="002B0F02" w:rsidRPr="008A7CA4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pH</w:t>
            </w:r>
          </w:p>
        </w:tc>
        <w:tc>
          <w:tcPr>
            <w:tcW w:w="1510" w:type="dxa"/>
          </w:tcPr>
          <w:p w14:paraId="701A5333" w14:textId="77777777" w:rsidR="002B0F02" w:rsidRPr="008A7CA4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Sugar %</w:t>
            </w:r>
          </w:p>
        </w:tc>
        <w:tc>
          <w:tcPr>
            <w:tcW w:w="1510" w:type="dxa"/>
          </w:tcPr>
          <w:p w14:paraId="701A5334" w14:textId="77777777" w:rsidR="002B0F02" w:rsidRPr="008A7CA4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Fat %</w:t>
            </w:r>
          </w:p>
        </w:tc>
        <w:tc>
          <w:tcPr>
            <w:tcW w:w="1510" w:type="dxa"/>
          </w:tcPr>
          <w:p w14:paraId="701A5335" w14:textId="77777777" w:rsidR="002B0F02" w:rsidRPr="008A7CA4" w:rsidRDefault="002B0F02" w:rsidP="008F037B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Mercury</w:t>
            </w:r>
            <w:r w:rsidR="008F037B" w:rsidRPr="008A7CA4">
              <w:rPr>
                <w:sz w:val="22"/>
                <w:szCs w:val="22"/>
              </w:rPr>
              <w:t xml:space="preserve"> (ppb)</w:t>
            </w:r>
          </w:p>
        </w:tc>
      </w:tr>
      <w:tr w:rsidR="002B0F02" w14:paraId="701A533D" w14:textId="77777777" w:rsidTr="005C0649">
        <w:tc>
          <w:tcPr>
            <w:tcW w:w="1510" w:type="dxa"/>
          </w:tcPr>
          <w:p w14:paraId="701A5337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38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39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3A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3B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3C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</w:tr>
      <w:tr w:rsidR="002B0F02" w14:paraId="701A5344" w14:textId="77777777" w:rsidTr="005C0649">
        <w:tc>
          <w:tcPr>
            <w:tcW w:w="1510" w:type="dxa"/>
          </w:tcPr>
          <w:p w14:paraId="701A533E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3F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40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41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42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43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</w:tr>
      <w:tr w:rsidR="002B0F02" w14:paraId="701A534B" w14:textId="77777777" w:rsidTr="005C0649">
        <w:tc>
          <w:tcPr>
            <w:tcW w:w="1510" w:type="dxa"/>
          </w:tcPr>
          <w:p w14:paraId="701A5345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46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47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48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49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510" w:type="dxa"/>
          </w:tcPr>
          <w:p w14:paraId="701A534A" w14:textId="77777777" w:rsidR="002B0F02" w:rsidRDefault="002B0F02" w:rsidP="002B0F02">
            <w:pPr>
              <w:tabs>
                <w:tab w:val="clear" w:pos="284"/>
              </w:tabs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0446C52F" w14:textId="77777777" w:rsidR="00E57D3A" w:rsidRDefault="00E57D3A" w:rsidP="00242B8C">
      <w:pPr>
        <w:spacing w:line="240" w:lineRule="auto"/>
        <w:jc w:val="right"/>
        <w:rPr>
          <w:szCs w:val="24"/>
        </w:rPr>
      </w:pPr>
    </w:p>
    <w:p w14:paraId="701A534D" w14:textId="77777777" w:rsidR="0037491A" w:rsidRDefault="0037491A" w:rsidP="0037491A">
      <w:r>
        <w:br w:type="page"/>
      </w:r>
    </w:p>
    <w:p w14:paraId="701A534E" w14:textId="77777777" w:rsidR="002B0F02" w:rsidRPr="008A7CA4" w:rsidRDefault="009C30C6" w:rsidP="005E2790">
      <w:pPr>
        <w:pStyle w:val="ListParagraph"/>
        <w:numPr>
          <w:ilvl w:val="0"/>
          <w:numId w:val="36"/>
        </w:numPr>
        <w:tabs>
          <w:tab w:val="clear" w:pos="284"/>
        </w:tabs>
        <w:spacing w:line="240" w:lineRule="auto"/>
        <w:rPr>
          <w:sz w:val="22"/>
          <w:szCs w:val="22"/>
        </w:rPr>
      </w:pPr>
      <w:r w:rsidRPr="008A7CA4">
        <w:rPr>
          <w:sz w:val="22"/>
          <w:szCs w:val="22"/>
        </w:rPr>
        <w:lastRenderedPageBreak/>
        <w:t xml:space="preserve">Circle </w:t>
      </w:r>
      <w:r w:rsidR="002B0F02" w:rsidRPr="008A7CA4">
        <w:rPr>
          <w:sz w:val="22"/>
          <w:szCs w:val="22"/>
        </w:rPr>
        <w:t>the four (4) errors in the second column, compared to the first column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709"/>
        <w:gridCol w:w="1134"/>
      </w:tblGrid>
      <w:tr w:rsidR="001A2F16" w:rsidRPr="008A7CA4" w14:paraId="701A5353" w14:textId="77777777" w:rsidTr="004C1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704" w:type="dxa"/>
            <w:shd w:val="clear" w:color="auto" w:fill="FFFFFF" w:themeFill="background1"/>
          </w:tcPr>
          <w:p w14:paraId="701A534F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8A7CA4">
              <w:rPr>
                <w:b w:val="0"/>
                <w:color w:val="auto"/>
                <w:sz w:val="22"/>
                <w:szCs w:val="22"/>
              </w:rPr>
              <w:t>a</w:t>
            </w:r>
          </w:p>
        </w:tc>
        <w:tc>
          <w:tcPr>
            <w:tcW w:w="1134" w:type="dxa"/>
            <w:shd w:val="clear" w:color="auto" w:fill="FFFFFF" w:themeFill="background1"/>
          </w:tcPr>
          <w:p w14:paraId="701A5350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8A7CA4">
              <w:rPr>
                <w:b w:val="0"/>
                <w:color w:val="auto"/>
                <w:sz w:val="22"/>
                <w:szCs w:val="22"/>
              </w:rPr>
              <w:t>2.3183</w:t>
            </w:r>
          </w:p>
        </w:tc>
        <w:tc>
          <w:tcPr>
            <w:tcW w:w="709" w:type="dxa"/>
            <w:shd w:val="clear" w:color="auto" w:fill="FFFFFF" w:themeFill="background1"/>
          </w:tcPr>
          <w:p w14:paraId="701A5351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8A7CA4">
              <w:rPr>
                <w:b w:val="0"/>
                <w:color w:val="auto"/>
                <w:sz w:val="22"/>
                <w:szCs w:val="22"/>
              </w:rPr>
              <w:t>a</w:t>
            </w:r>
          </w:p>
        </w:tc>
        <w:tc>
          <w:tcPr>
            <w:tcW w:w="1134" w:type="dxa"/>
            <w:shd w:val="clear" w:color="auto" w:fill="FFFFFF" w:themeFill="background1"/>
          </w:tcPr>
          <w:p w14:paraId="701A5352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8A7CA4">
              <w:rPr>
                <w:b w:val="0"/>
                <w:color w:val="auto"/>
                <w:sz w:val="22"/>
                <w:szCs w:val="22"/>
              </w:rPr>
              <w:t>2.3183</w:t>
            </w:r>
          </w:p>
        </w:tc>
      </w:tr>
      <w:tr w:rsidR="001A2F16" w:rsidRPr="008A7CA4" w14:paraId="701A5358" w14:textId="77777777" w:rsidTr="004C1EBB">
        <w:trPr>
          <w:jc w:val="center"/>
        </w:trPr>
        <w:tc>
          <w:tcPr>
            <w:tcW w:w="704" w:type="dxa"/>
          </w:tcPr>
          <w:p w14:paraId="701A5354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b</w:t>
            </w:r>
          </w:p>
        </w:tc>
        <w:tc>
          <w:tcPr>
            <w:tcW w:w="1134" w:type="dxa"/>
          </w:tcPr>
          <w:p w14:paraId="701A5355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2.2235</w:t>
            </w:r>
          </w:p>
        </w:tc>
        <w:tc>
          <w:tcPr>
            <w:tcW w:w="709" w:type="dxa"/>
          </w:tcPr>
          <w:p w14:paraId="701A5356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b</w:t>
            </w:r>
          </w:p>
        </w:tc>
        <w:tc>
          <w:tcPr>
            <w:tcW w:w="1134" w:type="dxa"/>
          </w:tcPr>
          <w:p w14:paraId="701A5357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2.2225</w:t>
            </w:r>
          </w:p>
        </w:tc>
      </w:tr>
      <w:tr w:rsidR="001A2F16" w:rsidRPr="008A7CA4" w14:paraId="701A535D" w14:textId="77777777" w:rsidTr="004C1EBB">
        <w:trPr>
          <w:jc w:val="center"/>
        </w:trPr>
        <w:tc>
          <w:tcPr>
            <w:tcW w:w="704" w:type="dxa"/>
          </w:tcPr>
          <w:p w14:paraId="701A5359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c</w:t>
            </w:r>
          </w:p>
        </w:tc>
        <w:tc>
          <w:tcPr>
            <w:tcW w:w="1134" w:type="dxa"/>
          </w:tcPr>
          <w:p w14:paraId="701A535A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2.2255</w:t>
            </w:r>
          </w:p>
        </w:tc>
        <w:tc>
          <w:tcPr>
            <w:tcW w:w="709" w:type="dxa"/>
          </w:tcPr>
          <w:p w14:paraId="701A535B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c</w:t>
            </w:r>
          </w:p>
        </w:tc>
        <w:tc>
          <w:tcPr>
            <w:tcW w:w="1134" w:type="dxa"/>
          </w:tcPr>
          <w:p w14:paraId="701A535C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2.2235</w:t>
            </w:r>
          </w:p>
        </w:tc>
      </w:tr>
      <w:tr w:rsidR="001A2F16" w:rsidRPr="008A7CA4" w14:paraId="701A5362" w14:textId="77777777" w:rsidTr="004C1EBB">
        <w:trPr>
          <w:jc w:val="center"/>
        </w:trPr>
        <w:tc>
          <w:tcPr>
            <w:tcW w:w="704" w:type="dxa"/>
          </w:tcPr>
          <w:p w14:paraId="701A535E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d</w:t>
            </w:r>
          </w:p>
        </w:tc>
        <w:tc>
          <w:tcPr>
            <w:tcW w:w="1134" w:type="dxa"/>
          </w:tcPr>
          <w:p w14:paraId="701A535F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2.3900</w:t>
            </w:r>
          </w:p>
        </w:tc>
        <w:tc>
          <w:tcPr>
            <w:tcW w:w="709" w:type="dxa"/>
          </w:tcPr>
          <w:p w14:paraId="701A5360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d</w:t>
            </w:r>
          </w:p>
        </w:tc>
        <w:tc>
          <w:tcPr>
            <w:tcW w:w="1134" w:type="dxa"/>
          </w:tcPr>
          <w:p w14:paraId="701A5361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2.3900</w:t>
            </w:r>
          </w:p>
        </w:tc>
      </w:tr>
      <w:tr w:rsidR="001A2F16" w:rsidRPr="008A7CA4" w14:paraId="701A5367" w14:textId="77777777" w:rsidTr="004C1EBB">
        <w:trPr>
          <w:jc w:val="center"/>
        </w:trPr>
        <w:tc>
          <w:tcPr>
            <w:tcW w:w="704" w:type="dxa"/>
          </w:tcPr>
          <w:p w14:paraId="701A5363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e</w:t>
            </w:r>
          </w:p>
        </w:tc>
        <w:tc>
          <w:tcPr>
            <w:tcW w:w="1134" w:type="dxa"/>
          </w:tcPr>
          <w:p w14:paraId="701A5364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3.0111</w:t>
            </w:r>
          </w:p>
        </w:tc>
        <w:tc>
          <w:tcPr>
            <w:tcW w:w="709" w:type="dxa"/>
          </w:tcPr>
          <w:p w14:paraId="701A5365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e</w:t>
            </w:r>
          </w:p>
        </w:tc>
        <w:tc>
          <w:tcPr>
            <w:tcW w:w="1134" w:type="dxa"/>
          </w:tcPr>
          <w:p w14:paraId="701A5366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3.0111</w:t>
            </w:r>
          </w:p>
        </w:tc>
      </w:tr>
      <w:tr w:rsidR="001A2F16" w:rsidRPr="008A7CA4" w14:paraId="701A536C" w14:textId="77777777" w:rsidTr="004C1EBB">
        <w:trPr>
          <w:jc w:val="center"/>
        </w:trPr>
        <w:tc>
          <w:tcPr>
            <w:tcW w:w="704" w:type="dxa"/>
          </w:tcPr>
          <w:p w14:paraId="701A5368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f</w:t>
            </w:r>
          </w:p>
        </w:tc>
        <w:tc>
          <w:tcPr>
            <w:tcW w:w="1134" w:type="dxa"/>
          </w:tcPr>
          <w:p w14:paraId="701A5369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2.9898</w:t>
            </w:r>
          </w:p>
        </w:tc>
        <w:tc>
          <w:tcPr>
            <w:tcW w:w="709" w:type="dxa"/>
          </w:tcPr>
          <w:p w14:paraId="701A536A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f</w:t>
            </w:r>
          </w:p>
        </w:tc>
        <w:tc>
          <w:tcPr>
            <w:tcW w:w="1134" w:type="dxa"/>
          </w:tcPr>
          <w:p w14:paraId="701A536B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2.9998</w:t>
            </w:r>
          </w:p>
        </w:tc>
      </w:tr>
      <w:tr w:rsidR="001A2F16" w:rsidRPr="008A7CA4" w14:paraId="701A5371" w14:textId="77777777" w:rsidTr="004C1EBB">
        <w:trPr>
          <w:jc w:val="center"/>
        </w:trPr>
        <w:tc>
          <w:tcPr>
            <w:tcW w:w="704" w:type="dxa"/>
          </w:tcPr>
          <w:p w14:paraId="701A536D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g</w:t>
            </w:r>
          </w:p>
        </w:tc>
        <w:tc>
          <w:tcPr>
            <w:tcW w:w="1134" w:type="dxa"/>
          </w:tcPr>
          <w:p w14:paraId="701A536E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2.0988</w:t>
            </w:r>
          </w:p>
        </w:tc>
        <w:tc>
          <w:tcPr>
            <w:tcW w:w="709" w:type="dxa"/>
          </w:tcPr>
          <w:p w14:paraId="701A536F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g</w:t>
            </w:r>
          </w:p>
        </w:tc>
        <w:tc>
          <w:tcPr>
            <w:tcW w:w="1134" w:type="dxa"/>
          </w:tcPr>
          <w:p w14:paraId="701A5370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2.0988</w:t>
            </w:r>
          </w:p>
        </w:tc>
      </w:tr>
      <w:tr w:rsidR="001A2F16" w:rsidRPr="008A7CA4" w14:paraId="701A5376" w14:textId="77777777" w:rsidTr="004C1EBB">
        <w:trPr>
          <w:jc w:val="center"/>
        </w:trPr>
        <w:tc>
          <w:tcPr>
            <w:tcW w:w="704" w:type="dxa"/>
          </w:tcPr>
          <w:p w14:paraId="701A5372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h</w:t>
            </w:r>
          </w:p>
        </w:tc>
        <w:tc>
          <w:tcPr>
            <w:tcW w:w="1134" w:type="dxa"/>
          </w:tcPr>
          <w:p w14:paraId="701A5373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3.1011</w:t>
            </w:r>
          </w:p>
        </w:tc>
        <w:tc>
          <w:tcPr>
            <w:tcW w:w="709" w:type="dxa"/>
          </w:tcPr>
          <w:p w14:paraId="701A5374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h</w:t>
            </w:r>
          </w:p>
        </w:tc>
        <w:tc>
          <w:tcPr>
            <w:tcW w:w="1134" w:type="dxa"/>
          </w:tcPr>
          <w:p w14:paraId="701A5375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2.1011</w:t>
            </w:r>
          </w:p>
        </w:tc>
      </w:tr>
      <w:tr w:rsidR="001A2F16" w:rsidRPr="008A7CA4" w14:paraId="701A537B" w14:textId="77777777" w:rsidTr="004C1EBB">
        <w:trPr>
          <w:jc w:val="center"/>
        </w:trPr>
        <w:tc>
          <w:tcPr>
            <w:tcW w:w="704" w:type="dxa"/>
          </w:tcPr>
          <w:p w14:paraId="701A5377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8A7CA4">
              <w:rPr>
                <w:sz w:val="22"/>
                <w:szCs w:val="22"/>
              </w:rPr>
              <w:t>i</w:t>
            </w:r>
            <w:proofErr w:type="spellEnd"/>
          </w:p>
        </w:tc>
        <w:tc>
          <w:tcPr>
            <w:tcW w:w="1134" w:type="dxa"/>
          </w:tcPr>
          <w:p w14:paraId="701A5378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3.1811</w:t>
            </w:r>
          </w:p>
        </w:tc>
        <w:tc>
          <w:tcPr>
            <w:tcW w:w="709" w:type="dxa"/>
          </w:tcPr>
          <w:p w14:paraId="701A5379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8A7CA4">
              <w:rPr>
                <w:sz w:val="22"/>
                <w:szCs w:val="22"/>
              </w:rPr>
              <w:t>i</w:t>
            </w:r>
            <w:proofErr w:type="spellEnd"/>
          </w:p>
        </w:tc>
        <w:tc>
          <w:tcPr>
            <w:tcW w:w="1134" w:type="dxa"/>
          </w:tcPr>
          <w:p w14:paraId="701A537A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3.1811</w:t>
            </w:r>
          </w:p>
        </w:tc>
      </w:tr>
      <w:tr w:rsidR="001A2F16" w:rsidRPr="008A7CA4" w14:paraId="701A5380" w14:textId="77777777" w:rsidTr="004C1EBB">
        <w:trPr>
          <w:jc w:val="center"/>
        </w:trPr>
        <w:tc>
          <w:tcPr>
            <w:tcW w:w="704" w:type="dxa"/>
          </w:tcPr>
          <w:p w14:paraId="701A537C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j</w:t>
            </w:r>
          </w:p>
        </w:tc>
        <w:tc>
          <w:tcPr>
            <w:tcW w:w="1134" w:type="dxa"/>
          </w:tcPr>
          <w:p w14:paraId="701A537D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2.1333</w:t>
            </w:r>
          </w:p>
        </w:tc>
        <w:tc>
          <w:tcPr>
            <w:tcW w:w="709" w:type="dxa"/>
          </w:tcPr>
          <w:p w14:paraId="701A537E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j</w:t>
            </w:r>
          </w:p>
        </w:tc>
        <w:tc>
          <w:tcPr>
            <w:tcW w:w="1134" w:type="dxa"/>
          </w:tcPr>
          <w:p w14:paraId="701A537F" w14:textId="77777777" w:rsidR="001A2F16" w:rsidRPr="008A7CA4" w:rsidRDefault="001A2F16" w:rsidP="001A2F16">
            <w:pPr>
              <w:tabs>
                <w:tab w:val="clear" w:pos="284"/>
              </w:tabs>
              <w:spacing w:line="240" w:lineRule="auto"/>
              <w:rPr>
                <w:sz w:val="22"/>
                <w:szCs w:val="22"/>
              </w:rPr>
            </w:pPr>
            <w:r w:rsidRPr="008A7CA4">
              <w:rPr>
                <w:sz w:val="22"/>
                <w:szCs w:val="22"/>
              </w:rPr>
              <w:t>2.1333</w:t>
            </w:r>
          </w:p>
        </w:tc>
      </w:tr>
    </w:tbl>
    <w:p w14:paraId="701A5381" w14:textId="77777777" w:rsidR="008F037B" w:rsidRDefault="008F037B" w:rsidP="0092236E">
      <w:pPr>
        <w:spacing w:before="0" w:line="240" w:lineRule="auto"/>
        <w:jc w:val="right"/>
        <w:rPr>
          <w:szCs w:val="24"/>
        </w:rPr>
      </w:pPr>
    </w:p>
    <w:p w14:paraId="701A5383" w14:textId="77777777" w:rsidR="0054159B" w:rsidRDefault="0054159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701A5384" w14:textId="77777777" w:rsidR="008F037B" w:rsidRDefault="008F037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01A5385" w14:textId="77777777" w:rsidR="006B407B" w:rsidRDefault="006B407B" w:rsidP="006B407B">
      <w:pPr>
        <w:pStyle w:val="Heading2"/>
      </w:pPr>
      <w:r w:rsidRPr="000412B1">
        <w:lastRenderedPageBreak/>
        <w:t>Assessment Feedback</w:t>
      </w:r>
    </w:p>
    <w:p w14:paraId="701A5386" w14:textId="77777777" w:rsidR="006B407B" w:rsidRDefault="006B407B" w:rsidP="006B407B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701A5387" w14:textId="77777777" w:rsidR="006B407B" w:rsidRDefault="006B407B" w:rsidP="006B407B">
      <w:pPr>
        <w:pStyle w:val="Heading3"/>
      </w:pPr>
      <w:r>
        <w:t>Assessment outcome</w:t>
      </w:r>
    </w:p>
    <w:p w14:paraId="701A5388" w14:textId="77777777" w:rsidR="006B407B" w:rsidRDefault="006206D2" w:rsidP="006B407B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07B">
            <w:rPr>
              <w:rFonts w:ascii="MS Gothic" w:eastAsia="MS Gothic" w:hAnsi="MS Gothic" w:hint="eastAsia"/>
            </w:rPr>
            <w:t>☐</w:t>
          </w:r>
        </w:sdtContent>
      </w:sdt>
      <w:r w:rsidR="006B407B">
        <w:t xml:space="preserve"> Satisfactory</w:t>
      </w:r>
    </w:p>
    <w:p w14:paraId="701A5389" w14:textId="77777777" w:rsidR="006B407B" w:rsidRPr="00A7239E" w:rsidRDefault="006206D2" w:rsidP="006B407B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07B">
            <w:rPr>
              <w:rFonts w:ascii="MS Gothic" w:eastAsia="MS Gothic" w:hAnsi="MS Gothic" w:hint="eastAsia"/>
            </w:rPr>
            <w:t>☐</w:t>
          </w:r>
        </w:sdtContent>
      </w:sdt>
      <w:r w:rsidR="006B407B">
        <w:t xml:space="preserve"> Unsatisfactory</w:t>
      </w:r>
    </w:p>
    <w:p w14:paraId="701A538A" w14:textId="77777777" w:rsidR="006B407B" w:rsidRDefault="006B407B" w:rsidP="006B407B">
      <w:pPr>
        <w:pStyle w:val="Heading3"/>
      </w:pPr>
      <w:r>
        <w:t>Assessor Feedback</w:t>
      </w:r>
    </w:p>
    <w:p w14:paraId="701A538B" w14:textId="77777777" w:rsidR="006B407B" w:rsidRDefault="006206D2" w:rsidP="006B407B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07B">
            <w:rPr>
              <w:rFonts w:ascii="MS Gothic" w:eastAsia="MS Gothic" w:hAnsi="MS Gothic" w:hint="eastAsia"/>
            </w:rPr>
            <w:t>☐</w:t>
          </w:r>
        </w:sdtContent>
      </w:sdt>
      <w:r w:rsidR="006B407B">
        <w:t xml:space="preserve"> Was the assessment event successfully completed?</w:t>
      </w:r>
    </w:p>
    <w:p w14:paraId="701A538C" w14:textId="77777777" w:rsidR="006B407B" w:rsidRDefault="006206D2" w:rsidP="006B407B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07B">
            <w:rPr>
              <w:rFonts w:ascii="MS Gothic" w:eastAsia="MS Gothic" w:hAnsi="MS Gothic" w:hint="eastAsia"/>
            </w:rPr>
            <w:t>☐</w:t>
          </w:r>
        </w:sdtContent>
      </w:sdt>
      <w:r w:rsidR="006B407B">
        <w:t xml:space="preserve"> If no, was the resubmission/re-assessment successfully completed?</w:t>
      </w:r>
    </w:p>
    <w:p w14:paraId="701A538D" w14:textId="77777777" w:rsidR="006B407B" w:rsidRPr="00A7239E" w:rsidRDefault="006206D2" w:rsidP="006B407B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07B">
            <w:rPr>
              <w:rFonts w:ascii="MS Gothic" w:eastAsia="MS Gothic" w:hAnsi="MS Gothic" w:hint="eastAsia"/>
            </w:rPr>
            <w:t>☐</w:t>
          </w:r>
        </w:sdtContent>
      </w:sdt>
      <w:r w:rsidR="006B407B">
        <w:t xml:space="preserve"> Was reasonable adjustment in place for this assessment event?</w:t>
      </w:r>
      <w:r w:rsidR="006B407B">
        <w:br/>
      </w:r>
      <w:r w:rsidR="006B407B">
        <w:rPr>
          <w:i/>
          <w:color w:val="A6A6A6" w:themeColor="background1" w:themeShade="A6"/>
        </w:rPr>
        <w:t>If yes, ensure it is detailed on the assessment document.</w:t>
      </w:r>
    </w:p>
    <w:p w14:paraId="701A538E" w14:textId="77777777" w:rsidR="006B407B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701A538F" w14:textId="77777777" w:rsidR="006B407B" w:rsidRPr="00A7239E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390" w14:textId="77777777" w:rsidR="006B407B" w:rsidRDefault="006B407B" w:rsidP="006B407B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01A5391" w14:textId="77777777" w:rsidR="006B407B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392" w14:textId="77777777" w:rsidR="006B407B" w:rsidRPr="00A7239E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393" w14:textId="77777777" w:rsidR="006B407B" w:rsidRDefault="006B407B" w:rsidP="006B407B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701A5394" w14:textId="77777777" w:rsidR="006B407B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701A5395" w14:textId="77777777" w:rsidR="006B407B" w:rsidRPr="00A7239E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396" w14:textId="77777777" w:rsidR="006B407B" w:rsidRDefault="006B407B" w:rsidP="006B407B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01A5397" w14:textId="77777777" w:rsidR="006B407B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398" w14:textId="77777777" w:rsidR="006B407B" w:rsidRPr="00A7239E" w:rsidRDefault="006B407B" w:rsidP="006B407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01A5399" w14:textId="77777777" w:rsidR="006B407B" w:rsidRPr="000D179A" w:rsidRDefault="006B407B" w:rsidP="006B407B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701A539A" w14:textId="77777777" w:rsidR="006B407B" w:rsidRPr="00593196" w:rsidRDefault="006B407B" w:rsidP="006B407B">
      <w:pPr>
        <w:pStyle w:val="Heading3"/>
      </w:pPr>
    </w:p>
    <w:sectPr w:rsidR="006B407B" w:rsidRPr="00593196" w:rsidSect="006B407B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A53A2" w14:textId="77777777" w:rsidR="00825A69" w:rsidRDefault="00825A69">
      <w:pPr>
        <w:spacing w:before="0" w:after="0" w:line="240" w:lineRule="auto"/>
      </w:pPr>
      <w:r>
        <w:separator/>
      </w:r>
    </w:p>
  </w:endnote>
  <w:endnote w:type="continuationSeparator" w:id="0">
    <w:p w14:paraId="701A53A3" w14:textId="77777777" w:rsidR="00825A69" w:rsidRDefault="00825A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A53A7" w14:textId="77777777" w:rsidR="00825A69" w:rsidRPr="004820C4" w:rsidRDefault="00825A69" w:rsidP="007A7133">
    <w:pPr>
      <w:pStyle w:val="Footer-DocumentTitleLeft"/>
    </w:pPr>
  </w:p>
  <w:p w14:paraId="701A53A8" w14:textId="77777777" w:rsidR="00825A69" w:rsidRDefault="00825A69" w:rsidP="007A7133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701A53A9" w14:textId="77777777" w:rsidR="00825A69" w:rsidRPr="0006452B" w:rsidRDefault="00825A69" w:rsidP="006B407B"/>
  <w:p w14:paraId="701A53AA" w14:textId="77777777" w:rsidR="00825A69" w:rsidRDefault="00825A69" w:rsidP="006B40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A53AB" w14:textId="7DE29094" w:rsidR="00825A69" w:rsidRDefault="00825A69" w:rsidP="006B407B">
    <w:pPr>
      <w:pStyle w:val="Bodyfooter"/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6206D2">
      <w:rPr>
        <w:noProof/>
      </w:rPr>
      <w:t>MSL922001_AE_Kn_1of2</w:t>
    </w:r>
    <w:r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6206D2">
      <w:rPr>
        <w:noProof/>
      </w:rPr>
      <w:t>21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6206D2">
      <w:rPr>
        <w:noProof/>
      </w:rPr>
      <w:t>25</w:t>
    </w:r>
    <w:r>
      <w:rPr>
        <w:noProof/>
      </w:rPr>
      <w:fldChar w:fldCharType="end"/>
    </w:r>
  </w:p>
  <w:p w14:paraId="701A53AC" w14:textId="77777777" w:rsidR="00825A69" w:rsidRDefault="00825A69" w:rsidP="006B407B">
    <w:pPr>
      <w:pStyle w:val="Bodyfooter"/>
    </w:pPr>
    <w:r>
      <w:t xml:space="preserve">Resource ID:   MRS_18_08_MSL922001_AE_Kn_1of2                     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A53AF" w14:textId="77777777" w:rsidR="00825A69" w:rsidRPr="008D467A" w:rsidRDefault="00825A69" w:rsidP="006B407B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01A53B0" w14:textId="77777777" w:rsidR="00825A69" w:rsidRPr="008948B1" w:rsidRDefault="00825A69" w:rsidP="006B407B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701A53B1" w14:textId="77777777" w:rsidR="00825A69" w:rsidRPr="00AA3155" w:rsidRDefault="00825A69" w:rsidP="006B407B">
    <w:pPr>
      <w:pStyle w:val="Footer"/>
    </w:pPr>
  </w:p>
  <w:p w14:paraId="701A53B2" w14:textId="77777777" w:rsidR="00825A69" w:rsidRDefault="00825A69" w:rsidP="006B40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A53A0" w14:textId="77777777" w:rsidR="00825A69" w:rsidRDefault="00825A69">
      <w:pPr>
        <w:spacing w:before="0" w:after="0" w:line="240" w:lineRule="auto"/>
      </w:pPr>
      <w:r>
        <w:separator/>
      </w:r>
    </w:p>
  </w:footnote>
  <w:footnote w:type="continuationSeparator" w:id="0">
    <w:p w14:paraId="701A53A1" w14:textId="77777777" w:rsidR="00825A69" w:rsidRDefault="00825A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A53A4" w14:textId="77777777" w:rsidR="00825A69" w:rsidRDefault="00825A69" w:rsidP="006B407B"/>
  <w:p w14:paraId="701A53A5" w14:textId="77777777" w:rsidR="00825A69" w:rsidRDefault="00825A69" w:rsidP="006B40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A53A6" w14:textId="77777777" w:rsidR="00825A69" w:rsidRDefault="00825A69" w:rsidP="006B407B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01A53B3" wp14:editId="701A53B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A53AD" w14:textId="77777777" w:rsidR="00825A69" w:rsidRDefault="00825A69" w:rsidP="006B407B">
    <w:pPr>
      <w:pStyle w:val="Header"/>
    </w:pPr>
  </w:p>
  <w:p w14:paraId="701A53AE" w14:textId="77777777" w:rsidR="00825A69" w:rsidRDefault="00825A69" w:rsidP="006B40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5785"/>
    <w:multiLevelType w:val="hybridMultilevel"/>
    <w:tmpl w:val="9CD0673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E68B5"/>
    <w:multiLevelType w:val="hybridMultilevel"/>
    <w:tmpl w:val="5BF4F3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41E14"/>
    <w:multiLevelType w:val="hybridMultilevel"/>
    <w:tmpl w:val="66AC5C08"/>
    <w:lvl w:ilvl="0" w:tplc="0C090019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90" w:hanging="360"/>
      </w:pPr>
    </w:lvl>
    <w:lvl w:ilvl="2" w:tplc="0C09001B" w:tentative="1">
      <w:start w:val="1"/>
      <w:numFmt w:val="lowerRoman"/>
      <w:lvlText w:val="%3."/>
      <w:lvlJc w:val="right"/>
      <w:pPr>
        <w:ind w:left="2510" w:hanging="180"/>
      </w:pPr>
    </w:lvl>
    <w:lvl w:ilvl="3" w:tplc="0C09000F" w:tentative="1">
      <w:start w:val="1"/>
      <w:numFmt w:val="decimal"/>
      <w:lvlText w:val="%4."/>
      <w:lvlJc w:val="left"/>
      <w:pPr>
        <w:ind w:left="3230" w:hanging="360"/>
      </w:pPr>
    </w:lvl>
    <w:lvl w:ilvl="4" w:tplc="0C090019" w:tentative="1">
      <w:start w:val="1"/>
      <w:numFmt w:val="lowerLetter"/>
      <w:lvlText w:val="%5."/>
      <w:lvlJc w:val="left"/>
      <w:pPr>
        <w:ind w:left="3950" w:hanging="360"/>
      </w:pPr>
    </w:lvl>
    <w:lvl w:ilvl="5" w:tplc="0C09001B" w:tentative="1">
      <w:start w:val="1"/>
      <w:numFmt w:val="lowerRoman"/>
      <w:lvlText w:val="%6."/>
      <w:lvlJc w:val="right"/>
      <w:pPr>
        <w:ind w:left="4670" w:hanging="180"/>
      </w:pPr>
    </w:lvl>
    <w:lvl w:ilvl="6" w:tplc="0C09000F" w:tentative="1">
      <w:start w:val="1"/>
      <w:numFmt w:val="decimal"/>
      <w:lvlText w:val="%7."/>
      <w:lvlJc w:val="left"/>
      <w:pPr>
        <w:ind w:left="5390" w:hanging="360"/>
      </w:pPr>
    </w:lvl>
    <w:lvl w:ilvl="7" w:tplc="0C090019" w:tentative="1">
      <w:start w:val="1"/>
      <w:numFmt w:val="lowerLetter"/>
      <w:lvlText w:val="%8."/>
      <w:lvlJc w:val="left"/>
      <w:pPr>
        <w:ind w:left="6110" w:hanging="360"/>
      </w:pPr>
    </w:lvl>
    <w:lvl w:ilvl="8" w:tplc="0C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A311D93"/>
    <w:multiLevelType w:val="hybridMultilevel"/>
    <w:tmpl w:val="89946FD6"/>
    <w:lvl w:ilvl="0" w:tplc="0BD07E1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755A6"/>
    <w:multiLevelType w:val="multilevel"/>
    <w:tmpl w:val="0382F712"/>
    <w:lvl w:ilvl="0">
      <w:start w:val="4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FEB509D"/>
    <w:multiLevelType w:val="hybridMultilevel"/>
    <w:tmpl w:val="C7D6E560"/>
    <w:lvl w:ilvl="0" w:tplc="C0C03FE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302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5265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FA79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2C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7E0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263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F25C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ACD8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52DA7"/>
    <w:multiLevelType w:val="hybridMultilevel"/>
    <w:tmpl w:val="3E84B9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A668B"/>
    <w:multiLevelType w:val="hybridMultilevel"/>
    <w:tmpl w:val="54468E50"/>
    <w:lvl w:ilvl="0" w:tplc="A46C417A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871A4"/>
    <w:multiLevelType w:val="hybridMultilevel"/>
    <w:tmpl w:val="4BC89D9E"/>
    <w:lvl w:ilvl="0" w:tplc="0C09000F">
      <w:start w:val="1"/>
      <w:numFmt w:val="decimal"/>
      <w:lvlText w:val="%1.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5F3A07"/>
    <w:multiLevelType w:val="hybridMultilevel"/>
    <w:tmpl w:val="E1725EA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3559B4"/>
    <w:multiLevelType w:val="hybridMultilevel"/>
    <w:tmpl w:val="2DEE706C"/>
    <w:lvl w:ilvl="0" w:tplc="A03815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53CC8"/>
    <w:multiLevelType w:val="hybridMultilevel"/>
    <w:tmpl w:val="98B4DCA4"/>
    <w:lvl w:ilvl="0" w:tplc="E1DC58E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7024"/>
    <w:multiLevelType w:val="hybridMultilevel"/>
    <w:tmpl w:val="E0C2FD6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910754"/>
    <w:multiLevelType w:val="hybridMultilevel"/>
    <w:tmpl w:val="AD10EF3A"/>
    <w:lvl w:ilvl="0" w:tplc="C3B8DFAC">
      <w:start w:val="3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615FA"/>
    <w:multiLevelType w:val="hybridMultilevel"/>
    <w:tmpl w:val="F2DA347E"/>
    <w:lvl w:ilvl="0" w:tplc="3C087F6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DD6065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B07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E26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C8D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06CF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DC37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DCC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36DE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6" w15:restartNumberingAfterBreak="0">
    <w:nsid w:val="306B3A71"/>
    <w:multiLevelType w:val="hybridMultilevel"/>
    <w:tmpl w:val="98B4DCA4"/>
    <w:lvl w:ilvl="0" w:tplc="E1DC58E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F6F5F"/>
    <w:multiLevelType w:val="hybridMultilevel"/>
    <w:tmpl w:val="815AF36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D3DEC"/>
    <w:multiLevelType w:val="hybridMultilevel"/>
    <w:tmpl w:val="37A0660C"/>
    <w:lvl w:ilvl="0" w:tplc="AC7E0A6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837465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D66B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89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709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60BA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3C40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281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FEB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65807"/>
    <w:multiLevelType w:val="multilevel"/>
    <w:tmpl w:val="31F86D02"/>
    <w:lvl w:ilvl="0">
      <w:start w:val="3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3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6FB0454"/>
    <w:multiLevelType w:val="multilevel"/>
    <w:tmpl w:val="DE7A6C06"/>
    <w:lvl w:ilvl="0">
      <w:start w:val="3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7185713"/>
    <w:multiLevelType w:val="hybridMultilevel"/>
    <w:tmpl w:val="586228B4"/>
    <w:lvl w:ilvl="0" w:tplc="6218B12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2387D"/>
    <w:multiLevelType w:val="hybridMultilevel"/>
    <w:tmpl w:val="B8B0DE3E"/>
    <w:lvl w:ilvl="0" w:tplc="82C64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63A5B"/>
    <w:multiLevelType w:val="multilevel"/>
    <w:tmpl w:val="76E0D310"/>
    <w:lvl w:ilvl="0">
      <w:start w:val="3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  <w:sz w:val="24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DC91A25"/>
    <w:multiLevelType w:val="hybridMultilevel"/>
    <w:tmpl w:val="75302D3E"/>
    <w:lvl w:ilvl="0" w:tplc="DC369362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C05B0"/>
    <w:multiLevelType w:val="hybridMultilevel"/>
    <w:tmpl w:val="98B4DCA4"/>
    <w:lvl w:ilvl="0" w:tplc="E1DC58E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F40714"/>
    <w:multiLevelType w:val="hybridMultilevel"/>
    <w:tmpl w:val="D994B7CE"/>
    <w:lvl w:ilvl="0" w:tplc="86F26104">
      <w:start w:val="1"/>
      <w:numFmt w:val="lowerLetter"/>
      <w:lvlText w:val="%1)"/>
      <w:lvlJc w:val="left"/>
      <w:pPr>
        <w:ind w:left="720" w:hanging="360"/>
      </w:pPr>
    </w:lvl>
    <w:lvl w:ilvl="1" w:tplc="3DDA5850" w:tentative="1">
      <w:start w:val="1"/>
      <w:numFmt w:val="lowerLetter"/>
      <w:lvlText w:val="%2."/>
      <w:lvlJc w:val="left"/>
      <w:pPr>
        <w:ind w:left="1440" w:hanging="360"/>
      </w:pPr>
    </w:lvl>
    <w:lvl w:ilvl="2" w:tplc="90FEC8D8" w:tentative="1">
      <w:start w:val="1"/>
      <w:numFmt w:val="lowerRoman"/>
      <w:lvlText w:val="%3."/>
      <w:lvlJc w:val="right"/>
      <w:pPr>
        <w:ind w:left="2160" w:hanging="180"/>
      </w:pPr>
    </w:lvl>
    <w:lvl w:ilvl="3" w:tplc="914EC572" w:tentative="1">
      <w:start w:val="1"/>
      <w:numFmt w:val="decimal"/>
      <w:lvlText w:val="%4."/>
      <w:lvlJc w:val="left"/>
      <w:pPr>
        <w:ind w:left="2880" w:hanging="360"/>
      </w:pPr>
    </w:lvl>
    <w:lvl w:ilvl="4" w:tplc="43849452" w:tentative="1">
      <w:start w:val="1"/>
      <w:numFmt w:val="lowerLetter"/>
      <w:lvlText w:val="%5."/>
      <w:lvlJc w:val="left"/>
      <w:pPr>
        <w:ind w:left="3600" w:hanging="360"/>
      </w:pPr>
    </w:lvl>
    <w:lvl w:ilvl="5" w:tplc="B09E4158" w:tentative="1">
      <w:start w:val="1"/>
      <w:numFmt w:val="lowerRoman"/>
      <w:lvlText w:val="%6."/>
      <w:lvlJc w:val="right"/>
      <w:pPr>
        <w:ind w:left="4320" w:hanging="180"/>
      </w:pPr>
    </w:lvl>
    <w:lvl w:ilvl="6" w:tplc="4D1A40EA" w:tentative="1">
      <w:start w:val="1"/>
      <w:numFmt w:val="decimal"/>
      <w:lvlText w:val="%7."/>
      <w:lvlJc w:val="left"/>
      <w:pPr>
        <w:ind w:left="5040" w:hanging="360"/>
      </w:pPr>
    </w:lvl>
    <w:lvl w:ilvl="7" w:tplc="A0AA1B78" w:tentative="1">
      <w:start w:val="1"/>
      <w:numFmt w:val="lowerLetter"/>
      <w:lvlText w:val="%8."/>
      <w:lvlJc w:val="left"/>
      <w:pPr>
        <w:ind w:left="5760" w:hanging="360"/>
      </w:pPr>
    </w:lvl>
    <w:lvl w:ilvl="8" w:tplc="0E9A98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210930"/>
    <w:multiLevelType w:val="hybridMultilevel"/>
    <w:tmpl w:val="3F0860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848CD"/>
    <w:multiLevelType w:val="hybridMultilevel"/>
    <w:tmpl w:val="681A122A"/>
    <w:lvl w:ilvl="0" w:tplc="C61241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DF68FC"/>
    <w:multiLevelType w:val="hybridMultilevel"/>
    <w:tmpl w:val="1FD8F2AE"/>
    <w:lvl w:ilvl="0" w:tplc="86F261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201"/>
    <w:multiLevelType w:val="hybridMultilevel"/>
    <w:tmpl w:val="58D8B62A"/>
    <w:lvl w:ilvl="0" w:tplc="01DC97C2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211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F00E0D"/>
    <w:multiLevelType w:val="hybridMultilevel"/>
    <w:tmpl w:val="815AF36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715D5C"/>
    <w:multiLevelType w:val="hybridMultilevel"/>
    <w:tmpl w:val="E3BE6F0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26B33"/>
    <w:multiLevelType w:val="multilevel"/>
    <w:tmpl w:val="E3BE6F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70639D"/>
    <w:multiLevelType w:val="hybridMultilevel"/>
    <w:tmpl w:val="FC447C44"/>
    <w:lvl w:ilvl="0" w:tplc="86F261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00A29"/>
    <w:multiLevelType w:val="hybridMultilevel"/>
    <w:tmpl w:val="0CD8383E"/>
    <w:lvl w:ilvl="0" w:tplc="263075F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B3FAE"/>
    <w:multiLevelType w:val="hybridMultilevel"/>
    <w:tmpl w:val="A89618B0"/>
    <w:lvl w:ilvl="0" w:tplc="82C64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6A1C84" w:tentative="1">
      <w:start w:val="1"/>
      <w:numFmt w:val="lowerLetter"/>
      <w:lvlText w:val="%2."/>
      <w:lvlJc w:val="left"/>
      <w:pPr>
        <w:ind w:left="1440" w:hanging="360"/>
      </w:pPr>
    </w:lvl>
    <w:lvl w:ilvl="2" w:tplc="62B2BD48" w:tentative="1">
      <w:start w:val="1"/>
      <w:numFmt w:val="lowerRoman"/>
      <w:lvlText w:val="%3."/>
      <w:lvlJc w:val="right"/>
      <w:pPr>
        <w:ind w:left="2160" w:hanging="180"/>
      </w:pPr>
    </w:lvl>
    <w:lvl w:ilvl="3" w:tplc="EC808918" w:tentative="1">
      <w:start w:val="1"/>
      <w:numFmt w:val="decimal"/>
      <w:lvlText w:val="%4."/>
      <w:lvlJc w:val="left"/>
      <w:pPr>
        <w:ind w:left="2880" w:hanging="360"/>
      </w:pPr>
    </w:lvl>
    <w:lvl w:ilvl="4" w:tplc="FCF4C0DC" w:tentative="1">
      <w:start w:val="1"/>
      <w:numFmt w:val="lowerLetter"/>
      <w:lvlText w:val="%5."/>
      <w:lvlJc w:val="left"/>
      <w:pPr>
        <w:ind w:left="3600" w:hanging="360"/>
      </w:pPr>
    </w:lvl>
    <w:lvl w:ilvl="5" w:tplc="345AAA28" w:tentative="1">
      <w:start w:val="1"/>
      <w:numFmt w:val="lowerRoman"/>
      <w:lvlText w:val="%6."/>
      <w:lvlJc w:val="right"/>
      <w:pPr>
        <w:ind w:left="4320" w:hanging="180"/>
      </w:pPr>
    </w:lvl>
    <w:lvl w:ilvl="6" w:tplc="3182C322" w:tentative="1">
      <w:start w:val="1"/>
      <w:numFmt w:val="decimal"/>
      <w:lvlText w:val="%7."/>
      <w:lvlJc w:val="left"/>
      <w:pPr>
        <w:ind w:left="5040" w:hanging="360"/>
      </w:pPr>
    </w:lvl>
    <w:lvl w:ilvl="7" w:tplc="A8F676A8" w:tentative="1">
      <w:start w:val="1"/>
      <w:numFmt w:val="lowerLetter"/>
      <w:lvlText w:val="%8."/>
      <w:lvlJc w:val="left"/>
      <w:pPr>
        <w:ind w:left="5760" w:hanging="360"/>
      </w:pPr>
    </w:lvl>
    <w:lvl w:ilvl="8" w:tplc="AB2C62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FF418F"/>
    <w:multiLevelType w:val="hybridMultilevel"/>
    <w:tmpl w:val="BCB4DFD2"/>
    <w:lvl w:ilvl="0" w:tplc="B52E3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617F9"/>
    <w:multiLevelType w:val="hybridMultilevel"/>
    <w:tmpl w:val="7A00EA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70D64"/>
    <w:multiLevelType w:val="hybridMultilevel"/>
    <w:tmpl w:val="B5F046F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E2584"/>
    <w:multiLevelType w:val="multilevel"/>
    <w:tmpl w:val="7B3E7FD0"/>
    <w:lvl w:ilvl="0">
      <w:start w:val="4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3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BF27AAE"/>
    <w:multiLevelType w:val="hybridMultilevel"/>
    <w:tmpl w:val="77B4CD3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92066"/>
    <w:multiLevelType w:val="multilevel"/>
    <w:tmpl w:val="3FEA3E28"/>
    <w:lvl w:ilvl="0">
      <w:start w:val="3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  <w:sz w:val="24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F2E14B6"/>
    <w:multiLevelType w:val="hybridMultilevel"/>
    <w:tmpl w:val="5FEEB8DC"/>
    <w:lvl w:ilvl="0" w:tplc="2CCCE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4ECC446E" w:tentative="1">
      <w:start w:val="1"/>
      <w:numFmt w:val="lowerLetter"/>
      <w:lvlText w:val="%2."/>
      <w:lvlJc w:val="left"/>
      <w:pPr>
        <w:ind w:left="1440" w:hanging="360"/>
      </w:pPr>
    </w:lvl>
    <w:lvl w:ilvl="2" w:tplc="B3A672A0" w:tentative="1">
      <w:start w:val="1"/>
      <w:numFmt w:val="lowerRoman"/>
      <w:lvlText w:val="%3."/>
      <w:lvlJc w:val="right"/>
      <w:pPr>
        <w:ind w:left="2160" w:hanging="180"/>
      </w:pPr>
    </w:lvl>
    <w:lvl w:ilvl="3" w:tplc="E8C216FA" w:tentative="1">
      <w:start w:val="1"/>
      <w:numFmt w:val="decimal"/>
      <w:lvlText w:val="%4."/>
      <w:lvlJc w:val="left"/>
      <w:pPr>
        <w:ind w:left="2880" w:hanging="360"/>
      </w:pPr>
    </w:lvl>
    <w:lvl w:ilvl="4" w:tplc="E530E5A2" w:tentative="1">
      <w:start w:val="1"/>
      <w:numFmt w:val="lowerLetter"/>
      <w:lvlText w:val="%5."/>
      <w:lvlJc w:val="left"/>
      <w:pPr>
        <w:ind w:left="3600" w:hanging="360"/>
      </w:pPr>
    </w:lvl>
    <w:lvl w:ilvl="5" w:tplc="F36AB078" w:tentative="1">
      <w:start w:val="1"/>
      <w:numFmt w:val="lowerRoman"/>
      <w:lvlText w:val="%6."/>
      <w:lvlJc w:val="right"/>
      <w:pPr>
        <w:ind w:left="4320" w:hanging="180"/>
      </w:pPr>
    </w:lvl>
    <w:lvl w:ilvl="6" w:tplc="6C162896" w:tentative="1">
      <w:start w:val="1"/>
      <w:numFmt w:val="decimal"/>
      <w:lvlText w:val="%7."/>
      <w:lvlJc w:val="left"/>
      <w:pPr>
        <w:ind w:left="5040" w:hanging="360"/>
      </w:pPr>
    </w:lvl>
    <w:lvl w:ilvl="7" w:tplc="4ED48678" w:tentative="1">
      <w:start w:val="1"/>
      <w:numFmt w:val="lowerLetter"/>
      <w:lvlText w:val="%8."/>
      <w:lvlJc w:val="left"/>
      <w:pPr>
        <w:ind w:left="5760" w:hanging="360"/>
      </w:pPr>
    </w:lvl>
    <w:lvl w:ilvl="8" w:tplc="2AE02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474F16"/>
    <w:multiLevelType w:val="hybridMultilevel"/>
    <w:tmpl w:val="93C0DA4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C252B"/>
    <w:multiLevelType w:val="hybridMultilevel"/>
    <w:tmpl w:val="1DE09FF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81C5F"/>
    <w:multiLevelType w:val="hybridMultilevel"/>
    <w:tmpl w:val="62966B40"/>
    <w:lvl w:ilvl="0" w:tplc="1DAA65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736D9"/>
    <w:multiLevelType w:val="hybridMultilevel"/>
    <w:tmpl w:val="3214A5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002B5"/>
    <w:multiLevelType w:val="hybridMultilevel"/>
    <w:tmpl w:val="89946FD6"/>
    <w:lvl w:ilvl="0" w:tplc="0BD07E1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18"/>
  </w:num>
  <w:num w:numId="5">
    <w:abstractNumId w:val="43"/>
  </w:num>
  <w:num w:numId="6">
    <w:abstractNumId w:val="26"/>
  </w:num>
  <w:num w:numId="7">
    <w:abstractNumId w:val="36"/>
  </w:num>
  <w:num w:numId="8">
    <w:abstractNumId w:val="31"/>
  </w:num>
  <w:num w:numId="9">
    <w:abstractNumId w:val="30"/>
  </w:num>
  <w:num w:numId="10">
    <w:abstractNumId w:val="20"/>
  </w:num>
  <w:num w:numId="11">
    <w:abstractNumId w:val="37"/>
  </w:num>
  <w:num w:numId="12">
    <w:abstractNumId w:val="46"/>
  </w:num>
  <w:num w:numId="13">
    <w:abstractNumId w:val="38"/>
  </w:num>
  <w:num w:numId="14">
    <w:abstractNumId w:val="16"/>
  </w:num>
  <w:num w:numId="15">
    <w:abstractNumId w:val="21"/>
  </w:num>
  <w:num w:numId="16">
    <w:abstractNumId w:val="11"/>
  </w:num>
  <w:num w:numId="17">
    <w:abstractNumId w:val="3"/>
  </w:num>
  <w:num w:numId="18">
    <w:abstractNumId w:val="2"/>
  </w:num>
  <w:num w:numId="19">
    <w:abstractNumId w:val="25"/>
  </w:num>
  <w:num w:numId="20">
    <w:abstractNumId w:val="13"/>
  </w:num>
  <w:num w:numId="21">
    <w:abstractNumId w:val="32"/>
  </w:num>
  <w:num w:numId="22">
    <w:abstractNumId w:val="28"/>
  </w:num>
  <w:num w:numId="23">
    <w:abstractNumId w:val="33"/>
  </w:num>
  <w:num w:numId="24">
    <w:abstractNumId w:val="10"/>
  </w:num>
  <w:num w:numId="25">
    <w:abstractNumId w:val="34"/>
  </w:num>
  <w:num w:numId="26">
    <w:abstractNumId w:val="29"/>
  </w:num>
  <w:num w:numId="27">
    <w:abstractNumId w:val="23"/>
  </w:num>
  <w:num w:numId="28">
    <w:abstractNumId w:val="48"/>
  </w:num>
  <w:num w:numId="29">
    <w:abstractNumId w:val="22"/>
  </w:num>
  <w:num w:numId="30">
    <w:abstractNumId w:val="35"/>
  </w:num>
  <w:num w:numId="31">
    <w:abstractNumId w:val="7"/>
  </w:num>
  <w:num w:numId="32">
    <w:abstractNumId w:val="42"/>
  </w:num>
  <w:num w:numId="33">
    <w:abstractNumId w:val="4"/>
  </w:num>
  <w:num w:numId="34">
    <w:abstractNumId w:val="9"/>
  </w:num>
  <w:num w:numId="35">
    <w:abstractNumId w:val="40"/>
  </w:num>
  <w:num w:numId="36">
    <w:abstractNumId w:val="19"/>
  </w:num>
  <w:num w:numId="37">
    <w:abstractNumId w:val="45"/>
  </w:num>
  <w:num w:numId="38">
    <w:abstractNumId w:val="6"/>
  </w:num>
  <w:num w:numId="39">
    <w:abstractNumId w:val="24"/>
  </w:num>
  <w:num w:numId="40">
    <w:abstractNumId w:val="1"/>
  </w:num>
  <w:num w:numId="41">
    <w:abstractNumId w:val="41"/>
  </w:num>
  <w:num w:numId="42">
    <w:abstractNumId w:val="12"/>
  </w:num>
  <w:num w:numId="43">
    <w:abstractNumId w:val="17"/>
  </w:num>
  <w:num w:numId="44">
    <w:abstractNumId w:val="8"/>
  </w:num>
  <w:num w:numId="45">
    <w:abstractNumId w:val="39"/>
  </w:num>
  <w:num w:numId="46">
    <w:abstractNumId w:val="47"/>
  </w:num>
  <w:num w:numId="47">
    <w:abstractNumId w:val="27"/>
  </w:num>
  <w:num w:numId="48">
    <w:abstractNumId w:val="0"/>
  </w:num>
  <w:num w:numId="49">
    <w:abstractNumId w:val="4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wNDM3MbEwNjIwNjVT0lEKTi0uzszPAykwqgUASb4D1SwAAAA="/>
  </w:docVars>
  <w:rsids>
    <w:rsidRoot w:val="00A31417"/>
    <w:rsid w:val="00052F63"/>
    <w:rsid w:val="00071CF8"/>
    <w:rsid w:val="000A4677"/>
    <w:rsid w:val="000C5709"/>
    <w:rsid w:val="000D2067"/>
    <w:rsid w:val="000D5FEB"/>
    <w:rsid w:val="000F7100"/>
    <w:rsid w:val="001273FB"/>
    <w:rsid w:val="00143F70"/>
    <w:rsid w:val="00151821"/>
    <w:rsid w:val="00154330"/>
    <w:rsid w:val="00163071"/>
    <w:rsid w:val="0017295E"/>
    <w:rsid w:val="00181DCA"/>
    <w:rsid w:val="001A2F16"/>
    <w:rsid w:val="001D2049"/>
    <w:rsid w:val="001D5AA4"/>
    <w:rsid w:val="001F7ACA"/>
    <w:rsid w:val="00202461"/>
    <w:rsid w:val="00216140"/>
    <w:rsid w:val="00225D51"/>
    <w:rsid w:val="00242B8C"/>
    <w:rsid w:val="0026595D"/>
    <w:rsid w:val="002B0F02"/>
    <w:rsid w:val="002E5C57"/>
    <w:rsid w:val="003613A0"/>
    <w:rsid w:val="003617B5"/>
    <w:rsid w:val="0037037C"/>
    <w:rsid w:val="0037491A"/>
    <w:rsid w:val="0037762A"/>
    <w:rsid w:val="003B03B9"/>
    <w:rsid w:val="003D5321"/>
    <w:rsid w:val="003D5EB6"/>
    <w:rsid w:val="0041764A"/>
    <w:rsid w:val="004233CA"/>
    <w:rsid w:val="004C1EBB"/>
    <w:rsid w:val="0054159B"/>
    <w:rsid w:val="00562A86"/>
    <w:rsid w:val="005A22D9"/>
    <w:rsid w:val="005A2DD5"/>
    <w:rsid w:val="005B0E22"/>
    <w:rsid w:val="005B5443"/>
    <w:rsid w:val="005C0649"/>
    <w:rsid w:val="005E2790"/>
    <w:rsid w:val="006206D2"/>
    <w:rsid w:val="0063751E"/>
    <w:rsid w:val="006478A0"/>
    <w:rsid w:val="00661C80"/>
    <w:rsid w:val="0069197C"/>
    <w:rsid w:val="006B407B"/>
    <w:rsid w:val="006C74EE"/>
    <w:rsid w:val="006D3EF5"/>
    <w:rsid w:val="006E4767"/>
    <w:rsid w:val="006E669C"/>
    <w:rsid w:val="006F24A1"/>
    <w:rsid w:val="0075095D"/>
    <w:rsid w:val="007A7133"/>
    <w:rsid w:val="008131F6"/>
    <w:rsid w:val="008132A3"/>
    <w:rsid w:val="00822239"/>
    <w:rsid w:val="00825A69"/>
    <w:rsid w:val="00852F92"/>
    <w:rsid w:val="00865F49"/>
    <w:rsid w:val="00884A3E"/>
    <w:rsid w:val="00891196"/>
    <w:rsid w:val="0089215D"/>
    <w:rsid w:val="008A7CA4"/>
    <w:rsid w:val="008D6223"/>
    <w:rsid w:val="008F037B"/>
    <w:rsid w:val="008F3B90"/>
    <w:rsid w:val="008F3E14"/>
    <w:rsid w:val="009034F4"/>
    <w:rsid w:val="0092236E"/>
    <w:rsid w:val="009768FF"/>
    <w:rsid w:val="00987381"/>
    <w:rsid w:val="009C30C6"/>
    <w:rsid w:val="00A13CEF"/>
    <w:rsid w:val="00A31417"/>
    <w:rsid w:val="00A474F7"/>
    <w:rsid w:val="00A71E67"/>
    <w:rsid w:val="00A76B06"/>
    <w:rsid w:val="00A96E0F"/>
    <w:rsid w:val="00AE1734"/>
    <w:rsid w:val="00B04D9D"/>
    <w:rsid w:val="00B15FA6"/>
    <w:rsid w:val="00B5002A"/>
    <w:rsid w:val="00BB36FC"/>
    <w:rsid w:val="00BC4B81"/>
    <w:rsid w:val="00BC76B5"/>
    <w:rsid w:val="00BD0F3B"/>
    <w:rsid w:val="00BD70DD"/>
    <w:rsid w:val="00BE26CF"/>
    <w:rsid w:val="00C32E3F"/>
    <w:rsid w:val="00C4092E"/>
    <w:rsid w:val="00C4309A"/>
    <w:rsid w:val="00C53D45"/>
    <w:rsid w:val="00C57226"/>
    <w:rsid w:val="00C908C3"/>
    <w:rsid w:val="00CE7E5D"/>
    <w:rsid w:val="00D04AE2"/>
    <w:rsid w:val="00D53D0E"/>
    <w:rsid w:val="00D57570"/>
    <w:rsid w:val="00DA6C6C"/>
    <w:rsid w:val="00DB11DB"/>
    <w:rsid w:val="00DB64B8"/>
    <w:rsid w:val="00DD33AD"/>
    <w:rsid w:val="00E048DF"/>
    <w:rsid w:val="00E26CD1"/>
    <w:rsid w:val="00E44158"/>
    <w:rsid w:val="00E57D3A"/>
    <w:rsid w:val="00EC3B9D"/>
    <w:rsid w:val="00EC47DD"/>
    <w:rsid w:val="00ED7762"/>
    <w:rsid w:val="00F157E6"/>
    <w:rsid w:val="00F65032"/>
    <w:rsid w:val="00F95E67"/>
    <w:rsid w:val="00FA3A52"/>
    <w:rsid w:val="00FB36E7"/>
    <w:rsid w:val="00FF2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01A50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02A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7A7133"/>
    <w:pPr>
      <w:tabs>
        <w:tab w:val="left" w:pos="0"/>
        <w:tab w:val="center" w:pos="6804"/>
        <w:tab w:val="right" w:pos="10206"/>
      </w:tabs>
      <w:suppressAutoHyphens/>
      <w:spacing w:after="0" w:line="240" w:lineRule="auto"/>
    </w:pPr>
    <w:rPr>
      <w:rFonts w:eastAsia="MS Mincho" w:cstheme="minorHAnsi"/>
      <w:noProof/>
      <w:color w:val="2D739F"/>
      <w:kern w:val="22"/>
      <w:sz w:val="44"/>
      <w:szCs w:val="44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7A7133"/>
    <w:rPr>
      <w:rFonts w:eastAsia="MS Mincho" w:cstheme="minorHAnsi"/>
      <w:noProof/>
      <w:color w:val="2D739F"/>
      <w:kern w:val="22"/>
      <w:sz w:val="44"/>
      <w:szCs w:val="44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99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16140"/>
    <w:rPr>
      <w:color w:val="808080"/>
    </w:rPr>
  </w:style>
  <w:style w:type="character" w:customStyle="1" w:styleId="normaltextrun">
    <w:name w:val="normaltextrun"/>
    <w:basedOn w:val="DefaultParagraphFont"/>
    <w:rsid w:val="001A2F16"/>
  </w:style>
  <w:style w:type="character" w:customStyle="1" w:styleId="eop">
    <w:name w:val="eop"/>
    <w:basedOn w:val="DefaultParagraphFont"/>
    <w:rsid w:val="001A2F16"/>
  </w:style>
  <w:style w:type="paragraph" w:customStyle="1" w:styleId="paragraph">
    <w:name w:val="paragraph"/>
    <w:basedOn w:val="Normal"/>
    <w:rsid w:val="008D6223"/>
    <w:pPr>
      <w:tabs>
        <w:tab w:val="clear" w:pos="28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advancedproofingissue">
    <w:name w:val="advancedproofingissue"/>
    <w:basedOn w:val="DefaultParagraphFont"/>
    <w:rsid w:val="008D6223"/>
  </w:style>
  <w:style w:type="character" w:customStyle="1" w:styleId="spellingerror">
    <w:name w:val="spellingerror"/>
    <w:basedOn w:val="DefaultParagraphFont"/>
    <w:rsid w:val="008D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136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17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7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01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2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3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9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85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7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7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03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8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5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7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36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82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5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2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0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1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78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7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9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3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4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5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0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3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19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4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7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1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1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3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6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0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2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17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66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3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6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03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0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0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27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1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8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5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09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6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4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3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2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2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6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4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44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6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9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1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1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5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67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5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8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wmf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AU" sz="1202"/>
              <a:t>Fig 2: Blood glucose levels  (mmol/L) in patient Bill S.</a:t>
            </a:r>
            <a:r>
              <a:rPr lang="en-AU" sz="1202" baseline="0"/>
              <a:t> </a:t>
            </a:r>
            <a:endParaRPr lang="en-AU" sz="12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val>
            <c:numRef>
              <c:f>Sheet1!$B$21:$B$34</c:f>
              <c:numCache>
                <c:formatCode>General</c:formatCode>
                <c:ptCount val="14"/>
                <c:pt idx="0">
                  <c:v>4</c:v>
                </c:pt>
                <c:pt idx="1">
                  <c:v>5.3</c:v>
                </c:pt>
                <c:pt idx="2">
                  <c:v>3.6</c:v>
                </c:pt>
                <c:pt idx="3">
                  <c:v>4.8</c:v>
                </c:pt>
                <c:pt idx="4">
                  <c:v>7.8</c:v>
                </c:pt>
                <c:pt idx="5">
                  <c:v>8.5</c:v>
                </c:pt>
                <c:pt idx="6">
                  <c:v>8.9</c:v>
                </c:pt>
                <c:pt idx="7">
                  <c:v>7.5</c:v>
                </c:pt>
                <c:pt idx="8">
                  <c:v>6.5</c:v>
                </c:pt>
                <c:pt idx="9">
                  <c:v>7.2</c:v>
                </c:pt>
                <c:pt idx="10">
                  <c:v>8.3000000000000007</c:v>
                </c:pt>
                <c:pt idx="11">
                  <c:v>7.4</c:v>
                </c:pt>
                <c:pt idx="12">
                  <c:v>7.1</c:v>
                </c:pt>
                <c:pt idx="13">
                  <c:v>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56F-4A90-B4FA-94CB19E0C4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1407608"/>
        <c:axId val="681404472"/>
      </c:lineChart>
      <c:catAx>
        <c:axId val="6814076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AU"/>
                  <a:t>Date (May 2019)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81404472"/>
        <c:crosses val="autoZero"/>
        <c:auto val="1"/>
        <c:lblAlgn val="ctr"/>
        <c:lblOffset val="100"/>
        <c:noMultiLvlLbl val="0"/>
      </c:catAx>
      <c:valAx>
        <c:axId val="68140447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00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AU"/>
                  <a:t>Blood Sugar (mmol/L)</a:t>
                </a:r>
              </a:p>
            </c:rich>
          </c:tx>
          <c:layout>
            <c:manualLayout>
              <c:xMode val="edge"/>
              <c:yMode val="edge"/>
              <c:x val="3.3333398782187232E-2"/>
              <c:y val="0.3741684427321619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68140760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BCAE5-5A11-4097-9432-E9E18C4E43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0B1DFC-BE0B-46A6-B6F9-7CCD50892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25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2019-09-27T00:13:00Z</dcterms:created>
  <dcterms:modified xsi:type="dcterms:W3CDTF">2019-11-11T04:57:00Z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