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DEF35" w14:textId="483933D2" w:rsidR="00363AA5" w:rsidRDefault="00363AA5" w:rsidP="00363AA5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 xml:space="preserve">Topic Test </w:t>
      </w:r>
      <w:r w:rsidR="007053E2">
        <w:rPr>
          <w:rFonts w:eastAsia="MS Mincho"/>
        </w:rPr>
        <w:t>1</w:t>
      </w:r>
      <w:r>
        <w:rPr>
          <w:rFonts w:eastAsia="MS Mincho"/>
        </w:rPr>
        <w:t xml:space="preserve"> - Metrology</w:t>
      </w:r>
    </w:p>
    <w:p w14:paraId="6E867E5E" w14:textId="77777777" w:rsidR="00E92663" w:rsidRPr="00EF52B6" w:rsidRDefault="006A2B8C" w:rsidP="00EF52B6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6E867E5F" w14:textId="77777777" w:rsidR="009516B4" w:rsidRPr="00A56627" w:rsidRDefault="006A2B8C" w:rsidP="009516B4">
      <w:pPr>
        <w:pStyle w:val="Heading2"/>
      </w:pPr>
      <w:r w:rsidRPr="00A56627">
        <w:t>Criteria</w:t>
      </w:r>
    </w:p>
    <w:p w14:paraId="17B3B43B" w14:textId="77777777" w:rsidR="008F59D5" w:rsidRDefault="008F59D5" w:rsidP="008F59D5">
      <w:pPr>
        <w:pStyle w:val="Heading3"/>
      </w:pPr>
      <w:r>
        <w:t>Unit code, name and release number</w:t>
      </w:r>
    </w:p>
    <w:p w14:paraId="641603E3" w14:textId="77777777" w:rsidR="008F59D5" w:rsidRDefault="008F59D5" w:rsidP="008F59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MSL924003 - Process and interpret data 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3BA00E1B" w14:textId="77777777" w:rsidR="008F59D5" w:rsidRDefault="008F59D5" w:rsidP="008F59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**This unit sits in all qualifications below. This assessment is not to be amended**</w:t>
      </w:r>
    </w:p>
    <w:p w14:paraId="0649F834" w14:textId="77777777" w:rsidR="008F59D5" w:rsidRDefault="008F59D5" w:rsidP="008F59D5">
      <w:pPr>
        <w:pStyle w:val="Heading3"/>
      </w:pPr>
      <w:r>
        <w:t>Qualification/Course code, name and release number</w:t>
      </w:r>
    </w:p>
    <w:p w14:paraId="5EC3A6ED" w14:textId="77777777" w:rsidR="008F59D5" w:rsidRDefault="008F59D5" w:rsidP="008F59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MSL60118</w:t>
      </w:r>
      <w:r>
        <w:rPr>
          <w:sz w:val="22"/>
          <w:szCs w:val="22"/>
          <w:lang w:eastAsia="en-AU"/>
        </w:rPr>
        <w:tab/>
        <w:t>Advanced Diploma of Laboratory Operations</w:t>
      </w:r>
      <w:r>
        <w:rPr>
          <w:sz w:val="22"/>
          <w:szCs w:val="22"/>
          <w:lang w:eastAsia="en-AU"/>
        </w:rPr>
        <w:tab/>
        <w:t>Release 1</w:t>
      </w:r>
    </w:p>
    <w:p w14:paraId="12E7A93E" w14:textId="77777777" w:rsidR="008F59D5" w:rsidRDefault="008F59D5" w:rsidP="008F59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MSL50118</w:t>
      </w:r>
      <w:r>
        <w:rPr>
          <w:sz w:val="22"/>
          <w:szCs w:val="22"/>
          <w:lang w:eastAsia="en-AU"/>
        </w:rPr>
        <w:tab/>
        <w:t>Diploma of Laboratory Technology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5C546C83" w14:textId="77777777" w:rsidR="008F59D5" w:rsidRDefault="008F59D5" w:rsidP="008F59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</w:t>
      </w:r>
      <w:r>
        <w:rPr>
          <w:sz w:val="22"/>
          <w:szCs w:val="22"/>
          <w:lang w:eastAsia="en-AU"/>
        </w:rPr>
        <w:tab/>
        <w:t>Certificate IV in Laboratory Operations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>Release 1</w:t>
      </w:r>
    </w:p>
    <w:p w14:paraId="2DD3D840" w14:textId="77777777" w:rsidR="008F59D5" w:rsidRDefault="008F59D5" w:rsidP="008F59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lang w:val="en-US" w:bidi="en-US"/>
        </w:rPr>
      </w:pPr>
      <w:r>
        <w:rPr>
          <w:sz w:val="22"/>
          <w:szCs w:val="22"/>
          <w:lang w:eastAsia="en-AU"/>
        </w:rPr>
        <w:t xml:space="preserve">MSL30118 </w:t>
      </w:r>
      <w:r>
        <w:rPr>
          <w:sz w:val="22"/>
          <w:szCs w:val="22"/>
          <w:lang w:eastAsia="en-AU"/>
        </w:rPr>
        <w:tab/>
        <w:t>Certificate III in Laboratory Skills</w:t>
      </w:r>
      <w:r>
        <w:rPr>
          <w:sz w:val="22"/>
          <w:szCs w:val="22"/>
          <w:lang w:eastAsia="en-AU"/>
        </w:rPr>
        <w:tab/>
      </w:r>
      <w:r>
        <w:rPr>
          <w:sz w:val="22"/>
          <w:szCs w:val="22"/>
          <w:lang w:eastAsia="en-AU"/>
        </w:rPr>
        <w:tab/>
        <w:t xml:space="preserve"> </w:t>
      </w:r>
      <w:r>
        <w:rPr>
          <w:sz w:val="22"/>
          <w:szCs w:val="22"/>
          <w:lang w:eastAsia="en-AU"/>
        </w:rPr>
        <w:tab/>
        <w:t>Release 1</w:t>
      </w:r>
    </w:p>
    <w:p w14:paraId="331BCFFD" w14:textId="77777777" w:rsidR="008F59D5" w:rsidRDefault="008F59D5" w:rsidP="008F59D5">
      <w:pPr>
        <w:tabs>
          <w:tab w:val="clear" w:pos="284"/>
        </w:tabs>
        <w:spacing w:before="0" w:after="0"/>
        <w:rPr>
          <w:lang w:val="en-US" w:bidi="en-US"/>
        </w:rPr>
        <w:sectPr w:rsidR="008F59D5" w:rsidSect="008F59D5">
          <w:footerReference w:type="default" r:id="rId11"/>
          <w:type w:val="continuous"/>
          <w:pgSz w:w="11906" w:h="16838"/>
          <w:pgMar w:top="1418" w:right="1418" w:bottom="1418" w:left="1418" w:header="567" w:footer="454" w:gutter="0"/>
          <w:pgNumType w:start="1"/>
          <w:cols w:space="720"/>
        </w:sectPr>
      </w:pPr>
    </w:p>
    <w:p w14:paraId="6E867E67" w14:textId="77777777" w:rsidR="005A115D" w:rsidRPr="00C14A60" w:rsidRDefault="006A2B8C" w:rsidP="005A115D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6E867E68" w14:textId="261C2603" w:rsidR="005A115D" w:rsidRPr="00867E80" w:rsidRDefault="006A2B8C" w:rsidP="005A115D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>
        <w:rPr>
          <w:i/>
          <w:noProof/>
          <w:color w:val="808080" w:themeColor="background1" w:themeShade="80"/>
        </w:rPr>
        <w:t>1 November</w:t>
      </w:r>
      <w:r w:rsidRPr="005A115D">
        <w:rPr>
          <w:i/>
          <w:noProof/>
          <w:color w:val="808080" w:themeColor="background1" w:themeShade="80"/>
        </w:rPr>
        <w:t xml:space="preserve"> 2018</w:t>
      </w:r>
      <w:r w:rsidRPr="00C14A60">
        <w:rPr>
          <w:i/>
          <w:color w:val="FF0000"/>
        </w:rPr>
        <w:fldChar w:fldCharType="end"/>
      </w:r>
    </w:p>
    <w:p w14:paraId="6E867E69" w14:textId="558B7203" w:rsidR="005A115D" w:rsidRPr="00867E80" w:rsidRDefault="006A2B8C" w:rsidP="005A115D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E65E0E" w:rsidRPr="00E65E0E">
        <w:rPr>
          <w:i/>
          <w:noProof/>
          <w:color w:val="808080" w:themeColor="background1" w:themeShade="80"/>
        </w:rPr>
        <w:t>23/04/2019</w:t>
      </w:r>
      <w:r w:rsidRPr="00C14A60">
        <w:rPr>
          <w:i/>
          <w:color w:val="FF0000"/>
        </w:rPr>
        <w:fldChar w:fldCharType="end"/>
      </w:r>
    </w:p>
    <w:p w14:paraId="6E867E6A" w14:textId="77777777" w:rsidR="005A115D" w:rsidRPr="00867E80" w:rsidRDefault="00E65E0E" w:rsidP="005A115D">
      <w:pPr>
        <w:pStyle w:val="SmallerText-Black"/>
      </w:pPr>
    </w:p>
    <w:bookmarkEnd w:id="0"/>
    <w:p w14:paraId="6E867E6B" w14:textId="77777777" w:rsidR="00DF5BED" w:rsidRDefault="006A2B8C" w:rsidP="00DF5BED">
      <w:r>
        <w:t>For queries, please contact:</w:t>
      </w:r>
    </w:p>
    <w:p w14:paraId="13AF3668" w14:textId="0E522918" w:rsidR="006A2B8C" w:rsidRPr="006A2B8C" w:rsidRDefault="006A2B8C" w:rsidP="006A2B8C">
      <w:pPr>
        <w:pStyle w:val="SmallerText-Black"/>
        <w:rPr>
          <w:i/>
          <w:color w:val="808080" w:themeColor="background1" w:themeShade="80"/>
        </w:rPr>
      </w:pPr>
      <w:r w:rsidRPr="006A2B8C">
        <w:rPr>
          <w:i/>
          <w:color w:val="808080" w:themeColor="background1" w:themeShade="80"/>
        </w:rPr>
        <w:t>Innovative Manufacturing, Robotics and Science Skills Point</w:t>
      </w:r>
    </w:p>
    <w:p w14:paraId="6E867E6D" w14:textId="43C6E10A" w:rsidR="00DF5BED" w:rsidRPr="003D7461" w:rsidRDefault="006A2B8C" w:rsidP="006A2B8C">
      <w:pPr>
        <w:pStyle w:val="SmallerText-Black"/>
        <w:rPr>
          <w:i/>
          <w:color w:val="808080" w:themeColor="background1" w:themeShade="80"/>
        </w:rPr>
      </w:pPr>
      <w:r w:rsidRPr="006A2B8C">
        <w:rPr>
          <w:i/>
          <w:color w:val="808080" w:themeColor="background1" w:themeShade="80"/>
        </w:rPr>
        <w:t>TAFE Hamilton Campus</w:t>
      </w:r>
    </w:p>
    <w:p w14:paraId="6E867E6E" w14:textId="77777777" w:rsidR="00DF5BED" w:rsidRPr="000301F0" w:rsidRDefault="006A2B8C" w:rsidP="00DF5BED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6E867E6F" w14:textId="77777777" w:rsidR="00DF5BED" w:rsidRPr="00D23A6C" w:rsidRDefault="006A2B8C" w:rsidP="00DF5BED">
      <w:pPr>
        <w:pStyle w:val="SmallerText-Black"/>
      </w:pPr>
      <w:r>
        <w:t>This assessment can be found in the</w:t>
      </w:r>
      <w:r w:rsidRPr="00D23A6C">
        <w:t xml:space="preserve">: </w:t>
      </w:r>
      <w:hyperlink r:id="rId12" w:history="1">
        <w:r w:rsidRPr="00C036C0">
          <w:rPr>
            <w:rStyle w:val="Hyperlink"/>
          </w:rPr>
          <w:t>Learning Bank</w:t>
        </w:r>
      </w:hyperlink>
    </w:p>
    <w:p w14:paraId="6E867E70" w14:textId="1CE08024" w:rsidR="00DF5BED" w:rsidRPr="000301F0" w:rsidRDefault="006A2B8C" w:rsidP="00DF5BED">
      <w:pPr>
        <w:pStyle w:val="SmallerText-Black"/>
      </w:pPr>
      <w:r w:rsidRPr="000301F0">
        <w:t>The contents in this docum</w:t>
      </w:r>
      <w:r>
        <w:t>ent is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E65E0E">
        <w:rPr>
          <w:noProof/>
        </w:rPr>
        <w:t>23 April 2019</w:t>
      </w:r>
      <w:r w:rsidRPr="000301F0">
        <w:fldChar w:fldCharType="end"/>
      </w:r>
      <w:r w:rsidRPr="000301F0">
        <w:t>. For current information please refer to our we</w:t>
      </w:r>
      <w:bookmarkStart w:id="2" w:name="_GoBack"/>
      <w:bookmarkEnd w:id="2"/>
      <w:r w:rsidRPr="000301F0">
        <w:t>bsite</w:t>
      </w:r>
      <w:r>
        <w:t xml:space="preserve"> or your teacher as appropriate</w:t>
      </w:r>
      <w:r w:rsidRPr="000301F0">
        <w:t>.</w:t>
      </w:r>
    </w:p>
    <w:p w14:paraId="6E867E71" w14:textId="77777777" w:rsidR="006D4C3B" w:rsidRDefault="00E65E0E" w:rsidP="00855665">
      <w:pPr>
        <w:sectPr w:rsidR="006D4C3B" w:rsidSect="00E65E0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6E867E72" w14:textId="77777777" w:rsidR="008A6997" w:rsidRDefault="006A2B8C" w:rsidP="00CC1742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6E867E73" w14:textId="77777777" w:rsidR="00322DEB" w:rsidRDefault="006A2B8C" w:rsidP="00322DE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8004C4" w14:paraId="6E867E76" w14:textId="77777777" w:rsidTr="2A2F67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6E867E74" w14:textId="77777777" w:rsidR="00E2658C" w:rsidRDefault="006A2B8C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6E867E75" w14:textId="77777777" w:rsidR="00E2658C" w:rsidRDefault="006A2B8C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8004C4" w14:paraId="6E867E85" w14:textId="77777777" w:rsidTr="2A2F6733">
        <w:tc>
          <w:tcPr>
            <w:tcW w:w="2405" w:type="dxa"/>
            <w:vAlign w:val="top"/>
          </w:tcPr>
          <w:p w14:paraId="6E867E77" w14:textId="77777777" w:rsidR="00E2658C" w:rsidRPr="00B30F8E" w:rsidRDefault="006A2B8C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6E867E78" w14:textId="77777777" w:rsidR="00C35347" w:rsidRPr="00B30F8E" w:rsidRDefault="006A2B8C" w:rsidP="00855665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0035BE0C" w14:textId="4AD29FE4" w:rsidR="00235F2D" w:rsidRDefault="00235F2D" w:rsidP="00235F2D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assessment has 1</w:t>
            </w:r>
            <w:r w:rsidR="00C06A8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questions.</w:t>
            </w:r>
            <w:r w:rsidR="00C06A84">
              <w:rPr>
                <w:sz w:val="22"/>
                <w:szCs w:val="22"/>
              </w:rPr>
              <w:t xml:space="preserve"> </w:t>
            </w:r>
            <w:r w:rsidR="00F20597" w:rsidRPr="00F20597">
              <w:rPr>
                <w:sz w:val="22"/>
                <w:szCs w:val="22"/>
              </w:rPr>
              <w:t>It is to be conducted as a supervised open book test. Students are able to bring the Student Workbook into the test but no other information resources.</w:t>
            </w:r>
          </w:p>
          <w:p w14:paraId="6E867E7F" w14:textId="03A63ECC" w:rsidR="00AD6668" w:rsidRPr="00B30F8E" w:rsidRDefault="006A2B8C" w:rsidP="00235F2D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6E867E80" w14:textId="77777777" w:rsidR="00AD6668" w:rsidRDefault="006A2B8C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6E867E81" w14:textId="77777777" w:rsidR="005D782B" w:rsidRPr="00210A7E" w:rsidRDefault="006A2B8C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6E867E82" w14:textId="77777777" w:rsidR="005D782B" w:rsidRDefault="006A2B8C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6E867E83" w14:textId="684D9A73" w:rsidR="00F076A9" w:rsidRDefault="00B075C3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Arrange a time for each student to view their marked tests and the assessor feedback. Assessors are to retain all tests after students have </w:t>
            </w:r>
            <w:r w:rsidR="00BA77D3">
              <w:rPr>
                <w:sz w:val="22"/>
                <w:szCs w:val="22"/>
                <w:lang w:eastAsia="en-AU"/>
              </w:rPr>
              <w:t xml:space="preserve">viewed their results. Students </w:t>
            </w:r>
            <w:r w:rsidR="00D0794A">
              <w:rPr>
                <w:sz w:val="22"/>
                <w:szCs w:val="22"/>
                <w:lang w:eastAsia="en-AU"/>
              </w:rPr>
              <w:t>may</w:t>
            </w:r>
            <w:r>
              <w:rPr>
                <w:sz w:val="22"/>
                <w:szCs w:val="22"/>
                <w:lang w:eastAsia="en-AU"/>
              </w:rPr>
              <w:t xml:space="preserve"> not keep a copy of their completed test.</w:t>
            </w:r>
          </w:p>
          <w:p w14:paraId="6E867E84" w14:textId="72C8EB1A" w:rsidR="005D782B" w:rsidRPr="00B30F8E" w:rsidRDefault="006A2B8C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</w:t>
            </w:r>
            <w:r w:rsidR="000D1CEA">
              <w:rPr>
                <w:sz w:val="22"/>
                <w:szCs w:val="22"/>
                <w:lang w:eastAsia="en-AU"/>
              </w:rPr>
              <w:t>’</w:t>
            </w:r>
            <w:r>
              <w:rPr>
                <w:sz w:val="22"/>
                <w:szCs w:val="22"/>
                <w:lang w:eastAsia="en-AU"/>
              </w:rPr>
              <w:t>s name appears on the bottom of each page of the submitted assessment.</w:t>
            </w:r>
          </w:p>
        </w:tc>
      </w:tr>
      <w:tr w:rsidR="008004C4" w14:paraId="6E867E99" w14:textId="77777777" w:rsidTr="2A2F6733">
        <w:tc>
          <w:tcPr>
            <w:tcW w:w="2405" w:type="dxa"/>
            <w:vAlign w:val="top"/>
          </w:tcPr>
          <w:p w14:paraId="6E867E86" w14:textId="77777777" w:rsidR="00E2658C" w:rsidRPr="00B30F8E" w:rsidRDefault="006A2B8C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6E867E87" w14:textId="77777777" w:rsidR="00CF57A1" w:rsidRPr="00B30F8E" w:rsidRDefault="006A2B8C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6E867E88" w14:textId="77777777" w:rsidR="00CF57A1" w:rsidRPr="00B30F8E" w:rsidRDefault="006A2B8C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6E867E89" w14:textId="77777777" w:rsidR="00AD6668" w:rsidRPr="00B30F8E" w:rsidRDefault="006A2B8C" w:rsidP="00855665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6E867E8A" w14:textId="77777777" w:rsidR="00AD6668" w:rsidRPr="00B30F8E" w:rsidRDefault="006A2B8C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6E867E8B" w14:textId="77777777" w:rsidR="00AD6668" w:rsidRPr="00B30F8E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6E867E8C" w14:textId="77777777" w:rsidR="00AD6668" w:rsidRPr="00B30F8E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6E867E8D" w14:textId="77777777" w:rsidR="00AD6668" w:rsidRPr="00B30F8E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6E867E8E" w14:textId="77777777" w:rsidR="00C35347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6E867E8F" w14:textId="77777777" w:rsidR="00AC4F35" w:rsidRDefault="006A2B8C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6E867E90" w14:textId="77777777" w:rsidR="00AC4F35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6E867E91" w14:textId="77777777" w:rsidR="00AC4F35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6E867E92" w14:textId="77777777" w:rsidR="00AC4F35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6E867E93" w14:textId="77777777" w:rsidR="00AC4F35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6E867E94" w14:textId="77777777" w:rsidR="00AC4F35" w:rsidRDefault="006A2B8C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6E867E95" w14:textId="77777777" w:rsidR="00AC4F35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6E867E96" w14:textId="77777777" w:rsidR="00AC4F35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6E867E97" w14:textId="77777777" w:rsidR="00AC4F35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6E867E98" w14:textId="77777777" w:rsidR="00AC4F35" w:rsidRPr="00B30F8E" w:rsidRDefault="006A2B8C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8004C4" w14:paraId="6E867E9D" w14:textId="77777777" w:rsidTr="2A2F6733">
        <w:tc>
          <w:tcPr>
            <w:tcW w:w="2405" w:type="dxa"/>
            <w:vAlign w:val="top"/>
          </w:tcPr>
          <w:p w14:paraId="6E867E9A" w14:textId="77777777" w:rsidR="008F5F37" w:rsidRPr="002E7A2C" w:rsidRDefault="006A2B8C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6E867E9C" w14:textId="05A9DB69" w:rsidR="00404341" w:rsidRPr="006E387D" w:rsidRDefault="006E387D" w:rsidP="003F540C">
            <w:pPr>
              <w:pStyle w:val="Body"/>
              <w:rPr>
                <w:lang w:eastAsia="en-AU"/>
              </w:rPr>
            </w:pPr>
            <w:r>
              <w:rPr>
                <w:sz w:val="22"/>
                <w:szCs w:val="22"/>
              </w:rPr>
              <w:t xml:space="preserve">Students must provide </w:t>
            </w:r>
            <w:r w:rsidR="003F540C">
              <w:rPr>
                <w:sz w:val="22"/>
                <w:szCs w:val="22"/>
              </w:rPr>
              <w:t>a pen/s, calculator and their Student Workbook</w:t>
            </w:r>
            <w:r>
              <w:rPr>
                <w:sz w:val="22"/>
                <w:szCs w:val="22"/>
              </w:rPr>
              <w:t>.</w:t>
            </w:r>
          </w:p>
        </w:tc>
      </w:tr>
      <w:tr w:rsidR="008004C4" w14:paraId="6E867EA1" w14:textId="77777777" w:rsidTr="2A2F6733">
        <w:tc>
          <w:tcPr>
            <w:tcW w:w="2405" w:type="dxa"/>
            <w:vAlign w:val="top"/>
          </w:tcPr>
          <w:p w14:paraId="6E867E9E" w14:textId="77777777" w:rsidR="008F5F37" w:rsidRPr="002E7A2C" w:rsidRDefault="006A2B8C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6E867EA0" w14:textId="083C760E" w:rsidR="00404341" w:rsidRPr="00AE4468" w:rsidRDefault="2A2F6733" w:rsidP="2A2F6733">
            <w:pPr>
              <w:pStyle w:val="Body"/>
              <w:rPr>
                <w:i/>
                <w:iCs/>
                <w:sz w:val="22"/>
                <w:szCs w:val="22"/>
                <w:highlight w:val="yellow"/>
                <w:lang w:eastAsia="en-AU"/>
              </w:rPr>
            </w:pPr>
            <w:r w:rsidRPr="00AE4468">
              <w:rPr>
                <w:sz w:val="22"/>
                <w:szCs w:val="22"/>
                <w:lang w:eastAsia="en-AU"/>
              </w:rPr>
              <w:t>One copy of the assessment task per student</w:t>
            </w:r>
            <w:r w:rsidR="00E55484" w:rsidRPr="00AE4468">
              <w:rPr>
                <w:sz w:val="22"/>
                <w:szCs w:val="22"/>
                <w:lang w:eastAsia="en-AU"/>
              </w:rPr>
              <w:t>, filename MSL924003_AE_Kn_1of7</w:t>
            </w:r>
            <w:r w:rsidRPr="00AE4468">
              <w:rPr>
                <w:sz w:val="22"/>
                <w:szCs w:val="22"/>
                <w:lang w:eastAsia="en-AU"/>
              </w:rPr>
              <w:t xml:space="preserve">. </w:t>
            </w:r>
          </w:p>
        </w:tc>
      </w:tr>
      <w:tr w:rsidR="008004C4" w14:paraId="6E867EA4" w14:textId="77777777" w:rsidTr="2A2F6733">
        <w:tc>
          <w:tcPr>
            <w:tcW w:w="2405" w:type="dxa"/>
            <w:vAlign w:val="top"/>
          </w:tcPr>
          <w:p w14:paraId="6E867EA2" w14:textId="77777777" w:rsidR="0067653D" w:rsidRPr="0067653D" w:rsidRDefault="006A2B8C" w:rsidP="00855665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6E867EA3" w14:textId="1B54489A" w:rsidR="0067653D" w:rsidRPr="00AE4468" w:rsidRDefault="006E387D" w:rsidP="006E387D">
            <w:pPr>
              <w:pStyle w:val="Body"/>
              <w:rPr>
                <w:sz w:val="22"/>
                <w:szCs w:val="22"/>
                <w:lang w:eastAsia="en-AU"/>
              </w:rPr>
            </w:pPr>
            <w:r w:rsidRPr="00AE4468">
              <w:rPr>
                <w:sz w:val="22"/>
                <w:szCs w:val="22"/>
                <w:lang w:eastAsia="en-AU"/>
              </w:rPr>
              <w:t>1 hour</w:t>
            </w:r>
          </w:p>
        </w:tc>
      </w:tr>
    </w:tbl>
    <w:p w14:paraId="6E867EA6" w14:textId="77777777" w:rsidR="007E6E99" w:rsidRDefault="006A2B8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67F864F2" w14:textId="77777777" w:rsidR="001D1113" w:rsidRDefault="001D1113" w:rsidP="001D1113">
      <w:pPr>
        <w:pStyle w:val="Heading2"/>
      </w:pPr>
      <w:r>
        <w:lastRenderedPageBreak/>
        <w:t>Short answer</w:t>
      </w:r>
    </w:p>
    <w:p w14:paraId="3F4595F2" w14:textId="77777777" w:rsidR="001D1113" w:rsidRDefault="001D1113" w:rsidP="001D1113">
      <w:pPr>
        <w:rPr>
          <w:sz w:val="22"/>
          <w:szCs w:val="22"/>
        </w:rPr>
      </w:pPr>
      <w:r>
        <w:rPr>
          <w:sz w:val="22"/>
          <w:szCs w:val="22"/>
        </w:rPr>
        <w:t xml:space="preserve">Read each question carefully and write your answer in the space provided. </w:t>
      </w:r>
    </w:p>
    <w:p w14:paraId="6B962C52" w14:textId="503D96DD" w:rsidR="001D1113" w:rsidRDefault="001D1113" w:rsidP="001D1113">
      <w:pPr>
        <w:pStyle w:val="Body"/>
        <w:numPr>
          <w:ilvl w:val="0"/>
          <w:numId w:val="36"/>
        </w:numPr>
        <w:ind w:left="360"/>
        <w:rPr>
          <w:sz w:val="22"/>
          <w:szCs w:val="22"/>
        </w:rPr>
      </w:pPr>
      <w:r>
        <w:rPr>
          <w:sz w:val="22"/>
          <w:szCs w:val="22"/>
        </w:rPr>
        <w:t>What is metrology?</w:t>
      </w:r>
      <w:r w:rsidR="00EB1255">
        <w:rPr>
          <w:sz w:val="22"/>
          <w:szCs w:val="22"/>
        </w:rPr>
        <w:t xml:space="preserve"> Why is it important in laboratory work?</w:t>
      </w:r>
    </w:p>
    <w:p w14:paraId="7B2F2399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3E5A5CA7" w14:textId="77777777" w:rsidR="00EB1255" w:rsidRDefault="00EB1255" w:rsidP="00EB12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Metrology is t</w:t>
      </w:r>
      <w:r w:rsidR="00A300C9" w:rsidRPr="00A300C9">
        <w:rPr>
          <w:color w:val="FF0000"/>
          <w:sz w:val="22"/>
          <w:szCs w:val="22"/>
        </w:rPr>
        <w:t>he study of the science of measurement</w:t>
      </w:r>
      <w:r w:rsidR="005A4977">
        <w:rPr>
          <w:color w:val="FF0000"/>
          <w:sz w:val="22"/>
          <w:szCs w:val="22"/>
        </w:rPr>
        <w:t>.</w:t>
      </w:r>
    </w:p>
    <w:p w14:paraId="0239BEE7" w14:textId="3B350D36" w:rsidR="00EB1255" w:rsidRDefault="00EB1255" w:rsidP="00EB125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Laboratories measure things. Any general answer about the importance of measurements to quality outcomes is an acceptable answer.</w:t>
      </w:r>
    </w:p>
    <w:p w14:paraId="6AE12B90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24BF2907" w14:textId="77777777" w:rsidR="001D1113" w:rsidRDefault="001D1113" w:rsidP="001D1113">
      <w:pPr>
        <w:pStyle w:val="Body"/>
        <w:ind w:left="720"/>
        <w:jc w:val="right"/>
        <w:rPr>
          <w:sz w:val="22"/>
          <w:szCs w:val="22"/>
        </w:rPr>
      </w:pPr>
    </w:p>
    <w:p w14:paraId="5495B966" w14:textId="77777777" w:rsidR="001D1113" w:rsidRDefault="001D1113" w:rsidP="001D1113">
      <w:pPr>
        <w:pStyle w:val="Body"/>
        <w:numPr>
          <w:ilvl w:val="0"/>
          <w:numId w:val="36"/>
        </w:numPr>
        <w:ind w:left="360"/>
        <w:rPr>
          <w:sz w:val="22"/>
          <w:szCs w:val="22"/>
        </w:rPr>
      </w:pPr>
      <w:r>
        <w:rPr>
          <w:sz w:val="22"/>
          <w:szCs w:val="22"/>
        </w:rPr>
        <w:t>Identify the three key international bodies that contribute to metrology in a laboratory setting.</w:t>
      </w:r>
    </w:p>
    <w:p w14:paraId="0EF65F51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73BFB642" w14:textId="7B628663" w:rsidR="005A4977" w:rsidRDefault="005A4977" w:rsidP="00A300C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Acceptable responses would be t</w:t>
      </w:r>
      <w:r w:rsidR="007B0D4E">
        <w:rPr>
          <w:color w:val="FF0000"/>
          <w:sz w:val="22"/>
          <w:szCs w:val="22"/>
        </w:rPr>
        <w:t>he acronym and/or the name. E</w:t>
      </w:r>
      <w:r>
        <w:rPr>
          <w:color w:val="FF0000"/>
          <w:sz w:val="22"/>
          <w:szCs w:val="22"/>
        </w:rPr>
        <w:t xml:space="preserve">ach organisation needs to be in the answer. </w:t>
      </w:r>
    </w:p>
    <w:p w14:paraId="382EEDC2" w14:textId="3CE9E33F" w:rsidR="00A300C9" w:rsidRDefault="00A300C9" w:rsidP="00A300C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Bureau International des </w:t>
      </w:r>
      <w:proofErr w:type="spellStart"/>
      <w:r>
        <w:rPr>
          <w:color w:val="FF0000"/>
          <w:sz w:val="22"/>
          <w:szCs w:val="22"/>
        </w:rPr>
        <w:t>Poids</w:t>
      </w:r>
      <w:proofErr w:type="spellEnd"/>
      <w:r>
        <w:rPr>
          <w:color w:val="FF0000"/>
          <w:sz w:val="22"/>
          <w:szCs w:val="22"/>
        </w:rPr>
        <w:t xml:space="preserve"> </w:t>
      </w:r>
      <w:proofErr w:type="gramStart"/>
      <w:r>
        <w:rPr>
          <w:color w:val="FF0000"/>
          <w:sz w:val="22"/>
          <w:szCs w:val="22"/>
        </w:rPr>
        <w:t>et</w:t>
      </w:r>
      <w:proofErr w:type="gramEnd"/>
      <w:r>
        <w:rPr>
          <w:color w:val="FF0000"/>
          <w:sz w:val="22"/>
          <w:szCs w:val="22"/>
        </w:rPr>
        <w:t xml:space="preserve"> </w:t>
      </w:r>
      <w:proofErr w:type="spellStart"/>
      <w:r>
        <w:rPr>
          <w:color w:val="FF0000"/>
          <w:sz w:val="22"/>
          <w:szCs w:val="22"/>
        </w:rPr>
        <w:t>Mesures</w:t>
      </w:r>
      <w:proofErr w:type="spellEnd"/>
      <w:r>
        <w:rPr>
          <w:color w:val="FF0000"/>
          <w:sz w:val="22"/>
          <w:szCs w:val="22"/>
        </w:rPr>
        <w:t xml:space="preserve">    or    </w:t>
      </w:r>
      <w:r w:rsidRPr="00A300C9">
        <w:rPr>
          <w:color w:val="FF0000"/>
          <w:sz w:val="22"/>
          <w:szCs w:val="22"/>
        </w:rPr>
        <w:t>BIPM</w:t>
      </w:r>
      <w:r>
        <w:rPr>
          <w:color w:val="FF0000"/>
          <w:sz w:val="22"/>
          <w:szCs w:val="22"/>
        </w:rPr>
        <w:t xml:space="preserve">    or    International Bureau of Weights and Measures</w:t>
      </w:r>
    </w:p>
    <w:p w14:paraId="7B64102D" w14:textId="77FED989" w:rsidR="00A300C9" w:rsidRPr="00A300C9" w:rsidRDefault="00A300C9" w:rsidP="00A300C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International Organisation for Standardisation     or     </w:t>
      </w:r>
      <w:r w:rsidRPr="00A300C9">
        <w:rPr>
          <w:color w:val="FF0000"/>
          <w:sz w:val="22"/>
          <w:szCs w:val="22"/>
        </w:rPr>
        <w:t>ISO</w:t>
      </w:r>
    </w:p>
    <w:p w14:paraId="1CB35110" w14:textId="093C442E" w:rsidR="001D1113" w:rsidRPr="00A300C9" w:rsidRDefault="00A300C9" w:rsidP="00A300C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Organisation for Economic Cooperation and Development     or     </w:t>
      </w:r>
      <w:r w:rsidRPr="00A300C9">
        <w:rPr>
          <w:color w:val="FF0000"/>
          <w:sz w:val="22"/>
          <w:szCs w:val="22"/>
        </w:rPr>
        <w:t>OECD</w:t>
      </w:r>
    </w:p>
    <w:p w14:paraId="183714FD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19D7D8BE" w14:textId="77777777" w:rsidR="001D1113" w:rsidRDefault="001D1113" w:rsidP="001D1113">
      <w:pPr>
        <w:pStyle w:val="Body"/>
        <w:ind w:left="720"/>
        <w:jc w:val="right"/>
        <w:rPr>
          <w:sz w:val="22"/>
          <w:szCs w:val="22"/>
        </w:rPr>
      </w:pPr>
    </w:p>
    <w:p w14:paraId="08A2A88D" w14:textId="77777777" w:rsidR="001D1113" w:rsidRDefault="001D1113" w:rsidP="001D1113">
      <w:pPr>
        <w:pStyle w:val="Body"/>
        <w:numPr>
          <w:ilvl w:val="0"/>
          <w:numId w:val="36"/>
        </w:numPr>
        <w:ind w:left="360"/>
        <w:rPr>
          <w:sz w:val="22"/>
          <w:szCs w:val="22"/>
        </w:rPr>
      </w:pPr>
      <w:r>
        <w:rPr>
          <w:sz w:val="22"/>
          <w:szCs w:val="22"/>
        </w:rPr>
        <w:t>Identify and list the two national bodies associated with the quality of metrology in Australia.</w:t>
      </w:r>
    </w:p>
    <w:p w14:paraId="6328CD30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7CC9E856" w14:textId="4C093695" w:rsidR="005A4977" w:rsidRDefault="005A4977" w:rsidP="005A49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Acceptable responses would b</w:t>
      </w:r>
      <w:r w:rsidR="007B0D4E">
        <w:rPr>
          <w:color w:val="FF0000"/>
          <w:sz w:val="22"/>
          <w:szCs w:val="22"/>
        </w:rPr>
        <w:t xml:space="preserve">e the acronym and/or the name. Each </w:t>
      </w:r>
      <w:r>
        <w:rPr>
          <w:color w:val="FF0000"/>
          <w:sz w:val="22"/>
          <w:szCs w:val="22"/>
        </w:rPr>
        <w:t xml:space="preserve">organisation needs to be in the answer. </w:t>
      </w:r>
    </w:p>
    <w:p w14:paraId="2F548B79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745519DC" w14:textId="65A753A7" w:rsidR="00A300C9" w:rsidRPr="00A300C9" w:rsidRDefault="00A300C9" w:rsidP="00A300C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National Association of Testing Authorities      or      </w:t>
      </w:r>
      <w:r w:rsidRPr="00A300C9">
        <w:rPr>
          <w:color w:val="FF0000"/>
          <w:sz w:val="22"/>
          <w:szCs w:val="22"/>
        </w:rPr>
        <w:t>NATA</w:t>
      </w:r>
    </w:p>
    <w:p w14:paraId="59775D0C" w14:textId="4BF08343" w:rsidR="001D1113" w:rsidRPr="00A300C9" w:rsidRDefault="00A300C9" w:rsidP="00A300C9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National Measurement Institute     or      </w:t>
      </w:r>
      <w:r w:rsidRPr="00A300C9">
        <w:rPr>
          <w:color w:val="FF0000"/>
          <w:sz w:val="22"/>
          <w:szCs w:val="22"/>
        </w:rPr>
        <w:t>NMI</w:t>
      </w:r>
    </w:p>
    <w:p w14:paraId="7E49316A" w14:textId="272F0B18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246A65C8" w14:textId="410C83B5" w:rsidR="00234006" w:rsidRDefault="00234006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182588A7" w14:textId="0F58676B" w:rsidR="00234006" w:rsidRDefault="00234006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4D843F2C" w14:textId="77777777" w:rsidR="00234006" w:rsidRDefault="00234006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7DB9EC27" w14:textId="77777777" w:rsidR="001D1113" w:rsidRDefault="001D1113" w:rsidP="001D1113">
      <w:pPr>
        <w:pStyle w:val="Body"/>
        <w:ind w:left="720"/>
        <w:jc w:val="right"/>
        <w:rPr>
          <w:sz w:val="22"/>
          <w:szCs w:val="22"/>
        </w:rPr>
      </w:pPr>
    </w:p>
    <w:p w14:paraId="06A28C37" w14:textId="77777777" w:rsidR="00A6578E" w:rsidRDefault="00A6578E" w:rsidP="00A6578E">
      <w:pPr>
        <w:pStyle w:val="Body"/>
        <w:numPr>
          <w:ilvl w:val="0"/>
          <w:numId w:val="32"/>
        </w:numPr>
        <w:ind w:left="360"/>
        <w:rPr>
          <w:sz w:val="22"/>
          <w:szCs w:val="22"/>
        </w:rPr>
      </w:pPr>
      <w:r>
        <w:rPr>
          <w:sz w:val="22"/>
          <w:szCs w:val="22"/>
        </w:rPr>
        <w:lastRenderedPageBreak/>
        <w:t>a) Define the term</w:t>
      </w:r>
      <w:r w:rsidRPr="00607C44">
        <w:rPr>
          <w:sz w:val="22"/>
          <w:szCs w:val="22"/>
        </w:rPr>
        <w:t xml:space="preserve"> </w:t>
      </w:r>
      <w:r w:rsidRPr="005C1203">
        <w:rPr>
          <w:b/>
          <w:sz w:val="22"/>
          <w:szCs w:val="22"/>
        </w:rPr>
        <w:t>base unit</w:t>
      </w:r>
      <w:r>
        <w:rPr>
          <w:sz w:val="22"/>
          <w:szCs w:val="22"/>
        </w:rPr>
        <w:t>.</w:t>
      </w:r>
      <w:r w:rsidRPr="00607C44">
        <w:rPr>
          <w:sz w:val="22"/>
          <w:szCs w:val="22"/>
        </w:rPr>
        <w:t xml:space="preserve"> </w:t>
      </w:r>
    </w:p>
    <w:p w14:paraId="24E9D613" w14:textId="77777777" w:rsidR="00A6578E" w:rsidRDefault="00A6578E" w:rsidP="00A6578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b/>
          <w:sz w:val="22"/>
          <w:szCs w:val="22"/>
        </w:rPr>
      </w:pPr>
    </w:p>
    <w:p w14:paraId="7102080C" w14:textId="77777777" w:rsidR="00A6578E" w:rsidRPr="00962116" w:rsidRDefault="00A6578E" w:rsidP="00A6578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962116">
        <w:rPr>
          <w:color w:val="FF0000"/>
          <w:sz w:val="22"/>
          <w:szCs w:val="22"/>
        </w:rPr>
        <w:t>Base units are the primary units from which all other units are derived.</w:t>
      </w:r>
    </w:p>
    <w:p w14:paraId="01B27A70" w14:textId="77777777" w:rsidR="00A6578E" w:rsidRPr="00AC09FA" w:rsidRDefault="00A6578E" w:rsidP="00A6578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74D7EDC2" w14:textId="77777777" w:rsidR="00A6578E" w:rsidRPr="00607C44" w:rsidRDefault="00A6578E" w:rsidP="00A6578E">
      <w:pPr>
        <w:pStyle w:val="Body"/>
        <w:ind w:left="360"/>
        <w:rPr>
          <w:sz w:val="22"/>
          <w:szCs w:val="22"/>
        </w:rPr>
      </w:pPr>
      <w:r>
        <w:rPr>
          <w:sz w:val="22"/>
          <w:szCs w:val="22"/>
        </w:rPr>
        <w:t>b) In the table below, l</w:t>
      </w:r>
      <w:r w:rsidRPr="00607C44">
        <w:rPr>
          <w:sz w:val="22"/>
          <w:szCs w:val="22"/>
        </w:rPr>
        <w:t xml:space="preserve">ist </w:t>
      </w:r>
      <w:r>
        <w:rPr>
          <w:sz w:val="22"/>
          <w:szCs w:val="22"/>
        </w:rPr>
        <w:t xml:space="preserve">all </w:t>
      </w:r>
      <w:r w:rsidRPr="00607C44">
        <w:rPr>
          <w:sz w:val="22"/>
          <w:szCs w:val="22"/>
        </w:rPr>
        <w:t>the base units used in the metric system</w:t>
      </w:r>
      <w:r>
        <w:rPr>
          <w:sz w:val="22"/>
          <w:szCs w:val="22"/>
        </w:rPr>
        <w:t xml:space="preserve"> by </w:t>
      </w:r>
      <w:r w:rsidRPr="00EB2D65">
        <w:rPr>
          <w:b/>
          <w:sz w:val="22"/>
          <w:szCs w:val="22"/>
        </w:rPr>
        <w:t>physical quantity</w:t>
      </w:r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EB2D65">
        <w:rPr>
          <w:b/>
          <w:sz w:val="22"/>
          <w:szCs w:val="22"/>
        </w:rPr>
        <w:t>name</w:t>
      </w:r>
      <w:r>
        <w:rPr>
          <w:sz w:val="22"/>
          <w:szCs w:val="22"/>
        </w:rPr>
        <w:t xml:space="preserve"> and </w:t>
      </w:r>
      <w:r w:rsidRPr="00EB2D65">
        <w:rPr>
          <w:b/>
          <w:sz w:val="22"/>
          <w:szCs w:val="22"/>
        </w:rPr>
        <w:t>symbol</w:t>
      </w:r>
      <w:r>
        <w:rPr>
          <w:sz w:val="22"/>
          <w:szCs w:val="22"/>
        </w:rPr>
        <w:t xml:space="preserve"> (mass is given as an example)</w:t>
      </w:r>
      <w:r w:rsidRPr="00607C44">
        <w:rPr>
          <w:sz w:val="22"/>
          <w:szCs w:val="22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902"/>
        <w:gridCol w:w="2902"/>
        <w:gridCol w:w="2896"/>
      </w:tblGrid>
      <w:tr w:rsidR="00A6578E" w14:paraId="016F4C66" w14:textId="77777777" w:rsidTr="00264B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02" w:type="dxa"/>
          </w:tcPr>
          <w:p w14:paraId="1AC9107C" w14:textId="77777777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Physical quantity</w:t>
            </w:r>
          </w:p>
        </w:tc>
        <w:tc>
          <w:tcPr>
            <w:tcW w:w="2902" w:type="dxa"/>
          </w:tcPr>
          <w:p w14:paraId="2E8A12D4" w14:textId="77777777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</w:t>
            </w:r>
          </w:p>
        </w:tc>
        <w:tc>
          <w:tcPr>
            <w:tcW w:w="2896" w:type="dxa"/>
          </w:tcPr>
          <w:p w14:paraId="0201282F" w14:textId="77777777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Symbol</w:t>
            </w:r>
          </w:p>
        </w:tc>
      </w:tr>
      <w:tr w:rsidR="00A6578E" w14:paraId="1C841149" w14:textId="77777777" w:rsidTr="00264B1C">
        <w:tc>
          <w:tcPr>
            <w:tcW w:w="2902" w:type="dxa"/>
          </w:tcPr>
          <w:p w14:paraId="25D296D0" w14:textId="77777777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</w:t>
            </w:r>
          </w:p>
        </w:tc>
        <w:tc>
          <w:tcPr>
            <w:tcW w:w="2902" w:type="dxa"/>
          </w:tcPr>
          <w:p w14:paraId="1AF0650D" w14:textId="77777777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kilogram</w:t>
            </w:r>
          </w:p>
        </w:tc>
        <w:tc>
          <w:tcPr>
            <w:tcW w:w="2896" w:type="dxa"/>
          </w:tcPr>
          <w:p w14:paraId="136172F6" w14:textId="77777777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</w:tr>
      <w:tr w:rsidR="00A6578E" w14:paraId="4A2CF80E" w14:textId="77777777" w:rsidTr="00264B1C">
        <w:tc>
          <w:tcPr>
            <w:tcW w:w="2902" w:type="dxa"/>
          </w:tcPr>
          <w:p w14:paraId="1197EB69" w14:textId="529EA165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Length</w:t>
            </w:r>
          </w:p>
        </w:tc>
        <w:tc>
          <w:tcPr>
            <w:tcW w:w="2902" w:type="dxa"/>
          </w:tcPr>
          <w:p w14:paraId="0C2EDABA" w14:textId="0CFEDFF0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M</w:t>
            </w:r>
            <w:r w:rsidRPr="00962116">
              <w:rPr>
                <w:color w:val="FF0000"/>
                <w:sz w:val="22"/>
                <w:szCs w:val="22"/>
              </w:rPr>
              <w:t>et</w:t>
            </w:r>
            <w:r>
              <w:rPr>
                <w:color w:val="FF0000"/>
                <w:sz w:val="22"/>
                <w:szCs w:val="22"/>
              </w:rPr>
              <w:t>re</w:t>
            </w:r>
          </w:p>
        </w:tc>
        <w:tc>
          <w:tcPr>
            <w:tcW w:w="2896" w:type="dxa"/>
          </w:tcPr>
          <w:p w14:paraId="7C89B68B" w14:textId="68292C8B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m</w:t>
            </w:r>
          </w:p>
        </w:tc>
      </w:tr>
      <w:tr w:rsidR="00A6578E" w14:paraId="5B6B1705" w14:textId="77777777" w:rsidTr="00264B1C">
        <w:tc>
          <w:tcPr>
            <w:tcW w:w="2902" w:type="dxa"/>
          </w:tcPr>
          <w:p w14:paraId="3A351591" w14:textId="42135444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Time</w:t>
            </w:r>
          </w:p>
        </w:tc>
        <w:tc>
          <w:tcPr>
            <w:tcW w:w="2902" w:type="dxa"/>
          </w:tcPr>
          <w:p w14:paraId="21892568" w14:textId="04548F8F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S</w:t>
            </w:r>
            <w:r w:rsidRPr="00962116">
              <w:rPr>
                <w:color w:val="FF0000"/>
                <w:sz w:val="22"/>
                <w:szCs w:val="22"/>
              </w:rPr>
              <w:t>econd</w:t>
            </w:r>
          </w:p>
        </w:tc>
        <w:tc>
          <w:tcPr>
            <w:tcW w:w="2896" w:type="dxa"/>
          </w:tcPr>
          <w:p w14:paraId="256CD66F" w14:textId="586D0FC5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s</w:t>
            </w:r>
          </w:p>
        </w:tc>
      </w:tr>
      <w:tr w:rsidR="00A6578E" w14:paraId="0CDB2102" w14:textId="77777777" w:rsidTr="00264B1C">
        <w:tc>
          <w:tcPr>
            <w:tcW w:w="2902" w:type="dxa"/>
          </w:tcPr>
          <w:p w14:paraId="365F0B96" w14:textId="14C16D01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Amount of substance</w:t>
            </w:r>
          </w:p>
        </w:tc>
        <w:tc>
          <w:tcPr>
            <w:tcW w:w="2902" w:type="dxa"/>
          </w:tcPr>
          <w:p w14:paraId="774C3B20" w14:textId="33ACC547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M</w:t>
            </w:r>
            <w:r w:rsidRPr="00962116">
              <w:rPr>
                <w:color w:val="FF0000"/>
                <w:sz w:val="22"/>
                <w:szCs w:val="22"/>
              </w:rPr>
              <w:t>ole</w:t>
            </w:r>
          </w:p>
        </w:tc>
        <w:tc>
          <w:tcPr>
            <w:tcW w:w="2896" w:type="dxa"/>
          </w:tcPr>
          <w:p w14:paraId="42853F53" w14:textId="56173CB7" w:rsidR="00A6578E" w:rsidRDefault="00A6578E" w:rsidP="00264B1C">
            <w:pPr>
              <w:pStyle w:val="Body"/>
              <w:rPr>
                <w:sz w:val="22"/>
                <w:szCs w:val="22"/>
              </w:rPr>
            </w:pPr>
            <w:proofErr w:type="spellStart"/>
            <w:r w:rsidRPr="00962116">
              <w:rPr>
                <w:color w:val="FF0000"/>
                <w:sz w:val="22"/>
                <w:szCs w:val="22"/>
              </w:rPr>
              <w:t>mol</w:t>
            </w:r>
            <w:proofErr w:type="spellEnd"/>
          </w:p>
        </w:tc>
      </w:tr>
      <w:tr w:rsidR="00A6578E" w14:paraId="1897A107" w14:textId="77777777" w:rsidTr="00264B1C">
        <w:tc>
          <w:tcPr>
            <w:tcW w:w="2902" w:type="dxa"/>
          </w:tcPr>
          <w:p w14:paraId="4D8DF2A3" w14:textId="20E84EFA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Electric current</w:t>
            </w:r>
          </w:p>
        </w:tc>
        <w:tc>
          <w:tcPr>
            <w:tcW w:w="2902" w:type="dxa"/>
          </w:tcPr>
          <w:p w14:paraId="59A237CC" w14:textId="6A4B2B20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Ampere</w:t>
            </w:r>
          </w:p>
        </w:tc>
        <w:tc>
          <w:tcPr>
            <w:tcW w:w="2896" w:type="dxa"/>
          </w:tcPr>
          <w:p w14:paraId="3F436C1E" w14:textId="4A17F489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A</w:t>
            </w:r>
          </w:p>
        </w:tc>
      </w:tr>
      <w:tr w:rsidR="00A6578E" w14:paraId="1E16C084" w14:textId="77777777" w:rsidTr="00264B1C">
        <w:tc>
          <w:tcPr>
            <w:tcW w:w="2902" w:type="dxa"/>
          </w:tcPr>
          <w:p w14:paraId="0C095320" w14:textId="3CDC4DF2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Temperature</w:t>
            </w:r>
          </w:p>
        </w:tc>
        <w:tc>
          <w:tcPr>
            <w:tcW w:w="2902" w:type="dxa"/>
          </w:tcPr>
          <w:p w14:paraId="5CC6B456" w14:textId="33476B15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Kelvin</w:t>
            </w:r>
          </w:p>
        </w:tc>
        <w:tc>
          <w:tcPr>
            <w:tcW w:w="2896" w:type="dxa"/>
          </w:tcPr>
          <w:p w14:paraId="4E012C8B" w14:textId="2815B57E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K</w:t>
            </w:r>
          </w:p>
        </w:tc>
      </w:tr>
      <w:tr w:rsidR="00A6578E" w14:paraId="7F16FE21" w14:textId="77777777" w:rsidTr="00264B1C">
        <w:tc>
          <w:tcPr>
            <w:tcW w:w="2902" w:type="dxa"/>
          </w:tcPr>
          <w:p w14:paraId="69E450A2" w14:textId="7DF26BC0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Luminous intensity</w:t>
            </w:r>
          </w:p>
        </w:tc>
        <w:tc>
          <w:tcPr>
            <w:tcW w:w="2902" w:type="dxa"/>
          </w:tcPr>
          <w:p w14:paraId="76F63808" w14:textId="7FF605C9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C</w:t>
            </w:r>
            <w:r w:rsidRPr="00962116">
              <w:rPr>
                <w:color w:val="FF0000"/>
                <w:sz w:val="22"/>
                <w:szCs w:val="22"/>
              </w:rPr>
              <w:t>andela</w:t>
            </w:r>
          </w:p>
        </w:tc>
        <w:tc>
          <w:tcPr>
            <w:tcW w:w="2896" w:type="dxa"/>
          </w:tcPr>
          <w:p w14:paraId="5ED07B4C" w14:textId="7E00722B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 w:rsidRPr="00962116">
              <w:rPr>
                <w:color w:val="FF0000"/>
                <w:sz w:val="22"/>
                <w:szCs w:val="22"/>
              </w:rPr>
              <w:t>cd</w:t>
            </w:r>
          </w:p>
        </w:tc>
      </w:tr>
    </w:tbl>
    <w:p w14:paraId="029AA521" w14:textId="77777777" w:rsidR="00A6578E" w:rsidRPr="00962116" w:rsidRDefault="00A6578E" w:rsidP="00A6578E">
      <w:pPr>
        <w:pStyle w:val="Body"/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Students need to list all 7 units for a correct answer</w:t>
      </w:r>
    </w:p>
    <w:p w14:paraId="56FDA80F" w14:textId="77777777" w:rsidR="00A6578E" w:rsidRDefault="00A6578E" w:rsidP="001D1113">
      <w:pPr>
        <w:pStyle w:val="Body"/>
        <w:ind w:left="720"/>
        <w:jc w:val="right"/>
        <w:rPr>
          <w:sz w:val="22"/>
          <w:szCs w:val="22"/>
        </w:rPr>
      </w:pPr>
    </w:p>
    <w:p w14:paraId="1A2AF45A" w14:textId="1227B836" w:rsidR="001D1113" w:rsidRDefault="00A6578E" w:rsidP="001D1113">
      <w:pPr>
        <w:pStyle w:val="Body"/>
        <w:numPr>
          <w:ilvl w:val="0"/>
          <w:numId w:val="36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1D1113">
        <w:rPr>
          <w:sz w:val="22"/>
          <w:szCs w:val="22"/>
        </w:rPr>
        <w:t>What is a derived unit</w:t>
      </w:r>
      <w:proofErr w:type="gramStart"/>
      <w:r>
        <w:rPr>
          <w:sz w:val="22"/>
          <w:szCs w:val="22"/>
        </w:rPr>
        <w:t>?</w:t>
      </w:r>
      <w:r w:rsidR="001D1113">
        <w:rPr>
          <w:sz w:val="22"/>
          <w:szCs w:val="22"/>
        </w:rPr>
        <w:t>.</w:t>
      </w:r>
      <w:proofErr w:type="gramEnd"/>
    </w:p>
    <w:p w14:paraId="7CECEA46" w14:textId="77777777" w:rsidR="001D1113" w:rsidRPr="000C6CC7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</w:p>
    <w:p w14:paraId="1E89864E" w14:textId="77777777" w:rsidR="000C6CC7" w:rsidRPr="000C6CC7" w:rsidRDefault="000C6CC7" w:rsidP="000C6CC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0C6CC7">
        <w:rPr>
          <w:color w:val="FF0000"/>
          <w:sz w:val="22"/>
          <w:szCs w:val="22"/>
        </w:rPr>
        <w:t>When any of the base units are combined with each other they form what is called a derived unit</w:t>
      </w:r>
    </w:p>
    <w:p w14:paraId="1CF22DC4" w14:textId="22484821" w:rsidR="000C6CC7" w:rsidRPr="000C6CC7" w:rsidRDefault="000C6CC7" w:rsidP="000C6CC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0C6CC7">
        <w:rPr>
          <w:color w:val="FF0000"/>
          <w:sz w:val="22"/>
          <w:szCs w:val="22"/>
        </w:rPr>
        <w:t>•</w:t>
      </w:r>
      <w:r w:rsidRPr="000C6CC7">
        <w:rPr>
          <w:color w:val="FF0000"/>
          <w:sz w:val="22"/>
          <w:szCs w:val="22"/>
        </w:rPr>
        <w:tab/>
      </w:r>
      <w:r w:rsidR="007571D7">
        <w:rPr>
          <w:color w:val="FF0000"/>
          <w:sz w:val="22"/>
          <w:szCs w:val="22"/>
        </w:rPr>
        <w:t>()</w:t>
      </w:r>
    </w:p>
    <w:p w14:paraId="11D27100" w14:textId="73BEA6B9" w:rsidR="000C6CC7" w:rsidRPr="000C6CC7" w:rsidRDefault="000C6CC7" w:rsidP="000C6CC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0C6CC7">
        <w:rPr>
          <w:color w:val="FF0000"/>
          <w:sz w:val="22"/>
          <w:szCs w:val="22"/>
        </w:rPr>
        <w:t>•</w:t>
      </w:r>
      <w:r w:rsidRPr="000C6CC7">
        <w:rPr>
          <w:color w:val="FF0000"/>
          <w:sz w:val="22"/>
          <w:szCs w:val="22"/>
        </w:rPr>
        <w:tab/>
      </w:r>
      <w:r w:rsidR="007571D7">
        <w:rPr>
          <w:color w:val="FF0000"/>
          <w:sz w:val="22"/>
          <w:szCs w:val="22"/>
        </w:rPr>
        <w:t>()</w:t>
      </w:r>
    </w:p>
    <w:p w14:paraId="5145DAB3" w14:textId="4F2CCCAF" w:rsidR="000C6CC7" w:rsidRPr="000C6CC7" w:rsidRDefault="000C6CC7" w:rsidP="000C6CC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0C6CC7">
        <w:rPr>
          <w:color w:val="FF0000"/>
          <w:sz w:val="22"/>
          <w:szCs w:val="22"/>
        </w:rPr>
        <w:t>•</w:t>
      </w:r>
      <w:r w:rsidRPr="000C6CC7">
        <w:rPr>
          <w:color w:val="FF0000"/>
          <w:sz w:val="22"/>
          <w:szCs w:val="22"/>
        </w:rPr>
        <w:tab/>
      </w:r>
      <w:r w:rsidR="007571D7">
        <w:rPr>
          <w:color w:val="FF0000"/>
          <w:sz w:val="22"/>
          <w:szCs w:val="22"/>
        </w:rPr>
        <w:t>()</w:t>
      </w:r>
    </w:p>
    <w:p w14:paraId="367AC580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51775A0B" w14:textId="3ABDC099" w:rsidR="00A6578E" w:rsidRDefault="00A6578E" w:rsidP="001D1113">
      <w:pPr>
        <w:pStyle w:val="Body"/>
        <w:ind w:left="720"/>
        <w:jc w:val="right"/>
        <w:rPr>
          <w:sz w:val="22"/>
          <w:szCs w:val="22"/>
        </w:rPr>
      </w:pPr>
    </w:p>
    <w:p w14:paraId="1C929296" w14:textId="646FF24B" w:rsidR="00554F05" w:rsidRDefault="00554F05" w:rsidP="001D1113">
      <w:pPr>
        <w:pStyle w:val="Body"/>
        <w:ind w:left="720"/>
        <w:jc w:val="right"/>
        <w:rPr>
          <w:sz w:val="22"/>
          <w:szCs w:val="22"/>
        </w:rPr>
      </w:pPr>
    </w:p>
    <w:p w14:paraId="35AF1338" w14:textId="408DB24D" w:rsidR="00554F05" w:rsidRDefault="00554F05" w:rsidP="001D1113">
      <w:pPr>
        <w:pStyle w:val="Body"/>
        <w:ind w:left="720"/>
        <w:jc w:val="right"/>
        <w:rPr>
          <w:sz w:val="22"/>
          <w:szCs w:val="22"/>
        </w:rPr>
      </w:pPr>
    </w:p>
    <w:p w14:paraId="16FDFE87" w14:textId="77777777" w:rsidR="00554F05" w:rsidRDefault="00554F05" w:rsidP="001D1113">
      <w:pPr>
        <w:pStyle w:val="Body"/>
        <w:ind w:left="720"/>
        <w:jc w:val="right"/>
        <w:rPr>
          <w:sz w:val="22"/>
          <w:szCs w:val="22"/>
        </w:rPr>
      </w:pPr>
    </w:p>
    <w:p w14:paraId="5B8646B8" w14:textId="77777777" w:rsidR="00A6578E" w:rsidRPr="00FE745F" w:rsidRDefault="00A6578E" w:rsidP="00A6578E">
      <w:pPr>
        <w:pStyle w:val="Body"/>
        <w:ind w:left="284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 xml:space="preserve">b) </w:t>
      </w:r>
      <w:r w:rsidRPr="00FE745F">
        <w:rPr>
          <w:sz w:val="22"/>
          <w:szCs w:val="22"/>
        </w:rPr>
        <w:t>List three ex</w:t>
      </w:r>
      <w:r>
        <w:rPr>
          <w:sz w:val="22"/>
          <w:szCs w:val="22"/>
        </w:rPr>
        <w:t>amples of</w:t>
      </w:r>
      <w:r w:rsidRPr="00FE745F">
        <w:rPr>
          <w:sz w:val="22"/>
          <w:szCs w:val="22"/>
        </w:rPr>
        <w:t xml:space="preserve"> derived unit</w:t>
      </w:r>
      <w:r>
        <w:rPr>
          <w:sz w:val="22"/>
          <w:szCs w:val="22"/>
        </w:rPr>
        <w:t>s</w:t>
      </w:r>
      <w:r w:rsidRPr="00FE745F">
        <w:rPr>
          <w:sz w:val="22"/>
          <w:szCs w:val="22"/>
        </w:rPr>
        <w:t xml:space="preserve"> and </w:t>
      </w:r>
      <w:r w:rsidRPr="00FE745F">
        <w:rPr>
          <w:b/>
          <w:sz w:val="22"/>
          <w:szCs w:val="22"/>
        </w:rPr>
        <w:t>explain</w:t>
      </w:r>
      <w:r w:rsidRPr="00FE745F">
        <w:rPr>
          <w:sz w:val="22"/>
          <w:szCs w:val="22"/>
        </w:rPr>
        <w:t xml:space="preserve"> the </w:t>
      </w:r>
      <w:r>
        <w:rPr>
          <w:sz w:val="22"/>
          <w:szCs w:val="22"/>
        </w:rPr>
        <w:t xml:space="preserve">type of </w:t>
      </w:r>
      <w:r w:rsidRPr="00FE745F">
        <w:rPr>
          <w:sz w:val="22"/>
          <w:szCs w:val="22"/>
        </w:rPr>
        <w:t>measurement that the unit relates to.</w:t>
      </w:r>
      <w:r>
        <w:rPr>
          <w:sz w:val="22"/>
          <w:szCs w:val="22"/>
        </w:rPr>
        <w:t xml:space="preserve"> </w:t>
      </w:r>
      <w:r w:rsidRPr="00FE745F">
        <w:rPr>
          <w:i/>
          <w:sz w:val="22"/>
          <w:szCs w:val="22"/>
        </w:rPr>
        <w:t>Example: Decibel (related to noise or signal measurements)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05"/>
        <w:gridCol w:w="6371"/>
      </w:tblGrid>
      <w:tr w:rsidR="00A6578E" w14:paraId="39244260" w14:textId="77777777" w:rsidTr="00264B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05" w:type="dxa"/>
          </w:tcPr>
          <w:p w14:paraId="4953E386" w14:textId="77777777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Derived unit</w:t>
            </w:r>
          </w:p>
        </w:tc>
        <w:tc>
          <w:tcPr>
            <w:tcW w:w="6371" w:type="dxa"/>
          </w:tcPr>
          <w:p w14:paraId="324C6DFD" w14:textId="77777777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 of measurement it relates to</w:t>
            </w:r>
          </w:p>
        </w:tc>
      </w:tr>
      <w:tr w:rsidR="00A6578E" w14:paraId="3606D3B0" w14:textId="77777777" w:rsidTr="00264B1C">
        <w:tc>
          <w:tcPr>
            <w:tcW w:w="2405" w:type="dxa"/>
          </w:tcPr>
          <w:p w14:paraId="45AAC3FA" w14:textId="54DC0169" w:rsidR="00A6578E" w:rsidRDefault="00A6578E" w:rsidP="00A6578E">
            <w:pPr>
              <w:pStyle w:val="Body"/>
              <w:rPr>
                <w:sz w:val="22"/>
                <w:szCs w:val="22"/>
              </w:rPr>
            </w:pPr>
            <w:r w:rsidRPr="000C6CC7">
              <w:rPr>
                <w:color w:val="FF0000"/>
                <w:sz w:val="22"/>
                <w:szCs w:val="22"/>
              </w:rPr>
              <w:t>Litre</w:t>
            </w:r>
          </w:p>
        </w:tc>
        <w:tc>
          <w:tcPr>
            <w:tcW w:w="6371" w:type="dxa"/>
          </w:tcPr>
          <w:p w14:paraId="432D2590" w14:textId="7DF5F2A3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special volume based on length</w:t>
            </w:r>
          </w:p>
        </w:tc>
      </w:tr>
      <w:tr w:rsidR="00A6578E" w14:paraId="3BFD336D" w14:textId="77777777" w:rsidTr="00264B1C">
        <w:tc>
          <w:tcPr>
            <w:tcW w:w="2405" w:type="dxa"/>
          </w:tcPr>
          <w:p w14:paraId="0B2F2058" w14:textId="5A63FCD5" w:rsidR="00A6578E" w:rsidRDefault="00A6578E" w:rsidP="00A6578E">
            <w:pPr>
              <w:pStyle w:val="Body"/>
              <w:rPr>
                <w:sz w:val="22"/>
                <w:szCs w:val="22"/>
              </w:rPr>
            </w:pPr>
            <w:r w:rsidRPr="000C6CC7">
              <w:rPr>
                <w:color w:val="FF0000"/>
                <w:sz w:val="22"/>
                <w:szCs w:val="22"/>
              </w:rPr>
              <w:t>Watts</w:t>
            </w:r>
          </w:p>
        </w:tc>
        <w:tc>
          <w:tcPr>
            <w:tcW w:w="6371" w:type="dxa"/>
          </w:tcPr>
          <w:p w14:paraId="29F87715" w14:textId="5CB7F042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energy measurements</w:t>
            </w:r>
          </w:p>
        </w:tc>
      </w:tr>
      <w:tr w:rsidR="00A6578E" w14:paraId="6C050EEE" w14:textId="77777777" w:rsidTr="00264B1C">
        <w:tc>
          <w:tcPr>
            <w:tcW w:w="2405" w:type="dxa"/>
          </w:tcPr>
          <w:p w14:paraId="72AFACF5" w14:textId="03D40759" w:rsidR="00A6578E" w:rsidRDefault="00A6578E" w:rsidP="00A6578E">
            <w:pPr>
              <w:pStyle w:val="Body"/>
              <w:rPr>
                <w:sz w:val="22"/>
                <w:szCs w:val="22"/>
              </w:rPr>
            </w:pPr>
            <w:r w:rsidRPr="000C6CC7">
              <w:rPr>
                <w:color w:val="FF0000"/>
                <w:sz w:val="22"/>
                <w:szCs w:val="22"/>
              </w:rPr>
              <w:t>Decibel</w:t>
            </w:r>
          </w:p>
        </w:tc>
        <w:tc>
          <w:tcPr>
            <w:tcW w:w="6371" w:type="dxa"/>
          </w:tcPr>
          <w:p w14:paraId="588B1DDA" w14:textId="40696F77" w:rsidR="00A6578E" w:rsidRDefault="00A6578E" w:rsidP="00264B1C">
            <w:pPr>
              <w:pStyle w:val="Body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noise or signal amplitude</w:t>
            </w:r>
          </w:p>
        </w:tc>
      </w:tr>
    </w:tbl>
    <w:p w14:paraId="5EA6D06E" w14:textId="247B478D" w:rsidR="00A6578E" w:rsidRPr="000C6CC7" w:rsidRDefault="00A6578E" w:rsidP="00A6578E">
      <w:pPr>
        <w:pStyle w:val="Body"/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Correct answer can contain a</w:t>
      </w:r>
      <w:r w:rsidRPr="000C6CC7">
        <w:rPr>
          <w:color w:val="FF0000"/>
          <w:sz w:val="22"/>
          <w:szCs w:val="22"/>
        </w:rPr>
        <w:t xml:space="preserve">ny other unit from </w:t>
      </w:r>
      <w:r>
        <w:rPr>
          <w:color w:val="FF0000"/>
          <w:sz w:val="22"/>
          <w:szCs w:val="22"/>
        </w:rPr>
        <w:t xml:space="preserve">Table </w:t>
      </w:r>
      <w:r w:rsidR="009E6932">
        <w:rPr>
          <w:color w:val="FF0000"/>
          <w:sz w:val="22"/>
          <w:szCs w:val="22"/>
        </w:rPr>
        <w:t>1.4</w:t>
      </w:r>
      <w:r w:rsidRPr="000C6CC7">
        <w:rPr>
          <w:color w:val="FF0000"/>
          <w:sz w:val="22"/>
          <w:szCs w:val="22"/>
        </w:rPr>
        <w:t xml:space="preserve"> of the Learner resource</w:t>
      </w:r>
      <w:r>
        <w:rPr>
          <w:color w:val="FF0000"/>
          <w:sz w:val="22"/>
          <w:szCs w:val="22"/>
        </w:rPr>
        <w:t>.</w:t>
      </w:r>
    </w:p>
    <w:p w14:paraId="1790CA5C" w14:textId="353080F8" w:rsidR="00A6578E" w:rsidRDefault="00A6578E" w:rsidP="00A6578E">
      <w:pPr>
        <w:pStyle w:val="Body"/>
        <w:ind w:left="360"/>
        <w:rPr>
          <w:sz w:val="22"/>
          <w:szCs w:val="22"/>
        </w:rPr>
      </w:pPr>
    </w:p>
    <w:p w14:paraId="2CC15710" w14:textId="77777777" w:rsidR="001D1113" w:rsidRDefault="001D1113" w:rsidP="001D1113">
      <w:pPr>
        <w:pStyle w:val="Body"/>
        <w:numPr>
          <w:ilvl w:val="0"/>
          <w:numId w:val="36"/>
        </w:numPr>
        <w:ind w:left="360"/>
        <w:rPr>
          <w:sz w:val="22"/>
          <w:szCs w:val="22"/>
        </w:rPr>
      </w:pPr>
      <w:r>
        <w:rPr>
          <w:sz w:val="22"/>
          <w:szCs w:val="22"/>
        </w:rPr>
        <w:t>What is the difference between metric and imperial units?</w:t>
      </w:r>
    </w:p>
    <w:p w14:paraId="1035BDA8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78B99C63" w14:textId="0054107F" w:rsidR="001D1113" w:rsidRPr="000C6CC7" w:rsidRDefault="000C6CC7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0C6CC7">
        <w:rPr>
          <w:color w:val="FF0000"/>
          <w:sz w:val="22"/>
          <w:szCs w:val="22"/>
        </w:rPr>
        <w:t>Metric units are derived from base 10. Imperial units are derived from any historical reference.</w:t>
      </w:r>
    </w:p>
    <w:p w14:paraId="35455415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248210BA" w14:textId="77777777" w:rsidR="00234006" w:rsidRPr="00234006" w:rsidRDefault="00234006" w:rsidP="001D1113">
      <w:pPr>
        <w:pStyle w:val="Body"/>
        <w:ind w:left="720"/>
        <w:jc w:val="right"/>
        <w:rPr>
          <w:b/>
          <w:sz w:val="22"/>
          <w:szCs w:val="22"/>
        </w:rPr>
      </w:pPr>
    </w:p>
    <w:p w14:paraId="6B14A76A" w14:textId="2F620568" w:rsidR="001D1113" w:rsidRDefault="001D1113" w:rsidP="001D1113">
      <w:pPr>
        <w:pStyle w:val="Body"/>
        <w:numPr>
          <w:ilvl w:val="0"/>
          <w:numId w:val="36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Why </w:t>
      </w:r>
      <w:proofErr w:type="gramStart"/>
      <w:r>
        <w:rPr>
          <w:sz w:val="22"/>
          <w:szCs w:val="22"/>
        </w:rPr>
        <w:t>is a measure</w:t>
      </w:r>
      <w:r w:rsidR="007571D7">
        <w:rPr>
          <w:sz w:val="22"/>
          <w:szCs w:val="22"/>
        </w:rPr>
        <w:t>ment</w:t>
      </w:r>
      <w:proofErr w:type="gramEnd"/>
      <w:r w:rsidR="007571D7">
        <w:rPr>
          <w:sz w:val="22"/>
          <w:szCs w:val="22"/>
        </w:rPr>
        <w:t xml:space="preserve"> considered an estimate</w:t>
      </w:r>
      <w:r>
        <w:rPr>
          <w:sz w:val="22"/>
          <w:szCs w:val="22"/>
        </w:rPr>
        <w:t>?</w:t>
      </w:r>
    </w:p>
    <w:p w14:paraId="12678F83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5C28FC04" w14:textId="11B0BB2F" w:rsidR="001D1113" w:rsidRPr="000C6CC7" w:rsidRDefault="000C6CC7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0C6CC7">
        <w:rPr>
          <w:color w:val="FF0000"/>
          <w:sz w:val="22"/>
          <w:szCs w:val="22"/>
        </w:rPr>
        <w:t>Because we can never know the true value as the decimal places would go on forever. As soon as we truncate</w:t>
      </w:r>
      <w:r w:rsidR="007571D7">
        <w:rPr>
          <w:color w:val="FF0000"/>
          <w:sz w:val="22"/>
          <w:szCs w:val="22"/>
        </w:rPr>
        <w:t xml:space="preserve"> (shorten)</w:t>
      </w:r>
      <w:r w:rsidRPr="000C6CC7">
        <w:rPr>
          <w:color w:val="FF0000"/>
          <w:sz w:val="22"/>
          <w:szCs w:val="22"/>
        </w:rPr>
        <w:t xml:space="preserve"> an answer, it turns into an estimate.</w:t>
      </w:r>
    </w:p>
    <w:p w14:paraId="47A06947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705CB667" w14:textId="77777777" w:rsidR="001D1113" w:rsidRDefault="001D1113" w:rsidP="001D1113">
      <w:pPr>
        <w:pStyle w:val="Body"/>
        <w:ind w:left="720"/>
        <w:jc w:val="right"/>
        <w:rPr>
          <w:sz w:val="22"/>
          <w:szCs w:val="22"/>
        </w:rPr>
      </w:pPr>
    </w:p>
    <w:p w14:paraId="2FCE6F5A" w14:textId="77777777" w:rsidR="001D1113" w:rsidRDefault="001D1113" w:rsidP="001D1113">
      <w:pPr>
        <w:pStyle w:val="Body"/>
        <w:numPr>
          <w:ilvl w:val="0"/>
          <w:numId w:val="36"/>
        </w:numPr>
        <w:ind w:left="360"/>
        <w:rPr>
          <w:sz w:val="22"/>
          <w:szCs w:val="22"/>
        </w:rPr>
      </w:pPr>
      <w:r>
        <w:rPr>
          <w:sz w:val="22"/>
          <w:szCs w:val="22"/>
        </w:rPr>
        <w:t>What is the difference between accuracy and precision?</w:t>
      </w:r>
    </w:p>
    <w:p w14:paraId="1D9292C2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49B6B71B" w14:textId="77777777" w:rsidR="000C6CC7" w:rsidRPr="000C6CC7" w:rsidRDefault="000C6CC7" w:rsidP="000C6CC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0C6CC7">
        <w:rPr>
          <w:color w:val="FF0000"/>
          <w:sz w:val="22"/>
          <w:szCs w:val="22"/>
        </w:rPr>
        <w:t>Accuracy refers to the closeness of a result to a true or otherwise accepted true value.</w:t>
      </w:r>
    </w:p>
    <w:p w14:paraId="0BBF0FAF" w14:textId="019B56D6" w:rsidR="001D1113" w:rsidRPr="000C6CC7" w:rsidRDefault="000C6CC7" w:rsidP="000C6CC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0C6CC7">
        <w:rPr>
          <w:color w:val="FF0000"/>
          <w:sz w:val="22"/>
          <w:szCs w:val="22"/>
        </w:rPr>
        <w:t>Precision refers to the relative closeness of repeated measurements of the same thing.</w:t>
      </w:r>
    </w:p>
    <w:p w14:paraId="5FA5F8EA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4FDCEF97" w14:textId="77777777" w:rsidR="001D1113" w:rsidRDefault="001D1113" w:rsidP="001D1113">
      <w:pPr>
        <w:pStyle w:val="Body"/>
        <w:ind w:left="720"/>
        <w:jc w:val="right"/>
        <w:rPr>
          <w:sz w:val="22"/>
          <w:szCs w:val="22"/>
        </w:rPr>
      </w:pPr>
    </w:p>
    <w:p w14:paraId="69E04740" w14:textId="4887A84F" w:rsidR="001D1113" w:rsidRDefault="009E6932" w:rsidP="001D1113">
      <w:pPr>
        <w:pStyle w:val="Body"/>
        <w:numPr>
          <w:ilvl w:val="0"/>
          <w:numId w:val="36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1D1113">
        <w:rPr>
          <w:sz w:val="22"/>
          <w:szCs w:val="22"/>
        </w:rPr>
        <w:t>What is meant by the term error in metrology? Identify and list four different categories or types of error.</w:t>
      </w:r>
    </w:p>
    <w:p w14:paraId="51E1C997" w14:textId="108CE096" w:rsidR="001D1113" w:rsidRDefault="00634D91" w:rsidP="009E6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634D91">
        <w:rPr>
          <w:color w:val="FF0000"/>
          <w:sz w:val="22"/>
          <w:szCs w:val="22"/>
        </w:rPr>
        <w:t>Error can mean several things, but expresses the range of values that an estimate could be.</w:t>
      </w:r>
    </w:p>
    <w:p w14:paraId="0790844E" w14:textId="77777777" w:rsidR="00554F05" w:rsidRPr="00634D91" w:rsidRDefault="00554F05" w:rsidP="009E6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</w:p>
    <w:p w14:paraId="72C9BF39" w14:textId="5B48FEB5" w:rsidR="009E6932" w:rsidRDefault="009E6932" w:rsidP="009E6932">
      <w:pPr>
        <w:pStyle w:val="Body"/>
        <w:ind w:left="284"/>
        <w:rPr>
          <w:sz w:val="22"/>
          <w:szCs w:val="22"/>
        </w:rPr>
      </w:pPr>
      <w:r>
        <w:rPr>
          <w:sz w:val="22"/>
          <w:szCs w:val="22"/>
        </w:rPr>
        <w:lastRenderedPageBreak/>
        <w:t>b) Identify and list four different categories or types of error.</w:t>
      </w:r>
    </w:p>
    <w:p w14:paraId="40B9D6D5" w14:textId="77777777" w:rsidR="009E6932" w:rsidRDefault="009E6932" w:rsidP="009E6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161F03D8" w14:textId="77777777" w:rsidR="009E6932" w:rsidRPr="00634D91" w:rsidRDefault="009E6932" w:rsidP="009E6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634D91">
        <w:rPr>
          <w:color w:val="FF0000"/>
          <w:sz w:val="22"/>
          <w:szCs w:val="22"/>
        </w:rPr>
        <w:t>•</w:t>
      </w:r>
      <w:r w:rsidRPr="00634D91">
        <w:rPr>
          <w:color w:val="FF0000"/>
          <w:sz w:val="22"/>
          <w:szCs w:val="22"/>
        </w:rPr>
        <w:tab/>
        <w:t>Operator error</w:t>
      </w:r>
    </w:p>
    <w:p w14:paraId="3EE338E8" w14:textId="77777777" w:rsidR="009E6932" w:rsidRPr="00634D91" w:rsidRDefault="009E6932" w:rsidP="009E6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634D91">
        <w:rPr>
          <w:color w:val="FF0000"/>
          <w:sz w:val="22"/>
          <w:szCs w:val="22"/>
        </w:rPr>
        <w:t>•</w:t>
      </w:r>
      <w:r w:rsidRPr="00634D91">
        <w:rPr>
          <w:color w:val="FF0000"/>
          <w:sz w:val="22"/>
          <w:szCs w:val="22"/>
        </w:rPr>
        <w:tab/>
        <w:t>Equipment error</w:t>
      </w:r>
    </w:p>
    <w:p w14:paraId="2E0AE20A" w14:textId="77777777" w:rsidR="009E6932" w:rsidRPr="00634D91" w:rsidRDefault="009E6932" w:rsidP="009E6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634D91">
        <w:rPr>
          <w:color w:val="FF0000"/>
          <w:sz w:val="22"/>
          <w:szCs w:val="22"/>
        </w:rPr>
        <w:t>•</w:t>
      </w:r>
      <w:r w:rsidRPr="00634D91">
        <w:rPr>
          <w:color w:val="FF0000"/>
          <w:sz w:val="22"/>
          <w:szCs w:val="22"/>
        </w:rPr>
        <w:tab/>
        <w:t>Type 1. II error</w:t>
      </w:r>
    </w:p>
    <w:p w14:paraId="728E7797" w14:textId="77777777" w:rsidR="009E6932" w:rsidRPr="00634D91" w:rsidRDefault="009E6932" w:rsidP="009E6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634D91">
        <w:rPr>
          <w:color w:val="FF0000"/>
          <w:sz w:val="22"/>
          <w:szCs w:val="22"/>
        </w:rPr>
        <w:t>•</w:t>
      </w:r>
      <w:r w:rsidRPr="00634D91">
        <w:rPr>
          <w:color w:val="FF0000"/>
          <w:sz w:val="22"/>
          <w:szCs w:val="22"/>
        </w:rPr>
        <w:tab/>
        <w:t>Systematic</w:t>
      </w:r>
    </w:p>
    <w:p w14:paraId="5E8ED384" w14:textId="77777777" w:rsidR="009E6932" w:rsidRPr="00634D91" w:rsidRDefault="009E6932" w:rsidP="009E6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634D91">
        <w:rPr>
          <w:color w:val="FF0000"/>
          <w:sz w:val="22"/>
          <w:szCs w:val="22"/>
        </w:rPr>
        <w:t>•</w:t>
      </w:r>
      <w:r w:rsidRPr="00634D91">
        <w:rPr>
          <w:color w:val="FF0000"/>
          <w:sz w:val="22"/>
          <w:szCs w:val="22"/>
        </w:rPr>
        <w:tab/>
        <w:t>Random</w:t>
      </w:r>
    </w:p>
    <w:p w14:paraId="28554BF1" w14:textId="77777777" w:rsidR="009E6932" w:rsidRPr="00634D91" w:rsidRDefault="009E6932" w:rsidP="009E6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634D91">
        <w:rPr>
          <w:color w:val="FF0000"/>
          <w:sz w:val="22"/>
          <w:szCs w:val="22"/>
        </w:rPr>
        <w:t>•</w:t>
      </w:r>
      <w:r w:rsidRPr="00634D91">
        <w:rPr>
          <w:color w:val="FF0000"/>
          <w:sz w:val="22"/>
          <w:szCs w:val="22"/>
        </w:rPr>
        <w:tab/>
        <w:t>Any other accepted term.</w:t>
      </w:r>
    </w:p>
    <w:p w14:paraId="561FE358" w14:textId="1B653E98" w:rsidR="009E6932" w:rsidRDefault="009E6932" w:rsidP="009E693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1DE066D4" w14:textId="16477F04" w:rsidR="001D1113" w:rsidRDefault="00554F05" w:rsidP="001D1113">
      <w:pPr>
        <w:pStyle w:val="Body"/>
        <w:numPr>
          <w:ilvl w:val="0"/>
          <w:numId w:val="36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1D1113">
        <w:rPr>
          <w:sz w:val="22"/>
          <w:szCs w:val="22"/>
        </w:rPr>
        <w:t xml:space="preserve">What is calibration when applied to metrology? </w:t>
      </w:r>
    </w:p>
    <w:p w14:paraId="44D593C1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50922A8E" w14:textId="3AF29C1B" w:rsidR="001D1113" w:rsidRPr="004D2154" w:rsidRDefault="004D2154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4D2154">
        <w:rPr>
          <w:color w:val="FF0000"/>
          <w:sz w:val="22"/>
          <w:szCs w:val="22"/>
        </w:rPr>
        <w:t>Calibration refers to the use of standard reference materials and processes that a measurement system is aligned to, to ensure that the measurements taken with the system will be as accurate as possible.</w:t>
      </w:r>
    </w:p>
    <w:p w14:paraId="4E31989A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43064403" w14:textId="6ECFFC05" w:rsidR="00554F05" w:rsidRDefault="00554F05" w:rsidP="00554F05">
      <w:pPr>
        <w:pStyle w:val="Body"/>
        <w:ind w:left="284"/>
        <w:rPr>
          <w:sz w:val="22"/>
          <w:szCs w:val="22"/>
        </w:rPr>
      </w:pPr>
      <w:r>
        <w:rPr>
          <w:sz w:val="22"/>
          <w:szCs w:val="22"/>
        </w:rPr>
        <w:t>b) List two pieces of equipment in your lab that need to be calibrated.</w:t>
      </w:r>
    </w:p>
    <w:p w14:paraId="626BFF6E" w14:textId="77777777" w:rsidR="00554F05" w:rsidRDefault="00554F05" w:rsidP="00554F0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6432FEB8" w14:textId="2F5B6E41" w:rsidR="00554F05" w:rsidRPr="004D2154" w:rsidRDefault="00554F05" w:rsidP="00554F0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Acceptable responses will vary depending on what equipment the students have been exposed to. Example responses could include: pH meter, DO meter etc</w:t>
      </w:r>
      <w:r w:rsidRPr="004D2154">
        <w:rPr>
          <w:color w:val="FF0000"/>
          <w:sz w:val="22"/>
          <w:szCs w:val="22"/>
        </w:rPr>
        <w:t>.</w:t>
      </w:r>
    </w:p>
    <w:p w14:paraId="1362B7EE" w14:textId="77777777" w:rsidR="00554F05" w:rsidRDefault="00554F05" w:rsidP="00554F0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697017FA" w14:textId="77777777" w:rsidR="001D1113" w:rsidRDefault="001D1113" w:rsidP="001D1113">
      <w:pPr>
        <w:pStyle w:val="Body"/>
        <w:numPr>
          <w:ilvl w:val="0"/>
          <w:numId w:val="36"/>
        </w:numPr>
        <w:ind w:left="360"/>
        <w:rPr>
          <w:sz w:val="22"/>
          <w:szCs w:val="22"/>
        </w:rPr>
      </w:pPr>
      <w:r>
        <w:rPr>
          <w:sz w:val="22"/>
          <w:szCs w:val="22"/>
        </w:rPr>
        <w:t>What is traceability when applied to metrology?</w:t>
      </w:r>
    </w:p>
    <w:p w14:paraId="0C54CE5B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2C7D2831" w14:textId="2F1B63B6" w:rsidR="001D1113" w:rsidRPr="00181570" w:rsidRDefault="00181570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181570">
        <w:rPr>
          <w:color w:val="FF0000"/>
          <w:sz w:val="22"/>
          <w:szCs w:val="22"/>
        </w:rPr>
        <w:t>Traceability refers to being able to ‘trace’ an analytical result back through to the national testing authority.</w:t>
      </w:r>
    </w:p>
    <w:p w14:paraId="587B9CF1" w14:textId="77777777" w:rsidR="001D1113" w:rsidRDefault="001D1113" w:rsidP="001D111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5F1459A8" w14:textId="09A2A729" w:rsidR="006E6B77" w:rsidRPr="00B30F8E" w:rsidRDefault="00554F05" w:rsidP="006E6B77">
      <w:pPr>
        <w:pStyle w:val="Body"/>
        <w:numPr>
          <w:ilvl w:val="0"/>
          <w:numId w:val="32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6E6B77" w:rsidRPr="00607C44">
        <w:rPr>
          <w:sz w:val="22"/>
          <w:szCs w:val="22"/>
        </w:rPr>
        <w:t xml:space="preserve">What is </w:t>
      </w:r>
      <w:r w:rsidR="006E6B77">
        <w:rPr>
          <w:b/>
          <w:sz w:val="22"/>
          <w:szCs w:val="22"/>
        </w:rPr>
        <w:t>repeatability</w:t>
      </w:r>
      <w:r w:rsidR="006E6B77" w:rsidRPr="00607C44">
        <w:rPr>
          <w:sz w:val="22"/>
          <w:szCs w:val="22"/>
        </w:rPr>
        <w:t xml:space="preserve"> when applied to metrology?</w:t>
      </w:r>
      <w:r w:rsidR="006E6B77">
        <w:rPr>
          <w:sz w:val="22"/>
          <w:szCs w:val="22"/>
        </w:rPr>
        <w:t xml:space="preserve"> </w:t>
      </w:r>
    </w:p>
    <w:p w14:paraId="2AC05B6C" w14:textId="77777777" w:rsidR="006E6B77" w:rsidRDefault="006E6B77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30800C76" w14:textId="4901B274" w:rsidR="006E6B77" w:rsidRPr="0088678F" w:rsidRDefault="0088678F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88678F">
        <w:rPr>
          <w:color w:val="FF0000"/>
          <w:sz w:val="22"/>
          <w:szCs w:val="22"/>
        </w:rPr>
        <w:t>Testing the same measur</w:t>
      </w:r>
      <w:r w:rsidR="00666E35">
        <w:rPr>
          <w:color w:val="FF0000"/>
          <w:sz w:val="22"/>
          <w:szCs w:val="22"/>
        </w:rPr>
        <w:t xml:space="preserve">ement </w:t>
      </w:r>
      <w:r w:rsidRPr="0088678F">
        <w:rPr>
          <w:color w:val="FF0000"/>
          <w:sz w:val="22"/>
          <w:szCs w:val="22"/>
        </w:rPr>
        <w:t>under the same conditions over and over to ensure the precision of the test procedure meets quality objectives.</w:t>
      </w:r>
    </w:p>
    <w:p w14:paraId="06F19045" w14:textId="77777777" w:rsidR="006E6B77" w:rsidRDefault="006E6B77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7C384FC0" w14:textId="77777777" w:rsidR="006E6B77" w:rsidRPr="00AC09FA" w:rsidRDefault="006E6B77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67045442" w14:textId="54D5215B" w:rsidR="00554F05" w:rsidRPr="00B30F8E" w:rsidRDefault="00554F05" w:rsidP="00554F05">
      <w:pPr>
        <w:pStyle w:val="Body"/>
        <w:ind w:left="284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b) Why is </w:t>
      </w:r>
      <w:r>
        <w:rPr>
          <w:b/>
          <w:sz w:val="22"/>
          <w:szCs w:val="22"/>
        </w:rPr>
        <w:t>repeatability</w:t>
      </w:r>
      <w:r>
        <w:rPr>
          <w:sz w:val="22"/>
          <w:szCs w:val="22"/>
        </w:rPr>
        <w:t xml:space="preserve"> important?</w:t>
      </w:r>
    </w:p>
    <w:p w14:paraId="2C216376" w14:textId="77777777" w:rsidR="00554F05" w:rsidRDefault="00554F05" w:rsidP="00554F0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22F73FE2" w14:textId="4227FABA" w:rsidR="00554F05" w:rsidRPr="0088678F" w:rsidRDefault="00554F05" w:rsidP="00554F0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Repeatability is essential for ensuring quality results in the laboratory.</w:t>
      </w:r>
    </w:p>
    <w:p w14:paraId="63AFDE01" w14:textId="77777777" w:rsidR="00554F05" w:rsidRPr="00AC09FA" w:rsidRDefault="00554F05" w:rsidP="00554F0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1D866203" w14:textId="7B0A378E" w:rsidR="00554F05" w:rsidRDefault="00554F05" w:rsidP="00554F05">
      <w:pPr>
        <w:tabs>
          <w:tab w:val="clear" w:pos="284"/>
        </w:tabs>
        <w:spacing w:before="0" w:after="200" w:line="276" w:lineRule="auto"/>
      </w:pPr>
    </w:p>
    <w:p w14:paraId="13AD3ADC" w14:textId="2D1895F2" w:rsidR="006E6B77" w:rsidRPr="00B30F8E" w:rsidRDefault="00554F05" w:rsidP="006E6B77">
      <w:pPr>
        <w:pStyle w:val="Body"/>
        <w:numPr>
          <w:ilvl w:val="0"/>
          <w:numId w:val="32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Using an example of where you have measured something in the lab (such as pH, temperature or conductivity), identify three </w:t>
      </w:r>
      <w:r w:rsidRPr="005C7125">
        <w:rPr>
          <w:b/>
          <w:sz w:val="22"/>
          <w:szCs w:val="22"/>
        </w:rPr>
        <w:t>sources of error</w:t>
      </w:r>
      <w:r>
        <w:rPr>
          <w:sz w:val="22"/>
          <w:szCs w:val="22"/>
        </w:rPr>
        <w:t xml:space="preserve"> that can occur in this measurement process.</w:t>
      </w:r>
    </w:p>
    <w:p w14:paraId="77B7D5D2" w14:textId="4DBB3EDC" w:rsidR="006E6B77" w:rsidRDefault="0088678F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  <w:r>
        <w:rPr>
          <w:sz w:val="22"/>
          <w:szCs w:val="22"/>
        </w:rPr>
        <w:t>Any of the following</w:t>
      </w:r>
    </w:p>
    <w:p w14:paraId="6292D991" w14:textId="101FC998" w:rsidR="006E6B77" w:rsidRPr="0088678F" w:rsidRDefault="0088678F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88678F">
        <w:rPr>
          <w:color w:val="FF0000"/>
          <w:sz w:val="22"/>
          <w:szCs w:val="22"/>
        </w:rPr>
        <w:t>Reagent quality</w:t>
      </w:r>
    </w:p>
    <w:p w14:paraId="2E857FB2" w14:textId="0E63C6D1" w:rsidR="0088678F" w:rsidRPr="0088678F" w:rsidRDefault="0088678F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88678F">
        <w:rPr>
          <w:color w:val="FF0000"/>
          <w:sz w:val="22"/>
          <w:szCs w:val="22"/>
        </w:rPr>
        <w:t>Operator error</w:t>
      </w:r>
    </w:p>
    <w:p w14:paraId="24CF034A" w14:textId="46C83F78" w:rsidR="0088678F" w:rsidRPr="0088678F" w:rsidRDefault="0088678F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88678F">
        <w:rPr>
          <w:color w:val="FF0000"/>
          <w:sz w:val="22"/>
          <w:szCs w:val="22"/>
        </w:rPr>
        <w:t>Power supply issues</w:t>
      </w:r>
    </w:p>
    <w:p w14:paraId="0B37B451" w14:textId="28962358" w:rsidR="0088678F" w:rsidRPr="0088678F" w:rsidRDefault="0088678F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88678F">
        <w:rPr>
          <w:color w:val="FF0000"/>
          <w:sz w:val="22"/>
          <w:szCs w:val="22"/>
        </w:rPr>
        <w:t>Lack of calibration</w:t>
      </w:r>
    </w:p>
    <w:p w14:paraId="22D6A1A4" w14:textId="2091A057" w:rsidR="0088678F" w:rsidRPr="0088678F" w:rsidRDefault="0088678F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88678F">
        <w:rPr>
          <w:color w:val="FF0000"/>
          <w:sz w:val="22"/>
          <w:szCs w:val="22"/>
        </w:rPr>
        <w:t>Poor calibration</w:t>
      </w:r>
    </w:p>
    <w:p w14:paraId="0DC0E6FA" w14:textId="05A6F446" w:rsidR="0088678F" w:rsidRPr="0088678F" w:rsidRDefault="0088678F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88678F">
        <w:rPr>
          <w:color w:val="FF0000"/>
          <w:sz w:val="22"/>
          <w:szCs w:val="22"/>
        </w:rPr>
        <w:t>Equipment malfunction</w:t>
      </w:r>
    </w:p>
    <w:p w14:paraId="70F5DDE5" w14:textId="3436A289" w:rsidR="0088678F" w:rsidRPr="0088678F" w:rsidRDefault="0088678F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88678F">
        <w:rPr>
          <w:color w:val="FF0000"/>
          <w:sz w:val="22"/>
          <w:szCs w:val="22"/>
        </w:rPr>
        <w:t>Software malfunction</w:t>
      </w:r>
    </w:p>
    <w:p w14:paraId="2F063218" w14:textId="6DEE07B5" w:rsidR="0088678F" w:rsidRDefault="0088678F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 w:rsidRPr="0088678F">
        <w:rPr>
          <w:color w:val="FF0000"/>
          <w:sz w:val="22"/>
          <w:szCs w:val="22"/>
        </w:rPr>
        <w:t>Span drift</w:t>
      </w:r>
    </w:p>
    <w:p w14:paraId="5FAA90CE" w14:textId="7AD8C255" w:rsidR="0088678F" w:rsidRDefault="0088678F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Dirty probe</w:t>
      </w:r>
    </w:p>
    <w:p w14:paraId="6E84FD8A" w14:textId="77777777" w:rsidR="006E6B77" w:rsidRPr="00AC09FA" w:rsidRDefault="006E6B77" w:rsidP="006E6B7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284"/>
        <w:rPr>
          <w:sz w:val="22"/>
          <w:szCs w:val="22"/>
        </w:rPr>
      </w:pPr>
    </w:p>
    <w:p w14:paraId="55A96D32" w14:textId="77777777" w:rsidR="006E6B77" w:rsidRDefault="006E6B77" w:rsidP="001D1113">
      <w:pPr>
        <w:pStyle w:val="Body"/>
        <w:ind w:left="720"/>
        <w:jc w:val="right"/>
        <w:rPr>
          <w:sz w:val="22"/>
          <w:szCs w:val="22"/>
        </w:rPr>
      </w:pPr>
    </w:p>
    <w:sectPr w:rsidR="006E6B77" w:rsidSect="00086638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DE9C511" w16cid:durableId="7955B6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67EF0" w14:textId="77777777" w:rsidR="000756EC" w:rsidRDefault="006A2B8C">
      <w:pPr>
        <w:spacing w:before="0" w:after="0" w:line="240" w:lineRule="auto"/>
      </w:pPr>
      <w:r>
        <w:separator/>
      </w:r>
    </w:p>
  </w:endnote>
  <w:endnote w:type="continuationSeparator" w:id="0">
    <w:p w14:paraId="6E867EF2" w14:textId="77777777" w:rsidR="000756EC" w:rsidRDefault="006A2B8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9129E" w14:textId="59751952" w:rsidR="00E65E0E" w:rsidRDefault="00E65E0E" w:rsidP="00E65E0E">
    <w:pPr>
      <w:pStyle w:val="Bodyfooter"/>
      <w:rPr>
        <w:noProof/>
      </w:rPr>
    </w:pPr>
    <w:r w:rsidRPr="008D467A">
      <w:t>Document title</w:t>
    </w:r>
    <w:r>
      <w:t xml:space="preserve">: </w:t>
    </w: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MSL924003_MG_Kn_1of7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9</w:t>
    </w:r>
    <w:r>
      <w:rPr>
        <w:noProof/>
      </w:rPr>
      <w:fldChar w:fldCharType="end"/>
    </w:r>
  </w:p>
  <w:p w14:paraId="69150244" w14:textId="68387056" w:rsidR="00E65E0E" w:rsidRDefault="00E65E0E" w:rsidP="00E65E0E">
    <w:pPr>
      <w:pStyle w:val="Bodyfooter"/>
      <w:rPr>
        <w:noProof/>
      </w:rPr>
    </w:pPr>
    <w:r>
      <w:t xml:space="preserve">Resource ID:  </w:t>
    </w:r>
    <w:r w:rsidRPr="00BC4E25">
      <w:t>MRS_18_05_MSL924003_MG_Kn_1of7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67EE1" w14:textId="77777777" w:rsidR="00CC4677" w:rsidRPr="004820C4" w:rsidRDefault="00E65E0E" w:rsidP="0002323C">
    <w:pPr>
      <w:pStyle w:val="Footer-DocumentTitleLeft"/>
    </w:pPr>
  </w:p>
  <w:p w14:paraId="6E867EE2" w14:textId="77777777" w:rsidR="00CC4677" w:rsidRDefault="006A2B8C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6E867EE3" w14:textId="77777777" w:rsidR="00CC4677" w:rsidRPr="0006452B" w:rsidRDefault="00E65E0E" w:rsidP="00EE3A11"/>
  <w:p w14:paraId="6E867EE4" w14:textId="77777777" w:rsidR="00BA0812" w:rsidRDefault="00E65E0E" w:rsidP="00EE3A1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67EE5" w14:textId="359F26AC" w:rsidR="00BA0812" w:rsidRDefault="006A2B8C" w:rsidP="00064F9E">
    <w:pPr>
      <w:pStyle w:val="Bodyfooter"/>
      <w:rPr>
        <w:noProof/>
      </w:rPr>
    </w:pPr>
    <w:r w:rsidRPr="008D467A">
      <w:t>Document title</w:t>
    </w:r>
    <w:r>
      <w:t>:</w:t>
    </w:r>
    <w:r w:rsidR="00BC4E25">
      <w:t xml:space="preserve"> </w:t>
    </w:r>
    <w:fldSimple w:instr=" FILENAME   \* MERGEFORMAT ">
      <w:r w:rsidR="00412059">
        <w:rPr>
          <w:noProof/>
        </w:rPr>
        <w:t>MSL924003_MG_Kn_1of7</w:t>
      </w:r>
    </w:fldSimple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65E0E">
      <w:rPr>
        <w:noProof/>
      </w:rPr>
      <w:t>9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65E0E">
      <w:rPr>
        <w:noProof/>
      </w:rPr>
      <w:t>9</w:t>
    </w:r>
    <w:r>
      <w:rPr>
        <w:noProof/>
      </w:rPr>
      <w:fldChar w:fldCharType="end"/>
    </w:r>
  </w:p>
  <w:p w14:paraId="489C5871" w14:textId="7DFF5806" w:rsidR="00235F2D" w:rsidRDefault="00315F48" w:rsidP="00064F9E">
    <w:pPr>
      <w:pStyle w:val="Bodyfooter"/>
      <w:rPr>
        <w:noProof/>
      </w:rPr>
    </w:pPr>
    <w:r>
      <w:t xml:space="preserve">Resource ID:  </w:t>
    </w:r>
    <w:r w:rsidR="00BC4E25" w:rsidRPr="00BC4E25">
      <w:t>MRS_18_05_MSL924003_MG_Kn_1of7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67EE8" w14:textId="37D14DA3" w:rsidR="00AA3155" w:rsidRPr="008D467A" w:rsidRDefault="006A2B8C" w:rsidP="00064F9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65E0E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65E0E">
      <w:rPr>
        <w:noProof/>
      </w:rPr>
      <w:t>9</w:t>
    </w:r>
    <w:r>
      <w:rPr>
        <w:noProof/>
      </w:rPr>
      <w:fldChar w:fldCharType="end"/>
    </w:r>
  </w:p>
  <w:p w14:paraId="6E867EE9" w14:textId="77777777" w:rsidR="00AA3155" w:rsidRPr="008948B1" w:rsidRDefault="006A2B8C" w:rsidP="00064F9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6E867EEA" w14:textId="77777777" w:rsidR="00CC4677" w:rsidRPr="00AA3155" w:rsidRDefault="00E65E0E" w:rsidP="00EE3A11">
    <w:pPr>
      <w:pStyle w:val="Footer"/>
    </w:pPr>
  </w:p>
  <w:p w14:paraId="6E867EEB" w14:textId="77777777" w:rsidR="00BA0812" w:rsidRDefault="00E65E0E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67EEC" w14:textId="77777777" w:rsidR="000756EC" w:rsidRDefault="006A2B8C">
      <w:pPr>
        <w:spacing w:before="0" w:after="0" w:line="240" w:lineRule="auto"/>
      </w:pPr>
      <w:r>
        <w:separator/>
      </w:r>
    </w:p>
  </w:footnote>
  <w:footnote w:type="continuationSeparator" w:id="0">
    <w:p w14:paraId="6E867EEE" w14:textId="77777777" w:rsidR="000756EC" w:rsidRDefault="006A2B8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67EDE" w14:textId="77777777" w:rsidR="00CC4677" w:rsidRDefault="00E65E0E" w:rsidP="00EE3A11"/>
  <w:p w14:paraId="6E867EDF" w14:textId="77777777" w:rsidR="00BA0812" w:rsidRDefault="00E65E0E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67EE0" w14:textId="77777777" w:rsidR="00BA0812" w:rsidRDefault="006A2B8C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6E867EEC" wp14:editId="6E867EED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67EE6" w14:textId="77777777" w:rsidR="004238CB" w:rsidRDefault="00E65E0E" w:rsidP="00EE3A11">
    <w:pPr>
      <w:pStyle w:val="Header"/>
    </w:pPr>
  </w:p>
  <w:p w14:paraId="6E867EE7" w14:textId="77777777" w:rsidR="00BA0812" w:rsidRDefault="00E65E0E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5582D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4E0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08C9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EA8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3235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140B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12B2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1E41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34BA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4F921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DE2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EFB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A3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480A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D477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CE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6CAC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188A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5D4CC6B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E29A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239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AE8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C0CF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4C12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7284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B89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AEB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3230E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887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6C2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02F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21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7446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25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9AB5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0E99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98D22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0827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5C0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34D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0BD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A4A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ECF7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05C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9E0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8AAED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4A08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F833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D68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1A8E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A897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9038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3C7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1E30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EBCEC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626A93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3668A6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5F4FCE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CB0AD9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46EF8B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8528B0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C0C34F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616A90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8218658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D4B4A2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3006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E4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946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A41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629E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FE7F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08A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09706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F236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24F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CF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C42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DEA1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C1A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086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302D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1264159"/>
    <w:multiLevelType w:val="hybridMultilevel"/>
    <w:tmpl w:val="667C43EC"/>
    <w:lvl w:ilvl="0" w:tplc="FADEA2B2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DE8C5B0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74CE5DDE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8E840920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7CBCE02A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4468118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F06D508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3B906924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270BB30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3AD3DEC"/>
    <w:multiLevelType w:val="hybridMultilevel"/>
    <w:tmpl w:val="37A0660C"/>
    <w:lvl w:ilvl="0" w:tplc="0E60E9E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808621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28EF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CEA5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2C5A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1AAE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FAD3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25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90D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C63A2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46BB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7232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E6EC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E87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5ADC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280B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A85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7AF3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2F04FE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BE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BC6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288C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8A9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1697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8A68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2FA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E0F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D7F8D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2A56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2037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E2F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A83E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7832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C4EC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CA87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C03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6C021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C28F6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CCEE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AB9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2CA5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D882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29A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674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429F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40714"/>
    <w:multiLevelType w:val="hybridMultilevel"/>
    <w:tmpl w:val="6B0C15AA"/>
    <w:lvl w:ilvl="0" w:tplc="C3E49A7A">
      <w:start w:val="1"/>
      <w:numFmt w:val="lowerLetter"/>
      <w:lvlText w:val="%1)"/>
      <w:lvlJc w:val="left"/>
      <w:pPr>
        <w:ind w:left="720" w:hanging="360"/>
      </w:pPr>
    </w:lvl>
    <w:lvl w:ilvl="1" w:tplc="B1605E8C" w:tentative="1">
      <w:start w:val="1"/>
      <w:numFmt w:val="lowerLetter"/>
      <w:lvlText w:val="%2."/>
      <w:lvlJc w:val="left"/>
      <w:pPr>
        <w:ind w:left="1440" w:hanging="360"/>
      </w:pPr>
    </w:lvl>
    <w:lvl w:ilvl="2" w:tplc="B4F8179C" w:tentative="1">
      <w:start w:val="1"/>
      <w:numFmt w:val="lowerRoman"/>
      <w:lvlText w:val="%3."/>
      <w:lvlJc w:val="right"/>
      <w:pPr>
        <w:ind w:left="2160" w:hanging="180"/>
      </w:pPr>
    </w:lvl>
    <w:lvl w:ilvl="3" w:tplc="31D04926" w:tentative="1">
      <w:start w:val="1"/>
      <w:numFmt w:val="decimal"/>
      <w:lvlText w:val="%4."/>
      <w:lvlJc w:val="left"/>
      <w:pPr>
        <w:ind w:left="2880" w:hanging="360"/>
      </w:pPr>
    </w:lvl>
    <w:lvl w:ilvl="4" w:tplc="A9000F16" w:tentative="1">
      <w:start w:val="1"/>
      <w:numFmt w:val="lowerLetter"/>
      <w:lvlText w:val="%5."/>
      <w:lvlJc w:val="left"/>
      <w:pPr>
        <w:ind w:left="3600" w:hanging="360"/>
      </w:pPr>
    </w:lvl>
    <w:lvl w:ilvl="5" w:tplc="006ECD66" w:tentative="1">
      <w:start w:val="1"/>
      <w:numFmt w:val="lowerRoman"/>
      <w:lvlText w:val="%6."/>
      <w:lvlJc w:val="right"/>
      <w:pPr>
        <w:ind w:left="4320" w:hanging="180"/>
      </w:pPr>
    </w:lvl>
    <w:lvl w:ilvl="6" w:tplc="37BA4E0E" w:tentative="1">
      <w:start w:val="1"/>
      <w:numFmt w:val="decimal"/>
      <w:lvlText w:val="%7."/>
      <w:lvlJc w:val="left"/>
      <w:pPr>
        <w:ind w:left="5040" w:hanging="360"/>
      </w:pPr>
    </w:lvl>
    <w:lvl w:ilvl="7" w:tplc="E77C30FC" w:tentative="1">
      <w:start w:val="1"/>
      <w:numFmt w:val="lowerLetter"/>
      <w:lvlText w:val="%8."/>
      <w:lvlJc w:val="left"/>
      <w:pPr>
        <w:ind w:left="5760" w:hanging="360"/>
      </w:pPr>
    </w:lvl>
    <w:lvl w:ilvl="8" w:tplc="A7469A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A5358"/>
    <w:multiLevelType w:val="hybridMultilevel"/>
    <w:tmpl w:val="366E9E88"/>
    <w:lvl w:ilvl="0" w:tplc="0BAE5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2EFA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416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C0D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8B8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70D0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9691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56A0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BCB2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0754E"/>
    <w:multiLevelType w:val="hybridMultilevel"/>
    <w:tmpl w:val="1ADE0A8A"/>
    <w:lvl w:ilvl="0" w:tplc="909E9A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B2DD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B8DD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8BA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9022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1A86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701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5602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018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D47BDB"/>
    <w:multiLevelType w:val="hybridMultilevel"/>
    <w:tmpl w:val="CD408890"/>
    <w:lvl w:ilvl="0" w:tplc="0A70C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18B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D6E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782A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045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7CFF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D49E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440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6A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D16329"/>
    <w:multiLevelType w:val="hybridMultilevel"/>
    <w:tmpl w:val="CB0AEB06"/>
    <w:lvl w:ilvl="0" w:tplc="118A1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1C85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DCF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885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86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5E8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9AF1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86DD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54A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F509A"/>
    <w:multiLevelType w:val="hybridMultilevel"/>
    <w:tmpl w:val="84727A1C"/>
    <w:lvl w:ilvl="0" w:tplc="F0ACB19A">
      <w:start w:val="1"/>
      <w:numFmt w:val="decimal"/>
      <w:lvlText w:val="%1."/>
      <w:lvlJc w:val="left"/>
      <w:pPr>
        <w:ind w:left="720" w:hanging="360"/>
      </w:pPr>
    </w:lvl>
    <w:lvl w:ilvl="1" w:tplc="F36E4E78">
      <w:start w:val="1"/>
      <w:numFmt w:val="lowerLetter"/>
      <w:lvlText w:val="%2."/>
      <w:lvlJc w:val="left"/>
      <w:pPr>
        <w:ind w:left="1440" w:hanging="360"/>
      </w:pPr>
    </w:lvl>
    <w:lvl w:ilvl="2" w:tplc="EB300D14">
      <w:start w:val="1"/>
      <w:numFmt w:val="lowerRoman"/>
      <w:lvlText w:val="%3."/>
      <w:lvlJc w:val="right"/>
      <w:pPr>
        <w:ind w:left="2160" w:hanging="180"/>
      </w:pPr>
    </w:lvl>
    <w:lvl w:ilvl="3" w:tplc="12DCD726">
      <w:start w:val="1"/>
      <w:numFmt w:val="decimal"/>
      <w:lvlText w:val="%4."/>
      <w:lvlJc w:val="left"/>
      <w:pPr>
        <w:ind w:left="2880" w:hanging="360"/>
      </w:pPr>
    </w:lvl>
    <w:lvl w:ilvl="4" w:tplc="65C004FE">
      <w:start w:val="1"/>
      <w:numFmt w:val="lowerLetter"/>
      <w:lvlText w:val="%5."/>
      <w:lvlJc w:val="left"/>
      <w:pPr>
        <w:ind w:left="3600" w:hanging="360"/>
      </w:pPr>
    </w:lvl>
    <w:lvl w:ilvl="5" w:tplc="E772B69C">
      <w:start w:val="1"/>
      <w:numFmt w:val="lowerRoman"/>
      <w:lvlText w:val="%6."/>
      <w:lvlJc w:val="right"/>
      <w:pPr>
        <w:ind w:left="4320" w:hanging="180"/>
      </w:pPr>
    </w:lvl>
    <w:lvl w:ilvl="6" w:tplc="F5289C0E">
      <w:start w:val="1"/>
      <w:numFmt w:val="decimal"/>
      <w:lvlText w:val="%7."/>
      <w:lvlJc w:val="left"/>
      <w:pPr>
        <w:ind w:left="5040" w:hanging="360"/>
      </w:pPr>
    </w:lvl>
    <w:lvl w:ilvl="7" w:tplc="51FA78CE">
      <w:start w:val="1"/>
      <w:numFmt w:val="lowerLetter"/>
      <w:lvlText w:val="%8."/>
      <w:lvlJc w:val="left"/>
      <w:pPr>
        <w:ind w:left="5760" w:hanging="360"/>
      </w:pPr>
    </w:lvl>
    <w:lvl w:ilvl="8" w:tplc="F1B4078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402EE"/>
    <w:multiLevelType w:val="hybridMultilevel"/>
    <w:tmpl w:val="1184421A"/>
    <w:lvl w:ilvl="0" w:tplc="4CA4A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F2B2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AB9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FAEE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2A89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5C5F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F235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689C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A2A1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31697"/>
    <w:multiLevelType w:val="hybridMultilevel"/>
    <w:tmpl w:val="A4665168"/>
    <w:lvl w:ilvl="0" w:tplc="1BBC573C">
      <w:start w:val="1"/>
      <w:numFmt w:val="decimal"/>
      <w:lvlText w:val="%1."/>
      <w:lvlJc w:val="left"/>
      <w:pPr>
        <w:ind w:left="720" w:hanging="360"/>
      </w:pPr>
    </w:lvl>
    <w:lvl w:ilvl="1" w:tplc="0A9C742C">
      <w:start w:val="1"/>
      <w:numFmt w:val="lowerLetter"/>
      <w:lvlText w:val="%2."/>
      <w:lvlJc w:val="left"/>
      <w:pPr>
        <w:ind w:left="1440" w:hanging="360"/>
      </w:pPr>
    </w:lvl>
    <w:lvl w:ilvl="2" w:tplc="219A97B6">
      <w:start w:val="1"/>
      <w:numFmt w:val="lowerRoman"/>
      <w:lvlText w:val="%3."/>
      <w:lvlJc w:val="right"/>
      <w:pPr>
        <w:ind w:left="2160" w:hanging="180"/>
      </w:pPr>
    </w:lvl>
    <w:lvl w:ilvl="3" w:tplc="B0F4EBDE" w:tentative="1">
      <w:start w:val="1"/>
      <w:numFmt w:val="decimal"/>
      <w:lvlText w:val="%4."/>
      <w:lvlJc w:val="left"/>
      <w:pPr>
        <w:ind w:left="2880" w:hanging="360"/>
      </w:pPr>
    </w:lvl>
    <w:lvl w:ilvl="4" w:tplc="3A74CA68" w:tentative="1">
      <w:start w:val="1"/>
      <w:numFmt w:val="lowerLetter"/>
      <w:lvlText w:val="%5."/>
      <w:lvlJc w:val="left"/>
      <w:pPr>
        <w:ind w:left="3600" w:hanging="360"/>
      </w:pPr>
    </w:lvl>
    <w:lvl w:ilvl="5" w:tplc="727C66C6" w:tentative="1">
      <w:start w:val="1"/>
      <w:numFmt w:val="lowerRoman"/>
      <w:lvlText w:val="%6."/>
      <w:lvlJc w:val="right"/>
      <w:pPr>
        <w:ind w:left="4320" w:hanging="180"/>
      </w:pPr>
    </w:lvl>
    <w:lvl w:ilvl="6" w:tplc="226835CA" w:tentative="1">
      <w:start w:val="1"/>
      <w:numFmt w:val="decimal"/>
      <w:lvlText w:val="%7."/>
      <w:lvlJc w:val="left"/>
      <w:pPr>
        <w:ind w:left="5040" w:hanging="360"/>
      </w:pPr>
    </w:lvl>
    <w:lvl w:ilvl="7" w:tplc="0276E4F2" w:tentative="1">
      <w:start w:val="1"/>
      <w:numFmt w:val="lowerLetter"/>
      <w:lvlText w:val="%8."/>
      <w:lvlJc w:val="left"/>
      <w:pPr>
        <w:ind w:left="5760" w:hanging="360"/>
      </w:pPr>
    </w:lvl>
    <w:lvl w:ilvl="8" w:tplc="94DE8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B3FAE"/>
    <w:multiLevelType w:val="hybridMultilevel"/>
    <w:tmpl w:val="A89618B0"/>
    <w:lvl w:ilvl="0" w:tplc="6F5EC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8424C8" w:tentative="1">
      <w:start w:val="1"/>
      <w:numFmt w:val="lowerLetter"/>
      <w:lvlText w:val="%2."/>
      <w:lvlJc w:val="left"/>
      <w:pPr>
        <w:ind w:left="1440" w:hanging="360"/>
      </w:pPr>
    </w:lvl>
    <w:lvl w:ilvl="2" w:tplc="88DA97CE" w:tentative="1">
      <w:start w:val="1"/>
      <w:numFmt w:val="lowerRoman"/>
      <w:lvlText w:val="%3."/>
      <w:lvlJc w:val="right"/>
      <w:pPr>
        <w:ind w:left="2160" w:hanging="180"/>
      </w:pPr>
    </w:lvl>
    <w:lvl w:ilvl="3" w:tplc="4D482822" w:tentative="1">
      <w:start w:val="1"/>
      <w:numFmt w:val="decimal"/>
      <w:lvlText w:val="%4."/>
      <w:lvlJc w:val="left"/>
      <w:pPr>
        <w:ind w:left="2880" w:hanging="360"/>
      </w:pPr>
    </w:lvl>
    <w:lvl w:ilvl="4" w:tplc="2C16D1AC" w:tentative="1">
      <w:start w:val="1"/>
      <w:numFmt w:val="lowerLetter"/>
      <w:lvlText w:val="%5."/>
      <w:lvlJc w:val="left"/>
      <w:pPr>
        <w:ind w:left="3600" w:hanging="360"/>
      </w:pPr>
    </w:lvl>
    <w:lvl w:ilvl="5" w:tplc="642C8474" w:tentative="1">
      <w:start w:val="1"/>
      <w:numFmt w:val="lowerRoman"/>
      <w:lvlText w:val="%6."/>
      <w:lvlJc w:val="right"/>
      <w:pPr>
        <w:ind w:left="4320" w:hanging="180"/>
      </w:pPr>
    </w:lvl>
    <w:lvl w:ilvl="6" w:tplc="DD5CC78E" w:tentative="1">
      <w:start w:val="1"/>
      <w:numFmt w:val="decimal"/>
      <w:lvlText w:val="%7."/>
      <w:lvlJc w:val="left"/>
      <w:pPr>
        <w:ind w:left="5040" w:hanging="360"/>
      </w:pPr>
    </w:lvl>
    <w:lvl w:ilvl="7" w:tplc="4E9E6310" w:tentative="1">
      <w:start w:val="1"/>
      <w:numFmt w:val="lowerLetter"/>
      <w:lvlText w:val="%8."/>
      <w:lvlJc w:val="left"/>
      <w:pPr>
        <w:ind w:left="5760" w:hanging="360"/>
      </w:pPr>
    </w:lvl>
    <w:lvl w:ilvl="8" w:tplc="B4ACE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6185E"/>
    <w:multiLevelType w:val="hybridMultilevel"/>
    <w:tmpl w:val="FFDC3934"/>
    <w:lvl w:ilvl="0" w:tplc="576C4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66E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DE1F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52C8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465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F27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E7F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F43C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6A24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B85EF0"/>
    <w:multiLevelType w:val="hybridMultilevel"/>
    <w:tmpl w:val="CD6C1E34"/>
    <w:lvl w:ilvl="0" w:tplc="7CE01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AE18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4E6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A6D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1A4E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52B5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26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A0E8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AEB5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67E9D"/>
    <w:multiLevelType w:val="hybridMultilevel"/>
    <w:tmpl w:val="F17A9AE6"/>
    <w:lvl w:ilvl="0" w:tplc="EB9AFE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BA506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8FA34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30C07D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6A0816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01A0DC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6A2646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19AAC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0FC226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AE6133"/>
    <w:multiLevelType w:val="hybridMultilevel"/>
    <w:tmpl w:val="6D84E280"/>
    <w:lvl w:ilvl="0" w:tplc="1174FD8C">
      <w:start w:val="1"/>
      <w:numFmt w:val="decimal"/>
      <w:lvlText w:val="%1."/>
      <w:lvlJc w:val="left"/>
      <w:pPr>
        <w:ind w:left="720" w:hanging="360"/>
      </w:pPr>
    </w:lvl>
    <w:lvl w:ilvl="1" w:tplc="8996C0A8" w:tentative="1">
      <w:start w:val="1"/>
      <w:numFmt w:val="lowerLetter"/>
      <w:lvlText w:val="%2."/>
      <w:lvlJc w:val="left"/>
      <w:pPr>
        <w:ind w:left="1440" w:hanging="360"/>
      </w:pPr>
    </w:lvl>
    <w:lvl w:ilvl="2" w:tplc="7B9EDFEC" w:tentative="1">
      <w:start w:val="1"/>
      <w:numFmt w:val="lowerRoman"/>
      <w:lvlText w:val="%3."/>
      <w:lvlJc w:val="right"/>
      <w:pPr>
        <w:ind w:left="2160" w:hanging="180"/>
      </w:pPr>
    </w:lvl>
    <w:lvl w:ilvl="3" w:tplc="135C1C12" w:tentative="1">
      <w:start w:val="1"/>
      <w:numFmt w:val="decimal"/>
      <w:lvlText w:val="%4."/>
      <w:lvlJc w:val="left"/>
      <w:pPr>
        <w:ind w:left="2880" w:hanging="360"/>
      </w:pPr>
    </w:lvl>
    <w:lvl w:ilvl="4" w:tplc="5942C342" w:tentative="1">
      <w:start w:val="1"/>
      <w:numFmt w:val="lowerLetter"/>
      <w:lvlText w:val="%5."/>
      <w:lvlJc w:val="left"/>
      <w:pPr>
        <w:ind w:left="3600" w:hanging="360"/>
      </w:pPr>
    </w:lvl>
    <w:lvl w:ilvl="5" w:tplc="3836FEF0" w:tentative="1">
      <w:start w:val="1"/>
      <w:numFmt w:val="lowerRoman"/>
      <w:lvlText w:val="%6."/>
      <w:lvlJc w:val="right"/>
      <w:pPr>
        <w:ind w:left="4320" w:hanging="180"/>
      </w:pPr>
    </w:lvl>
    <w:lvl w:ilvl="6" w:tplc="FCDE5F14" w:tentative="1">
      <w:start w:val="1"/>
      <w:numFmt w:val="decimal"/>
      <w:lvlText w:val="%7."/>
      <w:lvlJc w:val="left"/>
      <w:pPr>
        <w:ind w:left="5040" w:hanging="360"/>
      </w:pPr>
    </w:lvl>
    <w:lvl w:ilvl="7" w:tplc="03148BFE" w:tentative="1">
      <w:start w:val="1"/>
      <w:numFmt w:val="lowerLetter"/>
      <w:lvlText w:val="%8."/>
      <w:lvlJc w:val="left"/>
      <w:pPr>
        <w:ind w:left="5760" w:hanging="360"/>
      </w:pPr>
    </w:lvl>
    <w:lvl w:ilvl="8" w:tplc="113209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20FDB"/>
    <w:multiLevelType w:val="hybridMultilevel"/>
    <w:tmpl w:val="CA7CB0F0"/>
    <w:lvl w:ilvl="0" w:tplc="4CB2D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888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708A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A5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128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D6A7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E623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162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56C0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4B6"/>
    <w:multiLevelType w:val="hybridMultilevel"/>
    <w:tmpl w:val="4232E460"/>
    <w:lvl w:ilvl="0" w:tplc="53E63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B21A54" w:tentative="1">
      <w:start w:val="1"/>
      <w:numFmt w:val="lowerLetter"/>
      <w:lvlText w:val="%2."/>
      <w:lvlJc w:val="left"/>
      <w:pPr>
        <w:ind w:left="1440" w:hanging="360"/>
      </w:pPr>
    </w:lvl>
    <w:lvl w:ilvl="2" w:tplc="7DBCFE66" w:tentative="1">
      <w:start w:val="1"/>
      <w:numFmt w:val="lowerRoman"/>
      <w:lvlText w:val="%3."/>
      <w:lvlJc w:val="right"/>
      <w:pPr>
        <w:ind w:left="2160" w:hanging="180"/>
      </w:pPr>
    </w:lvl>
    <w:lvl w:ilvl="3" w:tplc="26EC7DEC" w:tentative="1">
      <w:start w:val="1"/>
      <w:numFmt w:val="decimal"/>
      <w:lvlText w:val="%4."/>
      <w:lvlJc w:val="left"/>
      <w:pPr>
        <w:ind w:left="2880" w:hanging="360"/>
      </w:pPr>
    </w:lvl>
    <w:lvl w:ilvl="4" w:tplc="366C1F48" w:tentative="1">
      <w:start w:val="1"/>
      <w:numFmt w:val="lowerLetter"/>
      <w:lvlText w:val="%5."/>
      <w:lvlJc w:val="left"/>
      <w:pPr>
        <w:ind w:left="3600" w:hanging="360"/>
      </w:pPr>
    </w:lvl>
    <w:lvl w:ilvl="5" w:tplc="5A18CAC2" w:tentative="1">
      <w:start w:val="1"/>
      <w:numFmt w:val="lowerRoman"/>
      <w:lvlText w:val="%6."/>
      <w:lvlJc w:val="right"/>
      <w:pPr>
        <w:ind w:left="4320" w:hanging="180"/>
      </w:pPr>
    </w:lvl>
    <w:lvl w:ilvl="6" w:tplc="09BA6664" w:tentative="1">
      <w:start w:val="1"/>
      <w:numFmt w:val="decimal"/>
      <w:lvlText w:val="%7."/>
      <w:lvlJc w:val="left"/>
      <w:pPr>
        <w:ind w:left="5040" w:hanging="360"/>
      </w:pPr>
    </w:lvl>
    <w:lvl w:ilvl="7" w:tplc="6CB6FB3E" w:tentative="1">
      <w:start w:val="1"/>
      <w:numFmt w:val="lowerLetter"/>
      <w:lvlText w:val="%8."/>
      <w:lvlJc w:val="left"/>
      <w:pPr>
        <w:ind w:left="5760" w:hanging="360"/>
      </w:pPr>
    </w:lvl>
    <w:lvl w:ilvl="8" w:tplc="FF4CB0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B1A58"/>
    <w:multiLevelType w:val="hybridMultilevel"/>
    <w:tmpl w:val="CA1AC826"/>
    <w:lvl w:ilvl="0" w:tplc="F668BB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124C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501B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B80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BAD8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4EAC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042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3A7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18D3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015E0"/>
    <w:multiLevelType w:val="hybridMultilevel"/>
    <w:tmpl w:val="DDEAD6C0"/>
    <w:lvl w:ilvl="0" w:tplc="94503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6E1494" w:tentative="1">
      <w:start w:val="1"/>
      <w:numFmt w:val="lowerLetter"/>
      <w:lvlText w:val="%2."/>
      <w:lvlJc w:val="left"/>
      <w:pPr>
        <w:ind w:left="1440" w:hanging="360"/>
      </w:pPr>
    </w:lvl>
    <w:lvl w:ilvl="2" w:tplc="E402DB24" w:tentative="1">
      <w:start w:val="1"/>
      <w:numFmt w:val="lowerRoman"/>
      <w:lvlText w:val="%3."/>
      <w:lvlJc w:val="right"/>
      <w:pPr>
        <w:ind w:left="2160" w:hanging="180"/>
      </w:pPr>
    </w:lvl>
    <w:lvl w:ilvl="3" w:tplc="7AB015B6" w:tentative="1">
      <w:start w:val="1"/>
      <w:numFmt w:val="decimal"/>
      <w:lvlText w:val="%4."/>
      <w:lvlJc w:val="left"/>
      <w:pPr>
        <w:ind w:left="2880" w:hanging="360"/>
      </w:pPr>
    </w:lvl>
    <w:lvl w:ilvl="4" w:tplc="6666DD8C" w:tentative="1">
      <w:start w:val="1"/>
      <w:numFmt w:val="lowerLetter"/>
      <w:lvlText w:val="%5."/>
      <w:lvlJc w:val="left"/>
      <w:pPr>
        <w:ind w:left="3600" w:hanging="360"/>
      </w:pPr>
    </w:lvl>
    <w:lvl w:ilvl="5" w:tplc="DC40FF26" w:tentative="1">
      <w:start w:val="1"/>
      <w:numFmt w:val="lowerRoman"/>
      <w:lvlText w:val="%6."/>
      <w:lvlJc w:val="right"/>
      <w:pPr>
        <w:ind w:left="4320" w:hanging="180"/>
      </w:pPr>
    </w:lvl>
    <w:lvl w:ilvl="6" w:tplc="1E4A6CF0" w:tentative="1">
      <w:start w:val="1"/>
      <w:numFmt w:val="decimal"/>
      <w:lvlText w:val="%7."/>
      <w:lvlJc w:val="left"/>
      <w:pPr>
        <w:ind w:left="5040" w:hanging="360"/>
      </w:pPr>
    </w:lvl>
    <w:lvl w:ilvl="7" w:tplc="D548C12A" w:tentative="1">
      <w:start w:val="1"/>
      <w:numFmt w:val="lowerLetter"/>
      <w:lvlText w:val="%8."/>
      <w:lvlJc w:val="left"/>
      <w:pPr>
        <w:ind w:left="5760" w:hanging="360"/>
      </w:pPr>
    </w:lvl>
    <w:lvl w:ilvl="8" w:tplc="F65A88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7750D"/>
    <w:multiLevelType w:val="hybridMultilevel"/>
    <w:tmpl w:val="7E7A8CBA"/>
    <w:lvl w:ilvl="0" w:tplc="3EE2A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3ACF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A37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F2BD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24CE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5270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1A6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281D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BA47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3"/>
  </w:num>
  <w:num w:numId="6">
    <w:abstractNumId w:val="28"/>
  </w:num>
  <w:num w:numId="7">
    <w:abstractNumId w:val="31"/>
  </w:num>
  <w:num w:numId="8">
    <w:abstractNumId w:val="5"/>
  </w:num>
  <w:num w:numId="9">
    <w:abstractNumId w:val="22"/>
  </w:num>
  <w:num w:numId="10">
    <w:abstractNumId w:val="23"/>
  </w:num>
  <w:num w:numId="11">
    <w:abstractNumId w:val="18"/>
  </w:num>
  <w:num w:numId="12">
    <w:abstractNumId w:val="20"/>
  </w:num>
  <w:num w:numId="13">
    <w:abstractNumId w:val="19"/>
  </w:num>
  <w:num w:numId="14">
    <w:abstractNumId w:val="27"/>
  </w:num>
  <w:num w:numId="15">
    <w:abstractNumId w:val="25"/>
  </w:num>
  <w:num w:numId="16">
    <w:abstractNumId w:val="12"/>
  </w:num>
  <w:num w:numId="17">
    <w:abstractNumId w:val="6"/>
  </w:num>
  <w:num w:numId="18">
    <w:abstractNumId w:val="0"/>
  </w:num>
  <w:num w:numId="19">
    <w:abstractNumId w:val="8"/>
  </w:num>
  <w:num w:numId="20">
    <w:abstractNumId w:val="29"/>
  </w:num>
  <w:num w:numId="21">
    <w:abstractNumId w:val="26"/>
  </w:num>
  <w:num w:numId="22">
    <w:abstractNumId w:val="33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1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4"/>
  </w:num>
  <w:num w:numId="31">
    <w:abstractNumId w:val="30"/>
  </w:num>
  <w:num w:numId="32">
    <w:abstractNumId w:val="32"/>
  </w:num>
  <w:num w:numId="33">
    <w:abstractNumId w:val="16"/>
  </w:num>
  <w:num w:numId="34">
    <w:abstractNumId w:val="24"/>
  </w:num>
  <w:num w:numId="35">
    <w:abstractNumId w:val="10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C4"/>
    <w:rsid w:val="000756EC"/>
    <w:rsid w:val="000C6CC7"/>
    <w:rsid w:val="000D1CEA"/>
    <w:rsid w:val="00181570"/>
    <w:rsid w:val="001C0149"/>
    <w:rsid w:val="001D1113"/>
    <w:rsid w:val="001D6F0F"/>
    <w:rsid w:val="00234006"/>
    <w:rsid w:val="00235F2D"/>
    <w:rsid w:val="00315F48"/>
    <w:rsid w:val="00363AA5"/>
    <w:rsid w:val="003F540C"/>
    <w:rsid w:val="00412059"/>
    <w:rsid w:val="004266A8"/>
    <w:rsid w:val="004D2154"/>
    <w:rsid w:val="00554F05"/>
    <w:rsid w:val="005A4977"/>
    <w:rsid w:val="00634D91"/>
    <w:rsid w:val="00666E35"/>
    <w:rsid w:val="00692DD0"/>
    <w:rsid w:val="006A2B8C"/>
    <w:rsid w:val="006E387D"/>
    <w:rsid w:val="006E6B77"/>
    <w:rsid w:val="007053E2"/>
    <w:rsid w:val="007571D7"/>
    <w:rsid w:val="00770762"/>
    <w:rsid w:val="007B0D4E"/>
    <w:rsid w:val="008004C4"/>
    <w:rsid w:val="00820900"/>
    <w:rsid w:val="0088678F"/>
    <w:rsid w:val="008F59D5"/>
    <w:rsid w:val="00962116"/>
    <w:rsid w:val="009E6932"/>
    <w:rsid w:val="00A300C9"/>
    <w:rsid w:val="00A51BBD"/>
    <w:rsid w:val="00A6578E"/>
    <w:rsid w:val="00AE4468"/>
    <w:rsid w:val="00AF32C0"/>
    <w:rsid w:val="00B075C3"/>
    <w:rsid w:val="00BA77D3"/>
    <w:rsid w:val="00BC4E25"/>
    <w:rsid w:val="00C06A84"/>
    <w:rsid w:val="00D0794A"/>
    <w:rsid w:val="00D531F9"/>
    <w:rsid w:val="00E55484"/>
    <w:rsid w:val="00E56029"/>
    <w:rsid w:val="00E65E0E"/>
    <w:rsid w:val="00EB1255"/>
    <w:rsid w:val="00F067AD"/>
    <w:rsid w:val="00F20597"/>
    <w:rsid w:val="2A2F6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E867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c6b91392e88342d5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217CE-0D0F-4D14-9963-F126C7A2C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E6F3EE-F968-4E0A-B603-5E99F8B32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9</Pages>
  <Words>1308</Words>
  <Characters>7460</Characters>
  <Application>Microsoft Office Word</Application>
  <DocSecurity>0</DocSecurity>
  <Lines>62</Lines>
  <Paragraphs>17</Paragraphs>
  <ScaleCrop>false</ScaleCrop>
  <Company/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MSL924003_MG_Kn_1of7_design_feedback_TW</dc:title>
  <dc:creator/>
  <dc:description>Generated by the Document Automation for Training and Assessment system. 
Developed by: Marc Fearby, Tamworth Campus
Copyright © 2013 TAFE NSW.</dc:description>
  <cp:lastModifiedBy/>
  <cp:revision>2</cp:revision>
  <dcterms:created xsi:type="dcterms:W3CDTF">2018-10-15T05:14:00Z</dcterms:created>
  <dcterms:modified xsi:type="dcterms:W3CDTF">2019-04-23T01:50:00Z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1536">
    <vt:lpwstr>39</vt:lpwstr>
  </property>
  <property fmtid="{D5CDD505-2E9C-101B-9397-08002B2CF9AE}" pid="4" name="AuthorIds_UIVersion_2048">
    <vt:lpwstr>53</vt:lpwstr>
  </property>
  <property fmtid="{D5CDD505-2E9C-101B-9397-08002B2CF9AE}" pid="5" name="AuthorIds_UIVersion_2560">
    <vt:lpwstr>53</vt:lpwstr>
  </property>
  <property fmtid="{D5CDD505-2E9C-101B-9397-08002B2CF9AE}" pid="6" name="AuthorIds_UIVersion_6144">
    <vt:lpwstr>53</vt:lpwstr>
  </property>
</Properties>
</file>