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1A9FDF" w14:textId="6D4472BC" w:rsidR="00EA159B" w:rsidRDefault="00EA159B" w:rsidP="00EA159B">
      <w:pPr>
        <w:pStyle w:val="Heading1"/>
        <w:rPr>
          <w:rFonts w:eastAsia="MS Mincho"/>
        </w:rPr>
      </w:pPr>
      <w:bookmarkStart w:id="0" w:name="_Toc511220124"/>
      <w:r>
        <w:rPr>
          <w:rFonts w:eastAsia="MS Mincho"/>
        </w:rPr>
        <w:t xml:space="preserve">Topic Test </w:t>
      </w:r>
      <w:r w:rsidR="00CB2508">
        <w:rPr>
          <w:rFonts w:eastAsia="MS Mincho"/>
        </w:rPr>
        <w:t>3</w:t>
      </w:r>
      <w:r>
        <w:rPr>
          <w:rFonts w:eastAsia="MS Mincho"/>
        </w:rPr>
        <w:t xml:space="preserve"> – Calculating scientific quantities</w:t>
      </w:r>
    </w:p>
    <w:p w14:paraId="0138D6F3" w14:textId="77777777" w:rsidR="00E92663" w:rsidRPr="00EF52B6" w:rsidRDefault="00092A49" w:rsidP="00EF52B6">
      <w:pPr>
        <w:pStyle w:val="Heading1"/>
        <w:rPr>
          <w:rFonts w:eastAsia="MS Mincho"/>
        </w:rPr>
      </w:pPr>
      <w:r w:rsidRPr="00EF52B6">
        <w:rPr>
          <w:rFonts w:eastAsia="MS Mincho"/>
        </w:rPr>
        <w:t>Trainer &amp; Assessor Marking Guide</w:t>
      </w:r>
    </w:p>
    <w:p w14:paraId="0138D6F4" w14:textId="77777777" w:rsidR="009516B4" w:rsidRPr="00A56627" w:rsidRDefault="00092A49" w:rsidP="009516B4">
      <w:pPr>
        <w:pStyle w:val="Heading2"/>
      </w:pPr>
      <w:r w:rsidRPr="00A56627">
        <w:t>Criteria</w:t>
      </w:r>
    </w:p>
    <w:p w14:paraId="711A2E99" w14:textId="77777777" w:rsidR="00A07BFF" w:rsidRDefault="00A07BFF" w:rsidP="00A07BFF">
      <w:pPr>
        <w:pStyle w:val="Heading3"/>
      </w:pPr>
      <w:r>
        <w:t>Unit code, name and release number</w:t>
      </w:r>
    </w:p>
    <w:p w14:paraId="147A8631" w14:textId="77777777" w:rsidR="00A07BFF" w:rsidRDefault="00A07BFF" w:rsidP="00A07BF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 xml:space="preserve">MSL924003 - Process and interpret data </w:t>
      </w:r>
      <w:r>
        <w:rPr>
          <w:sz w:val="22"/>
          <w:szCs w:val="22"/>
          <w:lang w:eastAsia="en-AU"/>
        </w:rPr>
        <w:tab/>
      </w:r>
      <w:r>
        <w:rPr>
          <w:sz w:val="22"/>
          <w:szCs w:val="22"/>
          <w:lang w:eastAsia="en-AU"/>
        </w:rPr>
        <w:tab/>
      </w:r>
      <w:r>
        <w:rPr>
          <w:sz w:val="22"/>
          <w:szCs w:val="22"/>
          <w:lang w:eastAsia="en-AU"/>
        </w:rPr>
        <w:tab/>
        <w:t>Release 1</w:t>
      </w:r>
    </w:p>
    <w:p w14:paraId="3B7ABAC7" w14:textId="77777777" w:rsidR="00A07BFF" w:rsidRDefault="00A07BFF" w:rsidP="00A07BF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0" w:after="0" w:line="240" w:lineRule="auto"/>
        <w:rPr>
          <w:color w:val="FF0000"/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>**This unit sits in all qualifications below. This assessment is not to be amended**</w:t>
      </w:r>
    </w:p>
    <w:p w14:paraId="6E5C27E0" w14:textId="77777777" w:rsidR="00A07BFF" w:rsidRDefault="00A07BFF" w:rsidP="00A07BFF">
      <w:pPr>
        <w:pStyle w:val="Heading3"/>
      </w:pPr>
      <w:r>
        <w:t>Qualification/Course code, name and release number</w:t>
      </w:r>
    </w:p>
    <w:p w14:paraId="6072B66E" w14:textId="77777777" w:rsidR="00A07BFF" w:rsidRDefault="00A07BFF" w:rsidP="00A07BF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Qualification"/>
      <w:bookmarkEnd w:id="1"/>
      <w:r>
        <w:rPr>
          <w:sz w:val="22"/>
          <w:szCs w:val="22"/>
          <w:lang w:eastAsia="en-AU"/>
        </w:rPr>
        <w:t>MSL60118</w:t>
      </w:r>
      <w:r>
        <w:rPr>
          <w:sz w:val="22"/>
          <w:szCs w:val="22"/>
          <w:lang w:eastAsia="en-AU"/>
        </w:rPr>
        <w:tab/>
        <w:t>Advanced Diploma of Laboratory Operations</w:t>
      </w:r>
      <w:r>
        <w:rPr>
          <w:sz w:val="22"/>
          <w:szCs w:val="22"/>
          <w:lang w:eastAsia="en-AU"/>
        </w:rPr>
        <w:tab/>
        <w:t>Release 1</w:t>
      </w:r>
    </w:p>
    <w:p w14:paraId="2BCD961E" w14:textId="77777777" w:rsidR="00A07BFF" w:rsidRDefault="00A07BFF" w:rsidP="00A07BF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MSL50118</w:t>
      </w:r>
      <w:r>
        <w:rPr>
          <w:sz w:val="22"/>
          <w:szCs w:val="22"/>
          <w:lang w:eastAsia="en-AU"/>
        </w:rPr>
        <w:tab/>
        <w:t>Diploma of Laboratory Technology</w:t>
      </w:r>
      <w:r>
        <w:rPr>
          <w:sz w:val="22"/>
          <w:szCs w:val="22"/>
          <w:lang w:eastAsia="en-AU"/>
        </w:rPr>
        <w:tab/>
      </w:r>
      <w:r>
        <w:rPr>
          <w:sz w:val="22"/>
          <w:szCs w:val="22"/>
          <w:lang w:eastAsia="en-AU"/>
        </w:rPr>
        <w:tab/>
        <w:t>Release 1</w:t>
      </w:r>
    </w:p>
    <w:p w14:paraId="0904D5EB" w14:textId="77777777" w:rsidR="00A07BFF" w:rsidRDefault="00A07BFF" w:rsidP="00A07BF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MSL40118</w:t>
      </w:r>
      <w:r>
        <w:rPr>
          <w:sz w:val="22"/>
          <w:szCs w:val="22"/>
          <w:lang w:eastAsia="en-AU"/>
        </w:rPr>
        <w:tab/>
        <w:t>Certificate IV in Laboratory Operations</w:t>
      </w:r>
      <w:r>
        <w:rPr>
          <w:sz w:val="22"/>
          <w:szCs w:val="22"/>
          <w:lang w:eastAsia="en-AU"/>
        </w:rPr>
        <w:tab/>
      </w:r>
      <w:r>
        <w:rPr>
          <w:sz w:val="22"/>
          <w:szCs w:val="22"/>
          <w:lang w:eastAsia="en-AU"/>
        </w:rPr>
        <w:tab/>
        <w:t>Release 1</w:t>
      </w:r>
    </w:p>
    <w:p w14:paraId="198F43C2" w14:textId="77777777" w:rsidR="00A07BFF" w:rsidRDefault="00A07BFF" w:rsidP="00A07BF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lang w:val="en-US" w:bidi="en-US"/>
        </w:rPr>
      </w:pPr>
      <w:r>
        <w:rPr>
          <w:sz w:val="22"/>
          <w:szCs w:val="22"/>
          <w:lang w:eastAsia="en-AU"/>
        </w:rPr>
        <w:t xml:space="preserve">MSL30118 </w:t>
      </w:r>
      <w:r>
        <w:rPr>
          <w:sz w:val="22"/>
          <w:szCs w:val="22"/>
          <w:lang w:eastAsia="en-AU"/>
        </w:rPr>
        <w:tab/>
        <w:t>Certificate III in Laboratory Skills</w:t>
      </w:r>
      <w:r>
        <w:rPr>
          <w:sz w:val="22"/>
          <w:szCs w:val="22"/>
          <w:lang w:eastAsia="en-AU"/>
        </w:rPr>
        <w:tab/>
      </w:r>
      <w:r>
        <w:rPr>
          <w:sz w:val="22"/>
          <w:szCs w:val="22"/>
          <w:lang w:eastAsia="en-AU"/>
        </w:rPr>
        <w:tab/>
        <w:t xml:space="preserve"> </w:t>
      </w:r>
      <w:r>
        <w:rPr>
          <w:sz w:val="22"/>
          <w:szCs w:val="22"/>
          <w:lang w:eastAsia="en-AU"/>
        </w:rPr>
        <w:tab/>
        <w:t>Release 1</w:t>
      </w:r>
    </w:p>
    <w:p w14:paraId="28272379" w14:textId="77777777" w:rsidR="00A07BFF" w:rsidRDefault="00A07BFF" w:rsidP="00A07BFF">
      <w:pPr>
        <w:tabs>
          <w:tab w:val="clear" w:pos="284"/>
        </w:tabs>
        <w:spacing w:before="0" w:after="0"/>
        <w:rPr>
          <w:lang w:val="en-US" w:bidi="en-US"/>
        </w:rPr>
        <w:sectPr w:rsidR="00A07BFF" w:rsidSect="00A07BFF">
          <w:footerReference w:type="default" r:id="rId11"/>
          <w:type w:val="continuous"/>
          <w:pgSz w:w="11906" w:h="16838"/>
          <w:pgMar w:top="1418" w:right="1418" w:bottom="1418" w:left="1418" w:header="567" w:footer="454" w:gutter="0"/>
          <w:pgNumType w:start="1"/>
          <w:cols w:space="720"/>
        </w:sectPr>
      </w:pPr>
    </w:p>
    <w:p w14:paraId="0138D6FC" w14:textId="77777777" w:rsidR="005A115D" w:rsidRPr="00C14A60" w:rsidRDefault="00092A49" w:rsidP="005A115D">
      <w:pPr>
        <w:pStyle w:val="SmallerText-Black"/>
        <w:tabs>
          <w:tab w:val="left" w:pos="2127"/>
        </w:tabs>
        <w:rPr>
          <w:color w:val="808080" w:themeColor="background1" w:themeShade="80"/>
        </w:rPr>
      </w:pPr>
      <w:r w:rsidRPr="00A47DED">
        <w:lastRenderedPageBreak/>
        <w:t>Version</w:t>
      </w:r>
      <w:r>
        <w:t>:</w:t>
      </w:r>
      <w:r>
        <w:tab/>
      </w:r>
      <w:r w:rsidRPr="00C14A60">
        <w:rPr>
          <w:i/>
          <w:color w:val="808080" w:themeColor="background1" w:themeShade="80"/>
        </w:rPr>
        <w:t>1.0</w:t>
      </w:r>
    </w:p>
    <w:p w14:paraId="0138D6FD" w14:textId="6BB2A255" w:rsidR="005A115D" w:rsidRPr="00867E80" w:rsidRDefault="00092A49" w:rsidP="005A115D">
      <w:pPr>
        <w:pStyle w:val="SmallerText-Black"/>
        <w:tabs>
          <w:tab w:val="left" w:pos="2127"/>
        </w:tabs>
      </w:pPr>
      <w:r>
        <w:t>Date created:</w:t>
      </w:r>
      <w:r>
        <w:tab/>
      </w:r>
      <w:r w:rsidRPr="00C14A60">
        <w:rPr>
          <w:i/>
          <w:color w:val="FF0000"/>
        </w:rPr>
        <w:fldChar w:fldCharType="begin"/>
      </w:r>
      <w:r w:rsidRPr="00C14A60">
        <w:rPr>
          <w:i/>
          <w:color w:val="FF0000"/>
        </w:rPr>
        <w:instrText xml:space="preserve"> CREATEDATE  \@ "d MMMM yyyy"  \* MERGEFORMAT </w:instrText>
      </w:r>
      <w:r w:rsidRPr="00C14A60">
        <w:rPr>
          <w:i/>
          <w:color w:val="FF0000"/>
        </w:rPr>
        <w:fldChar w:fldCharType="separate"/>
      </w:r>
      <w:r>
        <w:rPr>
          <w:i/>
          <w:noProof/>
          <w:color w:val="808080" w:themeColor="background1" w:themeShade="80"/>
        </w:rPr>
        <w:t>1 November</w:t>
      </w:r>
      <w:r w:rsidRPr="005A115D">
        <w:rPr>
          <w:i/>
          <w:noProof/>
          <w:color w:val="808080" w:themeColor="background1" w:themeShade="80"/>
        </w:rPr>
        <w:t xml:space="preserve"> 2018</w:t>
      </w:r>
      <w:r w:rsidRPr="00C14A60">
        <w:rPr>
          <w:i/>
          <w:color w:val="FF0000"/>
        </w:rPr>
        <w:fldChar w:fldCharType="end"/>
      </w:r>
    </w:p>
    <w:p w14:paraId="0138D6FE" w14:textId="159762BF" w:rsidR="005A115D" w:rsidRPr="00867E80" w:rsidRDefault="00092A49" w:rsidP="005A115D">
      <w:pPr>
        <w:pStyle w:val="SmallerText-Black"/>
        <w:tabs>
          <w:tab w:val="left" w:pos="2127"/>
        </w:tabs>
      </w:pPr>
      <w:r>
        <w:t>Date modified:</w:t>
      </w:r>
      <w:r>
        <w:tab/>
      </w:r>
      <w:r w:rsidRPr="00C14A60">
        <w:rPr>
          <w:i/>
          <w:color w:val="FF0000"/>
        </w:rPr>
        <w:fldChar w:fldCharType="begin"/>
      </w:r>
      <w:r w:rsidRPr="00C14A60">
        <w:rPr>
          <w:i/>
          <w:color w:val="FF0000"/>
        </w:rPr>
        <w:instrText xml:space="preserve"> DATE  \@ "dd/MM/yyyy"  \* MERGEFORMAT </w:instrText>
      </w:r>
      <w:r w:rsidRPr="00C14A60">
        <w:rPr>
          <w:i/>
          <w:color w:val="FF0000"/>
        </w:rPr>
        <w:fldChar w:fldCharType="separate"/>
      </w:r>
      <w:r w:rsidR="00E32C87" w:rsidRPr="00E32C87">
        <w:rPr>
          <w:i/>
          <w:noProof/>
          <w:color w:val="808080" w:themeColor="background1" w:themeShade="80"/>
        </w:rPr>
        <w:t>23/04/2019</w:t>
      </w:r>
      <w:r w:rsidRPr="00C14A60">
        <w:rPr>
          <w:i/>
          <w:color w:val="FF0000"/>
        </w:rPr>
        <w:fldChar w:fldCharType="end"/>
      </w:r>
    </w:p>
    <w:p w14:paraId="0138D6FF" w14:textId="77777777" w:rsidR="005A115D" w:rsidRPr="00867E80" w:rsidRDefault="00E32C87" w:rsidP="005A115D">
      <w:pPr>
        <w:pStyle w:val="SmallerText-Black"/>
      </w:pPr>
    </w:p>
    <w:bookmarkEnd w:id="0"/>
    <w:p w14:paraId="0138D700" w14:textId="77777777" w:rsidR="00DF5BED" w:rsidRDefault="00092A49" w:rsidP="00DF5BED">
      <w:r>
        <w:t>For queries, please contact:</w:t>
      </w:r>
    </w:p>
    <w:p w14:paraId="12F2D46C" w14:textId="6820D9F0" w:rsidR="00092A49" w:rsidRPr="00092A49" w:rsidRDefault="00092A49" w:rsidP="00092A49">
      <w:pPr>
        <w:pStyle w:val="SmallerText-Black"/>
        <w:rPr>
          <w:i/>
          <w:color w:val="808080" w:themeColor="background1" w:themeShade="80"/>
        </w:rPr>
      </w:pPr>
      <w:r w:rsidRPr="00092A49">
        <w:rPr>
          <w:i/>
          <w:color w:val="808080" w:themeColor="background1" w:themeShade="80"/>
        </w:rPr>
        <w:t>Innovative Manufacturing, Robotics and Science Skills Point</w:t>
      </w:r>
    </w:p>
    <w:p w14:paraId="0138D702" w14:textId="08CBF134" w:rsidR="00DF5BED" w:rsidRPr="003D7461" w:rsidRDefault="00092A49" w:rsidP="00092A49">
      <w:pPr>
        <w:pStyle w:val="SmallerText-Black"/>
        <w:rPr>
          <w:i/>
          <w:color w:val="808080" w:themeColor="background1" w:themeShade="80"/>
        </w:rPr>
      </w:pPr>
      <w:r w:rsidRPr="00092A49">
        <w:rPr>
          <w:i/>
          <w:color w:val="808080" w:themeColor="background1" w:themeShade="80"/>
        </w:rPr>
        <w:t>TAFE Hamilton Campus</w:t>
      </w:r>
    </w:p>
    <w:p w14:paraId="0138D703" w14:textId="77777777" w:rsidR="00DF5BED" w:rsidRPr="000301F0" w:rsidRDefault="00092A49" w:rsidP="00DF5BED">
      <w:pPr>
        <w:pStyle w:val="SmallerText-Black"/>
        <w:spacing w:before="1440"/>
      </w:pPr>
      <w:r>
        <w:t>© 2018</w:t>
      </w:r>
      <w:r w:rsidRPr="000301F0">
        <w:t xml:space="preserve"> TAFE NSW, Sydney</w:t>
      </w:r>
      <w:r w:rsidRPr="000301F0">
        <w:rPr>
          <w:noProof/>
          <w:lang w:eastAsia="en-AU"/>
        </w:rPr>
        <w:br/>
      </w:r>
      <w:r w:rsidRPr="000301F0">
        <w:t>RTO Provider Number 90003 | CRICOS Provider Code: 00591E</w:t>
      </w:r>
    </w:p>
    <w:p w14:paraId="0138D704" w14:textId="77777777" w:rsidR="00DF5BED" w:rsidRPr="00D23A6C" w:rsidRDefault="00092A49" w:rsidP="00DF5BED">
      <w:pPr>
        <w:pStyle w:val="SmallerText-Black"/>
      </w:pPr>
      <w:r>
        <w:t>This assessment can be found in the</w:t>
      </w:r>
      <w:r w:rsidRPr="00D23A6C">
        <w:t xml:space="preserve">: </w:t>
      </w:r>
      <w:hyperlink r:id="rId12" w:history="1">
        <w:r w:rsidRPr="00C036C0">
          <w:rPr>
            <w:rStyle w:val="Hyperlink"/>
          </w:rPr>
          <w:t>Learning Bank</w:t>
        </w:r>
      </w:hyperlink>
    </w:p>
    <w:p w14:paraId="0138D705" w14:textId="3955EFAD" w:rsidR="00DF5BED" w:rsidRPr="000301F0" w:rsidRDefault="00092A49" w:rsidP="00DF5BED">
      <w:pPr>
        <w:pStyle w:val="SmallerText-Black"/>
      </w:pPr>
      <w:r w:rsidRPr="000301F0">
        <w:t>The contents in this docum</w:t>
      </w:r>
      <w:r>
        <w:t>ent is copyright © TAFE NSW 2018</w:t>
      </w:r>
      <w:r w:rsidRPr="000301F0">
        <w:t xml:space="preserve">, and should not be reproduced without the permission of the TAFE NSW. Information contained in this document is correct at time of printing: </w:t>
      </w:r>
      <w:r w:rsidRPr="000301F0">
        <w:fldChar w:fldCharType="begin"/>
      </w:r>
      <w:r w:rsidRPr="000301F0">
        <w:instrText xml:space="preserve"> DATE  \@ "d MMMM yyyy"  \* MERGEFORMAT </w:instrText>
      </w:r>
      <w:r w:rsidRPr="000301F0">
        <w:fldChar w:fldCharType="separate"/>
      </w:r>
      <w:r w:rsidR="00E32C87">
        <w:rPr>
          <w:noProof/>
        </w:rPr>
        <w:t>23 April 2019</w:t>
      </w:r>
      <w:r w:rsidRPr="000301F0">
        <w:fldChar w:fldCharType="end"/>
      </w:r>
      <w:r w:rsidRPr="000301F0">
        <w:t>. For curren</w:t>
      </w:r>
      <w:bookmarkStart w:id="2" w:name="_GoBack"/>
      <w:bookmarkEnd w:id="2"/>
      <w:r w:rsidRPr="000301F0">
        <w:t>t information please refer to our website</w:t>
      </w:r>
      <w:r>
        <w:t xml:space="preserve"> or your teacher as appropriate</w:t>
      </w:r>
      <w:r w:rsidRPr="000301F0">
        <w:t>.</w:t>
      </w:r>
    </w:p>
    <w:p w14:paraId="0138D706" w14:textId="77777777" w:rsidR="006D4C3B" w:rsidRDefault="00E32C87" w:rsidP="00855665">
      <w:pPr>
        <w:sectPr w:rsidR="006D4C3B" w:rsidSect="00086638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code="9"/>
          <w:pgMar w:top="1418" w:right="1418" w:bottom="1418" w:left="1418" w:header="567" w:footer="454" w:gutter="0"/>
          <w:cols w:space="4253"/>
          <w:vAlign w:val="bottom"/>
          <w:docGrid w:linePitch="360"/>
        </w:sectPr>
      </w:pPr>
    </w:p>
    <w:p w14:paraId="0138D707" w14:textId="77777777" w:rsidR="008A6997" w:rsidRDefault="00092A49" w:rsidP="00CC1742">
      <w:pPr>
        <w:pStyle w:val="Heading2"/>
      </w:pPr>
      <w:r>
        <w:lastRenderedPageBreak/>
        <w:t>A</w:t>
      </w:r>
      <w:r w:rsidRPr="00EA68F5">
        <w:t>ssessment</w:t>
      </w:r>
      <w:r>
        <w:t xml:space="preserve"> instructions</w:t>
      </w:r>
    </w:p>
    <w:p w14:paraId="0138D708" w14:textId="77777777" w:rsidR="00322DEB" w:rsidRDefault="00092A49" w:rsidP="00322DEB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6862FC">
        <w:t>Assessment instructions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Assessment instructions"/>
        <w:tblDescription w:val="Assessment instructions"/>
      </w:tblPr>
      <w:tblGrid>
        <w:gridCol w:w="2405"/>
        <w:gridCol w:w="6655"/>
      </w:tblGrid>
      <w:tr w:rsidR="001A0F51" w14:paraId="0138D70B" w14:textId="77777777" w:rsidTr="4CAD6E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405" w:type="dxa"/>
          </w:tcPr>
          <w:p w14:paraId="0138D709" w14:textId="77777777" w:rsidR="00E2658C" w:rsidRDefault="00092A49" w:rsidP="00E2658C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6655" w:type="dxa"/>
          </w:tcPr>
          <w:p w14:paraId="0138D70A" w14:textId="77777777" w:rsidR="00E2658C" w:rsidRDefault="00092A49" w:rsidP="00EA68F5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1A0F51" w14:paraId="0138D71A" w14:textId="77777777" w:rsidTr="4CAD6EEF">
        <w:tc>
          <w:tcPr>
            <w:tcW w:w="2405" w:type="dxa"/>
            <w:vAlign w:val="top"/>
          </w:tcPr>
          <w:p w14:paraId="0138D70C" w14:textId="77777777" w:rsidR="00E2658C" w:rsidRPr="00B30F8E" w:rsidRDefault="00092A49" w:rsidP="00855665">
            <w:pPr>
              <w:pStyle w:val="Body"/>
              <w:rPr>
                <w:b/>
                <w:sz w:val="22"/>
                <w:szCs w:val="22"/>
              </w:rPr>
            </w:pPr>
            <w:r w:rsidRPr="00B30F8E">
              <w:rPr>
                <w:b/>
                <w:sz w:val="22"/>
                <w:szCs w:val="22"/>
              </w:rPr>
              <w:t>Instructions for the trainer and assessor</w:t>
            </w:r>
          </w:p>
        </w:tc>
        <w:tc>
          <w:tcPr>
            <w:tcW w:w="6655" w:type="dxa"/>
            <w:vAlign w:val="top"/>
          </w:tcPr>
          <w:p w14:paraId="0138D70D" w14:textId="77777777" w:rsidR="00C35347" w:rsidRPr="00B30F8E" w:rsidRDefault="00092A49" w:rsidP="00855665">
            <w:pPr>
              <w:pStyle w:val="Body"/>
              <w:rPr>
                <w:sz w:val="22"/>
                <w:szCs w:val="22"/>
              </w:rPr>
            </w:pPr>
            <w:r w:rsidRPr="00B30F8E">
              <w:rPr>
                <w:sz w:val="22"/>
                <w:szCs w:val="22"/>
                <w:lang w:eastAsia="en-AU"/>
              </w:rPr>
              <w:t>This is a written assessment and will be assessing the student on their knowledge of the unit.</w:t>
            </w:r>
          </w:p>
          <w:p w14:paraId="6BB59AC0" w14:textId="51A446CD" w:rsidR="00980779" w:rsidRDefault="00980779" w:rsidP="00980779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This assessment has 1</w:t>
            </w:r>
            <w:r w:rsidR="00E7588C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questions.</w:t>
            </w:r>
            <w:r w:rsidR="00233C22">
              <w:rPr>
                <w:sz w:val="22"/>
                <w:szCs w:val="22"/>
              </w:rPr>
              <w:t xml:space="preserve"> </w:t>
            </w:r>
            <w:r w:rsidR="00344D65">
              <w:rPr>
                <w:sz w:val="22"/>
                <w:szCs w:val="22"/>
              </w:rPr>
              <w:t>It is to be conducted as a supervised open book test. Students are able to bring the Student Workbook into the test but no other information resources.</w:t>
            </w:r>
            <w:r w:rsidR="00233C22">
              <w:rPr>
                <w:sz w:val="22"/>
                <w:szCs w:val="22"/>
              </w:rPr>
              <w:t xml:space="preserve"> </w:t>
            </w:r>
          </w:p>
          <w:p w14:paraId="0138D714" w14:textId="77777777" w:rsidR="00AD6668" w:rsidRPr="00B30F8E" w:rsidRDefault="00092A49" w:rsidP="00855665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Model answers</w:t>
            </w:r>
            <w:r>
              <w:rPr>
                <w:sz w:val="22"/>
                <w:szCs w:val="22"/>
                <w:lang w:eastAsia="en-AU"/>
              </w:rPr>
              <w:t xml:space="preserve">, sample responses or a </w:t>
            </w:r>
            <w:r w:rsidRPr="00B30F8E">
              <w:rPr>
                <w:sz w:val="22"/>
                <w:szCs w:val="22"/>
                <w:lang w:eastAsia="en-AU"/>
              </w:rPr>
              <w:t>criteria for ea</w:t>
            </w:r>
            <w:r>
              <w:rPr>
                <w:sz w:val="22"/>
                <w:szCs w:val="22"/>
                <w:lang w:eastAsia="en-AU"/>
              </w:rPr>
              <w:t>ch question are provided below.</w:t>
            </w:r>
          </w:p>
          <w:p w14:paraId="0138D715" w14:textId="77777777" w:rsidR="00AD6668" w:rsidRDefault="00092A49" w:rsidP="00855665">
            <w:pPr>
              <w:pStyle w:val="Body"/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Use these to support your judgement when determining a satisfactory result</w:t>
            </w:r>
            <w:r>
              <w:rPr>
                <w:sz w:val="22"/>
                <w:szCs w:val="22"/>
                <w:lang w:eastAsia="en-AU"/>
              </w:rPr>
              <w:t>.</w:t>
            </w:r>
          </w:p>
          <w:p w14:paraId="0138D716" w14:textId="77777777" w:rsidR="005D782B" w:rsidRPr="00210A7E" w:rsidRDefault="00092A49" w:rsidP="00855665">
            <w:pPr>
              <w:pStyle w:val="Body"/>
              <w:rPr>
                <w:sz w:val="22"/>
                <w:szCs w:val="22"/>
                <w:lang w:eastAsia="en-AU"/>
              </w:rPr>
            </w:pPr>
            <w:r w:rsidRPr="00210A7E">
              <w:rPr>
                <w:sz w:val="22"/>
                <w:szCs w:val="22"/>
                <w:lang w:eastAsia="en-AU"/>
              </w:rPr>
              <w:t xml:space="preserve">The </w:t>
            </w:r>
            <w:r>
              <w:rPr>
                <w:sz w:val="22"/>
                <w:szCs w:val="22"/>
                <w:lang w:eastAsia="en-AU"/>
              </w:rPr>
              <w:t>student</w:t>
            </w:r>
            <w:r w:rsidRPr="00210A7E">
              <w:rPr>
                <w:sz w:val="22"/>
                <w:szCs w:val="22"/>
                <w:lang w:eastAsia="en-AU"/>
              </w:rPr>
              <w:t>’s response to each question must contain the information indicated in this marking guide in order for their response to be correct.</w:t>
            </w:r>
            <w:r>
              <w:rPr>
                <w:sz w:val="22"/>
                <w:szCs w:val="22"/>
                <w:lang w:eastAsia="en-AU"/>
              </w:rPr>
              <w:t xml:space="preserve"> However, if a student provides information other than indicated below, and in the professional opinion of the assessor it is appropriate and meets the intent of the question, it may be considered correct.</w:t>
            </w:r>
          </w:p>
          <w:p w14:paraId="0138D717" w14:textId="77777777" w:rsidR="005D782B" w:rsidRDefault="00092A49" w:rsidP="00855665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The assessment feedback page must be signed by both the student and the assessor so the student displays that they have received, understood and accepted the feedback.</w:t>
            </w:r>
          </w:p>
          <w:p w14:paraId="0138D718" w14:textId="557B000F" w:rsidR="00F076A9" w:rsidRDefault="00677DC8" w:rsidP="00855665">
            <w:pPr>
              <w:pStyle w:val="Body"/>
              <w:rPr>
                <w:sz w:val="22"/>
                <w:szCs w:val="22"/>
                <w:lang w:eastAsia="en-AU"/>
              </w:rPr>
            </w:pPr>
            <w:r w:rsidRPr="00677DC8">
              <w:rPr>
                <w:sz w:val="22"/>
                <w:szCs w:val="22"/>
                <w:lang w:eastAsia="en-AU"/>
              </w:rPr>
              <w:t>Arrange a time for each student to view their marked tests and the assessor feedback. Assessors are to retain all tests after students have viewed their results. Students to not keep a copy of their completed test.</w:t>
            </w:r>
          </w:p>
          <w:p w14:paraId="0138D719" w14:textId="77777777" w:rsidR="005D782B" w:rsidRPr="00B30F8E" w:rsidRDefault="00092A49" w:rsidP="00855665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Ensure the students name appears on the bottom of each page of the submitted assessment.</w:t>
            </w:r>
          </w:p>
        </w:tc>
      </w:tr>
      <w:tr w:rsidR="001A0F51" w14:paraId="0138D72E" w14:textId="77777777" w:rsidTr="4CAD6EEF">
        <w:tc>
          <w:tcPr>
            <w:tcW w:w="2405" w:type="dxa"/>
            <w:vAlign w:val="top"/>
          </w:tcPr>
          <w:p w14:paraId="0138D71B" w14:textId="77777777" w:rsidR="00E2658C" w:rsidRPr="00B30F8E" w:rsidRDefault="00092A49" w:rsidP="00855665">
            <w:pPr>
              <w:pStyle w:val="Body"/>
              <w:rPr>
                <w:b/>
                <w:sz w:val="22"/>
                <w:szCs w:val="22"/>
              </w:rPr>
            </w:pPr>
            <w:r w:rsidRPr="00B30F8E">
              <w:rPr>
                <w:b/>
                <w:sz w:val="22"/>
                <w:szCs w:val="22"/>
              </w:rPr>
              <w:lastRenderedPageBreak/>
              <w:t>About this marking guide</w:t>
            </w:r>
          </w:p>
        </w:tc>
        <w:tc>
          <w:tcPr>
            <w:tcW w:w="6655" w:type="dxa"/>
            <w:vAlign w:val="top"/>
          </w:tcPr>
          <w:p w14:paraId="0138D71C" w14:textId="77777777" w:rsidR="00CF57A1" w:rsidRPr="00B30F8E" w:rsidRDefault="00092A49" w:rsidP="00855665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The student’s response to each question must contain the information indicated in this marking guide in order fo</w:t>
            </w:r>
            <w:r>
              <w:rPr>
                <w:sz w:val="22"/>
                <w:szCs w:val="22"/>
                <w:lang w:eastAsia="en-AU"/>
              </w:rPr>
              <w:t>r their response to be correct.</w:t>
            </w:r>
          </w:p>
          <w:p w14:paraId="0138D71D" w14:textId="77777777" w:rsidR="00CF57A1" w:rsidRPr="00B30F8E" w:rsidRDefault="00092A49" w:rsidP="00855665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All questions must be answered correctly in order to satisfactorily complete this assessment event.</w:t>
            </w:r>
          </w:p>
          <w:p w14:paraId="0138D71E" w14:textId="77777777" w:rsidR="00AD6668" w:rsidRPr="00B30F8E" w:rsidRDefault="00092A49" w:rsidP="00855665">
            <w:pPr>
              <w:rPr>
                <w:rFonts w:cs="Arial"/>
                <w:sz w:val="22"/>
                <w:szCs w:val="22"/>
                <w:lang w:val="en-GB" w:eastAsia="en-AU"/>
              </w:rPr>
            </w:pPr>
            <w:r w:rsidRPr="00B30F8E">
              <w:rPr>
                <w:rFonts w:cs="Arial"/>
                <w:sz w:val="22"/>
                <w:szCs w:val="22"/>
                <w:lang w:val="en-GB" w:eastAsia="en-AU"/>
              </w:rPr>
              <w:t>Assessors will need to make a judgement call as to whether each answer/response meets the criteria based upon the:</w:t>
            </w:r>
          </w:p>
          <w:p w14:paraId="0138D71F" w14:textId="77777777" w:rsidR="00AD6668" w:rsidRPr="00B30F8E" w:rsidRDefault="00092A49" w:rsidP="00855665">
            <w:pPr>
              <w:numPr>
                <w:ilvl w:val="0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Rules of E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vidence:</w:t>
            </w:r>
          </w:p>
          <w:p w14:paraId="0138D720" w14:textId="77777777" w:rsidR="00AD6668" w:rsidRPr="00B30F8E" w:rsidRDefault="00092A49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alidity – does the answer address the assessment question and does the evidence reflect the four dimensions of competency?</w:t>
            </w:r>
          </w:p>
          <w:p w14:paraId="0138D721" w14:textId="77777777" w:rsidR="00AD6668" w:rsidRPr="00B30F8E" w:rsidRDefault="00092A49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S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ufficiency – is the answer sufficient in terms of length and depth?</w:t>
            </w:r>
          </w:p>
          <w:p w14:paraId="0138D722" w14:textId="77777777" w:rsidR="00AD6668" w:rsidRPr="00B30F8E" w:rsidRDefault="00092A49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urrency – has the work been done so recently as to be current?</w:t>
            </w:r>
          </w:p>
          <w:p w14:paraId="0138D723" w14:textId="77777777" w:rsidR="00C35347" w:rsidRDefault="00092A49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A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uthenticity – is this work the student’s own authentic work?</w:t>
            </w:r>
          </w:p>
          <w:p w14:paraId="0138D724" w14:textId="77777777" w:rsidR="00AC4F35" w:rsidRDefault="00092A49" w:rsidP="00855665">
            <w:pPr>
              <w:numPr>
                <w:ilvl w:val="0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Principles of Assessment:</w:t>
            </w:r>
          </w:p>
          <w:p w14:paraId="0138D725" w14:textId="77777777" w:rsidR="00AC4F35" w:rsidRDefault="00092A49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Fairness – individual student’s needs are considered in the assessment process</w:t>
            </w:r>
          </w:p>
          <w:p w14:paraId="0138D726" w14:textId="77777777" w:rsidR="00AC4F35" w:rsidRDefault="00092A49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 xml:space="preserve">Flexibility – assessment is flexible to the individual student </w:t>
            </w:r>
          </w:p>
          <w:p w14:paraId="0138D727" w14:textId="77777777" w:rsidR="00AC4F35" w:rsidRDefault="00092A49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Validity – any assessment decision is justified, based on the evidence of performance of the student</w:t>
            </w:r>
          </w:p>
          <w:p w14:paraId="0138D728" w14:textId="77777777" w:rsidR="00AC4F35" w:rsidRDefault="00092A49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Reliability – evidence presented for assessment is consistently interpreted and assessment results are comparable irrespective of the assessor conducting the assessment</w:t>
            </w:r>
          </w:p>
          <w:p w14:paraId="0138D729" w14:textId="77777777" w:rsidR="00AC4F35" w:rsidRDefault="00092A49" w:rsidP="00855665">
            <w:pPr>
              <w:numPr>
                <w:ilvl w:val="0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Dimensions of competency</w:t>
            </w:r>
          </w:p>
          <w:p w14:paraId="0138D72A" w14:textId="77777777" w:rsidR="00AC4F35" w:rsidRDefault="00092A49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skills</w:t>
            </w:r>
          </w:p>
          <w:p w14:paraId="0138D72B" w14:textId="77777777" w:rsidR="00AC4F35" w:rsidRDefault="00092A49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Management Skills</w:t>
            </w:r>
          </w:p>
          <w:p w14:paraId="0138D72C" w14:textId="77777777" w:rsidR="00AC4F35" w:rsidRDefault="00092A49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Contingency Planning Skills</w:t>
            </w:r>
          </w:p>
          <w:p w14:paraId="0138D72D" w14:textId="77777777" w:rsidR="00AC4F35" w:rsidRPr="00B30F8E" w:rsidRDefault="00092A49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Job Role Environment Skills</w:t>
            </w:r>
          </w:p>
        </w:tc>
      </w:tr>
      <w:tr w:rsidR="001A0F51" w14:paraId="0138D732" w14:textId="77777777" w:rsidTr="4CAD6EEF">
        <w:tc>
          <w:tcPr>
            <w:tcW w:w="2405" w:type="dxa"/>
            <w:vAlign w:val="top"/>
          </w:tcPr>
          <w:p w14:paraId="0138D72F" w14:textId="77777777" w:rsidR="008F5F37" w:rsidRPr="002E7A2C" w:rsidRDefault="00092A49" w:rsidP="00855665">
            <w:pPr>
              <w:pStyle w:val="Body"/>
              <w:rPr>
                <w:b/>
                <w:sz w:val="22"/>
                <w:szCs w:val="22"/>
                <w:highlight w:val="yellow"/>
              </w:rPr>
            </w:pPr>
            <w:r w:rsidRPr="0067653D">
              <w:rPr>
                <w:b/>
                <w:sz w:val="22"/>
                <w:szCs w:val="22"/>
              </w:rPr>
              <w:t>Student must provide</w:t>
            </w:r>
          </w:p>
        </w:tc>
        <w:tc>
          <w:tcPr>
            <w:tcW w:w="6655" w:type="dxa"/>
            <w:vAlign w:val="top"/>
          </w:tcPr>
          <w:p w14:paraId="0138D731" w14:textId="20559327" w:rsidR="00404341" w:rsidRPr="000E37D3" w:rsidRDefault="008B1394" w:rsidP="008D7FF7">
            <w:pPr>
              <w:rPr>
                <w:sz w:val="22"/>
                <w:szCs w:val="22"/>
                <w:highlight w:val="yellow"/>
                <w:lang w:eastAsia="en-AU"/>
              </w:rPr>
            </w:pPr>
            <w:r>
              <w:rPr>
                <w:sz w:val="22"/>
                <w:szCs w:val="22"/>
              </w:rPr>
              <w:t xml:space="preserve">Students must provide </w:t>
            </w:r>
            <w:r w:rsidR="008D7FF7">
              <w:rPr>
                <w:sz w:val="22"/>
                <w:szCs w:val="22"/>
              </w:rPr>
              <w:t>pen/s, calculator and their Student Workbook</w:t>
            </w:r>
            <w:r>
              <w:rPr>
                <w:sz w:val="22"/>
                <w:szCs w:val="22"/>
              </w:rPr>
              <w:t>.</w:t>
            </w:r>
          </w:p>
        </w:tc>
      </w:tr>
      <w:tr w:rsidR="001A0F51" w14:paraId="0138D736" w14:textId="77777777" w:rsidTr="4CAD6EEF">
        <w:tc>
          <w:tcPr>
            <w:tcW w:w="2405" w:type="dxa"/>
            <w:vAlign w:val="top"/>
          </w:tcPr>
          <w:p w14:paraId="0138D733" w14:textId="77777777" w:rsidR="008F5F37" w:rsidRPr="002E7A2C" w:rsidRDefault="00092A49" w:rsidP="00855665">
            <w:pPr>
              <w:pStyle w:val="Body"/>
              <w:rPr>
                <w:b/>
                <w:sz w:val="22"/>
                <w:szCs w:val="22"/>
                <w:highlight w:val="yellow"/>
              </w:rPr>
            </w:pPr>
            <w:r w:rsidRPr="0067653D">
              <w:rPr>
                <w:b/>
                <w:sz w:val="22"/>
                <w:szCs w:val="22"/>
              </w:rPr>
              <w:t>Assessor must provide</w:t>
            </w:r>
          </w:p>
        </w:tc>
        <w:tc>
          <w:tcPr>
            <w:tcW w:w="6655" w:type="dxa"/>
            <w:vAlign w:val="top"/>
          </w:tcPr>
          <w:p w14:paraId="0138D735" w14:textId="10916C10" w:rsidR="00404341" w:rsidRPr="00B076A7" w:rsidRDefault="4CAD6EEF" w:rsidP="4CAD6EEF">
            <w:pPr>
              <w:pStyle w:val="Body"/>
              <w:rPr>
                <w:i/>
                <w:iCs/>
                <w:sz w:val="22"/>
                <w:szCs w:val="22"/>
                <w:highlight w:val="yellow"/>
                <w:lang w:eastAsia="en-AU"/>
              </w:rPr>
            </w:pPr>
            <w:r w:rsidRPr="4CAD6EEF">
              <w:rPr>
                <w:sz w:val="22"/>
                <w:szCs w:val="22"/>
                <w:lang w:eastAsia="en-AU"/>
              </w:rPr>
              <w:t xml:space="preserve">One copy of the assessment task per student, filename MSL924003_AE_Kn_3of7. </w:t>
            </w:r>
          </w:p>
        </w:tc>
      </w:tr>
      <w:tr w:rsidR="001A0F51" w14:paraId="0138D739" w14:textId="77777777" w:rsidTr="4CAD6EEF">
        <w:tc>
          <w:tcPr>
            <w:tcW w:w="2405" w:type="dxa"/>
            <w:vAlign w:val="top"/>
          </w:tcPr>
          <w:p w14:paraId="0138D737" w14:textId="77777777" w:rsidR="0067653D" w:rsidRPr="0067653D" w:rsidRDefault="00092A49" w:rsidP="00855665">
            <w:pPr>
              <w:pStyle w:val="Body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Time allowed</w:t>
            </w:r>
          </w:p>
        </w:tc>
        <w:tc>
          <w:tcPr>
            <w:tcW w:w="6655" w:type="dxa"/>
            <w:vAlign w:val="top"/>
          </w:tcPr>
          <w:p w14:paraId="0138D738" w14:textId="452D7E3B" w:rsidR="0067653D" w:rsidRPr="00B076A7" w:rsidRDefault="00FF6024" w:rsidP="00855665">
            <w:pPr>
              <w:rPr>
                <w:i/>
                <w:color w:val="808080" w:themeColor="background1" w:themeShade="80"/>
                <w:sz w:val="22"/>
                <w:szCs w:val="22"/>
                <w:highlight w:val="yellow"/>
                <w:lang w:eastAsia="en-AU"/>
              </w:rPr>
            </w:pPr>
            <w:r w:rsidRPr="00B076A7">
              <w:rPr>
                <w:sz w:val="22"/>
                <w:szCs w:val="22"/>
                <w:lang w:eastAsia="en-AU"/>
              </w:rPr>
              <w:t>2</w:t>
            </w:r>
            <w:r w:rsidR="008B1394" w:rsidRPr="00B076A7">
              <w:rPr>
                <w:sz w:val="22"/>
                <w:szCs w:val="22"/>
                <w:lang w:eastAsia="en-AU"/>
              </w:rPr>
              <w:t xml:space="preserve"> hour</w:t>
            </w:r>
            <w:r w:rsidRPr="00B076A7">
              <w:rPr>
                <w:sz w:val="22"/>
                <w:szCs w:val="22"/>
                <w:lang w:eastAsia="en-AU"/>
              </w:rPr>
              <w:t>s</w:t>
            </w:r>
          </w:p>
        </w:tc>
      </w:tr>
    </w:tbl>
    <w:p w14:paraId="0138D73B" w14:textId="77777777" w:rsidR="007E6E99" w:rsidRDefault="00092A49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2D739F"/>
          <w:kern w:val="22"/>
          <w:sz w:val="32"/>
          <w:szCs w:val="32"/>
          <w:lang w:eastAsia="en-AU"/>
        </w:rPr>
      </w:pPr>
      <w:r>
        <w:br w:type="page"/>
      </w:r>
    </w:p>
    <w:p w14:paraId="3192CD17" w14:textId="11F8568F" w:rsidR="000E37D3" w:rsidRDefault="006A378A" w:rsidP="000E37D3">
      <w:pPr>
        <w:pStyle w:val="Heading2"/>
      </w:pPr>
      <w:r>
        <w:lastRenderedPageBreak/>
        <w:t>Short answer</w:t>
      </w:r>
    </w:p>
    <w:p w14:paraId="67D2B48F" w14:textId="77777777" w:rsidR="000E37D3" w:rsidRDefault="000E37D3" w:rsidP="000E37D3">
      <w:pPr>
        <w:numPr>
          <w:ilvl w:val="0"/>
          <w:numId w:val="36"/>
        </w:numPr>
        <w:tabs>
          <w:tab w:val="clear" w:pos="284"/>
          <w:tab w:val="left" w:pos="720"/>
        </w:tabs>
        <w:spacing w:before="240" w:after="240" w:line="240" w:lineRule="auto"/>
        <w:ind w:left="357" w:hanging="357"/>
        <w:rPr>
          <w:sz w:val="22"/>
          <w:szCs w:val="22"/>
        </w:rPr>
      </w:pPr>
      <w:r>
        <w:rPr>
          <w:b/>
          <w:sz w:val="22"/>
          <w:szCs w:val="22"/>
        </w:rPr>
        <w:t>Round off</w:t>
      </w:r>
      <w:r>
        <w:rPr>
          <w:sz w:val="22"/>
          <w:szCs w:val="22"/>
        </w:rPr>
        <w:t xml:space="preserve"> the </w:t>
      </w:r>
      <w:r>
        <w:rPr>
          <w:i/>
          <w:sz w:val="22"/>
          <w:szCs w:val="22"/>
        </w:rPr>
        <w:t>problem</w:t>
      </w:r>
      <w:r>
        <w:rPr>
          <w:sz w:val="22"/>
          <w:szCs w:val="22"/>
        </w:rPr>
        <w:t xml:space="preserve"> values in the table below correct to the nearest figure shown in the </w:t>
      </w:r>
      <w:r>
        <w:rPr>
          <w:i/>
          <w:sz w:val="22"/>
          <w:szCs w:val="22"/>
        </w:rPr>
        <w:t>criteria</w:t>
      </w:r>
      <w:r>
        <w:rPr>
          <w:sz w:val="22"/>
          <w:szCs w:val="22"/>
        </w:rPr>
        <w:t xml:space="preserve"> column. Record your answer in the </w:t>
      </w:r>
      <w:r>
        <w:rPr>
          <w:i/>
          <w:sz w:val="22"/>
          <w:szCs w:val="22"/>
        </w:rPr>
        <w:t>Answer</w:t>
      </w:r>
      <w:r>
        <w:rPr>
          <w:sz w:val="22"/>
          <w:szCs w:val="22"/>
        </w:rPr>
        <w:t xml:space="preserve"> column.</w:t>
      </w:r>
    </w:p>
    <w:p w14:paraId="1965BD8D" w14:textId="77777777" w:rsidR="000E37D3" w:rsidRDefault="000E37D3" w:rsidP="000E37D3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  <w:r>
        <w:t xml:space="preserve"> rounding off questions</w:t>
      </w:r>
    </w:p>
    <w:tbl>
      <w:tblPr>
        <w:tblStyle w:val="TableGrid"/>
        <w:tblW w:w="3987" w:type="pct"/>
        <w:jc w:val="center"/>
        <w:tblLook w:val="04A0" w:firstRow="1" w:lastRow="0" w:firstColumn="1" w:lastColumn="0" w:noHBand="0" w:noVBand="1"/>
      </w:tblPr>
      <w:tblGrid>
        <w:gridCol w:w="1195"/>
        <w:gridCol w:w="1428"/>
        <w:gridCol w:w="2228"/>
        <w:gridCol w:w="2373"/>
      </w:tblGrid>
      <w:tr w:rsidR="00D71449" w14:paraId="731573FB" w14:textId="77777777" w:rsidTr="00D714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119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F257767" w14:textId="77777777" w:rsidR="00D71449" w:rsidRDefault="00D714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Question</w:t>
            </w:r>
          </w:p>
        </w:tc>
        <w:tc>
          <w:tcPr>
            <w:tcW w:w="142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B629891" w14:textId="77777777" w:rsidR="00D71449" w:rsidRDefault="00D714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Problem</w:t>
            </w:r>
          </w:p>
        </w:tc>
        <w:tc>
          <w:tcPr>
            <w:tcW w:w="222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083A6C0" w14:textId="77777777" w:rsidR="00D71449" w:rsidRDefault="00D714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Criteria</w:t>
            </w:r>
          </w:p>
        </w:tc>
        <w:tc>
          <w:tcPr>
            <w:tcW w:w="237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5A0F6CE" w14:textId="77777777" w:rsidR="00D71449" w:rsidRDefault="00D714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Answer</w:t>
            </w:r>
          </w:p>
        </w:tc>
      </w:tr>
      <w:tr w:rsidR="00D71449" w14:paraId="6B06ACD2" w14:textId="77777777" w:rsidTr="00D71449">
        <w:trPr>
          <w:trHeight w:val="737"/>
          <w:jc w:val="center"/>
        </w:trPr>
        <w:tc>
          <w:tcPr>
            <w:tcW w:w="119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0F607E" w14:textId="77777777" w:rsidR="00D71449" w:rsidRDefault="00D71449" w:rsidP="00773FD7">
            <w:pPr>
              <w:rPr>
                <w:sz w:val="22"/>
                <w:szCs w:val="22"/>
              </w:rPr>
            </w:pPr>
            <w:r>
              <w:rPr>
                <w:sz w:val="22"/>
              </w:rPr>
              <w:t>a)</w:t>
            </w:r>
          </w:p>
        </w:tc>
        <w:tc>
          <w:tcPr>
            <w:tcW w:w="142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DF5826F" w14:textId="77777777" w:rsidR="00D71449" w:rsidRDefault="00D71449" w:rsidP="00773FD7">
            <w:pPr>
              <w:rPr>
                <w:sz w:val="22"/>
              </w:rPr>
            </w:pPr>
            <w:r>
              <w:rPr>
                <w:sz w:val="22"/>
              </w:rPr>
              <w:t>0.003682</w:t>
            </w:r>
          </w:p>
        </w:tc>
        <w:tc>
          <w:tcPr>
            <w:tcW w:w="222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E99D329" w14:textId="77777777" w:rsidR="00D71449" w:rsidRDefault="00D71449" w:rsidP="00773FD7">
            <w:pPr>
              <w:rPr>
                <w:sz w:val="22"/>
              </w:rPr>
            </w:pPr>
            <w:r>
              <w:rPr>
                <w:sz w:val="22"/>
              </w:rPr>
              <w:t>4 decimal places</w:t>
            </w:r>
          </w:p>
        </w:tc>
        <w:tc>
          <w:tcPr>
            <w:tcW w:w="237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E46A907" w14:textId="137B52B3" w:rsidR="00D71449" w:rsidRDefault="00D71449" w:rsidP="00773FD7">
            <w:pPr>
              <w:rPr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</w:rPr>
              <w:t>0.0037</w:t>
            </w:r>
          </w:p>
        </w:tc>
      </w:tr>
      <w:tr w:rsidR="00D71449" w14:paraId="4F25C95E" w14:textId="77777777" w:rsidTr="00D71449">
        <w:trPr>
          <w:trHeight w:val="737"/>
          <w:jc w:val="center"/>
        </w:trPr>
        <w:tc>
          <w:tcPr>
            <w:tcW w:w="119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A20E102" w14:textId="77777777" w:rsidR="00D71449" w:rsidRDefault="00D71449" w:rsidP="00773FD7">
            <w:pPr>
              <w:rPr>
                <w:sz w:val="22"/>
              </w:rPr>
            </w:pPr>
            <w:r>
              <w:rPr>
                <w:sz w:val="22"/>
              </w:rPr>
              <w:t>b)</w:t>
            </w:r>
          </w:p>
        </w:tc>
        <w:tc>
          <w:tcPr>
            <w:tcW w:w="142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A64F925" w14:textId="77777777" w:rsidR="00D71449" w:rsidRDefault="00D71449" w:rsidP="00773FD7">
            <w:pPr>
              <w:rPr>
                <w:sz w:val="22"/>
              </w:rPr>
            </w:pPr>
            <w:r>
              <w:rPr>
                <w:sz w:val="22"/>
              </w:rPr>
              <w:t>5.20196</w:t>
            </w:r>
          </w:p>
        </w:tc>
        <w:tc>
          <w:tcPr>
            <w:tcW w:w="222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EB6DE2D" w14:textId="77777777" w:rsidR="00D71449" w:rsidRDefault="00D71449" w:rsidP="00773FD7">
            <w:pPr>
              <w:rPr>
                <w:sz w:val="22"/>
              </w:rPr>
            </w:pPr>
            <w:r>
              <w:rPr>
                <w:sz w:val="22"/>
              </w:rPr>
              <w:t>2 decimal places</w:t>
            </w:r>
          </w:p>
        </w:tc>
        <w:tc>
          <w:tcPr>
            <w:tcW w:w="237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876471A" w14:textId="7D2057D8" w:rsidR="00D71449" w:rsidRDefault="00D71449" w:rsidP="00773FD7">
            <w:pPr>
              <w:rPr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</w:rPr>
              <w:t>5.20</w:t>
            </w:r>
          </w:p>
        </w:tc>
      </w:tr>
      <w:tr w:rsidR="00D71449" w14:paraId="053899C3" w14:textId="77777777" w:rsidTr="00D71449">
        <w:trPr>
          <w:trHeight w:val="737"/>
          <w:jc w:val="center"/>
        </w:trPr>
        <w:tc>
          <w:tcPr>
            <w:tcW w:w="119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7AAEE64" w14:textId="77777777" w:rsidR="00D71449" w:rsidRDefault="00D71449" w:rsidP="00773FD7">
            <w:pPr>
              <w:rPr>
                <w:sz w:val="22"/>
              </w:rPr>
            </w:pPr>
            <w:r>
              <w:rPr>
                <w:sz w:val="22"/>
              </w:rPr>
              <w:t>c)</w:t>
            </w:r>
          </w:p>
        </w:tc>
        <w:tc>
          <w:tcPr>
            <w:tcW w:w="142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3886AF6" w14:textId="77777777" w:rsidR="00D71449" w:rsidRDefault="00D71449" w:rsidP="00773FD7">
            <w:pPr>
              <w:rPr>
                <w:sz w:val="22"/>
              </w:rPr>
            </w:pPr>
            <w:r>
              <w:rPr>
                <w:sz w:val="22"/>
              </w:rPr>
              <w:t>463.9</w:t>
            </w:r>
          </w:p>
        </w:tc>
        <w:tc>
          <w:tcPr>
            <w:tcW w:w="222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37C4A4A" w14:textId="77777777" w:rsidR="00D71449" w:rsidRDefault="00D71449" w:rsidP="00773FD7">
            <w:pPr>
              <w:rPr>
                <w:sz w:val="22"/>
              </w:rPr>
            </w:pPr>
            <w:r>
              <w:rPr>
                <w:sz w:val="22"/>
              </w:rPr>
              <w:t>Round to tens</w:t>
            </w:r>
          </w:p>
        </w:tc>
        <w:tc>
          <w:tcPr>
            <w:tcW w:w="237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23ADA83" w14:textId="5CD6E9DC" w:rsidR="00D71449" w:rsidRDefault="00D71449" w:rsidP="00773FD7">
            <w:pPr>
              <w:rPr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</w:rPr>
              <w:t>460</w:t>
            </w:r>
          </w:p>
        </w:tc>
      </w:tr>
      <w:tr w:rsidR="00D71449" w14:paraId="65E3BDBE" w14:textId="77777777" w:rsidTr="00D71449">
        <w:trPr>
          <w:trHeight w:val="737"/>
          <w:jc w:val="center"/>
        </w:trPr>
        <w:tc>
          <w:tcPr>
            <w:tcW w:w="119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76F764D" w14:textId="77777777" w:rsidR="00D71449" w:rsidRDefault="00D71449" w:rsidP="00773FD7">
            <w:pPr>
              <w:rPr>
                <w:sz w:val="22"/>
              </w:rPr>
            </w:pPr>
            <w:r>
              <w:rPr>
                <w:sz w:val="22"/>
              </w:rPr>
              <w:t>d)</w:t>
            </w:r>
          </w:p>
        </w:tc>
        <w:tc>
          <w:tcPr>
            <w:tcW w:w="142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A1A451C" w14:textId="77777777" w:rsidR="00D71449" w:rsidRDefault="00D71449" w:rsidP="00773FD7">
            <w:pPr>
              <w:rPr>
                <w:sz w:val="22"/>
              </w:rPr>
            </w:pPr>
            <w:r>
              <w:rPr>
                <w:sz w:val="22"/>
              </w:rPr>
              <w:t>8,420</w:t>
            </w:r>
          </w:p>
        </w:tc>
        <w:tc>
          <w:tcPr>
            <w:tcW w:w="222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CDA148C" w14:textId="77777777" w:rsidR="00D71449" w:rsidRDefault="00D71449" w:rsidP="00773FD7">
            <w:pPr>
              <w:rPr>
                <w:sz w:val="22"/>
              </w:rPr>
            </w:pPr>
            <w:r>
              <w:rPr>
                <w:sz w:val="22"/>
              </w:rPr>
              <w:t>to nearest 100</w:t>
            </w:r>
          </w:p>
        </w:tc>
        <w:tc>
          <w:tcPr>
            <w:tcW w:w="237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552FC5F" w14:textId="3BD68872" w:rsidR="00D71449" w:rsidRDefault="00D71449" w:rsidP="00773FD7">
            <w:pPr>
              <w:rPr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</w:rPr>
              <w:t>8400</w:t>
            </w:r>
          </w:p>
        </w:tc>
      </w:tr>
      <w:tr w:rsidR="00D71449" w14:paraId="218055A0" w14:textId="77777777" w:rsidTr="00D71449">
        <w:trPr>
          <w:trHeight w:val="737"/>
          <w:jc w:val="center"/>
        </w:trPr>
        <w:tc>
          <w:tcPr>
            <w:tcW w:w="119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CF32273" w14:textId="77777777" w:rsidR="00D71449" w:rsidRDefault="00D71449" w:rsidP="00773FD7">
            <w:pPr>
              <w:rPr>
                <w:sz w:val="22"/>
              </w:rPr>
            </w:pPr>
            <w:r>
              <w:rPr>
                <w:sz w:val="22"/>
              </w:rPr>
              <w:t>e)</w:t>
            </w:r>
          </w:p>
        </w:tc>
        <w:tc>
          <w:tcPr>
            <w:tcW w:w="142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67D7C5B" w14:textId="77777777" w:rsidR="00D71449" w:rsidRDefault="00D71449" w:rsidP="00773FD7">
            <w:pPr>
              <w:rPr>
                <w:sz w:val="22"/>
              </w:rPr>
            </w:pPr>
            <w:r>
              <w:rPr>
                <w:sz w:val="22"/>
              </w:rPr>
              <w:t>68,420</w:t>
            </w:r>
          </w:p>
        </w:tc>
        <w:tc>
          <w:tcPr>
            <w:tcW w:w="222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7187C29" w14:textId="77777777" w:rsidR="00D71449" w:rsidRDefault="00D71449" w:rsidP="00773FD7">
            <w:pPr>
              <w:rPr>
                <w:sz w:val="22"/>
              </w:rPr>
            </w:pPr>
            <w:r>
              <w:rPr>
                <w:sz w:val="22"/>
              </w:rPr>
              <w:t>to nearest 10 000</w:t>
            </w:r>
          </w:p>
        </w:tc>
        <w:tc>
          <w:tcPr>
            <w:tcW w:w="237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600736" w14:textId="303D49FE" w:rsidR="00D71449" w:rsidRDefault="00D71449" w:rsidP="00773FD7">
            <w:pPr>
              <w:rPr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</w:rPr>
              <w:t>70000</w:t>
            </w:r>
          </w:p>
        </w:tc>
      </w:tr>
      <w:tr w:rsidR="00D71449" w14:paraId="3ACDF42A" w14:textId="77777777" w:rsidTr="00D71449">
        <w:trPr>
          <w:trHeight w:val="737"/>
          <w:jc w:val="center"/>
        </w:trPr>
        <w:tc>
          <w:tcPr>
            <w:tcW w:w="119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36197BE" w14:textId="77777777" w:rsidR="00D71449" w:rsidRDefault="00D71449" w:rsidP="00773FD7">
            <w:pPr>
              <w:rPr>
                <w:sz w:val="22"/>
              </w:rPr>
            </w:pPr>
            <w:r>
              <w:rPr>
                <w:sz w:val="22"/>
              </w:rPr>
              <w:t>f)</w:t>
            </w:r>
          </w:p>
        </w:tc>
        <w:tc>
          <w:tcPr>
            <w:tcW w:w="142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2072BD6" w14:textId="77777777" w:rsidR="00D71449" w:rsidRDefault="00D71449" w:rsidP="00773FD7">
            <w:pPr>
              <w:rPr>
                <w:sz w:val="22"/>
              </w:rPr>
            </w:pPr>
            <w:r>
              <w:rPr>
                <w:sz w:val="22"/>
              </w:rPr>
              <w:t>4,724,361</w:t>
            </w:r>
          </w:p>
        </w:tc>
        <w:tc>
          <w:tcPr>
            <w:tcW w:w="222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829AC73" w14:textId="77777777" w:rsidR="00D71449" w:rsidRDefault="00D71449" w:rsidP="00773FD7">
            <w:pPr>
              <w:rPr>
                <w:sz w:val="22"/>
              </w:rPr>
            </w:pPr>
            <w:r>
              <w:rPr>
                <w:sz w:val="22"/>
              </w:rPr>
              <w:t>to nearest 1 000 000</w:t>
            </w:r>
          </w:p>
        </w:tc>
        <w:tc>
          <w:tcPr>
            <w:tcW w:w="237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1C98D59" w14:textId="3A4C612D" w:rsidR="00D71449" w:rsidRDefault="00D71449" w:rsidP="00773FD7">
            <w:pPr>
              <w:rPr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</w:rPr>
              <w:t>5000000</w:t>
            </w:r>
          </w:p>
        </w:tc>
      </w:tr>
    </w:tbl>
    <w:p w14:paraId="0A1CBF23" w14:textId="77777777" w:rsidR="000E37D3" w:rsidRDefault="000E37D3" w:rsidP="000E37D3">
      <w:pPr>
        <w:numPr>
          <w:ilvl w:val="0"/>
          <w:numId w:val="36"/>
        </w:numPr>
        <w:tabs>
          <w:tab w:val="clear" w:pos="284"/>
          <w:tab w:val="left" w:pos="720"/>
        </w:tabs>
        <w:spacing w:before="240" w:after="240" w:line="240" w:lineRule="auto"/>
        <w:ind w:left="357" w:hanging="357"/>
        <w:rPr>
          <w:sz w:val="22"/>
          <w:szCs w:val="22"/>
        </w:rPr>
      </w:pPr>
      <w:r>
        <w:rPr>
          <w:sz w:val="22"/>
          <w:szCs w:val="22"/>
        </w:rPr>
        <w:t xml:space="preserve">Give the number of </w:t>
      </w:r>
      <w:r>
        <w:rPr>
          <w:b/>
          <w:sz w:val="22"/>
          <w:szCs w:val="22"/>
        </w:rPr>
        <w:t>significant figures</w:t>
      </w:r>
      <w:r>
        <w:rPr>
          <w:sz w:val="22"/>
          <w:szCs w:val="22"/>
        </w:rPr>
        <w:t xml:space="preserve"> for each of the </w:t>
      </w:r>
      <w:r>
        <w:rPr>
          <w:i/>
          <w:sz w:val="22"/>
          <w:szCs w:val="22"/>
        </w:rPr>
        <w:t>problem</w:t>
      </w:r>
      <w:r>
        <w:rPr>
          <w:sz w:val="22"/>
          <w:szCs w:val="22"/>
        </w:rPr>
        <w:t xml:space="preserve"> values in the table below and record your answer in the </w:t>
      </w:r>
      <w:r>
        <w:rPr>
          <w:i/>
          <w:sz w:val="22"/>
          <w:szCs w:val="22"/>
        </w:rPr>
        <w:t>Answer</w:t>
      </w:r>
      <w:r>
        <w:rPr>
          <w:sz w:val="22"/>
          <w:szCs w:val="22"/>
        </w:rPr>
        <w:t xml:space="preserve"> column.</w:t>
      </w:r>
    </w:p>
    <w:p w14:paraId="0BDD46F5" w14:textId="77777777" w:rsidR="000E37D3" w:rsidRDefault="000E37D3" w:rsidP="000E37D3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  <w:r>
        <w:t xml:space="preserve"> Significant figures</w:t>
      </w:r>
    </w:p>
    <w:tbl>
      <w:tblPr>
        <w:tblStyle w:val="TableGrid"/>
        <w:tblW w:w="3751" w:type="pct"/>
        <w:jc w:val="center"/>
        <w:tblLook w:val="04A0" w:firstRow="1" w:lastRow="0" w:firstColumn="1" w:lastColumn="0" w:noHBand="0" w:noVBand="1"/>
      </w:tblPr>
      <w:tblGrid>
        <w:gridCol w:w="1249"/>
        <w:gridCol w:w="1891"/>
        <w:gridCol w:w="3657"/>
      </w:tblGrid>
      <w:tr w:rsidR="00D71449" w14:paraId="003C2726" w14:textId="77777777" w:rsidTr="00D714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124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2F7E30B" w14:textId="77777777" w:rsidR="00D71449" w:rsidRDefault="00D714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Question</w:t>
            </w:r>
          </w:p>
        </w:tc>
        <w:tc>
          <w:tcPr>
            <w:tcW w:w="189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ACE061F" w14:textId="77777777" w:rsidR="00D71449" w:rsidRDefault="00D714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Problem</w:t>
            </w:r>
          </w:p>
        </w:tc>
        <w:tc>
          <w:tcPr>
            <w:tcW w:w="365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CCDA709" w14:textId="77777777" w:rsidR="00D71449" w:rsidRDefault="00D714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Answer</w:t>
            </w:r>
          </w:p>
        </w:tc>
      </w:tr>
      <w:tr w:rsidR="00D71449" w14:paraId="0B141AC7" w14:textId="77777777" w:rsidTr="00D71449">
        <w:trPr>
          <w:trHeight w:val="737"/>
          <w:jc w:val="center"/>
        </w:trPr>
        <w:tc>
          <w:tcPr>
            <w:tcW w:w="124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EB68CB0" w14:textId="77777777" w:rsidR="00D71449" w:rsidRDefault="00D71449" w:rsidP="00773FD7">
            <w:pPr>
              <w:rPr>
                <w:sz w:val="22"/>
                <w:szCs w:val="22"/>
              </w:rPr>
            </w:pPr>
            <w:r>
              <w:rPr>
                <w:sz w:val="22"/>
              </w:rPr>
              <w:t>a)</w:t>
            </w:r>
          </w:p>
        </w:tc>
        <w:tc>
          <w:tcPr>
            <w:tcW w:w="189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C3FF209" w14:textId="77777777" w:rsidR="00D71449" w:rsidRDefault="00D71449" w:rsidP="00773FD7">
            <w:pPr>
              <w:rPr>
                <w:sz w:val="22"/>
              </w:rPr>
            </w:pPr>
            <w:r>
              <w:rPr>
                <w:sz w:val="22"/>
              </w:rPr>
              <w:t>478 200</w:t>
            </w:r>
          </w:p>
        </w:tc>
        <w:tc>
          <w:tcPr>
            <w:tcW w:w="365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C35310B" w14:textId="2DC77880" w:rsidR="00D71449" w:rsidRDefault="00D71449" w:rsidP="00773FD7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FF0000"/>
                <w:sz w:val="22"/>
              </w:rPr>
              <w:t>4</w:t>
            </w:r>
          </w:p>
        </w:tc>
      </w:tr>
      <w:tr w:rsidR="00D71449" w14:paraId="1690E240" w14:textId="77777777" w:rsidTr="00D71449">
        <w:trPr>
          <w:trHeight w:val="737"/>
          <w:jc w:val="center"/>
        </w:trPr>
        <w:tc>
          <w:tcPr>
            <w:tcW w:w="124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D540316" w14:textId="77777777" w:rsidR="00D71449" w:rsidRDefault="00D71449" w:rsidP="00773FD7">
            <w:pPr>
              <w:rPr>
                <w:sz w:val="22"/>
              </w:rPr>
            </w:pPr>
            <w:r>
              <w:rPr>
                <w:sz w:val="22"/>
              </w:rPr>
              <w:t>b)</w:t>
            </w:r>
          </w:p>
        </w:tc>
        <w:tc>
          <w:tcPr>
            <w:tcW w:w="189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B071EB6" w14:textId="77777777" w:rsidR="00D71449" w:rsidRDefault="00D71449" w:rsidP="00773FD7">
            <w:pPr>
              <w:rPr>
                <w:sz w:val="22"/>
              </w:rPr>
            </w:pPr>
            <w:r>
              <w:rPr>
                <w:sz w:val="22"/>
              </w:rPr>
              <w:t>0.01003</w:t>
            </w:r>
          </w:p>
        </w:tc>
        <w:tc>
          <w:tcPr>
            <w:tcW w:w="365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B31FD0B" w14:textId="5866866A" w:rsidR="00D71449" w:rsidRDefault="00D71449" w:rsidP="00773FD7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FF0000"/>
                <w:sz w:val="22"/>
              </w:rPr>
              <w:t>4</w:t>
            </w:r>
          </w:p>
        </w:tc>
      </w:tr>
      <w:tr w:rsidR="00D71449" w14:paraId="5817E3A7" w14:textId="77777777" w:rsidTr="00D71449">
        <w:trPr>
          <w:trHeight w:val="737"/>
          <w:jc w:val="center"/>
        </w:trPr>
        <w:tc>
          <w:tcPr>
            <w:tcW w:w="124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F447941" w14:textId="77777777" w:rsidR="00D71449" w:rsidRDefault="00D71449" w:rsidP="00773FD7">
            <w:pPr>
              <w:rPr>
                <w:sz w:val="22"/>
              </w:rPr>
            </w:pPr>
            <w:r>
              <w:rPr>
                <w:sz w:val="22"/>
              </w:rPr>
              <w:t>c)</w:t>
            </w:r>
          </w:p>
        </w:tc>
        <w:tc>
          <w:tcPr>
            <w:tcW w:w="189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0ECA1CF" w14:textId="77777777" w:rsidR="00D71449" w:rsidRDefault="00D71449" w:rsidP="00773FD7">
            <w:pPr>
              <w:rPr>
                <w:sz w:val="22"/>
              </w:rPr>
            </w:pPr>
            <w:r>
              <w:rPr>
                <w:sz w:val="22"/>
              </w:rPr>
              <w:t>3 000</w:t>
            </w:r>
          </w:p>
        </w:tc>
        <w:tc>
          <w:tcPr>
            <w:tcW w:w="365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084AF4" w14:textId="703F6805" w:rsidR="00D71449" w:rsidRDefault="00D71449" w:rsidP="00773FD7">
            <w:pPr>
              <w:jc w:val="center"/>
              <w:rPr>
                <w:sz w:val="22"/>
                <w:szCs w:val="22"/>
              </w:rPr>
            </w:pPr>
            <w:r>
              <w:rPr>
                <w:color w:val="FF0000"/>
              </w:rPr>
              <w:t>1</w:t>
            </w:r>
          </w:p>
        </w:tc>
      </w:tr>
      <w:tr w:rsidR="00D71449" w14:paraId="2910CDD6" w14:textId="77777777" w:rsidTr="00D71449">
        <w:trPr>
          <w:trHeight w:val="737"/>
          <w:jc w:val="center"/>
        </w:trPr>
        <w:tc>
          <w:tcPr>
            <w:tcW w:w="124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7856991" w14:textId="77777777" w:rsidR="00D71449" w:rsidRDefault="00D71449" w:rsidP="00773FD7">
            <w:pPr>
              <w:rPr>
                <w:sz w:val="22"/>
              </w:rPr>
            </w:pPr>
            <w:r>
              <w:rPr>
                <w:sz w:val="22"/>
              </w:rPr>
              <w:t>d)</w:t>
            </w:r>
          </w:p>
        </w:tc>
        <w:tc>
          <w:tcPr>
            <w:tcW w:w="189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42FA8BB" w14:textId="77777777" w:rsidR="00D71449" w:rsidRDefault="00D71449" w:rsidP="00773FD7">
            <w:pPr>
              <w:rPr>
                <w:sz w:val="22"/>
              </w:rPr>
            </w:pPr>
            <w:r>
              <w:rPr>
                <w:sz w:val="22"/>
              </w:rPr>
              <w:t>863.9462</w:t>
            </w:r>
          </w:p>
        </w:tc>
        <w:tc>
          <w:tcPr>
            <w:tcW w:w="365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368EB97" w14:textId="4B868E03" w:rsidR="00D71449" w:rsidRDefault="00D71449" w:rsidP="00773FD7">
            <w:pPr>
              <w:jc w:val="center"/>
              <w:rPr>
                <w:sz w:val="22"/>
                <w:szCs w:val="22"/>
              </w:rPr>
            </w:pPr>
            <w:r>
              <w:rPr>
                <w:color w:val="FF0000"/>
              </w:rPr>
              <w:t>7</w:t>
            </w:r>
          </w:p>
        </w:tc>
      </w:tr>
      <w:tr w:rsidR="00D71449" w14:paraId="069700B6" w14:textId="77777777" w:rsidTr="00D71449">
        <w:trPr>
          <w:trHeight w:val="737"/>
          <w:jc w:val="center"/>
        </w:trPr>
        <w:tc>
          <w:tcPr>
            <w:tcW w:w="124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4B54CAF" w14:textId="77777777" w:rsidR="00D71449" w:rsidRDefault="00D71449" w:rsidP="00773FD7">
            <w:pPr>
              <w:rPr>
                <w:sz w:val="22"/>
              </w:rPr>
            </w:pPr>
            <w:r>
              <w:rPr>
                <w:sz w:val="22"/>
              </w:rPr>
              <w:t>e)</w:t>
            </w:r>
          </w:p>
        </w:tc>
        <w:tc>
          <w:tcPr>
            <w:tcW w:w="189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A4B830E" w14:textId="77777777" w:rsidR="00D71449" w:rsidRDefault="00D71449" w:rsidP="00773FD7">
            <w:pPr>
              <w:rPr>
                <w:sz w:val="22"/>
              </w:rPr>
            </w:pPr>
            <w:r>
              <w:rPr>
                <w:sz w:val="22"/>
              </w:rPr>
              <w:t>21.00</w:t>
            </w:r>
          </w:p>
        </w:tc>
        <w:tc>
          <w:tcPr>
            <w:tcW w:w="365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DEF93BD" w14:textId="0402EF39" w:rsidR="00D71449" w:rsidRDefault="00D71449" w:rsidP="00773FD7">
            <w:pPr>
              <w:jc w:val="center"/>
              <w:rPr>
                <w:sz w:val="22"/>
                <w:szCs w:val="22"/>
              </w:rPr>
            </w:pPr>
            <w:r>
              <w:rPr>
                <w:color w:val="FF0000"/>
              </w:rPr>
              <w:t>4</w:t>
            </w:r>
          </w:p>
        </w:tc>
      </w:tr>
      <w:tr w:rsidR="00D71449" w14:paraId="3DB3380D" w14:textId="77777777" w:rsidTr="00D71449">
        <w:trPr>
          <w:trHeight w:val="737"/>
          <w:jc w:val="center"/>
        </w:trPr>
        <w:tc>
          <w:tcPr>
            <w:tcW w:w="124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A02FFBC" w14:textId="77777777" w:rsidR="00D71449" w:rsidRDefault="00D71449" w:rsidP="00773FD7">
            <w:pPr>
              <w:rPr>
                <w:sz w:val="22"/>
              </w:rPr>
            </w:pPr>
            <w:r>
              <w:rPr>
                <w:sz w:val="22"/>
              </w:rPr>
              <w:t>f)</w:t>
            </w:r>
          </w:p>
        </w:tc>
        <w:tc>
          <w:tcPr>
            <w:tcW w:w="189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019C34A" w14:textId="77777777" w:rsidR="00D71449" w:rsidRDefault="00D71449" w:rsidP="00773FD7">
            <w:pPr>
              <w:rPr>
                <w:sz w:val="22"/>
              </w:rPr>
            </w:pPr>
            <w:r>
              <w:rPr>
                <w:sz w:val="22"/>
              </w:rPr>
              <w:t>0.00053</w:t>
            </w:r>
          </w:p>
        </w:tc>
        <w:tc>
          <w:tcPr>
            <w:tcW w:w="365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765A840" w14:textId="7FA000EB" w:rsidR="00D71449" w:rsidRDefault="00D71449" w:rsidP="00773FD7">
            <w:pPr>
              <w:jc w:val="center"/>
              <w:rPr>
                <w:sz w:val="22"/>
                <w:szCs w:val="22"/>
              </w:rPr>
            </w:pPr>
            <w:r>
              <w:rPr>
                <w:color w:val="FF0000"/>
              </w:rPr>
              <w:t>2</w:t>
            </w:r>
          </w:p>
        </w:tc>
      </w:tr>
    </w:tbl>
    <w:p w14:paraId="1F7A150E" w14:textId="77777777" w:rsidR="000E37D3" w:rsidRDefault="000E37D3" w:rsidP="000E37D3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298674C2" w14:textId="77777777" w:rsidR="000E37D3" w:rsidRDefault="000E37D3" w:rsidP="000E37D3">
      <w:pPr>
        <w:numPr>
          <w:ilvl w:val="0"/>
          <w:numId w:val="37"/>
        </w:numPr>
        <w:tabs>
          <w:tab w:val="clear" w:pos="284"/>
        </w:tabs>
        <w:spacing w:before="240" w:after="240" w:line="240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Use your skills and knowledge to </w:t>
      </w:r>
      <w:r>
        <w:rPr>
          <w:b/>
          <w:sz w:val="22"/>
          <w:szCs w:val="22"/>
        </w:rPr>
        <w:t>transpose</w:t>
      </w:r>
      <w:r>
        <w:rPr>
          <w:sz w:val="22"/>
          <w:szCs w:val="22"/>
        </w:rPr>
        <w:t xml:space="preserve"> the following formulae to make a new subject.</w:t>
      </w:r>
    </w:p>
    <w:p w14:paraId="2639F292" w14:textId="77777777" w:rsidR="000E37D3" w:rsidRDefault="000E37D3" w:rsidP="000E37D3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  <w:r>
        <w:t xml:space="preserve"> Transpose formula</w:t>
      </w:r>
    </w:p>
    <w:tbl>
      <w:tblPr>
        <w:tblStyle w:val="TableGrid"/>
        <w:tblW w:w="4113" w:type="pct"/>
        <w:jc w:val="center"/>
        <w:tblLook w:val="04A0" w:firstRow="1" w:lastRow="0" w:firstColumn="1" w:lastColumn="0" w:noHBand="0" w:noVBand="1"/>
      </w:tblPr>
      <w:tblGrid>
        <w:gridCol w:w="1198"/>
        <w:gridCol w:w="1801"/>
        <w:gridCol w:w="1477"/>
        <w:gridCol w:w="2977"/>
      </w:tblGrid>
      <w:tr w:rsidR="00D71449" w14:paraId="29EDDCBB" w14:textId="77777777" w:rsidTr="00D714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119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81B9871" w14:textId="77777777" w:rsidR="00D71449" w:rsidRDefault="00D714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Question</w:t>
            </w: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5B3F2E0" w14:textId="77777777" w:rsidR="00D71449" w:rsidRDefault="00D714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Problem</w:t>
            </w:r>
          </w:p>
        </w:tc>
        <w:tc>
          <w:tcPr>
            <w:tcW w:w="147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37974B0" w14:textId="77777777" w:rsidR="00D71449" w:rsidRDefault="00D714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Make this the subject</w:t>
            </w:r>
          </w:p>
        </w:tc>
        <w:tc>
          <w:tcPr>
            <w:tcW w:w="297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57E3A69" w14:textId="77777777" w:rsidR="00D71449" w:rsidRDefault="00D714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Answer</w:t>
            </w:r>
          </w:p>
        </w:tc>
      </w:tr>
      <w:tr w:rsidR="00D71449" w14:paraId="798DD5F2" w14:textId="77777777" w:rsidTr="00D71449">
        <w:trPr>
          <w:trHeight w:val="2608"/>
          <w:jc w:val="center"/>
        </w:trPr>
        <w:tc>
          <w:tcPr>
            <w:tcW w:w="119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539A8C8" w14:textId="77777777" w:rsidR="00D71449" w:rsidRDefault="00D714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a)</w:t>
            </w: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00CD8FF" w14:textId="77777777" w:rsidR="00D71449" w:rsidRDefault="00D71449">
            <w:pPr>
              <w:jc w:val="center"/>
              <w:rPr>
                <w:sz w:val="22"/>
              </w:rPr>
            </w:pPr>
            <w:r>
              <w:rPr>
                <w:sz w:val="22"/>
              </w:rPr>
              <w:t>V=Lbw</w:t>
            </w:r>
          </w:p>
        </w:tc>
        <w:tc>
          <w:tcPr>
            <w:tcW w:w="147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7ED8E64" w14:textId="77777777" w:rsidR="00D71449" w:rsidRDefault="00D71449">
            <w:pPr>
              <w:jc w:val="center"/>
              <w:rPr>
                <w:sz w:val="22"/>
              </w:rPr>
            </w:pPr>
            <w:r>
              <w:rPr>
                <w:sz w:val="22"/>
              </w:rPr>
              <w:t>w</w:t>
            </w:r>
          </w:p>
        </w:tc>
        <w:tc>
          <w:tcPr>
            <w:tcW w:w="297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F7C97C6" w14:textId="2C08DEFE" w:rsidR="00D71449" w:rsidRDefault="00C04193">
            <w:pPr>
              <w:jc w:val="center"/>
              <w:rPr>
                <w:sz w:val="22"/>
              </w:rPr>
            </w:pPr>
            <w:r>
              <w:rPr>
                <w:rFonts w:ascii="Calibri" w:hAnsi="Calibri" w:cs="Calibri"/>
                <w:color w:val="FF0000"/>
              </w:rPr>
              <w:t>w</w:t>
            </w:r>
            <w:r w:rsidR="00D71449">
              <w:rPr>
                <w:rFonts w:ascii="Calibri" w:hAnsi="Calibri" w:cs="Calibri"/>
                <w:color w:val="FF0000"/>
              </w:rPr>
              <w:t>=V/Lb</w:t>
            </w:r>
          </w:p>
        </w:tc>
      </w:tr>
      <w:tr w:rsidR="00D71449" w14:paraId="7FD8EEE1" w14:textId="77777777" w:rsidTr="00D71449">
        <w:trPr>
          <w:trHeight w:val="2608"/>
          <w:jc w:val="center"/>
        </w:trPr>
        <w:tc>
          <w:tcPr>
            <w:tcW w:w="119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1559036" w14:textId="77777777" w:rsidR="00D71449" w:rsidRDefault="00D71449">
            <w:pPr>
              <w:jc w:val="center"/>
              <w:rPr>
                <w:sz w:val="22"/>
              </w:rPr>
            </w:pPr>
            <w:r>
              <w:rPr>
                <w:sz w:val="22"/>
              </w:rPr>
              <w:t>b)</w:t>
            </w: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A8A45A7" w14:textId="1884779B" w:rsidR="00D71449" w:rsidRDefault="00D71449">
            <w:pPr>
              <w:jc w:val="center"/>
              <w:rPr>
                <w:sz w:val="22"/>
              </w:rPr>
            </w:pPr>
            <w:r>
              <w:rPr>
                <w:sz w:val="22"/>
              </w:rPr>
              <w:t>A=πr</w:t>
            </w:r>
            <w:r>
              <w:rPr>
                <w:sz w:val="22"/>
                <w:vertAlign w:val="superscript"/>
              </w:rPr>
              <w:t>2</w:t>
            </w:r>
          </w:p>
        </w:tc>
        <w:tc>
          <w:tcPr>
            <w:tcW w:w="147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59EEFF0" w14:textId="77777777" w:rsidR="00D71449" w:rsidRDefault="00D71449">
            <w:pPr>
              <w:jc w:val="center"/>
              <w:rPr>
                <w:sz w:val="22"/>
              </w:rPr>
            </w:pPr>
            <w:r>
              <w:rPr>
                <w:sz w:val="22"/>
              </w:rPr>
              <w:t>r</w:t>
            </w:r>
          </w:p>
        </w:tc>
        <w:tc>
          <w:tcPr>
            <w:tcW w:w="297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83CE8BA" w14:textId="6B106628" w:rsidR="0051505E" w:rsidRPr="0051505E" w:rsidRDefault="0051505E">
            <w:pPr>
              <w:jc w:val="center"/>
              <w:rPr>
                <w:rFonts w:ascii="Calibri" w:hAnsi="Calibri" w:cs="Calibri"/>
                <w:color w:val="FF0000"/>
                <w:sz w:val="22"/>
              </w:rPr>
            </w:pPr>
            <m:oMathPara>
              <m:oMath>
                <m:r>
                  <w:rPr>
                    <w:rFonts w:ascii="Cambria Math" w:hAnsi="Cambria Math" w:cs="Calibri"/>
                    <w:color w:val="FF0000"/>
                    <w:sz w:val="22"/>
                  </w:rPr>
                  <m:t xml:space="preserve">r= </m:t>
                </m:r>
                <m:rad>
                  <m:radPr>
                    <m:degHide m:val="1"/>
                    <m:ctrlPr>
                      <w:rPr>
                        <w:rFonts w:ascii="Cambria Math" w:hAnsi="Cambria Math" w:cs="Calibri"/>
                        <w:i/>
                        <w:color w:val="FF0000"/>
                        <w:sz w:val="22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 w:cs="Calibri"/>
                            <w:i/>
                            <w:color w:val="FF0000"/>
                            <w:sz w:val="2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Calibri"/>
                            <w:color w:val="FF0000"/>
                            <w:sz w:val="22"/>
                          </w:rPr>
                          <m:t>A</m:t>
                        </m:r>
                      </m:num>
                      <m:den>
                        <m:r>
                          <w:rPr>
                            <w:rFonts w:ascii="Cambria Math" w:hAnsi="Cambria Math" w:cs="Calibri"/>
                            <w:color w:val="FF0000"/>
                            <w:sz w:val="22"/>
                          </w:rPr>
                          <m:t>π</m:t>
                        </m:r>
                      </m:den>
                    </m:f>
                  </m:e>
                </m:rad>
              </m:oMath>
            </m:oMathPara>
          </w:p>
          <w:p w14:paraId="3D677C9D" w14:textId="75C9DC15" w:rsidR="00505274" w:rsidRDefault="00505274">
            <w:pPr>
              <w:jc w:val="center"/>
              <w:rPr>
                <w:sz w:val="22"/>
              </w:rPr>
            </w:pPr>
          </w:p>
        </w:tc>
      </w:tr>
      <w:tr w:rsidR="00D71449" w14:paraId="5FE1D234" w14:textId="77777777" w:rsidTr="00D71449">
        <w:trPr>
          <w:trHeight w:val="2608"/>
          <w:jc w:val="center"/>
        </w:trPr>
        <w:tc>
          <w:tcPr>
            <w:tcW w:w="119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0511D15" w14:textId="77777777" w:rsidR="00D71449" w:rsidRDefault="00D71449">
            <w:pPr>
              <w:jc w:val="center"/>
              <w:rPr>
                <w:sz w:val="22"/>
              </w:rPr>
            </w:pPr>
            <w:r>
              <w:rPr>
                <w:sz w:val="22"/>
              </w:rPr>
              <w:t>c)</w:t>
            </w: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2D5857A" w14:textId="77777777" w:rsidR="00D71449" w:rsidRDefault="00D71449">
            <w:pPr>
              <w:jc w:val="center"/>
              <w:rPr>
                <w:sz w:val="22"/>
              </w:rPr>
            </w:pPr>
            <w:r>
              <w:rPr>
                <w:sz w:val="22"/>
              </w:rPr>
              <w:t>V</w:t>
            </w:r>
            <w:r>
              <w:rPr>
                <w:sz w:val="22"/>
                <w:vertAlign w:val="superscript"/>
              </w:rPr>
              <w:t xml:space="preserve">2 </w:t>
            </w:r>
            <w:r>
              <w:rPr>
                <w:sz w:val="22"/>
              </w:rPr>
              <w:t>= m</w:t>
            </w:r>
            <w:r>
              <w:rPr>
                <w:sz w:val="22"/>
                <w:vertAlign w:val="superscript"/>
              </w:rPr>
              <w:t xml:space="preserve">2 </w:t>
            </w:r>
            <w:r>
              <w:rPr>
                <w:sz w:val="22"/>
              </w:rPr>
              <w:t>+ 2as</w:t>
            </w:r>
          </w:p>
        </w:tc>
        <w:tc>
          <w:tcPr>
            <w:tcW w:w="147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46E3A70" w14:textId="77777777" w:rsidR="00D71449" w:rsidRDefault="00D71449">
            <w:pPr>
              <w:jc w:val="center"/>
              <w:rPr>
                <w:sz w:val="22"/>
              </w:rPr>
            </w:pPr>
            <w:r>
              <w:rPr>
                <w:sz w:val="22"/>
              </w:rPr>
              <w:t>a</w:t>
            </w:r>
          </w:p>
        </w:tc>
        <w:tc>
          <w:tcPr>
            <w:tcW w:w="297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3C4BF78" w14:textId="120195B6" w:rsidR="00D71449" w:rsidRDefault="00C04193">
            <w:pPr>
              <w:jc w:val="center"/>
              <w:rPr>
                <w:sz w:val="22"/>
              </w:rPr>
            </w:pPr>
            <w:r>
              <w:rPr>
                <w:rFonts w:ascii="Calibri" w:hAnsi="Calibri" w:cs="Calibri"/>
                <w:color w:val="FF0000"/>
              </w:rPr>
              <w:t>a</w:t>
            </w:r>
            <w:r w:rsidR="00D71449">
              <w:rPr>
                <w:rFonts w:ascii="Calibri" w:hAnsi="Calibri" w:cs="Calibri"/>
                <w:color w:val="FF0000"/>
              </w:rPr>
              <w:t xml:space="preserve"> = (v</w:t>
            </w:r>
            <w:r w:rsidR="00D71449" w:rsidRPr="001B2098">
              <w:rPr>
                <w:rFonts w:ascii="Calibri" w:hAnsi="Calibri" w:cs="Calibri"/>
                <w:color w:val="FF0000"/>
                <w:vertAlign w:val="superscript"/>
              </w:rPr>
              <w:t>2</w:t>
            </w:r>
            <w:r w:rsidR="00D71449">
              <w:rPr>
                <w:rFonts w:ascii="Calibri" w:hAnsi="Calibri" w:cs="Calibri"/>
                <w:color w:val="FF0000"/>
              </w:rPr>
              <w:t>-m</w:t>
            </w:r>
            <w:r w:rsidR="00D71449" w:rsidRPr="001B2098">
              <w:rPr>
                <w:rFonts w:ascii="Calibri" w:hAnsi="Calibri" w:cs="Calibri"/>
                <w:color w:val="FF0000"/>
                <w:vertAlign w:val="superscript"/>
              </w:rPr>
              <w:t>2</w:t>
            </w:r>
            <w:r w:rsidR="00D71449">
              <w:rPr>
                <w:rFonts w:ascii="Calibri" w:hAnsi="Calibri" w:cs="Calibri"/>
                <w:color w:val="FF0000"/>
              </w:rPr>
              <w:t>)/2s</w:t>
            </w:r>
          </w:p>
        </w:tc>
      </w:tr>
      <w:tr w:rsidR="00D71449" w14:paraId="69C8A333" w14:textId="77777777" w:rsidTr="00D71449">
        <w:trPr>
          <w:trHeight w:val="2608"/>
          <w:jc w:val="center"/>
        </w:trPr>
        <w:tc>
          <w:tcPr>
            <w:tcW w:w="119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549F445" w14:textId="77777777" w:rsidR="00D71449" w:rsidRDefault="00D71449">
            <w:pPr>
              <w:jc w:val="center"/>
              <w:rPr>
                <w:sz w:val="22"/>
              </w:rPr>
            </w:pPr>
            <w:r>
              <w:rPr>
                <w:sz w:val="22"/>
              </w:rPr>
              <w:t>e)</w:t>
            </w: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12D0409" w14:textId="77777777" w:rsidR="00D71449" w:rsidRDefault="00D71449">
            <w:pPr>
              <w:jc w:val="center"/>
              <w:rPr>
                <w:sz w:val="22"/>
              </w:rPr>
            </w:pPr>
            <w:r>
              <w:rPr>
                <w:sz w:val="22"/>
              </w:rPr>
              <w:t>C</w:t>
            </w:r>
            <w:r>
              <w:rPr>
                <w:sz w:val="22"/>
                <w:vertAlign w:val="subscript"/>
              </w:rPr>
              <w:t>1</w:t>
            </w:r>
            <w:r>
              <w:rPr>
                <w:sz w:val="22"/>
              </w:rPr>
              <w:t>V</w:t>
            </w:r>
            <w:r>
              <w:rPr>
                <w:sz w:val="22"/>
                <w:vertAlign w:val="subscript"/>
              </w:rPr>
              <w:t>1</w:t>
            </w:r>
            <w:r>
              <w:rPr>
                <w:sz w:val="22"/>
              </w:rPr>
              <w:t>=C</w:t>
            </w:r>
            <w:r>
              <w:rPr>
                <w:sz w:val="22"/>
                <w:vertAlign w:val="subscript"/>
              </w:rPr>
              <w:t>2</w:t>
            </w:r>
            <w:r>
              <w:rPr>
                <w:sz w:val="22"/>
              </w:rPr>
              <w:t>V</w:t>
            </w:r>
            <w:r>
              <w:rPr>
                <w:sz w:val="22"/>
                <w:vertAlign w:val="subscript"/>
              </w:rPr>
              <w:t>2</w:t>
            </w:r>
          </w:p>
        </w:tc>
        <w:tc>
          <w:tcPr>
            <w:tcW w:w="147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700A89C" w14:textId="77777777" w:rsidR="00D71449" w:rsidRDefault="00D71449">
            <w:pPr>
              <w:jc w:val="center"/>
              <w:rPr>
                <w:sz w:val="22"/>
              </w:rPr>
            </w:pPr>
            <w:r>
              <w:rPr>
                <w:sz w:val="22"/>
              </w:rPr>
              <w:t>C</w:t>
            </w:r>
            <w:r>
              <w:rPr>
                <w:sz w:val="22"/>
                <w:vertAlign w:val="subscript"/>
              </w:rPr>
              <w:t>2</w:t>
            </w:r>
          </w:p>
        </w:tc>
        <w:tc>
          <w:tcPr>
            <w:tcW w:w="297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F512C41" w14:textId="19AEB6D8" w:rsidR="00D71449" w:rsidRDefault="00D71449">
            <w:pPr>
              <w:jc w:val="center"/>
              <w:rPr>
                <w:sz w:val="22"/>
              </w:rPr>
            </w:pPr>
            <w:r>
              <w:rPr>
                <w:rFonts w:ascii="Calibri" w:hAnsi="Calibri" w:cs="Calibri"/>
                <w:color w:val="FF0000"/>
              </w:rPr>
              <w:t>C</w:t>
            </w:r>
            <w:r w:rsidRPr="00C04193">
              <w:rPr>
                <w:rFonts w:ascii="Calibri" w:hAnsi="Calibri" w:cs="Calibri"/>
                <w:color w:val="FF0000"/>
                <w:vertAlign w:val="subscript"/>
              </w:rPr>
              <w:t>2</w:t>
            </w:r>
            <w:r>
              <w:rPr>
                <w:rFonts w:ascii="Calibri" w:hAnsi="Calibri" w:cs="Calibri"/>
                <w:color w:val="FF0000"/>
              </w:rPr>
              <w:t>=C</w:t>
            </w:r>
            <w:r w:rsidRPr="00C04193">
              <w:rPr>
                <w:rFonts w:ascii="Calibri" w:hAnsi="Calibri" w:cs="Calibri"/>
                <w:color w:val="FF0000"/>
                <w:vertAlign w:val="subscript"/>
              </w:rPr>
              <w:t>1</w:t>
            </w:r>
            <w:r>
              <w:rPr>
                <w:rFonts w:ascii="Calibri" w:hAnsi="Calibri" w:cs="Calibri"/>
                <w:color w:val="FF0000"/>
              </w:rPr>
              <w:t>V</w:t>
            </w:r>
            <w:r w:rsidRPr="00C04193">
              <w:rPr>
                <w:rFonts w:ascii="Calibri" w:hAnsi="Calibri" w:cs="Calibri"/>
                <w:color w:val="FF0000"/>
                <w:vertAlign w:val="subscript"/>
              </w:rPr>
              <w:t>1</w:t>
            </w:r>
            <w:r>
              <w:rPr>
                <w:rFonts w:ascii="Calibri" w:hAnsi="Calibri" w:cs="Calibri"/>
                <w:color w:val="FF0000"/>
              </w:rPr>
              <w:t>/V</w:t>
            </w:r>
            <w:r w:rsidRPr="00C04193">
              <w:rPr>
                <w:rFonts w:ascii="Calibri" w:hAnsi="Calibri" w:cs="Calibri"/>
                <w:color w:val="FF0000"/>
                <w:vertAlign w:val="subscript"/>
              </w:rPr>
              <w:t>2</w:t>
            </w:r>
          </w:p>
        </w:tc>
      </w:tr>
    </w:tbl>
    <w:p w14:paraId="5129D3F0" w14:textId="77777777" w:rsidR="000E37D3" w:rsidRDefault="000E37D3" w:rsidP="000E37D3">
      <w:pPr>
        <w:rPr>
          <w:sz w:val="22"/>
          <w:szCs w:val="22"/>
        </w:rPr>
      </w:pPr>
    </w:p>
    <w:p w14:paraId="4CB4740E" w14:textId="77777777" w:rsidR="000E37D3" w:rsidRDefault="000E37D3" w:rsidP="000E37D3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41D51D12" w14:textId="77777777" w:rsidR="000E37D3" w:rsidRDefault="000E37D3" w:rsidP="000E37D3">
      <w:pPr>
        <w:numPr>
          <w:ilvl w:val="0"/>
          <w:numId w:val="37"/>
        </w:numPr>
        <w:tabs>
          <w:tab w:val="clear" w:pos="284"/>
        </w:tabs>
        <w:spacing w:before="240" w:after="240" w:line="240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Choose (highlight or circle) the best </w:t>
      </w:r>
      <w:r>
        <w:rPr>
          <w:b/>
          <w:sz w:val="22"/>
          <w:szCs w:val="22"/>
        </w:rPr>
        <w:t>estimation</w:t>
      </w:r>
      <w:r>
        <w:rPr>
          <w:sz w:val="22"/>
          <w:szCs w:val="22"/>
        </w:rPr>
        <w:t xml:space="preserve"> A, B or C for these calculations</w:t>
      </w:r>
    </w:p>
    <w:p w14:paraId="27C9092B" w14:textId="77777777" w:rsidR="000E37D3" w:rsidRDefault="000E37D3" w:rsidP="000E37D3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  <w:r>
        <w:t xml:space="preserve"> Estimates</w:t>
      </w:r>
    </w:p>
    <w:tbl>
      <w:tblPr>
        <w:tblStyle w:val="TableGrid"/>
        <w:tblW w:w="4187" w:type="pct"/>
        <w:jc w:val="center"/>
        <w:tblLook w:val="04A0" w:firstRow="1" w:lastRow="0" w:firstColumn="1" w:lastColumn="0" w:noHBand="0" w:noVBand="1"/>
      </w:tblPr>
      <w:tblGrid>
        <w:gridCol w:w="1114"/>
        <w:gridCol w:w="2204"/>
        <w:gridCol w:w="1461"/>
        <w:gridCol w:w="1461"/>
        <w:gridCol w:w="1347"/>
      </w:tblGrid>
      <w:tr w:rsidR="00D71449" w14:paraId="6E09620E" w14:textId="77777777" w:rsidTr="00D714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1114" w:type="dxa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67170FD" w14:textId="77777777" w:rsidR="00D71449" w:rsidRDefault="00D7144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Question</w:t>
            </w:r>
          </w:p>
        </w:tc>
        <w:tc>
          <w:tcPr>
            <w:tcW w:w="2204" w:type="dxa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90886DC" w14:textId="77777777" w:rsidR="00D71449" w:rsidRDefault="00D7144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Calculations</w:t>
            </w:r>
          </w:p>
        </w:tc>
        <w:tc>
          <w:tcPr>
            <w:tcW w:w="4269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72A5D72" w14:textId="77777777" w:rsidR="00D71449" w:rsidRDefault="00D7144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Identify the best estimate below</w:t>
            </w:r>
          </w:p>
        </w:tc>
      </w:tr>
      <w:tr w:rsidR="00D71449" w14:paraId="548D0A55" w14:textId="77777777" w:rsidTr="00D71449">
        <w:trPr>
          <w:jc w:val="center"/>
        </w:trPr>
        <w:tc>
          <w:tcPr>
            <w:tcW w:w="0" w:type="auto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903958A" w14:textId="77777777" w:rsidR="00D71449" w:rsidRDefault="00D71449">
            <w:pPr>
              <w:tabs>
                <w:tab w:val="clear" w:pos="284"/>
              </w:tabs>
              <w:spacing w:before="0" w:after="0" w:line="240" w:lineRule="auto"/>
              <w:rPr>
                <w:rFonts w:eastAsia="Calibri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8CC30D" w14:textId="77777777" w:rsidR="00D71449" w:rsidRDefault="00D71449">
            <w:pPr>
              <w:tabs>
                <w:tab w:val="clear" w:pos="284"/>
              </w:tabs>
              <w:spacing w:before="0" w:after="0" w:line="240" w:lineRule="auto"/>
              <w:rPr>
                <w:rFonts w:eastAsia="Calibri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46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2D739F"/>
            <w:hideMark/>
          </w:tcPr>
          <w:p w14:paraId="48237D33" w14:textId="77777777" w:rsidR="00D71449" w:rsidRDefault="00D71449">
            <w:pPr>
              <w:jc w:val="center"/>
              <w:rPr>
                <w:rFonts w:eastAsia="Calibri"/>
                <w:color w:val="FFFFFF" w:themeColor="background1"/>
                <w:sz w:val="22"/>
                <w:szCs w:val="22"/>
              </w:rPr>
            </w:pPr>
            <w:r>
              <w:rPr>
                <w:rFonts w:eastAsia="Calibri"/>
                <w:color w:val="FFFFFF" w:themeColor="background1"/>
                <w:sz w:val="22"/>
              </w:rPr>
              <w:t>A</w:t>
            </w:r>
          </w:p>
        </w:tc>
        <w:tc>
          <w:tcPr>
            <w:tcW w:w="146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2D739F"/>
            <w:hideMark/>
          </w:tcPr>
          <w:p w14:paraId="1486DF34" w14:textId="77777777" w:rsidR="00D71449" w:rsidRDefault="00D71449">
            <w:pPr>
              <w:jc w:val="center"/>
              <w:rPr>
                <w:rFonts w:eastAsia="Calibri"/>
                <w:color w:val="FFFFFF" w:themeColor="background1"/>
                <w:sz w:val="22"/>
              </w:rPr>
            </w:pPr>
            <w:r>
              <w:rPr>
                <w:rFonts w:eastAsia="Calibri"/>
                <w:color w:val="FFFFFF" w:themeColor="background1"/>
                <w:sz w:val="22"/>
              </w:rPr>
              <w:t>B</w:t>
            </w:r>
          </w:p>
        </w:tc>
        <w:tc>
          <w:tcPr>
            <w:tcW w:w="134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2D739F"/>
            <w:hideMark/>
          </w:tcPr>
          <w:p w14:paraId="152D80EB" w14:textId="77777777" w:rsidR="00D71449" w:rsidRDefault="00D71449">
            <w:pPr>
              <w:jc w:val="center"/>
              <w:rPr>
                <w:rFonts w:eastAsia="Calibri"/>
                <w:color w:val="FFFFFF" w:themeColor="background1"/>
                <w:sz w:val="22"/>
              </w:rPr>
            </w:pPr>
            <w:r>
              <w:rPr>
                <w:rFonts w:eastAsia="Calibri"/>
                <w:color w:val="FFFFFF" w:themeColor="background1"/>
                <w:sz w:val="22"/>
              </w:rPr>
              <w:t>C</w:t>
            </w:r>
          </w:p>
        </w:tc>
      </w:tr>
      <w:tr w:rsidR="00D71449" w14:paraId="24D2CE7C" w14:textId="77777777" w:rsidTr="00D71449">
        <w:trPr>
          <w:trHeight w:val="567"/>
          <w:jc w:val="center"/>
        </w:trPr>
        <w:tc>
          <w:tcPr>
            <w:tcW w:w="111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1D25138" w14:textId="77777777" w:rsidR="00D71449" w:rsidRDefault="00D71449">
            <w:pPr>
              <w:spacing w:after="0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a)</w:t>
            </w:r>
          </w:p>
        </w:tc>
        <w:tc>
          <w:tcPr>
            <w:tcW w:w="2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C82B23A" w14:textId="77777777" w:rsidR="00D71449" w:rsidRDefault="00D71449">
            <w:pPr>
              <w:spacing w:after="0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6.93 x 11.2</w:t>
            </w:r>
          </w:p>
        </w:tc>
        <w:tc>
          <w:tcPr>
            <w:tcW w:w="146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CFC2F96" w14:textId="77777777" w:rsidR="00D71449" w:rsidRDefault="00D71449">
            <w:pPr>
              <w:spacing w:after="0"/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7.76</w:t>
            </w:r>
          </w:p>
        </w:tc>
        <w:tc>
          <w:tcPr>
            <w:tcW w:w="146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1BA897F" w14:textId="77777777" w:rsidR="00D71449" w:rsidRDefault="00D71449">
            <w:pPr>
              <w:spacing w:after="0"/>
              <w:jc w:val="center"/>
              <w:rPr>
                <w:rFonts w:eastAsia="Calibri"/>
                <w:sz w:val="22"/>
              </w:rPr>
            </w:pPr>
            <w:r w:rsidRPr="0065480E">
              <w:rPr>
                <w:rFonts w:eastAsia="Calibri"/>
                <w:color w:val="FF0000"/>
                <w:sz w:val="22"/>
              </w:rPr>
              <w:t>77.6</w:t>
            </w:r>
          </w:p>
        </w:tc>
        <w:tc>
          <w:tcPr>
            <w:tcW w:w="134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C39BEA8" w14:textId="77777777" w:rsidR="00D71449" w:rsidRDefault="00D71449">
            <w:pPr>
              <w:spacing w:after="0"/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776</w:t>
            </w:r>
          </w:p>
        </w:tc>
      </w:tr>
      <w:tr w:rsidR="00D71449" w14:paraId="1580F8F5" w14:textId="77777777" w:rsidTr="00D71449">
        <w:trPr>
          <w:trHeight w:val="567"/>
          <w:jc w:val="center"/>
        </w:trPr>
        <w:tc>
          <w:tcPr>
            <w:tcW w:w="111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6483899" w14:textId="77777777" w:rsidR="00D71449" w:rsidRDefault="00D71449">
            <w:pPr>
              <w:spacing w:after="0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b)</w:t>
            </w:r>
          </w:p>
        </w:tc>
        <w:tc>
          <w:tcPr>
            <w:tcW w:w="2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BB01F58" w14:textId="77777777" w:rsidR="00D71449" w:rsidRDefault="00D71449">
            <w:pPr>
              <w:spacing w:after="0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7.82 x 5.03</w:t>
            </w:r>
          </w:p>
        </w:tc>
        <w:tc>
          <w:tcPr>
            <w:tcW w:w="146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EAF640A" w14:textId="77777777" w:rsidR="00D71449" w:rsidRDefault="00D71449">
            <w:pPr>
              <w:spacing w:after="0"/>
              <w:jc w:val="center"/>
              <w:rPr>
                <w:rFonts w:eastAsia="Calibri"/>
                <w:sz w:val="22"/>
              </w:rPr>
            </w:pPr>
            <w:r w:rsidRPr="0065480E">
              <w:rPr>
                <w:rFonts w:eastAsia="Calibri"/>
                <w:color w:val="FF0000"/>
                <w:sz w:val="22"/>
              </w:rPr>
              <w:t>39.3</w:t>
            </w:r>
          </w:p>
        </w:tc>
        <w:tc>
          <w:tcPr>
            <w:tcW w:w="146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99D8AC7" w14:textId="77777777" w:rsidR="00D71449" w:rsidRDefault="00D71449">
            <w:pPr>
              <w:spacing w:after="0"/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393</w:t>
            </w:r>
          </w:p>
        </w:tc>
        <w:tc>
          <w:tcPr>
            <w:tcW w:w="134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BE1E882" w14:textId="77777777" w:rsidR="00D71449" w:rsidRDefault="00D71449">
            <w:pPr>
              <w:spacing w:after="0"/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3930</w:t>
            </w:r>
          </w:p>
        </w:tc>
      </w:tr>
      <w:tr w:rsidR="00D71449" w14:paraId="1E9C88A0" w14:textId="77777777" w:rsidTr="00D71449">
        <w:trPr>
          <w:trHeight w:val="567"/>
          <w:jc w:val="center"/>
        </w:trPr>
        <w:tc>
          <w:tcPr>
            <w:tcW w:w="111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FDB8388" w14:textId="77777777" w:rsidR="00D71449" w:rsidRDefault="00D71449">
            <w:pPr>
              <w:spacing w:after="0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c)</w:t>
            </w:r>
          </w:p>
        </w:tc>
        <w:tc>
          <w:tcPr>
            <w:tcW w:w="2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351B88B" w14:textId="77777777" w:rsidR="00D71449" w:rsidRDefault="00D71449">
            <w:pPr>
              <w:spacing w:after="0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0.31 x 0.186</w:t>
            </w:r>
          </w:p>
        </w:tc>
        <w:tc>
          <w:tcPr>
            <w:tcW w:w="146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12198EB" w14:textId="77777777" w:rsidR="00D71449" w:rsidRDefault="00D71449">
            <w:pPr>
              <w:spacing w:after="0"/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5.77</w:t>
            </w:r>
          </w:p>
        </w:tc>
        <w:tc>
          <w:tcPr>
            <w:tcW w:w="146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0F442EB" w14:textId="77777777" w:rsidR="00D71449" w:rsidRDefault="00D71449">
            <w:pPr>
              <w:spacing w:after="0"/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0.577</w:t>
            </w:r>
          </w:p>
        </w:tc>
        <w:tc>
          <w:tcPr>
            <w:tcW w:w="134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5B7F927" w14:textId="767482FA" w:rsidR="00D71449" w:rsidRDefault="00D71449">
            <w:pPr>
              <w:spacing w:after="0"/>
              <w:jc w:val="center"/>
              <w:rPr>
                <w:rFonts w:eastAsia="Calibri"/>
                <w:sz w:val="22"/>
              </w:rPr>
            </w:pPr>
            <w:r w:rsidRPr="0065480E">
              <w:rPr>
                <w:rFonts w:eastAsia="Calibri"/>
                <w:color w:val="FF0000"/>
                <w:sz w:val="22"/>
              </w:rPr>
              <w:t>0.0577</w:t>
            </w:r>
          </w:p>
        </w:tc>
      </w:tr>
      <w:tr w:rsidR="00D71449" w14:paraId="08185E6A" w14:textId="77777777" w:rsidTr="00D71449">
        <w:trPr>
          <w:trHeight w:val="567"/>
          <w:jc w:val="center"/>
        </w:trPr>
        <w:tc>
          <w:tcPr>
            <w:tcW w:w="111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63222C9" w14:textId="77777777" w:rsidR="00D71449" w:rsidRDefault="00D71449">
            <w:pPr>
              <w:spacing w:after="0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d)</w:t>
            </w:r>
          </w:p>
        </w:tc>
        <w:tc>
          <w:tcPr>
            <w:tcW w:w="2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C6D6FDA" w14:textId="77777777" w:rsidR="00D71449" w:rsidRDefault="00D71449">
            <w:pPr>
              <w:spacing w:after="0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5.91 x 20.14</w:t>
            </w:r>
          </w:p>
        </w:tc>
        <w:tc>
          <w:tcPr>
            <w:tcW w:w="146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D6901B3" w14:textId="77777777" w:rsidR="00D71449" w:rsidRDefault="00D71449">
            <w:pPr>
              <w:spacing w:after="0"/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11.9</w:t>
            </w:r>
          </w:p>
        </w:tc>
        <w:tc>
          <w:tcPr>
            <w:tcW w:w="146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072DB1D" w14:textId="77777777" w:rsidR="00D71449" w:rsidRDefault="00D71449">
            <w:pPr>
              <w:spacing w:after="0"/>
              <w:jc w:val="center"/>
              <w:rPr>
                <w:rFonts w:eastAsia="Calibri"/>
                <w:sz w:val="22"/>
              </w:rPr>
            </w:pPr>
            <w:r w:rsidRPr="0065480E">
              <w:rPr>
                <w:rFonts w:eastAsia="Calibri"/>
                <w:color w:val="FF0000"/>
                <w:sz w:val="22"/>
              </w:rPr>
              <w:t>119</w:t>
            </w:r>
          </w:p>
        </w:tc>
        <w:tc>
          <w:tcPr>
            <w:tcW w:w="134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14CAC06" w14:textId="77777777" w:rsidR="00D71449" w:rsidRDefault="00D71449">
            <w:pPr>
              <w:spacing w:after="0"/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1 190</w:t>
            </w:r>
          </w:p>
        </w:tc>
      </w:tr>
      <w:tr w:rsidR="00D71449" w14:paraId="4ED71D0F" w14:textId="77777777" w:rsidTr="00D71449">
        <w:trPr>
          <w:trHeight w:val="567"/>
          <w:jc w:val="center"/>
        </w:trPr>
        <w:tc>
          <w:tcPr>
            <w:tcW w:w="111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9EAB8B0" w14:textId="77777777" w:rsidR="00D71449" w:rsidRPr="001B2098" w:rsidRDefault="00D71449">
            <w:pPr>
              <w:spacing w:after="0"/>
              <w:rPr>
                <w:rFonts w:eastAsia="Calibri"/>
                <w:sz w:val="22"/>
              </w:rPr>
            </w:pPr>
            <w:r w:rsidRPr="001B2098">
              <w:rPr>
                <w:rFonts w:eastAsia="Calibri"/>
                <w:sz w:val="22"/>
              </w:rPr>
              <w:t>e)</w:t>
            </w:r>
          </w:p>
        </w:tc>
        <w:tc>
          <w:tcPr>
            <w:tcW w:w="2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BC09E9" w14:textId="33F86FAE" w:rsidR="00D71449" w:rsidRPr="001B2098" w:rsidRDefault="00D71449">
            <w:pPr>
              <w:spacing w:after="0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0.004</w:t>
            </w:r>
            <w:r w:rsidRPr="001B2098">
              <w:rPr>
                <w:rFonts w:eastAsia="Calibri"/>
                <w:sz w:val="22"/>
              </w:rPr>
              <w:t>67 x 3.175</w:t>
            </w:r>
          </w:p>
        </w:tc>
        <w:tc>
          <w:tcPr>
            <w:tcW w:w="146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4D4FE8B" w14:textId="04E3CE74" w:rsidR="00D71449" w:rsidRPr="001B2098" w:rsidRDefault="00D71449">
            <w:pPr>
              <w:spacing w:after="0"/>
              <w:jc w:val="center"/>
              <w:rPr>
                <w:rFonts w:eastAsia="Calibri"/>
                <w:sz w:val="22"/>
              </w:rPr>
            </w:pPr>
            <w:r w:rsidRPr="00F93C22">
              <w:rPr>
                <w:rFonts w:eastAsia="Calibri"/>
                <w:color w:val="FF0000"/>
                <w:sz w:val="22"/>
              </w:rPr>
              <w:t>0.0148</w:t>
            </w:r>
          </w:p>
        </w:tc>
        <w:tc>
          <w:tcPr>
            <w:tcW w:w="146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A35FE9A" w14:textId="799454C1" w:rsidR="00D71449" w:rsidRPr="001B2098" w:rsidRDefault="00D71449">
            <w:pPr>
              <w:spacing w:after="0"/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0.001</w:t>
            </w:r>
            <w:r w:rsidRPr="001B2098">
              <w:rPr>
                <w:rFonts w:eastAsia="Calibri"/>
                <w:sz w:val="22"/>
              </w:rPr>
              <w:t>48</w:t>
            </w:r>
          </w:p>
        </w:tc>
        <w:tc>
          <w:tcPr>
            <w:tcW w:w="134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4752732" w14:textId="77777777" w:rsidR="00D71449" w:rsidRPr="001B2098" w:rsidRDefault="00D71449">
            <w:pPr>
              <w:spacing w:after="0"/>
              <w:jc w:val="center"/>
              <w:rPr>
                <w:rFonts w:eastAsia="Calibri"/>
                <w:sz w:val="22"/>
              </w:rPr>
            </w:pPr>
            <w:r w:rsidRPr="001B2098">
              <w:rPr>
                <w:rFonts w:eastAsia="Calibri"/>
                <w:sz w:val="22"/>
              </w:rPr>
              <w:t>0.148</w:t>
            </w:r>
          </w:p>
        </w:tc>
      </w:tr>
    </w:tbl>
    <w:p w14:paraId="2D82A476" w14:textId="77777777" w:rsidR="000E37D3" w:rsidRDefault="000E37D3" w:rsidP="000E37D3">
      <w:pPr>
        <w:rPr>
          <w:sz w:val="22"/>
          <w:szCs w:val="22"/>
        </w:rPr>
      </w:pPr>
    </w:p>
    <w:p w14:paraId="07EC1ECF" w14:textId="77777777" w:rsidR="000E37D3" w:rsidRDefault="000E37D3" w:rsidP="000E37D3">
      <w:pPr>
        <w:numPr>
          <w:ilvl w:val="0"/>
          <w:numId w:val="37"/>
        </w:numPr>
        <w:tabs>
          <w:tab w:val="clear" w:pos="284"/>
        </w:tabs>
        <w:spacing w:before="240" w:after="240" w:line="240" w:lineRule="auto"/>
        <w:rPr>
          <w:rFonts w:eastAsia="Calibri"/>
          <w:sz w:val="22"/>
          <w:szCs w:val="22"/>
        </w:rPr>
      </w:pPr>
      <w:r>
        <w:rPr>
          <w:rFonts w:eastAsia="Calibri"/>
          <w:b/>
          <w:sz w:val="22"/>
          <w:szCs w:val="22"/>
        </w:rPr>
        <w:t>Substitute</w:t>
      </w:r>
      <w:r>
        <w:rPr>
          <w:rFonts w:eastAsia="Calibri"/>
          <w:sz w:val="22"/>
          <w:szCs w:val="22"/>
        </w:rPr>
        <w:t xml:space="preserve"> the data into the provided formulae and </w:t>
      </w:r>
      <w:r>
        <w:rPr>
          <w:rFonts w:eastAsia="Calibri"/>
          <w:b/>
          <w:sz w:val="22"/>
          <w:szCs w:val="22"/>
        </w:rPr>
        <w:t>calculate</w:t>
      </w:r>
      <w:r>
        <w:rPr>
          <w:rFonts w:eastAsia="Calibri"/>
          <w:sz w:val="22"/>
          <w:szCs w:val="22"/>
        </w:rPr>
        <w:t xml:space="preserve"> the answer correct to the appropriate number of significant figures (which you need to determine).</w:t>
      </w:r>
    </w:p>
    <w:p w14:paraId="086699CF" w14:textId="77777777" w:rsidR="000E37D3" w:rsidRDefault="000E37D3" w:rsidP="000E37D3">
      <w:pPr>
        <w:numPr>
          <w:ilvl w:val="1"/>
          <w:numId w:val="37"/>
        </w:numPr>
        <w:tabs>
          <w:tab w:val="clear" w:pos="284"/>
        </w:tabs>
        <w:spacing w:before="240" w:after="0" w:line="240" w:lineRule="auto"/>
        <w:contextualSpacing/>
        <w:rPr>
          <w:rFonts w:eastAsia="Calibri"/>
          <w:sz w:val="22"/>
          <w:szCs w:val="22"/>
        </w:rPr>
      </w:pPr>
      <m:oMath>
        <m:r>
          <w:rPr>
            <w:rFonts w:ascii="Cambria Math" w:eastAsia="Calibri" w:hAnsi="Cambria Math"/>
            <w:sz w:val="22"/>
            <w:szCs w:val="22"/>
          </w:rPr>
          <m:t>A=</m:t>
        </m:r>
        <m:f>
          <m:fPr>
            <m:ctrlPr>
              <w:rPr>
                <w:rFonts w:ascii="Cambria Math" w:eastAsia="Calibri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="Calibri" w:hAnsi="Cambria Math"/>
                <w:sz w:val="22"/>
                <w:szCs w:val="22"/>
              </w:rPr>
              <m:t>1</m:t>
            </m:r>
          </m:num>
          <m:den>
            <m:r>
              <w:rPr>
                <w:rFonts w:ascii="Cambria Math" w:eastAsia="Calibri" w:hAnsi="Cambria Math"/>
                <w:sz w:val="22"/>
                <w:szCs w:val="22"/>
              </w:rPr>
              <m:t>2</m:t>
            </m:r>
          </m:den>
        </m:f>
        <m:r>
          <w:rPr>
            <w:rFonts w:ascii="Cambria Math" w:eastAsia="Calibri" w:hAnsi="Cambria Math"/>
            <w:sz w:val="22"/>
            <w:szCs w:val="22"/>
          </w:rPr>
          <m:t>bh</m:t>
        </m:r>
      </m:oMath>
      <w:r>
        <w:rPr>
          <w:rFonts w:eastAsia="Calibri"/>
          <w:sz w:val="22"/>
          <w:szCs w:val="22"/>
        </w:rPr>
        <w:t xml:space="preserve"> </w:t>
      </w:r>
      <w:r>
        <w:rPr>
          <w:rFonts w:eastAsia="Calibri"/>
          <w:sz w:val="22"/>
          <w:szCs w:val="22"/>
        </w:rPr>
        <w:tab/>
        <w:t xml:space="preserve">when </w:t>
      </w:r>
      <w:r>
        <w:rPr>
          <w:rFonts w:eastAsia="Calibri"/>
          <w:i/>
          <w:sz w:val="22"/>
          <w:szCs w:val="22"/>
        </w:rPr>
        <w:t>b</w:t>
      </w:r>
      <w:r>
        <w:rPr>
          <w:rFonts w:eastAsia="Calibri"/>
          <w:sz w:val="22"/>
          <w:szCs w:val="22"/>
        </w:rPr>
        <w:t xml:space="preserve"> =3.4 </w:t>
      </w:r>
      <m:oMath>
        <m:r>
          <w:rPr>
            <w:rFonts w:ascii="Cambria Math" w:eastAsia="Calibri" w:hAnsi="Cambria Math"/>
            <w:sz w:val="22"/>
            <w:szCs w:val="22"/>
          </w:rPr>
          <m:t>×</m:t>
        </m:r>
      </m:oMath>
      <w:r>
        <w:rPr>
          <w:rFonts w:eastAsia="Calibri"/>
          <w:sz w:val="22"/>
          <w:szCs w:val="22"/>
        </w:rPr>
        <w:t xml:space="preserve"> 10</w:t>
      </w:r>
      <w:r>
        <w:rPr>
          <w:rFonts w:eastAsia="Calibri"/>
          <w:sz w:val="22"/>
          <w:szCs w:val="22"/>
          <w:vertAlign w:val="superscript"/>
        </w:rPr>
        <w:t xml:space="preserve">6  </w:t>
      </w:r>
      <w:r>
        <w:rPr>
          <w:rFonts w:eastAsia="Calibri"/>
          <w:sz w:val="22"/>
          <w:szCs w:val="22"/>
        </w:rPr>
        <w:t xml:space="preserve">and </w:t>
      </w:r>
      <w:r>
        <w:rPr>
          <w:rFonts w:eastAsia="Calibri"/>
          <w:i/>
          <w:sz w:val="22"/>
          <w:szCs w:val="22"/>
        </w:rPr>
        <w:t>h</w:t>
      </w:r>
      <w:r>
        <w:rPr>
          <w:rFonts w:eastAsia="Calibri"/>
          <w:sz w:val="22"/>
          <w:szCs w:val="22"/>
        </w:rPr>
        <w:t xml:space="preserve"> = 7.0 </w:t>
      </w:r>
      <m:oMath>
        <m:r>
          <w:rPr>
            <w:rFonts w:ascii="Cambria Math" w:eastAsia="Calibri" w:hAnsi="Cambria Math"/>
            <w:sz w:val="22"/>
            <w:szCs w:val="22"/>
          </w:rPr>
          <m:t>×</m:t>
        </m:r>
      </m:oMath>
      <w:r>
        <w:rPr>
          <w:rFonts w:eastAsia="Calibri"/>
          <w:sz w:val="22"/>
          <w:szCs w:val="22"/>
        </w:rPr>
        <w:t xml:space="preserve"> 10</w:t>
      </w:r>
      <w:r>
        <w:rPr>
          <w:rFonts w:eastAsia="Calibri"/>
          <w:sz w:val="22"/>
          <w:szCs w:val="22"/>
          <w:vertAlign w:val="superscript"/>
        </w:rPr>
        <w:t>4</w:t>
      </w:r>
    </w:p>
    <w:p w14:paraId="75BEF8CF" w14:textId="77777777" w:rsidR="000E37D3" w:rsidRDefault="000E37D3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3A5C1FCD" w14:textId="7E9CF179" w:rsidR="000E37D3" w:rsidRPr="00F93C22" w:rsidRDefault="00F93C22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</w:rPr>
      </w:pPr>
      <w:r w:rsidRPr="00F93C22">
        <w:rPr>
          <w:color w:val="FF0000"/>
        </w:rPr>
        <w:t>1.19x10</w:t>
      </w:r>
      <w:r w:rsidRPr="00F93C22">
        <w:rPr>
          <w:color w:val="FF0000"/>
          <w:vertAlign w:val="superscript"/>
        </w:rPr>
        <w:t>11</w:t>
      </w:r>
    </w:p>
    <w:p w14:paraId="283ACD4A" w14:textId="77777777" w:rsidR="000E37D3" w:rsidRDefault="000E37D3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726376DC" w14:textId="77777777" w:rsidR="000E37D3" w:rsidRDefault="000E37D3" w:rsidP="000E37D3">
      <w:pPr>
        <w:spacing w:before="240" w:after="0"/>
        <w:contextualSpacing/>
        <w:rPr>
          <w:rFonts w:eastAsia="Calibri"/>
          <w:sz w:val="22"/>
          <w:szCs w:val="22"/>
        </w:rPr>
      </w:pPr>
    </w:p>
    <w:p w14:paraId="6CD3CE08" w14:textId="77777777" w:rsidR="000E37D3" w:rsidRDefault="000E37D3" w:rsidP="000E37D3">
      <w:pPr>
        <w:numPr>
          <w:ilvl w:val="1"/>
          <w:numId w:val="37"/>
        </w:numPr>
        <w:tabs>
          <w:tab w:val="clear" w:pos="284"/>
        </w:tabs>
        <w:spacing w:before="240" w:after="0" w:line="240" w:lineRule="auto"/>
        <w:contextualSpacing/>
        <w:rPr>
          <w:rFonts w:eastAsia="Calibri"/>
          <w:sz w:val="22"/>
          <w:szCs w:val="22"/>
        </w:rPr>
      </w:pPr>
      <m:oMath>
        <m:r>
          <w:rPr>
            <w:rFonts w:ascii="Cambria Math" w:eastAsia="Calibri" w:hAnsi="Cambria Math"/>
            <w:sz w:val="22"/>
            <w:szCs w:val="22"/>
          </w:rPr>
          <m:t>λ=</m:t>
        </m:r>
        <m:f>
          <m:fPr>
            <m:ctrlPr>
              <w:rPr>
                <w:rFonts w:ascii="Cambria Math" w:eastAsia="Calibri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="Calibri" w:hAnsi="Cambria Math"/>
                <w:sz w:val="22"/>
                <w:szCs w:val="22"/>
              </w:rPr>
              <m:t>h</m:t>
            </m:r>
          </m:num>
          <m:den>
            <m:r>
              <w:rPr>
                <w:rFonts w:ascii="Cambria Math" w:eastAsia="Calibri" w:hAnsi="Cambria Math"/>
                <w:sz w:val="22"/>
                <w:szCs w:val="22"/>
              </w:rPr>
              <m:t>mν</m:t>
            </m:r>
          </m:den>
        </m:f>
      </m:oMath>
      <w:r>
        <w:rPr>
          <w:rFonts w:eastAsia="Calibri"/>
          <w:sz w:val="22"/>
          <w:szCs w:val="22"/>
        </w:rPr>
        <w:t xml:space="preserve"> </w:t>
      </w:r>
      <w:r>
        <w:rPr>
          <w:rFonts w:eastAsia="Calibri"/>
          <w:sz w:val="22"/>
          <w:szCs w:val="22"/>
          <w:vertAlign w:val="subscript"/>
        </w:rPr>
        <w:t xml:space="preserve">   </w:t>
      </w:r>
      <w:r>
        <w:rPr>
          <w:rFonts w:eastAsia="Calibri"/>
          <w:sz w:val="22"/>
          <w:szCs w:val="22"/>
          <w:vertAlign w:val="subscript"/>
        </w:rPr>
        <w:tab/>
      </w:r>
      <w:r>
        <w:rPr>
          <w:rFonts w:eastAsia="Calibri"/>
          <w:sz w:val="22"/>
          <w:szCs w:val="22"/>
        </w:rPr>
        <w:t xml:space="preserve">when h = 5.0 </w:t>
      </w:r>
      <m:oMath>
        <m:r>
          <w:rPr>
            <w:rFonts w:ascii="Cambria Math" w:eastAsia="Calibri" w:hAnsi="Cambria Math"/>
            <w:sz w:val="22"/>
            <w:szCs w:val="22"/>
          </w:rPr>
          <m:t>×</m:t>
        </m:r>
      </m:oMath>
      <w:r>
        <w:rPr>
          <w:rFonts w:eastAsia="Calibri"/>
          <w:sz w:val="22"/>
          <w:szCs w:val="22"/>
        </w:rPr>
        <w:t>10</w:t>
      </w:r>
      <w:r>
        <w:rPr>
          <w:rFonts w:eastAsia="Calibri"/>
          <w:sz w:val="22"/>
          <w:szCs w:val="22"/>
          <w:vertAlign w:val="superscript"/>
        </w:rPr>
        <w:t xml:space="preserve">-1 </w:t>
      </w:r>
      <w:r>
        <w:rPr>
          <w:rFonts w:eastAsia="Calibri"/>
          <w:sz w:val="22"/>
          <w:szCs w:val="22"/>
        </w:rPr>
        <w:t>, m</w:t>
      </w:r>
      <w:r>
        <w:rPr>
          <w:rFonts w:eastAsia="Calibri"/>
          <w:sz w:val="22"/>
          <w:szCs w:val="22"/>
          <w:vertAlign w:val="subscript"/>
        </w:rPr>
        <w:t xml:space="preserve"> </w:t>
      </w:r>
      <w:r>
        <w:rPr>
          <w:rFonts w:eastAsia="Calibri"/>
          <w:sz w:val="22"/>
          <w:szCs w:val="22"/>
        </w:rPr>
        <w:t xml:space="preserve">= 3.2 </w:t>
      </w:r>
      <m:oMath>
        <m:r>
          <w:rPr>
            <w:rFonts w:ascii="Cambria Math" w:eastAsia="Calibri" w:hAnsi="Cambria Math"/>
            <w:sz w:val="22"/>
            <w:szCs w:val="22"/>
          </w:rPr>
          <m:t>×</m:t>
        </m:r>
      </m:oMath>
      <w:r>
        <w:rPr>
          <w:rFonts w:eastAsia="Calibri"/>
          <w:sz w:val="22"/>
          <w:szCs w:val="22"/>
        </w:rPr>
        <w:t>10</w:t>
      </w:r>
      <w:r>
        <w:rPr>
          <w:rFonts w:eastAsia="Calibri"/>
          <w:sz w:val="22"/>
          <w:szCs w:val="22"/>
          <w:vertAlign w:val="superscript"/>
        </w:rPr>
        <w:t>6</w:t>
      </w:r>
      <w:r>
        <w:rPr>
          <w:rFonts w:eastAsia="Calibri"/>
          <w:sz w:val="22"/>
          <w:szCs w:val="22"/>
        </w:rPr>
        <w:t xml:space="preserve">,   v= 2.7 </w:t>
      </w:r>
      <m:oMath>
        <m:r>
          <w:rPr>
            <w:rFonts w:ascii="Cambria Math" w:eastAsia="Calibri" w:hAnsi="Cambria Math"/>
            <w:sz w:val="22"/>
            <w:szCs w:val="22"/>
          </w:rPr>
          <m:t>×</m:t>
        </m:r>
      </m:oMath>
      <w:r>
        <w:rPr>
          <w:rFonts w:eastAsia="Calibri"/>
          <w:sz w:val="22"/>
          <w:szCs w:val="22"/>
        </w:rPr>
        <w:t>10</w:t>
      </w:r>
      <w:r>
        <w:rPr>
          <w:rFonts w:eastAsia="Calibri"/>
          <w:sz w:val="22"/>
          <w:szCs w:val="22"/>
          <w:vertAlign w:val="superscript"/>
        </w:rPr>
        <w:t>3</w:t>
      </w:r>
    </w:p>
    <w:p w14:paraId="1493E958" w14:textId="77777777" w:rsidR="000E37D3" w:rsidRDefault="000E37D3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096B7FC2" w14:textId="22ABF4DE" w:rsidR="000E37D3" w:rsidRPr="00F93C22" w:rsidRDefault="00F93C22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</w:rPr>
      </w:pPr>
      <w:r w:rsidRPr="00F93C22">
        <w:rPr>
          <w:color w:val="FF0000"/>
        </w:rPr>
        <w:t>4.22x10</w:t>
      </w:r>
      <w:r w:rsidRPr="00F93C22">
        <w:rPr>
          <w:color w:val="FF0000"/>
          <w:vertAlign w:val="superscript"/>
        </w:rPr>
        <w:t>-4</w:t>
      </w:r>
    </w:p>
    <w:p w14:paraId="11BBE68E" w14:textId="77777777" w:rsidR="000E37D3" w:rsidRDefault="000E37D3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34F8F53" w14:textId="77777777" w:rsidR="000E37D3" w:rsidRDefault="000E37D3" w:rsidP="000E37D3">
      <w:pPr>
        <w:jc w:val="right"/>
        <w:rPr>
          <w:sz w:val="22"/>
          <w:szCs w:val="22"/>
        </w:rPr>
      </w:pPr>
    </w:p>
    <w:p w14:paraId="7E3A5D0F" w14:textId="77777777" w:rsidR="000E37D3" w:rsidRDefault="000E37D3" w:rsidP="000E37D3">
      <w:pPr>
        <w:numPr>
          <w:ilvl w:val="1"/>
          <w:numId w:val="37"/>
        </w:numPr>
        <w:tabs>
          <w:tab w:val="clear" w:pos="284"/>
        </w:tabs>
        <w:spacing w:before="240" w:after="240" w:line="240" w:lineRule="auto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V = </w:t>
      </w:r>
      <w:r>
        <w:rPr>
          <w:rFonts w:eastAsia="Calibri"/>
          <w:i/>
          <w:sz w:val="22"/>
          <w:szCs w:val="22"/>
        </w:rPr>
        <w:t>u</w:t>
      </w:r>
      <w:r>
        <w:rPr>
          <w:rFonts w:eastAsia="Calibri"/>
          <w:sz w:val="22"/>
          <w:szCs w:val="22"/>
        </w:rPr>
        <w:t xml:space="preserve"> + </w:t>
      </w:r>
      <w:r>
        <w:rPr>
          <w:rFonts w:eastAsia="Calibri"/>
          <w:i/>
          <w:sz w:val="22"/>
          <w:szCs w:val="22"/>
        </w:rPr>
        <w:t>at</w:t>
      </w:r>
      <w:r>
        <w:rPr>
          <w:rFonts w:eastAsia="Calibri"/>
          <w:sz w:val="22"/>
          <w:szCs w:val="22"/>
        </w:rPr>
        <w:t xml:space="preserve"> </w:t>
      </w:r>
      <w:r>
        <w:rPr>
          <w:rFonts w:eastAsia="Calibri"/>
          <w:sz w:val="22"/>
          <w:szCs w:val="22"/>
        </w:rPr>
        <w:tab/>
        <w:t xml:space="preserve">when </w:t>
      </w:r>
      <w:r>
        <w:rPr>
          <w:rFonts w:eastAsia="Calibri"/>
          <w:i/>
          <w:sz w:val="22"/>
          <w:szCs w:val="22"/>
        </w:rPr>
        <w:t>u</w:t>
      </w:r>
      <w:r>
        <w:rPr>
          <w:rFonts w:eastAsia="Calibri"/>
          <w:sz w:val="22"/>
          <w:szCs w:val="22"/>
        </w:rPr>
        <w:t xml:space="preserve"> = 2.7 </w:t>
      </w:r>
      <m:oMath>
        <m:r>
          <w:rPr>
            <w:rFonts w:ascii="Cambria Math" w:eastAsia="Calibri" w:hAnsi="Cambria Math"/>
            <w:sz w:val="22"/>
            <w:szCs w:val="22"/>
          </w:rPr>
          <m:t>×</m:t>
        </m:r>
      </m:oMath>
      <w:r>
        <w:rPr>
          <w:rFonts w:eastAsia="Calibri"/>
          <w:sz w:val="22"/>
          <w:szCs w:val="22"/>
        </w:rPr>
        <w:t>10</w:t>
      </w:r>
      <w:r>
        <w:rPr>
          <w:rFonts w:eastAsia="Calibri"/>
          <w:sz w:val="22"/>
          <w:szCs w:val="22"/>
          <w:vertAlign w:val="superscript"/>
        </w:rPr>
        <w:t>4</w:t>
      </w:r>
      <w:r>
        <w:rPr>
          <w:rFonts w:eastAsia="Calibri"/>
          <w:sz w:val="22"/>
          <w:szCs w:val="22"/>
        </w:rPr>
        <w:t xml:space="preserve">, </w:t>
      </w:r>
      <w:r>
        <w:rPr>
          <w:rFonts w:eastAsia="Calibri"/>
          <w:i/>
          <w:sz w:val="22"/>
          <w:szCs w:val="22"/>
        </w:rPr>
        <w:t>a</w:t>
      </w:r>
      <w:r>
        <w:rPr>
          <w:rFonts w:eastAsia="Calibri"/>
          <w:sz w:val="22"/>
          <w:szCs w:val="22"/>
        </w:rPr>
        <w:t xml:space="preserve"> = 5, </w:t>
      </w:r>
      <w:r>
        <w:rPr>
          <w:rFonts w:eastAsia="Calibri"/>
          <w:i/>
          <w:sz w:val="22"/>
          <w:szCs w:val="22"/>
        </w:rPr>
        <w:t>t</w:t>
      </w:r>
      <w:r>
        <w:rPr>
          <w:rFonts w:eastAsia="Calibri"/>
          <w:sz w:val="22"/>
          <w:szCs w:val="22"/>
        </w:rPr>
        <w:t xml:space="preserve"> = 3.0 </w:t>
      </w:r>
      <m:oMath>
        <m:r>
          <w:rPr>
            <w:rFonts w:ascii="Cambria Math" w:eastAsia="Calibri" w:hAnsi="Cambria Math"/>
            <w:sz w:val="22"/>
            <w:szCs w:val="22"/>
          </w:rPr>
          <m:t>×</m:t>
        </m:r>
      </m:oMath>
      <w:r>
        <w:rPr>
          <w:rFonts w:eastAsia="Calibri"/>
          <w:sz w:val="22"/>
          <w:szCs w:val="22"/>
        </w:rPr>
        <w:t xml:space="preserve"> 10</w:t>
      </w:r>
      <w:r>
        <w:rPr>
          <w:rFonts w:eastAsia="Calibri"/>
          <w:sz w:val="22"/>
          <w:szCs w:val="22"/>
          <w:vertAlign w:val="superscript"/>
        </w:rPr>
        <w:t>3</w:t>
      </w:r>
    </w:p>
    <w:p w14:paraId="2010F699" w14:textId="77777777" w:rsidR="000E37D3" w:rsidRDefault="000E37D3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45D0FFA8" w14:textId="2A9FD379" w:rsidR="000E37D3" w:rsidRPr="00F93C22" w:rsidRDefault="00F93C22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</w:rPr>
      </w:pPr>
      <w:r w:rsidRPr="00F93C22">
        <w:rPr>
          <w:color w:val="FF0000"/>
        </w:rPr>
        <w:t>42000</w:t>
      </w:r>
    </w:p>
    <w:p w14:paraId="7B4619F2" w14:textId="77777777" w:rsidR="000E37D3" w:rsidRDefault="000E37D3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7E00A078" w14:textId="77777777" w:rsidR="000E37D3" w:rsidRDefault="000E37D3" w:rsidP="000E37D3">
      <w:pPr>
        <w:spacing w:before="240" w:after="240"/>
        <w:jc w:val="both"/>
        <w:rPr>
          <w:rFonts w:eastAsia="Calibri"/>
          <w:sz w:val="22"/>
          <w:szCs w:val="22"/>
        </w:rPr>
      </w:pPr>
    </w:p>
    <w:p w14:paraId="791916EC" w14:textId="77777777" w:rsidR="000E37D3" w:rsidRDefault="000E37D3" w:rsidP="000E37D3">
      <w:pPr>
        <w:numPr>
          <w:ilvl w:val="0"/>
          <w:numId w:val="37"/>
        </w:numPr>
        <w:tabs>
          <w:tab w:val="clear" w:pos="284"/>
        </w:tabs>
        <w:spacing w:before="240" w:after="240" w:line="240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>Express each ratio in its lowest terms</w:t>
      </w:r>
    </w:p>
    <w:p w14:paraId="52915B56" w14:textId="77777777" w:rsidR="000E37D3" w:rsidRDefault="000E37D3" w:rsidP="000E37D3">
      <w:pPr>
        <w:numPr>
          <w:ilvl w:val="1"/>
          <w:numId w:val="37"/>
        </w:numPr>
        <w:tabs>
          <w:tab w:val="clear" w:pos="284"/>
        </w:tabs>
        <w:spacing w:before="240" w:after="24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132 : 12 </w:t>
      </w:r>
    </w:p>
    <w:p w14:paraId="2D69D8F8" w14:textId="77777777" w:rsidR="000E37D3" w:rsidRDefault="000E37D3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50B57D0E" w14:textId="57DA1416" w:rsidR="000E37D3" w:rsidRPr="00F93C22" w:rsidRDefault="00F93C22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</w:rPr>
      </w:pPr>
      <w:r>
        <w:rPr>
          <w:color w:val="FF0000"/>
        </w:rPr>
        <w:t>11:1</w:t>
      </w:r>
    </w:p>
    <w:p w14:paraId="5D8B6F8E" w14:textId="77777777" w:rsidR="000E37D3" w:rsidRDefault="000E37D3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0FA094E8" w14:textId="77777777" w:rsidR="000E37D3" w:rsidRDefault="000E37D3" w:rsidP="000E37D3">
      <w:pPr>
        <w:numPr>
          <w:ilvl w:val="1"/>
          <w:numId w:val="37"/>
        </w:numPr>
        <w:tabs>
          <w:tab w:val="clear" w:pos="284"/>
        </w:tabs>
        <w:spacing w:before="240" w:after="24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4.8 : 1.6 </w:t>
      </w:r>
    </w:p>
    <w:p w14:paraId="1E7D3ADC" w14:textId="77777777" w:rsidR="000E37D3" w:rsidRDefault="000E37D3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4547D4B3" w14:textId="0B20C923" w:rsidR="000E37D3" w:rsidRPr="00F93C22" w:rsidRDefault="00F93C22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</w:rPr>
      </w:pPr>
      <w:r w:rsidRPr="00F93C22">
        <w:rPr>
          <w:color w:val="FF0000"/>
        </w:rPr>
        <w:t>3:1</w:t>
      </w:r>
    </w:p>
    <w:p w14:paraId="0A3F9CCF" w14:textId="77777777" w:rsidR="000E37D3" w:rsidRDefault="000E37D3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5C314122" w14:textId="77777777" w:rsidR="000E37D3" w:rsidRDefault="000E37D3" w:rsidP="000E37D3">
      <w:pPr>
        <w:numPr>
          <w:ilvl w:val="1"/>
          <w:numId w:val="37"/>
        </w:numPr>
        <w:tabs>
          <w:tab w:val="clear" w:pos="284"/>
        </w:tabs>
        <w:spacing w:before="240" w:after="24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50g : 0.05kg </w:t>
      </w:r>
    </w:p>
    <w:p w14:paraId="689C940F" w14:textId="77777777" w:rsidR="000E37D3" w:rsidRDefault="000E37D3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59E8F411" w14:textId="4238DE4C" w:rsidR="000E37D3" w:rsidRPr="00F93C22" w:rsidRDefault="00F93C22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</w:rPr>
      </w:pPr>
      <w:r>
        <w:rPr>
          <w:color w:val="FF0000"/>
        </w:rPr>
        <w:t>1:1</w:t>
      </w:r>
    </w:p>
    <w:p w14:paraId="482E9E12" w14:textId="77777777" w:rsidR="000E37D3" w:rsidRDefault="000E37D3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7F1831A" w14:textId="77777777" w:rsidR="000E37D3" w:rsidRDefault="000E37D3" w:rsidP="000E37D3">
      <w:pPr>
        <w:jc w:val="right"/>
        <w:rPr>
          <w:sz w:val="22"/>
          <w:szCs w:val="22"/>
        </w:rPr>
      </w:pPr>
    </w:p>
    <w:p w14:paraId="473F4281" w14:textId="77777777" w:rsidR="000E37D3" w:rsidRDefault="000E37D3" w:rsidP="000E37D3">
      <w:pPr>
        <w:numPr>
          <w:ilvl w:val="0"/>
          <w:numId w:val="37"/>
        </w:numPr>
        <w:tabs>
          <w:tab w:val="clear" w:pos="284"/>
        </w:tabs>
        <w:spacing w:before="240" w:after="240" w:line="240" w:lineRule="auto"/>
        <w:rPr>
          <w:sz w:val="22"/>
          <w:szCs w:val="22"/>
        </w:rPr>
      </w:pPr>
      <w:r>
        <w:rPr>
          <w:sz w:val="22"/>
          <w:szCs w:val="22"/>
        </w:rPr>
        <w:t>The ratio of the length of the tail of a mouse to that of the rest of its body is 6:5 and its total length is 132mm. Calculate the length of the tail and the body, expressing your answers in millimetres.</w:t>
      </w:r>
    </w:p>
    <w:p w14:paraId="60E72255" w14:textId="77777777" w:rsidR="000E37D3" w:rsidRDefault="000E37D3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4130CA3D" w14:textId="77777777" w:rsidR="00F93C22" w:rsidRPr="00F93C22" w:rsidRDefault="00F93C22" w:rsidP="00F93C2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</w:rPr>
      </w:pPr>
      <w:r w:rsidRPr="00F93C22">
        <w:rPr>
          <w:color w:val="FF0000"/>
        </w:rPr>
        <w:t>Tail = 72 mm</w:t>
      </w:r>
    </w:p>
    <w:p w14:paraId="1E1CFE0F" w14:textId="07CB6E8A" w:rsidR="000E37D3" w:rsidRPr="00F93C22" w:rsidRDefault="00F93C22" w:rsidP="00F93C2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</w:rPr>
      </w:pPr>
      <w:r w:rsidRPr="00F93C22">
        <w:rPr>
          <w:color w:val="FF0000"/>
        </w:rPr>
        <w:t>Body = 60 mm</w:t>
      </w:r>
    </w:p>
    <w:p w14:paraId="31E93028" w14:textId="77777777" w:rsidR="000E37D3" w:rsidRDefault="000E37D3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5F49166" w14:textId="1F55E7BB" w:rsidR="000E37D3" w:rsidRDefault="000E37D3" w:rsidP="000E37D3">
      <w:pPr>
        <w:numPr>
          <w:ilvl w:val="0"/>
          <w:numId w:val="37"/>
        </w:numPr>
        <w:tabs>
          <w:tab w:val="clear" w:pos="284"/>
        </w:tabs>
        <w:spacing w:before="240" w:after="20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An aspirin mixture composed of the three </w:t>
      </w:r>
      <w:r w:rsidR="00CF2E69">
        <w:rPr>
          <w:sz w:val="22"/>
          <w:szCs w:val="22"/>
        </w:rPr>
        <w:t>compound</w:t>
      </w:r>
      <w:r>
        <w:rPr>
          <w:sz w:val="22"/>
          <w:szCs w:val="22"/>
        </w:rPr>
        <w:t xml:space="preserve">s A, B and C in the ratio 7:3:2 has a mass of 2 kg. Calculate the masses of each </w:t>
      </w:r>
      <w:r w:rsidR="00CF2E69">
        <w:rPr>
          <w:sz w:val="22"/>
          <w:szCs w:val="22"/>
        </w:rPr>
        <w:t>compound</w:t>
      </w:r>
      <w:r>
        <w:rPr>
          <w:sz w:val="22"/>
          <w:szCs w:val="22"/>
        </w:rPr>
        <w:t>, expressing your answers in kilograms.</w:t>
      </w:r>
    </w:p>
    <w:p w14:paraId="727AD06A" w14:textId="77777777" w:rsidR="000E37D3" w:rsidRDefault="000E37D3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1B453B1D" w14:textId="77777777" w:rsidR="00F93C22" w:rsidRPr="00F93C22" w:rsidRDefault="00F93C22" w:rsidP="00F93C2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</w:rPr>
      </w:pPr>
      <w:r w:rsidRPr="00F93C22">
        <w:rPr>
          <w:color w:val="FF0000"/>
        </w:rPr>
        <w:t>A = 1.17 kg</w:t>
      </w:r>
    </w:p>
    <w:p w14:paraId="49F97B76" w14:textId="77777777" w:rsidR="00F93C22" w:rsidRPr="00F93C22" w:rsidRDefault="00F93C22" w:rsidP="00F93C2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</w:rPr>
      </w:pPr>
      <w:r w:rsidRPr="00F93C22">
        <w:rPr>
          <w:color w:val="FF0000"/>
        </w:rPr>
        <w:t>B = 0.5 kg</w:t>
      </w:r>
    </w:p>
    <w:p w14:paraId="6C9A74F5" w14:textId="030232FD" w:rsidR="000E37D3" w:rsidRPr="00F93C22" w:rsidRDefault="00F93C22" w:rsidP="00F93C2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</w:rPr>
      </w:pPr>
      <w:r w:rsidRPr="00F93C22">
        <w:rPr>
          <w:color w:val="FF0000"/>
        </w:rPr>
        <w:t>C = 0.33kg</w:t>
      </w:r>
    </w:p>
    <w:p w14:paraId="60AFD68B" w14:textId="77777777" w:rsidR="000E37D3" w:rsidRDefault="000E37D3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A006701" w14:textId="77777777" w:rsidR="000E37D3" w:rsidRDefault="000E37D3" w:rsidP="000E37D3">
      <w:pPr>
        <w:numPr>
          <w:ilvl w:val="0"/>
          <w:numId w:val="37"/>
        </w:numPr>
        <w:tabs>
          <w:tab w:val="clear" w:pos="284"/>
        </w:tabs>
        <w:spacing w:before="240" w:after="200" w:line="276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>Liquids A and B are mixed in the ratio 2:7 (by volume). What volume of liquid A would be present in 72 mL of the mixed solution?</w:t>
      </w:r>
    </w:p>
    <w:p w14:paraId="3C7C6DFA" w14:textId="77777777" w:rsidR="000E37D3" w:rsidRDefault="000E37D3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0C93D6C8" w14:textId="4CC6630C" w:rsidR="000E37D3" w:rsidRPr="00F93C22" w:rsidRDefault="007C3737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</w:rPr>
      </w:pPr>
      <w:r>
        <w:rPr>
          <w:color w:val="FF0000"/>
        </w:rPr>
        <w:t xml:space="preserve">A = </w:t>
      </w:r>
      <w:r w:rsidRPr="007C3737">
        <w:rPr>
          <w:color w:val="FF0000"/>
        </w:rPr>
        <w:t>16 mL</w:t>
      </w:r>
    </w:p>
    <w:p w14:paraId="60E5EE9B" w14:textId="77777777" w:rsidR="000E37D3" w:rsidRDefault="000E37D3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90A897D" w14:textId="77777777" w:rsidR="000E37D3" w:rsidRDefault="000E37D3" w:rsidP="000E37D3">
      <w:pPr>
        <w:numPr>
          <w:ilvl w:val="0"/>
          <w:numId w:val="37"/>
        </w:numPr>
        <w:tabs>
          <w:tab w:val="clear" w:pos="284"/>
        </w:tabs>
        <w:spacing w:before="240" w:after="240" w:line="240" w:lineRule="auto"/>
        <w:rPr>
          <w:sz w:val="22"/>
          <w:szCs w:val="22"/>
        </w:rPr>
      </w:pPr>
      <w:r>
        <w:rPr>
          <w:sz w:val="22"/>
          <w:szCs w:val="22"/>
        </w:rPr>
        <w:t>How much salt is weighed to make 2 L of 8% w/v salt brine?</w:t>
      </w:r>
    </w:p>
    <w:p w14:paraId="6449402C" w14:textId="77777777" w:rsidR="000E37D3" w:rsidRDefault="000E37D3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692FC7ED" w14:textId="24F4E01A" w:rsidR="000E37D3" w:rsidRPr="007C3737" w:rsidRDefault="007C3737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</w:rPr>
      </w:pPr>
      <w:r w:rsidRPr="007C3737">
        <w:rPr>
          <w:color w:val="FF0000"/>
        </w:rPr>
        <w:t>160 grams</w:t>
      </w:r>
    </w:p>
    <w:p w14:paraId="229010E1" w14:textId="77777777" w:rsidR="000E37D3" w:rsidRDefault="000E37D3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5047418E" w14:textId="0AF88AC7" w:rsidR="000E37D3" w:rsidRDefault="000E37D3" w:rsidP="000E37D3">
      <w:pPr>
        <w:numPr>
          <w:ilvl w:val="0"/>
          <w:numId w:val="37"/>
        </w:numPr>
        <w:tabs>
          <w:tab w:val="clear" w:pos="284"/>
        </w:tabs>
        <w:spacing w:before="240" w:after="240" w:line="240" w:lineRule="auto"/>
        <w:rPr>
          <w:sz w:val="22"/>
          <w:szCs w:val="22"/>
        </w:rPr>
      </w:pPr>
      <w:r>
        <w:rPr>
          <w:sz w:val="22"/>
          <w:szCs w:val="22"/>
        </w:rPr>
        <w:t>How much 10% w/v salt brine is needed to prepare 200 mL of 2% w/v salt brine?</w:t>
      </w:r>
    </w:p>
    <w:p w14:paraId="58AAB775" w14:textId="77777777" w:rsidR="000E37D3" w:rsidRDefault="000E37D3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284CD94C" w14:textId="01754047" w:rsidR="000E37D3" w:rsidRPr="007C3737" w:rsidRDefault="007C3737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</w:rPr>
      </w:pPr>
      <w:r w:rsidRPr="007C3737">
        <w:rPr>
          <w:color w:val="FF0000"/>
        </w:rPr>
        <w:t>40 mL</w:t>
      </w:r>
    </w:p>
    <w:p w14:paraId="19A231F1" w14:textId="77777777" w:rsidR="000E37D3" w:rsidRDefault="000E37D3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27808DC9" w14:textId="77777777" w:rsidR="000E37D3" w:rsidRDefault="000E37D3" w:rsidP="000E37D3">
      <w:pPr>
        <w:numPr>
          <w:ilvl w:val="0"/>
          <w:numId w:val="37"/>
        </w:numPr>
        <w:tabs>
          <w:tab w:val="clear" w:pos="284"/>
        </w:tabs>
        <w:spacing w:before="240" w:after="24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If 40 g of </w:t>
      </w:r>
      <w:proofErr w:type="spellStart"/>
      <w:r>
        <w:rPr>
          <w:sz w:val="22"/>
          <w:szCs w:val="22"/>
        </w:rPr>
        <w:t>NaCl</w:t>
      </w:r>
      <w:proofErr w:type="spellEnd"/>
      <w:r>
        <w:rPr>
          <w:sz w:val="22"/>
          <w:szCs w:val="22"/>
        </w:rPr>
        <w:t xml:space="preserve"> is dissolved in 2 litres of water what is the %w/v of the solution?</w:t>
      </w:r>
    </w:p>
    <w:p w14:paraId="09CC2F77" w14:textId="77777777" w:rsidR="000E37D3" w:rsidRDefault="000E37D3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79459ABB" w14:textId="7337C77D" w:rsidR="000E37D3" w:rsidRPr="007C3737" w:rsidRDefault="007C3737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</w:rPr>
      </w:pPr>
      <w:r>
        <w:rPr>
          <w:color w:val="FF0000"/>
        </w:rPr>
        <w:t>2</w:t>
      </w:r>
      <w:r w:rsidRPr="007C3737">
        <w:rPr>
          <w:color w:val="FF0000"/>
        </w:rPr>
        <w:t xml:space="preserve">% w/v </w:t>
      </w:r>
      <w:proofErr w:type="spellStart"/>
      <w:r w:rsidRPr="007C3737">
        <w:rPr>
          <w:color w:val="FF0000"/>
        </w:rPr>
        <w:t>NaCl</w:t>
      </w:r>
      <w:proofErr w:type="spellEnd"/>
    </w:p>
    <w:p w14:paraId="7313BED2" w14:textId="77777777" w:rsidR="000E37D3" w:rsidRDefault="000E37D3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417C2BDE" w14:textId="77777777" w:rsidR="000E37D3" w:rsidRDefault="000E37D3" w:rsidP="000E37D3">
      <w:pPr>
        <w:numPr>
          <w:ilvl w:val="0"/>
          <w:numId w:val="37"/>
        </w:numPr>
        <w:tabs>
          <w:tab w:val="clear" w:pos="284"/>
        </w:tabs>
        <w:spacing w:before="240" w:after="240" w:line="240" w:lineRule="auto"/>
        <w:rPr>
          <w:sz w:val="22"/>
          <w:szCs w:val="22"/>
        </w:rPr>
      </w:pPr>
      <w:r>
        <w:rPr>
          <w:sz w:val="22"/>
          <w:szCs w:val="22"/>
        </w:rPr>
        <w:t>Convert each of the following</w:t>
      </w:r>
    </w:p>
    <w:p w14:paraId="53ABAB47" w14:textId="77777777" w:rsidR="000E37D3" w:rsidRDefault="000E37D3" w:rsidP="000E37D3">
      <w:pPr>
        <w:numPr>
          <w:ilvl w:val="1"/>
          <w:numId w:val="37"/>
        </w:numPr>
        <w:tabs>
          <w:tab w:val="clear" w:pos="284"/>
        </w:tabs>
        <w:spacing w:before="240" w:after="240" w:line="240" w:lineRule="auto"/>
        <w:rPr>
          <w:sz w:val="22"/>
          <w:szCs w:val="22"/>
        </w:rPr>
      </w:pPr>
      <w:r>
        <w:rPr>
          <w:sz w:val="22"/>
          <w:szCs w:val="22"/>
        </w:rPr>
        <w:t>8200 µg to g</w:t>
      </w:r>
    </w:p>
    <w:p w14:paraId="7BD6B581" w14:textId="77777777" w:rsidR="000E37D3" w:rsidRDefault="000E37D3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76FE1996" w14:textId="2E3DA5D5" w:rsidR="000E37D3" w:rsidRPr="007C3737" w:rsidRDefault="007C3737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</w:rPr>
      </w:pPr>
      <w:r w:rsidRPr="007C3737">
        <w:rPr>
          <w:color w:val="FF0000"/>
        </w:rPr>
        <w:t>0.0082 g</w:t>
      </w:r>
      <w:r w:rsidR="00A23085">
        <w:rPr>
          <w:color w:val="FF0000"/>
        </w:rPr>
        <w:t xml:space="preserve"> or 8.2 x 10</w:t>
      </w:r>
      <w:r w:rsidR="00A23085" w:rsidRPr="00A23085">
        <w:rPr>
          <w:color w:val="FF0000"/>
          <w:vertAlign w:val="superscript"/>
        </w:rPr>
        <w:t>-3</w:t>
      </w:r>
      <w:r w:rsidR="00A23085">
        <w:rPr>
          <w:color w:val="FF0000"/>
        </w:rPr>
        <w:t xml:space="preserve"> g</w:t>
      </w:r>
    </w:p>
    <w:p w14:paraId="4AAD2649" w14:textId="77777777" w:rsidR="000E37D3" w:rsidRDefault="000E37D3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4D87BE67" w14:textId="77777777" w:rsidR="000E37D3" w:rsidRDefault="000E37D3" w:rsidP="000E37D3">
      <w:pPr>
        <w:numPr>
          <w:ilvl w:val="1"/>
          <w:numId w:val="37"/>
        </w:numPr>
        <w:tabs>
          <w:tab w:val="clear" w:pos="284"/>
        </w:tabs>
        <w:spacing w:before="240" w:after="240" w:line="240" w:lineRule="auto"/>
        <w:rPr>
          <w:sz w:val="22"/>
          <w:szCs w:val="22"/>
        </w:rPr>
      </w:pPr>
      <w:r>
        <w:rPr>
          <w:sz w:val="22"/>
          <w:szCs w:val="22"/>
        </w:rPr>
        <w:t>0.000056 km to mm</w:t>
      </w:r>
    </w:p>
    <w:p w14:paraId="6BA047C3" w14:textId="77777777" w:rsidR="000E37D3" w:rsidRDefault="000E37D3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7EEDF594" w14:textId="4190DC74" w:rsidR="000E37D3" w:rsidRPr="007C3737" w:rsidRDefault="007C3737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</w:rPr>
      </w:pPr>
      <w:r w:rsidRPr="007C3737">
        <w:rPr>
          <w:color w:val="FF0000"/>
        </w:rPr>
        <w:t>56 mm</w:t>
      </w:r>
    </w:p>
    <w:p w14:paraId="309D5543" w14:textId="58CCE1AC" w:rsidR="000E37D3" w:rsidRDefault="000E37D3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46FA723A" w14:textId="77777777" w:rsidR="007C3737" w:rsidRDefault="007C3737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153AB642" w14:textId="77777777" w:rsidR="000E37D3" w:rsidRDefault="000E37D3" w:rsidP="000E37D3">
      <w:pPr>
        <w:numPr>
          <w:ilvl w:val="1"/>
          <w:numId w:val="37"/>
        </w:numPr>
        <w:tabs>
          <w:tab w:val="clear" w:pos="284"/>
        </w:tabs>
        <w:spacing w:before="240" w:after="240" w:line="240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>2.9 x 10</w:t>
      </w:r>
      <w:r>
        <w:rPr>
          <w:sz w:val="22"/>
          <w:szCs w:val="22"/>
          <w:vertAlign w:val="superscript"/>
        </w:rPr>
        <w:t>9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nL</w:t>
      </w:r>
      <w:proofErr w:type="spellEnd"/>
      <w:r>
        <w:rPr>
          <w:sz w:val="22"/>
          <w:szCs w:val="22"/>
        </w:rPr>
        <w:t xml:space="preserve"> to ML</w:t>
      </w:r>
    </w:p>
    <w:p w14:paraId="086EC292" w14:textId="77777777" w:rsidR="000E37D3" w:rsidRDefault="000E37D3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3FDADE06" w14:textId="390E3A30" w:rsidR="000E37D3" w:rsidRDefault="001A7F60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  <w:r w:rsidRPr="001A7F60">
        <w:rPr>
          <w:color w:val="FF0000"/>
        </w:rPr>
        <w:t>0.0000029 ML</w:t>
      </w:r>
    </w:p>
    <w:p w14:paraId="4A845B9A" w14:textId="77777777" w:rsidR="000E37D3" w:rsidRDefault="000E37D3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D99D8FF" w14:textId="77777777" w:rsidR="000E37D3" w:rsidRDefault="000E37D3" w:rsidP="000E37D3">
      <w:pPr>
        <w:numPr>
          <w:ilvl w:val="1"/>
          <w:numId w:val="37"/>
        </w:numPr>
        <w:tabs>
          <w:tab w:val="clear" w:pos="284"/>
        </w:tabs>
        <w:spacing w:before="240" w:after="240" w:line="240" w:lineRule="auto"/>
        <w:rPr>
          <w:sz w:val="22"/>
          <w:szCs w:val="22"/>
        </w:rPr>
      </w:pPr>
      <w:r>
        <w:rPr>
          <w:sz w:val="22"/>
          <w:szCs w:val="22"/>
        </w:rPr>
        <w:t>8.5 m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 xml:space="preserve"> to mm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42269583" w14:textId="77777777" w:rsidR="000E37D3" w:rsidRDefault="000E37D3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5D42AB90" w14:textId="3CF0733C" w:rsidR="000E37D3" w:rsidRPr="001A7F60" w:rsidRDefault="001A7F60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</w:rPr>
      </w:pPr>
      <w:r>
        <w:rPr>
          <w:color w:val="FF0000"/>
        </w:rPr>
        <w:t>8 500 000 mm</w:t>
      </w:r>
      <w:r w:rsidRPr="001A7F60">
        <w:rPr>
          <w:color w:val="FF0000"/>
          <w:vertAlign w:val="superscript"/>
        </w:rPr>
        <w:t>2</w:t>
      </w:r>
    </w:p>
    <w:p w14:paraId="005C59F2" w14:textId="77777777" w:rsidR="000E37D3" w:rsidRDefault="000E37D3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1E0B66E6" w14:textId="77777777" w:rsidR="000E37D3" w:rsidRDefault="000E37D3" w:rsidP="000E37D3">
      <w:pPr>
        <w:numPr>
          <w:ilvl w:val="1"/>
          <w:numId w:val="37"/>
        </w:numPr>
        <w:tabs>
          <w:tab w:val="clear" w:pos="284"/>
        </w:tabs>
        <w:spacing w:before="240" w:after="240" w:line="240" w:lineRule="auto"/>
        <w:rPr>
          <w:sz w:val="22"/>
          <w:szCs w:val="22"/>
        </w:rPr>
      </w:pPr>
      <w:r>
        <w:rPr>
          <w:sz w:val="22"/>
          <w:szCs w:val="22"/>
        </w:rPr>
        <w:t>246 µm</w:t>
      </w:r>
      <w:r>
        <w:rPr>
          <w:sz w:val="22"/>
          <w:szCs w:val="22"/>
          <w:vertAlign w:val="superscript"/>
        </w:rPr>
        <w:t>3</w:t>
      </w:r>
      <w:r>
        <w:rPr>
          <w:sz w:val="22"/>
          <w:szCs w:val="22"/>
        </w:rPr>
        <w:t xml:space="preserve"> to m</w:t>
      </w:r>
      <w:r>
        <w:rPr>
          <w:sz w:val="22"/>
          <w:szCs w:val="22"/>
          <w:vertAlign w:val="superscript"/>
        </w:rPr>
        <w:t>3</w:t>
      </w:r>
    </w:p>
    <w:p w14:paraId="36775727" w14:textId="77777777" w:rsidR="000E37D3" w:rsidRDefault="000E37D3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1B574597" w14:textId="4E246B37" w:rsidR="000E37D3" w:rsidRPr="001A7F60" w:rsidRDefault="001A7F60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</w:rPr>
      </w:pPr>
      <w:r>
        <w:rPr>
          <w:color w:val="FF0000"/>
        </w:rPr>
        <w:t>2.46 x 10</w:t>
      </w:r>
      <w:r w:rsidRPr="001A7F60">
        <w:rPr>
          <w:color w:val="FF0000"/>
          <w:vertAlign w:val="superscript"/>
        </w:rPr>
        <w:t>-16</w:t>
      </w:r>
    </w:p>
    <w:p w14:paraId="0018ABE7" w14:textId="77777777" w:rsidR="000E37D3" w:rsidRDefault="000E37D3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20EEBEC" w14:textId="77777777" w:rsidR="000E37D3" w:rsidRDefault="000E37D3" w:rsidP="000E37D3">
      <w:pPr>
        <w:numPr>
          <w:ilvl w:val="1"/>
          <w:numId w:val="37"/>
        </w:numPr>
        <w:tabs>
          <w:tab w:val="clear" w:pos="284"/>
        </w:tabs>
        <w:spacing w:before="240" w:after="240" w:line="240" w:lineRule="auto"/>
        <w:rPr>
          <w:sz w:val="22"/>
          <w:szCs w:val="22"/>
        </w:rPr>
      </w:pPr>
      <w:r>
        <w:rPr>
          <w:sz w:val="22"/>
          <w:szCs w:val="22"/>
        </w:rPr>
        <w:t>9.4 x 10</w:t>
      </w:r>
      <w:r>
        <w:rPr>
          <w:sz w:val="22"/>
          <w:szCs w:val="22"/>
          <w:vertAlign w:val="superscript"/>
        </w:rPr>
        <w:t>-5</w:t>
      </w:r>
      <w:r>
        <w:rPr>
          <w:sz w:val="22"/>
          <w:szCs w:val="22"/>
        </w:rPr>
        <w:t xml:space="preserve"> L to mm</w:t>
      </w:r>
      <w:r>
        <w:rPr>
          <w:sz w:val="22"/>
          <w:szCs w:val="22"/>
          <w:vertAlign w:val="superscript"/>
        </w:rPr>
        <w:t>3</w:t>
      </w:r>
    </w:p>
    <w:p w14:paraId="717D9825" w14:textId="77777777" w:rsidR="000E37D3" w:rsidRDefault="000E37D3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7A42B45B" w14:textId="10D8B99E" w:rsidR="000E37D3" w:rsidRPr="00FC3643" w:rsidRDefault="00FC3643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</w:rPr>
      </w:pPr>
      <w:r w:rsidRPr="00FC3643">
        <w:rPr>
          <w:color w:val="FF0000"/>
        </w:rPr>
        <w:t>52000000</w:t>
      </w:r>
    </w:p>
    <w:p w14:paraId="3AB7612E" w14:textId="77777777" w:rsidR="000E37D3" w:rsidRDefault="000E37D3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8348343" w14:textId="77777777" w:rsidR="000E37D3" w:rsidRDefault="000E37D3" w:rsidP="000E37D3">
      <w:pPr>
        <w:numPr>
          <w:ilvl w:val="0"/>
          <w:numId w:val="37"/>
        </w:numPr>
        <w:tabs>
          <w:tab w:val="clear" w:pos="284"/>
        </w:tabs>
        <w:spacing w:before="240" w:after="240" w:line="240" w:lineRule="auto"/>
        <w:rPr>
          <w:sz w:val="22"/>
          <w:szCs w:val="22"/>
        </w:rPr>
      </w:pPr>
      <w:r>
        <w:rPr>
          <w:sz w:val="22"/>
          <w:szCs w:val="22"/>
        </w:rPr>
        <w:t>Calculate the volume of stock solution (10 mg/100mL) required to prepare 20 mL of three standard solutions containing 1, 2 and 5 mg/100mL of tartrazine by dilution of the stock with 2-propanol.</w:t>
      </w:r>
    </w:p>
    <w:p w14:paraId="519C6FCA" w14:textId="77777777" w:rsidR="000E37D3" w:rsidRDefault="000E37D3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6000DC86" w14:textId="77777777" w:rsidR="00FC3643" w:rsidRPr="00FC3643" w:rsidRDefault="00FC3643" w:rsidP="00FC364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</w:rPr>
      </w:pPr>
      <w:r w:rsidRPr="00FC3643">
        <w:rPr>
          <w:color w:val="FF0000"/>
        </w:rPr>
        <w:t>1=2 mL</w:t>
      </w:r>
    </w:p>
    <w:p w14:paraId="1C18E084" w14:textId="77777777" w:rsidR="00FC3643" w:rsidRPr="00FC3643" w:rsidRDefault="00FC3643" w:rsidP="00FC364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</w:rPr>
      </w:pPr>
      <w:r w:rsidRPr="00FC3643">
        <w:rPr>
          <w:color w:val="FF0000"/>
        </w:rPr>
        <w:t>2=4mL</w:t>
      </w:r>
    </w:p>
    <w:p w14:paraId="7979790A" w14:textId="0169E7A5" w:rsidR="000E37D3" w:rsidRPr="00FC3643" w:rsidRDefault="00FC3643" w:rsidP="00FC364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</w:rPr>
      </w:pPr>
      <w:r w:rsidRPr="00FC3643">
        <w:rPr>
          <w:color w:val="FF0000"/>
        </w:rPr>
        <w:t>5=10 mL</w:t>
      </w:r>
    </w:p>
    <w:p w14:paraId="0CB72208" w14:textId="77777777" w:rsidR="000E37D3" w:rsidRDefault="000E37D3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0F57A872" w14:textId="77777777" w:rsidR="000E37D3" w:rsidRDefault="000E37D3" w:rsidP="000E37D3">
      <w:pPr>
        <w:numPr>
          <w:ilvl w:val="0"/>
          <w:numId w:val="37"/>
        </w:numPr>
        <w:tabs>
          <w:tab w:val="clear" w:pos="284"/>
        </w:tabs>
        <w:spacing w:before="240" w:after="240" w:line="240" w:lineRule="auto"/>
        <w:rPr>
          <w:sz w:val="22"/>
          <w:szCs w:val="22"/>
        </w:rPr>
      </w:pPr>
      <w:r>
        <w:rPr>
          <w:sz w:val="22"/>
          <w:szCs w:val="22"/>
        </w:rPr>
        <w:t>In the determination of ethanol (%v/v), a brandy sample was diluted 1/5. What is the dilution factor?</w:t>
      </w:r>
    </w:p>
    <w:p w14:paraId="30E5DED4" w14:textId="77777777" w:rsidR="000E37D3" w:rsidRDefault="000E37D3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6A052B1C" w14:textId="21A78A11" w:rsidR="000E37D3" w:rsidRDefault="00FC3643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  <w:r w:rsidRPr="00FC3643">
        <w:rPr>
          <w:color w:val="FF0000"/>
        </w:rPr>
        <w:t>DF = 5/1 = 5</w:t>
      </w:r>
    </w:p>
    <w:p w14:paraId="21F8BD06" w14:textId="77777777" w:rsidR="000E37D3" w:rsidRDefault="000E37D3" w:rsidP="000E37D3">
      <w:pPr>
        <w:numPr>
          <w:ilvl w:val="0"/>
          <w:numId w:val="37"/>
        </w:numPr>
        <w:tabs>
          <w:tab w:val="clear" w:pos="284"/>
        </w:tabs>
        <w:spacing w:before="240" w:after="240" w:line="240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How much 2M </w:t>
      </w:r>
      <w:proofErr w:type="spellStart"/>
      <w:r>
        <w:rPr>
          <w:sz w:val="22"/>
          <w:szCs w:val="22"/>
        </w:rPr>
        <w:t>NaOH</w:t>
      </w:r>
      <w:proofErr w:type="spellEnd"/>
      <w:r>
        <w:rPr>
          <w:sz w:val="22"/>
          <w:szCs w:val="22"/>
        </w:rPr>
        <w:t xml:space="preserve"> is required to make up 1000mL of a 0.01M </w:t>
      </w:r>
      <w:proofErr w:type="spellStart"/>
      <w:r>
        <w:rPr>
          <w:sz w:val="22"/>
          <w:szCs w:val="22"/>
        </w:rPr>
        <w:t>NaOH</w:t>
      </w:r>
      <w:proofErr w:type="spellEnd"/>
      <w:r>
        <w:rPr>
          <w:sz w:val="22"/>
          <w:szCs w:val="22"/>
        </w:rPr>
        <w:t xml:space="preserve"> solution?</w:t>
      </w:r>
    </w:p>
    <w:p w14:paraId="5E784B6C" w14:textId="77777777" w:rsidR="000E37D3" w:rsidRDefault="000E37D3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47F24992" w14:textId="222C2AFF" w:rsidR="000E37D3" w:rsidRPr="00F62342" w:rsidRDefault="00F62342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</w:rPr>
      </w:pPr>
      <w:r w:rsidRPr="00F62342">
        <w:rPr>
          <w:color w:val="FF0000"/>
        </w:rPr>
        <w:t>5 ml</w:t>
      </w:r>
    </w:p>
    <w:p w14:paraId="49BAB79F" w14:textId="77777777" w:rsidR="000E37D3" w:rsidRDefault="000E37D3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1A80D49" w14:textId="77777777" w:rsidR="000E37D3" w:rsidRDefault="000E37D3" w:rsidP="000E37D3">
      <w:pPr>
        <w:numPr>
          <w:ilvl w:val="0"/>
          <w:numId w:val="37"/>
        </w:numPr>
        <w:tabs>
          <w:tab w:val="clear" w:pos="284"/>
        </w:tabs>
        <w:spacing w:before="240" w:after="240" w:line="240" w:lineRule="auto"/>
        <w:rPr>
          <w:sz w:val="22"/>
          <w:szCs w:val="22"/>
        </w:rPr>
      </w:pPr>
      <w:r>
        <w:rPr>
          <w:sz w:val="22"/>
          <w:szCs w:val="22"/>
        </w:rPr>
        <w:t>If there were 120 micro-organisms on a pour plate of a 10-2 dilution, how many micro-organisms were there per mL of the original sample?</w:t>
      </w:r>
    </w:p>
    <w:p w14:paraId="17128875" w14:textId="77777777" w:rsidR="000E37D3" w:rsidRDefault="000E37D3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5DCD1028" w14:textId="77777777" w:rsidR="00F62342" w:rsidRPr="00F62342" w:rsidRDefault="00F62342" w:rsidP="00F6234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</w:rPr>
      </w:pPr>
      <w:r w:rsidRPr="00F62342">
        <w:rPr>
          <w:color w:val="FF0000"/>
        </w:rPr>
        <w:t>DF = 10/2 = 5</w:t>
      </w:r>
    </w:p>
    <w:p w14:paraId="3D09A94D" w14:textId="1EF1C359" w:rsidR="000E37D3" w:rsidRPr="00F62342" w:rsidRDefault="00F62342" w:rsidP="00F6234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</w:rPr>
      </w:pPr>
      <w:r w:rsidRPr="00F62342">
        <w:rPr>
          <w:color w:val="FF0000"/>
        </w:rPr>
        <w:t>CFU=5*120 = 600</w:t>
      </w:r>
    </w:p>
    <w:p w14:paraId="35847D39" w14:textId="77777777" w:rsidR="000E37D3" w:rsidRDefault="000E37D3" w:rsidP="000E37D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2B1BB337" w14:textId="77777777" w:rsidR="001A7F60" w:rsidRDefault="001A7F60" w:rsidP="000E37D3">
      <w:pPr>
        <w:jc w:val="right"/>
        <w:rPr>
          <w:sz w:val="22"/>
          <w:szCs w:val="22"/>
        </w:rPr>
      </w:pPr>
    </w:p>
    <w:sectPr w:rsidR="001A7F60" w:rsidSect="00086638">
      <w:pgSz w:w="11906" w:h="16838"/>
      <w:pgMar w:top="1418" w:right="1418" w:bottom="1418" w:left="1418" w:header="567" w:footer="454" w:gutter="0"/>
      <w:cols w:space="4253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38D785" w14:textId="77777777" w:rsidR="00475254" w:rsidRDefault="00092A49">
      <w:pPr>
        <w:spacing w:before="0" w:after="0" w:line="240" w:lineRule="auto"/>
      </w:pPr>
      <w:r>
        <w:separator/>
      </w:r>
    </w:p>
  </w:endnote>
  <w:endnote w:type="continuationSeparator" w:id="0">
    <w:p w14:paraId="0138D787" w14:textId="77777777" w:rsidR="00475254" w:rsidRDefault="00092A4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C0852" w14:textId="11B191E8" w:rsidR="00E32C87" w:rsidRDefault="00E32C87" w:rsidP="00E32C87">
    <w:pPr>
      <w:pStyle w:val="Bodyfooter"/>
      <w:rPr>
        <w:noProof/>
      </w:rPr>
    </w:pPr>
    <w:r w:rsidRPr="008D467A">
      <w:t>Document title</w:t>
    </w:r>
    <w:r>
      <w:t xml:space="preserve">: </w:t>
    </w:r>
    <w:r>
      <w:fldChar w:fldCharType="begin"/>
    </w:r>
    <w:r>
      <w:instrText xml:space="preserve"> FILENAME   \* MERGEFORMAT </w:instrText>
    </w:r>
    <w:r>
      <w:fldChar w:fldCharType="separate"/>
    </w:r>
    <w:r>
      <w:rPr>
        <w:noProof/>
      </w:rPr>
      <w:t>MSL924003_MG_Kn_3of7</w:t>
    </w:r>
    <w:r>
      <w:rPr>
        <w:noProof/>
      </w:rPr>
      <w:fldChar w:fldCharType="end"/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11</w:t>
    </w:r>
    <w:r>
      <w:rPr>
        <w:noProof/>
      </w:rPr>
      <w:fldChar w:fldCharType="end"/>
    </w:r>
  </w:p>
  <w:p w14:paraId="1E1F18D3" w14:textId="40042065" w:rsidR="00E32C87" w:rsidRDefault="00E32C87" w:rsidP="00E32C87">
    <w:pPr>
      <w:pStyle w:val="Bodyfooter"/>
      <w:rPr>
        <w:noProof/>
      </w:rPr>
    </w:pPr>
    <w:r>
      <w:t xml:space="preserve">Resource ID: </w:t>
    </w:r>
    <w:r w:rsidRPr="000E6983">
      <w:t>MRS_18_05_MSL924003_MG_Kn_3of7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8D776" w14:textId="77777777" w:rsidR="00CC4677" w:rsidRPr="004820C4" w:rsidRDefault="00E32C87" w:rsidP="0002323C">
    <w:pPr>
      <w:pStyle w:val="Footer-DocumentTitleLeft"/>
    </w:pPr>
  </w:p>
  <w:p w14:paraId="0138D777" w14:textId="77777777" w:rsidR="00CC4677" w:rsidRDefault="00092A49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0138D778" w14:textId="77777777" w:rsidR="00CC4677" w:rsidRPr="0006452B" w:rsidRDefault="00E32C87" w:rsidP="00EE3A11"/>
  <w:p w14:paraId="0138D779" w14:textId="77777777" w:rsidR="00BA0812" w:rsidRDefault="00E32C87" w:rsidP="00EE3A1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8D77A" w14:textId="4BDCAC55" w:rsidR="00BA0812" w:rsidRDefault="00092A49" w:rsidP="00064F9E">
    <w:pPr>
      <w:pStyle w:val="Bodyfooter"/>
      <w:rPr>
        <w:noProof/>
      </w:rPr>
    </w:pPr>
    <w:r w:rsidRPr="008D467A">
      <w:t>Document title</w:t>
    </w:r>
    <w:r w:rsidR="000E6983">
      <w:t xml:space="preserve">: </w:t>
    </w:r>
    <w:r w:rsidR="00E32C87">
      <w:fldChar w:fldCharType="begin"/>
    </w:r>
    <w:r w:rsidR="00E32C87">
      <w:instrText xml:space="preserve"> FILENAME   \* MERGEFORMAT </w:instrText>
    </w:r>
    <w:r w:rsidR="00E32C87">
      <w:fldChar w:fldCharType="separate"/>
    </w:r>
    <w:r w:rsidR="00E32C87">
      <w:rPr>
        <w:noProof/>
      </w:rPr>
      <w:t>MSL924003_MG_Kn_3of7</w:t>
    </w:r>
    <w:r w:rsidR="00E32C87">
      <w:rPr>
        <w:noProof/>
      </w:rPr>
      <w:fldChar w:fldCharType="end"/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E32C87">
      <w:rPr>
        <w:noProof/>
      </w:rPr>
      <w:t>11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E32C87">
      <w:rPr>
        <w:noProof/>
      </w:rPr>
      <w:t>11</w:t>
    </w:r>
    <w:r>
      <w:rPr>
        <w:noProof/>
      </w:rPr>
      <w:fldChar w:fldCharType="end"/>
    </w:r>
  </w:p>
  <w:p w14:paraId="509B5E0E" w14:textId="57209BE7" w:rsidR="00980779" w:rsidRDefault="00905AFD" w:rsidP="00980779">
    <w:pPr>
      <w:pStyle w:val="Bodyfooter"/>
      <w:rPr>
        <w:noProof/>
      </w:rPr>
    </w:pPr>
    <w:r>
      <w:t xml:space="preserve">Resource ID: </w:t>
    </w:r>
    <w:r w:rsidR="000E6983" w:rsidRPr="000E6983">
      <w:t>MRS_18_05_MSL924003_MG_Kn_3of7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8D77D" w14:textId="77777777" w:rsidR="00AA3155" w:rsidRPr="008D467A" w:rsidRDefault="00092A49" w:rsidP="00064F9E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0138D77E" w14:textId="77777777" w:rsidR="00AA3155" w:rsidRPr="008948B1" w:rsidRDefault="00092A49" w:rsidP="00064F9E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0138D77F" w14:textId="77777777" w:rsidR="00CC4677" w:rsidRPr="00AA3155" w:rsidRDefault="00E32C87" w:rsidP="00EE3A11">
    <w:pPr>
      <w:pStyle w:val="Footer"/>
    </w:pPr>
  </w:p>
  <w:p w14:paraId="0138D780" w14:textId="77777777" w:rsidR="00BA0812" w:rsidRDefault="00E32C87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38D781" w14:textId="77777777" w:rsidR="00475254" w:rsidRDefault="00092A49">
      <w:pPr>
        <w:spacing w:before="0" w:after="0" w:line="240" w:lineRule="auto"/>
      </w:pPr>
      <w:r>
        <w:separator/>
      </w:r>
    </w:p>
  </w:footnote>
  <w:footnote w:type="continuationSeparator" w:id="0">
    <w:p w14:paraId="0138D783" w14:textId="77777777" w:rsidR="00475254" w:rsidRDefault="00092A4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8D773" w14:textId="77777777" w:rsidR="00CC4677" w:rsidRDefault="00E32C87" w:rsidP="00EE3A11"/>
  <w:p w14:paraId="0138D774" w14:textId="77777777" w:rsidR="00BA0812" w:rsidRDefault="00E32C87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8D775" w14:textId="77777777" w:rsidR="00BA0812" w:rsidRDefault="00092A49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0138D781" wp14:editId="0138D782">
          <wp:extent cx="1591359" cy="397840"/>
          <wp:effectExtent l="0" t="0" r="0" b="2540"/>
          <wp:docPr id="2" name="Picture 2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8D77B" w14:textId="77777777" w:rsidR="004238CB" w:rsidRDefault="00E32C87" w:rsidP="00EE3A11">
    <w:pPr>
      <w:pStyle w:val="Header"/>
    </w:pPr>
  </w:p>
  <w:p w14:paraId="0138D77C" w14:textId="77777777" w:rsidR="00BA0812" w:rsidRDefault="00E32C87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1B54E1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38CA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E8F2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DE38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3CBB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AABC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1A5E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BCD5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7243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1542DA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4271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72C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9E68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DE07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06D9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942F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FE47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B0C1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DF7C5DB8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0803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4C48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88D8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8A1A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765E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786F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1A8A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AA48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76621"/>
    <w:multiLevelType w:val="hybridMultilevel"/>
    <w:tmpl w:val="74B81672"/>
    <w:lvl w:ilvl="0" w:tplc="A45851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5A77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BA3F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16CE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22C9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92D3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F2C0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2E31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E2ED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2C"/>
    <w:multiLevelType w:val="hybridMultilevel"/>
    <w:tmpl w:val="5440AD76"/>
    <w:lvl w:ilvl="0" w:tplc="1CBA6F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5385F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C8EE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B2BA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B004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8A5B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ACED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C282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E023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D4FA2"/>
    <w:multiLevelType w:val="hybridMultilevel"/>
    <w:tmpl w:val="7500F388"/>
    <w:lvl w:ilvl="0" w:tplc="4D1470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4831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84D9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98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D2CA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285D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02B3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6214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6C3D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F0183"/>
    <w:multiLevelType w:val="hybridMultilevel"/>
    <w:tmpl w:val="3AE60CFA"/>
    <w:lvl w:ilvl="0" w:tplc="494075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B8F05E2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02EC5F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1E2ABB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7065B1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802D5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240F24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3C29A0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D01AEC0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B615FA"/>
    <w:multiLevelType w:val="hybridMultilevel"/>
    <w:tmpl w:val="F2DA347E"/>
    <w:lvl w:ilvl="0" w:tplc="6900B5B4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6EA8B1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6A7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B025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045A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6614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4CE7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9619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2C9E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746E4"/>
    <w:multiLevelType w:val="hybridMultilevel"/>
    <w:tmpl w:val="1C4CF6A2"/>
    <w:lvl w:ilvl="0" w:tplc="F53CA1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B0C0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9E7E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CADD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A825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E0D9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EB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68B5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74C3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0" w15:restartNumberingAfterBreak="0">
    <w:nsid w:val="31264159"/>
    <w:multiLevelType w:val="hybridMultilevel"/>
    <w:tmpl w:val="667C43EC"/>
    <w:lvl w:ilvl="0" w:tplc="B6C2CA7E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E23EF1C2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6210736C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6FF8193E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E264CDB2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CAFE0B88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B4302A7C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1A4072E8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87961032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33AD3DEC"/>
    <w:multiLevelType w:val="hybridMultilevel"/>
    <w:tmpl w:val="37A0660C"/>
    <w:lvl w:ilvl="0" w:tplc="C9A44D6A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44EA33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04D6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967E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1E94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58D3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6822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2AB4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32C4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E4481"/>
    <w:multiLevelType w:val="hybridMultilevel"/>
    <w:tmpl w:val="79CAB512"/>
    <w:lvl w:ilvl="0" w:tplc="C97AEF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A096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864B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6A2D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2E05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2C42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00A4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3E08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96E7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FB0454"/>
    <w:multiLevelType w:val="multilevel"/>
    <w:tmpl w:val="9F30970E"/>
    <w:lvl w:ilvl="0">
      <w:start w:val="3"/>
      <w:numFmt w:val="decimal"/>
      <w:lvlText w:val="%1)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color w:val="auto"/>
      </w:rPr>
    </w:lvl>
    <w:lvl w:ilvl="2">
      <w:start w:val="1"/>
      <w:numFmt w:val="lowerRoman"/>
      <w:lvlText w:val="%3)"/>
      <w:lvlJc w:val="left"/>
      <w:pPr>
        <w:ind w:left="1701" w:hanging="567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79D3AFE"/>
    <w:multiLevelType w:val="hybridMultilevel"/>
    <w:tmpl w:val="C49E9C1C"/>
    <w:lvl w:ilvl="0" w:tplc="E38E6D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A290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A2ED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CE76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288C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38FA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7AD8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B678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66F8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195877"/>
    <w:multiLevelType w:val="hybridMultilevel"/>
    <w:tmpl w:val="171AC9B2"/>
    <w:lvl w:ilvl="0" w:tplc="76169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0066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B21E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C84D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7404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4077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CACB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8093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28A3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AB4039"/>
    <w:multiLevelType w:val="hybridMultilevel"/>
    <w:tmpl w:val="488E0178"/>
    <w:lvl w:ilvl="0" w:tplc="8A4E52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6AAF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B64C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AE4A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562D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0CEB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260B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8025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BA04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F40714"/>
    <w:multiLevelType w:val="hybridMultilevel"/>
    <w:tmpl w:val="6B0C15AA"/>
    <w:lvl w:ilvl="0" w:tplc="FB1CF746">
      <w:start w:val="1"/>
      <w:numFmt w:val="lowerLetter"/>
      <w:lvlText w:val="%1)"/>
      <w:lvlJc w:val="left"/>
      <w:pPr>
        <w:ind w:left="720" w:hanging="360"/>
      </w:pPr>
    </w:lvl>
    <w:lvl w:ilvl="1" w:tplc="EC90EFBA" w:tentative="1">
      <w:start w:val="1"/>
      <w:numFmt w:val="lowerLetter"/>
      <w:lvlText w:val="%2."/>
      <w:lvlJc w:val="left"/>
      <w:pPr>
        <w:ind w:left="1440" w:hanging="360"/>
      </w:pPr>
    </w:lvl>
    <w:lvl w:ilvl="2" w:tplc="34700886" w:tentative="1">
      <w:start w:val="1"/>
      <w:numFmt w:val="lowerRoman"/>
      <w:lvlText w:val="%3."/>
      <w:lvlJc w:val="right"/>
      <w:pPr>
        <w:ind w:left="2160" w:hanging="180"/>
      </w:pPr>
    </w:lvl>
    <w:lvl w:ilvl="3" w:tplc="5DDE9712" w:tentative="1">
      <w:start w:val="1"/>
      <w:numFmt w:val="decimal"/>
      <w:lvlText w:val="%4."/>
      <w:lvlJc w:val="left"/>
      <w:pPr>
        <w:ind w:left="2880" w:hanging="360"/>
      </w:pPr>
    </w:lvl>
    <w:lvl w:ilvl="4" w:tplc="36A85090" w:tentative="1">
      <w:start w:val="1"/>
      <w:numFmt w:val="lowerLetter"/>
      <w:lvlText w:val="%5."/>
      <w:lvlJc w:val="left"/>
      <w:pPr>
        <w:ind w:left="3600" w:hanging="360"/>
      </w:pPr>
    </w:lvl>
    <w:lvl w:ilvl="5" w:tplc="2EA4CE36" w:tentative="1">
      <w:start w:val="1"/>
      <w:numFmt w:val="lowerRoman"/>
      <w:lvlText w:val="%6."/>
      <w:lvlJc w:val="right"/>
      <w:pPr>
        <w:ind w:left="4320" w:hanging="180"/>
      </w:pPr>
    </w:lvl>
    <w:lvl w:ilvl="6" w:tplc="71A2F5BE" w:tentative="1">
      <w:start w:val="1"/>
      <w:numFmt w:val="decimal"/>
      <w:lvlText w:val="%7."/>
      <w:lvlJc w:val="left"/>
      <w:pPr>
        <w:ind w:left="5040" w:hanging="360"/>
      </w:pPr>
    </w:lvl>
    <w:lvl w:ilvl="7" w:tplc="3370DA48" w:tentative="1">
      <w:start w:val="1"/>
      <w:numFmt w:val="lowerLetter"/>
      <w:lvlText w:val="%8."/>
      <w:lvlJc w:val="left"/>
      <w:pPr>
        <w:ind w:left="5760" w:hanging="360"/>
      </w:pPr>
    </w:lvl>
    <w:lvl w:ilvl="8" w:tplc="BCFCAD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CA5358"/>
    <w:multiLevelType w:val="hybridMultilevel"/>
    <w:tmpl w:val="366E9E88"/>
    <w:lvl w:ilvl="0" w:tplc="42A074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1C878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C2B0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1ECB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8C8E4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4EE1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C65B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08D66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BEB4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D0754E"/>
    <w:multiLevelType w:val="hybridMultilevel"/>
    <w:tmpl w:val="1ADE0A8A"/>
    <w:lvl w:ilvl="0" w:tplc="D9D8EE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8E85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9E3A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DE3F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A1A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2C33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9A04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6CF0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F6AA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D47BDB"/>
    <w:multiLevelType w:val="hybridMultilevel"/>
    <w:tmpl w:val="CD408890"/>
    <w:lvl w:ilvl="0" w:tplc="87E03C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B464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34AC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C206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1CF9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C848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EC1E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14D4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6273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DF4201"/>
    <w:multiLevelType w:val="hybridMultilevel"/>
    <w:tmpl w:val="BD2015B0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lowerRoman"/>
      <w:lvlText w:val="%3."/>
      <w:lvlJc w:val="right"/>
      <w:pPr>
        <w:ind w:left="1800" w:hanging="180"/>
      </w:pPr>
    </w:lvl>
    <w:lvl w:ilvl="3" w:tplc="0C09000F">
      <w:start w:val="1"/>
      <w:numFmt w:val="decimal"/>
      <w:lvlText w:val="%4."/>
      <w:lvlJc w:val="left"/>
      <w:pPr>
        <w:ind w:left="2520" w:hanging="360"/>
      </w:pPr>
    </w:lvl>
    <w:lvl w:ilvl="4" w:tplc="0C090019">
      <w:start w:val="1"/>
      <w:numFmt w:val="lowerLetter"/>
      <w:lvlText w:val="%5."/>
      <w:lvlJc w:val="left"/>
      <w:pPr>
        <w:ind w:left="3240" w:hanging="360"/>
      </w:pPr>
    </w:lvl>
    <w:lvl w:ilvl="5" w:tplc="0C09001B">
      <w:start w:val="1"/>
      <w:numFmt w:val="lowerRoman"/>
      <w:lvlText w:val="%6."/>
      <w:lvlJc w:val="right"/>
      <w:pPr>
        <w:ind w:left="3960" w:hanging="180"/>
      </w:pPr>
    </w:lvl>
    <w:lvl w:ilvl="6" w:tplc="0C09000F">
      <w:start w:val="1"/>
      <w:numFmt w:val="decimal"/>
      <w:lvlText w:val="%7."/>
      <w:lvlJc w:val="left"/>
      <w:pPr>
        <w:ind w:left="4680" w:hanging="360"/>
      </w:pPr>
    </w:lvl>
    <w:lvl w:ilvl="7" w:tplc="0C090019">
      <w:start w:val="1"/>
      <w:numFmt w:val="lowerLetter"/>
      <w:lvlText w:val="%8."/>
      <w:lvlJc w:val="left"/>
      <w:pPr>
        <w:ind w:left="5400" w:hanging="360"/>
      </w:pPr>
    </w:lvl>
    <w:lvl w:ilvl="8" w:tplc="0C09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ED16329"/>
    <w:multiLevelType w:val="hybridMultilevel"/>
    <w:tmpl w:val="CB0AEB06"/>
    <w:lvl w:ilvl="0" w:tplc="D7A218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C0BF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8873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3EF7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D4E6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980F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B405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9E13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9A30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0F509A"/>
    <w:multiLevelType w:val="hybridMultilevel"/>
    <w:tmpl w:val="84727A1C"/>
    <w:lvl w:ilvl="0" w:tplc="898E985C">
      <w:start w:val="1"/>
      <w:numFmt w:val="decimal"/>
      <w:lvlText w:val="%1."/>
      <w:lvlJc w:val="left"/>
      <w:pPr>
        <w:ind w:left="720" w:hanging="360"/>
      </w:pPr>
    </w:lvl>
    <w:lvl w:ilvl="1" w:tplc="71D8DDE2">
      <w:start w:val="1"/>
      <w:numFmt w:val="lowerLetter"/>
      <w:lvlText w:val="%2."/>
      <w:lvlJc w:val="left"/>
      <w:pPr>
        <w:ind w:left="1440" w:hanging="360"/>
      </w:pPr>
    </w:lvl>
    <w:lvl w:ilvl="2" w:tplc="AFBEBABC">
      <w:start w:val="1"/>
      <w:numFmt w:val="lowerRoman"/>
      <w:lvlText w:val="%3."/>
      <w:lvlJc w:val="right"/>
      <w:pPr>
        <w:ind w:left="2160" w:hanging="180"/>
      </w:pPr>
    </w:lvl>
    <w:lvl w:ilvl="3" w:tplc="38441898">
      <w:start w:val="1"/>
      <w:numFmt w:val="decimal"/>
      <w:lvlText w:val="%4."/>
      <w:lvlJc w:val="left"/>
      <w:pPr>
        <w:ind w:left="2880" w:hanging="360"/>
      </w:pPr>
    </w:lvl>
    <w:lvl w:ilvl="4" w:tplc="DB6A258E">
      <w:start w:val="1"/>
      <w:numFmt w:val="lowerLetter"/>
      <w:lvlText w:val="%5."/>
      <w:lvlJc w:val="left"/>
      <w:pPr>
        <w:ind w:left="3600" w:hanging="360"/>
      </w:pPr>
    </w:lvl>
    <w:lvl w:ilvl="5" w:tplc="FE242D82">
      <w:start w:val="1"/>
      <w:numFmt w:val="lowerRoman"/>
      <w:lvlText w:val="%6."/>
      <w:lvlJc w:val="right"/>
      <w:pPr>
        <w:ind w:left="4320" w:hanging="180"/>
      </w:pPr>
    </w:lvl>
    <w:lvl w:ilvl="6" w:tplc="4D9CC95A">
      <w:start w:val="1"/>
      <w:numFmt w:val="decimal"/>
      <w:lvlText w:val="%7."/>
      <w:lvlJc w:val="left"/>
      <w:pPr>
        <w:ind w:left="5040" w:hanging="360"/>
      </w:pPr>
    </w:lvl>
    <w:lvl w:ilvl="7" w:tplc="2E640D9A">
      <w:start w:val="1"/>
      <w:numFmt w:val="lowerLetter"/>
      <w:lvlText w:val="%8."/>
      <w:lvlJc w:val="left"/>
      <w:pPr>
        <w:ind w:left="5760" w:hanging="360"/>
      </w:pPr>
    </w:lvl>
    <w:lvl w:ilvl="8" w:tplc="2318AABC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7402EE"/>
    <w:multiLevelType w:val="hybridMultilevel"/>
    <w:tmpl w:val="1184421A"/>
    <w:lvl w:ilvl="0" w:tplc="ACDCE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28A3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34DB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5255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FAA8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5EDF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1AA6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769F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1CFA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331697"/>
    <w:multiLevelType w:val="hybridMultilevel"/>
    <w:tmpl w:val="A4665168"/>
    <w:lvl w:ilvl="0" w:tplc="BC8E28EE">
      <w:start w:val="1"/>
      <w:numFmt w:val="decimal"/>
      <w:lvlText w:val="%1."/>
      <w:lvlJc w:val="left"/>
      <w:pPr>
        <w:ind w:left="720" w:hanging="360"/>
      </w:pPr>
    </w:lvl>
    <w:lvl w:ilvl="1" w:tplc="9EACB21C">
      <w:start w:val="1"/>
      <w:numFmt w:val="lowerLetter"/>
      <w:lvlText w:val="%2."/>
      <w:lvlJc w:val="left"/>
      <w:pPr>
        <w:ind w:left="1440" w:hanging="360"/>
      </w:pPr>
    </w:lvl>
    <w:lvl w:ilvl="2" w:tplc="81EA7FCA">
      <w:start w:val="1"/>
      <w:numFmt w:val="lowerRoman"/>
      <w:lvlText w:val="%3."/>
      <w:lvlJc w:val="right"/>
      <w:pPr>
        <w:ind w:left="2160" w:hanging="180"/>
      </w:pPr>
    </w:lvl>
    <w:lvl w:ilvl="3" w:tplc="D45C7DF2" w:tentative="1">
      <w:start w:val="1"/>
      <w:numFmt w:val="decimal"/>
      <w:lvlText w:val="%4."/>
      <w:lvlJc w:val="left"/>
      <w:pPr>
        <w:ind w:left="2880" w:hanging="360"/>
      </w:pPr>
    </w:lvl>
    <w:lvl w:ilvl="4" w:tplc="1E1A2314" w:tentative="1">
      <w:start w:val="1"/>
      <w:numFmt w:val="lowerLetter"/>
      <w:lvlText w:val="%5."/>
      <w:lvlJc w:val="left"/>
      <w:pPr>
        <w:ind w:left="3600" w:hanging="360"/>
      </w:pPr>
    </w:lvl>
    <w:lvl w:ilvl="5" w:tplc="01EC0FFC" w:tentative="1">
      <w:start w:val="1"/>
      <w:numFmt w:val="lowerRoman"/>
      <w:lvlText w:val="%6."/>
      <w:lvlJc w:val="right"/>
      <w:pPr>
        <w:ind w:left="4320" w:hanging="180"/>
      </w:pPr>
    </w:lvl>
    <w:lvl w:ilvl="6" w:tplc="A76AFCF4" w:tentative="1">
      <w:start w:val="1"/>
      <w:numFmt w:val="decimal"/>
      <w:lvlText w:val="%7."/>
      <w:lvlJc w:val="left"/>
      <w:pPr>
        <w:ind w:left="5040" w:hanging="360"/>
      </w:pPr>
    </w:lvl>
    <w:lvl w:ilvl="7" w:tplc="A3C08336" w:tentative="1">
      <w:start w:val="1"/>
      <w:numFmt w:val="lowerLetter"/>
      <w:lvlText w:val="%8."/>
      <w:lvlJc w:val="left"/>
      <w:pPr>
        <w:ind w:left="5760" w:hanging="360"/>
      </w:pPr>
    </w:lvl>
    <w:lvl w:ilvl="8" w:tplc="24C03C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2B3FAE"/>
    <w:multiLevelType w:val="hybridMultilevel"/>
    <w:tmpl w:val="A89618B0"/>
    <w:lvl w:ilvl="0" w:tplc="202A63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E98B4C4" w:tentative="1">
      <w:start w:val="1"/>
      <w:numFmt w:val="lowerLetter"/>
      <w:lvlText w:val="%2."/>
      <w:lvlJc w:val="left"/>
      <w:pPr>
        <w:ind w:left="1440" w:hanging="360"/>
      </w:pPr>
    </w:lvl>
    <w:lvl w:ilvl="2" w:tplc="42F89CA2" w:tentative="1">
      <w:start w:val="1"/>
      <w:numFmt w:val="lowerRoman"/>
      <w:lvlText w:val="%3."/>
      <w:lvlJc w:val="right"/>
      <w:pPr>
        <w:ind w:left="2160" w:hanging="180"/>
      </w:pPr>
    </w:lvl>
    <w:lvl w:ilvl="3" w:tplc="A26C8D4A" w:tentative="1">
      <w:start w:val="1"/>
      <w:numFmt w:val="decimal"/>
      <w:lvlText w:val="%4."/>
      <w:lvlJc w:val="left"/>
      <w:pPr>
        <w:ind w:left="2880" w:hanging="360"/>
      </w:pPr>
    </w:lvl>
    <w:lvl w:ilvl="4" w:tplc="BC603DD0" w:tentative="1">
      <w:start w:val="1"/>
      <w:numFmt w:val="lowerLetter"/>
      <w:lvlText w:val="%5."/>
      <w:lvlJc w:val="left"/>
      <w:pPr>
        <w:ind w:left="3600" w:hanging="360"/>
      </w:pPr>
    </w:lvl>
    <w:lvl w:ilvl="5" w:tplc="B97654D6" w:tentative="1">
      <w:start w:val="1"/>
      <w:numFmt w:val="lowerRoman"/>
      <w:lvlText w:val="%6."/>
      <w:lvlJc w:val="right"/>
      <w:pPr>
        <w:ind w:left="4320" w:hanging="180"/>
      </w:pPr>
    </w:lvl>
    <w:lvl w:ilvl="6" w:tplc="01AC6EDA" w:tentative="1">
      <w:start w:val="1"/>
      <w:numFmt w:val="decimal"/>
      <w:lvlText w:val="%7."/>
      <w:lvlJc w:val="left"/>
      <w:pPr>
        <w:ind w:left="5040" w:hanging="360"/>
      </w:pPr>
    </w:lvl>
    <w:lvl w:ilvl="7" w:tplc="1C78A28C" w:tentative="1">
      <w:start w:val="1"/>
      <w:numFmt w:val="lowerLetter"/>
      <w:lvlText w:val="%8."/>
      <w:lvlJc w:val="left"/>
      <w:pPr>
        <w:ind w:left="5760" w:hanging="360"/>
      </w:pPr>
    </w:lvl>
    <w:lvl w:ilvl="8" w:tplc="4620A6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56185E"/>
    <w:multiLevelType w:val="hybridMultilevel"/>
    <w:tmpl w:val="FFDC3934"/>
    <w:lvl w:ilvl="0" w:tplc="2E6C69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FAD5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B4C8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6638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304E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32C0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0683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541E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7C34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B85EF0"/>
    <w:multiLevelType w:val="hybridMultilevel"/>
    <w:tmpl w:val="CD6C1E34"/>
    <w:lvl w:ilvl="0" w:tplc="1EDC4C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381C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7880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6832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524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58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BAF2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52C5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5E51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67E9D"/>
    <w:multiLevelType w:val="hybridMultilevel"/>
    <w:tmpl w:val="F17A9AE6"/>
    <w:lvl w:ilvl="0" w:tplc="0158C87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FC3E1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A0C2CD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AA82CE8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44E9D8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8CCDCF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9A4E7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A3E8A8E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A88A87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6AE6133"/>
    <w:multiLevelType w:val="hybridMultilevel"/>
    <w:tmpl w:val="6D84E280"/>
    <w:lvl w:ilvl="0" w:tplc="2AD82E9E">
      <w:start w:val="1"/>
      <w:numFmt w:val="decimal"/>
      <w:lvlText w:val="%1."/>
      <w:lvlJc w:val="left"/>
      <w:pPr>
        <w:ind w:left="720" w:hanging="360"/>
      </w:pPr>
    </w:lvl>
    <w:lvl w:ilvl="1" w:tplc="D966A740" w:tentative="1">
      <w:start w:val="1"/>
      <w:numFmt w:val="lowerLetter"/>
      <w:lvlText w:val="%2."/>
      <w:lvlJc w:val="left"/>
      <w:pPr>
        <w:ind w:left="1440" w:hanging="360"/>
      </w:pPr>
    </w:lvl>
    <w:lvl w:ilvl="2" w:tplc="B7DCFF36" w:tentative="1">
      <w:start w:val="1"/>
      <w:numFmt w:val="lowerRoman"/>
      <w:lvlText w:val="%3."/>
      <w:lvlJc w:val="right"/>
      <w:pPr>
        <w:ind w:left="2160" w:hanging="180"/>
      </w:pPr>
    </w:lvl>
    <w:lvl w:ilvl="3" w:tplc="683E8B44" w:tentative="1">
      <w:start w:val="1"/>
      <w:numFmt w:val="decimal"/>
      <w:lvlText w:val="%4."/>
      <w:lvlJc w:val="left"/>
      <w:pPr>
        <w:ind w:left="2880" w:hanging="360"/>
      </w:pPr>
    </w:lvl>
    <w:lvl w:ilvl="4" w:tplc="4E42D1BC" w:tentative="1">
      <w:start w:val="1"/>
      <w:numFmt w:val="lowerLetter"/>
      <w:lvlText w:val="%5."/>
      <w:lvlJc w:val="left"/>
      <w:pPr>
        <w:ind w:left="3600" w:hanging="360"/>
      </w:pPr>
    </w:lvl>
    <w:lvl w:ilvl="5" w:tplc="AE08EEFC" w:tentative="1">
      <w:start w:val="1"/>
      <w:numFmt w:val="lowerRoman"/>
      <w:lvlText w:val="%6."/>
      <w:lvlJc w:val="right"/>
      <w:pPr>
        <w:ind w:left="4320" w:hanging="180"/>
      </w:pPr>
    </w:lvl>
    <w:lvl w:ilvl="6" w:tplc="B9185F9C" w:tentative="1">
      <w:start w:val="1"/>
      <w:numFmt w:val="decimal"/>
      <w:lvlText w:val="%7."/>
      <w:lvlJc w:val="left"/>
      <w:pPr>
        <w:ind w:left="5040" w:hanging="360"/>
      </w:pPr>
    </w:lvl>
    <w:lvl w:ilvl="7" w:tplc="80A6C2DE" w:tentative="1">
      <w:start w:val="1"/>
      <w:numFmt w:val="lowerLetter"/>
      <w:lvlText w:val="%8."/>
      <w:lvlJc w:val="left"/>
      <w:pPr>
        <w:ind w:left="5760" w:hanging="360"/>
      </w:pPr>
    </w:lvl>
    <w:lvl w:ilvl="8" w:tplc="5AE2E6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320FDB"/>
    <w:multiLevelType w:val="hybridMultilevel"/>
    <w:tmpl w:val="CA7CB0F0"/>
    <w:lvl w:ilvl="0" w:tplc="2C5661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4AE6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F44E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4CC1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3CAA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6A13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BA51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42E9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A288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2E14B6"/>
    <w:multiLevelType w:val="hybridMultilevel"/>
    <w:tmpl w:val="4232E460"/>
    <w:lvl w:ilvl="0" w:tplc="8AE020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E1A7AD2" w:tentative="1">
      <w:start w:val="1"/>
      <w:numFmt w:val="lowerLetter"/>
      <w:lvlText w:val="%2."/>
      <w:lvlJc w:val="left"/>
      <w:pPr>
        <w:ind w:left="1440" w:hanging="360"/>
      </w:pPr>
    </w:lvl>
    <w:lvl w:ilvl="2" w:tplc="460E115C" w:tentative="1">
      <w:start w:val="1"/>
      <w:numFmt w:val="lowerRoman"/>
      <w:lvlText w:val="%3."/>
      <w:lvlJc w:val="right"/>
      <w:pPr>
        <w:ind w:left="2160" w:hanging="180"/>
      </w:pPr>
    </w:lvl>
    <w:lvl w:ilvl="3" w:tplc="5DF01344" w:tentative="1">
      <w:start w:val="1"/>
      <w:numFmt w:val="decimal"/>
      <w:lvlText w:val="%4."/>
      <w:lvlJc w:val="left"/>
      <w:pPr>
        <w:ind w:left="2880" w:hanging="360"/>
      </w:pPr>
    </w:lvl>
    <w:lvl w:ilvl="4" w:tplc="6DB06320" w:tentative="1">
      <w:start w:val="1"/>
      <w:numFmt w:val="lowerLetter"/>
      <w:lvlText w:val="%5."/>
      <w:lvlJc w:val="left"/>
      <w:pPr>
        <w:ind w:left="3600" w:hanging="360"/>
      </w:pPr>
    </w:lvl>
    <w:lvl w:ilvl="5" w:tplc="3482ACE4" w:tentative="1">
      <w:start w:val="1"/>
      <w:numFmt w:val="lowerRoman"/>
      <w:lvlText w:val="%6."/>
      <w:lvlJc w:val="right"/>
      <w:pPr>
        <w:ind w:left="4320" w:hanging="180"/>
      </w:pPr>
    </w:lvl>
    <w:lvl w:ilvl="6" w:tplc="5ADC3A66" w:tentative="1">
      <w:start w:val="1"/>
      <w:numFmt w:val="decimal"/>
      <w:lvlText w:val="%7."/>
      <w:lvlJc w:val="left"/>
      <w:pPr>
        <w:ind w:left="5040" w:hanging="360"/>
      </w:pPr>
    </w:lvl>
    <w:lvl w:ilvl="7" w:tplc="D52470C2" w:tentative="1">
      <w:start w:val="1"/>
      <w:numFmt w:val="lowerLetter"/>
      <w:lvlText w:val="%8."/>
      <w:lvlJc w:val="left"/>
      <w:pPr>
        <w:ind w:left="5760" w:hanging="360"/>
      </w:pPr>
    </w:lvl>
    <w:lvl w:ilvl="8" w:tplc="326E03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9B1A58"/>
    <w:multiLevelType w:val="hybridMultilevel"/>
    <w:tmpl w:val="CA1AC826"/>
    <w:lvl w:ilvl="0" w:tplc="11985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AA7B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8CB4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F4D5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D8B1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48E3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8055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EAD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88B5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2015E0"/>
    <w:multiLevelType w:val="hybridMultilevel"/>
    <w:tmpl w:val="DDEAD6C0"/>
    <w:lvl w:ilvl="0" w:tplc="B52ABF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754DF8A" w:tentative="1">
      <w:start w:val="1"/>
      <w:numFmt w:val="lowerLetter"/>
      <w:lvlText w:val="%2."/>
      <w:lvlJc w:val="left"/>
      <w:pPr>
        <w:ind w:left="1440" w:hanging="360"/>
      </w:pPr>
    </w:lvl>
    <w:lvl w:ilvl="2" w:tplc="6292E9B2" w:tentative="1">
      <w:start w:val="1"/>
      <w:numFmt w:val="lowerRoman"/>
      <w:lvlText w:val="%3."/>
      <w:lvlJc w:val="right"/>
      <w:pPr>
        <w:ind w:left="2160" w:hanging="180"/>
      </w:pPr>
    </w:lvl>
    <w:lvl w:ilvl="3" w:tplc="12128778" w:tentative="1">
      <w:start w:val="1"/>
      <w:numFmt w:val="decimal"/>
      <w:lvlText w:val="%4."/>
      <w:lvlJc w:val="left"/>
      <w:pPr>
        <w:ind w:left="2880" w:hanging="360"/>
      </w:pPr>
    </w:lvl>
    <w:lvl w:ilvl="4" w:tplc="7440334C" w:tentative="1">
      <w:start w:val="1"/>
      <w:numFmt w:val="lowerLetter"/>
      <w:lvlText w:val="%5."/>
      <w:lvlJc w:val="left"/>
      <w:pPr>
        <w:ind w:left="3600" w:hanging="360"/>
      </w:pPr>
    </w:lvl>
    <w:lvl w:ilvl="5" w:tplc="302ECEF6" w:tentative="1">
      <w:start w:val="1"/>
      <w:numFmt w:val="lowerRoman"/>
      <w:lvlText w:val="%6."/>
      <w:lvlJc w:val="right"/>
      <w:pPr>
        <w:ind w:left="4320" w:hanging="180"/>
      </w:pPr>
    </w:lvl>
    <w:lvl w:ilvl="6" w:tplc="34F6223C" w:tentative="1">
      <w:start w:val="1"/>
      <w:numFmt w:val="decimal"/>
      <w:lvlText w:val="%7."/>
      <w:lvlJc w:val="left"/>
      <w:pPr>
        <w:ind w:left="5040" w:hanging="360"/>
      </w:pPr>
    </w:lvl>
    <w:lvl w:ilvl="7" w:tplc="B2F4B826" w:tentative="1">
      <w:start w:val="1"/>
      <w:numFmt w:val="lowerLetter"/>
      <w:lvlText w:val="%8."/>
      <w:lvlJc w:val="left"/>
      <w:pPr>
        <w:ind w:left="5760" w:hanging="360"/>
      </w:pPr>
    </w:lvl>
    <w:lvl w:ilvl="8" w:tplc="31E203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A7750D"/>
    <w:multiLevelType w:val="hybridMultilevel"/>
    <w:tmpl w:val="7E7A8CBA"/>
    <w:lvl w:ilvl="0" w:tplc="AAEE04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C416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BA3F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8B0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BE78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5630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FC17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D248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A67C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1"/>
  </w:num>
  <w:num w:numId="5">
    <w:abstractNumId w:val="3"/>
  </w:num>
  <w:num w:numId="6">
    <w:abstractNumId w:val="30"/>
  </w:num>
  <w:num w:numId="7">
    <w:abstractNumId w:val="33"/>
  </w:num>
  <w:num w:numId="8">
    <w:abstractNumId w:val="5"/>
  </w:num>
  <w:num w:numId="9">
    <w:abstractNumId w:val="24"/>
  </w:num>
  <w:num w:numId="10">
    <w:abstractNumId w:val="25"/>
  </w:num>
  <w:num w:numId="11">
    <w:abstractNumId w:val="19"/>
  </w:num>
  <w:num w:numId="12">
    <w:abstractNumId w:val="22"/>
  </w:num>
  <w:num w:numId="13">
    <w:abstractNumId w:val="20"/>
  </w:num>
  <w:num w:numId="14">
    <w:abstractNumId w:val="29"/>
  </w:num>
  <w:num w:numId="15">
    <w:abstractNumId w:val="27"/>
  </w:num>
  <w:num w:numId="16">
    <w:abstractNumId w:val="12"/>
  </w:num>
  <w:num w:numId="17">
    <w:abstractNumId w:val="6"/>
  </w:num>
  <w:num w:numId="18">
    <w:abstractNumId w:val="0"/>
  </w:num>
  <w:num w:numId="19">
    <w:abstractNumId w:val="8"/>
  </w:num>
  <w:num w:numId="20">
    <w:abstractNumId w:val="31"/>
  </w:num>
  <w:num w:numId="21">
    <w:abstractNumId w:val="28"/>
  </w:num>
  <w:num w:numId="22">
    <w:abstractNumId w:val="35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23"/>
  </w:num>
  <w:num w:numId="26">
    <w:abstractNumId w:val="15"/>
  </w:num>
  <w:num w:numId="27">
    <w:abstractNumId w:val="1"/>
  </w:num>
  <w:num w:numId="28">
    <w:abstractNumId w:val="14"/>
  </w:num>
  <w:num w:numId="29">
    <w:abstractNumId w:val="16"/>
  </w:num>
  <w:num w:numId="30">
    <w:abstractNumId w:val="4"/>
  </w:num>
  <w:num w:numId="31">
    <w:abstractNumId w:val="32"/>
  </w:num>
  <w:num w:numId="32">
    <w:abstractNumId w:val="34"/>
  </w:num>
  <w:num w:numId="33">
    <w:abstractNumId w:val="17"/>
  </w:num>
  <w:num w:numId="34">
    <w:abstractNumId w:val="26"/>
  </w:num>
  <w:num w:numId="35">
    <w:abstractNumId w:val="10"/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F51"/>
    <w:rsid w:val="00092A49"/>
    <w:rsid w:val="000E37D3"/>
    <w:rsid w:val="000E6983"/>
    <w:rsid w:val="0011638B"/>
    <w:rsid w:val="001A0F51"/>
    <w:rsid w:val="001A7F60"/>
    <w:rsid w:val="001B2098"/>
    <w:rsid w:val="00233C22"/>
    <w:rsid w:val="002A4CDB"/>
    <w:rsid w:val="00344D65"/>
    <w:rsid w:val="00475254"/>
    <w:rsid w:val="00505274"/>
    <w:rsid w:val="0051505E"/>
    <w:rsid w:val="0053161E"/>
    <w:rsid w:val="0065055C"/>
    <w:rsid w:val="0065480E"/>
    <w:rsid w:val="00677DC8"/>
    <w:rsid w:val="006A378A"/>
    <w:rsid w:val="00773FD7"/>
    <w:rsid w:val="007C3737"/>
    <w:rsid w:val="008B1394"/>
    <w:rsid w:val="008D7FF7"/>
    <w:rsid w:val="00905AFD"/>
    <w:rsid w:val="00980779"/>
    <w:rsid w:val="00A07BFF"/>
    <w:rsid w:val="00A23085"/>
    <w:rsid w:val="00A80392"/>
    <w:rsid w:val="00A91C10"/>
    <w:rsid w:val="00B076A7"/>
    <w:rsid w:val="00BD0BBC"/>
    <w:rsid w:val="00C04193"/>
    <w:rsid w:val="00C77375"/>
    <w:rsid w:val="00CB2508"/>
    <w:rsid w:val="00CF2E69"/>
    <w:rsid w:val="00D263B6"/>
    <w:rsid w:val="00D71449"/>
    <w:rsid w:val="00DE2832"/>
    <w:rsid w:val="00E32C87"/>
    <w:rsid w:val="00E7588C"/>
    <w:rsid w:val="00EA159B"/>
    <w:rsid w:val="00F62342"/>
    <w:rsid w:val="00F93C22"/>
    <w:rsid w:val="00FC3643"/>
    <w:rsid w:val="00FF6024"/>
    <w:rsid w:val="019F2341"/>
    <w:rsid w:val="4CAD6E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38D6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5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A340F"/>
    <w:pPr>
      <w:spacing w:after="0"/>
    </w:pPr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064F9E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A340F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paragraph" w:customStyle="1" w:styleId="SmallerText-Black">
    <w:name w:val="Smaller Text - Black"/>
    <w:basedOn w:val="Normal"/>
    <w:link w:val="SmallerText-BlackChar"/>
    <w:qFormat/>
    <w:rsid w:val="00E92663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E92663"/>
    <w:rPr>
      <w:rFonts w:ascii="Calibri" w:eastAsiaTheme="minorEastAsia" w:hAnsi="Calibri"/>
      <w:sz w:val="20"/>
      <w:szCs w:val="24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064F9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3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17" Type="http://schemas.openxmlformats.org/officeDocument/2006/relationships/header" Target="header3.xml"/><Relationship Id="Rff7d8c0e28264732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36ab151a6ee0205a1742db04b4e0054e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38b15d4c37ed64824414c649851e5e20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schemas.openxmlformats.org/package/2006/metadata/core-properties"/>
    <ds:schemaRef ds:uri="http://purl.org/dc/dcmitype/"/>
    <ds:schemaRef ds:uri="1502bd91-4821-4a00-aa5e-8d420a883b7a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574E97-42C2-467E-BA8F-70C982085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D2FE62-ADBD-4B64-9ACC-0A699193E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11</Pages>
  <Words>1176</Words>
  <Characters>6708</Characters>
  <Application>Microsoft Office Word</Application>
  <DocSecurity>0</DocSecurity>
  <Lines>55</Lines>
  <Paragraphs>15</Paragraphs>
  <ScaleCrop>false</ScaleCrop>
  <Company/>
  <LinksUpToDate>false</LinksUpToDate>
  <CharactersWithSpaces>7869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MSL924003_MG_Kn_3of7_design_feedback_TW</dc:title>
  <dc:creator/>
  <dc:description>Generated by the Document Automation for Training and Assessment system. 
Developed by: Marc Fearby, Tamworth Campus
Copyright © 2013 TAFE NSW.</dc:description>
  <cp:lastModifiedBy/>
  <cp:revision>3</cp:revision>
  <dcterms:created xsi:type="dcterms:W3CDTF">2018-10-15T05:14:00Z</dcterms:created>
  <dcterms:modified xsi:type="dcterms:W3CDTF">2019-04-23T01:51:00Z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AuthorIds_UIVersion_1536">
    <vt:lpwstr>53</vt:lpwstr>
  </property>
  <property fmtid="{D5CDD505-2E9C-101B-9397-08002B2CF9AE}" pid="4" name="AuthorIds_UIVersion_2048">
    <vt:lpwstr>53</vt:lpwstr>
  </property>
  <property fmtid="{D5CDD505-2E9C-101B-9397-08002B2CF9AE}" pid="5" name="AuthorIds_UIVersion_5120">
    <vt:lpwstr>53</vt:lpwstr>
  </property>
  <property fmtid="{D5CDD505-2E9C-101B-9397-08002B2CF9AE}" pid="6" name="AuthorIds_UIVersion_3072">
    <vt:lpwstr>53</vt:lpwstr>
  </property>
</Properties>
</file>