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EC6DB" w14:textId="20136EF7" w:rsidR="00FB0D5B" w:rsidRPr="003E5787" w:rsidRDefault="00FB0D5B" w:rsidP="00FB0D5B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 xml:space="preserve">Topic Test </w:t>
      </w:r>
      <w:r w:rsidR="00EC6D37">
        <w:rPr>
          <w:rFonts w:eastAsia="MS Mincho"/>
        </w:rPr>
        <w:t>6</w:t>
      </w:r>
      <w:r>
        <w:rPr>
          <w:rFonts w:eastAsia="MS Mincho"/>
        </w:rPr>
        <w:t xml:space="preserve"> – Interpreting data</w:t>
      </w:r>
    </w:p>
    <w:p w14:paraId="0B4F979F" w14:textId="77777777" w:rsidR="00E92663" w:rsidRPr="00EF52B6" w:rsidRDefault="0012178E" w:rsidP="00EF52B6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0B4F97A0" w14:textId="77777777" w:rsidR="009516B4" w:rsidRPr="00A56627" w:rsidRDefault="0012178E" w:rsidP="009516B4">
      <w:pPr>
        <w:pStyle w:val="Heading2"/>
      </w:pPr>
      <w:r w:rsidRPr="00A56627">
        <w:t>Criteria</w:t>
      </w:r>
    </w:p>
    <w:p w14:paraId="6FCB6717" w14:textId="77777777" w:rsidR="00C7402C" w:rsidRDefault="00C7402C" w:rsidP="00C7402C">
      <w:pPr>
        <w:pStyle w:val="Heading3"/>
      </w:pPr>
      <w:r>
        <w:t>Unit code, name and release number</w:t>
      </w:r>
    </w:p>
    <w:p w14:paraId="693EDB3C" w14:textId="77777777" w:rsidR="00C7402C" w:rsidRDefault="00C7402C" w:rsidP="00C7402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MSL924003 - Process and interpret data 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2B6D6CA2" w14:textId="77777777" w:rsidR="00C7402C" w:rsidRDefault="00C7402C" w:rsidP="00C7402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**This unit sits in all qualifications below. This assessment is not to be amended**</w:t>
      </w:r>
    </w:p>
    <w:p w14:paraId="1FED428B" w14:textId="77777777" w:rsidR="00C7402C" w:rsidRDefault="00C7402C" w:rsidP="00C7402C">
      <w:pPr>
        <w:pStyle w:val="Heading3"/>
      </w:pPr>
      <w:r>
        <w:t>Qualification/Course code, name and release number</w:t>
      </w:r>
    </w:p>
    <w:p w14:paraId="6C1E911B" w14:textId="77777777" w:rsidR="00C7402C" w:rsidRDefault="00C7402C" w:rsidP="00C7402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>MSL60118</w:t>
      </w:r>
      <w:r>
        <w:rPr>
          <w:sz w:val="22"/>
          <w:szCs w:val="22"/>
          <w:lang w:eastAsia="en-AU"/>
        </w:rPr>
        <w:tab/>
        <w:t>Advanced Diploma of Laboratory Operations</w:t>
      </w:r>
      <w:r>
        <w:rPr>
          <w:sz w:val="22"/>
          <w:szCs w:val="22"/>
          <w:lang w:eastAsia="en-AU"/>
        </w:rPr>
        <w:tab/>
        <w:t>Release 1</w:t>
      </w:r>
    </w:p>
    <w:p w14:paraId="6BB1A501" w14:textId="77777777" w:rsidR="00C7402C" w:rsidRDefault="00C7402C" w:rsidP="00C7402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MSL50118</w:t>
      </w:r>
      <w:r>
        <w:rPr>
          <w:sz w:val="22"/>
          <w:szCs w:val="22"/>
          <w:lang w:eastAsia="en-AU"/>
        </w:rPr>
        <w:tab/>
        <w:t>Diploma of Laboratory Technology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1913FC4B" w14:textId="77777777" w:rsidR="00C7402C" w:rsidRDefault="00C7402C" w:rsidP="00C7402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</w:t>
      </w:r>
      <w:r>
        <w:rPr>
          <w:sz w:val="22"/>
          <w:szCs w:val="22"/>
          <w:lang w:eastAsia="en-AU"/>
        </w:rPr>
        <w:tab/>
        <w:t>Certificate IV in Laboratory Operations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2EC29680" w14:textId="77777777" w:rsidR="00C7402C" w:rsidRDefault="00C7402C" w:rsidP="00C7402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lang w:val="en-US" w:bidi="en-US"/>
        </w:rPr>
      </w:pPr>
      <w:r>
        <w:rPr>
          <w:sz w:val="22"/>
          <w:szCs w:val="22"/>
          <w:lang w:eastAsia="en-AU"/>
        </w:rPr>
        <w:t xml:space="preserve">MSL30118 </w:t>
      </w:r>
      <w:r>
        <w:rPr>
          <w:sz w:val="22"/>
          <w:szCs w:val="22"/>
          <w:lang w:eastAsia="en-AU"/>
        </w:rPr>
        <w:tab/>
        <w:t>Certificate III in Laboratory Skills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 xml:space="preserve"> </w:t>
      </w:r>
      <w:r>
        <w:rPr>
          <w:sz w:val="22"/>
          <w:szCs w:val="22"/>
          <w:lang w:eastAsia="en-AU"/>
        </w:rPr>
        <w:tab/>
        <w:t>Release 1</w:t>
      </w:r>
    </w:p>
    <w:p w14:paraId="7A146A63" w14:textId="77777777" w:rsidR="00C7402C" w:rsidRDefault="00C7402C" w:rsidP="00C7402C">
      <w:pPr>
        <w:tabs>
          <w:tab w:val="clear" w:pos="284"/>
        </w:tabs>
        <w:spacing w:before="0" w:after="0"/>
        <w:rPr>
          <w:lang w:val="en-US" w:bidi="en-US"/>
        </w:rPr>
        <w:sectPr w:rsidR="00C7402C" w:rsidSect="00C7402C">
          <w:footerReference w:type="default" r:id="rId11"/>
          <w:type w:val="continuous"/>
          <w:pgSz w:w="11906" w:h="16838"/>
          <w:pgMar w:top="1418" w:right="1418" w:bottom="1418" w:left="1418" w:header="567" w:footer="454" w:gutter="0"/>
          <w:pgNumType w:start="1"/>
          <w:cols w:space="720"/>
        </w:sectPr>
      </w:pPr>
    </w:p>
    <w:p w14:paraId="0B4F97A8" w14:textId="77777777" w:rsidR="005A115D" w:rsidRPr="00C14A60" w:rsidRDefault="0012178E" w:rsidP="005A115D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0B4F97A9" w14:textId="6C856D33" w:rsidR="005A115D" w:rsidRPr="00867E80" w:rsidRDefault="0012178E" w:rsidP="005A115D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>
        <w:rPr>
          <w:i/>
          <w:noProof/>
          <w:color w:val="808080" w:themeColor="background1" w:themeShade="80"/>
        </w:rPr>
        <w:t>1 November</w:t>
      </w:r>
      <w:r w:rsidRPr="005A115D">
        <w:rPr>
          <w:i/>
          <w:noProof/>
          <w:color w:val="808080" w:themeColor="background1" w:themeShade="80"/>
        </w:rPr>
        <w:t xml:space="preserve"> 2018</w:t>
      </w:r>
      <w:r w:rsidRPr="00C14A60">
        <w:rPr>
          <w:i/>
          <w:color w:val="FF0000"/>
        </w:rPr>
        <w:fldChar w:fldCharType="end"/>
      </w:r>
    </w:p>
    <w:p w14:paraId="0B4F97AA" w14:textId="05C6629E" w:rsidR="005A115D" w:rsidRPr="00867E80" w:rsidRDefault="0012178E" w:rsidP="005A115D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D93C45" w:rsidRPr="00D93C45">
        <w:rPr>
          <w:i/>
          <w:noProof/>
          <w:color w:val="808080" w:themeColor="background1" w:themeShade="80"/>
        </w:rPr>
        <w:t>23/04/2019</w:t>
      </w:r>
      <w:r w:rsidRPr="00C14A60">
        <w:rPr>
          <w:i/>
          <w:color w:val="FF0000"/>
        </w:rPr>
        <w:fldChar w:fldCharType="end"/>
      </w:r>
    </w:p>
    <w:p w14:paraId="0B4F97AB" w14:textId="77777777" w:rsidR="005A115D" w:rsidRPr="00867E80" w:rsidRDefault="00D93C45" w:rsidP="005A115D">
      <w:pPr>
        <w:pStyle w:val="SmallerText-Black"/>
      </w:pPr>
    </w:p>
    <w:bookmarkEnd w:id="0"/>
    <w:p w14:paraId="0B4F97AC" w14:textId="77777777" w:rsidR="00DF5BED" w:rsidRDefault="0012178E" w:rsidP="00DF5BED">
      <w:r>
        <w:t>For queries, please contact:</w:t>
      </w:r>
    </w:p>
    <w:p w14:paraId="64312D4D" w14:textId="5912C40D" w:rsidR="0012178E" w:rsidRPr="0012178E" w:rsidRDefault="0012178E" w:rsidP="0012178E">
      <w:pPr>
        <w:pStyle w:val="SmallerText-Black"/>
        <w:rPr>
          <w:i/>
          <w:color w:val="808080" w:themeColor="background1" w:themeShade="80"/>
        </w:rPr>
      </w:pPr>
      <w:r w:rsidRPr="0012178E">
        <w:rPr>
          <w:i/>
          <w:color w:val="808080" w:themeColor="background1" w:themeShade="80"/>
        </w:rPr>
        <w:t>Innovative Manufacturing, Robotics and Science Skills Point</w:t>
      </w:r>
    </w:p>
    <w:p w14:paraId="0B4F97AE" w14:textId="4DA3C9B3" w:rsidR="00DF5BED" w:rsidRPr="003D7461" w:rsidRDefault="0012178E" w:rsidP="0012178E">
      <w:pPr>
        <w:pStyle w:val="SmallerText-Black"/>
        <w:rPr>
          <w:i/>
          <w:color w:val="808080" w:themeColor="background1" w:themeShade="80"/>
        </w:rPr>
      </w:pPr>
      <w:r w:rsidRPr="0012178E">
        <w:rPr>
          <w:i/>
          <w:color w:val="808080" w:themeColor="background1" w:themeShade="80"/>
        </w:rPr>
        <w:t>TAFE Hamilton Campus</w:t>
      </w:r>
    </w:p>
    <w:p w14:paraId="0B4F97AF" w14:textId="77777777" w:rsidR="00DF5BED" w:rsidRPr="000301F0" w:rsidRDefault="0012178E" w:rsidP="00DF5BED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0B4F97B0" w14:textId="77777777" w:rsidR="00DF5BED" w:rsidRPr="00D23A6C" w:rsidRDefault="0012178E" w:rsidP="00DF5BED">
      <w:pPr>
        <w:pStyle w:val="SmallerText-Black"/>
      </w:pPr>
      <w:r>
        <w:t>This assessment can be found in the</w:t>
      </w:r>
      <w:r w:rsidRPr="00D23A6C">
        <w:t xml:space="preserve">: </w:t>
      </w:r>
      <w:hyperlink r:id="rId12" w:history="1">
        <w:r w:rsidRPr="00C036C0">
          <w:rPr>
            <w:rStyle w:val="Hyperlink"/>
          </w:rPr>
          <w:t>Learning Bank</w:t>
        </w:r>
      </w:hyperlink>
    </w:p>
    <w:p w14:paraId="0B4F97B1" w14:textId="1C5A503F" w:rsidR="00DF5BED" w:rsidRPr="000301F0" w:rsidRDefault="0012178E" w:rsidP="00DF5BED">
      <w:pPr>
        <w:pStyle w:val="SmallerText-Black"/>
      </w:pPr>
      <w:r w:rsidRPr="000301F0">
        <w:t>The contents in this docum</w:t>
      </w:r>
      <w:r>
        <w:t>ent is copyright © TAFE NSW 2018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D93C45">
        <w:rPr>
          <w:noProof/>
        </w:rPr>
        <w:t>23 April 2019</w:t>
      </w:r>
      <w:r w:rsidRPr="000301F0">
        <w:fldChar w:fldCharType="end"/>
      </w:r>
      <w:r w:rsidRPr="000301F0">
        <w:t>. For current informa</w:t>
      </w:r>
      <w:bookmarkStart w:id="2" w:name="_GoBack"/>
      <w:bookmarkEnd w:id="2"/>
      <w:r w:rsidRPr="000301F0">
        <w:t>tion please refer to our website</w:t>
      </w:r>
      <w:r>
        <w:t xml:space="preserve"> or your teacher as appropriate</w:t>
      </w:r>
      <w:r w:rsidRPr="000301F0">
        <w:t>.</w:t>
      </w:r>
    </w:p>
    <w:p w14:paraId="0B4F97B2" w14:textId="77777777" w:rsidR="006D4C3B" w:rsidRDefault="00D93C45" w:rsidP="00855665">
      <w:pPr>
        <w:sectPr w:rsidR="006D4C3B" w:rsidSect="0008663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0B4F97B3" w14:textId="77777777" w:rsidR="008A6997" w:rsidRDefault="0012178E" w:rsidP="00CC1742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0B4F97B4" w14:textId="77777777" w:rsidR="00322DEB" w:rsidRDefault="0012178E" w:rsidP="00322DE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715918" w14:paraId="0B4F97B7" w14:textId="77777777" w:rsidTr="0F96D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0B4F97B5" w14:textId="77777777" w:rsidR="00E2658C" w:rsidRDefault="0012178E" w:rsidP="00E265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0B4F97B6" w14:textId="77777777" w:rsidR="00E2658C" w:rsidRDefault="0012178E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715918" w14:paraId="0B4F97C6" w14:textId="77777777" w:rsidTr="0F96D23B">
        <w:tc>
          <w:tcPr>
            <w:tcW w:w="2405" w:type="dxa"/>
            <w:vAlign w:val="top"/>
          </w:tcPr>
          <w:p w14:paraId="0B4F97B8" w14:textId="77777777" w:rsidR="00E2658C" w:rsidRPr="00B30F8E" w:rsidRDefault="0012178E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0B4F97B9" w14:textId="77777777" w:rsidR="00C35347" w:rsidRPr="00B30F8E" w:rsidRDefault="0012178E" w:rsidP="00855665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259BD41F" w14:textId="33B7CF3F" w:rsidR="008A4900" w:rsidRDefault="008A4900" w:rsidP="008A490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</w:rPr>
              <w:t>This assessment has 4 questions.</w:t>
            </w:r>
            <w:r w:rsidR="00273BDA">
              <w:rPr>
                <w:sz w:val="22"/>
              </w:rPr>
              <w:t xml:space="preserve"> </w:t>
            </w:r>
            <w:r w:rsidR="00546D9F">
              <w:rPr>
                <w:sz w:val="22"/>
                <w:szCs w:val="22"/>
              </w:rPr>
              <w:t>It is to be conducted as a supervised open book test. Students are able to bring the Student Workbook into the test but no other information resources.</w:t>
            </w:r>
          </w:p>
          <w:p w14:paraId="0B4F97C0" w14:textId="77777777" w:rsidR="00AD6668" w:rsidRPr="00B30F8E" w:rsidRDefault="0012178E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0B4F97C1" w14:textId="77777777" w:rsidR="00AD6668" w:rsidRDefault="0012178E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0B4F97C2" w14:textId="77777777" w:rsidR="005D782B" w:rsidRPr="00210A7E" w:rsidRDefault="0012178E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0B4F97C3" w14:textId="77777777" w:rsidR="005D782B" w:rsidRDefault="0012178E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657AE1FC" w14:textId="77777777" w:rsidR="009C2559" w:rsidRDefault="009C2559" w:rsidP="009C2559">
            <w:pPr>
              <w:pStyle w:val="Body"/>
              <w:rPr>
                <w:sz w:val="22"/>
                <w:szCs w:val="22"/>
                <w:lang w:eastAsia="en-AU"/>
              </w:rPr>
            </w:pPr>
            <w:r w:rsidRPr="00677DC8">
              <w:rPr>
                <w:sz w:val="22"/>
                <w:szCs w:val="22"/>
                <w:lang w:eastAsia="en-AU"/>
              </w:rPr>
              <w:t>Arrange a time for each student to view their marked tests and the assessor feedback. Assessors are to retain all tests after students have viewed their results. Students to not keep a copy of their completed test.</w:t>
            </w:r>
          </w:p>
          <w:p w14:paraId="0B4F97C5" w14:textId="77777777" w:rsidR="005D782B" w:rsidRPr="00B30F8E" w:rsidRDefault="0012178E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715918" w14:paraId="0B4F97DA" w14:textId="77777777" w:rsidTr="0F96D23B">
        <w:tc>
          <w:tcPr>
            <w:tcW w:w="2405" w:type="dxa"/>
            <w:vAlign w:val="top"/>
          </w:tcPr>
          <w:p w14:paraId="0B4F97C7" w14:textId="77777777" w:rsidR="00E2658C" w:rsidRPr="00B30F8E" w:rsidRDefault="0012178E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0B4F97C8" w14:textId="77777777" w:rsidR="00CF57A1" w:rsidRPr="00B30F8E" w:rsidRDefault="0012178E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0B4F97C9" w14:textId="77777777" w:rsidR="00CF57A1" w:rsidRPr="00B30F8E" w:rsidRDefault="0012178E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0B4F97CA" w14:textId="77777777" w:rsidR="00AD6668" w:rsidRPr="00B30F8E" w:rsidRDefault="0012178E" w:rsidP="00855665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0B4F97CB" w14:textId="77777777" w:rsidR="00AD6668" w:rsidRPr="00B30F8E" w:rsidRDefault="0012178E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0B4F97CC" w14:textId="77777777" w:rsidR="00AD6668" w:rsidRPr="00B30F8E" w:rsidRDefault="0012178E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0B4F97CD" w14:textId="77777777" w:rsidR="00AD6668" w:rsidRPr="00B30F8E" w:rsidRDefault="0012178E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0B4F97CE" w14:textId="77777777" w:rsidR="00AD6668" w:rsidRPr="00B30F8E" w:rsidRDefault="0012178E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0B4F97CF" w14:textId="77777777" w:rsidR="00C35347" w:rsidRDefault="0012178E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0B4F97D0" w14:textId="77777777" w:rsidR="00AC4F35" w:rsidRDefault="0012178E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0B4F97D1" w14:textId="77777777" w:rsidR="00AC4F35" w:rsidRDefault="0012178E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0B4F97D2" w14:textId="77777777" w:rsidR="00AC4F35" w:rsidRDefault="0012178E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0B4F97D3" w14:textId="77777777" w:rsidR="00AC4F35" w:rsidRDefault="0012178E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0B4F97D4" w14:textId="77777777" w:rsidR="00AC4F35" w:rsidRDefault="0012178E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0B4F97D5" w14:textId="77777777" w:rsidR="00AC4F35" w:rsidRDefault="0012178E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0B4F97D6" w14:textId="77777777" w:rsidR="00AC4F35" w:rsidRDefault="0012178E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0B4F97D7" w14:textId="77777777" w:rsidR="00AC4F35" w:rsidRDefault="0012178E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0B4F97D8" w14:textId="77777777" w:rsidR="00AC4F35" w:rsidRDefault="0012178E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0B4F97D9" w14:textId="77777777" w:rsidR="00AC4F35" w:rsidRPr="00B30F8E" w:rsidRDefault="0012178E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273BDA" w14:paraId="0B4F97DE" w14:textId="77777777" w:rsidTr="0F96D23B">
        <w:tc>
          <w:tcPr>
            <w:tcW w:w="2405" w:type="dxa"/>
            <w:vAlign w:val="top"/>
          </w:tcPr>
          <w:p w14:paraId="0B4F97DB" w14:textId="77777777" w:rsidR="00273BDA" w:rsidRPr="002E7A2C" w:rsidRDefault="00273BDA" w:rsidP="00273BDA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0B4F97DD" w14:textId="1E81A5EF" w:rsidR="00273BDA" w:rsidRPr="008A4900" w:rsidRDefault="00273BDA" w:rsidP="00531610">
            <w:pPr>
              <w:rPr>
                <w:sz w:val="22"/>
                <w:szCs w:val="22"/>
                <w:highlight w:val="yellow"/>
                <w:lang w:eastAsia="en-AU"/>
              </w:rPr>
            </w:pPr>
            <w:r>
              <w:rPr>
                <w:sz w:val="22"/>
                <w:szCs w:val="22"/>
              </w:rPr>
              <w:t xml:space="preserve">Students must provide </w:t>
            </w:r>
            <w:r w:rsidR="00531610" w:rsidRPr="000D691A">
              <w:rPr>
                <w:sz w:val="22"/>
              </w:rPr>
              <w:t>pen</w:t>
            </w:r>
            <w:r w:rsidR="00531610">
              <w:rPr>
                <w:sz w:val="22"/>
              </w:rPr>
              <w:t>/s</w:t>
            </w:r>
            <w:r w:rsidR="00531610" w:rsidRPr="000D691A">
              <w:rPr>
                <w:sz w:val="22"/>
              </w:rPr>
              <w:t xml:space="preserve">, calculator and </w:t>
            </w:r>
            <w:r w:rsidR="00531610">
              <w:rPr>
                <w:sz w:val="22"/>
              </w:rPr>
              <w:t>their Student Workbook</w:t>
            </w:r>
            <w:r>
              <w:rPr>
                <w:sz w:val="22"/>
                <w:szCs w:val="22"/>
              </w:rPr>
              <w:t>.</w:t>
            </w:r>
          </w:p>
        </w:tc>
      </w:tr>
      <w:tr w:rsidR="00273BDA" w14:paraId="0B4F97E2" w14:textId="77777777" w:rsidTr="0F96D23B">
        <w:tc>
          <w:tcPr>
            <w:tcW w:w="2405" w:type="dxa"/>
            <w:vAlign w:val="top"/>
          </w:tcPr>
          <w:p w14:paraId="0B4F97DF" w14:textId="77777777" w:rsidR="00273BDA" w:rsidRPr="00BD0FF6" w:rsidRDefault="00273BDA" w:rsidP="00273BDA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BD0FF6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0B4F97E1" w14:textId="58DD0814" w:rsidR="00273BDA" w:rsidRPr="00BD0FF6" w:rsidRDefault="0F96D23B" w:rsidP="0F96D23B">
            <w:pPr>
              <w:rPr>
                <w:i/>
                <w:iCs/>
                <w:sz w:val="22"/>
                <w:szCs w:val="22"/>
                <w:highlight w:val="yellow"/>
                <w:lang w:eastAsia="en-AU"/>
              </w:rPr>
            </w:pPr>
            <w:r w:rsidRPr="00BD0FF6">
              <w:rPr>
                <w:sz w:val="22"/>
                <w:szCs w:val="22"/>
                <w:lang w:eastAsia="en-AU"/>
              </w:rPr>
              <w:t>One copy of the assessment task per student</w:t>
            </w:r>
            <w:r w:rsidR="00BD0FF6" w:rsidRPr="00BD0FF6">
              <w:rPr>
                <w:sz w:val="22"/>
                <w:szCs w:val="22"/>
                <w:lang w:eastAsia="en-AU"/>
              </w:rPr>
              <w:t>, filename MSL924003_AE_Kn_2of7</w:t>
            </w:r>
            <w:r w:rsidRPr="00BD0FF6">
              <w:rPr>
                <w:sz w:val="22"/>
                <w:szCs w:val="22"/>
                <w:lang w:eastAsia="en-AU"/>
              </w:rPr>
              <w:t xml:space="preserve">. </w:t>
            </w:r>
          </w:p>
        </w:tc>
      </w:tr>
      <w:tr w:rsidR="00273BDA" w14:paraId="0B4F97E5" w14:textId="77777777" w:rsidTr="0F96D23B">
        <w:tc>
          <w:tcPr>
            <w:tcW w:w="2405" w:type="dxa"/>
            <w:vAlign w:val="top"/>
          </w:tcPr>
          <w:p w14:paraId="0B4F97E3" w14:textId="77777777" w:rsidR="00273BDA" w:rsidRPr="00BD0FF6" w:rsidRDefault="00273BDA" w:rsidP="00273BDA">
            <w:pPr>
              <w:pStyle w:val="Body"/>
              <w:rPr>
                <w:b/>
                <w:sz w:val="22"/>
                <w:szCs w:val="22"/>
              </w:rPr>
            </w:pPr>
            <w:r w:rsidRPr="00BD0FF6"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0B4F97E4" w14:textId="327750C1" w:rsidR="00273BDA" w:rsidRPr="00BD0FF6" w:rsidRDefault="0011578E" w:rsidP="00273BDA">
            <w:pPr>
              <w:rPr>
                <w:i/>
                <w:color w:val="808080" w:themeColor="background1" w:themeShade="80"/>
                <w:sz w:val="22"/>
                <w:szCs w:val="22"/>
                <w:highlight w:val="yellow"/>
                <w:lang w:eastAsia="en-AU"/>
              </w:rPr>
            </w:pPr>
            <w:r w:rsidRPr="00BD0FF6">
              <w:rPr>
                <w:sz w:val="22"/>
                <w:szCs w:val="22"/>
                <w:lang w:eastAsia="en-AU"/>
              </w:rPr>
              <w:t>30 minutes</w:t>
            </w:r>
          </w:p>
        </w:tc>
      </w:tr>
    </w:tbl>
    <w:p w14:paraId="0B4F97E7" w14:textId="77777777" w:rsidR="007E6E99" w:rsidRDefault="0012178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3F1EFE30" w14:textId="5ABC224C" w:rsidR="008A4900" w:rsidRDefault="00D321BC" w:rsidP="008A4900">
      <w:pPr>
        <w:pStyle w:val="Heading2"/>
      </w:pPr>
      <w:r>
        <w:lastRenderedPageBreak/>
        <w:t>Short answer</w:t>
      </w:r>
    </w:p>
    <w:p w14:paraId="230A5DCB" w14:textId="77777777" w:rsidR="008A4900" w:rsidRDefault="008A4900" w:rsidP="008A4900">
      <w:pPr>
        <w:pStyle w:val="Body"/>
        <w:numPr>
          <w:ilvl w:val="0"/>
          <w:numId w:val="36"/>
        </w:numPr>
        <w:ind w:left="284" w:hanging="284"/>
      </w:pPr>
      <w:r>
        <w:t>Results of tests are often presented in tables and then the interpretation of the results given in words. Comments may describe trends or make comparisons between samples.</w:t>
      </w:r>
    </w:p>
    <w:p w14:paraId="5FBCECDE" w14:textId="77777777" w:rsidR="008A4900" w:rsidRDefault="008A4900" w:rsidP="008A4900">
      <w:pPr>
        <w:pStyle w:val="Caption-smalltext"/>
        <w:spacing w:after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Table 1 - Potassium bromide dissolved at various temperatures</w:t>
      </w:r>
    </w:p>
    <w:p w14:paraId="6DD7DC5C" w14:textId="77777777" w:rsidR="008A4900" w:rsidRDefault="008A4900" w:rsidP="008A4900">
      <w:pPr>
        <w:pStyle w:val="Caption"/>
        <w:keepNext/>
        <w:spacing w:before="120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Potassium bromide dissolved at various temperatures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6"/>
        <w:gridCol w:w="1290"/>
        <w:gridCol w:w="1290"/>
        <w:gridCol w:w="1291"/>
        <w:gridCol w:w="1291"/>
        <w:gridCol w:w="1291"/>
        <w:gridCol w:w="1291"/>
      </w:tblGrid>
      <w:tr w:rsidR="008A4900" w14:paraId="1978A26E" w14:textId="77777777" w:rsidTr="004B5B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D9BDA" w14:textId="77777777" w:rsidR="008A4900" w:rsidRDefault="008A4900">
            <w:pPr>
              <w:rPr>
                <w:sz w:val="22"/>
              </w:rPr>
            </w:pPr>
            <w:r>
              <w:rPr>
                <w:sz w:val="22"/>
              </w:rPr>
              <w:t>Temp (°C)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0B95D" w14:textId="77777777" w:rsidR="008A4900" w:rsidRDefault="008A4900">
            <w:pPr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DCFB" w14:textId="77777777" w:rsidR="008A4900" w:rsidRDefault="008A4900">
            <w:pPr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6BDE" w14:textId="77777777" w:rsidR="008A4900" w:rsidRDefault="008A4900">
            <w:pPr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20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3DF97" w14:textId="77777777" w:rsidR="008A4900" w:rsidRDefault="008A4900">
            <w:pPr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30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589AE" w14:textId="77777777" w:rsidR="008A4900" w:rsidRDefault="008A4900">
            <w:pPr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40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FDE1B" w14:textId="77777777" w:rsidR="008A4900" w:rsidRDefault="008A4900">
            <w:pPr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50</w:t>
            </w:r>
          </w:p>
        </w:tc>
      </w:tr>
      <w:tr w:rsidR="008A4900" w14:paraId="3DB5A15E" w14:textId="77777777" w:rsidTr="008A4900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D739F"/>
            <w:hideMark/>
          </w:tcPr>
          <w:p w14:paraId="43FC09A9" w14:textId="77777777" w:rsidR="008A4900" w:rsidRDefault="008A4900">
            <w:pPr>
              <w:rPr>
                <w:b/>
                <w:color w:val="FFFFFF" w:themeColor="background1"/>
                <w:sz w:val="22"/>
              </w:rPr>
            </w:pPr>
            <w:proofErr w:type="spellStart"/>
            <w:r>
              <w:rPr>
                <w:b/>
                <w:color w:val="FFFFFF" w:themeColor="background1"/>
                <w:sz w:val="22"/>
              </w:rPr>
              <w:t>KBr</w:t>
            </w:r>
            <w:proofErr w:type="spellEnd"/>
            <w:r>
              <w:rPr>
                <w:b/>
                <w:color w:val="FFFFFF" w:themeColor="background1"/>
                <w:sz w:val="22"/>
              </w:rPr>
              <w:t xml:space="preserve"> (g)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B7EF9" w14:textId="77777777" w:rsidR="008A4900" w:rsidRDefault="008A4900">
            <w:pPr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2E37C" w14:textId="77777777" w:rsidR="008A4900" w:rsidRDefault="008A4900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DB66" w14:textId="77777777" w:rsidR="008A4900" w:rsidRDefault="008A4900">
            <w:pPr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6993F" w14:textId="77777777" w:rsidR="008A4900" w:rsidRDefault="008A4900">
            <w:pPr>
              <w:rPr>
                <w:sz w:val="22"/>
              </w:rPr>
            </w:pPr>
            <w:r>
              <w:rPr>
                <w:sz w:val="22"/>
              </w:rPr>
              <w:t>73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BA6A" w14:textId="77777777" w:rsidR="008A4900" w:rsidRDefault="008A4900">
            <w:pPr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34A6" w14:textId="77777777" w:rsidR="008A4900" w:rsidRDefault="008A4900">
            <w:pPr>
              <w:rPr>
                <w:sz w:val="22"/>
              </w:rPr>
            </w:pPr>
            <w:r>
              <w:rPr>
                <w:sz w:val="22"/>
              </w:rPr>
              <w:t>81</w:t>
            </w:r>
          </w:p>
        </w:tc>
      </w:tr>
    </w:tbl>
    <w:p w14:paraId="7BFC5D8D" w14:textId="77777777" w:rsidR="008A4900" w:rsidRDefault="008A4900" w:rsidP="008A4900">
      <w:pPr>
        <w:rPr>
          <w:sz w:val="22"/>
          <w:szCs w:val="22"/>
        </w:rPr>
      </w:pPr>
      <w:r>
        <w:rPr>
          <w:b/>
          <w:sz w:val="22"/>
        </w:rPr>
        <w:t>Task:</w:t>
      </w:r>
      <w:r>
        <w:rPr>
          <w:sz w:val="22"/>
        </w:rPr>
        <w:t xml:space="preserve"> Describe the trend shown in table 1 above.</w:t>
      </w:r>
    </w:p>
    <w:p w14:paraId="1B9DD23A" w14:textId="77777777" w:rsidR="008A4900" w:rsidRDefault="008A4900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142"/>
      </w:pPr>
    </w:p>
    <w:p w14:paraId="1096B30C" w14:textId="6B077518" w:rsidR="008A4900" w:rsidRDefault="00E82356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142"/>
        <w:rPr>
          <w:color w:val="FF0000"/>
        </w:rPr>
      </w:pPr>
      <w:r>
        <w:rPr>
          <w:color w:val="FF0000"/>
        </w:rPr>
        <w:t xml:space="preserve">Students might include a graph as part of their working. This does not form part of the acceptable answer. </w:t>
      </w:r>
    </w:p>
    <w:p w14:paraId="51280D30" w14:textId="2D8FC199" w:rsidR="008A4900" w:rsidRDefault="00E82356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142"/>
      </w:pPr>
      <w:r>
        <w:rPr>
          <w:color w:val="FF0000"/>
        </w:rPr>
        <w:t xml:space="preserve">The acceptable answer needs to be descriptive and indicate that the pattern is directly proportional. Students </w:t>
      </w:r>
      <w:r w:rsidRPr="00E82356">
        <w:rPr>
          <w:color w:val="FF0000"/>
          <w:u w:val="single"/>
        </w:rPr>
        <w:t>do not</w:t>
      </w:r>
      <w:r>
        <w:rPr>
          <w:color w:val="FF0000"/>
        </w:rPr>
        <w:t xml:space="preserve"> need to use the words “directly proportional” but they do need to indicate that as the temperature increases the</w:t>
      </w:r>
      <w:r w:rsidR="001D300D">
        <w:rPr>
          <w:color w:val="FF0000"/>
        </w:rPr>
        <w:t xml:space="preserve"> mass of</w:t>
      </w:r>
      <w:r>
        <w:rPr>
          <w:color w:val="FF0000"/>
        </w:rPr>
        <w:t xml:space="preserve"> </w:t>
      </w:r>
      <w:proofErr w:type="spellStart"/>
      <w:r>
        <w:rPr>
          <w:color w:val="FF0000"/>
        </w:rPr>
        <w:t>KBr</w:t>
      </w:r>
      <w:proofErr w:type="spellEnd"/>
      <w:r>
        <w:rPr>
          <w:color w:val="FF0000"/>
        </w:rPr>
        <w:t xml:space="preserve"> also increases. </w:t>
      </w:r>
    </w:p>
    <w:p w14:paraId="088EC9AD" w14:textId="77777777" w:rsidR="008A4900" w:rsidRDefault="008A4900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142"/>
        <w:rPr>
          <w:sz w:val="22"/>
          <w:szCs w:val="22"/>
        </w:rPr>
      </w:pPr>
    </w:p>
    <w:p w14:paraId="41AA6587" w14:textId="77777777" w:rsidR="00ED4A59" w:rsidRDefault="00ED4A59" w:rsidP="008A4900">
      <w:pPr>
        <w:tabs>
          <w:tab w:val="clear" w:pos="284"/>
          <w:tab w:val="left" w:pos="720"/>
        </w:tabs>
        <w:spacing w:before="0" w:after="200" w:line="276" w:lineRule="auto"/>
        <w:rPr>
          <w:sz w:val="22"/>
        </w:rPr>
      </w:pPr>
    </w:p>
    <w:p w14:paraId="3F77B03B" w14:textId="77777777" w:rsidR="008A4900" w:rsidRDefault="008A4900" w:rsidP="008A4900">
      <w:pPr>
        <w:pStyle w:val="Body"/>
        <w:numPr>
          <w:ilvl w:val="0"/>
          <w:numId w:val="36"/>
        </w:numPr>
        <w:ind w:left="284" w:hanging="284"/>
      </w:pPr>
      <w:r>
        <w:t xml:space="preserve">A collaborative study is a study to determine the performance characteristics of a method of analysis, rather than the performance of laboratories or analysts. The results of one such analysis are presented in Table 2. </w:t>
      </w:r>
    </w:p>
    <w:p w14:paraId="6DB09FFF" w14:textId="77777777" w:rsidR="008A4900" w:rsidRDefault="008A4900" w:rsidP="008A4900">
      <w:pPr>
        <w:pStyle w:val="Caption-smalltext"/>
        <w:spacing w:after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Table 2 - A collaborative study of the analysis of lead in dried cabbage</w:t>
      </w:r>
    </w:p>
    <w:p w14:paraId="2BF6EE4D" w14:textId="77777777" w:rsidR="008A4900" w:rsidRDefault="008A4900" w:rsidP="008A4900">
      <w:pPr>
        <w:pStyle w:val="Caption"/>
        <w:keepNext/>
        <w:spacing w:before="120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A collaborative study of the analysis of lead in dried cabbage</w:t>
      </w:r>
    </w:p>
    <w:tbl>
      <w:tblPr>
        <w:tblW w:w="5000" w:type="pct"/>
        <w:jc w:val="center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9"/>
        <w:gridCol w:w="4341"/>
      </w:tblGrid>
      <w:tr w:rsidR="008A4900" w14:paraId="17C33F77" w14:textId="77777777" w:rsidTr="008A4900">
        <w:trPr>
          <w:trHeight w:val="584"/>
          <w:jc w:val="center"/>
        </w:trPr>
        <w:tc>
          <w:tcPr>
            <w:tcW w:w="471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shd w:val="clear" w:color="auto" w:fill="2D739F"/>
            <w:hideMark/>
          </w:tcPr>
          <w:p w14:paraId="3B20D2C5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Result (mg/kg)</w:t>
            </w:r>
          </w:p>
        </w:tc>
        <w:tc>
          <w:tcPr>
            <w:tcW w:w="4341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shd w:val="clear" w:color="auto" w:fill="2D739F"/>
            <w:hideMark/>
          </w:tcPr>
          <w:p w14:paraId="75429E63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Number of laboratories</w:t>
            </w:r>
          </w:p>
        </w:tc>
      </w:tr>
      <w:tr w:rsidR="008A4900" w14:paraId="6ED43340" w14:textId="77777777" w:rsidTr="008A4900">
        <w:trPr>
          <w:trHeight w:val="20"/>
          <w:jc w:val="center"/>
        </w:trPr>
        <w:tc>
          <w:tcPr>
            <w:tcW w:w="471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86689AE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0.10</w:t>
            </w:r>
          </w:p>
        </w:tc>
        <w:tc>
          <w:tcPr>
            <w:tcW w:w="4341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0BC9CB2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8A4900" w14:paraId="15152226" w14:textId="77777777" w:rsidTr="008A4900">
        <w:trPr>
          <w:trHeight w:val="20"/>
          <w:jc w:val="center"/>
        </w:trPr>
        <w:tc>
          <w:tcPr>
            <w:tcW w:w="471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DBF0F3E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0.14</w:t>
            </w:r>
          </w:p>
        </w:tc>
        <w:tc>
          <w:tcPr>
            <w:tcW w:w="4341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5B89412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8A4900" w14:paraId="3F694863" w14:textId="77777777" w:rsidTr="008A4900">
        <w:trPr>
          <w:trHeight w:val="20"/>
          <w:jc w:val="center"/>
        </w:trPr>
        <w:tc>
          <w:tcPr>
            <w:tcW w:w="471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6CBDAB4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0.18</w:t>
            </w:r>
          </w:p>
        </w:tc>
        <w:tc>
          <w:tcPr>
            <w:tcW w:w="4341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5920F7F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8A4900" w14:paraId="7598926A" w14:textId="77777777" w:rsidTr="008A4900">
        <w:trPr>
          <w:trHeight w:val="20"/>
          <w:jc w:val="center"/>
        </w:trPr>
        <w:tc>
          <w:tcPr>
            <w:tcW w:w="471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50AE238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0.22</w:t>
            </w:r>
          </w:p>
        </w:tc>
        <w:tc>
          <w:tcPr>
            <w:tcW w:w="4341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D955988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8A4900" w14:paraId="0A6E3AA9" w14:textId="77777777" w:rsidTr="008A4900">
        <w:trPr>
          <w:trHeight w:val="20"/>
          <w:jc w:val="center"/>
        </w:trPr>
        <w:tc>
          <w:tcPr>
            <w:tcW w:w="471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935EECE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0.26</w:t>
            </w:r>
          </w:p>
        </w:tc>
        <w:tc>
          <w:tcPr>
            <w:tcW w:w="4341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517503F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8A4900" w14:paraId="3CEE3A73" w14:textId="77777777" w:rsidTr="008A4900">
        <w:trPr>
          <w:trHeight w:val="20"/>
          <w:jc w:val="center"/>
        </w:trPr>
        <w:tc>
          <w:tcPr>
            <w:tcW w:w="471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1CD1A98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0.34</w:t>
            </w:r>
          </w:p>
        </w:tc>
        <w:tc>
          <w:tcPr>
            <w:tcW w:w="4341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48211B5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8A4900" w14:paraId="6E41C24D" w14:textId="77777777" w:rsidTr="008A4900">
        <w:trPr>
          <w:trHeight w:val="20"/>
          <w:jc w:val="center"/>
        </w:trPr>
        <w:tc>
          <w:tcPr>
            <w:tcW w:w="471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A45249F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0.46</w:t>
            </w:r>
          </w:p>
        </w:tc>
        <w:tc>
          <w:tcPr>
            <w:tcW w:w="4341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99AAF3E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8A4900" w14:paraId="33E33619" w14:textId="77777777" w:rsidTr="008A4900">
        <w:trPr>
          <w:trHeight w:val="20"/>
          <w:jc w:val="center"/>
        </w:trPr>
        <w:tc>
          <w:tcPr>
            <w:tcW w:w="471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BC7E993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0.50</w:t>
            </w:r>
          </w:p>
        </w:tc>
        <w:tc>
          <w:tcPr>
            <w:tcW w:w="4341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F5891ED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8A4900" w14:paraId="57F2D0F8" w14:textId="77777777" w:rsidTr="008A4900">
        <w:trPr>
          <w:trHeight w:val="20"/>
          <w:jc w:val="center"/>
        </w:trPr>
        <w:tc>
          <w:tcPr>
            <w:tcW w:w="471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E9F2072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0.54</w:t>
            </w:r>
          </w:p>
        </w:tc>
        <w:tc>
          <w:tcPr>
            <w:tcW w:w="4341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9AC7435" w14:textId="77777777" w:rsidR="008A4900" w:rsidRDefault="008A4900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</w:tbl>
    <w:p w14:paraId="1947B162" w14:textId="77777777" w:rsidR="008A4900" w:rsidRDefault="008A4900" w:rsidP="008A4900">
      <w:pPr>
        <w:tabs>
          <w:tab w:val="clear" w:pos="284"/>
          <w:tab w:val="left" w:pos="720"/>
        </w:tabs>
        <w:spacing w:line="240" w:lineRule="auto"/>
      </w:pPr>
    </w:p>
    <w:p w14:paraId="6E6CB6AB" w14:textId="77777777" w:rsidR="008A4900" w:rsidRDefault="008A4900" w:rsidP="008A4900">
      <w:pPr>
        <w:tabs>
          <w:tab w:val="clear" w:pos="284"/>
          <w:tab w:val="left" w:pos="720"/>
        </w:tabs>
        <w:spacing w:line="240" w:lineRule="auto"/>
        <w:rPr>
          <w:sz w:val="22"/>
          <w:szCs w:val="22"/>
        </w:rPr>
      </w:pPr>
      <w:r>
        <w:rPr>
          <w:sz w:val="22"/>
        </w:rPr>
        <w:lastRenderedPageBreak/>
        <w:t>How many laboratories’ results were within the acceptable range of 0.23 - 0.41 mg/kg?</w:t>
      </w:r>
    </w:p>
    <w:p w14:paraId="5BA8B58E" w14:textId="77777777" w:rsidR="008A4900" w:rsidRDefault="008A4900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142"/>
      </w:pPr>
    </w:p>
    <w:p w14:paraId="7249F71A" w14:textId="1ED5DB09" w:rsidR="008A4900" w:rsidRPr="0061295C" w:rsidRDefault="0061295C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142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5</w:t>
      </w:r>
    </w:p>
    <w:p w14:paraId="1A999D94" w14:textId="77777777" w:rsidR="008A4900" w:rsidRDefault="008A4900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142"/>
        <w:rPr>
          <w:sz w:val="22"/>
          <w:szCs w:val="22"/>
        </w:rPr>
      </w:pPr>
    </w:p>
    <w:p w14:paraId="5E0222CA" w14:textId="77777777" w:rsidR="00ED4A59" w:rsidRDefault="00ED4A59" w:rsidP="008A4900">
      <w:pPr>
        <w:spacing w:after="200" w:line="276" w:lineRule="auto"/>
        <w:rPr>
          <w:b/>
          <w:sz w:val="22"/>
        </w:rPr>
      </w:pPr>
    </w:p>
    <w:p w14:paraId="66D50A4F" w14:textId="77777777" w:rsidR="008A4900" w:rsidRDefault="008A4900" w:rsidP="008A4900">
      <w:pPr>
        <w:pStyle w:val="Body"/>
        <w:numPr>
          <w:ilvl w:val="0"/>
          <w:numId w:val="36"/>
        </w:numPr>
      </w:pPr>
      <w:r>
        <w:t>Refer to Figure 1 below which shows causes of injury due to drug reaction.</w:t>
      </w:r>
    </w:p>
    <w:p w14:paraId="15F96280" w14:textId="77777777" w:rsidR="008A4900" w:rsidRDefault="008A4900" w:rsidP="008A4900">
      <w:pPr>
        <w:pStyle w:val="Caption-smalltext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Figure 1 – Causes of injury due to drug reaction</w:t>
      </w:r>
    </w:p>
    <w:p w14:paraId="1B448E43" w14:textId="51CDD340" w:rsidR="008A4900" w:rsidRDefault="004B5B99" w:rsidP="008A4900">
      <w:pPr>
        <w:spacing w:after="200" w:line="276" w:lineRule="auto"/>
        <w:jc w:val="center"/>
        <w:rPr>
          <w:sz w:val="22"/>
        </w:rPr>
      </w:pPr>
      <w:r>
        <w:rPr>
          <w:noProof/>
          <w:lang w:eastAsia="en-AU"/>
        </w:rPr>
        <w:drawing>
          <wp:inline distT="0" distB="0" distL="0" distR="0" wp14:anchorId="602E13F7" wp14:editId="62C0E323">
            <wp:extent cx="4572000" cy="27432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301257F0" w14:textId="77777777" w:rsidR="008A4900" w:rsidRDefault="008A4900" w:rsidP="008A4900">
      <w:pPr>
        <w:rPr>
          <w:sz w:val="22"/>
          <w:szCs w:val="22"/>
        </w:rPr>
      </w:pPr>
      <w:r>
        <w:rPr>
          <w:b/>
          <w:sz w:val="22"/>
        </w:rPr>
        <w:t>Task:</w:t>
      </w:r>
      <w:r>
        <w:rPr>
          <w:sz w:val="22"/>
        </w:rPr>
        <w:t xml:space="preserve"> Examine Figure 1 to identify the appropriate answers to the following questions</w:t>
      </w:r>
    </w:p>
    <w:p w14:paraId="4AC4637C" w14:textId="77777777" w:rsidR="008A4900" w:rsidRDefault="008A4900" w:rsidP="008A4900">
      <w:pPr>
        <w:pStyle w:val="ListParagraph"/>
        <w:numPr>
          <w:ilvl w:val="1"/>
          <w:numId w:val="37"/>
        </w:numPr>
        <w:tabs>
          <w:tab w:val="clear" w:pos="284"/>
          <w:tab w:val="left" w:pos="720"/>
        </w:tabs>
        <w:spacing w:line="240" w:lineRule="auto"/>
        <w:ind w:left="1077" w:hanging="357"/>
        <w:rPr>
          <w:sz w:val="22"/>
        </w:rPr>
      </w:pPr>
      <w:r>
        <w:rPr>
          <w:sz w:val="22"/>
        </w:rPr>
        <w:t>Which was the greatest cause of injury?</w:t>
      </w:r>
    </w:p>
    <w:p w14:paraId="6B2968F5" w14:textId="77777777" w:rsidR="008A4900" w:rsidRDefault="008A4900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142"/>
      </w:pPr>
    </w:p>
    <w:p w14:paraId="2EAC61D6" w14:textId="60594486" w:rsidR="008A4900" w:rsidRPr="00ED4A59" w:rsidRDefault="00ED4A59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142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Allergic </w:t>
      </w:r>
      <w:proofErr w:type="spellStart"/>
      <w:r>
        <w:rPr>
          <w:color w:val="FF0000"/>
          <w:sz w:val="22"/>
          <w:szCs w:val="22"/>
        </w:rPr>
        <w:t>reations</w:t>
      </w:r>
      <w:proofErr w:type="spellEnd"/>
    </w:p>
    <w:p w14:paraId="263218B3" w14:textId="77777777" w:rsidR="008A4900" w:rsidRDefault="008A4900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142"/>
        <w:rPr>
          <w:sz w:val="22"/>
          <w:szCs w:val="22"/>
        </w:rPr>
      </w:pPr>
    </w:p>
    <w:p w14:paraId="3907BA0B" w14:textId="77777777" w:rsidR="008A4900" w:rsidRDefault="008A4900" w:rsidP="008A4900">
      <w:pPr>
        <w:pStyle w:val="ListParagraph"/>
        <w:numPr>
          <w:ilvl w:val="1"/>
          <w:numId w:val="37"/>
        </w:numPr>
        <w:tabs>
          <w:tab w:val="clear" w:pos="284"/>
          <w:tab w:val="left" w:pos="720"/>
        </w:tabs>
        <w:spacing w:before="240" w:line="240" w:lineRule="auto"/>
        <w:ind w:left="1077" w:hanging="357"/>
        <w:rPr>
          <w:sz w:val="22"/>
        </w:rPr>
      </w:pPr>
      <w:r>
        <w:rPr>
          <w:sz w:val="22"/>
        </w:rPr>
        <w:t>How many injuries were due to an inappropriate drug being given to the patient?</w:t>
      </w:r>
    </w:p>
    <w:p w14:paraId="78790398" w14:textId="77777777" w:rsidR="008A4900" w:rsidRDefault="008A4900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142"/>
      </w:pPr>
    </w:p>
    <w:p w14:paraId="558BE8FC" w14:textId="6FC36BF0" w:rsidR="008A4900" w:rsidRPr="00ED4A59" w:rsidRDefault="00ED4A59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142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25</w:t>
      </w:r>
    </w:p>
    <w:p w14:paraId="7375F4AB" w14:textId="77777777" w:rsidR="008A4900" w:rsidRDefault="008A4900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clear" w:pos="284"/>
          <w:tab w:val="left" w:pos="720"/>
        </w:tabs>
        <w:ind w:left="142"/>
        <w:rPr>
          <w:sz w:val="22"/>
          <w:szCs w:val="22"/>
        </w:rPr>
      </w:pPr>
    </w:p>
    <w:p w14:paraId="7BB92072" w14:textId="77777777" w:rsidR="008A4900" w:rsidRDefault="008A4900" w:rsidP="008A4900">
      <w:pPr>
        <w:spacing w:after="200" w:line="276" w:lineRule="auto"/>
        <w:jc w:val="right"/>
        <w:rPr>
          <w:sz w:val="22"/>
        </w:rPr>
      </w:pPr>
    </w:p>
    <w:p w14:paraId="081EB7A5" w14:textId="77777777" w:rsidR="008A4900" w:rsidRDefault="008A4900" w:rsidP="008A4900">
      <w:pPr>
        <w:spacing w:after="200" w:line="276" w:lineRule="auto"/>
        <w:rPr>
          <w:b/>
          <w:sz w:val="22"/>
        </w:rPr>
      </w:pPr>
      <w:r>
        <w:rPr>
          <w:b/>
          <w:sz w:val="22"/>
        </w:rPr>
        <w:t xml:space="preserve"> </w:t>
      </w:r>
      <w:r>
        <w:rPr>
          <w:b/>
          <w:sz w:val="22"/>
        </w:rPr>
        <w:br w:type="page"/>
      </w:r>
    </w:p>
    <w:p w14:paraId="1D77DCBB" w14:textId="77777777" w:rsidR="008A4900" w:rsidRDefault="008A4900" w:rsidP="008A4900">
      <w:pPr>
        <w:pStyle w:val="Body"/>
        <w:numPr>
          <w:ilvl w:val="0"/>
          <w:numId w:val="36"/>
        </w:numPr>
      </w:pPr>
      <w:r>
        <w:lastRenderedPageBreak/>
        <w:t>Refer to the graph for the temperature changes in the 37°C incubator and answer the following questions.</w:t>
      </w:r>
      <w:r>
        <w:rPr>
          <w:b/>
          <w:color w:val="000000" w:themeColor="text1"/>
          <w:sz w:val="22"/>
          <w:szCs w:val="22"/>
        </w:rPr>
        <w:t xml:space="preserve"> </w:t>
      </w:r>
    </w:p>
    <w:p w14:paraId="1A5BB6B8" w14:textId="77777777" w:rsidR="008A4900" w:rsidRDefault="008A4900" w:rsidP="008A4900">
      <w:pPr>
        <w:pStyle w:val="Body"/>
        <w:jc w:val="center"/>
      </w:pPr>
      <w:r>
        <w:rPr>
          <w:b/>
          <w:color w:val="000000" w:themeColor="text1"/>
          <w:sz w:val="22"/>
          <w:szCs w:val="22"/>
        </w:rPr>
        <w:t>Figure 2 – Temperature changes in incubator</w:t>
      </w:r>
    </w:p>
    <w:p w14:paraId="4B7D80F1" w14:textId="72210288" w:rsidR="008A4900" w:rsidRDefault="008A4900" w:rsidP="008A4900">
      <w:pPr>
        <w:pStyle w:val="Caption-smalltext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cstheme="minorBidi"/>
          <w:noProof/>
          <w:lang w:val="en-AU" w:eastAsia="en-AU" w:bidi="ar-SA"/>
        </w:rPr>
        <w:drawing>
          <wp:inline distT="0" distB="0" distL="0" distR="0" wp14:anchorId="652E5FD3" wp14:editId="0ADA41F5">
            <wp:extent cx="4257675" cy="2962275"/>
            <wp:effectExtent l="0" t="0" r="9525" b="9525"/>
            <wp:docPr id="1" name="Picture 1" descr="þ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þÿ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1" t="1955" r="1331" b="2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87E0F" w14:textId="77777777" w:rsidR="008A4900" w:rsidRDefault="008A4900" w:rsidP="008A4900">
      <w:pPr>
        <w:rPr>
          <w:b/>
          <w:sz w:val="22"/>
        </w:rPr>
      </w:pPr>
    </w:p>
    <w:p w14:paraId="2E98DD7E" w14:textId="77777777" w:rsidR="008A4900" w:rsidRDefault="008A4900" w:rsidP="008A4900">
      <w:pPr>
        <w:pStyle w:val="Body"/>
        <w:numPr>
          <w:ilvl w:val="0"/>
          <w:numId w:val="38"/>
        </w:numPr>
      </w:pPr>
      <w:r>
        <w:t>On what day was the temperature 37.5°C?</w:t>
      </w:r>
    </w:p>
    <w:p w14:paraId="3975EEA9" w14:textId="77777777" w:rsidR="008A4900" w:rsidRDefault="008A4900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C519299" w14:textId="1A6E7F9B" w:rsidR="008A4900" w:rsidRPr="00ED4A59" w:rsidRDefault="00ED4A59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Wednesday</w:t>
      </w:r>
    </w:p>
    <w:p w14:paraId="6071E32D" w14:textId="77777777" w:rsidR="008A4900" w:rsidRDefault="008A4900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992BEC3" w14:textId="77777777" w:rsidR="008A4900" w:rsidRDefault="008A4900" w:rsidP="008A4900">
      <w:pPr>
        <w:pStyle w:val="Body"/>
        <w:numPr>
          <w:ilvl w:val="0"/>
          <w:numId w:val="38"/>
        </w:numPr>
      </w:pPr>
      <w:r>
        <w:t>What is the trend of the temperature?</w:t>
      </w:r>
    </w:p>
    <w:p w14:paraId="5DACF2C3" w14:textId="77777777" w:rsidR="008A4900" w:rsidRDefault="008A4900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4EEA1E52" w14:textId="381D100E" w:rsidR="008A4900" w:rsidRPr="00ED4A59" w:rsidRDefault="00ED4A59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It is trending upwards</w:t>
      </w:r>
    </w:p>
    <w:p w14:paraId="4BC51A97" w14:textId="77777777" w:rsidR="008A4900" w:rsidRDefault="008A4900" w:rsidP="008A490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sectPr w:rsidR="008A4900" w:rsidSect="00086638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A7358C0" w16cid:durableId="7CD5DA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F9831" w14:textId="77777777" w:rsidR="00210982" w:rsidRDefault="0012178E">
      <w:pPr>
        <w:spacing w:before="0" w:after="0" w:line="240" w:lineRule="auto"/>
      </w:pPr>
      <w:r>
        <w:separator/>
      </w:r>
    </w:p>
  </w:endnote>
  <w:endnote w:type="continuationSeparator" w:id="0">
    <w:p w14:paraId="0B4F9833" w14:textId="77777777" w:rsidR="00210982" w:rsidRDefault="0012178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DB07F" w14:textId="66943978" w:rsidR="00D93C45" w:rsidRDefault="00D93C45" w:rsidP="00D93C45">
    <w:pPr>
      <w:pStyle w:val="Bodyfooter"/>
      <w:rPr>
        <w:noProof/>
      </w:rPr>
    </w:pPr>
    <w:r w:rsidRPr="008D467A">
      <w:t>Document title</w:t>
    </w:r>
    <w:r>
      <w:t xml:space="preserve">: </w:t>
    </w: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MSL924003_MG_Kn_6of7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7</w:t>
    </w:r>
    <w:r>
      <w:rPr>
        <w:noProof/>
      </w:rPr>
      <w:fldChar w:fldCharType="end"/>
    </w:r>
  </w:p>
  <w:p w14:paraId="6678C8D5" w14:textId="77777777" w:rsidR="00D93C45" w:rsidRDefault="00D93C45" w:rsidP="00D93C45">
    <w:pPr>
      <w:pStyle w:val="Bodyfooter"/>
      <w:rPr>
        <w:noProof/>
      </w:rPr>
    </w:pPr>
    <w:r>
      <w:t xml:space="preserve">Resource ID:   </w:t>
    </w:r>
    <w:r w:rsidRPr="007F033C">
      <w:t>MRS_18_05_MSL924003_MG_Kn_6of7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F9822" w14:textId="77777777" w:rsidR="00CC4677" w:rsidRPr="004820C4" w:rsidRDefault="00D93C45" w:rsidP="0002323C">
    <w:pPr>
      <w:pStyle w:val="Footer-DocumentTitleLeft"/>
    </w:pPr>
  </w:p>
  <w:p w14:paraId="0B4F9823" w14:textId="77777777" w:rsidR="00CC4677" w:rsidRDefault="0012178E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0B4F9824" w14:textId="77777777" w:rsidR="00CC4677" w:rsidRPr="0006452B" w:rsidRDefault="00D93C45" w:rsidP="00EE3A11"/>
  <w:p w14:paraId="0B4F9825" w14:textId="77777777" w:rsidR="00BA0812" w:rsidRDefault="00D93C45" w:rsidP="00EE3A1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F9826" w14:textId="18275658" w:rsidR="00BA0812" w:rsidRDefault="0012178E" w:rsidP="00064F9E">
    <w:pPr>
      <w:pStyle w:val="Bodyfooter"/>
      <w:rPr>
        <w:noProof/>
      </w:rPr>
    </w:pPr>
    <w:r w:rsidRPr="008D467A">
      <w:t>Document title</w:t>
    </w:r>
    <w:r>
      <w:t>:</w:t>
    </w:r>
    <w:r w:rsidR="007F033C">
      <w:t xml:space="preserve"> </w:t>
    </w:r>
    <w:r w:rsidR="00D93C45">
      <w:fldChar w:fldCharType="begin"/>
    </w:r>
    <w:r w:rsidR="00D93C45">
      <w:instrText xml:space="preserve"> FILENAME   \* MERGEFORMAT </w:instrText>
    </w:r>
    <w:r w:rsidR="00D93C45">
      <w:fldChar w:fldCharType="separate"/>
    </w:r>
    <w:r w:rsidR="00D93C45">
      <w:rPr>
        <w:noProof/>
      </w:rPr>
      <w:t>MSL924003_MG_Kn_6of7</w:t>
    </w:r>
    <w:r w:rsidR="00D93C45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D93C45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D93C45">
      <w:rPr>
        <w:noProof/>
      </w:rPr>
      <w:t>7</w:t>
    </w:r>
    <w:r>
      <w:rPr>
        <w:noProof/>
      </w:rPr>
      <w:fldChar w:fldCharType="end"/>
    </w:r>
  </w:p>
  <w:p w14:paraId="607C5D85" w14:textId="5D5FF03A" w:rsidR="008A4900" w:rsidRDefault="00190FB0" w:rsidP="00064F9E">
    <w:pPr>
      <w:pStyle w:val="Bodyfooter"/>
      <w:rPr>
        <w:noProof/>
      </w:rPr>
    </w:pPr>
    <w:r>
      <w:t xml:space="preserve">Resource ID:   </w:t>
    </w:r>
    <w:r w:rsidR="007F033C" w:rsidRPr="007F033C">
      <w:t>MRS_18_05_MSL924003_MG_Kn_6of7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F9829" w14:textId="77777777" w:rsidR="00AA3155" w:rsidRPr="008D467A" w:rsidRDefault="0012178E" w:rsidP="00064F9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B4F982A" w14:textId="77777777" w:rsidR="00AA3155" w:rsidRPr="008948B1" w:rsidRDefault="0012178E" w:rsidP="00064F9E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0B4F982B" w14:textId="77777777" w:rsidR="00CC4677" w:rsidRPr="00AA3155" w:rsidRDefault="00D93C45" w:rsidP="00EE3A11">
    <w:pPr>
      <w:pStyle w:val="Footer"/>
    </w:pPr>
  </w:p>
  <w:p w14:paraId="0B4F982C" w14:textId="77777777" w:rsidR="00BA0812" w:rsidRDefault="00D93C45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F982D" w14:textId="77777777" w:rsidR="00210982" w:rsidRDefault="0012178E">
      <w:pPr>
        <w:spacing w:before="0" w:after="0" w:line="240" w:lineRule="auto"/>
      </w:pPr>
      <w:r>
        <w:separator/>
      </w:r>
    </w:p>
  </w:footnote>
  <w:footnote w:type="continuationSeparator" w:id="0">
    <w:p w14:paraId="0B4F982F" w14:textId="77777777" w:rsidR="00210982" w:rsidRDefault="0012178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F981F" w14:textId="77777777" w:rsidR="00CC4677" w:rsidRDefault="00D93C45" w:rsidP="00EE3A11"/>
  <w:p w14:paraId="0B4F9820" w14:textId="77777777" w:rsidR="00BA0812" w:rsidRDefault="00D93C45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F9821" w14:textId="77777777" w:rsidR="00BA0812" w:rsidRDefault="0012178E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0B4F982D" wp14:editId="0B4F982E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F9827" w14:textId="77777777" w:rsidR="004238CB" w:rsidRDefault="00D93C45" w:rsidP="00EE3A11">
    <w:pPr>
      <w:pStyle w:val="Header"/>
    </w:pPr>
  </w:p>
  <w:p w14:paraId="0B4F9828" w14:textId="77777777" w:rsidR="00BA0812" w:rsidRDefault="00D93C45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A3A47C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6E03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21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F236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6494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56A6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B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4A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465D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89CCC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A45F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2C22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2EBE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AF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466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D20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687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C0A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F4529AA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62B2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BE3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8615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8653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68C3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DEC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851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68DC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C84C8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9E59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1C4F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5AF5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0AC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D8EA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809A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7A38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06B6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E9F62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87A6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5856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523F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76DC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98FA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D427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C4E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3280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A1189F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E7F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3A6A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08A1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CA17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50FF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9659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0E41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7AA9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491404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6BE22E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DF6D99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3F80D7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A46052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DAEF11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35402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1CED0B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814DE7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30D000F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F6AE20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4E64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0C1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4C04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B0DE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7884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AA1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6017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3B50F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EE8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F09A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0A57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C27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EC6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4899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6AE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1E2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1264159"/>
    <w:multiLevelType w:val="hybridMultilevel"/>
    <w:tmpl w:val="667C43EC"/>
    <w:lvl w:ilvl="0" w:tplc="46163058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B946DC0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E04080F8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BBA1A12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86ECA69C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0821D70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C6565B6C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B99ACD24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8200BA5E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3AD3DEC"/>
    <w:multiLevelType w:val="hybridMultilevel"/>
    <w:tmpl w:val="37A0660C"/>
    <w:lvl w:ilvl="0" w:tplc="B578539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C41870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6CD9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8E0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D638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E5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4EB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0887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8C1A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D29A08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5AB3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FA31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0D3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8A45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4B7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28DA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16A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C4B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2B0CE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468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5A5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660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F8D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6AF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2671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A281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08DC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240C3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466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EAA4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046B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FE8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B29A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010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3AEB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0402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D09EF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8D4C8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B833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4829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7CCB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4DA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A66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249E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CE47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40714"/>
    <w:multiLevelType w:val="hybridMultilevel"/>
    <w:tmpl w:val="6B0C15AA"/>
    <w:lvl w:ilvl="0" w:tplc="C07601E8">
      <w:start w:val="1"/>
      <w:numFmt w:val="lowerLetter"/>
      <w:lvlText w:val="%1)"/>
      <w:lvlJc w:val="left"/>
      <w:pPr>
        <w:ind w:left="720" w:hanging="360"/>
      </w:pPr>
    </w:lvl>
    <w:lvl w:ilvl="1" w:tplc="7B9437F2" w:tentative="1">
      <w:start w:val="1"/>
      <w:numFmt w:val="lowerLetter"/>
      <w:lvlText w:val="%2."/>
      <w:lvlJc w:val="left"/>
      <w:pPr>
        <w:ind w:left="1440" w:hanging="360"/>
      </w:pPr>
    </w:lvl>
    <w:lvl w:ilvl="2" w:tplc="9ACAC290" w:tentative="1">
      <w:start w:val="1"/>
      <w:numFmt w:val="lowerRoman"/>
      <w:lvlText w:val="%3."/>
      <w:lvlJc w:val="right"/>
      <w:pPr>
        <w:ind w:left="2160" w:hanging="180"/>
      </w:pPr>
    </w:lvl>
    <w:lvl w:ilvl="3" w:tplc="AEC8BB86" w:tentative="1">
      <w:start w:val="1"/>
      <w:numFmt w:val="decimal"/>
      <w:lvlText w:val="%4."/>
      <w:lvlJc w:val="left"/>
      <w:pPr>
        <w:ind w:left="2880" w:hanging="360"/>
      </w:pPr>
    </w:lvl>
    <w:lvl w:ilvl="4" w:tplc="7BBC5C36" w:tentative="1">
      <w:start w:val="1"/>
      <w:numFmt w:val="lowerLetter"/>
      <w:lvlText w:val="%5."/>
      <w:lvlJc w:val="left"/>
      <w:pPr>
        <w:ind w:left="3600" w:hanging="360"/>
      </w:pPr>
    </w:lvl>
    <w:lvl w:ilvl="5" w:tplc="DC6CAD78" w:tentative="1">
      <w:start w:val="1"/>
      <w:numFmt w:val="lowerRoman"/>
      <w:lvlText w:val="%6."/>
      <w:lvlJc w:val="right"/>
      <w:pPr>
        <w:ind w:left="4320" w:hanging="180"/>
      </w:pPr>
    </w:lvl>
    <w:lvl w:ilvl="6" w:tplc="479CA172" w:tentative="1">
      <w:start w:val="1"/>
      <w:numFmt w:val="decimal"/>
      <w:lvlText w:val="%7."/>
      <w:lvlJc w:val="left"/>
      <w:pPr>
        <w:ind w:left="5040" w:hanging="360"/>
      </w:pPr>
    </w:lvl>
    <w:lvl w:ilvl="7" w:tplc="2FB23384" w:tentative="1">
      <w:start w:val="1"/>
      <w:numFmt w:val="lowerLetter"/>
      <w:lvlText w:val="%8."/>
      <w:lvlJc w:val="left"/>
      <w:pPr>
        <w:ind w:left="5760" w:hanging="360"/>
      </w:pPr>
    </w:lvl>
    <w:lvl w:ilvl="8" w:tplc="ABAEE3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A5358"/>
    <w:multiLevelType w:val="hybridMultilevel"/>
    <w:tmpl w:val="366E9E88"/>
    <w:lvl w:ilvl="0" w:tplc="70EA2F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CAED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B4D5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693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F66B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261E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6005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B6D5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46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0754E"/>
    <w:multiLevelType w:val="hybridMultilevel"/>
    <w:tmpl w:val="1ADE0A8A"/>
    <w:lvl w:ilvl="0" w:tplc="C03EA9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14A2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BECA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30FD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32AD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006A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F4F1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02FC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D63F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D47BDB"/>
    <w:multiLevelType w:val="hybridMultilevel"/>
    <w:tmpl w:val="CD408890"/>
    <w:lvl w:ilvl="0" w:tplc="0DC24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40BC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89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38AF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A6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3434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474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248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080A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F4201"/>
    <w:multiLevelType w:val="hybridMultilevel"/>
    <w:tmpl w:val="9EC8DCC2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D16329"/>
    <w:multiLevelType w:val="hybridMultilevel"/>
    <w:tmpl w:val="CB0AEB06"/>
    <w:lvl w:ilvl="0" w:tplc="DC52E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F4C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E612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76ED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CC3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8C38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8626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52C4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5EDC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668F4"/>
    <w:multiLevelType w:val="hybridMultilevel"/>
    <w:tmpl w:val="CD98BF2E"/>
    <w:lvl w:ilvl="0" w:tplc="0C090019">
      <w:start w:val="1"/>
      <w:numFmt w:val="lowerLetter"/>
      <w:lvlText w:val="%1.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0F509A"/>
    <w:multiLevelType w:val="hybridMultilevel"/>
    <w:tmpl w:val="84727A1C"/>
    <w:lvl w:ilvl="0" w:tplc="4F4A3332">
      <w:start w:val="1"/>
      <w:numFmt w:val="decimal"/>
      <w:lvlText w:val="%1."/>
      <w:lvlJc w:val="left"/>
      <w:pPr>
        <w:ind w:left="720" w:hanging="360"/>
      </w:pPr>
    </w:lvl>
    <w:lvl w:ilvl="1" w:tplc="6EAC3080">
      <w:start w:val="1"/>
      <w:numFmt w:val="lowerLetter"/>
      <w:lvlText w:val="%2."/>
      <w:lvlJc w:val="left"/>
      <w:pPr>
        <w:ind w:left="1440" w:hanging="360"/>
      </w:pPr>
    </w:lvl>
    <w:lvl w:ilvl="2" w:tplc="24D6727A">
      <w:start w:val="1"/>
      <w:numFmt w:val="lowerRoman"/>
      <w:lvlText w:val="%3."/>
      <w:lvlJc w:val="right"/>
      <w:pPr>
        <w:ind w:left="2160" w:hanging="180"/>
      </w:pPr>
    </w:lvl>
    <w:lvl w:ilvl="3" w:tplc="227A1982">
      <w:start w:val="1"/>
      <w:numFmt w:val="decimal"/>
      <w:lvlText w:val="%4."/>
      <w:lvlJc w:val="left"/>
      <w:pPr>
        <w:ind w:left="2880" w:hanging="360"/>
      </w:pPr>
    </w:lvl>
    <w:lvl w:ilvl="4" w:tplc="F86034EC">
      <w:start w:val="1"/>
      <w:numFmt w:val="lowerLetter"/>
      <w:lvlText w:val="%5."/>
      <w:lvlJc w:val="left"/>
      <w:pPr>
        <w:ind w:left="3600" w:hanging="360"/>
      </w:pPr>
    </w:lvl>
    <w:lvl w:ilvl="5" w:tplc="C7E43070">
      <w:start w:val="1"/>
      <w:numFmt w:val="lowerRoman"/>
      <w:lvlText w:val="%6."/>
      <w:lvlJc w:val="right"/>
      <w:pPr>
        <w:ind w:left="4320" w:hanging="180"/>
      </w:pPr>
    </w:lvl>
    <w:lvl w:ilvl="6" w:tplc="C3C8767A">
      <w:start w:val="1"/>
      <w:numFmt w:val="decimal"/>
      <w:lvlText w:val="%7."/>
      <w:lvlJc w:val="left"/>
      <w:pPr>
        <w:ind w:left="5040" w:hanging="360"/>
      </w:pPr>
    </w:lvl>
    <w:lvl w:ilvl="7" w:tplc="80CA5C16">
      <w:start w:val="1"/>
      <w:numFmt w:val="lowerLetter"/>
      <w:lvlText w:val="%8."/>
      <w:lvlJc w:val="left"/>
      <w:pPr>
        <w:ind w:left="5760" w:hanging="360"/>
      </w:pPr>
    </w:lvl>
    <w:lvl w:ilvl="8" w:tplc="48BCB20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402EE"/>
    <w:multiLevelType w:val="hybridMultilevel"/>
    <w:tmpl w:val="1184421A"/>
    <w:lvl w:ilvl="0" w:tplc="C486DB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022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E0E4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828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6A87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689C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1481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3E5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1AA7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331697"/>
    <w:multiLevelType w:val="hybridMultilevel"/>
    <w:tmpl w:val="A4665168"/>
    <w:lvl w:ilvl="0" w:tplc="1FE02C78">
      <w:start w:val="1"/>
      <w:numFmt w:val="decimal"/>
      <w:lvlText w:val="%1."/>
      <w:lvlJc w:val="left"/>
      <w:pPr>
        <w:ind w:left="720" w:hanging="360"/>
      </w:pPr>
    </w:lvl>
    <w:lvl w:ilvl="1" w:tplc="691491B4">
      <w:start w:val="1"/>
      <w:numFmt w:val="lowerLetter"/>
      <w:lvlText w:val="%2."/>
      <w:lvlJc w:val="left"/>
      <w:pPr>
        <w:ind w:left="1440" w:hanging="360"/>
      </w:pPr>
    </w:lvl>
    <w:lvl w:ilvl="2" w:tplc="2592C138">
      <w:start w:val="1"/>
      <w:numFmt w:val="lowerRoman"/>
      <w:lvlText w:val="%3."/>
      <w:lvlJc w:val="right"/>
      <w:pPr>
        <w:ind w:left="2160" w:hanging="180"/>
      </w:pPr>
    </w:lvl>
    <w:lvl w:ilvl="3" w:tplc="03AC3BF6" w:tentative="1">
      <w:start w:val="1"/>
      <w:numFmt w:val="decimal"/>
      <w:lvlText w:val="%4."/>
      <w:lvlJc w:val="left"/>
      <w:pPr>
        <w:ind w:left="2880" w:hanging="360"/>
      </w:pPr>
    </w:lvl>
    <w:lvl w:ilvl="4" w:tplc="AC2475A8" w:tentative="1">
      <w:start w:val="1"/>
      <w:numFmt w:val="lowerLetter"/>
      <w:lvlText w:val="%5."/>
      <w:lvlJc w:val="left"/>
      <w:pPr>
        <w:ind w:left="3600" w:hanging="360"/>
      </w:pPr>
    </w:lvl>
    <w:lvl w:ilvl="5" w:tplc="4384989E" w:tentative="1">
      <w:start w:val="1"/>
      <w:numFmt w:val="lowerRoman"/>
      <w:lvlText w:val="%6."/>
      <w:lvlJc w:val="right"/>
      <w:pPr>
        <w:ind w:left="4320" w:hanging="180"/>
      </w:pPr>
    </w:lvl>
    <w:lvl w:ilvl="6" w:tplc="882220D2" w:tentative="1">
      <w:start w:val="1"/>
      <w:numFmt w:val="decimal"/>
      <w:lvlText w:val="%7."/>
      <w:lvlJc w:val="left"/>
      <w:pPr>
        <w:ind w:left="5040" w:hanging="360"/>
      </w:pPr>
    </w:lvl>
    <w:lvl w:ilvl="7" w:tplc="9B80F30A" w:tentative="1">
      <w:start w:val="1"/>
      <w:numFmt w:val="lowerLetter"/>
      <w:lvlText w:val="%8."/>
      <w:lvlJc w:val="left"/>
      <w:pPr>
        <w:ind w:left="5760" w:hanging="360"/>
      </w:pPr>
    </w:lvl>
    <w:lvl w:ilvl="8" w:tplc="520AB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2B3FAE"/>
    <w:multiLevelType w:val="hybridMultilevel"/>
    <w:tmpl w:val="A89618B0"/>
    <w:lvl w:ilvl="0" w:tplc="F02EB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40E150" w:tentative="1">
      <w:start w:val="1"/>
      <w:numFmt w:val="lowerLetter"/>
      <w:lvlText w:val="%2."/>
      <w:lvlJc w:val="left"/>
      <w:pPr>
        <w:ind w:left="1440" w:hanging="360"/>
      </w:pPr>
    </w:lvl>
    <w:lvl w:ilvl="2" w:tplc="73620488" w:tentative="1">
      <w:start w:val="1"/>
      <w:numFmt w:val="lowerRoman"/>
      <w:lvlText w:val="%3."/>
      <w:lvlJc w:val="right"/>
      <w:pPr>
        <w:ind w:left="2160" w:hanging="180"/>
      </w:pPr>
    </w:lvl>
    <w:lvl w:ilvl="3" w:tplc="4A6A4BCC" w:tentative="1">
      <w:start w:val="1"/>
      <w:numFmt w:val="decimal"/>
      <w:lvlText w:val="%4."/>
      <w:lvlJc w:val="left"/>
      <w:pPr>
        <w:ind w:left="2880" w:hanging="360"/>
      </w:pPr>
    </w:lvl>
    <w:lvl w:ilvl="4" w:tplc="630C6086" w:tentative="1">
      <w:start w:val="1"/>
      <w:numFmt w:val="lowerLetter"/>
      <w:lvlText w:val="%5."/>
      <w:lvlJc w:val="left"/>
      <w:pPr>
        <w:ind w:left="3600" w:hanging="360"/>
      </w:pPr>
    </w:lvl>
    <w:lvl w:ilvl="5" w:tplc="61F8F6A6" w:tentative="1">
      <w:start w:val="1"/>
      <w:numFmt w:val="lowerRoman"/>
      <w:lvlText w:val="%6."/>
      <w:lvlJc w:val="right"/>
      <w:pPr>
        <w:ind w:left="4320" w:hanging="180"/>
      </w:pPr>
    </w:lvl>
    <w:lvl w:ilvl="6" w:tplc="E14E0E34" w:tentative="1">
      <w:start w:val="1"/>
      <w:numFmt w:val="decimal"/>
      <w:lvlText w:val="%7."/>
      <w:lvlJc w:val="left"/>
      <w:pPr>
        <w:ind w:left="5040" w:hanging="360"/>
      </w:pPr>
    </w:lvl>
    <w:lvl w:ilvl="7" w:tplc="42286392" w:tentative="1">
      <w:start w:val="1"/>
      <w:numFmt w:val="lowerLetter"/>
      <w:lvlText w:val="%8."/>
      <w:lvlJc w:val="left"/>
      <w:pPr>
        <w:ind w:left="5760" w:hanging="360"/>
      </w:pPr>
    </w:lvl>
    <w:lvl w:ilvl="8" w:tplc="71B46E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6185E"/>
    <w:multiLevelType w:val="hybridMultilevel"/>
    <w:tmpl w:val="FFDC3934"/>
    <w:lvl w:ilvl="0" w:tplc="A05C6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DAC0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26C9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D687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F8E3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D8F5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2CD1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203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2C15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B85EF0"/>
    <w:multiLevelType w:val="hybridMultilevel"/>
    <w:tmpl w:val="CD6C1E34"/>
    <w:lvl w:ilvl="0" w:tplc="82162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BE9B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7C99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7E8C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0A9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DA8E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926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C030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207B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67E9D"/>
    <w:multiLevelType w:val="hybridMultilevel"/>
    <w:tmpl w:val="F17A9AE6"/>
    <w:lvl w:ilvl="0" w:tplc="1CECDF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5E2EF9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3A0A8B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006EFF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6843A3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D0889A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C5CAB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FF4D2F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44867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AE6133"/>
    <w:multiLevelType w:val="hybridMultilevel"/>
    <w:tmpl w:val="6D84E280"/>
    <w:lvl w:ilvl="0" w:tplc="AC40C34A">
      <w:start w:val="1"/>
      <w:numFmt w:val="decimal"/>
      <w:lvlText w:val="%1."/>
      <w:lvlJc w:val="left"/>
      <w:pPr>
        <w:ind w:left="720" w:hanging="360"/>
      </w:pPr>
    </w:lvl>
    <w:lvl w:ilvl="1" w:tplc="7C322380" w:tentative="1">
      <w:start w:val="1"/>
      <w:numFmt w:val="lowerLetter"/>
      <w:lvlText w:val="%2."/>
      <w:lvlJc w:val="left"/>
      <w:pPr>
        <w:ind w:left="1440" w:hanging="360"/>
      </w:pPr>
    </w:lvl>
    <w:lvl w:ilvl="2" w:tplc="58644956" w:tentative="1">
      <w:start w:val="1"/>
      <w:numFmt w:val="lowerRoman"/>
      <w:lvlText w:val="%3."/>
      <w:lvlJc w:val="right"/>
      <w:pPr>
        <w:ind w:left="2160" w:hanging="180"/>
      </w:pPr>
    </w:lvl>
    <w:lvl w:ilvl="3" w:tplc="B71EA474" w:tentative="1">
      <w:start w:val="1"/>
      <w:numFmt w:val="decimal"/>
      <w:lvlText w:val="%4."/>
      <w:lvlJc w:val="left"/>
      <w:pPr>
        <w:ind w:left="2880" w:hanging="360"/>
      </w:pPr>
    </w:lvl>
    <w:lvl w:ilvl="4" w:tplc="77F672C6" w:tentative="1">
      <w:start w:val="1"/>
      <w:numFmt w:val="lowerLetter"/>
      <w:lvlText w:val="%5."/>
      <w:lvlJc w:val="left"/>
      <w:pPr>
        <w:ind w:left="3600" w:hanging="360"/>
      </w:pPr>
    </w:lvl>
    <w:lvl w:ilvl="5" w:tplc="B1A246C4" w:tentative="1">
      <w:start w:val="1"/>
      <w:numFmt w:val="lowerRoman"/>
      <w:lvlText w:val="%6."/>
      <w:lvlJc w:val="right"/>
      <w:pPr>
        <w:ind w:left="4320" w:hanging="180"/>
      </w:pPr>
    </w:lvl>
    <w:lvl w:ilvl="6" w:tplc="455C2D58" w:tentative="1">
      <w:start w:val="1"/>
      <w:numFmt w:val="decimal"/>
      <w:lvlText w:val="%7."/>
      <w:lvlJc w:val="left"/>
      <w:pPr>
        <w:ind w:left="5040" w:hanging="360"/>
      </w:pPr>
    </w:lvl>
    <w:lvl w:ilvl="7" w:tplc="0F8EF8C8" w:tentative="1">
      <w:start w:val="1"/>
      <w:numFmt w:val="lowerLetter"/>
      <w:lvlText w:val="%8."/>
      <w:lvlJc w:val="left"/>
      <w:pPr>
        <w:ind w:left="5760" w:hanging="360"/>
      </w:pPr>
    </w:lvl>
    <w:lvl w:ilvl="8" w:tplc="AE78D2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644B0"/>
    <w:multiLevelType w:val="hybridMultilevel"/>
    <w:tmpl w:val="DDA45F5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320FDB"/>
    <w:multiLevelType w:val="hybridMultilevel"/>
    <w:tmpl w:val="CA7CB0F0"/>
    <w:lvl w:ilvl="0" w:tplc="88D2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847A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C09A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E28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9C41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BC96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CA9C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A0F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9A4E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E14B6"/>
    <w:multiLevelType w:val="hybridMultilevel"/>
    <w:tmpl w:val="4232E460"/>
    <w:lvl w:ilvl="0" w:tplc="3B7A48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64B1B4" w:tentative="1">
      <w:start w:val="1"/>
      <w:numFmt w:val="lowerLetter"/>
      <w:lvlText w:val="%2."/>
      <w:lvlJc w:val="left"/>
      <w:pPr>
        <w:ind w:left="1440" w:hanging="360"/>
      </w:pPr>
    </w:lvl>
    <w:lvl w:ilvl="2" w:tplc="D4288506" w:tentative="1">
      <w:start w:val="1"/>
      <w:numFmt w:val="lowerRoman"/>
      <w:lvlText w:val="%3."/>
      <w:lvlJc w:val="right"/>
      <w:pPr>
        <w:ind w:left="2160" w:hanging="180"/>
      </w:pPr>
    </w:lvl>
    <w:lvl w:ilvl="3" w:tplc="E06A07BC" w:tentative="1">
      <w:start w:val="1"/>
      <w:numFmt w:val="decimal"/>
      <w:lvlText w:val="%4."/>
      <w:lvlJc w:val="left"/>
      <w:pPr>
        <w:ind w:left="2880" w:hanging="360"/>
      </w:pPr>
    </w:lvl>
    <w:lvl w:ilvl="4" w:tplc="F8EAD1C2" w:tentative="1">
      <w:start w:val="1"/>
      <w:numFmt w:val="lowerLetter"/>
      <w:lvlText w:val="%5."/>
      <w:lvlJc w:val="left"/>
      <w:pPr>
        <w:ind w:left="3600" w:hanging="360"/>
      </w:pPr>
    </w:lvl>
    <w:lvl w:ilvl="5" w:tplc="A2400C0A" w:tentative="1">
      <w:start w:val="1"/>
      <w:numFmt w:val="lowerRoman"/>
      <w:lvlText w:val="%6."/>
      <w:lvlJc w:val="right"/>
      <w:pPr>
        <w:ind w:left="4320" w:hanging="180"/>
      </w:pPr>
    </w:lvl>
    <w:lvl w:ilvl="6" w:tplc="4B80BB70" w:tentative="1">
      <w:start w:val="1"/>
      <w:numFmt w:val="decimal"/>
      <w:lvlText w:val="%7."/>
      <w:lvlJc w:val="left"/>
      <w:pPr>
        <w:ind w:left="5040" w:hanging="360"/>
      </w:pPr>
    </w:lvl>
    <w:lvl w:ilvl="7" w:tplc="2C7CF28C" w:tentative="1">
      <w:start w:val="1"/>
      <w:numFmt w:val="lowerLetter"/>
      <w:lvlText w:val="%8."/>
      <w:lvlJc w:val="left"/>
      <w:pPr>
        <w:ind w:left="5760" w:hanging="360"/>
      </w:pPr>
    </w:lvl>
    <w:lvl w:ilvl="8" w:tplc="6986C1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B1A58"/>
    <w:multiLevelType w:val="hybridMultilevel"/>
    <w:tmpl w:val="CA1AC826"/>
    <w:lvl w:ilvl="0" w:tplc="4DA29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DC19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D226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42A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FCAD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2AB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0C0A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E8B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24D8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2015E0"/>
    <w:multiLevelType w:val="hybridMultilevel"/>
    <w:tmpl w:val="DDEAD6C0"/>
    <w:lvl w:ilvl="0" w:tplc="B498A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3A5CFE" w:tentative="1">
      <w:start w:val="1"/>
      <w:numFmt w:val="lowerLetter"/>
      <w:lvlText w:val="%2."/>
      <w:lvlJc w:val="left"/>
      <w:pPr>
        <w:ind w:left="1440" w:hanging="360"/>
      </w:pPr>
    </w:lvl>
    <w:lvl w:ilvl="2" w:tplc="FB7454E0" w:tentative="1">
      <w:start w:val="1"/>
      <w:numFmt w:val="lowerRoman"/>
      <w:lvlText w:val="%3."/>
      <w:lvlJc w:val="right"/>
      <w:pPr>
        <w:ind w:left="2160" w:hanging="180"/>
      </w:pPr>
    </w:lvl>
    <w:lvl w:ilvl="3" w:tplc="6F44FC18" w:tentative="1">
      <w:start w:val="1"/>
      <w:numFmt w:val="decimal"/>
      <w:lvlText w:val="%4."/>
      <w:lvlJc w:val="left"/>
      <w:pPr>
        <w:ind w:left="2880" w:hanging="360"/>
      </w:pPr>
    </w:lvl>
    <w:lvl w:ilvl="4" w:tplc="E7BE0D00" w:tentative="1">
      <w:start w:val="1"/>
      <w:numFmt w:val="lowerLetter"/>
      <w:lvlText w:val="%5."/>
      <w:lvlJc w:val="left"/>
      <w:pPr>
        <w:ind w:left="3600" w:hanging="360"/>
      </w:pPr>
    </w:lvl>
    <w:lvl w:ilvl="5" w:tplc="2A963E88" w:tentative="1">
      <w:start w:val="1"/>
      <w:numFmt w:val="lowerRoman"/>
      <w:lvlText w:val="%6."/>
      <w:lvlJc w:val="right"/>
      <w:pPr>
        <w:ind w:left="4320" w:hanging="180"/>
      </w:pPr>
    </w:lvl>
    <w:lvl w:ilvl="6" w:tplc="3E34D9AC" w:tentative="1">
      <w:start w:val="1"/>
      <w:numFmt w:val="decimal"/>
      <w:lvlText w:val="%7."/>
      <w:lvlJc w:val="left"/>
      <w:pPr>
        <w:ind w:left="5040" w:hanging="360"/>
      </w:pPr>
    </w:lvl>
    <w:lvl w:ilvl="7" w:tplc="41C8F288" w:tentative="1">
      <w:start w:val="1"/>
      <w:numFmt w:val="lowerLetter"/>
      <w:lvlText w:val="%8."/>
      <w:lvlJc w:val="left"/>
      <w:pPr>
        <w:ind w:left="5760" w:hanging="360"/>
      </w:pPr>
    </w:lvl>
    <w:lvl w:ilvl="8" w:tplc="F27045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7750D"/>
    <w:multiLevelType w:val="hybridMultilevel"/>
    <w:tmpl w:val="7E7A8CBA"/>
    <w:lvl w:ilvl="0" w:tplc="879C0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08F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5A5C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499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D80B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ABA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A4A6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825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E464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1"/>
  </w:num>
  <w:num w:numId="5">
    <w:abstractNumId w:val="3"/>
  </w:num>
  <w:num w:numId="6">
    <w:abstractNumId w:val="30"/>
  </w:num>
  <w:num w:numId="7">
    <w:abstractNumId w:val="34"/>
  </w:num>
  <w:num w:numId="8">
    <w:abstractNumId w:val="5"/>
  </w:num>
  <w:num w:numId="9">
    <w:abstractNumId w:val="24"/>
  </w:num>
  <w:num w:numId="10">
    <w:abstractNumId w:val="25"/>
  </w:num>
  <w:num w:numId="11">
    <w:abstractNumId w:val="18"/>
  </w:num>
  <w:num w:numId="12">
    <w:abstractNumId w:val="21"/>
  </w:num>
  <w:num w:numId="13">
    <w:abstractNumId w:val="19"/>
  </w:num>
  <w:num w:numId="14">
    <w:abstractNumId w:val="29"/>
  </w:num>
  <w:num w:numId="15">
    <w:abstractNumId w:val="27"/>
  </w:num>
  <w:num w:numId="16">
    <w:abstractNumId w:val="12"/>
  </w:num>
  <w:num w:numId="17">
    <w:abstractNumId w:val="6"/>
  </w:num>
  <w:num w:numId="18">
    <w:abstractNumId w:val="0"/>
  </w:num>
  <w:num w:numId="19">
    <w:abstractNumId w:val="8"/>
  </w:num>
  <w:num w:numId="20">
    <w:abstractNumId w:val="32"/>
  </w:num>
  <w:num w:numId="21">
    <w:abstractNumId w:val="28"/>
  </w:num>
  <w:num w:numId="22">
    <w:abstractNumId w:val="36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3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4"/>
  </w:num>
  <w:num w:numId="31">
    <w:abstractNumId w:val="33"/>
  </w:num>
  <w:num w:numId="32">
    <w:abstractNumId w:val="35"/>
  </w:num>
  <w:num w:numId="33">
    <w:abstractNumId w:val="16"/>
  </w:num>
  <w:num w:numId="34">
    <w:abstractNumId w:val="26"/>
  </w:num>
  <w:num w:numId="35">
    <w:abstractNumId w:val="10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918"/>
    <w:rsid w:val="0011578E"/>
    <w:rsid w:val="0012178E"/>
    <w:rsid w:val="00176E9F"/>
    <w:rsid w:val="00181AC9"/>
    <w:rsid w:val="00190FB0"/>
    <w:rsid w:val="001D300D"/>
    <w:rsid w:val="00210982"/>
    <w:rsid w:val="00273BDA"/>
    <w:rsid w:val="002F49B8"/>
    <w:rsid w:val="004B5B99"/>
    <w:rsid w:val="00531610"/>
    <w:rsid w:val="00546D9F"/>
    <w:rsid w:val="0061295C"/>
    <w:rsid w:val="00715918"/>
    <w:rsid w:val="007F033C"/>
    <w:rsid w:val="008A4900"/>
    <w:rsid w:val="008D2943"/>
    <w:rsid w:val="009A0991"/>
    <w:rsid w:val="009C2559"/>
    <w:rsid w:val="00B209BE"/>
    <w:rsid w:val="00BD0FF6"/>
    <w:rsid w:val="00C55743"/>
    <w:rsid w:val="00C7402C"/>
    <w:rsid w:val="00D321BC"/>
    <w:rsid w:val="00D93C45"/>
    <w:rsid w:val="00E34C0F"/>
    <w:rsid w:val="00E82356"/>
    <w:rsid w:val="00EC6D37"/>
    <w:rsid w:val="00ED4A59"/>
    <w:rsid w:val="00FB0D5B"/>
    <w:rsid w:val="0F96D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F97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5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1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  <w:style w:type="character" w:customStyle="1" w:styleId="Caption-smalltextChar">
    <w:name w:val="Caption - small text Char"/>
    <w:basedOn w:val="DefaultParagraphFont"/>
    <w:link w:val="Caption-smalltext"/>
    <w:locked/>
    <w:rsid w:val="008A4900"/>
    <w:rPr>
      <w:rFonts w:ascii="Calibri" w:eastAsiaTheme="minorEastAsia" w:hAnsi="Calibri" w:cs="Calibri"/>
      <w:iCs/>
      <w:color w:val="1A5484"/>
      <w:sz w:val="24"/>
      <w:szCs w:val="24"/>
      <w:lang w:val="en-US" w:bidi="en-US"/>
    </w:rPr>
  </w:style>
  <w:style w:type="paragraph" w:customStyle="1" w:styleId="Caption-smalltext">
    <w:name w:val="Caption - small text"/>
    <w:basedOn w:val="Caption"/>
    <w:link w:val="Caption-smalltextChar"/>
    <w:rsid w:val="008A4900"/>
    <w:pPr>
      <w:tabs>
        <w:tab w:val="clear" w:pos="284"/>
      </w:tabs>
      <w:spacing w:before="0" w:after="120" w:line="240" w:lineRule="auto"/>
    </w:pPr>
    <w:rPr>
      <w:rFonts w:ascii="Calibri" w:eastAsiaTheme="minorEastAsia" w:hAnsi="Calibri" w:cs="Calibri"/>
      <w:iCs/>
      <w:color w:val="1A5484"/>
      <w:sz w:val="24"/>
      <w:szCs w:val="24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8A4900"/>
    <w:pPr>
      <w:widowControl w:val="0"/>
      <w:tabs>
        <w:tab w:val="clear" w:pos="284"/>
      </w:tabs>
      <w:autoSpaceDE w:val="0"/>
      <w:autoSpaceDN w:val="0"/>
      <w:spacing w:before="61" w:after="0" w:line="240" w:lineRule="auto"/>
    </w:pPr>
    <w:rPr>
      <w:rFonts w:ascii="Verdana" w:eastAsia="Verdana" w:hAnsi="Verdana" w:cs="Verdan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2.png"/><Relationship Id="R6e769cf9eb5c4275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chart" Target="charts/chart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AU"/>
              <a:t>Causes of injury to</a:t>
            </a:r>
            <a:r>
              <a:rPr lang="en-AU" baseline="0"/>
              <a:t> drug reaction - 2017</a:t>
            </a:r>
            <a:endParaRPr lang="en-AU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Sheet1!$D$2</c:f>
              <c:strCache>
                <c:ptCount val="1"/>
                <c:pt idx="0">
                  <c:v>Number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Sheet1!$C$3:$C$6</c:f>
              <c:strCache>
                <c:ptCount val="4"/>
                <c:pt idx="0">
                  <c:v>Allergic</c:v>
                </c:pt>
                <c:pt idx="1">
                  <c:v>Not preventable</c:v>
                </c:pt>
                <c:pt idx="2">
                  <c:v>Inappropriate</c:v>
                </c:pt>
                <c:pt idx="3">
                  <c:v>Wrong dose</c:v>
                </c:pt>
              </c:strCache>
            </c:strRef>
          </c:cat>
          <c:val>
            <c:numRef>
              <c:f>Sheet1!$D$3:$D$6</c:f>
              <c:numCache>
                <c:formatCode>General</c:formatCode>
                <c:ptCount val="4"/>
                <c:pt idx="0">
                  <c:v>45</c:v>
                </c:pt>
                <c:pt idx="1">
                  <c:v>5</c:v>
                </c:pt>
                <c:pt idx="2">
                  <c:v>25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EAE-4C44-91F8-3BBA58D81B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65304552"/>
        <c:axId val="365305864"/>
      </c:barChart>
      <c:catAx>
        <c:axId val="36530455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Cause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5305864"/>
        <c:crosses val="autoZero"/>
        <c:auto val="1"/>
        <c:lblAlgn val="ctr"/>
        <c:lblOffset val="100"/>
        <c:noMultiLvlLbl val="0"/>
      </c:catAx>
      <c:valAx>
        <c:axId val="365305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53045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79748-D83B-46CE-ADBD-561A9EAEB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1502bd91-4821-4a00-aa5e-8d420a883b7a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C750A9-ABB9-4BF5-A2D8-657FCBCE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7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MSL924003_MG_Kn_6of7_design_feedback_TW</vt:lpstr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MSL924003_MG_Kn_6of7_design_feedback_TW</dc:title>
  <dc:creator/>
  <dc:description>Generated by the Document Automation for Training and Assessment system. 
Developed by: Marc Fearby, Tamworth Campus
Copyright © 2013 TAFE NSW.</dc:description>
  <cp:lastModifiedBy/>
  <cp:revision>2</cp:revision>
  <dcterms:created xsi:type="dcterms:W3CDTF">2018-10-15T05:14:00Z</dcterms:created>
  <dcterms:modified xsi:type="dcterms:W3CDTF">2019-04-23T01:52:00Z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1024">
    <vt:lpwstr>53</vt:lpwstr>
  </property>
  <property fmtid="{D5CDD505-2E9C-101B-9397-08002B2CF9AE}" pid="4" name="AuthorIds_UIVersion_2048">
    <vt:lpwstr>53</vt:lpwstr>
  </property>
  <property fmtid="{D5CDD505-2E9C-101B-9397-08002B2CF9AE}" pid="5" name="AuthorIds_UIVersion_4096">
    <vt:lpwstr>53</vt:lpwstr>
  </property>
</Properties>
</file>