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9E333" w14:textId="77777777" w:rsidR="00FC48B2" w:rsidRPr="002A1413" w:rsidRDefault="004D45C7" w:rsidP="002A1413">
      <w:pPr>
        <w:pStyle w:val="Heading1"/>
      </w:pPr>
      <w:r w:rsidRPr="002A1413">
        <w:t>Student unit result summary</w:t>
      </w:r>
    </w:p>
    <w:p w14:paraId="6159E334" w14:textId="77777777" w:rsidR="00542F2F" w:rsidRPr="00A56627" w:rsidRDefault="004D45C7" w:rsidP="00542F2F">
      <w:pPr>
        <w:pStyle w:val="Heading2"/>
      </w:pPr>
      <w:r w:rsidRPr="00A56627">
        <w:t>Criteria</w:t>
      </w:r>
    </w:p>
    <w:p w14:paraId="430F99FD" w14:textId="77777777" w:rsidR="00B1305A" w:rsidRDefault="00B1305A" w:rsidP="00B1305A">
      <w:pPr>
        <w:pStyle w:val="Heading3"/>
      </w:pPr>
      <w:r w:rsidRPr="007A6B4A">
        <w:t>Unit code, name and release number</w:t>
      </w:r>
    </w:p>
    <w:p w14:paraId="48935B26" w14:textId="77777777" w:rsidR="00B1305A" w:rsidRPr="00D83795" w:rsidRDefault="00B1305A" w:rsidP="00B1305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 w:rsidRPr="00D83795">
        <w:rPr>
          <w:sz w:val="22"/>
          <w:szCs w:val="22"/>
          <w:lang w:eastAsia="en-AU"/>
        </w:rPr>
        <w:t xml:space="preserve">MSL924003 - Process and interpret data </w:t>
      </w:r>
      <w:bookmarkEnd w:id="0"/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>Release 1</w:t>
      </w:r>
    </w:p>
    <w:p w14:paraId="581C8B48" w14:textId="77777777" w:rsidR="00B1305A" w:rsidRDefault="00B1305A" w:rsidP="00B1305A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A183820" w14:textId="77777777" w:rsidR="00B1305A" w:rsidRPr="00D24B2B" w:rsidRDefault="00B1305A" w:rsidP="00B1305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D24B2B">
        <w:rPr>
          <w:sz w:val="22"/>
          <w:szCs w:val="22"/>
          <w:lang w:eastAsia="en-AU"/>
        </w:rPr>
        <w:t>MSL60118</w:t>
      </w:r>
      <w:r w:rsidRPr="00D24B2B">
        <w:rPr>
          <w:sz w:val="22"/>
          <w:szCs w:val="22"/>
          <w:lang w:eastAsia="en-AU"/>
        </w:rPr>
        <w:tab/>
        <w:t>Advanced Diploma of Laboratory Operations</w:t>
      </w:r>
      <w:r w:rsidRPr="00D24B2B">
        <w:rPr>
          <w:sz w:val="22"/>
          <w:szCs w:val="22"/>
          <w:lang w:eastAsia="en-AU"/>
        </w:rPr>
        <w:tab/>
        <w:t>Release 1</w:t>
      </w:r>
    </w:p>
    <w:p w14:paraId="6E2DFDD6" w14:textId="77777777" w:rsidR="00B1305A" w:rsidRPr="00D24B2B" w:rsidRDefault="00B1305A" w:rsidP="00B1305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D24B2B">
        <w:rPr>
          <w:sz w:val="22"/>
          <w:szCs w:val="22"/>
          <w:lang w:eastAsia="en-AU"/>
        </w:rPr>
        <w:t>MSL50118</w:t>
      </w:r>
      <w:r w:rsidRPr="00D24B2B">
        <w:rPr>
          <w:sz w:val="22"/>
          <w:szCs w:val="22"/>
          <w:lang w:eastAsia="en-AU"/>
        </w:rPr>
        <w:tab/>
        <w:t>Diploma of Laboratory Technology</w:t>
      </w:r>
      <w:r w:rsidRPr="00D24B2B">
        <w:rPr>
          <w:sz w:val="22"/>
          <w:szCs w:val="22"/>
          <w:lang w:eastAsia="en-AU"/>
        </w:rPr>
        <w:tab/>
      </w:r>
      <w:r w:rsidRPr="00D24B2B">
        <w:rPr>
          <w:sz w:val="22"/>
          <w:szCs w:val="22"/>
          <w:lang w:eastAsia="en-AU"/>
        </w:rPr>
        <w:tab/>
        <w:t>Release 1</w:t>
      </w:r>
    </w:p>
    <w:p w14:paraId="756FEF41" w14:textId="77777777" w:rsidR="00B1305A" w:rsidRPr="00D24B2B" w:rsidRDefault="00B1305A" w:rsidP="00B1305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D24B2B">
        <w:rPr>
          <w:sz w:val="22"/>
          <w:szCs w:val="22"/>
          <w:lang w:eastAsia="en-AU"/>
        </w:rPr>
        <w:t>MSL40118</w:t>
      </w:r>
      <w:r w:rsidRPr="00D24B2B">
        <w:rPr>
          <w:sz w:val="22"/>
          <w:szCs w:val="22"/>
          <w:lang w:eastAsia="en-AU"/>
        </w:rPr>
        <w:tab/>
        <w:t>Certificate IV in Laboratory Operations</w:t>
      </w:r>
      <w:r w:rsidRPr="00D24B2B">
        <w:rPr>
          <w:sz w:val="22"/>
          <w:szCs w:val="22"/>
          <w:lang w:eastAsia="en-AU"/>
        </w:rPr>
        <w:tab/>
      </w:r>
      <w:r w:rsidRPr="00D24B2B">
        <w:rPr>
          <w:sz w:val="22"/>
          <w:szCs w:val="22"/>
          <w:lang w:eastAsia="en-AU"/>
        </w:rPr>
        <w:tab/>
        <w:t>Release 1</w:t>
      </w:r>
    </w:p>
    <w:p w14:paraId="623A7BD5" w14:textId="77777777" w:rsidR="00B1305A" w:rsidRDefault="00B1305A" w:rsidP="00B1305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D24B2B">
        <w:rPr>
          <w:sz w:val="22"/>
          <w:szCs w:val="22"/>
          <w:lang w:eastAsia="en-AU"/>
        </w:rPr>
        <w:t xml:space="preserve">MSL30118 </w:t>
      </w:r>
      <w:r w:rsidRPr="00D24B2B">
        <w:rPr>
          <w:sz w:val="22"/>
          <w:szCs w:val="22"/>
          <w:lang w:eastAsia="en-AU"/>
        </w:rPr>
        <w:tab/>
        <w:t>Certificate III in Laboratory Skills</w:t>
      </w:r>
      <w:r w:rsidRPr="00D24B2B">
        <w:rPr>
          <w:sz w:val="22"/>
          <w:szCs w:val="22"/>
          <w:lang w:eastAsia="en-AU"/>
        </w:rPr>
        <w:tab/>
      </w:r>
      <w:r w:rsidRPr="00D24B2B">
        <w:rPr>
          <w:sz w:val="22"/>
          <w:szCs w:val="22"/>
          <w:lang w:eastAsia="en-AU"/>
        </w:rPr>
        <w:tab/>
        <w:t xml:space="preserve"> </w:t>
      </w:r>
      <w:r w:rsidRPr="00D24B2B">
        <w:rPr>
          <w:sz w:val="22"/>
          <w:szCs w:val="22"/>
          <w:lang w:eastAsia="en-AU"/>
        </w:rPr>
        <w:tab/>
        <w:t>Release 1</w:t>
      </w:r>
    </w:p>
    <w:p w14:paraId="78AD97E1" w14:textId="77777777" w:rsidR="00B1305A" w:rsidRPr="00D46DFE" w:rsidRDefault="00B1305A" w:rsidP="00B1305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</w:t>
      </w:r>
      <w:r w:rsidRPr="00D46DFE">
        <w:rPr>
          <w:color w:val="FF0000"/>
          <w:sz w:val="22"/>
          <w:szCs w:val="22"/>
          <w:lang w:eastAsia="en-AU"/>
        </w:rPr>
        <w:t>Amend the qualification box before distributing to the student. The information here should only contain the qualification the student is enrolled in**</w:t>
      </w:r>
    </w:p>
    <w:p w14:paraId="6159E33B" w14:textId="77777777" w:rsidR="00542F2F" w:rsidRPr="00A56627" w:rsidRDefault="004D45C7" w:rsidP="00542F2F">
      <w:pPr>
        <w:pStyle w:val="Heading2"/>
      </w:pPr>
      <w:r w:rsidRPr="00A56627">
        <w:t>Student details</w:t>
      </w:r>
    </w:p>
    <w:p w14:paraId="6159E33C" w14:textId="77777777" w:rsidR="00542F2F" w:rsidRDefault="004D45C7" w:rsidP="00542F2F">
      <w:pPr>
        <w:pStyle w:val="Heading3"/>
      </w:pPr>
      <w:r w:rsidRPr="00AA18CF">
        <w:t>Student number</w:t>
      </w:r>
    </w:p>
    <w:p w14:paraId="6159E33D" w14:textId="77777777" w:rsidR="00371A61" w:rsidRPr="00D83795" w:rsidRDefault="009F46B4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159E33E" w14:textId="77777777" w:rsidR="00542F2F" w:rsidRDefault="004D45C7" w:rsidP="00542F2F">
      <w:pPr>
        <w:pStyle w:val="Heading3"/>
      </w:pPr>
      <w:r w:rsidRPr="00AA18CF">
        <w:t xml:space="preserve">Student </w:t>
      </w:r>
      <w:r>
        <w:t>name</w:t>
      </w:r>
    </w:p>
    <w:p w14:paraId="6159E33F" w14:textId="77777777" w:rsidR="00371A61" w:rsidRPr="00D83795" w:rsidRDefault="009F46B4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159E340" w14:textId="77777777" w:rsidR="00542F2F" w:rsidRDefault="004D45C7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1" w:name="_GoBack"/>
      <w:bookmarkEnd w:id="1"/>
    </w:p>
    <w:p w14:paraId="6159E341" w14:textId="77777777" w:rsidR="00C8519C" w:rsidRPr="00542F2F" w:rsidRDefault="004D45C7" w:rsidP="00542F2F">
      <w:pPr>
        <w:pStyle w:val="Heading2"/>
      </w:pPr>
      <w:r w:rsidRPr="00542F2F">
        <w:lastRenderedPageBreak/>
        <w:t>Result of assessment events</w:t>
      </w:r>
    </w:p>
    <w:p w14:paraId="6159E346" w14:textId="0F5306ED" w:rsidR="00C20C7D" w:rsidRDefault="004D45C7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</w:t>
      </w:r>
      <w:r w:rsidR="002B2469">
        <w:t>1</w:t>
      </w:r>
      <w:r w:rsidR="00B1305A">
        <w:t xml:space="preserve"> </w:t>
      </w:r>
      <w:r>
        <w:t>-</w:t>
      </w:r>
      <w:r w:rsidR="00B1305A">
        <w:t xml:space="preserve"> Topic test </w:t>
      </w:r>
      <w:r w:rsidR="002B2469">
        <w:t>1</w:t>
      </w:r>
      <w:r w:rsidR="00B1305A">
        <w:t xml:space="preserve"> - Metrology</w:t>
      </w:r>
    </w:p>
    <w:p w14:paraId="6159E347" w14:textId="77777777" w:rsidR="00542F2F" w:rsidRDefault="009F46B4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5C7">
            <w:rPr>
              <w:rFonts w:ascii="MS Gothic" w:eastAsia="MS Gothic" w:hAnsi="MS Gothic" w:hint="eastAsia"/>
            </w:rPr>
            <w:t>☐</w:t>
          </w:r>
        </w:sdtContent>
      </w:sdt>
      <w:r w:rsidR="004D45C7">
        <w:t xml:space="preserve"> Was the assessment event successfully completed?</w:t>
      </w:r>
    </w:p>
    <w:p w14:paraId="6159E348" w14:textId="77777777" w:rsidR="00542F2F" w:rsidRDefault="009F46B4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5C7">
            <w:rPr>
              <w:rFonts w:ascii="MS Gothic" w:eastAsia="MS Gothic" w:hAnsi="MS Gothic" w:hint="eastAsia"/>
            </w:rPr>
            <w:t>☐</w:t>
          </w:r>
        </w:sdtContent>
      </w:sdt>
      <w:r w:rsidR="004D45C7">
        <w:t xml:space="preserve"> If no, was the resubmission/re-assessment successfully completed?</w:t>
      </w:r>
    </w:p>
    <w:p w14:paraId="6159E349" w14:textId="77777777" w:rsidR="00542F2F" w:rsidRPr="00A7239E" w:rsidRDefault="009F46B4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5C7">
            <w:rPr>
              <w:rFonts w:ascii="MS Gothic" w:eastAsia="MS Gothic" w:hAnsi="MS Gothic" w:hint="eastAsia"/>
            </w:rPr>
            <w:t>☐</w:t>
          </w:r>
        </w:sdtContent>
      </w:sdt>
      <w:r w:rsidR="004D45C7">
        <w:t xml:space="preserve"> Was reasonable adjustment in place for this assessment event?</w:t>
      </w:r>
      <w:r w:rsidR="004D45C7">
        <w:br/>
      </w:r>
      <w:r w:rsidR="004D45C7">
        <w:rPr>
          <w:i/>
          <w:color w:val="A6A6A6" w:themeColor="background1" w:themeShade="A6"/>
        </w:rPr>
        <w:t>If yes, ensure it is detailed on the assessment document.</w:t>
      </w:r>
    </w:p>
    <w:p w14:paraId="6159E34A" w14:textId="726BC643" w:rsidR="00C20C7D" w:rsidRDefault="004D45C7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</w:t>
      </w:r>
      <w:r w:rsidR="002B2469">
        <w:t>2</w:t>
      </w:r>
      <w:r w:rsidR="00B1305A">
        <w:t xml:space="preserve"> </w:t>
      </w:r>
      <w:r>
        <w:t>-</w:t>
      </w:r>
      <w:r w:rsidR="00B1305A">
        <w:t xml:space="preserve"> Topic Test </w:t>
      </w:r>
      <w:r w:rsidR="002B2469">
        <w:t>2</w:t>
      </w:r>
      <w:r w:rsidR="00B1305A">
        <w:t xml:space="preserve"> - Data</w:t>
      </w:r>
    </w:p>
    <w:p w14:paraId="6159E34B" w14:textId="77777777" w:rsidR="00542F2F" w:rsidRDefault="009F46B4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5C7">
            <w:rPr>
              <w:rFonts w:ascii="MS Gothic" w:eastAsia="MS Gothic" w:hAnsi="MS Gothic" w:hint="eastAsia"/>
            </w:rPr>
            <w:t>☐</w:t>
          </w:r>
        </w:sdtContent>
      </w:sdt>
      <w:r w:rsidR="004D45C7">
        <w:t xml:space="preserve"> Was the assessment event successfully completed?</w:t>
      </w:r>
    </w:p>
    <w:p w14:paraId="6159E34C" w14:textId="77777777" w:rsidR="00542F2F" w:rsidRDefault="009F46B4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5C7">
            <w:rPr>
              <w:rFonts w:ascii="MS Gothic" w:eastAsia="MS Gothic" w:hAnsi="MS Gothic" w:hint="eastAsia"/>
            </w:rPr>
            <w:t>☐</w:t>
          </w:r>
        </w:sdtContent>
      </w:sdt>
      <w:r w:rsidR="004D45C7">
        <w:t xml:space="preserve"> If no, was the resubmission/re-assessment successfully completed?</w:t>
      </w:r>
    </w:p>
    <w:p w14:paraId="6159E34D" w14:textId="77777777" w:rsidR="00542F2F" w:rsidRPr="00A7239E" w:rsidRDefault="009F46B4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5C7">
            <w:rPr>
              <w:rFonts w:ascii="MS Gothic" w:eastAsia="MS Gothic" w:hAnsi="MS Gothic" w:hint="eastAsia"/>
            </w:rPr>
            <w:t>☐</w:t>
          </w:r>
        </w:sdtContent>
      </w:sdt>
      <w:r w:rsidR="004D45C7">
        <w:t xml:space="preserve"> Was reasonable adjustment in place for this assessment event?</w:t>
      </w:r>
      <w:r w:rsidR="004D45C7">
        <w:br/>
      </w:r>
      <w:r w:rsidR="004D45C7">
        <w:rPr>
          <w:i/>
          <w:color w:val="A6A6A6" w:themeColor="background1" w:themeShade="A6"/>
        </w:rPr>
        <w:t>If yes, ensure it is detailed on the assessment document.</w:t>
      </w:r>
    </w:p>
    <w:p w14:paraId="33C15D8E" w14:textId="5FA300E1" w:rsidR="00B1305A" w:rsidRDefault="00B1305A" w:rsidP="00B1305A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</w:t>
      </w:r>
      <w:r w:rsidR="002B2469">
        <w:t>3</w:t>
      </w:r>
      <w:r>
        <w:t xml:space="preserve"> - Topic test </w:t>
      </w:r>
      <w:r w:rsidR="002B2469">
        <w:t>3</w:t>
      </w:r>
      <w:r>
        <w:t xml:space="preserve"> – Calculating scientific quantities</w:t>
      </w:r>
    </w:p>
    <w:p w14:paraId="1C2EE016" w14:textId="77777777" w:rsidR="00B1305A" w:rsidRDefault="009F46B4" w:rsidP="00B1305A">
      <w:pPr>
        <w:rPr>
          <w:sz w:val="22"/>
          <w:szCs w:val="22"/>
        </w:rPr>
      </w:pPr>
      <w:sdt>
        <w:sdtPr>
          <w:id w:val="-1628460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05A">
            <w:rPr>
              <w:rFonts w:ascii="MS Gothic" w:eastAsia="MS Gothic" w:hAnsi="MS Gothic" w:hint="eastAsia"/>
            </w:rPr>
            <w:t>☐</w:t>
          </w:r>
        </w:sdtContent>
      </w:sdt>
      <w:r w:rsidR="00B1305A">
        <w:t xml:space="preserve"> Was the assessment event successfully completed?</w:t>
      </w:r>
    </w:p>
    <w:p w14:paraId="4D577B1E" w14:textId="77777777" w:rsidR="00B1305A" w:rsidRDefault="009F46B4" w:rsidP="00B1305A">
      <w:pPr>
        <w:rPr>
          <w:sz w:val="22"/>
          <w:szCs w:val="22"/>
        </w:rPr>
      </w:pPr>
      <w:sdt>
        <w:sdtPr>
          <w:id w:val="1909648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05A">
            <w:rPr>
              <w:rFonts w:ascii="MS Gothic" w:eastAsia="MS Gothic" w:hAnsi="MS Gothic" w:hint="eastAsia"/>
            </w:rPr>
            <w:t>☐</w:t>
          </w:r>
        </w:sdtContent>
      </w:sdt>
      <w:r w:rsidR="00B1305A">
        <w:t xml:space="preserve"> If no, was the resubmission/re-assessment successfully completed?</w:t>
      </w:r>
    </w:p>
    <w:p w14:paraId="301B008C" w14:textId="77777777" w:rsidR="00B1305A" w:rsidRPr="00A7239E" w:rsidRDefault="009F46B4" w:rsidP="00B1305A">
      <w:sdt>
        <w:sdtPr>
          <w:id w:val="1236818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05A">
            <w:rPr>
              <w:rFonts w:ascii="MS Gothic" w:eastAsia="MS Gothic" w:hAnsi="MS Gothic" w:hint="eastAsia"/>
            </w:rPr>
            <w:t>☐</w:t>
          </w:r>
        </w:sdtContent>
      </w:sdt>
      <w:r w:rsidR="00B1305A">
        <w:t xml:space="preserve"> Was reasonable adjustment in place for this assessment event?</w:t>
      </w:r>
      <w:r w:rsidR="00B1305A">
        <w:br/>
      </w:r>
      <w:r w:rsidR="00B1305A">
        <w:rPr>
          <w:i/>
          <w:color w:val="A6A6A6" w:themeColor="background1" w:themeShade="A6"/>
        </w:rPr>
        <w:t>If yes, ensure it is detailed on the assessment document.</w:t>
      </w:r>
    </w:p>
    <w:p w14:paraId="16F0BBC0" w14:textId="26C2D29F" w:rsidR="00B1305A" w:rsidRDefault="00B1305A" w:rsidP="00B1305A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</w:t>
      </w:r>
      <w:r w:rsidR="002B2469">
        <w:t>4</w:t>
      </w:r>
      <w:r>
        <w:t xml:space="preserve"> - Topic test </w:t>
      </w:r>
      <w:r w:rsidR="002B2469">
        <w:t>4</w:t>
      </w:r>
      <w:r>
        <w:t xml:space="preserve"> – Descriptive statistics</w:t>
      </w:r>
    </w:p>
    <w:p w14:paraId="2C5F73C4" w14:textId="77777777" w:rsidR="00B1305A" w:rsidRDefault="009F46B4" w:rsidP="00B1305A">
      <w:pPr>
        <w:rPr>
          <w:sz w:val="22"/>
          <w:szCs w:val="22"/>
        </w:rPr>
      </w:pPr>
      <w:sdt>
        <w:sdtPr>
          <w:id w:val="-1546988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05A">
            <w:rPr>
              <w:rFonts w:ascii="MS Gothic" w:eastAsia="MS Gothic" w:hAnsi="MS Gothic" w:hint="eastAsia"/>
            </w:rPr>
            <w:t>☐</w:t>
          </w:r>
        </w:sdtContent>
      </w:sdt>
      <w:r w:rsidR="00B1305A">
        <w:t xml:space="preserve"> Was the assessment event successfully completed?</w:t>
      </w:r>
    </w:p>
    <w:p w14:paraId="64E8F6D3" w14:textId="77777777" w:rsidR="00B1305A" w:rsidRDefault="009F46B4" w:rsidP="00B1305A">
      <w:pPr>
        <w:rPr>
          <w:sz w:val="22"/>
          <w:szCs w:val="22"/>
        </w:rPr>
      </w:pPr>
      <w:sdt>
        <w:sdtPr>
          <w:id w:val="1560207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05A">
            <w:rPr>
              <w:rFonts w:ascii="MS Gothic" w:eastAsia="MS Gothic" w:hAnsi="MS Gothic" w:hint="eastAsia"/>
            </w:rPr>
            <w:t>☐</w:t>
          </w:r>
        </w:sdtContent>
      </w:sdt>
      <w:r w:rsidR="00B1305A">
        <w:t xml:space="preserve"> If no, was the resubmission/re-assessment successfully completed?</w:t>
      </w:r>
    </w:p>
    <w:p w14:paraId="5851E793" w14:textId="6E4F98C2" w:rsidR="00B1305A" w:rsidRDefault="009F46B4" w:rsidP="00B1305A">
      <w:pPr>
        <w:rPr>
          <w:i/>
          <w:color w:val="A6A6A6" w:themeColor="background1" w:themeShade="A6"/>
        </w:rPr>
      </w:pPr>
      <w:sdt>
        <w:sdtPr>
          <w:id w:val="-1424884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05A">
            <w:rPr>
              <w:rFonts w:ascii="MS Gothic" w:eastAsia="MS Gothic" w:hAnsi="MS Gothic" w:hint="eastAsia"/>
            </w:rPr>
            <w:t>☐</w:t>
          </w:r>
        </w:sdtContent>
      </w:sdt>
      <w:r w:rsidR="00B1305A">
        <w:t xml:space="preserve"> Was reasonable adjustment in place for this assessment event?</w:t>
      </w:r>
      <w:r w:rsidR="00B1305A">
        <w:br/>
      </w:r>
      <w:r w:rsidR="00B1305A">
        <w:rPr>
          <w:i/>
          <w:color w:val="A6A6A6" w:themeColor="background1" w:themeShade="A6"/>
        </w:rPr>
        <w:t>If yes, ensure it is detailed on the assessment document.</w:t>
      </w:r>
    </w:p>
    <w:p w14:paraId="592DD3F5" w14:textId="1CE8F08D" w:rsidR="00B1305A" w:rsidRDefault="00B1305A" w:rsidP="00B1305A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</w:t>
      </w:r>
      <w:r w:rsidR="002B2469">
        <w:t>5</w:t>
      </w:r>
      <w:r>
        <w:t xml:space="preserve"> - Topic Test </w:t>
      </w:r>
      <w:r w:rsidR="002B2469">
        <w:t>5</w:t>
      </w:r>
      <w:r>
        <w:t xml:space="preserve"> – Presenting data</w:t>
      </w:r>
    </w:p>
    <w:p w14:paraId="4E294AE0" w14:textId="77777777" w:rsidR="00B1305A" w:rsidRDefault="009F46B4" w:rsidP="00B1305A">
      <w:pPr>
        <w:rPr>
          <w:sz w:val="22"/>
          <w:szCs w:val="22"/>
        </w:rPr>
      </w:pPr>
      <w:sdt>
        <w:sdtPr>
          <w:id w:val="468094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05A">
            <w:rPr>
              <w:rFonts w:ascii="MS Gothic" w:eastAsia="MS Gothic" w:hAnsi="MS Gothic" w:hint="eastAsia"/>
            </w:rPr>
            <w:t>☐</w:t>
          </w:r>
        </w:sdtContent>
      </w:sdt>
      <w:r w:rsidR="00B1305A">
        <w:t xml:space="preserve"> Was the assessment event successfully completed?</w:t>
      </w:r>
    </w:p>
    <w:p w14:paraId="212A4A4B" w14:textId="77777777" w:rsidR="00B1305A" w:rsidRDefault="009F46B4" w:rsidP="00B1305A">
      <w:pPr>
        <w:rPr>
          <w:sz w:val="22"/>
          <w:szCs w:val="22"/>
        </w:rPr>
      </w:pPr>
      <w:sdt>
        <w:sdtPr>
          <w:id w:val="1501004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05A">
            <w:rPr>
              <w:rFonts w:ascii="MS Gothic" w:eastAsia="MS Gothic" w:hAnsi="MS Gothic" w:hint="eastAsia"/>
            </w:rPr>
            <w:t>☐</w:t>
          </w:r>
        </w:sdtContent>
      </w:sdt>
      <w:r w:rsidR="00B1305A">
        <w:t xml:space="preserve"> If no, was the resubmission/re-assessment successfully completed?</w:t>
      </w:r>
    </w:p>
    <w:p w14:paraId="6E70EDB2" w14:textId="08809833" w:rsidR="00B1305A" w:rsidRDefault="009F46B4" w:rsidP="00B1305A">
      <w:pPr>
        <w:rPr>
          <w:i/>
          <w:color w:val="A6A6A6" w:themeColor="background1" w:themeShade="A6"/>
        </w:rPr>
      </w:pPr>
      <w:sdt>
        <w:sdtPr>
          <w:id w:val="-1892798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05A">
            <w:rPr>
              <w:rFonts w:ascii="MS Gothic" w:eastAsia="MS Gothic" w:hAnsi="MS Gothic" w:hint="eastAsia"/>
            </w:rPr>
            <w:t>☐</w:t>
          </w:r>
        </w:sdtContent>
      </w:sdt>
      <w:r w:rsidR="00B1305A">
        <w:t xml:space="preserve"> Was reasonable adjustment in place for this assessment event?</w:t>
      </w:r>
      <w:r w:rsidR="00B1305A">
        <w:br/>
      </w:r>
      <w:r w:rsidR="00B1305A">
        <w:rPr>
          <w:i/>
          <w:color w:val="A6A6A6" w:themeColor="background1" w:themeShade="A6"/>
        </w:rPr>
        <w:t>If yes, ensure it is detailed on the assessment document.</w:t>
      </w:r>
    </w:p>
    <w:p w14:paraId="485B970C" w14:textId="77777777" w:rsidR="002B2469" w:rsidRPr="00A7239E" w:rsidRDefault="002B2469" w:rsidP="00B1305A"/>
    <w:p w14:paraId="4B82AEBC" w14:textId="7F48EFAC" w:rsidR="00B1305A" w:rsidRDefault="00B1305A" w:rsidP="00B1305A">
      <w:pPr>
        <w:pStyle w:val="Heading3"/>
        <w:rPr>
          <w:b w:val="0"/>
          <w:i/>
          <w:color w:val="808080" w:themeColor="background1" w:themeShade="80"/>
        </w:rPr>
      </w:pPr>
      <w:r>
        <w:lastRenderedPageBreak/>
        <w:t xml:space="preserve">Assessment event </w:t>
      </w:r>
      <w:r w:rsidR="002B2469">
        <w:t>6</w:t>
      </w:r>
      <w:r>
        <w:t xml:space="preserve"> - Topic Test </w:t>
      </w:r>
      <w:r w:rsidR="002B2469">
        <w:t>6</w:t>
      </w:r>
      <w:r>
        <w:t xml:space="preserve"> – Interpreting data </w:t>
      </w:r>
    </w:p>
    <w:p w14:paraId="6F763BC2" w14:textId="77777777" w:rsidR="00B1305A" w:rsidRDefault="009F46B4" w:rsidP="00B1305A">
      <w:pPr>
        <w:rPr>
          <w:sz w:val="22"/>
          <w:szCs w:val="22"/>
        </w:rPr>
      </w:pPr>
      <w:sdt>
        <w:sdtPr>
          <w:id w:val="1536926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05A">
            <w:rPr>
              <w:rFonts w:ascii="MS Gothic" w:eastAsia="MS Gothic" w:hAnsi="MS Gothic" w:hint="eastAsia"/>
            </w:rPr>
            <w:t>☐</w:t>
          </w:r>
        </w:sdtContent>
      </w:sdt>
      <w:r w:rsidR="00B1305A">
        <w:t xml:space="preserve"> Was the assessment event successfully completed?</w:t>
      </w:r>
    </w:p>
    <w:p w14:paraId="25DF7D09" w14:textId="77777777" w:rsidR="00B1305A" w:rsidRDefault="009F46B4" w:rsidP="00B1305A">
      <w:pPr>
        <w:rPr>
          <w:sz w:val="22"/>
          <w:szCs w:val="22"/>
        </w:rPr>
      </w:pPr>
      <w:sdt>
        <w:sdtPr>
          <w:id w:val="-948783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05A">
            <w:rPr>
              <w:rFonts w:ascii="MS Gothic" w:eastAsia="MS Gothic" w:hAnsi="MS Gothic" w:hint="eastAsia"/>
            </w:rPr>
            <w:t>☐</w:t>
          </w:r>
        </w:sdtContent>
      </w:sdt>
      <w:r w:rsidR="00B1305A">
        <w:t xml:space="preserve"> If no, was the resubmission/re-assessment successfully completed?</w:t>
      </w:r>
    </w:p>
    <w:p w14:paraId="09CC89FB" w14:textId="77777777" w:rsidR="00B1305A" w:rsidRPr="00A7239E" w:rsidRDefault="009F46B4" w:rsidP="00B1305A">
      <w:sdt>
        <w:sdtPr>
          <w:id w:val="-899514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05A">
            <w:rPr>
              <w:rFonts w:ascii="MS Gothic" w:eastAsia="MS Gothic" w:hAnsi="MS Gothic" w:hint="eastAsia"/>
            </w:rPr>
            <w:t>☐</w:t>
          </w:r>
        </w:sdtContent>
      </w:sdt>
      <w:r w:rsidR="00B1305A">
        <w:t xml:space="preserve"> Was reasonable adjustment in place for this assessment event?</w:t>
      </w:r>
      <w:r w:rsidR="00B1305A">
        <w:br/>
      </w:r>
      <w:r w:rsidR="00B1305A">
        <w:rPr>
          <w:i/>
          <w:color w:val="A6A6A6" w:themeColor="background1" w:themeShade="A6"/>
        </w:rPr>
        <w:t>If yes, ensure it is detailed on the assessment document.</w:t>
      </w:r>
    </w:p>
    <w:p w14:paraId="53E76092" w14:textId="465528BC" w:rsidR="00B1305A" w:rsidRDefault="00B1305A" w:rsidP="00B1305A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</w:t>
      </w:r>
      <w:r w:rsidR="002B2469">
        <w:t>7</w:t>
      </w:r>
      <w:r>
        <w:t xml:space="preserve"> - Assignment – Data in the workplace </w:t>
      </w:r>
    </w:p>
    <w:p w14:paraId="6E70A9DC" w14:textId="77777777" w:rsidR="00B1305A" w:rsidRDefault="009F46B4" w:rsidP="00B1305A">
      <w:pPr>
        <w:rPr>
          <w:sz w:val="22"/>
          <w:szCs w:val="22"/>
        </w:rPr>
      </w:pPr>
      <w:sdt>
        <w:sdtPr>
          <w:id w:val="1239740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05A">
            <w:rPr>
              <w:rFonts w:ascii="MS Gothic" w:eastAsia="MS Gothic" w:hAnsi="MS Gothic" w:hint="eastAsia"/>
            </w:rPr>
            <w:t>☐</w:t>
          </w:r>
        </w:sdtContent>
      </w:sdt>
      <w:r w:rsidR="00B1305A">
        <w:t xml:space="preserve"> Was the assessment event successfully completed?</w:t>
      </w:r>
    </w:p>
    <w:p w14:paraId="7331618B" w14:textId="77777777" w:rsidR="00B1305A" w:rsidRDefault="009F46B4" w:rsidP="00B1305A">
      <w:pPr>
        <w:rPr>
          <w:sz w:val="22"/>
          <w:szCs w:val="22"/>
        </w:rPr>
      </w:pPr>
      <w:sdt>
        <w:sdtPr>
          <w:id w:val="1398482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05A">
            <w:rPr>
              <w:rFonts w:ascii="MS Gothic" w:eastAsia="MS Gothic" w:hAnsi="MS Gothic" w:hint="eastAsia"/>
            </w:rPr>
            <w:t>☐</w:t>
          </w:r>
        </w:sdtContent>
      </w:sdt>
      <w:r w:rsidR="00B1305A">
        <w:t xml:space="preserve"> If no, was the resubmission/re-assessment successfully completed?</w:t>
      </w:r>
    </w:p>
    <w:p w14:paraId="4877FED1" w14:textId="77777777" w:rsidR="00B1305A" w:rsidRPr="00A7239E" w:rsidRDefault="009F46B4" w:rsidP="00B1305A">
      <w:sdt>
        <w:sdtPr>
          <w:id w:val="1147017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05A">
            <w:rPr>
              <w:rFonts w:ascii="MS Gothic" w:eastAsia="MS Gothic" w:hAnsi="MS Gothic" w:hint="eastAsia"/>
            </w:rPr>
            <w:t>☐</w:t>
          </w:r>
        </w:sdtContent>
      </w:sdt>
      <w:r w:rsidR="00B1305A">
        <w:t xml:space="preserve"> Was reasonable adjustment in place for this assessment event?</w:t>
      </w:r>
      <w:r w:rsidR="00B1305A">
        <w:br/>
      </w:r>
      <w:r w:rsidR="00B1305A">
        <w:rPr>
          <w:i/>
          <w:color w:val="A6A6A6" w:themeColor="background1" w:themeShade="A6"/>
        </w:rPr>
        <w:t>If yes, ensure it is detailed on the assessment document.</w:t>
      </w:r>
    </w:p>
    <w:p w14:paraId="6159E34E" w14:textId="06D60F25" w:rsidR="00613F04" w:rsidRDefault="00B1305A" w:rsidP="00B1305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t xml:space="preserve"> </w:t>
      </w:r>
      <w:r w:rsidR="004D45C7">
        <w:br w:type="page"/>
      </w:r>
    </w:p>
    <w:p w14:paraId="6159E34F" w14:textId="77777777" w:rsidR="00766526" w:rsidRDefault="004D45C7" w:rsidP="00542F2F">
      <w:pPr>
        <w:pStyle w:val="Heading2"/>
      </w:pPr>
      <w:r>
        <w:lastRenderedPageBreak/>
        <w:t>Overall result</w:t>
      </w:r>
    </w:p>
    <w:p w14:paraId="6159E350" w14:textId="77777777" w:rsidR="00542F2F" w:rsidRDefault="004D45C7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6159E351" w14:textId="77777777" w:rsidR="00542F2F" w:rsidRDefault="009F46B4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5C7">
            <w:rPr>
              <w:rFonts w:ascii="MS Gothic" w:eastAsia="MS Gothic" w:hAnsi="MS Gothic" w:hint="eastAsia"/>
            </w:rPr>
            <w:t>☐</w:t>
          </w:r>
        </w:sdtContent>
      </w:sdt>
      <w:r w:rsidR="004D45C7">
        <w:t xml:space="preserve"> Competent (AC)</w:t>
      </w:r>
    </w:p>
    <w:p w14:paraId="6159E352" w14:textId="77777777" w:rsidR="00542F2F" w:rsidRPr="00A7239E" w:rsidRDefault="009F46B4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5C7">
            <w:rPr>
              <w:rFonts w:ascii="MS Gothic" w:eastAsia="MS Gothic" w:hAnsi="MS Gothic" w:hint="eastAsia"/>
            </w:rPr>
            <w:t>☐</w:t>
          </w:r>
        </w:sdtContent>
      </w:sdt>
      <w:r w:rsidR="004D45C7">
        <w:t xml:space="preserve"> Not yet competent (NC)</w:t>
      </w:r>
    </w:p>
    <w:p w14:paraId="6159E353" w14:textId="77777777" w:rsidR="00613F04" w:rsidRDefault="004D45C7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6159E354" w14:textId="77777777" w:rsidR="00613F04" w:rsidRDefault="009F46B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159E355" w14:textId="77777777" w:rsidR="00613F04" w:rsidRPr="00A7239E" w:rsidRDefault="009F46B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159E356" w14:textId="77777777" w:rsidR="00C20C7D" w:rsidRDefault="004D45C7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6159E357" w14:textId="77777777" w:rsidR="00613F04" w:rsidRDefault="004D45C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6159E358" w14:textId="77777777" w:rsidR="00371A61" w:rsidRPr="00A7239E" w:rsidRDefault="009F46B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159E359" w14:textId="77777777" w:rsidR="0079260E" w:rsidRDefault="004D45C7" w:rsidP="00613F04">
      <w:pPr>
        <w:pStyle w:val="Heading2"/>
      </w:pPr>
      <w:r>
        <w:t>Student declaration</w:t>
      </w:r>
    </w:p>
    <w:p w14:paraId="6159E35A" w14:textId="77777777" w:rsidR="0079260E" w:rsidRPr="0079260E" w:rsidRDefault="004D45C7" w:rsidP="0079260E">
      <w:pPr>
        <w:pStyle w:val="Body"/>
      </w:pPr>
      <w:r w:rsidRPr="0079260E">
        <w:t>I confirm I have been advised of the result and provided with feedback.</w:t>
      </w:r>
    </w:p>
    <w:p w14:paraId="6159E35B" w14:textId="77777777" w:rsidR="00613F04" w:rsidRDefault="004D45C7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6159E35C" w14:textId="77777777" w:rsidR="00613F04" w:rsidRDefault="009F46B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159E35D" w14:textId="77777777" w:rsidR="00371A61" w:rsidRPr="00A7239E" w:rsidRDefault="009F46B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159E35E" w14:textId="77777777" w:rsidR="00766526" w:rsidRDefault="004D45C7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6159E35F" w14:textId="77777777" w:rsidR="00613F04" w:rsidRDefault="004D45C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6159E360" w14:textId="77777777" w:rsidR="00613F04" w:rsidRPr="00A7239E" w:rsidRDefault="009F46B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159E361" w14:textId="77777777" w:rsidR="0079260E" w:rsidRPr="00264063" w:rsidRDefault="004D45C7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9E375" w14:textId="77777777" w:rsidR="00410D77" w:rsidRDefault="004D45C7">
      <w:pPr>
        <w:spacing w:before="0" w:after="0" w:line="240" w:lineRule="auto"/>
      </w:pPr>
      <w:r>
        <w:separator/>
      </w:r>
    </w:p>
  </w:endnote>
  <w:endnote w:type="continuationSeparator" w:id="0">
    <w:p w14:paraId="6159E377" w14:textId="77777777" w:rsidR="00410D77" w:rsidRDefault="004D45C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9E365" w14:textId="77777777" w:rsidR="00CC4677" w:rsidRPr="004820C4" w:rsidRDefault="009F46B4" w:rsidP="0002323C">
    <w:pPr>
      <w:pStyle w:val="Footer-DocumentTitleLeft"/>
    </w:pPr>
  </w:p>
  <w:p w14:paraId="6159E366" w14:textId="77777777" w:rsidR="00CC4677" w:rsidRDefault="004D45C7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6159E367" w14:textId="77777777" w:rsidR="00CC4677" w:rsidRPr="0006452B" w:rsidRDefault="009F46B4" w:rsidP="00EE3A11"/>
  <w:p w14:paraId="6159E368" w14:textId="77777777" w:rsidR="00BA0812" w:rsidRDefault="009F46B4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9E369" w14:textId="744963CF" w:rsidR="009A0ED8" w:rsidRDefault="004D45C7" w:rsidP="00806C6F">
    <w:pPr>
      <w:pStyle w:val="Bodyfooter"/>
      <w:rPr>
        <w:noProof/>
      </w:rPr>
    </w:pPr>
    <w:r w:rsidRPr="008D467A">
      <w:t>Document title</w:t>
    </w:r>
    <w:r>
      <w:t>:</w:t>
    </w:r>
    <w:r w:rsidR="0054385F">
      <w:t xml:space="preserve"> </w:t>
    </w:r>
    <w:r w:rsidR="009F46B4">
      <w:fldChar w:fldCharType="begin"/>
    </w:r>
    <w:r w:rsidR="009F46B4">
      <w:instrText xml:space="preserve"> FILENAME   \* MERGEFORMAT </w:instrText>
    </w:r>
    <w:r w:rsidR="009F46B4">
      <w:fldChar w:fldCharType="separate"/>
    </w:r>
    <w:r w:rsidR="009F46B4">
      <w:rPr>
        <w:noProof/>
      </w:rPr>
      <w:t>MSL924003_SURS</w:t>
    </w:r>
    <w:r w:rsidR="009F46B4"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9F46B4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9F46B4">
      <w:rPr>
        <w:noProof/>
      </w:rPr>
      <w:t>4</w:t>
    </w:r>
    <w:r>
      <w:rPr>
        <w:noProof/>
      </w:rPr>
      <w:fldChar w:fldCharType="end"/>
    </w:r>
  </w:p>
  <w:p w14:paraId="6159E36A" w14:textId="3A55730C" w:rsidR="00371A61" w:rsidRDefault="004D45C7" w:rsidP="00806C6F">
    <w:pPr>
      <w:pStyle w:val="Bodyfooter"/>
      <w:rPr>
        <w:noProof/>
      </w:rPr>
    </w:pPr>
    <w:r>
      <w:rPr>
        <w:noProof/>
      </w:rPr>
      <w:t xml:space="preserve">Resource ID: </w:t>
    </w:r>
    <w:r w:rsidR="0054385F" w:rsidRPr="0054385F">
      <w:rPr>
        <w:noProof/>
      </w:rPr>
      <w:t>MRS_18_05_MSL924003_SURS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9E36D" w14:textId="77777777" w:rsidR="00AA3155" w:rsidRPr="008D467A" w:rsidRDefault="004D45C7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159E36E" w14:textId="77777777" w:rsidR="00AA3155" w:rsidRPr="008948B1" w:rsidRDefault="004D45C7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159E36F" w14:textId="77777777" w:rsidR="00CC4677" w:rsidRPr="00AA3155" w:rsidRDefault="009F46B4" w:rsidP="00EE3A11">
    <w:pPr>
      <w:pStyle w:val="Footer"/>
    </w:pPr>
  </w:p>
  <w:p w14:paraId="6159E370" w14:textId="77777777" w:rsidR="00BA0812" w:rsidRDefault="009F46B4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9E371" w14:textId="77777777" w:rsidR="00410D77" w:rsidRDefault="004D45C7">
      <w:pPr>
        <w:spacing w:before="0" w:after="0" w:line="240" w:lineRule="auto"/>
      </w:pPr>
      <w:r>
        <w:separator/>
      </w:r>
    </w:p>
  </w:footnote>
  <w:footnote w:type="continuationSeparator" w:id="0">
    <w:p w14:paraId="6159E373" w14:textId="77777777" w:rsidR="00410D77" w:rsidRDefault="004D45C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9E362" w14:textId="77777777" w:rsidR="00CC4677" w:rsidRDefault="009F46B4" w:rsidP="00EE3A11"/>
  <w:p w14:paraId="6159E363" w14:textId="77777777" w:rsidR="00BA0812" w:rsidRDefault="009F46B4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9E364" w14:textId="77777777" w:rsidR="00BA0812" w:rsidRDefault="004D45C7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6159E371" wp14:editId="6159E372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9E36B" w14:textId="77777777" w:rsidR="004238CB" w:rsidRDefault="009F46B4" w:rsidP="00EE3A11">
    <w:pPr>
      <w:pStyle w:val="Header"/>
    </w:pPr>
  </w:p>
  <w:p w14:paraId="6159E36C" w14:textId="77777777" w:rsidR="00BA0812" w:rsidRDefault="009F46B4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E7286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0A6A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6EE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1211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4A5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A845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14C5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A22E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9696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F92A6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ACE7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C46F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6AB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86D7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3299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42C3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A0A5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8203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3BF0DF6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CC4D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FE4F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285B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F2C7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B6F0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988A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0A39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DA2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EC1691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805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9EC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E09A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2E1E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62A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7055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40FE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326B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0E52CB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BAE86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3A36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164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788F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3420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E03B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8A1C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D69C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0BA41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5EB7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4C2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B4B1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906E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D625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22E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90FB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1E06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A1966A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70F624A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BFC7C7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E58A1C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3D6914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56EF6A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8D8836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646F4A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ADE78E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FFE0C35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A162BC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0ABE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308A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D070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FEF9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3AB1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960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1AD1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B184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E88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0490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6068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6C9A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8A5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A84C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A01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1C4C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E1C8385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FC2493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0CB4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2218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C57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6871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DC13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CA61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9ADF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60BEEC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10D8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A655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1233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A0FF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D0EC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3C48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085A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3E5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6540B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3AD1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FA81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2451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DA3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2CF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5A23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CAE6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76E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1A6A9D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FC1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76B3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4EFB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788F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E47C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DC9F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36D6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947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DDE89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80EEE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D631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60A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B4DC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9EB0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6A84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206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6676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D1DCA3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9C20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BC40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42B0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DC20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382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660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DE68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26AE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0A00F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456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7299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C82B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45A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B66B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DACB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2B2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BCE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D138E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3871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3018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D607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F842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684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76A8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9A3C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283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E4E248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0E1E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109B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5AE6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9042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7459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60A9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52D1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6CA5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40C41DDA">
      <w:start w:val="1"/>
      <w:numFmt w:val="decimal"/>
      <w:lvlText w:val="%1."/>
      <w:lvlJc w:val="left"/>
      <w:pPr>
        <w:ind w:left="720" w:hanging="360"/>
      </w:pPr>
    </w:lvl>
    <w:lvl w:ilvl="1" w:tplc="A73C23E8">
      <w:start w:val="1"/>
      <w:numFmt w:val="lowerLetter"/>
      <w:lvlText w:val="%2."/>
      <w:lvlJc w:val="left"/>
      <w:pPr>
        <w:ind w:left="1440" w:hanging="360"/>
      </w:pPr>
    </w:lvl>
    <w:lvl w:ilvl="2" w:tplc="BE9297D8">
      <w:start w:val="1"/>
      <w:numFmt w:val="lowerRoman"/>
      <w:lvlText w:val="%3."/>
      <w:lvlJc w:val="right"/>
      <w:pPr>
        <w:ind w:left="2160" w:hanging="180"/>
      </w:pPr>
    </w:lvl>
    <w:lvl w:ilvl="3" w:tplc="BC162704">
      <w:start w:val="1"/>
      <w:numFmt w:val="decimal"/>
      <w:lvlText w:val="%4."/>
      <w:lvlJc w:val="left"/>
      <w:pPr>
        <w:ind w:left="2880" w:hanging="360"/>
      </w:pPr>
    </w:lvl>
    <w:lvl w:ilvl="4" w:tplc="27C4FEFA">
      <w:start w:val="1"/>
      <w:numFmt w:val="lowerLetter"/>
      <w:lvlText w:val="%5."/>
      <w:lvlJc w:val="left"/>
      <w:pPr>
        <w:ind w:left="3600" w:hanging="360"/>
      </w:pPr>
    </w:lvl>
    <w:lvl w:ilvl="5" w:tplc="8BD052E4">
      <w:start w:val="1"/>
      <w:numFmt w:val="lowerRoman"/>
      <w:lvlText w:val="%6."/>
      <w:lvlJc w:val="right"/>
      <w:pPr>
        <w:ind w:left="4320" w:hanging="180"/>
      </w:pPr>
    </w:lvl>
    <w:lvl w:ilvl="6" w:tplc="863637B4">
      <w:start w:val="1"/>
      <w:numFmt w:val="decimal"/>
      <w:lvlText w:val="%7."/>
      <w:lvlJc w:val="left"/>
      <w:pPr>
        <w:ind w:left="5040" w:hanging="360"/>
      </w:pPr>
    </w:lvl>
    <w:lvl w:ilvl="7" w:tplc="460C9AB8">
      <w:start w:val="1"/>
      <w:numFmt w:val="lowerLetter"/>
      <w:lvlText w:val="%8."/>
      <w:lvlJc w:val="left"/>
      <w:pPr>
        <w:ind w:left="5760" w:hanging="360"/>
      </w:pPr>
    </w:lvl>
    <w:lvl w:ilvl="8" w:tplc="2A50AAC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EE6C60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2ACE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849B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C812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4671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8ACD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06D6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804F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28FC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12DA9A48">
      <w:start w:val="1"/>
      <w:numFmt w:val="decimal"/>
      <w:lvlText w:val="%1."/>
      <w:lvlJc w:val="left"/>
      <w:pPr>
        <w:ind w:left="720" w:hanging="360"/>
      </w:pPr>
    </w:lvl>
    <w:lvl w:ilvl="1" w:tplc="44ACF38E">
      <w:start w:val="1"/>
      <w:numFmt w:val="lowerLetter"/>
      <w:lvlText w:val="%2."/>
      <w:lvlJc w:val="left"/>
      <w:pPr>
        <w:ind w:left="1440" w:hanging="360"/>
      </w:pPr>
    </w:lvl>
    <w:lvl w:ilvl="2" w:tplc="3470254E">
      <w:start w:val="1"/>
      <w:numFmt w:val="lowerRoman"/>
      <w:lvlText w:val="%3."/>
      <w:lvlJc w:val="right"/>
      <w:pPr>
        <w:ind w:left="2160" w:hanging="180"/>
      </w:pPr>
    </w:lvl>
    <w:lvl w:ilvl="3" w:tplc="AC361CB2" w:tentative="1">
      <w:start w:val="1"/>
      <w:numFmt w:val="decimal"/>
      <w:lvlText w:val="%4."/>
      <w:lvlJc w:val="left"/>
      <w:pPr>
        <w:ind w:left="2880" w:hanging="360"/>
      </w:pPr>
    </w:lvl>
    <w:lvl w:ilvl="4" w:tplc="62D888B8" w:tentative="1">
      <w:start w:val="1"/>
      <w:numFmt w:val="lowerLetter"/>
      <w:lvlText w:val="%5."/>
      <w:lvlJc w:val="left"/>
      <w:pPr>
        <w:ind w:left="3600" w:hanging="360"/>
      </w:pPr>
    </w:lvl>
    <w:lvl w:ilvl="5" w:tplc="948AFD92" w:tentative="1">
      <w:start w:val="1"/>
      <w:numFmt w:val="lowerRoman"/>
      <w:lvlText w:val="%6."/>
      <w:lvlJc w:val="right"/>
      <w:pPr>
        <w:ind w:left="4320" w:hanging="180"/>
      </w:pPr>
    </w:lvl>
    <w:lvl w:ilvl="6" w:tplc="662890F6" w:tentative="1">
      <w:start w:val="1"/>
      <w:numFmt w:val="decimal"/>
      <w:lvlText w:val="%7."/>
      <w:lvlJc w:val="left"/>
      <w:pPr>
        <w:ind w:left="5040" w:hanging="360"/>
      </w:pPr>
    </w:lvl>
    <w:lvl w:ilvl="7" w:tplc="BDE8033A" w:tentative="1">
      <w:start w:val="1"/>
      <w:numFmt w:val="lowerLetter"/>
      <w:lvlText w:val="%8."/>
      <w:lvlJc w:val="left"/>
      <w:pPr>
        <w:ind w:left="5760" w:hanging="360"/>
      </w:pPr>
    </w:lvl>
    <w:lvl w:ilvl="8" w:tplc="21760C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B88A2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FE06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FE4A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E2E4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A0BE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86EE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DA46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06A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445C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15500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247F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E43F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E235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04C0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52BB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34B3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76D5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BADF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C5B654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9F82F0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1DCA5D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14043C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04661C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338AA8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120363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48A4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4F6C32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4ED49918">
      <w:start w:val="1"/>
      <w:numFmt w:val="decimal"/>
      <w:lvlText w:val="%1."/>
      <w:lvlJc w:val="left"/>
      <w:pPr>
        <w:ind w:left="720" w:hanging="360"/>
      </w:pPr>
    </w:lvl>
    <w:lvl w:ilvl="1" w:tplc="A2CCED1A" w:tentative="1">
      <w:start w:val="1"/>
      <w:numFmt w:val="lowerLetter"/>
      <w:lvlText w:val="%2."/>
      <w:lvlJc w:val="left"/>
      <w:pPr>
        <w:ind w:left="1440" w:hanging="360"/>
      </w:pPr>
    </w:lvl>
    <w:lvl w:ilvl="2" w:tplc="8F0EA6BC" w:tentative="1">
      <w:start w:val="1"/>
      <w:numFmt w:val="lowerRoman"/>
      <w:lvlText w:val="%3."/>
      <w:lvlJc w:val="right"/>
      <w:pPr>
        <w:ind w:left="2160" w:hanging="180"/>
      </w:pPr>
    </w:lvl>
    <w:lvl w:ilvl="3" w:tplc="F8EE526E" w:tentative="1">
      <w:start w:val="1"/>
      <w:numFmt w:val="decimal"/>
      <w:lvlText w:val="%4."/>
      <w:lvlJc w:val="left"/>
      <w:pPr>
        <w:ind w:left="2880" w:hanging="360"/>
      </w:pPr>
    </w:lvl>
    <w:lvl w:ilvl="4" w:tplc="BB66E626" w:tentative="1">
      <w:start w:val="1"/>
      <w:numFmt w:val="lowerLetter"/>
      <w:lvlText w:val="%5."/>
      <w:lvlJc w:val="left"/>
      <w:pPr>
        <w:ind w:left="3600" w:hanging="360"/>
      </w:pPr>
    </w:lvl>
    <w:lvl w:ilvl="5" w:tplc="D74AD9E8" w:tentative="1">
      <w:start w:val="1"/>
      <w:numFmt w:val="lowerRoman"/>
      <w:lvlText w:val="%6."/>
      <w:lvlJc w:val="right"/>
      <w:pPr>
        <w:ind w:left="4320" w:hanging="180"/>
      </w:pPr>
    </w:lvl>
    <w:lvl w:ilvl="6" w:tplc="30B8490A" w:tentative="1">
      <w:start w:val="1"/>
      <w:numFmt w:val="decimal"/>
      <w:lvlText w:val="%7."/>
      <w:lvlJc w:val="left"/>
      <w:pPr>
        <w:ind w:left="5040" w:hanging="360"/>
      </w:pPr>
    </w:lvl>
    <w:lvl w:ilvl="7" w:tplc="7A0EE54E" w:tentative="1">
      <w:start w:val="1"/>
      <w:numFmt w:val="lowerLetter"/>
      <w:lvlText w:val="%8."/>
      <w:lvlJc w:val="left"/>
      <w:pPr>
        <w:ind w:left="5760" w:hanging="360"/>
      </w:pPr>
    </w:lvl>
    <w:lvl w:ilvl="8" w:tplc="9EB65E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5EAA2D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2E92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3CA6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DA18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D2B6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20DA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DABA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D43B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32AA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F8AC6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CB2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DEB3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F02D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BE5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CC3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C2C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4E85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723E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5D4EF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E27A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F829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8A9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6C1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2252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5E24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A4A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96B6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5C7"/>
    <w:rsid w:val="002B2469"/>
    <w:rsid w:val="00410D77"/>
    <w:rsid w:val="004D45C7"/>
    <w:rsid w:val="0054385F"/>
    <w:rsid w:val="00877035"/>
    <w:rsid w:val="009F46B4"/>
    <w:rsid w:val="00B13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9E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49DDD-8F07-4170-A33E-D9E6385D0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1502bd91-4821-4a00-aa5e-8d420a883b7a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39397BB-A040-4519-A697-C3BBEAC87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4</Pages>
  <Words>490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Student unit result summary</vt:lpstr>
      <vt:lpstr>Student unit result summary</vt:lpstr>
      <vt:lpstr>    Result of assessment events</vt:lpstr>
      <vt:lpstr>        Assessment event 1- enter event name</vt:lpstr>
      <vt:lpstr/>
      <vt:lpstr>        Assessment event 2- enter event name</vt:lpstr>
      <vt:lpstr/>
      <vt:lpstr>        Assessment event 3- enter event name</vt:lpstr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MSL924003_SURS_design_feedback</dc:title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2018-09-13T04:39:00Z</dcterms:created>
  <dcterms:modified xsi:type="dcterms:W3CDTF">2019-04-23T01:54:00Z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