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74DBE" w14:textId="77777777" w:rsidR="00FC48B2" w:rsidRDefault="00912087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F074DBF" w14:textId="77777777" w:rsidR="00CC3D37" w:rsidRPr="00A56627" w:rsidRDefault="00912087" w:rsidP="00CC3D37">
      <w:pPr>
        <w:pStyle w:val="Heading2"/>
      </w:pPr>
      <w:r w:rsidRPr="00A56627">
        <w:t>Criteria</w:t>
      </w:r>
    </w:p>
    <w:p w14:paraId="411F63B7" w14:textId="77777777" w:rsidR="00BF08AF" w:rsidRDefault="00BF08AF" w:rsidP="00BF08A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C4140C4" w14:textId="77777777" w:rsidR="00BF08AF" w:rsidRPr="00EA2DDA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EA2DDA">
        <w:rPr>
          <w:sz w:val="22"/>
          <w:szCs w:val="22"/>
          <w:lang w:eastAsia="en-AU"/>
        </w:rPr>
        <w:t>MSL60118</w:t>
      </w:r>
      <w:r w:rsidRPr="00EA2DDA">
        <w:rPr>
          <w:sz w:val="22"/>
          <w:szCs w:val="22"/>
          <w:lang w:eastAsia="en-AU"/>
        </w:rPr>
        <w:tab/>
        <w:t>Advanced Diploma of Laboratory Operations</w:t>
      </w:r>
      <w:r w:rsidRPr="00EA2DDA">
        <w:rPr>
          <w:sz w:val="22"/>
          <w:szCs w:val="22"/>
          <w:lang w:eastAsia="en-AU"/>
        </w:rPr>
        <w:tab/>
        <w:t>Release 1</w:t>
      </w:r>
    </w:p>
    <w:p w14:paraId="1E5E7E84" w14:textId="77777777" w:rsidR="00BF08AF" w:rsidRPr="00EA2DDA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EA2DDA">
        <w:rPr>
          <w:sz w:val="22"/>
          <w:szCs w:val="22"/>
          <w:lang w:eastAsia="en-AU"/>
        </w:rPr>
        <w:t>MSL50118</w:t>
      </w:r>
      <w:r w:rsidRPr="00EA2DDA">
        <w:rPr>
          <w:sz w:val="22"/>
          <w:szCs w:val="22"/>
          <w:lang w:eastAsia="en-AU"/>
        </w:rPr>
        <w:tab/>
        <w:t>Diploma of Laboratory Technology</w:t>
      </w:r>
      <w:r w:rsidRPr="00EA2DDA">
        <w:rPr>
          <w:sz w:val="22"/>
          <w:szCs w:val="22"/>
          <w:lang w:eastAsia="en-AU"/>
        </w:rPr>
        <w:tab/>
      </w:r>
      <w:r w:rsidRPr="00EA2DDA">
        <w:rPr>
          <w:sz w:val="22"/>
          <w:szCs w:val="22"/>
          <w:lang w:eastAsia="en-AU"/>
        </w:rPr>
        <w:tab/>
        <w:t>Release 1</w:t>
      </w:r>
    </w:p>
    <w:p w14:paraId="2A28433B" w14:textId="77777777" w:rsidR="00BF08AF" w:rsidRPr="00EA2DDA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EA2DDA">
        <w:rPr>
          <w:sz w:val="22"/>
          <w:szCs w:val="22"/>
          <w:lang w:eastAsia="en-AU"/>
        </w:rPr>
        <w:t>MSL40118</w:t>
      </w:r>
      <w:r w:rsidRPr="00EA2DDA">
        <w:rPr>
          <w:sz w:val="22"/>
          <w:szCs w:val="22"/>
          <w:lang w:eastAsia="en-AU"/>
        </w:rPr>
        <w:tab/>
        <w:t>Certificate IV in Laboratory Operations</w:t>
      </w:r>
      <w:r w:rsidRPr="00EA2DDA">
        <w:rPr>
          <w:sz w:val="22"/>
          <w:szCs w:val="22"/>
          <w:lang w:eastAsia="en-AU"/>
        </w:rPr>
        <w:tab/>
      </w:r>
      <w:r w:rsidRPr="00EA2DDA">
        <w:rPr>
          <w:sz w:val="22"/>
          <w:szCs w:val="22"/>
          <w:lang w:eastAsia="en-AU"/>
        </w:rPr>
        <w:tab/>
        <w:t>Release 1</w:t>
      </w:r>
    </w:p>
    <w:p w14:paraId="65A7E787" w14:textId="77777777" w:rsidR="00BF08AF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EA2DDA">
        <w:rPr>
          <w:sz w:val="22"/>
          <w:szCs w:val="22"/>
          <w:lang w:eastAsia="en-AU"/>
        </w:rPr>
        <w:t xml:space="preserve">MSL30118 </w:t>
      </w:r>
      <w:r w:rsidRPr="00EA2DDA">
        <w:rPr>
          <w:sz w:val="22"/>
          <w:szCs w:val="22"/>
          <w:lang w:eastAsia="en-AU"/>
        </w:rPr>
        <w:tab/>
        <w:t>Certificate III in Laboratory Skills</w:t>
      </w:r>
      <w:r w:rsidRPr="00EA2DDA">
        <w:rPr>
          <w:sz w:val="22"/>
          <w:szCs w:val="22"/>
          <w:lang w:eastAsia="en-AU"/>
        </w:rPr>
        <w:tab/>
      </w:r>
      <w:r w:rsidRPr="00EA2DDA">
        <w:rPr>
          <w:sz w:val="22"/>
          <w:szCs w:val="22"/>
          <w:lang w:eastAsia="en-AU"/>
        </w:rPr>
        <w:tab/>
        <w:t xml:space="preserve"> </w:t>
      </w:r>
      <w:r w:rsidRPr="00EA2DDA">
        <w:rPr>
          <w:sz w:val="22"/>
          <w:szCs w:val="22"/>
          <w:lang w:eastAsia="en-AU"/>
        </w:rPr>
        <w:tab/>
        <w:t>Release 1</w:t>
      </w:r>
    </w:p>
    <w:p w14:paraId="756A0F9D" w14:textId="77777777" w:rsidR="00BF08AF" w:rsidRPr="00D46DFE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</w:t>
      </w:r>
      <w:r w:rsidRPr="00D46DFE">
        <w:rPr>
          <w:color w:val="FF0000"/>
          <w:sz w:val="22"/>
          <w:szCs w:val="22"/>
          <w:lang w:eastAsia="en-AU"/>
        </w:rPr>
        <w:t>Amend the qualification box before distributing to the student. The information here should only contain the qualification the student is enrolled in**</w:t>
      </w:r>
    </w:p>
    <w:p w14:paraId="00E5F79F" w14:textId="77777777" w:rsidR="00BF08AF" w:rsidRDefault="00BF08AF" w:rsidP="00BF08AF">
      <w:pPr>
        <w:pStyle w:val="Heading3"/>
      </w:pPr>
      <w:r w:rsidRPr="007A6B4A">
        <w:t>Unit code, name and release number</w:t>
      </w:r>
    </w:p>
    <w:p w14:paraId="11592C5D" w14:textId="77777777" w:rsidR="00BF08AF" w:rsidRPr="00D83795" w:rsidRDefault="00BF08AF" w:rsidP="00BF08A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 xml:space="preserve">MSL924003 - Process and interpret data </w:t>
      </w:r>
      <w:bookmarkEnd w:id="1"/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5F074DC6" w14:textId="77777777" w:rsidR="00BC4442" w:rsidRPr="004A551B" w:rsidRDefault="00912087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F074DC7" w14:textId="77777777" w:rsidR="0040694E" w:rsidRPr="004A551B" w:rsidRDefault="00912087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F074DC8" w14:textId="77777777" w:rsidR="0040694E" w:rsidRPr="004A551B" w:rsidRDefault="0091208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F074DC9" w14:textId="77777777" w:rsidR="0040694E" w:rsidRPr="004A551B" w:rsidRDefault="0091208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F074DCA" w14:textId="77777777" w:rsidR="0040694E" w:rsidRPr="004A551B" w:rsidRDefault="0091208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F074DCB" w14:textId="77777777" w:rsidR="0040694E" w:rsidRPr="004A551B" w:rsidRDefault="0091208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F074DCC" w14:textId="77777777" w:rsidR="0040694E" w:rsidRPr="004A551B" w:rsidRDefault="0091208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F074DCD" w14:textId="77777777" w:rsidR="003F73CB" w:rsidRDefault="00912087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5F1930" w14:paraId="5F074DD2" w14:textId="77777777" w:rsidTr="005F19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F074DCE" w14:textId="77777777" w:rsidR="007E10A9" w:rsidRDefault="0091208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F074DCF" w14:textId="77777777" w:rsidR="007E10A9" w:rsidRDefault="0091208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F074DD0" w14:textId="77777777" w:rsidR="007E10A9" w:rsidRDefault="0091208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F074DD1" w14:textId="77777777" w:rsidR="007E10A9" w:rsidRDefault="0091208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5F1930" w14:paraId="5F074DD7" w14:textId="77777777" w:rsidTr="005F1930">
        <w:tc>
          <w:tcPr>
            <w:tcW w:w="310" w:type="pct"/>
            <w:shd w:val="clear" w:color="auto" w:fill="2D739F"/>
            <w:vAlign w:val="top"/>
          </w:tcPr>
          <w:p w14:paraId="5F074DD3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1539AEED" w14:textId="77777777" w:rsidR="00731D5E" w:rsidRPr="00731D5E" w:rsidRDefault="00731D5E" w:rsidP="00731D5E">
            <w:pPr>
              <w:rPr>
                <w:lang w:eastAsia="en-AU"/>
              </w:rPr>
            </w:pPr>
          </w:p>
          <w:p w14:paraId="6E301DB3" w14:textId="15811CC7" w:rsidR="007E10A9" w:rsidRPr="00731D5E" w:rsidRDefault="00E42504" w:rsidP="00731D5E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D5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D6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DC" w14:textId="77777777" w:rsidTr="005F1930">
        <w:tc>
          <w:tcPr>
            <w:tcW w:w="310" w:type="pct"/>
            <w:shd w:val="clear" w:color="auto" w:fill="2D739F"/>
            <w:vAlign w:val="top"/>
          </w:tcPr>
          <w:p w14:paraId="5F074DD8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F074DD9" w14:textId="4BA04928" w:rsidR="00731D5E" w:rsidRDefault="00731D5E" w:rsidP="007E10A9">
            <w:pPr>
              <w:rPr>
                <w:lang w:eastAsia="en-AU"/>
              </w:rPr>
            </w:pPr>
          </w:p>
          <w:p w14:paraId="5F2366BD" w14:textId="3A54856F" w:rsidR="007E10A9" w:rsidRPr="00731D5E" w:rsidRDefault="00E42504" w:rsidP="00731D5E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DA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DB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E1" w14:textId="77777777" w:rsidTr="005F1930">
        <w:tc>
          <w:tcPr>
            <w:tcW w:w="310" w:type="pct"/>
            <w:shd w:val="clear" w:color="auto" w:fill="2D739F"/>
            <w:vAlign w:val="top"/>
          </w:tcPr>
          <w:p w14:paraId="5F074DDD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3</w:t>
            </w:r>
          </w:p>
        </w:tc>
        <w:tc>
          <w:tcPr>
            <w:tcW w:w="2658" w:type="pct"/>
            <w:vAlign w:val="top"/>
          </w:tcPr>
          <w:p w14:paraId="2987F8D7" w14:textId="77777777" w:rsidR="00731D5E" w:rsidRPr="00731D5E" w:rsidRDefault="00731D5E" w:rsidP="00731D5E">
            <w:pPr>
              <w:rPr>
                <w:lang w:eastAsia="en-AU"/>
              </w:rPr>
            </w:pPr>
          </w:p>
          <w:p w14:paraId="3D130D83" w14:textId="7F598D20" w:rsidR="007E10A9" w:rsidRPr="00731D5E" w:rsidRDefault="00E42504" w:rsidP="00731D5E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DF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E0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E6" w14:textId="77777777" w:rsidTr="005F1930">
        <w:tc>
          <w:tcPr>
            <w:tcW w:w="310" w:type="pct"/>
            <w:shd w:val="clear" w:color="auto" w:fill="2D739F"/>
            <w:vAlign w:val="top"/>
          </w:tcPr>
          <w:p w14:paraId="5F074DE2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8FA7904" w14:textId="77777777" w:rsidR="00731D5E" w:rsidRPr="00731D5E" w:rsidRDefault="00731D5E" w:rsidP="00731D5E">
            <w:pPr>
              <w:rPr>
                <w:lang w:eastAsia="en-AU"/>
              </w:rPr>
            </w:pPr>
          </w:p>
          <w:p w14:paraId="067D408F" w14:textId="0E2267F2" w:rsidR="007E10A9" w:rsidRPr="00731D5E" w:rsidRDefault="00E42504" w:rsidP="00731D5E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E4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E5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EB" w14:textId="77777777" w:rsidTr="005F1930">
        <w:tc>
          <w:tcPr>
            <w:tcW w:w="310" w:type="pct"/>
            <w:shd w:val="clear" w:color="auto" w:fill="2D739F"/>
            <w:vAlign w:val="top"/>
          </w:tcPr>
          <w:p w14:paraId="5F074DE7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14C70C74" w14:textId="77777777" w:rsidR="007E10A9" w:rsidRDefault="00E42504" w:rsidP="007E10A9">
            <w:pPr>
              <w:rPr>
                <w:lang w:eastAsia="en-AU"/>
              </w:rPr>
            </w:pPr>
          </w:p>
          <w:p w14:paraId="5F074DE8" w14:textId="026917EA" w:rsidR="00E42504" w:rsidRDefault="00E4250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E9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EA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F0" w14:textId="77777777" w:rsidTr="005F1930">
        <w:tc>
          <w:tcPr>
            <w:tcW w:w="310" w:type="pct"/>
            <w:shd w:val="clear" w:color="auto" w:fill="2D739F"/>
            <w:vAlign w:val="top"/>
          </w:tcPr>
          <w:p w14:paraId="5F074DEC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019CC31B" w14:textId="77777777" w:rsidR="007E10A9" w:rsidRDefault="00E42504" w:rsidP="007E10A9">
            <w:pPr>
              <w:rPr>
                <w:lang w:eastAsia="en-AU"/>
              </w:rPr>
            </w:pPr>
          </w:p>
          <w:p w14:paraId="5F074DED" w14:textId="6E16F408" w:rsidR="00E42504" w:rsidRDefault="00E4250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EE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EF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F5" w14:textId="77777777" w:rsidTr="005F1930">
        <w:tc>
          <w:tcPr>
            <w:tcW w:w="310" w:type="pct"/>
            <w:shd w:val="clear" w:color="auto" w:fill="2D739F"/>
            <w:vAlign w:val="top"/>
          </w:tcPr>
          <w:p w14:paraId="5F074DF1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0AA7677B" w14:textId="77777777" w:rsidR="007E10A9" w:rsidRDefault="00E42504" w:rsidP="007E10A9">
            <w:pPr>
              <w:rPr>
                <w:lang w:eastAsia="en-AU"/>
              </w:rPr>
            </w:pPr>
          </w:p>
          <w:p w14:paraId="5F074DF2" w14:textId="2AEE14F9" w:rsidR="00E42504" w:rsidRDefault="00E4250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F3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F4" w14:textId="77777777" w:rsidR="007E10A9" w:rsidRDefault="00E42504" w:rsidP="007E10A9">
            <w:pPr>
              <w:rPr>
                <w:lang w:eastAsia="en-AU"/>
              </w:rPr>
            </w:pPr>
          </w:p>
        </w:tc>
      </w:tr>
      <w:tr w:rsidR="005F1930" w14:paraId="5F074DFA" w14:textId="77777777" w:rsidTr="005F1930">
        <w:tc>
          <w:tcPr>
            <w:tcW w:w="310" w:type="pct"/>
            <w:shd w:val="clear" w:color="auto" w:fill="2D739F"/>
            <w:vAlign w:val="top"/>
          </w:tcPr>
          <w:p w14:paraId="5F074DF6" w14:textId="77777777" w:rsidR="007E10A9" w:rsidRPr="007E10A9" w:rsidRDefault="009120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6236B542" w14:textId="77777777" w:rsidR="007E10A9" w:rsidRDefault="00E42504" w:rsidP="007E10A9">
            <w:pPr>
              <w:rPr>
                <w:lang w:eastAsia="en-AU"/>
              </w:rPr>
            </w:pPr>
          </w:p>
          <w:p w14:paraId="5F074DF7" w14:textId="393C87E9" w:rsidR="00E42504" w:rsidRDefault="00E4250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074DF8" w14:textId="77777777" w:rsidR="007E10A9" w:rsidRDefault="00E4250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074DF9" w14:textId="77777777" w:rsidR="007E10A9" w:rsidRDefault="00E42504" w:rsidP="007E10A9">
            <w:pPr>
              <w:rPr>
                <w:lang w:eastAsia="en-AU"/>
              </w:rPr>
            </w:pPr>
          </w:p>
        </w:tc>
        <w:bookmarkStart w:id="2" w:name="_GoBack"/>
        <w:bookmarkEnd w:id="2"/>
      </w:tr>
    </w:tbl>
    <w:p w14:paraId="5F074DFB" w14:textId="77777777" w:rsidR="00BC4442" w:rsidRDefault="00E42504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74E0E" w14:textId="77777777" w:rsidR="00C43493" w:rsidRDefault="00912087">
      <w:pPr>
        <w:spacing w:before="0" w:after="0" w:line="240" w:lineRule="auto"/>
      </w:pPr>
      <w:r>
        <w:separator/>
      </w:r>
    </w:p>
  </w:endnote>
  <w:endnote w:type="continuationSeparator" w:id="0">
    <w:p w14:paraId="5F074E10" w14:textId="77777777" w:rsidR="00C43493" w:rsidRDefault="0091208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4DFF" w14:textId="77777777" w:rsidR="00CC4677" w:rsidRPr="004820C4" w:rsidRDefault="00E42504" w:rsidP="0002323C">
    <w:pPr>
      <w:pStyle w:val="Footer-DocumentTitleLeft"/>
    </w:pPr>
  </w:p>
  <w:p w14:paraId="5F074E00" w14:textId="77777777" w:rsidR="00CC4677" w:rsidRDefault="0091208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F074E01" w14:textId="77777777" w:rsidR="00CC4677" w:rsidRPr="0006452B" w:rsidRDefault="00E42504" w:rsidP="00EE3A11"/>
  <w:p w14:paraId="5F074E02" w14:textId="77777777" w:rsidR="00BA0812" w:rsidRDefault="00E42504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D2826B4" w14:textId="7ED035EE" w:rsidR="00731D5E" w:rsidRDefault="00912087" w:rsidP="00CC3D37">
        <w:pPr>
          <w:pStyle w:val="Bodyfooter"/>
        </w:pPr>
        <w:r w:rsidRPr="008D467A">
          <w:t>Document title</w:t>
        </w:r>
        <w:r>
          <w:t>:</w:t>
        </w:r>
        <w:r w:rsidR="00731D5E">
          <w:t xml:space="preserve"> </w:t>
        </w:r>
        <w:fldSimple w:instr=" FILENAME   \* MERGEFORMAT ">
          <w:r w:rsidR="00396981">
            <w:rPr>
              <w:noProof/>
            </w:rPr>
            <w:t>MSL924003_StDec</w:t>
          </w:r>
        </w:fldSimple>
      </w:p>
      <w:p w14:paraId="5F074E03" w14:textId="79D9E3C5" w:rsidR="00BA0812" w:rsidRDefault="00731D5E" w:rsidP="00CC3D37">
        <w:pPr>
          <w:pStyle w:val="Bodyfooter"/>
          <w:rPr>
            <w:noProof/>
          </w:rPr>
        </w:pPr>
        <w:r>
          <w:t xml:space="preserve">Resource ID: </w:t>
        </w:r>
        <w:r w:rsidRPr="00731D5E">
          <w:t>MRS_18_05_MSL924003_StDec</w:t>
        </w:r>
        <w:r w:rsidR="00912087">
          <w:rPr>
            <w:noProof/>
          </w:rPr>
          <w:tab/>
        </w:r>
        <w:r w:rsidR="00912087" w:rsidRPr="008D467A">
          <w:t xml:space="preserve">Page </w:t>
        </w:r>
        <w:r w:rsidR="00912087" w:rsidRPr="008D467A">
          <w:fldChar w:fldCharType="begin"/>
        </w:r>
        <w:r w:rsidR="00912087" w:rsidRPr="008D467A">
          <w:instrText xml:space="preserve"> PAGE  \* Arabic  \* MERGEFORMAT </w:instrText>
        </w:r>
        <w:r w:rsidR="00912087" w:rsidRPr="008D467A">
          <w:fldChar w:fldCharType="separate"/>
        </w:r>
        <w:r w:rsidR="00E42504">
          <w:rPr>
            <w:noProof/>
          </w:rPr>
          <w:t>2</w:t>
        </w:r>
        <w:r w:rsidR="00912087" w:rsidRPr="008D467A">
          <w:fldChar w:fldCharType="end"/>
        </w:r>
        <w:r w:rsidR="00912087" w:rsidRPr="008D467A">
          <w:t xml:space="preserve"> of </w:t>
        </w:r>
        <w:r w:rsidR="00912087">
          <w:rPr>
            <w:noProof/>
          </w:rPr>
          <w:fldChar w:fldCharType="begin"/>
        </w:r>
        <w:r w:rsidR="00912087">
          <w:rPr>
            <w:noProof/>
          </w:rPr>
          <w:instrText xml:space="preserve"> NUMPAGES  \* Arabic  \* MERGEFORMAT </w:instrText>
        </w:r>
        <w:r w:rsidR="00912087">
          <w:rPr>
            <w:noProof/>
          </w:rPr>
          <w:fldChar w:fldCharType="separate"/>
        </w:r>
        <w:r w:rsidR="00E42504">
          <w:rPr>
            <w:noProof/>
          </w:rPr>
          <w:t>2</w:t>
        </w:r>
        <w:r w:rsidR="00912087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4E06" w14:textId="77777777" w:rsidR="00AA3155" w:rsidRPr="008D467A" w:rsidRDefault="00912087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F074E07" w14:textId="77777777" w:rsidR="00AA3155" w:rsidRPr="008948B1" w:rsidRDefault="00912087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F074E08" w14:textId="77777777" w:rsidR="00CC4677" w:rsidRPr="00AA3155" w:rsidRDefault="00E42504" w:rsidP="00EE3A11">
    <w:pPr>
      <w:pStyle w:val="Footer"/>
    </w:pPr>
  </w:p>
  <w:p w14:paraId="5F074E09" w14:textId="77777777" w:rsidR="00BA0812" w:rsidRDefault="00E42504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74E0A" w14:textId="77777777" w:rsidR="00C43493" w:rsidRDefault="00912087">
      <w:pPr>
        <w:spacing w:before="0" w:after="0" w:line="240" w:lineRule="auto"/>
      </w:pPr>
      <w:r>
        <w:separator/>
      </w:r>
    </w:p>
  </w:footnote>
  <w:footnote w:type="continuationSeparator" w:id="0">
    <w:p w14:paraId="5F074E0C" w14:textId="77777777" w:rsidR="00C43493" w:rsidRDefault="0091208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4DFC" w14:textId="77777777" w:rsidR="00CC4677" w:rsidRDefault="00E42504" w:rsidP="00EE3A11"/>
  <w:p w14:paraId="5F074DFD" w14:textId="77777777" w:rsidR="00BA0812" w:rsidRDefault="00E42504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4DFE" w14:textId="77777777" w:rsidR="00BA0812" w:rsidRDefault="00912087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F074E0A" wp14:editId="5F074E0B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4E04" w14:textId="77777777" w:rsidR="004238CB" w:rsidRDefault="00E42504" w:rsidP="00EE3A11">
    <w:pPr>
      <w:pStyle w:val="Header"/>
    </w:pPr>
  </w:p>
  <w:p w14:paraId="5F074E05" w14:textId="77777777" w:rsidR="00BA0812" w:rsidRDefault="00E42504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D9285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D49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C2F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A6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C7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8E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6C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62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D40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3F0B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23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C87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C2E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4D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4C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88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AE6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149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EC277C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B62D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03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67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AF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A2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41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A1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23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F834A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CF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E8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65D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1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883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87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CD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FA20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166ED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B6EC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4B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0E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EE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5AE4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00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C64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ABB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FBD47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9D67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20E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129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25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E9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C9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0D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78D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16C86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E7E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12D1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69A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23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24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D8FE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ED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8A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2322F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550B30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5AAB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00A17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A322C8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B54AE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E0DC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9C06B1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ED29E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6B28662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5B41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4EB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CEC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6C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7EF9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A6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9EF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A327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28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64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28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E0C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3EA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43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05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6C6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52D06FE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DAC72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0F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1CA7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98A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1C5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2E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8C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A8C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ACD4E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46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84C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0D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AB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CE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62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EB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547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75F01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C83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AA4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884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EE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62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DE0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3C5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444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ABD0F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AE6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FA74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8D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CE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3CD1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54B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4B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C0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1586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E5EA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343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64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D66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2C9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45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CC1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EF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321A9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26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84B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46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CAA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C1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92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EB9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C8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A134D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01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04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280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D4B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A23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06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34D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B22E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0A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4D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62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CF4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C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FCBE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96B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47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4B6F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07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DE2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D6E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BAB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E04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C1E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0F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407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B1E89336">
      <w:start w:val="1"/>
      <w:numFmt w:val="decimal"/>
      <w:lvlText w:val="%1."/>
      <w:lvlJc w:val="left"/>
      <w:pPr>
        <w:ind w:left="720" w:hanging="360"/>
      </w:pPr>
    </w:lvl>
    <w:lvl w:ilvl="1" w:tplc="13621AC4">
      <w:start w:val="1"/>
      <w:numFmt w:val="lowerLetter"/>
      <w:lvlText w:val="%2."/>
      <w:lvlJc w:val="left"/>
      <w:pPr>
        <w:ind w:left="1440" w:hanging="360"/>
      </w:pPr>
    </w:lvl>
    <w:lvl w:ilvl="2" w:tplc="2B7A592C">
      <w:start w:val="1"/>
      <w:numFmt w:val="lowerRoman"/>
      <w:lvlText w:val="%3."/>
      <w:lvlJc w:val="right"/>
      <w:pPr>
        <w:ind w:left="2160" w:hanging="180"/>
      </w:pPr>
    </w:lvl>
    <w:lvl w:ilvl="3" w:tplc="7C1A79E0">
      <w:start w:val="1"/>
      <w:numFmt w:val="decimal"/>
      <w:lvlText w:val="%4."/>
      <w:lvlJc w:val="left"/>
      <w:pPr>
        <w:ind w:left="2880" w:hanging="360"/>
      </w:pPr>
    </w:lvl>
    <w:lvl w:ilvl="4" w:tplc="F78EA1CC">
      <w:start w:val="1"/>
      <w:numFmt w:val="lowerLetter"/>
      <w:lvlText w:val="%5."/>
      <w:lvlJc w:val="left"/>
      <w:pPr>
        <w:ind w:left="3600" w:hanging="360"/>
      </w:pPr>
    </w:lvl>
    <w:lvl w:ilvl="5" w:tplc="939898C2">
      <w:start w:val="1"/>
      <w:numFmt w:val="lowerRoman"/>
      <w:lvlText w:val="%6."/>
      <w:lvlJc w:val="right"/>
      <w:pPr>
        <w:ind w:left="4320" w:hanging="180"/>
      </w:pPr>
    </w:lvl>
    <w:lvl w:ilvl="6" w:tplc="CEFE703E">
      <w:start w:val="1"/>
      <w:numFmt w:val="decimal"/>
      <w:lvlText w:val="%7."/>
      <w:lvlJc w:val="left"/>
      <w:pPr>
        <w:ind w:left="5040" w:hanging="360"/>
      </w:pPr>
    </w:lvl>
    <w:lvl w:ilvl="7" w:tplc="89B43B64">
      <w:start w:val="1"/>
      <w:numFmt w:val="lowerLetter"/>
      <w:lvlText w:val="%8."/>
      <w:lvlJc w:val="left"/>
      <w:pPr>
        <w:ind w:left="5760" w:hanging="360"/>
      </w:pPr>
    </w:lvl>
    <w:lvl w:ilvl="8" w:tplc="FEF6DDE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E0A0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4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EC8E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2D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5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003A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62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87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1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000C32EC">
      <w:start w:val="1"/>
      <w:numFmt w:val="decimal"/>
      <w:lvlText w:val="%1."/>
      <w:lvlJc w:val="left"/>
      <w:pPr>
        <w:ind w:left="720" w:hanging="360"/>
      </w:pPr>
    </w:lvl>
    <w:lvl w:ilvl="1" w:tplc="11FEAC94">
      <w:start w:val="1"/>
      <w:numFmt w:val="lowerLetter"/>
      <w:lvlText w:val="%2."/>
      <w:lvlJc w:val="left"/>
      <w:pPr>
        <w:ind w:left="1440" w:hanging="360"/>
      </w:pPr>
    </w:lvl>
    <w:lvl w:ilvl="2" w:tplc="4FB40540">
      <w:start w:val="1"/>
      <w:numFmt w:val="lowerRoman"/>
      <w:lvlText w:val="%3."/>
      <w:lvlJc w:val="right"/>
      <w:pPr>
        <w:ind w:left="2160" w:hanging="180"/>
      </w:pPr>
    </w:lvl>
    <w:lvl w:ilvl="3" w:tplc="C8AAD148" w:tentative="1">
      <w:start w:val="1"/>
      <w:numFmt w:val="decimal"/>
      <w:lvlText w:val="%4."/>
      <w:lvlJc w:val="left"/>
      <w:pPr>
        <w:ind w:left="2880" w:hanging="360"/>
      </w:pPr>
    </w:lvl>
    <w:lvl w:ilvl="4" w:tplc="3198E6CC" w:tentative="1">
      <w:start w:val="1"/>
      <w:numFmt w:val="lowerLetter"/>
      <w:lvlText w:val="%5."/>
      <w:lvlJc w:val="left"/>
      <w:pPr>
        <w:ind w:left="3600" w:hanging="360"/>
      </w:pPr>
    </w:lvl>
    <w:lvl w:ilvl="5" w:tplc="A8008C58" w:tentative="1">
      <w:start w:val="1"/>
      <w:numFmt w:val="lowerRoman"/>
      <w:lvlText w:val="%6."/>
      <w:lvlJc w:val="right"/>
      <w:pPr>
        <w:ind w:left="4320" w:hanging="180"/>
      </w:pPr>
    </w:lvl>
    <w:lvl w:ilvl="6" w:tplc="B7B2B3F8" w:tentative="1">
      <w:start w:val="1"/>
      <w:numFmt w:val="decimal"/>
      <w:lvlText w:val="%7."/>
      <w:lvlJc w:val="left"/>
      <w:pPr>
        <w:ind w:left="5040" w:hanging="360"/>
      </w:pPr>
    </w:lvl>
    <w:lvl w:ilvl="7" w:tplc="9DE629B8" w:tentative="1">
      <w:start w:val="1"/>
      <w:numFmt w:val="lowerLetter"/>
      <w:lvlText w:val="%8."/>
      <w:lvlJc w:val="left"/>
      <w:pPr>
        <w:ind w:left="5760" w:hanging="360"/>
      </w:pPr>
    </w:lvl>
    <w:lvl w:ilvl="8" w:tplc="F9225A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0FCEA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26E5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0C0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0A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8E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38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0CE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63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E2B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1CE84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21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E1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45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49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03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88B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7E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A0A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B252A7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55ECF6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F4E6E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8967ED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6208B2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6DA18A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5FA5DE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A85FC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59AD73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35C8B52A">
      <w:start w:val="1"/>
      <w:numFmt w:val="decimal"/>
      <w:lvlText w:val="%1."/>
      <w:lvlJc w:val="left"/>
      <w:pPr>
        <w:ind w:left="720" w:hanging="360"/>
      </w:pPr>
    </w:lvl>
    <w:lvl w:ilvl="1" w:tplc="98D6D9FC" w:tentative="1">
      <w:start w:val="1"/>
      <w:numFmt w:val="lowerLetter"/>
      <w:lvlText w:val="%2."/>
      <w:lvlJc w:val="left"/>
      <w:pPr>
        <w:ind w:left="1440" w:hanging="360"/>
      </w:pPr>
    </w:lvl>
    <w:lvl w:ilvl="2" w:tplc="3B6C04D2" w:tentative="1">
      <w:start w:val="1"/>
      <w:numFmt w:val="lowerRoman"/>
      <w:lvlText w:val="%3."/>
      <w:lvlJc w:val="right"/>
      <w:pPr>
        <w:ind w:left="2160" w:hanging="180"/>
      </w:pPr>
    </w:lvl>
    <w:lvl w:ilvl="3" w:tplc="2B360A72" w:tentative="1">
      <w:start w:val="1"/>
      <w:numFmt w:val="decimal"/>
      <w:lvlText w:val="%4."/>
      <w:lvlJc w:val="left"/>
      <w:pPr>
        <w:ind w:left="2880" w:hanging="360"/>
      </w:pPr>
    </w:lvl>
    <w:lvl w:ilvl="4" w:tplc="0DC48CD4" w:tentative="1">
      <w:start w:val="1"/>
      <w:numFmt w:val="lowerLetter"/>
      <w:lvlText w:val="%5."/>
      <w:lvlJc w:val="left"/>
      <w:pPr>
        <w:ind w:left="3600" w:hanging="360"/>
      </w:pPr>
    </w:lvl>
    <w:lvl w:ilvl="5" w:tplc="14508818" w:tentative="1">
      <w:start w:val="1"/>
      <w:numFmt w:val="lowerRoman"/>
      <w:lvlText w:val="%6."/>
      <w:lvlJc w:val="right"/>
      <w:pPr>
        <w:ind w:left="4320" w:hanging="180"/>
      </w:pPr>
    </w:lvl>
    <w:lvl w:ilvl="6" w:tplc="712C2374" w:tentative="1">
      <w:start w:val="1"/>
      <w:numFmt w:val="decimal"/>
      <w:lvlText w:val="%7."/>
      <w:lvlJc w:val="left"/>
      <w:pPr>
        <w:ind w:left="5040" w:hanging="360"/>
      </w:pPr>
    </w:lvl>
    <w:lvl w:ilvl="7" w:tplc="77940D04" w:tentative="1">
      <w:start w:val="1"/>
      <w:numFmt w:val="lowerLetter"/>
      <w:lvlText w:val="%8."/>
      <w:lvlJc w:val="left"/>
      <w:pPr>
        <w:ind w:left="5760" w:hanging="360"/>
      </w:pPr>
    </w:lvl>
    <w:lvl w:ilvl="8" w:tplc="B45E0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DF58F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929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00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0A9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E02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08C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B2AF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A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587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576E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40F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A2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DE0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406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B4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C4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06C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5FEC7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CD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82A4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87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2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364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A8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41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44D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30"/>
    <w:rsid w:val="002107E7"/>
    <w:rsid w:val="00396981"/>
    <w:rsid w:val="005F1930"/>
    <w:rsid w:val="00731D5E"/>
    <w:rsid w:val="00912087"/>
    <w:rsid w:val="00BF08AF"/>
    <w:rsid w:val="00C43493"/>
    <w:rsid w:val="00E42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7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F5B2A6E-204D-4B4B-8740-5DFEBD302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52E34-621E-4A3E-AC25-F0D57C75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MSL924003_StDec_design_feedback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2019-04-23T01:58:00Z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