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6869B0" w14:textId="743B99FD" w:rsidR="004D0519" w:rsidRDefault="646AAF56" w:rsidP="646AAF56">
      <w:pPr>
        <w:pStyle w:val="Heading1"/>
        <w:spacing w:line="240" w:lineRule="auto"/>
        <w:rPr>
          <w:rFonts w:eastAsia="MS Mincho"/>
        </w:rPr>
      </w:pPr>
      <w:bookmarkStart w:id="0" w:name="_Toc511220124"/>
      <w:r w:rsidRPr="646AAF56">
        <w:rPr>
          <w:rFonts w:eastAsia="MS Mincho"/>
        </w:rPr>
        <w:t>Knowledge Assessment</w:t>
      </w:r>
    </w:p>
    <w:p w14:paraId="3586B585" w14:textId="71ED7178" w:rsidR="002C64CF" w:rsidRPr="002E1C52" w:rsidRDefault="002C64CF" w:rsidP="002C64CF">
      <w:pPr>
        <w:rPr>
          <w:sz w:val="28"/>
          <w:szCs w:val="28"/>
          <w:lang w:eastAsia="en-AU"/>
        </w:rPr>
      </w:pPr>
      <w:r w:rsidRPr="002E1C52">
        <w:rPr>
          <w:b/>
          <w:sz w:val="28"/>
          <w:szCs w:val="28"/>
          <w:lang w:eastAsia="en-AU"/>
        </w:rPr>
        <w:t>Assessment event 1 of 2</w:t>
      </w:r>
    </w:p>
    <w:p w14:paraId="7E6869B1" w14:textId="77777777" w:rsidR="004D0519" w:rsidRPr="00A56627" w:rsidRDefault="007E4A0D" w:rsidP="004D0519">
      <w:pPr>
        <w:pStyle w:val="Heading2"/>
      </w:pPr>
      <w:r w:rsidRPr="00A56627">
        <w:t>Criteria</w:t>
      </w:r>
    </w:p>
    <w:p w14:paraId="7E6869B2" w14:textId="77777777" w:rsidR="004D0519" w:rsidRDefault="007E4A0D" w:rsidP="004D0519">
      <w:pPr>
        <w:pStyle w:val="Heading3"/>
      </w:pPr>
      <w:r w:rsidRPr="007A6B4A">
        <w:t>Unit code, name and release number</w:t>
      </w:r>
    </w:p>
    <w:p w14:paraId="7E6869B3" w14:textId="77777777" w:rsidR="004D0519" w:rsidRPr="00D83795" w:rsidRDefault="007E4A0D" w:rsidP="004D0519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1" w:name="Unit"/>
      <w:r w:rsidRPr="00D83795">
        <w:rPr>
          <w:sz w:val="22"/>
          <w:szCs w:val="22"/>
          <w:lang w:eastAsia="en-AU"/>
        </w:rPr>
        <w:t>MSL933005 - Maintain the laboratory/field workplace fit for purpose (1)</w:t>
      </w:r>
      <w:bookmarkEnd w:id="1"/>
    </w:p>
    <w:p w14:paraId="7E6869B4" w14:textId="77777777" w:rsidR="004D0519" w:rsidRPr="00D83795" w:rsidRDefault="004D0519" w:rsidP="004D0519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7E6869B5" w14:textId="77777777" w:rsidR="004D0519" w:rsidRDefault="007E4A0D" w:rsidP="004D0519">
      <w:pPr>
        <w:pStyle w:val="Heading3"/>
      </w:pPr>
      <w:r w:rsidRPr="00A41E27">
        <w:t>Qualification</w:t>
      </w:r>
      <w:r>
        <w:t>/Course</w:t>
      </w:r>
      <w:r w:rsidRPr="00A41E27">
        <w:t xml:space="preserve"> code, name and release number</w:t>
      </w:r>
    </w:p>
    <w:p w14:paraId="7E6869B6" w14:textId="77777777" w:rsidR="004D0519" w:rsidRDefault="007E4A0D" w:rsidP="004D0519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2" w:name="Qualification"/>
      <w:r>
        <w:rPr>
          <w:sz w:val="22"/>
          <w:szCs w:val="22"/>
          <w:lang w:eastAsia="en-AU"/>
        </w:rPr>
        <w:t>MSL30118 - Certificate III in Laboratory Skills (1)</w:t>
      </w:r>
      <w:bookmarkEnd w:id="2"/>
    </w:p>
    <w:p w14:paraId="7E6869B7" w14:textId="77777777" w:rsidR="004D0519" w:rsidRPr="00D83795" w:rsidRDefault="004D0519" w:rsidP="004D0519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7E6869B8" w14:textId="77777777" w:rsidR="004D0519" w:rsidRPr="00A56627" w:rsidRDefault="007E4A0D" w:rsidP="004D0519">
      <w:pPr>
        <w:pStyle w:val="Heading2"/>
      </w:pPr>
      <w:r w:rsidRPr="00A56627">
        <w:t>Student details</w:t>
      </w:r>
    </w:p>
    <w:p w14:paraId="7E6869B9" w14:textId="77777777" w:rsidR="004D0519" w:rsidRDefault="007E4A0D" w:rsidP="004D0519">
      <w:pPr>
        <w:pStyle w:val="Heading3"/>
      </w:pPr>
      <w:r w:rsidRPr="00AA18CF">
        <w:t>Student number</w:t>
      </w:r>
    </w:p>
    <w:p w14:paraId="7E6869BA" w14:textId="77777777" w:rsidR="004D0519" w:rsidRPr="00D83795" w:rsidRDefault="004D0519" w:rsidP="004D0519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7E6869BB" w14:textId="77777777" w:rsidR="004D0519" w:rsidRDefault="007E4A0D" w:rsidP="004D0519">
      <w:pPr>
        <w:pStyle w:val="Heading3"/>
      </w:pPr>
      <w:r w:rsidRPr="00AA18CF">
        <w:t xml:space="preserve">Student </w:t>
      </w:r>
      <w:r>
        <w:t>name</w:t>
      </w:r>
    </w:p>
    <w:p w14:paraId="7E6869BC" w14:textId="77777777" w:rsidR="004D0519" w:rsidRPr="00D83795" w:rsidRDefault="004D0519" w:rsidP="004D0519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7E6869BD" w14:textId="77777777" w:rsidR="004D0519" w:rsidRPr="00A56627" w:rsidRDefault="007E4A0D" w:rsidP="004D0519">
      <w:pPr>
        <w:pStyle w:val="Heading2"/>
      </w:pPr>
      <w:r w:rsidRPr="00A56627">
        <w:t>Assessment Declaration</w:t>
      </w:r>
    </w:p>
    <w:p w14:paraId="7E6869BE" w14:textId="77777777" w:rsidR="004D0519" w:rsidRPr="00FF3AA4" w:rsidRDefault="007E4A0D" w:rsidP="004D0519">
      <w:pPr>
        <w:pStyle w:val="Bulletlist"/>
      </w:pPr>
      <w:r w:rsidRPr="00FF3AA4">
        <w:t>This assessment is my original work and no part of it has been copied from any other source except where due acknowledgement is made.</w:t>
      </w:r>
    </w:p>
    <w:p w14:paraId="7E6869BF" w14:textId="77777777" w:rsidR="004D0519" w:rsidRPr="00FF3AA4" w:rsidRDefault="007E4A0D" w:rsidP="004D0519">
      <w:pPr>
        <w:pStyle w:val="Bulletlist"/>
      </w:pPr>
      <w:r w:rsidRPr="00FF3AA4">
        <w:t>No part of this assessment has been written for me by any other person except where such collaboration has been authorised by the assessor concerned.</w:t>
      </w:r>
    </w:p>
    <w:p w14:paraId="7E6869C0" w14:textId="10BB6AAB" w:rsidR="004D0519" w:rsidRPr="00FF3AA4" w:rsidRDefault="007E4A0D" w:rsidP="004D0519">
      <w:pPr>
        <w:pStyle w:val="Bulletlist"/>
      </w:pPr>
      <w:r w:rsidRPr="00FF3AA4">
        <w:t xml:space="preserve">I understand that plagiarism is the presentation of the work, idea or creation of another person as though it is </w:t>
      </w:r>
      <w:r w:rsidR="00C7493C">
        <w:t>my</w:t>
      </w:r>
      <w:r w:rsidRPr="00FF3AA4">
        <w:t xml:space="preserve"> own. Plagiarism occurs when the origin of the material used is not appropriately cited. No part of this assessment is plagiarised.</w:t>
      </w:r>
    </w:p>
    <w:p w14:paraId="7E6869C1" w14:textId="77777777" w:rsidR="004D0519" w:rsidRDefault="007E4A0D" w:rsidP="004D0519">
      <w:pPr>
        <w:pStyle w:val="Heading3"/>
      </w:pPr>
      <w:r w:rsidRPr="00AE2B8B">
        <w:t>Student signature</w:t>
      </w:r>
      <w:r>
        <w:t xml:space="preserve"> and </w:t>
      </w:r>
      <w:r w:rsidRPr="00AE2B8B">
        <w:t>Date</w:t>
      </w:r>
    </w:p>
    <w:p w14:paraId="7E6869C2" w14:textId="77777777" w:rsidR="004D0519" w:rsidRDefault="004D0519" w:rsidP="004D0519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7E6869C3" w14:textId="77777777" w:rsidR="004D0519" w:rsidRPr="00D83795" w:rsidRDefault="004D0519" w:rsidP="004D0519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7E6869C4" w14:textId="77777777" w:rsidR="004D0519" w:rsidRDefault="004D0519" w:rsidP="004D0519">
      <w:pPr>
        <w:tabs>
          <w:tab w:val="clear" w:pos="284"/>
        </w:tabs>
        <w:spacing w:before="0" w:after="60" w:line="240" w:lineRule="auto"/>
        <w:textboxTightWrap w:val="allLines"/>
        <w:rPr>
          <w:rFonts w:ascii="Calibri" w:eastAsia="MS Mincho" w:hAnsi="Calibri" w:cs="Times New Roman"/>
          <w:color w:val="FF0000"/>
          <w:spacing w:val="20"/>
          <w:sz w:val="46"/>
          <w:szCs w:val="24"/>
          <w:lang w:val="en-US" w:bidi="en-US"/>
        </w:rPr>
        <w:sectPr w:rsidR="004D0519" w:rsidSect="004D051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838"/>
          <w:pgMar w:top="1418" w:right="1418" w:bottom="1418" w:left="1418" w:header="567" w:footer="454" w:gutter="0"/>
          <w:pgNumType w:start="1"/>
          <w:cols w:space="4253"/>
          <w:docGrid w:linePitch="360"/>
        </w:sectPr>
      </w:pPr>
    </w:p>
    <w:p w14:paraId="7E6869C5" w14:textId="77777777" w:rsidR="004D0519" w:rsidRPr="00C7493C" w:rsidRDefault="007E4A0D" w:rsidP="004D0519">
      <w:pPr>
        <w:pStyle w:val="SmallerText-Black"/>
        <w:tabs>
          <w:tab w:val="left" w:pos="2127"/>
        </w:tabs>
        <w:rPr>
          <w:color w:val="000000" w:themeColor="text1"/>
        </w:rPr>
      </w:pPr>
      <w:r w:rsidRPr="00C7493C">
        <w:rPr>
          <w:color w:val="000000" w:themeColor="text1"/>
        </w:rPr>
        <w:lastRenderedPageBreak/>
        <w:t>Version:</w:t>
      </w:r>
      <w:r w:rsidRPr="00C7493C">
        <w:rPr>
          <w:color w:val="000000" w:themeColor="text1"/>
        </w:rPr>
        <w:tab/>
        <w:t>1.0</w:t>
      </w:r>
    </w:p>
    <w:p w14:paraId="7E6869C6" w14:textId="38ECEE4E" w:rsidR="004D0519" w:rsidRPr="00C7493C" w:rsidRDefault="007E4A0D" w:rsidP="004D0519">
      <w:pPr>
        <w:pStyle w:val="SmallerText-Black"/>
        <w:tabs>
          <w:tab w:val="left" w:pos="2127"/>
        </w:tabs>
        <w:rPr>
          <w:color w:val="000000" w:themeColor="text1"/>
        </w:rPr>
      </w:pPr>
      <w:r w:rsidRPr="00C7493C">
        <w:rPr>
          <w:color w:val="000000" w:themeColor="text1"/>
        </w:rPr>
        <w:t>Date created:</w:t>
      </w:r>
      <w:r w:rsidRPr="00C7493C">
        <w:rPr>
          <w:color w:val="000000" w:themeColor="text1"/>
        </w:rPr>
        <w:tab/>
      </w:r>
      <w:r w:rsidR="00280D92">
        <w:rPr>
          <w:color w:val="000000" w:themeColor="text1"/>
        </w:rPr>
        <w:t>10</w:t>
      </w:r>
      <w:r w:rsidR="00AD38E2">
        <w:rPr>
          <w:color w:val="000000" w:themeColor="text1"/>
        </w:rPr>
        <w:t>/10/2019</w:t>
      </w:r>
      <w:bookmarkStart w:id="3" w:name="_GoBack"/>
      <w:bookmarkEnd w:id="3"/>
    </w:p>
    <w:p w14:paraId="7E6869C7" w14:textId="7F04C795" w:rsidR="004D0519" w:rsidRPr="00C7493C" w:rsidRDefault="007E4A0D" w:rsidP="004D0519">
      <w:pPr>
        <w:pStyle w:val="SmallerText-Black"/>
        <w:tabs>
          <w:tab w:val="left" w:pos="2127"/>
        </w:tabs>
        <w:rPr>
          <w:color w:val="000000" w:themeColor="text1"/>
        </w:rPr>
      </w:pPr>
      <w:r w:rsidRPr="00C7493C">
        <w:rPr>
          <w:color w:val="000000" w:themeColor="text1"/>
        </w:rPr>
        <w:t>Date modified:</w:t>
      </w:r>
      <w:r w:rsidRPr="00C7493C">
        <w:rPr>
          <w:color w:val="000000" w:themeColor="text1"/>
        </w:rPr>
        <w:tab/>
      </w:r>
      <w:r w:rsidRPr="00C7493C">
        <w:rPr>
          <w:color w:val="000000" w:themeColor="text1"/>
        </w:rPr>
        <w:fldChar w:fldCharType="begin"/>
      </w:r>
      <w:r w:rsidRPr="00C7493C">
        <w:rPr>
          <w:color w:val="000000" w:themeColor="text1"/>
        </w:rPr>
        <w:instrText xml:space="preserve"> DATE  \@ "dd/MM/yyyy"  \* MERGEFORMAT </w:instrText>
      </w:r>
      <w:r w:rsidRPr="00C7493C">
        <w:rPr>
          <w:color w:val="000000" w:themeColor="text1"/>
        </w:rPr>
        <w:fldChar w:fldCharType="separate"/>
      </w:r>
      <w:r w:rsidR="00280D92">
        <w:rPr>
          <w:noProof/>
          <w:color w:val="000000" w:themeColor="text1"/>
        </w:rPr>
        <w:t>20/01/2020</w:t>
      </w:r>
      <w:r w:rsidRPr="00C7493C">
        <w:rPr>
          <w:color w:val="000000" w:themeColor="text1"/>
        </w:rPr>
        <w:fldChar w:fldCharType="end"/>
      </w:r>
    </w:p>
    <w:p w14:paraId="7E6869C8" w14:textId="77777777" w:rsidR="004D0519" w:rsidRPr="00C7493C" w:rsidRDefault="004D0519" w:rsidP="004D0519">
      <w:pPr>
        <w:pStyle w:val="SmallerText-Black"/>
        <w:rPr>
          <w:color w:val="000000" w:themeColor="text1"/>
        </w:rPr>
      </w:pPr>
    </w:p>
    <w:bookmarkEnd w:id="0"/>
    <w:p w14:paraId="7E6869C9" w14:textId="77777777" w:rsidR="004D0519" w:rsidRPr="00C7493C" w:rsidRDefault="007E4A0D" w:rsidP="004D0519">
      <w:pPr>
        <w:rPr>
          <w:color w:val="000000" w:themeColor="text1"/>
        </w:rPr>
      </w:pPr>
      <w:r w:rsidRPr="00C7493C">
        <w:rPr>
          <w:color w:val="000000" w:themeColor="text1"/>
        </w:rPr>
        <w:t>For queries, please contact:</w:t>
      </w:r>
    </w:p>
    <w:p w14:paraId="7E6869CA" w14:textId="6BFAFD97" w:rsidR="004D0519" w:rsidRPr="00C7493C" w:rsidRDefault="00BB37C0" w:rsidP="004D0519">
      <w:pPr>
        <w:pStyle w:val="SmallerText-Black"/>
        <w:rPr>
          <w:color w:val="000000" w:themeColor="text1"/>
        </w:rPr>
      </w:pPr>
      <w:r w:rsidRPr="00C7493C">
        <w:rPr>
          <w:color w:val="000000" w:themeColor="text1"/>
        </w:rPr>
        <w:t>Innovative Manufacturing, Robotics and Science</w:t>
      </w:r>
      <w:r w:rsidR="00DE522E">
        <w:rPr>
          <w:color w:val="000000" w:themeColor="text1"/>
        </w:rPr>
        <w:t xml:space="preserve"> </w:t>
      </w:r>
      <w:r w:rsidR="007E4A0D" w:rsidRPr="00C7493C">
        <w:rPr>
          <w:color w:val="000000" w:themeColor="text1"/>
        </w:rPr>
        <w:t>SkillsPoint</w:t>
      </w:r>
    </w:p>
    <w:p w14:paraId="7E6869CB" w14:textId="77777777" w:rsidR="004D0519" w:rsidRPr="00C7493C" w:rsidRDefault="00BB37C0" w:rsidP="004D0519">
      <w:pPr>
        <w:pStyle w:val="SmallerText-Black"/>
        <w:rPr>
          <w:color w:val="000000" w:themeColor="text1"/>
        </w:rPr>
      </w:pPr>
      <w:r w:rsidRPr="00C7493C">
        <w:rPr>
          <w:color w:val="000000" w:themeColor="text1"/>
        </w:rPr>
        <w:t>Hamilton Campus</w:t>
      </w:r>
    </w:p>
    <w:p w14:paraId="7E6869CC" w14:textId="64E6DA32" w:rsidR="004D0519" w:rsidRPr="000301F0" w:rsidRDefault="00AD38E2" w:rsidP="004D0519">
      <w:pPr>
        <w:pStyle w:val="SmallerText-Black"/>
        <w:spacing w:before="1440"/>
      </w:pPr>
      <w:r>
        <w:rPr>
          <w:color w:val="000000" w:themeColor="text1"/>
        </w:rPr>
        <w:t>© 2020</w:t>
      </w:r>
      <w:r w:rsidR="007E4A0D" w:rsidRPr="00C7493C">
        <w:rPr>
          <w:color w:val="000000" w:themeColor="text1"/>
        </w:rPr>
        <w:t xml:space="preserve"> TAFE NSW, Sydney</w:t>
      </w:r>
      <w:r w:rsidR="007E4A0D" w:rsidRPr="00C7493C">
        <w:rPr>
          <w:noProof/>
          <w:color w:val="000000" w:themeColor="text1"/>
          <w:lang w:eastAsia="en-AU"/>
        </w:rPr>
        <w:br/>
      </w:r>
      <w:r w:rsidR="007E4A0D" w:rsidRPr="000301F0">
        <w:t>RTO Provider Number 90003 | CRICOS Provider Code: 00591E</w:t>
      </w:r>
    </w:p>
    <w:p w14:paraId="7E6869CD" w14:textId="77777777" w:rsidR="004D0519" w:rsidRPr="00D23A6C" w:rsidRDefault="007E4A0D" w:rsidP="004D0519">
      <w:pPr>
        <w:pStyle w:val="SmallerText-Black"/>
      </w:pPr>
      <w:r>
        <w:t>This assessment can be found in the</w:t>
      </w:r>
      <w:r w:rsidRPr="00D23A6C">
        <w:t xml:space="preserve">: </w:t>
      </w:r>
      <w:hyperlink r:id="rId17" w:history="1">
        <w:r w:rsidRPr="00C036C0">
          <w:rPr>
            <w:rStyle w:val="Hyperlink"/>
          </w:rPr>
          <w:t>Learning Bank</w:t>
        </w:r>
      </w:hyperlink>
    </w:p>
    <w:p w14:paraId="7E6869CE" w14:textId="619193B2" w:rsidR="004D0519" w:rsidRPr="000301F0" w:rsidRDefault="007E4A0D" w:rsidP="004D0519">
      <w:pPr>
        <w:pStyle w:val="SmallerText-Black"/>
      </w:pPr>
      <w:r w:rsidRPr="000301F0">
        <w:t>The contents</w:t>
      </w:r>
      <w:r w:rsidR="00BB37C0">
        <w:t xml:space="preserve"> of</w:t>
      </w:r>
      <w:r w:rsidRPr="000301F0">
        <w:t xml:space="preserve"> this docum</w:t>
      </w:r>
      <w:r>
        <w:t xml:space="preserve">ent </w:t>
      </w:r>
      <w:r w:rsidR="00BB37C0">
        <w:t>are</w:t>
      </w:r>
      <w:r w:rsidR="00AD38E2">
        <w:t xml:space="preserve"> copyright © TAFE NSW 2020</w:t>
      </w:r>
      <w:r w:rsidRPr="000301F0">
        <w:t xml:space="preserve">, and should not be reproduced without the permission of the TAFE NSW. Information contained in this document is correct at time of printing: </w:t>
      </w:r>
      <w:r w:rsidRPr="000301F0">
        <w:fldChar w:fldCharType="begin"/>
      </w:r>
      <w:r w:rsidRPr="000301F0">
        <w:instrText xml:space="preserve"> DATE  \@ "d MMMM yyyy"  \* MERGEFORMAT </w:instrText>
      </w:r>
      <w:r w:rsidRPr="000301F0">
        <w:fldChar w:fldCharType="separate"/>
      </w:r>
      <w:r w:rsidR="00280D92">
        <w:rPr>
          <w:noProof/>
        </w:rPr>
        <w:t>20 January 2020</w:t>
      </w:r>
      <w:r w:rsidRPr="000301F0">
        <w:fldChar w:fldCharType="end"/>
      </w:r>
      <w:r w:rsidRPr="000301F0">
        <w:t>. For current information please refer to our website</w:t>
      </w:r>
      <w:r>
        <w:t xml:space="preserve"> or your teacher as appropriate</w:t>
      </w:r>
      <w:r w:rsidRPr="000301F0">
        <w:t>.</w:t>
      </w:r>
    </w:p>
    <w:p w14:paraId="7E6869CF" w14:textId="77777777" w:rsidR="004D0519" w:rsidRDefault="004D0519" w:rsidP="004D0519">
      <w:pPr>
        <w:pStyle w:val="Heading2"/>
        <w:sectPr w:rsidR="004D0519" w:rsidSect="004D0519">
          <w:pgSz w:w="11906" w:h="16838" w:code="9"/>
          <w:pgMar w:top="1418" w:right="1418" w:bottom="1418" w:left="1418" w:header="567" w:footer="454" w:gutter="0"/>
          <w:cols w:space="4253"/>
          <w:vAlign w:val="bottom"/>
          <w:docGrid w:linePitch="360"/>
        </w:sectPr>
      </w:pPr>
    </w:p>
    <w:p w14:paraId="7E6869D0" w14:textId="77777777" w:rsidR="004D0519" w:rsidRPr="000A08F6" w:rsidRDefault="007E4A0D" w:rsidP="004D0519">
      <w:pPr>
        <w:pStyle w:val="Heading2"/>
      </w:pPr>
      <w:r w:rsidRPr="000A08F6">
        <w:lastRenderedPageBreak/>
        <w:t>Assessment instructions</w:t>
      </w:r>
    </w:p>
    <w:p w14:paraId="7E6869D1" w14:textId="14944E3B" w:rsidR="004D0519" w:rsidRDefault="007E4A0D" w:rsidP="004D0519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1B0574">
        <w:rPr>
          <w:noProof/>
        </w:rPr>
        <w:t>1</w:t>
      </w:r>
      <w:r>
        <w:rPr>
          <w:noProof/>
        </w:rPr>
        <w:fldChar w:fldCharType="end"/>
      </w:r>
      <w:r>
        <w:t xml:space="preserve"> </w:t>
      </w:r>
      <w:r w:rsidRPr="00BC1D69">
        <w:t>Assessment instructions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Assessment instructions"/>
        <w:tblDescription w:val="Assessment instructions"/>
      </w:tblPr>
      <w:tblGrid>
        <w:gridCol w:w="2405"/>
        <w:gridCol w:w="6655"/>
      </w:tblGrid>
      <w:tr w:rsidR="00D61F57" w14:paraId="7E6869D4" w14:textId="77777777" w:rsidTr="00D61F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405" w:type="dxa"/>
          </w:tcPr>
          <w:p w14:paraId="7E6869D2" w14:textId="77777777" w:rsidR="004D0519" w:rsidRDefault="007E4A0D" w:rsidP="004D0519">
            <w:pPr>
              <w:rPr>
                <w:lang w:eastAsia="en-AU"/>
              </w:rPr>
            </w:pPr>
            <w:r>
              <w:rPr>
                <w:lang w:eastAsia="en-AU"/>
              </w:rPr>
              <w:t>Assessment details</w:t>
            </w:r>
          </w:p>
        </w:tc>
        <w:tc>
          <w:tcPr>
            <w:tcW w:w="6655" w:type="dxa"/>
          </w:tcPr>
          <w:p w14:paraId="7E6869D3" w14:textId="77777777" w:rsidR="004D0519" w:rsidRDefault="007E4A0D" w:rsidP="004D0519">
            <w:pPr>
              <w:rPr>
                <w:lang w:eastAsia="en-AU"/>
              </w:rPr>
            </w:pPr>
            <w:r>
              <w:rPr>
                <w:lang w:eastAsia="en-AU"/>
              </w:rPr>
              <w:t>Instructions</w:t>
            </w:r>
          </w:p>
        </w:tc>
      </w:tr>
      <w:tr w:rsidR="00D61F57" w14:paraId="7E6869DB" w14:textId="77777777" w:rsidTr="00D61F57">
        <w:tc>
          <w:tcPr>
            <w:tcW w:w="2405" w:type="dxa"/>
            <w:vAlign w:val="top"/>
          </w:tcPr>
          <w:p w14:paraId="7E6869D5" w14:textId="77777777" w:rsidR="004D0519" w:rsidRPr="00C14A60" w:rsidRDefault="007E4A0D" w:rsidP="004D0519">
            <w:pPr>
              <w:pStyle w:val="Body"/>
              <w:rPr>
                <w:b/>
                <w:sz w:val="22"/>
                <w:szCs w:val="22"/>
                <w:lang w:eastAsia="en-AU"/>
              </w:rPr>
            </w:pPr>
            <w:r w:rsidRPr="00C14A60">
              <w:rPr>
                <w:b/>
                <w:sz w:val="22"/>
                <w:szCs w:val="22"/>
                <w:lang w:eastAsia="en-AU"/>
              </w:rPr>
              <w:t>Assessment overview</w:t>
            </w:r>
          </w:p>
        </w:tc>
        <w:tc>
          <w:tcPr>
            <w:tcW w:w="6655" w:type="dxa"/>
            <w:vAlign w:val="top"/>
          </w:tcPr>
          <w:p w14:paraId="7E6869D6" w14:textId="77777777" w:rsidR="004D0519" w:rsidRDefault="007E4A0D" w:rsidP="004D0519">
            <w:pPr>
              <w:pStyle w:val="Body"/>
              <w:rPr>
                <w:sz w:val="22"/>
                <w:szCs w:val="22"/>
                <w:lang w:eastAsia="en-AU"/>
              </w:rPr>
            </w:pPr>
            <w:r w:rsidRPr="00C14A60">
              <w:rPr>
                <w:sz w:val="22"/>
                <w:szCs w:val="22"/>
                <w:lang w:eastAsia="en-AU"/>
              </w:rPr>
              <w:t>The objective of this assessment is to assess your knowledge as would be required to</w:t>
            </w:r>
            <w:r w:rsidR="00C81245">
              <w:rPr>
                <w:sz w:val="22"/>
                <w:szCs w:val="22"/>
                <w:lang w:eastAsia="en-AU"/>
              </w:rPr>
              <w:t>:</w:t>
            </w:r>
          </w:p>
          <w:p w14:paraId="7E6869D7" w14:textId="77777777" w:rsidR="00C81245" w:rsidRDefault="00C81245" w:rsidP="00C81245">
            <w:pPr>
              <w:pStyle w:val="Body"/>
              <w:numPr>
                <w:ilvl w:val="0"/>
                <w:numId w:val="23"/>
              </w:numPr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Clean work preparation areas</w:t>
            </w:r>
          </w:p>
          <w:p w14:paraId="7E6869D8" w14:textId="77777777" w:rsidR="00C81245" w:rsidRDefault="00C81245" w:rsidP="00C81245">
            <w:pPr>
              <w:pStyle w:val="Body"/>
              <w:numPr>
                <w:ilvl w:val="0"/>
                <w:numId w:val="23"/>
              </w:numPr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Clean and store equipment</w:t>
            </w:r>
          </w:p>
          <w:p w14:paraId="7E6869D9" w14:textId="77777777" w:rsidR="00C81245" w:rsidRDefault="00C81245" w:rsidP="00C81245">
            <w:pPr>
              <w:pStyle w:val="Body"/>
              <w:numPr>
                <w:ilvl w:val="0"/>
                <w:numId w:val="23"/>
              </w:numPr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Monitor stocks of materials and equipment</w:t>
            </w:r>
          </w:p>
          <w:p w14:paraId="7E6869DA" w14:textId="77777777" w:rsidR="00C81245" w:rsidRPr="000412B1" w:rsidRDefault="00C81245" w:rsidP="00C81245">
            <w:pPr>
              <w:pStyle w:val="Body"/>
              <w:numPr>
                <w:ilvl w:val="0"/>
                <w:numId w:val="23"/>
              </w:numPr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Maintain a safe work environment</w:t>
            </w:r>
          </w:p>
        </w:tc>
      </w:tr>
      <w:tr w:rsidR="00D61F57" w14:paraId="7E6869DF" w14:textId="77777777" w:rsidTr="00D61F57">
        <w:tc>
          <w:tcPr>
            <w:tcW w:w="2405" w:type="dxa"/>
            <w:vAlign w:val="top"/>
          </w:tcPr>
          <w:p w14:paraId="7E6869DC" w14:textId="77777777" w:rsidR="004D0519" w:rsidRPr="00C14A60" w:rsidRDefault="007E4A0D" w:rsidP="004D0519">
            <w:pPr>
              <w:pStyle w:val="Body"/>
              <w:rPr>
                <w:b/>
                <w:sz w:val="22"/>
                <w:szCs w:val="22"/>
                <w:lang w:eastAsia="en-AU"/>
              </w:rPr>
            </w:pPr>
            <w:r>
              <w:rPr>
                <w:b/>
                <w:sz w:val="22"/>
                <w:szCs w:val="22"/>
                <w:lang w:eastAsia="en-AU"/>
              </w:rPr>
              <w:t>Assessment Event number</w:t>
            </w:r>
          </w:p>
        </w:tc>
        <w:tc>
          <w:tcPr>
            <w:tcW w:w="6655" w:type="dxa"/>
            <w:vAlign w:val="top"/>
          </w:tcPr>
          <w:p w14:paraId="7E6869DD" w14:textId="77777777" w:rsidR="004D0519" w:rsidRDefault="00C81245" w:rsidP="004D0519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1 of 2</w:t>
            </w:r>
          </w:p>
          <w:p w14:paraId="7E6869DE" w14:textId="77777777" w:rsidR="004D0519" w:rsidRPr="00A628BC" w:rsidRDefault="004D0519" w:rsidP="004D0519">
            <w:pPr>
              <w:pStyle w:val="Body"/>
              <w:rPr>
                <w:i/>
                <w:color w:val="A6A6A6" w:themeColor="background1" w:themeShade="A6"/>
                <w:sz w:val="22"/>
                <w:szCs w:val="22"/>
                <w:lang w:eastAsia="en-AU"/>
              </w:rPr>
            </w:pPr>
          </w:p>
        </w:tc>
      </w:tr>
      <w:tr w:rsidR="00D61F57" w14:paraId="7E6869E7" w14:textId="77777777" w:rsidTr="00D61F57">
        <w:tc>
          <w:tcPr>
            <w:tcW w:w="2405" w:type="dxa"/>
            <w:vAlign w:val="top"/>
          </w:tcPr>
          <w:p w14:paraId="7E6869E0" w14:textId="77777777" w:rsidR="004D0519" w:rsidRPr="00C14A60" w:rsidRDefault="007E4A0D" w:rsidP="004D0519">
            <w:pPr>
              <w:pStyle w:val="Body"/>
              <w:rPr>
                <w:b/>
                <w:sz w:val="22"/>
                <w:szCs w:val="22"/>
              </w:rPr>
            </w:pPr>
            <w:r w:rsidRPr="00C14A60">
              <w:rPr>
                <w:b/>
                <w:sz w:val="22"/>
                <w:szCs w:val="22"/>
              </w:rPr>
              <w:t xml:space="preserve">Instructions for </w:t>
            </w:r>
            <w:r>
              <w:rPr>
                <w:b/>
                <w:sz w:val="22"/>
                <w:szCs w:val="22"/>
              </w:rPr>
              <w:t xml:space="preserve">this </w:t>
            </w:r>
            <w:r w:rsidRPr="00C14A60">
              <w:rPr>
                <w:b/>
                <w:sz w:val="22"/>
                <w:szCs w:val="22"/>
              </w:rPr>
              <w:t>assessment</w:t>
            </w:r>
          </w:p>
        </w:tc>
        <w:tc>
          <w:tcPr>
            <w:tcW w:w="6655" w:type="dxa"/>
            <w:vAlign w:val="top"/>
          </w:tcPr>
          <w:p w14:paraId="7E6869E1" w14:textId="77777777" w:rsidR="004D0519" w:rsidRPr="00C14A60" w:rsidRDefault="007E4A0D" w:rsidP="004D0519">
            <w:pPr>
              <w:pStyle w:val="Body"/>
              <w:rPr>
                <w:sz w:val="22"/>
                <w:szCs w:val="22"/>
              </w:rPr>
            </w:pPr>
            <w:r w:rsidRPr="00C14A60">
              <w:rPr>
                <w:sz w:val="22"/>
                <w:szCs w:val="22"/>
                <w:lang w:eastAsia="en-AU"/>
              </w:rPr>
              <w:t xml:space="preserve">This is a written assessment and </w:t>
            </w:r>
            <w:r>
              <w:rPr>
                <w:sz w:val="22"/>
                <w:szCs w:val="22"/>
                <w:lang w:eastAsia="en-AU"/>
              </w:rPr>
              <w:t xml:space="preserve">it </w:t>
            </w:r>
            <w:r w:rsidRPr="00C14A60">
              <w:rPr>
                <w:sz w:val="22"/>
                <w:szCs w:val="22"/>
                <w:lang w:eastAsia="en-AU"/>
              </w:rPr>
              <w:t>will be assessing you on your knowledge of the unit.</w:t>
            </w:r>
          </w:p>
          <w:p w14:paraId="7E6869E2" w14:textId="16C79F14" w:rsidR="004D0519" w:rsidRPr="00C14A60" w:rsidRDefault="007E4A0D" w:rsidP="004D0519">
            <w:pPr>
              <w:pStyle w:val="Body"/>
              <w:rPr>
                <w:sz w:val="22"/>
                <w:szCs w:val="22"/>
              </w:rPr>
            </w:pPr>
            <w:r w:rsidRPr="00C14A60">
              <w:rPr>
                <w:sz w:val="22"/>
                <w:szCs w:val="22"/>
              </w:rPr>
              <w:t xml:space="preserve">This assessment </w:t>
            </w:r>
            <w:r w:rsidR="00BE6ECD">
              <w:rPr>
                <w:sz w:val="22"/>
                <w:szCs w:val="22"/>
              </w:rPr>
              <w:t xml:space="preserve">has </w:t>
            </w:r>
            <w:r w:rsidR="007D2DB5">
              <w:rPr>
                <w:sz w:val="22"/>
                <w:szCs w:val="22"/>
              </w:rPr>
              <w:t>4 parts</w:t>
            </w:r>
            <w:r w:rsidRPr="00C14A60">
              <w:rPr>
                <w:sz w:val="22"/>
                <w:szCs w:val="22"/>
              </w:rPr>
              <w:t>:</w:t>
            </w:r>
          </w:p>
          <w:p w14:paraId="7E6869E3" w14:textId="77777777" w:rsidR="004D0519" w:rsidRPr="00BE6ECD" w:rsidRDefault="007E4A0D" w:rsidP="009B2EB6">
            <w:pPr>
              <w:pStyle w:val="Body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BE6ECD">
              <w:rPr>
                <w:sz w:val="22"/>
                <w:szCs w:val="22"/>
              </w:rPr>
              <w:t>Multiple choice questions</w:t>
            </w:r>
            <w:r w:rsidR="00BE6ECD" w:rsidRPr="00BE6ECD">
              <w:rPr>
                <w:sz w:val="22"/>
                <w:szCs w:val="22"/>
              </w:rPr>
              <w:t xml:space="preserve"> </w:t>
            </w:r>
            <w:r w:rsidR="00BE6ECD">
              <w:rPr>
                <w:sz w:val="22"/>
                <w:szCs w:val="22"/>
              </w:rPr>
              <w:t>(Questions 1-10)</w:t>
            </w:r>
          </w:p>
          <w:p w14:paraId="7E6869E4" w14:textId="77777777" w:rsidR="004D0519" w:rsidRPr="00BE6ECD" w:rsidRDefault="007E4A0D" w:rsidP="009B2EB6">
            <w:pPr>
              <w:pStyle w:val="Body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BE6ECD">
              <w:rPr>
                <w:sz w:val="22"/>
                <w:szCs w:val="22"/>
              </w:rPr>
              <w:t>True or False questions</w:t>
            </w:r>
            <w:r w:rsidR="00BE6ECD">
              <w:rPr>
                <w:sz w:val="22"/>
                <w:szCs w:val="22"/>
              </w:rPr>
              <w:t xml:space="preserve"> (Questions 11-20)</w:t>
            </w:r>
          </w:p>
          <w:p w14:paraId="7E6869E5" w14:textId="77777777" w:rsidR="004D0519" w:rsidRPr="00BE6ECD" w:rsidRDefault="007E4A0D" w:rsidP="009B2EB6">
            <w:pPr>
              <w:pStyle w:val="Body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BE6ECD">
              <w:rPr>
                <w:sz w:val="22"/>
                <w:szCs w:val="22"/>
              </w:rPr>
              <w:t>Short answer questions</w:t>
            </w:r>
            <w:r w:rsidR="00BE6ECD">
              <w:rPr>
                <w:sz w:val="22"/>
                <w:szCs w:val="22"/>
              </w:rPr>
              <w:t xml:space="preserve"> (Questions 21 </w:t>
            </w:r>
            <w:r w:rsidR="00280085">
              <w:rPr>
                <w:sz w:val="22"/>
                <w:szCs w:val="22"/>
              </w:rPr>
              <w:t>–</w:t>
            </w:r>
            <w:r w:rsidR="00BE6ECD">
              <w:rPr>
                <w:sz w:val="22"/>
                <w:szCs w:val="22"/>
              </w:rPr>
              <w:t xml:space="preserve"> </w:t>
            </w:r>
            <w:r w:rsidR="00280085">
              <w:rPr>
                <w:sz w:val="22"/>
                <w:szCs w:val="22"/>
              </w:rPr>
              <w:t>26)</w:t>
            </w:r>
          </w:p>
          <w:p w14:paraId="7E6869E6" w14:textId="77777777" w:rsidR="004D0519" w:rsidRPr="00C81245" w:rsidRDefault="007E4A0D" w:rsidP="004D0519">
            <w:pPr>
              <w:pStyle w:val="Body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BE6ECD">
              <w:rPr>
                <w:sz w:val="22"/>
                <w:szCs w:val="22"/>
              </w:rPr>
              <w:t>Assessment feedback</w:t>
            </w:r>
          </w:p>
        </w:tc>
      </w:tr>
      <w:tr w:rsidR="00D61F57" w14:paraId="7E6869EB" w14:textId="77777777" w:rsidTr="00D61F57">
        <w:tc>
          <w:tcPr>
            <w:tcW w:w="2405" w:type="dxa"/>
            <w:vAlign w:val="top"/>
          </w:tcPr>
          <w:p w14:paraId="7E6869E8" w14:textId="77777777" w:rsidR="004D0519" w:rsidRPr="00C14A60" w:rsidRDefault="007E4A0D" w:rsidP="004D0519">
            <w:pPr>
              <w:pStyle w:val="Body"/>
              <w:rPr>
                <w:b/>
                <w:sz w:val="22"/>
                <w:szCs w:val="22"/>
              </w:rPr>
            </w:pPr>
            <w:r w:rsidRPr="00C14A60">
              <w:rPr>
                <w:b/>
                <w:sz w:val="22"/>
                <w:szCs w:val="22"/>
              </w:rPr>
              <w:t xml:space="preserve">Submission instructions </w:t>
            </w:r>
          </w:p>
        </w:tc>
        <w:tc>
          <w:tcPr>
            <w:tcW w:w="6655" w:type="dxa"/>
            <w:vAlign w:val="top"/>
          </w:tcPr>
          <w:p w14:paraId="7E6869E9" w14:textId="77777777" w:rsidR="004D0519" w:rsidRPr="00E6443E" w:rsidRDefault="007E4A0D" w:rsidP="004D0519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  <w:lang w:eastAsia="en-AU"/>
              </w:rPr>
            </w:pPr>
            <w:r w:rsidRPr="0063453E">
              <w:rPr>
                <w:sz w:val="22"/>
                <w:szCs w:val="22"/>
                <w:lang w:eastAsia="en-AU"/>
              </w:rPr>
              <w:t xml:space="preserve">On completion of this assessment, you are required </w:t>
            </w:r>
            <w:r w:rsidRPr="001F771D">
              <w:rPr>
                <w:sz w:val="22"/>
                <w:szCs w:val="22"/>
                <w:lang w:eastAsia="en-AU"/>
              </w:rPr>
              <w:t>to upload it or</w:t>
            </w:r>
            <w:r w:rsidRPr="0063453E">
              <w:rPr>
                <w:sz w:val="22"/>
                <w:szCs w:val="22"/>
                <w:lang w:eastAsia="en-AU"/>
              </w:rPr>
              <w:t xml:space="preserve"> hand it to your trainer for marking.</w:t>
            </w:r>
            <w:r>
              <w:rPr>
                <w:sz w:val="22"/>
                <w:szCs w:val="22"/>
                <w:lang w:eastAsia="en-AU"/>
              </w:rPr>
              <w:t xml:space="preserve"> </w:t>
            </w:r>
          </w:p>
          <w:p w14:paraId="7E6869EA" w14:textId="77777777" w:rsidR="004D0519" w:rsidRPr="00C14A60" w:rsidRDefault="007E4A0D" w:rsidP="004D0519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  <w:r w:rsidRPr="0063453E">
              <w:rPr>
                <w:sz w:val="22"/>
                <w:szCs w:val="22"/>
                <w:lang w:eastAsia="en-AU"/>
              </w:rPr>
              <w:t>It is important that you keep a copy of all electronic and hardcopy assessments submitted to TAFE</w:t>
            </w:r>
            <w:r>
              <w:rPr>
                <w:sz w:val="22"/>
                <w:szCs w:val="22"/>
                <w:lang w:eastAsia="en-AU"/>
              </w:rPr>
              <w:t xml:space="preserve"> and complete the assessment declaration when submitting the assessment</w:t>
            </w:r>
            <w:r w:rsidRPr="0063453E">
              <w:rPr>
                <w:sz w:val="22"/>
                <w:szCs w:val="22"/>
                <w:lang w:eastAsia="en-AU"/>
              </w:rPr>
              <w:t>.</w:t>
            </w:r>
          </w:p>
        </w:tc>
      </w:tr>
      <w:tr w:rsidR="00D61F57" w14:paraId="7E6869EE" w14:textId="77777777" w:rsidTr="00D61F57">
        <w:tc>
          <w:tcPr>
            <w:tcW w:w="2405" w:type="dxa"/>
            <w:vAlign w:val="top"/>
          </w:tcPr>
          <w:p w14:paraId="7E6869EC" w14:textId="77777777" w:rsidR="004D0519" w:rsidRPr="00C14A60" w:rsidRDefault="007E4A0D" w:rsidP="004D0519">
            <w:pPr>
              <w:pStyle w:val="Body"/>
              <w:rPr>
                <w:b/>
                <w:sz w:val="22"/>
                <w:szCs w:val="22"/>
              </w:rPr>
            </w:pPr>
            <w:r w:rsidRPr="00C14A60">
              <w:rPr>
                <w:b/>
                <w:sz w:val="22"/>
                <w:szCs w:val="22"/>
              </w:rPr>
              <w:t>What do I need to do to achieve a satisfactory result?</w:t>
            </w:r>
          </w:p>
        </w:tc>
        <w:tc>
          <w:tcPr>
            <w:tcW w:w="6655" w:type="dxa"/>
            <w:vAlign w:val="top"/>
          </w:tcPr>
          <w:p w14:paraId="7E6869ED" w14:textId="77777777" w:rsidR="004D0519" w:rsidRPr="000412B1" w:rsidRDefault="007E4A0D" w:rsidP="004D0519">
            <w:pPr>
              <w:pStyle w:val="Body"/>
              <w:rPr>
                <w:i/>
                <w:sz w:val="22"/>
                <w:szCs w:val="22"/>
                <w:lang w:eastAsia="en-AU"/>
              </w:rPr>
            </w:pPr>
            <w:r w:rsidRPr="000412B1">
              <w:rPr>
                <w:sz w:val="22"/>
                <w:szCs w:val="22"/>
              </w:rPr>
              <w:t>To achieve a satisfactory result for this assessment all questions must be answered correctly.</w:t>
            </w:r>
          </w:p>
        </w:tc>
      </w:tr>
      <w:tr w:rsidR="00D61F57" w14:paraId="7E6869F2" w14:textId="77777777" w:rsidTr="00D61F57">
        <w:tc>
          <w:tcPr>
            <w:tcW w:w="2405" w:type="dxa"/>
            <w:vAlign w:val="top"/>
          </w:tcPr>
          <w:p w14:paraId="7E6869EF" w14:textId="77777777" w:rsidR="004D0519" w:rsidRPr="00C14A60" w:rsidRDefault="007E4A0D" w:rsidP="004D0519">
            <w:pPr>
              <w:pStyle w:val="Body"/>
              <w:rPr>
                <w:b/>
                <w:sz w:val="22"/>
                <w:szCs w:val="22"/>
              </w:rPr>
            </w:pPr>
            <w:r w:rsidRPr="00D977EB">
              <w:rPr>
                <w:b/>
                <w:sz w:val="22"/>
                <w:szCs w:val="22"/>
              </w:rPr>
              <w:t>What do I need to provide?</w:t>
            </w:r>
          </w:p>
        </w:tc>
        <w:tc>
          <w:tcPr>
            <w:tcW w:w="6655" w:type="dxa"/>
            <w:vAlign w:val="top"/>
          </w:tcPr>
          <w:p w14:paraId="7E6869F0" w14:textId="4F156769" w:rsidR="004D0519" w:rsidRPr="00C46C4E" w:rsidRDefault="007E4A0D" w:rsidP="004D0519">
            <w:pPr>
              <w:pStyle w:val="Body"/>
              <w:rPr>
                <w:sz w:val="22"/>
                <w:szCs w:val="22"/>
              </w:rPr>
            </w:pPr>
            <w:r w:rsidRPr="00C46C4E">
              <w:rPr>
                <w:sz w:val="22"/>
                <w:szCs w:val="22"/>
              </w:rPr>
              <w:t>Calculator, pens</w:t>
            </w:r>
            <w:r w:rsidR="00C46C4E" w:rsidRPr="00C46C4E">
              <w:rPr>
                <w:sz w:val="22"/>
                <w:szCs w:val="22"/>
              </w:rPr>
              <w:t xml:space="preserve"> and pencils</w:t>
            </w:r>
          </w:p>
          <w:p w14:paraId="7E6869F1" w14:textId="77777777" w:rsidR="004D0519" w:rsidRPr="00C46C4E" w:rsidRDefault="004D0519" w:rsidP="004D0519">
            <w:pPr>
              <w:pStyle w:val="Body"/>
              <w:rPr>
                <w:sz w:val="22"/>
                <w:szCs w:val="22"/>
              </w:rPr>
            </w:pPr>
          </w:p>
        </w:tc>
      </w:tr>
      <w:tr w:rsidR="00D61F57" w14:paraId="7E6869F5" w14:textId="77777777" w:rsidTr="00D61F57">
        <w:tc>
          <w:tcPr>
            <w:tcW w:w="2405" w:type="dxa"/>
            <w:vAlign w:val="top"/>
          </w:tcPr>
          <w:p w14:paraId="7E6869F3" w14:textId="77777777" w:rsidR="004D0519" w:rsidRPr="00C14A60" w:rsidRDefault="007E4A0D" w:rsidP="004D0519">
            <w:pPr>
              <w:pStyle w:val="Body"/>
              <w:rPr>
                <w:b/>
                <w:sz w:val="22"/>
                <w:szCs w:val="22"/>
              </w:rPr>
            </w:pPr>
            <w:r w:rsidRPr="00C14A60">
              <w:rPr>
                <w:b/>
                <w:sz w:val="22"/>
                <w:szCs w:val="22"/>
              </w:rPr>
              <w:t>Due date/time allowed</w:t>
            </w:r>
          </w:p>
        </w:tc>
        <w:tc>
          <w:tcPr>
            <w:tcW w:w="6655" w:type="dxa"/>
            <w:vAlign w:val="top"/>
          </w:tcPr>
          <w:p w14:paraId="7E6869F4" w14:textId="63075A1F" w:rsidR="004D0519" w:rsidRPr="00C46C4E" w:rsidRDefault="0009475A" w:rsidP="0009475A">
            <w:pPr>
              <w:pStyle w:val="Body"/>
              <w:rPr>
                <w:sz w:val="22"/>
                <w:szCs w:val="22"/>
                <w:lang w:eastAsia="en-AU"/>
              </w:rPr>
            </w:pPr>
            <w:r w:rsidRPr="00C46C4E">
              <w:rPr>
                <w:sz w:val="22"/>
                <w:szCs w:val="22"/>
              </w:rPr>
              <w:t>To be issued by the beginning of week 3 of the unit delivery for return three weeks prior to the first occurrence of the Skills Assessment.</w:t>
            </w:r>
          </w:p>
        </w:tc>
      </w:tr>
      <w:tr w:rsidR="00D61F57" w14:paraId="7E6869F8" w14:textId="77777777" w:rsidTr="00D61F57">
        <w:tc>
          <w:tcPr>
            <w:tcW w:w="2405" w:type="dxa"/>
            <w:vAlign w:val="top"/>
          </w:tcPr>
          <w:p w14:paraId="7E6869F6" w14:textId="77777777" w:rsidR="004D0519" w:rsidRPr="0063453E" w:rsidRDefault="007E4A0D" w:rsidP="004D0519">
            <w:pPr>
              <w:pStyle w:val="Body"/>
              <w:rPr>
                <w:b/>
                <w:sz w:val="22"/>
                <w:szCs w:val="22"/>
              </w:rPr>
            </w:pPr>
            <w:r w:rsidRPr="0063453E">
              <w:rPr>
                <w:b/>
                <w:sz w:val="22"/>
                <w:szCs w:val="22"/>
              </w:rPr>
              <w:lastRenderedPageBreak/>
              <w:t>Assessment feedback, review or appeals</w:t>
            </w:r>
          </w:p>
        </w:tc>
        <w:tc>
          <w:tcPr>
            <w:tcW w:w="6655" w:type="dxa"/>
            <w:vAlign w:val="top"/>
          </w:tcPr>
          <w:p w14:paraId="6240DFE9" w14:textId="77777777" w:rsidR="00F33B8B" w:rsidRPr="004D32D9" w:rsidRDefault="00F33B8B" w:rsidP="00F33B8B">
            <w:pPr>
              <w:rPr>
                <w:sz w:val="22"/>
                <w:szCs w:val="22"/>
                <w:lang w:eastAsia="en-AU"/>
              </w:rPr>
            </w:pPr>
            <w:r w:rsidRPr="004D32D9">
              <w:rPr>
                <w:sz w:val="22"/>
                <w:szCs w:val="22"/>
                <w:lang w:eastAsia="en-AU"/>
              </w:rPr>
              <w:t xml:space="preserve">In accordance with the TAFE NSW policy </w:t>
            </w:r>
            <w:r w:rsidRPr="004D32D9">
              <w:rPr>
                <w:i/>
                <w:iCs/>
                <w:sz w:val="22"/>
                <w:szCs w:val="22"/>
                <w:lang w:eastAsia="en-AU"/>
              </w:rPr>
              <w:t xml:space="preserve">Manage Assessment Appeals, </w:t>
            </w:r>
            <w:r w:rsidRPr="004D32D9">
              <w:rPr>
                <w:sz w:val="22"/>
                <w:szCs w:val="22"/>
                <w:lang w:eastAsia="en-AU"/>
              </w:rPr>
              <w:t xml:space="preserve">all students have the right to appeal an assessment decision in relation to how the assessment was conducted and the outcome of the assessment. Appeals must be lodged within </w:t>
            </w:r>
            <w:r w:rsidRPr="004D32D9">
              <w:rPr>
                <w:b/>
                <w:bCs/>
                <w:sz w:val="22"/>
                <w:szCs w:val="22"/>
                <w:lang w:eastAsia="en-AU"/>
              </w:rPr>
              <w:t>14 working days</w:t>
            </w:r>
            <w:r w:rsidRPr="004D32D9">
              <w:rPr>
                <w:sz w:val="22"/>
                <w:szCs w:val="22"/>
                <w:lang w:eastAsia="en-AU"/>
              </w:rPr>
              <w:t xml:space="preserve"> of the formal notification of the result of the assessment. </w:t>
            </w:r>
          </w:p>
          <w:p w14:paraId="6DDAE3CE" w14:textId="77777777" w:rsidR="00F33B8B" w:rsidRPr="004D32D9" w:rsidRDefault="00F33B8B" w:rsidP="00F33B8B">
            <w:pPr>
              <w:rPr>
                <w:sz w:val="22"/>
                <w:szCs w:val="22"/>
                <w:lang w:eastAsia="en-AU"/>
              </w:rPr>
            </w:pPr>
            <w:r w:rsidRPr="004D32D9">
              <w:rPr>
                <w:sz w:val="22"/>
                <w:szCs w:val="22"/>
                <w:lang w:eastAsia="en-AU"/>
              </w:rPr>
              <w:t>If you would like to request a review of your results or if you have any concerns about your results, contact your Teacher or Head Teacher.  If they are unavailable, contact the Student Administration Officer.</w:t>
            </w:r>
          </w:p>
          <w:p w14:paraId="7E6869F7" w14:textId="016240D6" w:rsidR="004D0519" w:rsidRPr="0063453E" w:rsidRDefault="00F33B8B" w:rsidP="00F33B8B">
            <w:pPr>
              <w:pStyle w:val="Body"/>
              <w:rPr>
                <w:sz w:val="22"/>
                <w:szCs w:val="22"/>
                <w:lang w:eastAsia="en-AU"/>
              </w:rPr>
            </w:pPr>
            <w:r w:rsidRPr="004D32D9">
              <w:rPr>
                <w:sz w:val="22"/>
                <w:szCs w:val="22"/>
                <w:lang w:eastAsia="en-AU"/>
              </w:rPr>
              <w:t>Contact your Head Teacher for the assessment appeals procedures at your college/campus.</w:t>
            </w:r>
          </w:p>
        </w:tc>
      </w:tr>
    </w:tbl>
    <w:p w14:paraId="7E6869F9" w14:textId="77777777" w:rsidR="004D0519" w:rsidRDefault="007E4A0D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</w:p>
    <w:p w14:paraId="7E6869FA" w14:textId="0B1B7A4A" w:rsidR="004D0519" w:rsidRPr="00570A50" w:rsidRDefault="007D2DB5" w:rsidP="004D0519">
      <w:pPr>
        <w:pStyle w:val="Heading2"/>
        <w:rPr>
          <w:b w:val="0"/>
        </w:rPr>
      </w:pPr>
      <w:r>
        <w:lastRenderedPageBreak/>
        <w:t xml:space="preserve">Part 1: </w:t>
      </w:r>
      <w:r w:rsidR="007E4A0D" w:rsidRPr="003E5787">
        <w:t>Multiple choice</w:t>
      </w:r>
      <w:r w:rsidR="00570A50">
        <w:t xml:space="preserve"> </w:t>
      </w:r>
      <w:r w:rsidR="00570A50" w:rsidRPr="00114BD2">
        <w:rPr>
          <w:b w:val="0"/>
          <w:sz w:val="28"/>
          <w:szCs w:val="28"/>
        </w:rPr>
        <w:t>(Questions 1 – 10)</w:t>
      </w:r>
    </w:p>
    <w:p w14:paraId="7E6869FB" w14:textId="7BFFC785" w:rsidR="004D0519" w:rsidRPr="00114BD2" w:rsidRDefault="007E4A0D" w:rsidP="004D0519">
      <w:pPr>
        <w:pStyle w:val="Body"/>
        <w:rPr>
          <w:sz w:val="22"/>
          <w:szCs w:val="22"/>
        </w:rPr>
      </w:pPr>
      <w:r w:rsidRPr="00114BD2">
        <w:rPr>
          <w:sz w:val="22"/>
          <w:szCs w:val="22"/>
        </w:rPr>
        <w:t>Read the question and each answer carefully. Put an X in the table next to your chosen answer.</w:t>
      </w:r>
      <w:r w:rsidR="00496F22" w:rsidRPr="00114BD2">
        <w:rPr>
          <w:sz w:val="22"/>
          <w:szCs w:val="22"/>
        </w:rPr>
        <w:t xml:space="preserve"> (Choose the most appropriate response).</w:t>
      </w:r>
    </w:p>
    <w:p w14:paraId="7E6869FC" w14:textId="77777777" w:rsidR="004D0519" w:rsidRPr="002C64CF" w:rsidRDefault="00BB37C0" w:rsidP="005C6AFE">
      <w:pPr>
        <w:pStyle w:val="Body"/>
        <w:numPr>
          <w:ilvl w:val="0"/>
          <w:numId w:val="5"/>
        </w:numPr>
        <w:ind w:left="284" w:hanging="284"/>
        <w:rPr>
          <w:sz w:val="22"/>
          <w:szCs w:val="22"/>
        </w:rPr>
      </w:pPr>
      <w:r w:rsidRPr="00114BD2">
        <w:rPr>
          <w:sz w:val="22"/>
          <w:szCs w:val="22"/>
        </w:rPr>
        <w:t>It is important for your safety and the safety of others in the area that you</w:t>
      </w:r>
      <w:r w:rsidRPr="002C64CF">
        <w:rPr>
          <w:sz w:val="22"/>
          <w:szCs w:val="22"/>
        </w:rPr>
        <w:t>:</w:t>
      </w:r>
    </w:p>
    <w:p w14:paraId="7E6869FD" w14:textId="09F8CA38" w:rsidR="004D0519" w:rsidRDefault="007E4A0D" w:rsidP="004D0519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1B0574">
        <w:rPr>
          <w:noProof/>
        </w:rPr>
        <w:t>2</w:t>
      </w:r>
      <w:r>
        <w:rPr>
          <w:noProof/>
        </w:rPr>
        <w:fldChar w:fldCharType="end"/>
      </w:r>
      <w:r>
        <w:t xml:space="preserve"> </w:t>
      </w:r>
      <w:r w:rsidRPr="003754B8">
        <w:t>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D61F57" w14:paraId="7E686A00" w14:textId="77777777" w:rsidTr="00D61F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7E6869FE" w14:textId="77777777" w:rsidR="004D0519" w:rsidRDefault="007E4A0D" w:rsidP="004D0519">
            <w:pPr>
              <w:pStyle w:val="Body"/>
            </w:pPr>
            <w:r>
              <w:t>Answer choices</w:t>
            </w:r>
          </w:p>
        </w:tc>
        <w:tc>
          <w:tcPr>
            <w:tcW w:w="1410" w:type="dxa"/>
          </w:tcPr>
          <w:p w14:paraId="7E6869FF" w14:textId="77777777" w:rsidR="004D0519" w:rsidRDefault="007E4A0D" w:rsidP="004D0519">
            <w:pPr>
              <w:pStyle w:val="Body"/>
            </w:pPr>
            <w:r>
              <w:t>Put X next to your answer</w:t>
            </w:r>
          </w:p>
        </w:tc>
      </w:tr>
      <w:tr w:rsidR="00D61F57" w14:paraId="7E686A03" w14:textId="77777777" w:rsidTr="00D61F57">
        <w:tc>
          <w:tcPr>
            <w:tcW w:w="7650" w:type="dxa"/>
          </w:tcPr>
          <w:p w14:paraId="7E686A01" w14:textId="2ED62DCE" w:rsidR="004D0519" w:rsidRPr="002C64CF" w:rsidRDefault="00B5522F" w:rsidP="009B2EB6">
            <w:pPr>
              <w:pStyle w:val="Body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BB37C0" w:rsidRPr="002C64CF">
              <w:rPr>
                <w:sz w:val="22"/>
                <w:szCs w:val="22"/>
              </w:rPr>
              <w:t>ommence the day with a clean work area</w:t>
            </w:r>
          </w:p>
        </w:tc>
        <w:tc>
          <w:tcPr>
            <w:tcW w:w="1410" w:type="dxa"/>
          </w:tcPr>
          <w:p w14:paraId="7E686A02" w14:textId="77777777" w:rsidR="004D0519" w:rsidRDefault="004D0519" w:rsidP="004D0519">
            <w:pPr>
              <w:pStyle w:val="Body"/>
              <w:jc w:val="center"/>
            </w:pPr>
          </w:p>
        </w:tc>
      </w:tr>
      <w:tr w:rsidR="00D61F57" w14:paraId="7E686A06" w14:textId="77777777" w:rsidTr="00D61F57">
        <w:tc>
          <w:tcPr>
            <w:tcW w:w="7650" w:type="dxa"/>
          </w:tcPr>
          <w:p w14:paraId="7E686A04" w14:textId="76D4C454" w:rsidR="004D0519" w:rsidRPr="002C64CF" w:rsidRDefault="00B5522F" w:rsidP="005C6AFE">
            <w:pPr>
              <w:pStyle w:val="Body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BB37C0" w:rsidRPr="002C64CF">
              <w:rPr>
                <w:sz w:val="22"/>
                <w:szCs w:val="22"/>
              </w:rPr>
              <w:t xml:space="preserve">lean as you go about your daily </w:t>
            </w:r>
            <w:r w:rsidR="005C6AFE">
              <w:rPr>
                <w:sz w:val="22"/>
                <w:szCs w:val="22"/>
              </w:rPr>
              <w:t>tasks</w:t>
            </w:r>
          </w:p>
        </w:tc>
        <w:tc>
          <w:tcPr>
            <w:tcW w:w="1410" w:type="dxa"/>
          </w:tcPr>
          <w:p w14:paraId="7E686A05" w14:textId="77777777" w:rsidR="004D0519" w:rsidRDefault="004D0519" w:rsidP="004D0519">
            <w:pPr>
              <w:pStyle w:val="Body"/>
              <w:jc w:val="center"/>
            </w:pPr>
          </w:p>
        </w:tc>
      </w:tr>
      <w:tr w:rsidR="00D61F57" w14:paraId="7E686A09" w14:textId="77777777" w:rsidTr="00D61F57">
        <w:tc>
          <w:tcPr>
            <w:tcW w:w="7650" w:type="dxa"/>
          </w:tcPr>
          <w:p w14:paraId="7E686A07" w14:textId="397DE515" w:rsidR="004D0519" w:rsidRPr="002C64CF" w:rsidRDefault="00B5522F" w:rsidP="005C6AFE">
            <w:pPr>
              <w:pStyle w:val="Body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</w:t>
            </w:r>
            <w:r w:rsidR="00BB37C0" w:rsidRPr="002C64CF">
              <w:rPr>
                <w:sz w:val="22"/>
                <w:szCs w:val="22"/>
              </w:rPr>
              <w:t xml:space="preserve">inish the day leaving the </w:t>
            </w:r>
            <w:r w:rsidR="005C6AFE">
              <w:rPr>
                <w:sz w:val="22"/>
                <w:szCs w:val="22"/>
              </w:rPr>
              <w:t>laboratory</w:t>
            </w:r>
            <w:r w:rsidR="00BB37C0" w:rsidRPr="002C64CF">
              <w:rPr>
                <w:sz w:val="22"/>
                <w:szCs w:val="22"/>
              </w:rPr>
              <w:t xml:space="preserve"> clean and tidy</w:t>
            </w:r>
          </w:p>
        </w:tc>
        <w:tc>
          <w:tcPr>
            <w:tcW w:w="1410" w:type="dxa"/>
          </w:tcPr>
          <w:p w14:paraId="7E686A08" w14:textId="77777777" w:rsidR="004D0519" w:rsidRDefault="004D0519" w:rsidP="004D0519">
            <w:pPr>
              <w:pStyle w:val="Body"/>
              <w:jc w:val="center"/>
            </w:pPr>
          </w:p>
        </w:tc>
      </w:tr>
      <w:tr w:rsidR="00D61F57" w14:paraId="7E686A0C" w14:textId="77777777" w:rsidTr="00D61F57">
        <w:tc>
          <w:tcPr>
            <w:tcW w:w="7650" w:type="dxa"/>
          </w:tcPr>
          <w:p w14:paraId="7E686A0A" w14:textId="4DD343E0" w:rsidR="004D0519" w:rsidRPr="002C64CF" w:rsidRDefault="00B5522F" w:rsidP="009B2EB6">
            <w:pPr>
              <w:pStyle w:val="Body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  <w:r w:rsidR="00BB37C0" w:rsidRPr="002C64CF">
              <w:rPr>
                <w:sz w:val="22"/>
                <w:szCs w:val="22"/>
              </w:rPr>
              <w:t>ll of the above</w:t>
            </w:r>
          </w:p>
        </w:tc>
        <w:tc>
          <w:tcPr>
            <w:tcW w:w="1410" w:type="dxa"/>
          </w:tcPr>
          <w:p w14:paraId="7E686A0B" w14:textId="77777777" w:rsidR="004D0519" w:rsidRDefault="004D0519" w:rsidP="004D0519">
            <w:pPr>
              <w:pStyle w:val="Body"/>
              <w:jc w:val="center"/>
            </w:pPr>
          </w:p>
        </w:tc>
      </w:tr>
    </w:tbl>
    <w:p w14:paraId="7E686A0D" w14:textId="77777777" w:rsidR="00BB37C0" w:rsidRDefault="00BB37C0">
      <w:pPr>
        <w:tabs>
          <w:tab w:val="clear" w:pos="284"/>
        </w:tabs>
        <w:spacing w:before="0" w:after="200" w:line="276" w:lineRule="auto"/>
      </w:pPr>
    </w:p>
    <w:p w14:paraId="7E686A0E" w14:textId="3CDFD2EC" w:rsidR="00BB37C0" w:rsidRPr="002C64CF" w:rsidRDefault="008D20EC" w:rsidP="005C6AFE">
      <w:pPr>
        <w:pStyle w:val="ListParagraph"/>
        <w:numPr>
          <w:ilvl w:val="0"/>
          <w:numId w:val="5"/>
        </w:numPr>
        <w:tabs>
          <w:tab w:val="clear" w:pos="284"/>
        </w:tabs>
        <w:spacing w:before="0" w:after="200" w:line="276" w:lineRule="auto"/>
        <w:ind w:left="284" w:hanging="284"/>
        <w:rPr>
          <w:sz w:val="22"/>
          <w:szCs w:val="22"/>
        </w:rPr>
      </w:pPr>
      <w:r w:rsidRPr="002C64CF">
        <w:rPr>
          <w:sz w:val="22"/>
          <w:szCs w:val="22"/>
        </w:rPr>
        <w:t xml:space="preserve">Which of the following cleaning techniques would be the </w:t>
      </w:r>
      <w:r w:rsidRPr="002C64CF">
        <w:rPr>
          <w:b/>
          <w:sz w:val="22"/>
          <w:szCs w:val="22"/>
        </w:rPr>
        <w:t>most</w:t>
      </w:r>
      <w:r w:rsidRPr="002C64CF">
        <w:rPr>
          <w:sz w:val="22"/>
          <w:szCs w:val="22"/>
        </w:rPr>
        <w:t xml:space="preserve"> appropriate for cleaning surfaces in a laboratory where the surfaces may be contaminated with microbiological materials</w:t>
      </w:r>
      <w:r w:rsidR="00B5522F">
        <w:rPr>
          <w:sz w:val="22"/>
          <w:szCs w:val="22"/>
        </w:rPr>
        <w:t>?</w:t>
      </w:r>
    </w:p>
    <w:p w14:paraId="7E686A0F" w14:textId="4A284373" w:rsidR="00BB37C0" w:rsidRDefault="00BB37C0" w:rsidP="00BB37C0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1B0574">
        <w:rPr>
          <w:noProof/>
        </w:rPr>
        <w:t>3</w:t>
      </w:r>
      <w:r>
        <w:rPr>
          <w:noProof/>
        </w:rPr>
        <w:fldChar w:fldCharType="end"/>
      </w:r>
      <w:r>
        <w:t xml:space="preserve"> </w:t>
      </w:r>
      <w:r w:rsidRPr="003754B8">
        <w:t>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BB37C0" w14:paraId="7E686A12" w14:textId="77777777" w:rsidTr="004D051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7E686A10" w14:textId="77777777" w:rsidR="00BB37C0" w:rsidRDefault="00BB37C0" w:rsidP="004D0519">
            <w:pPr>
              <w:pStyle w:val="Body"/>
            </w:pPr>
            <w:r>
              <w:t>Answer choices</w:t>
            </w:r>
          </w:p>
        </w:tc>
        <w:tc>
          <w:tcPr>
            <w:tcW w:w="1410" w:type="dxa"/>
          </w:tcPr>
          <w:p w14:paraId="7E686A11" w14:textId="77777777" w:rsidR="00BB37C0" w:rsidRDefault="00BB37C0" w:rsidP="004D0519">
            <w:pPr>
              <w:pStyle w:val="Body"/>
            </w:pPr>
            <w:r>
              <w:t>Put X next to your answer</w:t>
            </w:r>
          </w:p>
        </w:tc>
      </w:tr>
      <w:tr w:rsidR="00BB37C0" w14:paraId="7E686A15" w14:textId="77777777" w:rsidTr="004D0519">
        <w:tc>
          <w:tcPr>
            <w:tcW w:w="7650" w:type="dxa"/>
          </w:tcPr>
          <w:p w14:paraId="7E686A13" w14:textId="77777777" w:rsidR="00BB37C0" w:rsidRPr="002C64CF" w:rsidRDefault="008D20EC" w:rsidP="009B2EB6">
            <w:pPr>
              <w:pStyle w:val="Body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2C64CF">
              <w:rPr>
                <w:sz w:val="22"/>
                <w:szCs w:val="22"/>
              </w:rPr>
              <w:t xml:space="preserve">Wiping with </w:t>
            </w:r>
            <w:r w:rsidR="00D85614" w:rsidRPr="002C64CF">
              <w:rPr>
                <w:sz w:val="22"/>
                <w:szCs w:val="22"/>
              </w:rPr>
              <w:t>paper towel</w:t>
            </w:r>
          </w:p>
        </w:tc>
        <w:tc>
          <w:tcPr>
            <w:tcW w:w="1410" w:type="dxa"/>
          </w:tcPr>
          <w:p w14:paraId="7E686A14" w14:textId="77777777" w:rsidR="00BB37C0" w:rsidRDefault="00BB37C0" w:rsidP="004D0519">
            <w:pPr>
              <w:pStyle w:val="Body"/>
              <w:jc w:val="center"/>
            </w:pPr>
          </w:p>
        </w:tc>
      </w:tr>
      <w:tr w:rsidR="00BB37C0" w14:paraId="7E686A18" w14:textId="77777777" w:rsidTr="004D0519">
        <w:tc>
          <w:tcPr>
            <w:tcW w:w="7650" w:type="dxa"/>
          </w:tcPr>
          <w:p w14:paraId="7E686A16" w14:textId="77777777" w:rsidR="00BB37C0" w:rsidRPr="002C64CF" w:rsidRDefault="008D20EC" w:rsidP="009B2EB6">
            <w:pPr>
              <w:pStyle w:val="Body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2C64CF">
              <w:rPr>
                <w:sz w:val="22"/>
                <w:szCs w:val="22"/>
              </w:rPr>
              <w:t>Using a sanitising agent with scrubbing of the surface</w:t>
            </w:r>
          </w:p>
        </w:tc>
        <w:tc>
          <w:tcPr>
            <w:tcW w:w="1410" w:type="dxa"/>
          </w:tcPr>
          <w:p w14:paraId="7E686A17" w14:textId="77777777" w:rsidR="00BB37C0" w:rsidRDefault="00BB37C0" w:rsidP="004D0519">
            <w:pPr>
              <w:pStyle w:val="Body"/>
              <w:jc w:val="center"/>
            </w:pPr>
          </w:p>
        </w:tc>
      </w:tr>
      <w:tr w:rsidR="00BB37C0" w14:paraId="7E686A1B" w14:textId="77777777" w:rsidTr="004D0519">
        <w:tc>
          <w:tcPr>
            <w:tcW w:w="7650" w:type="dxa"/>
          </w:tcPr>
          <w:p w14:paraId="7E686A19" w14:textId="77777777" w:rsidR="00BB37C0" w:rsidRPr="002C64CF" w:rsidRDefault="008D20EC" w:rsidP="009B2EB6">
            <w:pPr>
              <w:pStyle w:val="Body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2C64CF">
              <w:rPr>
                <w:sz w:val="22"/>
                <w:szCs w:val="22"/>
              </w:rPr>
              <w:t>Radiation of the surface with UV light</w:t>
            </w:r>
          </w:p>
        </w:tc>
        <w:tc>
          <w:tcPr>
            <w:tcW w:w="1410" w:type="dxa"/>
          </w:tcPr>
          <w:p w14:paraId="7E686A1A" w14:textId="77777777" w:rsidR="00BB37C0" w:rsidRDefault="00BB37C0" w:rsidP="004D0519">
            <w:pPr>
              <w:pStyle w:val="Body"/>
              <w:jc w:val="center"/>
            </w:pPr>
          </w:p>
        </w:tc>
      </w:tr>
      <w:tr w:rsidR="00BB37C0" w14:paraId="7E686A1E" w14:textId="77777777" w:rsidTr="004D0519">
        <w:tc>
          <w:tcPr>
            <w:tcW w:w="7650" w:type="dxa"/>
          </w:tcPr>
          <w:p w14:paraId="7E686A1C" w14:textId="77777777" w:rsidR="00BB37C0" w:rsidRPr="002C64CF" w:rsidRDefault="008D20EC" w:rsidP="009B2EB6">
            <w:pPr>
              <w:pStyle w:val="Body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2C64CF">
              <w:rPr>
                <w:sz w:val="22"/>
                <w:szCs w:val="22"/>
              </w:rPr>
              <w:t>A combination of b and c</w:t>
            </w:r>
          </w:p>
        </w:tc>
        <w:tc>
          <w:tcPr>
            <w:tcW w:w="1410" w:type="dxa"/>
          </w:tcPr>
          <w:p w14:paraId="7E686A1D" w14:textId="77777777" w:rsidR="00BB37C0" w:rsidRDefault="00BB37C0" w:rsidP="004D0519">
            <w:pPr>
              <w:pStyle w:val="Body"/>
              <w:jc w:val="center"/>
            </w:pPr>
          </w:p>
        </w:tc>
      </w:tr>
    </w:tbl>
    <w:p w14:paraId="7E686A20" w14:textId="237772BF" w:rsidR="00BB37C0" w:rsidRPr="00AF2E90" w:rsidRDefault="00BB37C0" w:rsidP="00BB37C0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</w:p>
    <w:p w14:paraId="7E686A21" w14:textId="19851955" w:rsidR="005752A4" w:rsidRPr="00AF2E90" w:rsidRDefault="00B5522F" w:rsidP="005C6AFE">
      <w:pPr>
        <w:pStyle w:val="Body"/>
        <w:numPr>
          <w:ilvl w:val="0"/>
          <w:numId w:val="5"/>
        </w:numPr>
        <w:ind w:left="284" w:hanging="284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Ethical behaviour in a </w:t>
      </w:r>
      <w:r w:rsidR="005752A4" w:rsidRPr="002C64CF">
        <w:rPr>
          <w:sz w:val="22"/>
          <w:szCs w:val="22"/>
        </w:rPr>
        <w:t xml:space="preserve">laboratory would </w:t>
      </w:r>
      <w:r w:rsidR="005752A4" w:rsidRPr="002C64CF">
        <w:rPr>
          <w:b/>
          <w:sz w:val="22"/>
          <w:szCs w:val="22"/>
        </w:rPr>
        <w:t xml:space="preserve">not </w:t>
      </w:r>
      <w:r w:rsidR="005752A4" w:rsidRPr="00AF2E90">
        <w:rPr>
          <w:sz w:val="22"/>
          <w:szCs w:val="22"/>
        </w:rPr>
        <w:t>include:</w:t>
      </w:r>
    </w:p>
    <w:p w14:paraId="7E686A22" w14:textId="13B02894" w:rsidR="005752A4" w:rsidRDefault="005752A4" w:rsidP="005752A4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1B0574">
        <w:rPr>
          <w:noProof/>
        </w:rPr>
        <w:t>4</w:t>
      </w:r>
      <w:r>
        <w:rPr>
          <w:noProof/>
        </w:rPr>
        <w:fldChar w:fldCharType="end"/>
      </w:r>
      <w:r>
        <w:t xml:space="preserve"> </w:t>
      </w:r>
      <w:r w:rsidRPr="003754B8">
        <w:t>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09"/>
        <w:gridCol w:w="1407"/>
      </w:tblGrid>
      <w:tr w:rsidR="005752A4" w14:paraId="7E686A25" w14:textId="77777777" w:rsidTr="004D051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09" w:type="dxa"/>
          </w:tcPr>
          <w:p w14:paraId="7E686A23" w14:textId="77777777" w:rsidR="005752A4" w:rsidRDefault="005752A4" w:rsidP="004D0519">
            <w:pPr>
              <w:pStyle w:val="Body"/>
            </w:pPr>
            <w:r>
              <w:t>Answer choices</w:t>
            </w:r>
          </w:p>
        </w:tc>
        <w:tc>
          <w:tcPr>
            <w:tcW w:w="1407" w:type="dxa"/>
          </w:tcPr>
          <w:p w14:paraId="7E686A24" w14:textId="77777777" w:rsidR="005752A4" w:rsidRDefault="005752A4" w:rsidP="004D0519">
            <w:pPr>
              <w:pStyle w:val="Body"/>
            </w:pPr>
            <w:r>
              <w:t>Put X next to your answer</w:t>
            </w:r>
          </w:p>
        </w:tc>
      </w:tr>
      <w:tr w:rsidR="005752A4" w14:paraId="7E686A28" w14:textId="77777777" w:rsidTr="004D0519">
        <w:tc>
          <w:tcPr>
            <w:tcW w:w="7609" w:type="dxa"/>
          </w:tcPr>
          <w:p w14:paraId="7E686A26" w14:textId="198258DD" w:rsidR="005752A4" w:rsidRPr="002C64CF" w:rsidRDefault="00B5522F" w:rsidP="005C6AFE">
            <w:pPr>
              <w:pStyle w:val="Body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</w:t>
            </w:r>
            <w:r w:rsidR="005752A4" w:rsidRPr="002C64CF">
              <w:rPr>
                <w:sz w:val="22"/>
                <w:szCs w:val="22"/>
              </w:rPr>
              <w:t xml:space="preserve">orking diligently and responsibly in accordance with </w:t>
            </w:r>
            <w:r w:rsidR="005C6AFE">
              <w:rPr>
                <w:sz w:val="22"/>
                <w:szCs w:val="22"/>
              </w:rPr>
              <w:t>laboratory</w:t>
            </w:r>
            <w:r w:rsidR="005752A4" w:rsidRPr="002C64CF">
              <w:rPr>
                <w:sz w:val="22"/>
                <w:szCs w:val="22"/>
              </w:rPr>
              <w:t xml:space="preserve"> policy and procedures</w:t>
            </w:r>
          </w:p>
        </w:tc>
        <w:tc>
          <w:tcPr>
            <w:tcW w:w="1407" w:type="dxa"/>
          </w:tcPr>
          <w:p w14:paraId="7E686A27" w14:textId="77777777" w:rsidR="005752A4" w:rsidRDefault="005752A4" w:rsidP="004D0519">
            <w:pPr>
              <w:pStyle w:val="Body"/>
              <w:jc w:val="center"/>
            </w:pPr>
          </w:p>
        </w:tc>
      </w:tr>
      <w:tr w:rsidR="005752A4" w14:paraId="7E686A2B" w14:textId="77777777" w:rsidTr="004D0519">
        <w:tc>
          <w:tcPr>
            <w:tcW w:w="7609" w:type="dxa"/>
          </w:tcPr>
          <w:p w14:paraId="7E686A29" w14:textId="70A7149E" w:rsidR="005752A4" w:rsidRPr="002C64CF" w:rsidRDefault="00B5522F" w:rsidP="009B2EB6">
            <w:pPr>
              <w:pStyle w:val="Body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</w:t>
            </w:r>
            <w:r w:rsidR="005752A4" w:rsidRPr="002C64CF">
              <w:rPr>
                <w:sz w:val="22"/>
                <w:szCs w:val="22"/>
              </w:rPr>
              <w:t>nsuring confidentiality of information, including client identification and test results</w:t>
            </w:r>
          </w:p>
        </w:tc>
        <w:tc>
          <w:tcPr>
            <w:tcW w:w="1407" w:type="dxa"/>
          </w:tcPr>
          <w:p w14:paraId="7E686A2A" w14:textId="77777777" w:rsidR="005752A4" w:rsidRDefault="005752A4" w:rsidP="004D0519">
            <w:pPr>
              <w:pStyle w:val="Body"/>
              <w:jc w:val="center"/>
            </w:pPr>
          </w:p>
        </w:tc>
      </w:tr>
      <w:tr w:rsidR="005752A4" w14:paraId="7E686A2E" w14:textId="77777777" w:rsidTr="004D0519">
        <w:tc>
          <w:tcPr>
            <w:tcW w:w="7609" w:type="dxa"/>
          </w:tcPr>
          <w:p w14:paraId="7E686A2C" w14:textId="084FAAB0" w:rsidR="005752A4" w:rsidRPr="002C64CF" w:rsidRDefault="00B5522F" w:rsidP="009B2EB6">
            <w:pPr>
              <w:pStyle w:val="Body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  <w:r w:rsidR="005752A4" w:rsidRPr="002C64CF">
              <w:rPr>
                <w:sz w:val="22"/>
                <w:szCs w:val="22"/>
              </w:rPr>
              <w:t>ltering the results of an analysis to ensure the test result was compliant</w:t>
            </w:r>
          </w:p>
        </w:tc>
        <w:tc>
          <w:tcPr>
            <w:tcW w:w="1407" w:type="dxa"/>
          </w:tcPr>
          <w:p w14:paraId="7E686A2D" w14:textId="77777777" w:rsidR="005752A4" w:rsidRDefault="005752A4" w:rsidP="004D0519">
            <w:pPr>
              <w:pStyle w:val="Body"/>
              <w:jc w:val="center"/>
            </w:pPr>
          </w:p>
        </w:tc>
      </w:tr>
      <w:tr w:rsidR="005752A4" w14:paraId="7E686A31" w14:textId="77777777" w:rsidTr="004D0519">
        <w:tc>
          <w:tcPr>
            <w:tcW w:w="7609" w:type="dxa"/>
          </w:tcPr>
          <w:p w14:paraId="7E686A2F" w14:textId="0074C0CA" w:rsidR="005752A4" w:rsidRPr="002C64CF" w:rsidRDefault="00B5522F" w:rsidP="009B2EB6">
            <w:pPr>
              <w:pStyle w:val="Body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  <w:r w:rsidR="005752A4" w:rsidRPr="002C64CF">
              <w:rPr>
                <w:sz w:val="22"/>
                <w:szCs w:val="22"/>
              </w:rPr>
              <w:t>ehaving honestly, respecting others and treating them with courtesy and impartiality</w:t>
            </w:r>
          </w:p>
        </w:tc>
        <w:tc>
          <w:tcPr>
            <w:tcW w:w="1407" w:type="dxa"/>
          </w:tcPr>
          <w:p w14:paraId="7E686A30" w14:textId="77777777" w:rsidR="005752A4" w:rsidRDefault="005752A4" w:rsidP="004D0519">
            <w:pPr>
              <w:pStyle w:val="Body"/>
              <w:jc w:val="center"/>
            </w:pPr>
          </w:p>
        </w:tc>
      </w:tr>
    </w:tbl>
    <w:p w14:paraId="7E686A32" w14:textId="77777777" w:rsidR="00BB37C0" w:rsidRDefault="00BB37C0" w:rsidP="00BB37C0">
      <w:pPr>
        <w:tabs>
          <w:tab w:val="clear" w:pos="284"/>
        </w:tabs>
        <w:spacing w:before="0" w:after="200" w:line="276" w:lineRule="auto"/>
      </w:pPr>
    </w:p>
    <w:p w14:paraId="7E686A33" w14:textId="6B03FBCD" w:rsidR="005752A4" w:rsidRPr="00C34AC8" w:rsidRDefault="005C6AFE" w:rsidP="005C6AFE">
      <w:pPr>
        <w:pStyle w:val="Body"/>
        <w:numPr>
          <w:ilvl w:val="0"/>
          <w:numId w:val="5"/>
        </w:numPr>
        <w:ind w:left="284" w:hanging="284"/>
        <w:rPr>
          <w:szCs w:val="24"/>
        </w:rPr>
      </w:pPr>
      <w:r>
        <w:rPr>
          <w:sz w:val="22"/>
          <w:szCs w:val="22"/>
        </w:rPr>
        <w:t>Sustainable</w:t>
      </w:r>
      <w:r w:rsidR="005752A4" w:rsidRPr="002C64CF">
        <w:rPr>
          <w:sz w:val="22"/>
          <w:szCs w:val="22"/>
        </w:rPr>
        <w:t xml:space="preserve"> practices that relate to a laboratory would </w:t>
      </w:r>
      <w:r w:rsidR="005752A4" w:rsidRPr="002C64CF">
        <w:rPr>
          <w:b/>
          <w:sz w:val="22"/>
          <w:szCs w:val="22"/>
        </w:rPr>
        <w:t>not</w:t>
      </w:r>
      <w:r w:rsidR="005752A4" w:rsidRPr="002C64CF">
        <w:rPr>
          <w:sz w:val="22"/>
          <w:szCs w:val="22"/>
        </w:rPr>
        <w:t xml:space="preserve"> include</w:t>
      </w:r>
      <w:r w:rsidR="005752A4" w:rsidRPr="00C34AC8">
        <w:rPr>
          <w:szCs w:val="24"/>
        </w:rPr>
        <w:t>:</w:t>
      </w:r>
    </w:p>
    <w:p w14:paraId="7E686A34" w14:textId="1351E5A8" w:rsidR="005752A4" w:rsidRDefault="005752A4" w:rsidP="005752A4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1B0574">
        <w:rPr>
          <w:noProof/>
        </w:rPr>
        <w:t>5</w:t>
      </w:r>
      <w:r>
        <w:rPr>
          <w:noProof/>
        </w:rPr>
        <w:fldChar w:fldCharType="end"/>
      </w:r>
      <w:r>
        <w:t xml:space="preserve"> </w:t>
      </w:r>
      <w:r w:rsidRPr="003754B8">
        <w:t>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09"/>
        <w:gridCol w:w="1407"/>
      </w:tblGrid>
      <w:tr w:rsidR="005752A4" w14:paraId="7E686A37" w14:textId="77777777" w:rsidTr="004D051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09" w:type="dxa"/>
          </w:tcPr>
          <w:p w14:paraId="7E686A35" w14:textId="77777777" w:rsidR="005752A4" w:rsidRDefault="005752A4" w:rsidP="004D0519">
            <w:pPr>
              <w:pStyle w:val="Body"/>
            </w:pPr>
            <w:r>
              <w:t>Answer choices</w:t>
            </w:r>
          </w:p>
        </w:tc>
        <w:tc>
          <w:tcPr>
            <w:tcW w:w="1407" w:type="dxa"/>
          </w:tcPr>
          <w:p w14:paraId="7E686A36" w14:textId="77777777" w:rsidR="005752A4" w:rsidRDefault="005752A4" w:rsidP="004D0519">
            <w:pPr>
              <w:pStyle w:val="Body"/>
            </w:pPr>
            <w:r>
              <w:t>Put X next to your answer</w:t>
            </w:r>
          </w:p>
        </w:tc>
      </w:tr>
      <w:tr w:rsidR="005752A4" w14:paraId="7E686A3A" w14:textId="77777777" w:rsidTr="004D0519">
        <w:tc>
          <w:tcPr>
            <w:tcW w:w="7609" w:type="dxa"/>
          </w:tcPr>
          <w:p w14:paraId="7E686A38" w14:textId="77777777" w:rsidR="005752A4" w:rsidRPr="002C64CF" w:rsidRDefault="005752A4" w:rsidP="009B2EB6">
            <w:pPr>
              <w:pStyle w:val="Body"/>
              <w:numPr>
                <w:ilvl w:val="0"/>
                <w:numId w:val="13"/>
              </w:numPr>
              <w:rPr>
                <w:sz w:val="22"/>
                <w:szCs w:val="22"/>
              </w:rPr>
            </w:pPr>
            <w:r w:rsidRPr="002C64CF">
              <w:rPr>
                <w:sz w:val="22"/>
                <w:szCs w:val="22"/>
              </w:rPr>
              <w:t>minimising waste</w:t>
            </w:r>
          </w:p>
        </w:tc>
        <w:tc>
          <w:tcPr>
            <w:tcW w:w="1407" w:type="dxa"/>
          </w:tcPr>
          <w:p w14:paraId="7E686A39" w14:textId="77777777" w:rsidR="005752A4" w:rsidRDefault="005752A4" w:rsidP="004D0519">
            <w:pPr>
              <w:pStyle w:val="Body"/>
              <w:jc w:val="center"/>
            </w:pPr>
          </w:p>
        </w:tc>
      </w:tr>
      <w:tr w:rsidR="005752A4" w14:paraId="7E686A3D" w14:textId="77777777" w:rsidTr="004D0519">
        <w:tc>
          <w:tcPr>
            <w:tcW w:w="7609" w:type="dxa"/>
          </w:tcPr>
          <w:p w14:paraId="7E686A3B" w14:textId="77777777" w:rsidR="005752A4" w:rsidRPr="002C64CF" w:rsidRDefault="005752A4" w:rsidP="009B2EB6">
            <w:pPr>
              <w:pStyle w:val="Body"/>
              <w:numPr>
                <w:ilvl w:val="0"/>
                <w:numId w:val="13"/>
              </w:numPr>
              <w:rPr>
                <w:sz w:val="22"/>
                <w:szCs w:val="22"/>
              </w:rPr>
            </w:pPr>
            <w:r w:rsidRPr="002C64CF">
              <w:rPr>
                <w:sz w:val="22"/>
                <w:szCs w:val="22"/>
              </w:rPr>
              <w:t>leaving computer screens on continually</w:t>
            </w:r>
          </w:p>
        </w:tc>
        <w:tc>
          <w:tcPr>
            <w:tcW w:w="1407" w:type="dxa"/>
          </w:tcPr>
          <w:p w14:paraId="7E686A3C" w14:textId="77777777" w:rsidR="005752A4" w:rsidRDefault="005752A4" w:rsidP="004D0519">
            <w:pPr>
              <w:pStyle w:val="Body"/>
              <w:jc w:val="center"/>
            </w:pPr>
          </w:p>
        </w:tc>
      </w:tr>
      <w:tr w:rsidR="005752A4" w14:paraId="7E686A40" w14:textId="77777777" w:rsidTr="004D0519">
        <w:tc>
          <w:tcPr>
            <w:tcW w:w="7609" w:type="dxa"/>
          </w:tcPr>
          <w:p w14:paraId="7E686A3E" w14:textId="77777777" w:rsidR="005752A4" w:rsidRPr="002C64CF" w:rsidRDefault="005752A4" w:rsidP="009B2EB6">
            <w:pPr>
              <w:pStyle w:val="Body"/>
              <w:numPr>
                <w:ilvl w:val="0"/>
                <w:numId w:val="13"/>
              </w:numPr>
              <w:rPr>
                <w:sz w:val="22"/>
                <w:szCs w:val="22"/>
              </w:rPr>
            </w:pPr>
            <w:r w:rsidRPr="002C64CF">
              <w:rPr>
                <w:sz w:val="22"/>
                <w:szCs w:val="22"/>
              </w:rPr>
              <w:t>turning off equipment when not in use</w:t>
            </w:r>
          </w:p>
        </w:tc>
        <w:tc>
          <w:tcPr>
            <w:tcW w:w="1407" w:type="dxa"/>
          </w:tcPr>
          <w:p w14:paraId="7E686A3F" w14:textId="77777777" w:rsidR="005752A4" w:rsidRDefault="005752A4" w:rsidP="004D0519">
            <w:pPr>
              <w:pStyle w:val="Body"/>
              <w:jc w:val="center"/>
            </w:pPr>
          </w:p>
        </w:tc>
      </w:tr>
      <w:tr w:rsidR="005752A4" w14:paraId="7E686A43" w14:textId="77777777" w:rsidTr="004D0519">
        <w:tc>
          <w:tcPr>
            <w:tcW w:w="7609" w:type="dxa"/>
          </w:tcPr>
          <w:p w14:paraId="7E686A41" w14:textId="77777777" w:rsidR="005752A4" w:rsidRPr="002C64CF" w:rsidRDefault="005752A4" w:rsidP="009B2EB6">
            <w:pPr>
              <w:pStyle w:val="Body"/>
              <w:numPr>
                <w:ilvl w:val="0"/>
                <w:numId w:val="13"/>
              </w:numPr>
              <w:rPr>
                <w:sz w:val="22"/>
                <w:szCs w:val="22"/>
              </w:rPr>
            </w:pPr>
            <w:r w:rsidRPr="002C64CF">
              <w:rPr>
                <w:sz w:val="22"/>
                <w:szCs w:val="22"/>
              </w:rPr>
              <w:t>regular cleaning of fume cupboard filters</w:t>
            </w:r>
          </w:p>
        </w:tc>
        <w:tc>
          <w:tcPr>
            <w:tcW w:w="1407" w:type="dxa"/>
          </w:tcPr>
          <w:p w14:paraId="7E686A42" w14:textId="77777777" w:rsidR="005752A4" w:rsidRDefault="005752A4" w:rsidP="004D0519">
            <w:pPr>
              <w:pStyle w:val="Body"/>
              <w:jc w:val="center"/>
            </w:pPr>
          </w:p>
        </w:tc>
      </w:tr>
    </w:tbl>
    <w:p w14:paraId="7E686A44" w14:textId="77777777" w:rsidR="005752A4" w:rsidRDefault="005752A4" w:rsidP="005752A4">
      <w:pPr>
        <w:pStyle w:val="Body"/>
        <w:ind w:left="720"/>
        <w:rPr>
          <w:sz w:val="22"/>
          <w:szCs w:val="22"/>
        </w:rPr>
      </w:pPr>
    </w:p>
    <w:p w14:paraId="7E686A45" w14:textId="77777777" w:rsidR="005752A4" w:rsidRDefault="005752A4">
      <w:pPr>
        <w:tabs>
          <w:tab w:val="clear" w:pos="284"/>
        </w:tabs>
        <w:spacing w:before="0" w:after="200" w:line="276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7E686A46" w14:textId="6913E7CF" w:rsidR="005752A4" w:rsidRPr="002C64CF" w:rsidRDefault="005752A4" w:rsidP="005C6AFE">
      <w:pPr>
        <w:pStyle w:val="Body"/>
        <w:numPr>
          <w:ilvl w:val="0"/>
          <w:numId w:val="5"/>
        </w:numPr>
        <w:ind w:left="284" w:hanging="284"/>
        <w:rPr>
          <w:sz w:val="22"/>
          <w:szCs w:val="22"/>
        </w:rPr>
      </w:pPr>
      <w:r w:rsidRPr="002C64CF">
        <w:rPr>
          <w:sz w:val="22"/>
          <w:szCs w:val="22"/>
        </w:rPr>
        <w:lastRenderedPageBreak/>
        <w:t xml:space="preserve">Field monitoring </w:t>
      </w:r>
      <w:r w:rsidR="00535ED5">
        <w:rPr>
          <w:sz w:val="22"/>
          <w:szCs w:val="22"/>
        </w:rPr>
        <w:t>could be undertaken for:</w:t>
      </w:r>
    </w:p>
    <w:p w14:paraId="7E686A47" w14:textId="21E21977" w:rsidR="005752A4" w:rsidRDefault="005752A4" w:rsidP="005752A4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1B0574">
        <w:rPr>
          <w:noProof/>
        </w:rPr>
        <w:t>6</w:t>
      </w:r>
      <w:r>
        <w:rPr>
          <w:noProof/>
        </w:rPr>
        <w:fldChar w:fldCharType="end"/>
      </w:r>
      <w:r>
        <w:t xml:space="preserve"> </w:t>
      </w:r>
      <w:r w:rsidRPr="003754B8">
        <w:t>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5752A4" w14:paraId="7E686A4A" w14:textId="77777777" w:rsidTr="004D051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7E686A48" w14:textId="77777777" w:rsidR="005752A4" w:rsidRDefault="005752A4" w:rsidP="004D0519">
            <w:pPr>
              <w:pStyle w:val="Body"/>
            </w:pPr>
            <w:r>
              <w:t>Answer choices</w:t>
            </w:r>
          </w:p>
        </w:tc>
        <w:tc>
          <w:tcPr>
            <w:tcW w:w="1410" w:type="dxa"/>
          </w:tcPr>
          <w:p w14:paraId="7E686A49" w14:textId="77777777" w:rsidR="005752A4" w:rsidRDefault="005752A4" w:rsidP="004D0519">
            <w:pPr>
              <w:pStyle w:val="Body"/>
            </w:pPr>
            <w:r>
              <w:t>Put X next to your answer</w:t>
            </w:r>
          </w:p>
        </w:tc>
      </w:tr>
      <w:tr w:rsidR="005752A4" w14:paraId="7E686A4D" w14:textId="77777777" w:rsidTr="004D0519">
        <w:tc>
          <w:tcPr>
            <w:tcW w:w="7650" w:type="dxa"/>
          </w:tcPr>
          <w:p w14:paraId="7E686A4B" w14:textId="1EA6EBA1" w:rsidR="005752A4" w:rsidRPr="002C64CF" w:rsidRDefault="00F63402" w:rsidP="009B2EB6">
            <w:pPr>
              <w:pStyle w:val="Body"/>
              <w:numPr>
                <w:ilvl w:val="0"/>
                <w:numId w:val="1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5752A4" w:rsidRPr="002C64CF">
              <w:rPr>
                <w:sz w:val="22"/>
                <w:szCs w:val="22"/>
              </w:rPr>
              <w:t>ompliance under a statutory requirement</w:t>
            </w:r>
          </w:p>
        </w:tc>
        <w:tc>
          <w:tcPr>
            <w:tcW w:w="1410" w:type="dxa"/>
          </w:tcPr>
          <w:p w14:paraId="7E686A4C" w14:textId="77777777" w:rsidR="005752A4" w:rsidRDefault="005752A4" w:rsidP="004D0519">
            <w:pPr>
              <w:pStyle w:val="Body"/>
              <w:jc w:val="center"/>
            </w:pPr>
          </w:p>
        </w:tc>
      </w:tr>
      <w:tr w:rsidR="005752A4" w14:paraId="7E686A50" w14:textId="77777777" w:rsidTr="004D0519">
        <w:tc>
          <w:tcPr>
            <w:tcW w:w="7650" w:type="dxa"/>
          </w:tcPr>
          <w:p w14:paraId="7E686A4E" w14:textId="264B4DAB" w:rsidR="005752A4" w:rsidRPr="002C64CF" w:rsidRDefault="005752A4" w:rsidP="009B2EB6">
            <w:pPr>
              <w:pStyle w:val="Body"/>
              <w:numPr>
                <w:ilvl w:val="0"/>
                <w:numId w:val="14"/>
              </w:numPr>
              <w:rPr>
                <w:sz w:val="22"/>
                <w:szCs w:val="22"/>
              </w:rPr>
            </w:pPr>
            <w:r w:rsidRPr="002C64CF">
              <w:rPr>
                <w:sz w:val="22"/>
                <w:szCs w:val="22"/>
              </w:rPr>
              <w:t>part of an environmental management plan</w:t>
            </w:r>
          </w:p>
        </w:tc>
        <w:tc>
          <w:tcPr>
            <w:tcW w:w="1410" w:type="dxa"/>
          </w:tcPr>
          <w:p w14:paraId="7E686A4F" w14:textId="77777777" w:rsidR="005752A4" w:rsidRDefault="005752A4" w:rsidP="004D0519">
            <w:pPr>
              <w:pStyle w:val="Body"/>
              <w:jc w:val="center"/>
            </w:pPr>
          </w:p>
        </w:tc>
      </w:tr>
      <w:tr w:rsidR="005752A4" w14:paraId="7E686A53" w14:textId="77777777" w:rsidTr="004D0519">
        <w:tc>
          <w:tcPr>
            <w:tcW w:w="7650" w:type="dxa"/>
          </w:tcPr>
          <w:p w14:paraId="7E686A51" w14:textId="7E1B8F3A" w:rsidR="005752A4" w:rsidRPr="002C64CF" w:rsidRDefault="00F63402" w:rsidP="009B2EB6">
            <w:pPr>
              <w:pStyle w:val="Body"/>
              <w:numPr>
                <w:ilvl w:val="0"/>
                <w:numId w:val="1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="005752A4" w:rsidRPr="002C64CF">
              <w:rPr>
                <w:sz w:val="22"/>
                <w:szCs w:val="22"/>
              </w:rPr>
              <w:t>onitoring a particular site following a sampling plan</w:t>
            </w:r>
          </w:p>
        </w:tc>
        <w:tc>
          <w:tcPr>
            <w:tcW w:w="1410" w:type="dxa"/>
          </w:tcPr>
          <w:p w14:paraId="7E686A52" w14:textId="77777777" w:rsidR="005752A4" w:rsidRDefault="005752A4" w:rsidP="004D0519">
            <w:pPr>
              <w:pStyle w:val="Body"/>
              <w:jc w:val="center"/>
            </w:pPr>
          </w:p>
        </w:tc>
      </w:tr>
      <w:tr w:rsidR="005752A4" w14:paraId="7E686A56" w14:textId="77777777" w:rsidTr="004D0519">
        <w:tc>
          <w:tcPr>
            <w:tcW w:w="7650" w:type="dxa"/>
          </w:tcPr>
          <w:p w14:paraId="7E686A54" w14:textId="731413E9" w:rsidR="005752A4" w:rsidRPr="002C64CF" w:rsidRDefault="00F63402" w:rsidP="009B2EB6">
            <w:pPr>
              <w:pStyle w:val="Body"/>
              <w:numPr>
                <w:ilvl w:val="0"/>
                <w:numId w:val="1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  <w:r w:rsidR="005752A4" w:rsidRPr="002C64CF">
              <w:rPr>
                <w:sz w:val="22"/>
                <w:szCs w:val="22"/>
              </w:rPr>
              <w:t>ll the above</w:t>
            </w:r>
          </w:p>
        </w:tc>
        <w:tc>
          <w:tcPr>
            <w:tcW w:w="1410" w:type="dxa"/>
          </w:tcPr>
          <w:p w14:paraId="7E686A55" w14:textId="77777777" w:rsidR="005752A4" w:rsidRDefault="005752A4" w:rsidP="004D0519">
            <w:pPr>
              <w:pStyle w:val="Body"/>
              <w:jc w:val="center"/>
            </w:pPr>
          </w:p>
        </w:tc>
      </w:tr>
    </w:tbl>
    <w:p w14:paraId="7E686A57" w14:textId="77777777" w:rsidR="005752A4" w:rsidRDefault="005752A4" w:rsidP="005752A4"/>
    <w:p w14:paraId="7E686A58" w14:textId="1E4E5EAA" w:rsidR="005752A4" w:rsidRPr="00C34AC8" w:rsidRDefault="00535ED5" w:rsidP="005C6AFE">
      <w:pPr>
        <w:pStyle w:val="Body"/>
        <w:numPr>
          <w:ilvl w:val="0"/>
          <w:numId w:val="5"/>
        </w:numPr>
        <w:ind w:left="284" w:hanging="284"/>
        <w:rPr>
          <w:szCs w:val="24"/>
        </w:rPr>
      </w:pPr>
      <w:r>
        <w:rPr>
          <w:sz w:val="22"/>
          <w:szCs w:val="22"/>
        </w:rPr>
        <w:t xml:space="preserve">A consultative approach to </w:t>
      </w:r>
      <w:r w:rsidR="005752A4" w:rsidRPr="002C64CF">
        <w:rPr>
          <w:sz w:val="22"/>
          <w:szCs w:val="22"/>
        </w:rPr>
        <w:t xml:space="preserve">WHS and environmental issues </w:t>
      </w:r>
      <w:r w:rsidR="005752A4" w:rsidRPr="002C64CF">
        <w:rPr>
          <w:b/>
          <w:sz w:val="22"/>
          <w:szCs w:val="22"/>
        </w:rPr>
        <w:t xml:space="preserve">does not </w:t>
      </w:r>
      <w:r w:rsidR="005752A4" w:rsidRPr="002C64CF">
        <w:rPr>
          <w:sz w:val="22"/>
          <w:szCs w:val="22"/>
        </w:rPr>
        <w:t>include</w:t>
      </w:r>
      <w:r w:rsidR="007974FE">
        <w:rPr>
          <w:szCs w:val="24"/>
        </w:rPr>
        <w:t>:</w:t>
      </w:r>
    </w:p>
    <w:p w14:paraId="7E686A59" w14:textId="5A1042F9" w:rsidR="005752A4" w:rsidRDefault="005752A4" w:rsidP="005752A4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1B0574">
        <w:rPr>
          <w:noProof/>
        </w:rPr>
        <w:t>7</w:t>
      </w:r>
      <w:r>
        <w:rPr>
          <w:noProof/>
        </w:rPr>
        <w:fldChar w:fldCharType="end"/>
      </w:r>
      <w:r>
        <w:t xml:space="preserve"> </w:t>
      </w:r>
      <w:r w:rsidRPr="003754B8">
        <w:t>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5752A4" w14:paraId="7E686A5C" w14:textId="77777777" w:rsidTr="004D051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7E686A5A" w14:textId="77777777" w:rsidR="005752A4" w:rsidRDefault="005752A4" w:rsidP="004D0519">
            <w:pPr>
              <w:pStyle w:val="Body"/>
            </w:pPr>
            <w:r>
              <w:t>Answer choices</w:t>
            </w:r>
          </w:p>
        </w:tc>
        <w:tc>
          <w:tcPr>
            <w:tcW w:w="1410" w:type="dxa"/>
          </w:tcPr>
          <w:p w14:paraId="7E686A5B" w14:textId="77777777" w:rsidR="005752A4" w:rsidRDefault="005752A4" w:rsidP="004D0519">
            <w:pPr>
              <w:pStyle w:val="Body"/>
            </w:pPr>
            <w:r>
              <w:t>Put X next to your answer</w:t>
            </w:r>
          </w:p>
        </w:tc>
      </w:tr>
      <w:tr w:rsidR="005752A4" w14:paraId="7E686A5F" w14:textId="77777777" w:rsidTr="004D0519">
        <w:tc>
          <w:tcPr>
            <w:tcW w:w="7650" w:type="dxa"/>
          </w:tcPr>
          <w:p w14:paraId="7E686A5D" w14:textId="541C733C" w:rsidR="005752A4" w:rsidRPr="002C64CF" w:rsidRDefault="00F63402" w:rsidP="009B2EB6">
            <w:pPr>
              <w:pStyle w:val="Body"/>
              <w:numPr>
                <w:ilvl w:val="0"/>
                <w:numId w:val="1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</w:t>
            </w:r>
            <w:r w:rsidR="005752A4" w:rsidRPr="002C64CF">
              <w:rPr>
                <w:sz w:val="22"/>
                <w:szCs w:val="22"/>
              </w:rPr>
              <w:t>nformation about existing or new issues</w:t>
            </w:r>
          </w:p>
        </w:tc>
        <w:tc>
          <w:tcPr>
            <w:tcW w:w="1410" w:type="dxa"/>
          </w:tcPr>
          <w:p w14:paraId="7E686A5E" w14:textId="77777777" w:rsidR="005752A4" w:rsidRDefault="005752A4" w:rsidP="004D0519">
            <w:pPr>
              <w:pStyle w:val="Body"/>
              <w:jc w:val="center"/>
            </w:pPr>
          </w:p>
        </w:tc>
      </w:tr>
      <w:tr w:rsidR="005752A4" w14:paraId="7E686A62" w14:textId="77777777" w:rsidTr="004D0519">
        <w:tc>
          <w:tcPr>
            <w:tcW w:w="7650" w:type="dxa"/>
          </w:tcPr>
          <w:p w14:paraId="7E686A60" w14:textId="02A80884" w:rsidR="005752A4" w:rsidRPr="002C64CF" w:rsidRDefault="00F63402" w:rsidP="009B2EB6">
            <w:pPr>
              <w:pStyle w:val="Body"/>
              <w:numPr>
                <w:ilvl w:val="0"/>
                <w:numId w:val="1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  <w:r w:rsidR="005752A4" w:rsidRPr="002C64CF">
              <w:rPr>
                <w:sz w:val="22"/>
                <w:szCs w:val="22"/>
              </w:rPr>
              <w:t>eing directed to follow a particular set of instructions with no scope for input and consultation</w:t>
            </w:r>
          </w:p>
        </w:tc>
        <w:tc>
          <w:tcPr>
            <w:tcW w:w="1410" w:type="dxa"/>
          </w:tcPr>
          <w:p w14:paraId="7E686A61" w14:textId="77777777" w:rsidR="005752A4" w:rsidRDefault="005752A4" w:rsidP="004D0519">
            <w:pPr>
              <w:pStyle w:val="Body"/>
              <w:jc w:val="center"/>
            </w:pPr>
          </w:p>
        </w:tc>
      </w:tr>
      <w:tr w:rsidR="005752A4" w14:paraId="7E686A65" w14:textId="77777777" w:rsidTr="004D0519">
        <w:tc>
          <w:tcPr>
            <w:tcW w:w="7650" w:type="dxa"/>
          </w:tcPr>
          <w:p w14:paraId="7E686A63" w14:textId="555EC672" w:rsidR="005752A4" w:rsidRPr="002C64CF" w:rsidRDefault="00F63402" w:rsidP="009B2EB6">
            <w:pPr>
              <w:pStyle w:val="Body"/>
              <w:numPr>
                <w:ilvl w:val="0"/>
                <w:numId w:val="1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</w:t>
            </w:r>
            <w:r w:rsidR="005752A4" w:rsidRPr="002C64CF">
              <w:rPr>
                <w:sz w:val="22"/>
                <w:szCs w:val="22"/>
              </w:rPr>
              <w:t>se of clear and understandable language and provision for non-English speaking and hearing-impaired people</w:t>
            </w:r>
          </w:p>
        </w:tc>
        <w:tc>
          <w:tcPr>
            <w:tcW w:w="1410" w:type="dxa"/>
          </w:tcPr>
          <w:p w14:paraId="7E686A64" w14:textId="77777777" w:rsidR="005752A4" w:rsidRDefault="005752A4" w:rsidP="004D0519">
            <w:pPr>
              <w:pStyle w:val="Body"/>
              <w:jc w:val="center"/>
            </w:pPr>
          </w:p>
        </w:tc>
      </w:tr>
      <w:tr w:rsidR="005752A4" w14:paraId="7E686A68" w14:textId="77777777" w:rsidTr="004D0519">
        <w:tc>
          <w:tcPr>
            <w:tcW w:w="7650" w:type="dxa"/>
          </w:tcPr>
          <w:p w14:paraId="7E686A66" w14:textId="31666B88" w:rsidR="005752A4" w:rsidRPr="002C64CF" w:rsidRDefault="00F63402" w:rsidP="009B2EB6">
            <w:pPr>
              <w:pStyle w:val="Body"/>
              <w:numPr>
                <w:ilvl w:val="0"/>
                <w:numId w:val="1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</w:t>
            </w:r>
            <w:r w:rsidR="005752A4" w:rsidRPr="002C64CF">
              <w:rPr>
                <w:sz w:val="22"/>
                <w:szCs w:val="22"/>
              </w:rPr>
              <w:t>ormal arrangements such as health and safety committees</w:t>
            </w:r>
          </w:p>
        </w:tc>
        <w:tc>
          <w:tcPr>
            <w:tcW w:w="1410" w:type="dxa"/>
          </w:tcPr>
          <w:p w14:paraId="7E686A67" w14:textId="77777777" w:rsidR="005752A4" w:rsidRDefault="005752A4" w:rsidP="004D0519">
            <w:pPr>
              <w:pStyle w:val="Body"/>
              <w:jc w:val="center"/>
            </w:pPr>
          </w:p>
        </w:tc>
      </w:tr>
    </w:tbl>
    <w:p w14:paraId="7E686A69" w14:textId="77777777" w:rsidR="00293FC9" w:rsidRDefault="00293FC9" w:rsidP="005752A4"/>
    <w:p w14:paraId="7E686A6B" w14:textId="6CC9DD17" w:rsidR="005752A4" w:rsidRDefault="00293FC9" w:rsidP="007974FE">
      <w:pPr>
        <w:tabs>
          <w:tab w:val="clear" w:pos="284"/>
        </w:tabs>
        <w:spacing w:before="0" w:after="200" w:line="276" w:lineRule="auto"/>
      </w:pPr>
      <w:r>
        <w:br w:type="page"/>
      </w:r>
    </w:p>
    <w:p w14:paraId="7E686A6C" w14:textId="6E4E9758" w:rsidR="005752A4" w:rsidRPr="002C64CF" w:rsidRDefault="005752A4" w:rsidP="005C6AFE">
      <w:pPr>
        <w:pStyle w:val="Body"/>
        <w:numPr>
          <w:ilvl w:val="0"/>
          <w:numId w:val="5"/>
        </w:numPr>
        <w:ind w:hanging="720"/>
        <w:rPr>
          <w:sz w:val="22"/>
          <w:szCs w:val="22"/>
        </w:rPr>
      </w:pPr>
      <w:r w:rsidRPr="002C64CF">
        <w:rPr>
          <w:sz w:val="22"/>
          <w:szCs w:val="22"/>
        </w:rPr>
        <w:lastRenderedPageBreak/>
        <w:t>Incidents related to a laboratory or fieldwork could include</w:t>
      </w:r>
      <w:r w:rsidR="00114BD2">
        <w:rPr>
          <w:sz w:val="22"/>
          <w:szCs w:val="22"/>
        </w:rPr>
        <w:t xml:space="preserve">: </w:t>
      </w:r>
    </w:p>
    <w:p w14:paraId="7E686A6D" w14:textId="63F611EE" w:rsidR="005752A4" w:rsidRDefault="005752A4" w:rsidP="005752A4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1B0574">
        <w:rPr>
          <w:noProof/>
        </w:rPr>
        <w:t>8</w:t>
      </w:r>
      <w:r>
        <w:rPr>
          <w:noProof/>
        </w:rPr>
        <w:fldChar w:fldCharType="end"/>
      </w:r>
      <w:r>
        <w:t xml:space="preserve"> </w:t>
      </w:r>
      <w:r w:rsidRPr="003754B8">
        <w:t>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09"/>
        <w:gridCol w:w="1407"/>
      </w:tblGrid>
      <w:tr w:rsidR="005752A4" w14:paraId="7E686A70" w14:textId="77777777" w:rsidTr="004D051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09" w:type="dxa"/>
          </w:tcPr>
          <w:p w14:paraId="7E686A6E" w14:textId="77777777" w:rsidR="005752A4" w:rsidRDefault="005752A4" w:rsidP="004D0519">
            <w:pPr>
              <w:pStyle w:val="Body"/>
            </w:pPr>
            <w:r>
              <w:t>Answer choices</w:t>
            </w:r>
          </w:p>
        </w:tc>
        <w:tc>
          <w:tcPr>
            <w:tcW w:w="1407" w:type="dxa"/>
          </w:tcPr>
          <w:p w14:paraId="7E686A6F" w14:textId="77777777" w:rsidR="005752A4" w:rsidRDefault="005752A4" w:rsidP="004D0519">
            <w:pPr>
              <w:pStyle w:val="Body"/>
            </w:pPr>
            <w:r>
              <w:t>Put X next to your answer</w:t>
            </w:r>
          </w:p>
        </w:tc>
      </w:tr>
      <w:tr w:rsidR="005752A4" w14:paraId="7E686A73" w14:textId="77777777" w:rsidTr="004D0519">
        <w:tc>
          <w:tcPr>
            <w:tcW w:w="7609" w:type="dxa"/>
          </w:tcPr>
          <w:p w14:paraId="7E686A71" w14:textId="2BCFDE35" w:rsidR="005752A4" w:rsidRPr="002C64CF" w:rsidRDefault="00114BD2" w:rsidP="009B2EB6">
            <w:pPr>
              <w:pStyle w:val="Body"/>
              <w:numPr>
                <w:ilvl w:val="0"/>
                <w:numId w:val="1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</w:t>
            </w:r>
            <w:r w:rsidR="007974FE">
              <w:rPr>
                <w:sz w:val="22"/>
                <w:szCs w:val="22"/>
              </w:rPr>
              <w:t>mergency situations such as</w:t>
            </w:r>
            <w:r w:rsidR="005752A4" w:rsidRPr="002C64CF">
              <w:rPr>
                <w:sz w:val="22"/>
                <w:szCs w:val="22"/>
              </w:rPr>
              <w:t xml:space="preserve"> fire, bomb threat, security threat and explosion</w:t>
            </w:r>
          </w:p>
        </w:tc>
        <w:tc>
          <w:tcPr>
            <w:tcW w:w="1407" w:type="dxa"/>
          </w:tcPr>
          <w:p w14:paraId="7E686A72" w14:textId="77777777" w:rsidR="005752A4" w:rsidRDefault="005752A4" w:rsidP="004D0519">
            <w:pPr>
              <w:pStyle w:val="Body"/>
              <w:jc w:val="center"/>
            </w:pPr>
          </w:p>
        </w:tc>
      </w:tr>
      <w:tr w:rsidR="005752A4" w14:paraId="7E686A76" w14:textId="77777777" w:rsidTr="004D0519">
        <w:tc>
          <w:tcPr>
            <w:tcW w:w="7609" w:type="dxa"/>
          </w:tcPr>
          <w:p w14:paraId="7E686A74" w14:textId="4C04065D" w:rsidR="005752A4" w:rsidRPr="002C64CF" w:rsidRDefault="00114BD2" w:rsidP="009B2EB6">
            <w:pPr>
              <w:pStyle w:val="Body"/>
              <w:numPr>
                <w:ilvl w:val="0"/>
                <w:numId w:val="1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  <w:r w:rsidR="005752A4" w:rsidRPr="002C64CF">
              <w:rPr>
                <w:sz w:val="22"/>
                <w:szCs w:val="22"/>
              </w:rPr>
              <w:t>iological, chemical or radioactive spills</w:t>
            </w:r>
          </w:p>
        </w:tc>
        <w:tc>
          <w:tcPr>
            <w:tcW w:w="1407" w:type="dxa"/>
          </w:tcPr>
          <w:p w14:paraId="7E686A75" w14:textId="77777777" w:rsidR="005752A4" w:rsidRDefault="005752A4" w:rsidP="004D0519">
            <w:pPr>
              <w:pStyle w:val="Body"/>
              <w:jc w:val="center"/>
            </w:pPr>
          </w:p>
        </w:tc>
      </w:tr>
      <w:tr w:rsidR="005752A4" w14:paraId="7E686A79" w14:textId="77777777" w:rsidTr="004D0519">
        <w:tc>
          <w:tcPr>
            <w:tcW w:w="7609" w:type="dxa"/>
          </w:tcPr>
          <w:p w14:paraId="7E686A77" w14:textId="7A754505" w:rsidR="005752A4" w:rsidRPr="002C64CF" w:rsidRDefault="007974FE" w:rsidP="005C6AFE">
            <w:pPr>
              <w:pStyle w:val="Body"/>
              <w:numPr>
                <w:ilvl w:val="0"/>
                <w:numId w:val="1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injuries</w:t>
            </w:r>
            <w:r w:rsidR="005752A4" w:rsidRPr="002C64CF">
              <w:rPr>
                <w:sz w:val="22"/>
                <w:szCs w:val="22"/>
              </w:rPr>
              <w:t>, such as cutting, stabbing, puncturing, crushing, immersion in water, suffocation, snake bite, hypothermia, burns allergic reactions and assaults</w:t>
            </w:r>
          </w:p>
        </w:tc>
        <w:tc>
          <w:tcPr>
            <w:tcW w:w="1407" w:type="dxa"/>
          </w:tcPr>
          <w:p w14:paraId="7E686A78" w14:textId="77777777" w:rsidR="005752A4" w:rsidRDefault="005752A4" w:rsidP="004D0519">
            <w:pPr>
              <w:pStyle w:val="Body"/>
              <w:jc w:val="center"/>
            </w:pPr>
          </w:p>
        </w:tc>
      </w:tr>
      <w:tr w:rsidR="005752A4" w14:paraId="7E686A7C" w14:textId="77777777" w:rsidTr="004D0519">
        <w:tc>
          <w:tcPr>
            <w:tcW w:w="7609" w:type="dxa"/>
          </w:tcPr>
          <w:p w14:paraId="7E686A7A" w14:textId="72903170" w:rsidR="005752A4" w:rsidRPr="002C64CF" w:rsidRDefault="00114BD2" w:rsidP="009B2EB6">
            <w:pPr>
              <w:pStyle w:val="Body"/>
              <w:numPr>
                <w:ilvl w:val="0"/>
                <w:numId w:val="1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  <w:r w:rsidR="005752A4" w:rsidRPr="002C64CF">
              <w:rPr>
                <w:sz w:val="22"/>
                <w:szCs w:val="22"/>
              </w:rPr>
              <w:t>ll of the above</w:t>
            </w:r>
          </w:p>
        </w:tc>
        <w:tc>
          <w:tcPr>
            <w:tcW w:w="1407" w:type="dxa"/>
          </w:tcPr>
          <w:p w14:paraId="7E686A7B" w14:textId="77777777" w:rsidR="005752A4" w:rsidRDefault="005752A4" w:rsidP="004D0519">
            <w:pPr>
              <w:pStyle w:val="Body"/>
              <w:jc w:val="center"/>
            </w:pPr>
          </w:p>
        </w:tc>
      </w:tr>
    </w:tbl>
    <w:p w14:paraId="7E686A7D" w14:textId="77777777" w:rsidR="005752A4" w:rsidRDefault="005752A4" w:rsidP="00BB37C0">
      <w:pPr>
        <w:tabs>
          <w:tab w:val="clear" w:pos="284"/>
        </w:tabs>
        <w:spacing w:before="0" w:after="200" w:line="276" w:lineRule="auto"/>
      </w:pPr>
    </w:p>
    <w:p w14:paraId="7E686A7E" w14:textId="1E58D8A8" w:rsidR="00D979E3" w:rsidRPr="002C64CF" w:rsidRDefault="00D979E3" w:rsidP="005C6AFE">
      <w:pPr>
        <w:pStyle w:val="ListParagraph"/>
        <w:numPr>
          <w:ilvl w:val="0"/>
          <w:numId w:val="5"/>
        </w:numPr>
        <w:tabs>
          <w:tab w:val="clear" w:pos="284"/>
        </w:tabs>
        <w:spacing w:before="0" w:after="200" w:line="276" w:lineRule="auto"/>
        <w:ind w:left="284" w:hanging="284"/>
        <w:rPr>
          <w:sz w:val="22"/>
          <w:szCs w:val="22"/>
        </w:rPr>
      </w:pPr>
      <w:r w:rsidRPr="002C64CF">
        <w:rPr>
          <w:sz w:val="22"/>
          <w:szCs w:val="22"/>
        </w:rPr>
        <w:t xml:space="preserve">Which of these would </w:t>
      </w:r>
      <w:r w:rsidRPr="002C64CF">
        <w:rPr>
          <w:b/>
          <w:sz w:val="22"/>
          <w:szCs w:val="22"/>
        </w:rPr>
        <w:t>not</w:t>
      </w:r>
      <w:r w:rsidRPr="002C64CF">
        <w:rPr>
          <w:sz w:val="22"/>
          <w:szCs w:val="22"/>
        </w:rPr>
        <w:t xml:space="preserve"> be considered an appropriate reason for regular stocktake of laboratory resources (equipment and reagents)</w:t>
      </w:r>
      <w:r w:rsidR="007974FE">
        <w:rPr>
          <w:sz w:val="22"/>
          <w:szCs w:val="22"/>
        </w:rPr>
        <w:t>?</w:t>
      </w:r>
    </w:p>
    <w:p w14:paraId="7E686A7F" w14:textId="2FF0092F" w:rsidR="00BB37C0" w:rsidRDefault="00BB37C0" w:rsidP="00BB37C0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1B0574">
        <w:rPr>
          <w:noProof/>
        </w:rPr>
        <w:t>9</w:t>
      </w:r>
      <w:r>
        <w:rPr>
          <w:noProof/>
        </w:rPr>
        <w:fldChar w:fldCharType="end"/>
      </w:r>
      <w:r>
        <w:t xml:space="preserve"> </w:t>
      </w:r>
      <w:r w:rsidRPr="003754B8">
        <w:t>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BB37C0" w14:paraId="7E686A82" w14:textId="77777777" w:rsidTr="004D051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7E686A80" w14:textId="77777777" w:rsidR="00BB37C0" w:rsidRDefault="00BB37C0" w:rsidP="004D0519">
            <w:pPr>
              <w:pStyle w:val="Body"/>
            </w:pPr>
            <w:r>
              <w:t>Answer choices</w:t>
            </w:r>
          </w:p>
        </w:tc>
        <w:tc>
          <w:tcPr>
            <w:tcW w:w="1410" w:type="dxa"/>
          </w:tcPr>
          <w:p w14:paraId="7E686A81" w14:textId="77777777" w:rsidR="00BB37C0" w:rsidRDefault="00BB37C0" w:rsidP="004D0519">
            <w:pPr>
              <w:pStyle w:val="Body"/>
            </w:pPr>
            <w:r>
              <w:t>Put X next to your answer</w:t>
            </w:r>
          </w:p>
        </w:tc>
      </w:tr>
      <w:tr w:rsidR="00BB37C0" w14:paraId="7E686A85" w14:textId="77777777" w:rsidTr="004D0519">
        <w:tc>
          <w:tcPr>
            <w:tcW w:w="7650" w:type="dxa"/>
          </w:tcPr>
          <w:p w14:paraId="7E686A83" w14:textId="19DF0507" w:rsidR="00BB37C0" w:rsidRPr="002C64CF" w:rsidRDefault="007974FE" w:rsidP="009B2EB6">
            <w:pPr>
              <w:pStyle w:val="Body"/>
              <w:numPr>
                <w:ilvl w:val="0"/>
                <w:numId w:val="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To </w:t>
            </w:r>
            <w:r w:rsidR="00114BD2">
              <w:rPr>
                <w:sz w:val="22"/>
                <w:szCs w:val="22"/>
              </w:rPr>
              <w:t>e</w:t>
            </w:r>
            <w:r w:rsidR="00D979E3" w:rsidRPr="002C64CF">
              <w:rPr>
                <w:sz w:val="22"/>
                <w:szCs w:val="22"/>
              </w:rPr>
              <w:t>nsu</w:t>
            </w:r>
            <w:r w:rsidR="004D0519" w:rsidRPr="002C64CF">
              <w:rPr>
                <w:sz w:val="22"/>
                <w:szCs w:val="22"/>
              </w:rPr>
              <w:t>re there are ade</w:t>
            </w:r>
            <w:r w:rsidR="005C6AFE">
              <w:rPr>
                <w:sz w:val="22"/>
                <w:szCs w:val="22"/>
              </w:rPr>
              <w:t>quate supplies for expected</w:t>
            </w:r>
            <w:r w:rsidR="004D0519" w:rsidRPr="002C64CF">
              <w:rPr>
                <w:sz w:val="22"/>
                <w:szCs w:val="22"/>
              </w:rPr>
              <w:t xml:space="preserve"> requirements</w:t>
            </w:r>
          </w:p>
        </w:tc>
        <w:tc>
          <w:tcPr>
            <w:tcW w:w="1410" w:type="dxa"/>
          </w:tcPr>
          <w:p w14:paraId="7E686A84" w14:textId="77777777" w:rsidR="00BB37C0" w:rsidRDefault="00BB37C0" w:rsidP="004D0519">
            <w:pPr>
              <w:pStyle w:val="Body"/>
              <w:jc w:val="center"/>
            </w:pPr>
          </w:p>
        </w:tc>
      </w:tr>
      <w:tr w:rsidR="00BB37C0" w14:paraId="7E686A88" w14:textId="77777777" w:rsidTr="004D0519">
        <w:tc>
          <w:tcPr>
            <w:tcW w:w="7650" w:type="dxa"/>
          </w:tcPr>
          <w:p w14:paraId="7E686A86" w14:textId="2FA590C5" w:rsidR="00BB37C0" w:rsidRPr="002C64CF" w:rsidRDefault="007974FE" w:rsidP="00BE6ECD">
            <w:pPr>
              <w:pStyle w:val="Body"/>
              <w:numPr>
                <w:ilvl w:val="0"/>
                <w:numId w:val="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To </w:t>
            </w:r>
            <w:r w:rsidR="00BE6ECD" w:rsidRPr="002C64CF">
              <w:rPr>
                <w:sz w:val="22"/>
                <w:szCs w:val="22"/>
              </w:rPr>
              <w:t>identify</w:t>
            </w:r>
            <w:r w:rsidR="00AB7994" w:rsidRPr="002C64CF">
              <w:rPr>
                <w:sz w:val="22"/>
                <w:szCs w:val="22"/>
              </w:rPr>
              <w:t xml:space="preserve"> who is putting items away inappropriately</w:t>
            </w:r>
          </w:p>
        </w:tc>
        <w:tc>
          <w:tcPr>
            <w:tcW w:w="1410" w:type="dxa"/>
          </w:tcPr>
          <w:p w14:paraId="7E686A87" w14:textId="77777777" w:rsidR="00BB37C0" w:rsidRDefault="00BB37C0" w:rsidP="004D0519">
            <w:pPr>
              <w:pStyle w:val="Body"/>
              <w:jc w:val="center"/>
            </w:pPr>
          </w:p>
        </w:tc>
      </w:tr>
      <w:tr w:rsidR="00BB37C0" w14:paraId="7E686A8B" w14:textId="77777777" w:rsidTr="004D0519">
        <w:tc>
          <w:tcPr>
            <w:tcW w:w="7650" w:type="dxa"/>
          </w:tcPr>
          <w:p w14:paraId="7E686A89" w14:textId="7AA930AA" w:rsidR="00BB37C0" w:rsidRPr="002C64CF" w:rsidRDefault="007974FE" w:rsidP="009B2EB6">
            <w:pPr>
              <w:pStyle w:val="Body"/>
              <w:numPr>
                <w:ilvl w:val="0"/>
                <w:numId w:val="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To </w:t>
            </w:r>
            <w:r w:rsidR="004D0519" w:rsidRPr="002C64CF">
              <w:rPr>
                <w:sz w:val="22"/>
                <w:szCs w:val="22"/>
              </w:rPr>
              <w:t>check for out of date materials</w:t>
            </w:r>
          </w:p>
        </w:tc>
        <w:tc>
          <w:tcPr>
            <w:tcW w:w="1410" w:type="dxa"/>
          </w:tcPr>
          <w:p w14:paraId="7E686A8A" w14:textId="77777777" w:rsidR="00BB37C0" w:rsidRDefault="00BB37C0" w:rsidP="004D0519">
            <w:pPr>
              <w:pStyle w:val="Body"/>
              <w:jc w:val="center"/>
            </w:pPr>
          </w:p>
        </w:tc>
      </w:tr>
      <w:tr w:rsidR="00BB37C0" w14:paraId="7E686A8E" w14:textId="77777777" w:rsidTr="004D0519">
        <w:tc>
          <w:tcPr>
            <w:tcW w:w="7650" w:type="dxa"/>
          </w:tcPr>
          <w:p w14:paraId="7E686A8C" w14:textId="663FCF19" w:rsidR="00BB37C0" w:rsidRPr="002C64CF" w:rsidRDefault="007974FE" w:rsidP="009B2EB6">
            <w:pPr>
              <w:pStyle w:val="Body"/>
              <w:numPr>
                <w:ilvl w:val="0"/>
                <w:numId w:val="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To </w:t>
            </w:r>
            <w:r w:rsidR="004D0519" w:rsidRPr="002C64CF">
              <w:rPr>
                <w:sz w:val="22"/>
                <w:szCs w:val="22"/>
              </w:rPr>
              <w:t>ensure chemicals are stored correctly</w:t>
            </w:r>
          </w:p>
        </w:tc>
        <w:tc>
          <w:tcPr>
            <w:tcW w:w="1410" w:type="dxa"/>
          </w:tcPr>
          <w:p w14:paraId="7E686A8D" w14:textId="77777777" w:rsidR="00BB37C0" w:rsidRDefault="00BB37C0" w:rsidP="004D0519">
            <w:pPr>
              <w:pStyle w:val="Body"/>
              <w:jc w:val="center"/>
            </w:pPr>
          </w:p>
        </w:tc>
      </w:tr>
    </w:tbl>
    <w:p w14:paraId="7E686A8F" w14:textId="77777777" w:rsidR="00BB37C0" w:rsidRDefault="00BB37C0" w:rsidP="00BB37C0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</w:p>
    <w:p w14:paraId="7E686A90" w14:textId="6BEF430C" w:rsidR="00AB7994" w:rsidRPr="002C64CF" w:rsidRDefault="00BE6ECD" w:rsidP="000C5472">
      <w:pPr>
        <w:pStyle w:val="Caption"/>
        <w:keepNext/>
        <w:numPr>
          <w:ilvl w:val="0"/>
          <w:numId w:val="5"/>
        </w:numPr>
        <w:ind w:left="284" w:hanging="284"/>
        <w:rPr>
          <w:color w:val="auto"/>
          <w:sz w:val="22"/>
          <w:szCs w:val="22"/>
        </w:rPr>
      </w:pPr>
      <w:r w:rsidRPr="002C64CF">
        <w:rPr>
          <w:color w:val="auto"/>
          <w:sz w:val="22"/>
          <w:szCs w:val="22"/>
        </w:rPr>
        <w:lastRenderedPageBreak/>
        <w:t xml:space="preserve">Which of these would be classified as inappropriate storage of stock </w:t>
      </w:r>
      <w:r w:rsidR="00C34AC8" w:rsidRPr="002C64CF">
        <w:rPr>
          <w:color w:val="auto"/>
          <w:sz w:val="22"/>
          <w:szCs w:val="22"/>
        </w:rPr>
        <w:t xml:space="preserve">(reagents and/or </w:t>
      </w:r>
      <w:r w:rsidRPr="002C64CF">
        <w:rPr>
          <w:color w:val="auto"/>
          <w:sz w:val="22"/>
          <w:szCs w:val="22"/>
        </w:rPr>
        <w:t>equipment)</w:t>
      </w:r>
      <w:r w:rsidR="007974FE">
        <w:rPr>
          <w:color w:val="auto"/>
          <w:sz w:val="22"/>
          <w:szCs w:val="22"/>
        </w:rPr>
        <w:t>?</w:t>
      </w:r>
    </w:p>
    <w:p w14:paraId="7E686A91" w14:textId="4838EBCF" w:rsidR="00BB37C0" w:rsidRDefault="00BB37C0" w:rsidP="00BB37C0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1B0574">
        <w:rPr>
          <w:noProof/>
        </w:rPr>
        <w:t>10</w:t>
      </w:r>
      <w:r>
        <w:rPr>
          <w:noProof/>
        </w:rPr>
        <w:fldChar w:fldCharType="end"/>
      </w:r>
      <w:r>
        <w:t xml:space="preserve"> </w:t>
      </w:r>
      <w:r w:rsidRPr="003754B8">
        <w:t>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BB37C0" w14:paraId="7E686A94" w14:textId="77777777" w:rsidTr="004D051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7E686A92" w14:textId="77777777" w:rsidR="00BB37C0" w:rsidRDefault="00BB37C0" w:rsidP="004D0519">
            <w:pPr>
              <w:pStyle w:val="Body"/>
            </w:pPr>
            <w:r>
              <w:t>Answer choices</w:t>
            </w:r>
          </w:p>
        </w:tc>
        <w:tc>
          <w:tcPr>
            <w:tcW w:w="1410" w:type="dxa"/>
          </w:tcPr>
          <w:p w14:paraId="7E686A93" w14:textId="77777777" w:rsidR="00BB37C0" w:rsidRDefault="00BB37C0" w:rsidP="004D0519">
            <w:pPr>
              <w:pStyle w:val="Body"/>
            </w:pPr>
            <w:r>
              <w:t>Put X next to your answer</w:t>
            </w:r>
          </w:p>
        </w:tc>
      </w:tr>
      <w:tr w:rsidR="00BB37C0" w14:paraId="7E686A97" w14:textId="77777777" w:rsidTr="004D0519">
        <w:tc>
          <w:tcPr>
            <w:tcW w:w="7650" w:type="dxa"/>
          </w:tcPr>
          <w:p w14:paraId="7E686A95" w14:textId="77777777" w:rsidR="00BB37C0" w:rsidRPr="002C64CF" w:rsidRDefault="00BE6ECD" w:rsidP="009B2EB6">
            <w:pPr>
              <w:pStyle w:val="Body"/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2C64CF">
              <w:rPr>
                <w:sz w:val="22"/>
                <w:szCs w:val="22"/>
              </w:rPr>
              <w:t>Reagents stored alphabetically in their various classes</w:t>
            </w:r>
          </w:p>
        </w:tc>
        <w:tc>
          <w:tcPr>
            <w:tcW w:w="1410" w:type="dxa"/>
          </w:tcPr>
          <w:p w14:paraId="7E686A96" w14:textId="77777777" w:rsidR="00BB37C0" w:rsidRDefault="00BB37C0" w:rsidP="004D0519">
            <w:pPr>
              <w:pStyle w:val="Body"/>
              <w:jc w:val="center"/>
            </w:pPr>
          </w:p>
        </w:tc>
      </w:tr>
      <w:tr w:rsidR="00BB37C0" w14:paraId="7E686A9A" w14:textId="77777777" w:rsidTr="004D0519">
        <w:tc>
          <w:tcPr>
            <w:tcW w:w="7650" w:type="dxa"/>
          </w:tcPr>
          <w:p w14:paraId="7E686A98" w14:textId="77777777" w:rsidR="00BB37C0" w:rsidRPr="002C64CF" w:rsidRDefault="00BE6ECD" w:rsidP="009B2EB6">
            <w:pPr>
              <w:pStyle w:val="Body"/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2C64CF">
              <w:rPr>
                <w:sz w:val="22"/>
                <w:szCs w:val="22"/>
              </w:rPr>
              <w:t>Large volumes of poisonous material stored on work benches</w:t>
            </w:r>
          </w:p>
        </w:tc>
        <w:tc>
          <w:tcPr>
            <w:tcW w:w="1410" w:type="dxa"/>
          </w:tcPr>
          <w:p w14:paraId="7E686A99" w14:textId="77777777" w:rsidR="00BB37C0" w:rsidRDefault="00BB37C0" w:rsidP="004D0519">
            <w:pPr>
              <w:pStyle w:val="Body"/>
              <w:jc w:val="center"/>
            </w:pPr>
          </w:p>
        </w:tc>
      </w:tr>
      <w:tr w:rsidR="00BB37C0" w14:paraId="7E686A9D" w14:textId="77777777" w:rsidTr="004D0519">
        <w:tc>
          <w:tcPr>
            <w:tcW w:w="7650" w:type="dxa"/>
          </w:tcPr>
          <w:p w14:paraId="7E686A9B" w14:textId="77777777" w:rsidR="00BB37C0" w:rsidRPr="002C64CF" w:rsidRDefault="00BE6ECD" w:rsidP="009B2EB6">
            <w:pPr>
              <w:pStyle w:val="Body"/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2C64CF">
              <w:rPr>
                <w:sz w:val="22"/>
                <w:szCs w:val="22"/>
              </w:rPr>
              <w:t>Flammable liquids stored in a flammable liquid cupboard</w:t>
            </w:r>
          </w:p>
        </w:tc>
        <w:tc>
          <w:tcPr>
            <w:tcW w:w="1410" w:type="dxa"/>
          </w:tcPr>
          <w:p w14:paraId="7E686A9C" w14:textId="77777777" w:rsidR="00BB37C0" w:rsidRDefault="00BB37C0" w:rsidP="004D0519">
            <w:pPr>
              <w:pStyle w:val="Body"/>
              <w:jc w:val="center"/>
            </w:pPr>
          </w:p>
        </w:tc>
      </w:tr>
      <w:tr w:rsidR="00BB37C0" w14:paraId="7E686AA0" w14:textId="77777777" w:rsidTr="004D0519">
        <w:tc>
          <w:tcPr>
            <w:tcW w:w="7650" w:type="dxa"/>
          </w:tcPr>
          <w:p w14:paraId="7E686A9E" w14:textId="2855D60C" w:rsidR="00BB37C0" w:rsidRPr="002C64CF" w:rsidRDefault="00BE6ECD" w:rsidP="00114BD2">
            <w:pPr>
              <w:pStyle w:val="Body"/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2C64CF">
              <w:rPr>
                <w:sz w:val="22"/>
                <w:szCs w:val="22"/>
              </w:rPr>
              <w:t xml:space="preserve">Large containers stored on the </w:t>
            </w:r>
            <w:r w:rsidR="00114BD2">
              <w:rPr>
                <w:sz w:val="22"/>
                <w:szCs w:val="22"/>
              </w:rPr>
              <w:t xml:space="preserve">bottom </w:t>
            </w:r>
            <w:r w:rsidRPr="002C64CF">
              <w:rPr>
                <w:sz w:val="22"/>
                <w:szCs w:val="22"/>
              </w:rPr>
              <w:t>shelves</w:t>
            </w:r>
          </w:p>
        </w:tc>
        <w:tc>
          <w:tcPr>
            <w:tcW w:w="1410" w:type="dxa"/>
          </w:tcPr>
          <w:p w14:paraId="7E686A9F" w14:textId="77777777" w:rsidR="00BB37C0" w:rsidRDefault="00BB37C0" w:rsidP="004D0519">
            <w:pPr>
              <w:pStyle w:val="Body"/>
              <w:jc w:val="center"/>
            </w:pPr>
          </w:p>
        </w:tc>
      </w:tr>
    </w:tbl>
    <w:p w14:paraId="7E686AA1" w14:textId="77777777" w:rsidR="00BB37C0" w:rsidRDefault="00BB37C0" w:rsidP="00BB37C0">
      <w:pPr>
        <w:tabs>
          <w:tab w:val="clear" w:pos="284"/>
        </w:tabs>
        <w:spacing w:before="0" w:after="200" w:line="276" w:lineRule="auto"/>
      </w:pPr>
    </w:p>
    <w:p w14:paraId="7E686AA2" w14:textId="2295D72D" w:rsidR="00BB37C0" w:rsidRDefault="00BE6ECD" w:rsidP="000C5472">
      <w:pPr>
        <w:pStyle w:val="ListParagraph"/>
        <w:numPr>
          <w:ilvl w:val="0"/>
          <w:numId w:val="5"/>
        </w:numPr>
        <w:tabs>
          <w:tab w:val="clear" w:pos="284"/>
        </w:tabs>
        <w:spacing w:before="0" w:after="200" w:line="276" w:lineRule="auto"/>
        <w:ind w:left="426" w:hanging="426"/>
      </w:pPr>
      <w:r w:rsidRPr="002C64CF">
        <w:rPr>
          <w:sz w:val="22"/>
          <w:szCs w:val="22"/>
        </w:rPr>
        <w:t>Which of the following would be inappropriate for a chemical store</w:t>
      </w:r>
      <w:r w:rsidR="007974FE">
        <w:t>?</w:t>
      </w:r>
    </w:p>
    <w:p w14:paraId="7E686AA3" w14:textId="466CE3C9" w:rsidR="00BB37C0" w:rsidRDefault="00BB37C0" w:rsidP="00BB37C0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1B0574">
        <w:rPr>
          <w:noProof/>
        </w:rPr>
        <w:t>11</w:t>
      </w:r>
      <w:r>
        <w:rPr>
          <w:noProof/>
        </w:rPr>
        <w:fldChar w:fldCharType="end"/>
      </w:r>
      <w:r>
        <w:t xml:space="preserve"> </w:t>
      </w:r>
      <w:r w:rsidRPr="003754B8">
        <w:t>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BB37C0" w14:paraId="7E686AA6" w14:textId="77777777" w:rsidTr="004D051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7E686AA4" w14:textId="77777777" w:rsidR="00BB37C0" w:rsidRDefault="00BB37C0" w:rsidP="004D0519">
            <w:pPr>
              <w:pStyle w:val="Body"/>
            </w:pPr>
            <w:r>
              <w:t>Answer choices</w:t>
            </w:r>
          </w:p>
        </w:tc>
        <w:tc>
          <w:tcPr>
            <w:tcW w:w="1410" w:type="dxa"/>
          </w:tcPr>
          <w:p w14:paraId="7E686AA5" w14:textId="77777777" w:rsidR="00BB37C0" w:rsidRDefault="00BB37C0" w:rsidP="004D0519">
            <w:pPr>
              <w:pStyle w:val="Body"/>
            </w:pPr>
            <w:r>
              <w:t>Put X next to your answer</w:t>
            </w:r>
          </w:p>
        </w:tc>
      </w:tr>
      <w:tr w:rsidR="00BB37C0" w14:paraId="7E686AA9" w14:textId="77777777" w:rsidTr="004D0519">
        <w:tc>
          <w:tcPr>
            <w:tcW w:w="7650" w:type="dxa"/>
          </w:tcPr>
          <w:p w14:paraId="7E686AA7" w14:textId="77777777" w:rsidR="00BB37C0" w:rsidRPr="002C64CF" w:rsidRDefault="00BE6ECD" w:rsidP="009B2EB6">
            <w:pPr>
              <w:pStyle w:val="Body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2C64CF">
              <w:rPr>
                <w:sz w:val="22"/>
                <w:szCs w:val="22"/>
              </w:rPr>
              <w:t>A lockable poison cupboard</w:t>
            </w:r>
          </w:p>
        </w:tc>
        <w:tc>
          <w:tcPr>
            <w:tcW w:w="1410" w:type="dxa"/>
          </w:tcPr>
          <w:p w14:paraId="7E686AA8" w14:textId="77777777" w:rsidR="00BB37C0" w:rsidRDefault="00BB37C0" w:rsidP="004D0519">
            <w:pPr>
              <w:pStyle w:val="Body"/>
              <w:jc w:val="center"/>
            </w:pPr>
          </w:p>
        </w:tc>
      </w:tr>
      <w:tr w:rsidR="00BB37C0" w14:paraId="7E686AAC" w14:textId="77777777" w:rsidTr="004D0519">
        <w:tc>
          <w:tcPr>
            <w:tcW w:w="7650" w:type="dxa"/>
          </w:tcPr>
          <w:p w14:paraId="7E686AAA" w14:textId="77777777" w:rsidR="00BB37C0" w:rsidRPr="002C64CF" w:rsidRDefault="00BE6ECD" w:rsidP="009B2EB6">
            <w:pPr>
              <w:pStyle w:val="Body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2C64CF">
              <w:rPr>
                <w:sz w:val="22"/>
                <w:szCs w:val="22"/>
              </w:rPr>
              <w:t>Fire-proof cupboard for volatile, flammable liquids</w:t>
            </w:r>
          </w:p>
        </w:tc>
        <w:tc>
          <w:tcPr>
            <w:tcW w:w="1410" w:type="dxa"/>
          </w:tcPr>
          <w:p w14:paraId="7E686AAB" w14:textId="77777777" w:rsidR="00BB37C0" w:rsidRDefault="00BB37C0" w:rsidP="004D0519">
            <w:pPr>
              <w:pStyle w:val="Body"/>
              <w:jc w:val="center"/>
            </w:pPr>
          </w:p>
        </w:tc>
      </w:tr>
      <w:tr w:rsidR="00BB37C0" w14:paraId="7E686AAF" w14:textId="77777777" w:rsidTr="004D0519">
        <w:tc>
          <w:tcPr>
            <w:tcW w:w="7650" w:type="dxa"/>
          </w:tcPr>
          <w:p w14:paraId="7E686AAD" w14:textId="77777777" w:rsidR="00BB37C0" w:rsidRPr="002C64CF" w:rsidRDefault="00BE6ECD" w:rsidP="009B2EB6">
            <w:pPr>
              <w:pStyle w:val="Body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2C64CF">
              <w:rPr>
                <w:sz w:val="22"/>
                <w:szCs w:val="22"/>
              </w:rPr>
              <w:t>An unventilated room</w:t>
            </w:r>
          </w:p>
        </w:tc>
        <w:tc>
          <w:tcPr>
            <w:tcW w:w="1410" w:type="dxa"/>
          </w:tcPr>
          <w:p w14:paraId="7E686AAE" w14:textId="77777777" w:rsidR="00BB37C0" w:rsidRDefault="00BB37C0" w:rsidP="004D0519">
            <w:pPr>
              <w:pStyle w:val="Body"/>
              <w:jc w:val="center"/>
            </w:pPr>
          </w:p>
        </w:tc>
      </w:tr>
      <w:tr w:rsidR="00BB37C0" w14:paraId="7E686AB2" w14:textId="77777777" w:rsidTr="004D0519">
        <w:tc>
          <w:tcPr>
            <w:tcW w:w="7650" w:type="dxa"/>
          </w:tcPr>
          <w:p w14:paraId="7E686AB0" w14:textId="77777777" w:rsidR="00BB37C0" w:rsidRPr="002C64CF" w:rsidRDefault="00BE6ECD" w:rsidP="00BE6ECD">
            <w:pPr>
              <w:pStyle w:val="Body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2C64CF">
              <w:rPr>
                <w:sz w:val="22"/>
                <w:szCs w:val="22"/>
              </w:rPr>
              <w:t>Offsite storage for large amounts of hazardous materials</w:t>
            </w:r>
          </w:p>
        </w:tc>
        <w:tc>
          <w:tcPr>
            <w:tcW w:w="1410" w:type="dxa"/>
          </w:tcPr>
          <w:p w14:paraId="7E686AB1" w14:textId="77777777" w:rsidR="00BB37C0" w:rsidRDefault="00BB37C0" w:rsidP="004D0519">
            <w:pPr>
              <w:pStyle w:val="Body"/>
              <w:jc w:val="center"/>
            </w:pPr>
          </w:p>
        </w:tc>
      </w:tr>
    </w:tbl>
    <w:p w14:paraId="7E686AB3" w14:textId="77777777" w:rsidR="004D0519" w:rsidRDefault="007E4A0D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</w:p>
    <w:p w14:paraId="7E686AB4" w14:textId="105A65AA" w:rsidR="004D0519" w:rsidRPr="00570A50" w:rsidRDefault="007D2DB5" w:rsidP="004D0519">
      <w:pPr>
        <w:pStyle w:val="Heading2"/>
        <w:rPr>
          <w:b w:val="0"/>
        </w:rPr>
      </w:pPr>
      <w:r>
        <w:lastRenderedPageBreak/>
        <w:t xml:space="preserve">Part 2: </w:t>
      </w:r>
      <w:r w:rsidR="007E4A0D" w:rsidRPr="000412B1">
        <w:t>True or false</w:t>
      </w:r>
      <w:r w:rsidR="00570A50">
        <w:t xml:space="preserve"> </w:t>
      </w:r>
      <w:r w:rsidR="00570A50" w:rsidRPr="00B71C3A">
        <w:rPr>
          <w:b w:val="0"/>
          <w:sz w:val="28"/>
          <w:szCs w:val="28"/>
        </w:rPr>
        <w:t>(Questions 11- 20)</w:t>
      </w:r>
    </w:p>
    <w:p w14:paraId="7E686AB5" w14:textId="77777777" w:rsidR="004D0519" w:rsidRPr="00C34AC8" w:rsidRDefault="007E4A0D" w:rsidP="004D0519">
      <w:pPr>
        <w:rPr>
          <w:szCs w:val="24"/>
          <w:lang w:eastAsia="en-AU"/>
        </w:rPr>
      </w:pPr>
      <w:r w:rsidRPr="002C64CF">
        <w:rPr>
          <w:sz w:val="22"/>
          <w:szCs w:val="22"/>
          <w:lang w:eastAsia="en-AU"/>
        </w:rPr>
        <w:t xml:space="preserve">Read the question and then write </w:t>
      </w:r>
      <w:r w:rsidRPr="002C64CF">
        <w:rPr>
          <w:b/>
          <w:sz w:val="22"/>
          <w:szCs w:val="22"/>
          <w:lang w:eastAsia="en-AU"/>
        </w:rPr>
        <w:t>True</w:t>
      </w:r>
      <w:r w:rsidRPr="002C64CF">
        <w:rPr>
          <w:sz w:val="22"/>
          <w:szCs w:val="22"/>
          <w:lang w:eastAsia="en-AU"/>
        </w:rPr>
        <w:t xml:space="preserve"> or </w:t>
      </w:r>
      <w:r w:rsidRPr="002C64CF">
        <w:rPr>
          <w:b/>
          <w:sz w:val="22"/>
          <w:szCs w:val="22"/>
          <w:lang w:eastAsia="en-AU"/>
        </w:rPr>
        <w:t>False</w:t>
      </w:r>
      <w:r w:rsidRPr="002C64CF">
        <w:rPr>
          <w:sz w:val="22"/>
          <w:szCs w:val="22"/>
          <w:lang w:eastAsia="en-AU"/>
        </w:rPr>
        <w:t xml:space="preserve"> in the space provided</w:t>
      </w:r>
      <w:r w:rsidRPr="00C34AC8">
        <w:rPr>
          <w:szCs w:val="24"/>
          <w:lang w:eastAsia="en-AU"/>
        </w:rPr>
        <w:t>.</w:t>
      </w:r>
    </w:p>
    <w:p w14:paraId="7E686AB6" w14:textId="093D5947" w:rsidR="004D0519" w:rsidRDefault="007E4A0D" w:rsidP="004D0519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1B0574">
        <w:rPr>
          <w:noProof/>
        </w:rPr>
        <w:t>12</w:t>
      </w:r>
      <w:r>
        <w:rPr>
          <w:noProof/>
        </w:rPr>
        <w:fldChar w:fldCharType="end"/>
      </w:r>
      <w:r>
        <w:t xml:space="preserve"> </w:t>
      </w:r>
      <w:r w:rsidRPr="003E3D52">
        <w:t>True or false</w:t>
      </w:r>
    </w:p>
    <w:tbl>
      <w:tblPr>
        <w:tblStyle w:val="TableGrid"/>
        <w:tblW w:w="0" w:type="auto"/>
        <w:tblLook w:val="04A0" w:firstRow="1" w:lastRow="0" w:firstColumn="1" w:lastColumn="0" w:noHBand="0" w:noVBand="1"/>
        <w:tblDescription w:val="True or false"/>
      </w:tblPr>
      <w:tblGrid>
        <w:gridCol w:w="7366"/>
        <w:gridCol w:w="1694"/>
      </w:tblGrid>
      <w:tr w:rsidR="00D61F57" w14:paraId="7E686AB9" w14:textId="77777777" w:rsidTr="00D61F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</w:tcPr>
          <w:p w14:paraId="7E686AB7" w14:textId="77777777" w:rsidR="004D0519" w:rsidRDefault="007E4A0D" w:rsidP="004D0519">
            <w:pPr>
              <w:pStyle w:val="Body"/>
            </w:pPr>
            <w:r>
              <w:t>Question</w:t>
            </w:r>
          </w:p>
        </w:tc>
        <w:tc>
          <w:tcPr>
            <w:tcW w:w="1694" w:type="dxa"/>
          </w:tcPr>
          <w:p w14:paraId="7E686AB8" w14:textId="77777777" w:rsidR="004D0519" w:rsidRDefault="007E4A0D" w:rsidP="004D0519">
            <w:pPr>
              <w:pStyle w:val="Body"/>
            </w:pPr>
            <w:r>
              <w:t xml:space="preserve">Write </w:t>
            </w:r>
            <w:r w:rsidRPr="005C3B1E">
              <w:rPr>
                <w:i/>
              </w:rPr>
              <w:t>True</w:t>
            </w:r>
            <w:r>
              <w:t xml:space="preserve"> or </w:t>
            </w:r>
            <w:r w:rsidRPr="005C3B1E">
              <w:rPr>
                <w:i/>
              </w:rPr>
              <w:t>False</w:t>
            </w:r>
          </w:p>
        </w:tc>
      </w:tr>
      <w:tr w:rsidR="00D61F57" w14:paraId="7E686ABC" w14:textId="77777777" w:rsidTr="00D61F57">
        <w:tc>
          <w:tcPr>
            <w:tcW w:w="7366" w:type="dxa"/>
          </w:tcPr>
          <w:p w14:paraId="7E686ABA" w14:textId="17611B03" w:rsidR="004D0519" w:rsidRPr="002C64CF" w:rsidRDefault="00B71C3A" w:rsidP="000C5472">
            <w:pPr>
              <w:pStyle w:val="Body"/>
              <w:numPr>
                <w:ilvl w:val="0"/>
                <w:numId w:val="21"/>
              </w:numPr>
              <w:ind w:hanging="5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Sterilisation is</w:t>
            </w:r>
            <w:r w:rsidR="008D20EC" w:rsidRPr="002C64CF">
              <w:rPr>
                <w:sz w:val="22"/>
                <w:szCs w:val="22"/>
              </w:rPr>
              <w:t xml:space="preserve"> the destruction of all micro-organisms on a surface</w:t>
            </w:r>
            <w:r w:rsidR="007C1238">
              <w:rPr>
                <w:sz w:val="22"/>
                <w:szCs w:val="22"/>
              </w:rPr>
              <w:t>.</w:t>
            </w:r>
          </w:p>
        </w:tc>
        <w:tc>
          <w:tcPr>
            <w:tcW w:w="1694" w:type="dxa"/>
          </w:tcPr>
          <w:p w14:paraId="7E686ABB" w14:textId="77777777" w:rsidR="004D0519" w:rsidRDefault="004D0519" w:rsidP="004D0519">
            <w:pPr>
              <w:pStyle w:val="Body"/>
              <w:jc w:val="center"/>
            </w:pPr>
          </w:p>
        </w:tc>
      </w:tr>
      <w:tr w:rsidR="00D61F57" w14:paraId="7E686ABF" w14:textId="77777777" w:rsidTr="00D61F57">
        <w:tc>
          <w:tcPr>
            <w:tcW w:w="7366" w:type="dxa"/>
          </w:tcPr>
          <w:p w14:paraId="7E686ABD" w14:textId="4B7E6704" w:rsidR="004D0519" w:rsidRPr="002C64CF" w:rsidRDefault="00D979E3" w:rsidP="000C5472">
            <w:pPr>
              <w:pStyle w:val="Body"/>
              <w:numPr>
                <w:ilvl w:val="0"/>
                <w:numId w:val="21"/>
              </w:numPr>
              <w:ind w:hanging="553"/>
              <w:rPr>
                <w:sz w:val="22"/>
                <w:szCs w:val="22"/>
              </w:rPr>
            </w:pPr>
            <w:r w:rsidRPr="002C64CF">
              <w:rPr>
                <w:sz w:val="22"/>
                <w:szCs w:val="22"/>
              </w:rPr>
              <w:t xml:space="preserve">An SDS is an important document that </w:t>
            </w:r>
            <w:r w:rsidR="0009475A">
              <w:rPr>
                <w:sz w:val="22"/>
                <w:szCs w:val="22"/>
              </w:rPr>
              <w:t xml:space="preserve">contains </w:t>
            </w:r>
            <w:r w:rsidRPr="002C64CF">
              <w:rPr>
                <w:sz w:val="22"/>
                <w:szCs w:val="22"/>
              </w:rPr>
              <w:t>information on the clean-up o</w:t>
            </w:r>
            <w:r w:rsidR="007C1238">
              <w:rPr>
                <w:sz w:val="22"/>
                <w:szCs w:val="22"/>
              </w:rPr>
              <w:t>f spills of hazardous materials.</w:t>
            </w:r>
          </w:p>
        </w:tc>
        <w:tc>
          <w:tcPr>
            <w:tcW w:w="1694" w:type="dxa"/>
          </w:tcPr>
          <w:p w14:paraId="7E686ABE" w14:textId="77777777" w:rsidR="004D0519" w:rsidRDefault="004D0519" w:rsidP="004D0519">
            <w:pPr>
              <w:pStyle w:val="Body"/>
              <w:jc w:val="center"/>
            </w:pPr>
          </w:p>
        </w:tc>
      </w:tr>
      <w:tr w:rsidR="00D61F57" w14:paraId="7E686AC2" w14:textId="77777777" w:rsidTr="00D61F57">
        <w:tc>
          <w:tcPr>
            <w:tcW w:w="7366" w:type="dxa"/>
          </w:tcPr>
          <w:p w14:paraId="7E686AC0" w14:textId="4B6D05BE" w:rsidR="004D0519" w:rsidRPr="002C64CF" w:rsidRDefault="00D979E3" w:rsidP="000C5472">
            <w:pPr>
              <w:pStyle w:val="Body"/>
              <w:numPr>
                <w:ilvl w:val="0"/>
                <w:numId w:val="21"/>
              </w:numPr>
              <w:ind w:hanging="553"/>
              <w:rPr>
                <w:sz w:val="22"/>
                <w:szCs w:val="22"/>
              </w:rPr>
            </w:pPr>
            <w:r w:rsidRPr="002C64CF">
              <w:rPr>
                <w:sz w:val="22"/>
                <w:szCs w:val="22"/>
              </w:rPr>
              <w:t>M</w:t>
            </w:r>
            <w:r w:rsidR="00B71C3A">
              <w:rPr>
                <w:sz w:val="22"/>
                <w:szCs w:val="22"/>
              </w:rPr>
              <w:t>inimising environmental impact should consider</w:t>
            </w:r>
            <w:r w:rsidRPr="002C64CF">
              <w:rPr>
                <w:sz w:val="22"/>
                <w:szCs w:val="22"/>
              </w:rPr>
              <w:t xml:space="preserve"> the </w:t>
            </w:r>
            <w:r w:rsidR="00B71C3A">
              <w:rPr>
                <w:sz w:val="22"/>
                <w:szCs w:val="22"/>
              </w:rPr>
              <w:t>effect</w:t>
            </w:r>
            <w:r w:rsidRPr="002C64CF">
              <w:rPr>
                <w:sz w:val="22"/>
                <w:szCs w:val="22"/>
              </w:rPr>
              <w:t xml:space="preserve"> of movement of vehicles in the field</w:t>
            </w:r>
            <w:r w:rsidR="007C1238">
              <w:rPr>
                <w:sz w:val="22"/>
                <w:szCs w:val="22"/>
              </w:rPr>
              <w:t>.</w:t>
            </w:r>
          </w:p>
        </w:tc>
        <w:tc>
          <w:tcPr>
            <w:tcW w:w="1694" w:type="dxa"/>
          </w:tcPr>
          <w:p w14:paraId="7E686AC1" w14:textId="77777777" w:rsidR="004D0519" w:rsidRDefault="004D0519" w:rsidP="004D0519">
            <w:pPr>
              <w:pStyle w:val="Body"/>
              <w:jc w:val="center"/>
            </w:pPr>
          </w:p>
        </w:tc>
      </w:tr>
      <w:tr w:rsidR="00D61F57" w14:paraId="7E686AC5" w14:textId="77777777" w:rsidTr="00D61F57">
        <w:tc>
          <w:tcPr>
            <w:tcW w:w="7366" w:type="dxa"/>
          </w:tcPr>
          <w:p w14:paraId="7E686AC3" w14:textId="40AFDE00" w:rsidR="004D0519" w:rsidRPr="002C64CF" w:rsidRDefault="00D979E3" w:rsidP="000C5472">
            <w:pPr>
              <w:pStyle w:val="Body"/>
              <w:numPr>
                <w:ilvl w:val="0"/>
                <w:numId w:val="21"/>
              </w:numPr>
              <w:ind w:hanging="553"/>
              <w:rPr>
                <w:sz w:val="22"/>
                <w:szCs w:val="22"/>
              </w:rPr>
            </w:pPr>
            <w:r w:rsidRPr="002C64CF">
              <w:rPr>
                <w:sz w:val="22"/>
                <w:szCs w:val="22"/>
              </w:rPr>
              <w:t xml:space="preserve">When completing fieldwork reporting abnormal emissions or discharges would be considered as part of the legal and ethical requirements of the </w:t>
            </w:r>
            <w:r w:rsidR="000C5472">
              <w:rPr>
                <w:sz w:val="22"/>
                <w:szCs w:val="22"/>
              </w:rPr>
              <w:t>tas</w:t>
            </w:r>
            <w:r w:rsidRPr="002C64CF">
              <w:rPr>
                <w:sz w:val="22"/>
                <w:szCs w:val="22"/>
              </w:rPr>
              <w:t>k</w:t>
            </w:r>
            <w:r w:rsidR="007C1238">
              <w:rPr>
                <w:sz w:val="22"/>
                <w:szCs w:val="22"/>
              </w:rPr>
              <w:t>.</w:t>
            </w:r>
          </w:p>
        </w:tc>
        <w:tc>
          <w:tcPr>
            <w:tcW w:w="1694" w:type="dxa"/>
          </w:tcPr>
          <w:p w14:paraId="7E686AC4" w14:textId="77777777" w:rsidR="004D0519" w:rsidRDefault="004D0519" w:rsidP="004D0519">
            <w:pPr>
              <w:pStyle w:val="Body"/>
              <w:jc w:val="center"/>
            </w:pPr>
          </w:p>
        </w:tc>
      </w:tr>
      <w:tr w:rsidR="00D979E3" w14:paraId="7E686AC8" w14:textId="77777777" w:rsidTr="00D61F57">
        <w:tc>
          <w:tcPr>
            <w:tcW w:w="7366" w:type="dxa"/>
          </w:tcPr>
          <w:p w14:paraId="7E686AC6" w14:textId="6547111B" w:rsidR="00D979E3" w:rsidRPr="002C64CF" w:rsidRDefault="00D979E3" w:rsidP="000C5472">
            <w:pPr>
              <w:pStyle w:val="Body"/>
              <w:numPr>
                <w:ilvl w:val="0"/>
                <w:numId w:val="22"/>
              </w:numPr>
              <w:ind w:hanging="553"/>
              <w:rPr>
                <w:sz w:val="22"/>
                <w:szCs w:val="22"/>
              </w:rPr>
            </w:pPr>
            <w:r w:rsidRPr="002C64CF">
              <w:rPr>
                <w:sz w:val="22"/>
                <w:szCs w:val="22"/>
              </w:rPr>
              <w:t>The purpose of paperwork for WHS and environmental incidents is not to blame but to determine how avoid the situation occurring again in the future</w:t>
            </w:r>
            <w:r w:rsidR="007C1238">
              <w:rPr>
                <w:sz w:val="22"/>
                <w:szCs w:val="22"/>
              </w:rPr>
              <w:t>.</w:t>
            </w:r>
          </w:p>
        </w:tc>
        <w:tc>
          <w:tcPr>
            <w:tcW w:w="1694" w:type="dxa"/>
          </w:tcPr>
          <w:p w14:paraId="7E686AC7" w14:textId="77777777" w:rsidR="00D979E3" w:rsidRDefault="00D979E3" w:rsidP="004D0519">
            <w:pPr>
              <w:pStyle w:val="Body"/>
              <w:jc w:val="center"/>
            </w:pPr>
          </w:p>
        </w:tc>
      </w:tr>
      <w:tr w:rsidR="00D979E3" w14:paraId="7E686ACB" w14:textId="77777777" w:rsidTr="00D61F57">
        <w:tc>
          <w:tcPr>
            <w:tcW w:w="7366" w:type="dxa"/>
          </w:tcPr>
          <w:p w14:paraId="7E686AC9" w14:textId="6E2E1582" w:rsidR="00D979E3" w:rsidRPr="002C64CF" w:rsidRDefault="00D979E3" w:rsidP="000C5472">
            <w:pPr>
              <w:pStyle w:val="Body"/>
              <w:numPr>
                <w:ilvl w:val="0"/>
                <w:numId w:val="22"/>
              </w:numPr>
              <w:ind w:hanging="553"/>
              <w:rPr>
                <w:sz w:val="22"/>
                <w:szCs w:val="22"/>
              </w:rPr>
            </w:pPr>
            <w:r w:rsidRPr="002C64CF">
              <w:rPr>
                <w:sz w:val="22"/>
                <w:szCs w:val="22"/>
              </w:rPr>
              <w:t>Visitors to a laboratory are not required to wear any personnel protective equipment as they w</w:t>
            </w:r>
            <w:r w:rsidR="007C1238">
              <w:rPr>
                <w:sz w:val="22"/>
                <w:szCs w:val="22"/>
              </w:rPr>
              <w:t>ill not be undertaking any task.</w:t>
            </w:r>
          </w:p>
        </w:tc>
        <w:tc>
          <w:tcPr>
            <w:tcW w:w="1694" w:type="dxa"/>
          </w:tcPr>
          <w:p w14:paraId="7E686ACA" w14:textId="77777777" w:rsidR="00D979E3" w:rsidRDefault="00D979E3" w:rsidP="004D0519">
            <w:pPr>
              <w:pStyle w:val="Body"/>
              <w:jc w:val="center"/>
            </w:pPr>
          </w:p>
        </w:tc>
      </w:tr>
      <w:tr w:rsidR="00D979E3" w14:paraId="7E686ACE" w14:textId="77777777" w:rsidTr="00D61F57">
        <w:tc>
          <w:tcPr>
            <w:tcW w:w="7366" w:type="dxa"/>
          </w:tcPr>
          <w:p w14:paraId="7E686ACC" w14:textId="329D2F21" w:rsidR="00D979E3" w:rsidRPr="002C64CF" w:rsidRDefault="00D979E3" w:rsidP="000C5472">
            <w:pPr>
              <w:pStyle w:val="Body"/>
              <w:numPr>
                <w:ilvl w:val="0"/>
                <w:numId w:val="22"/>
              </w:numPr>
              <w:ind w:hanging="553"/>
              <w:rPr>
                <w:sz w:val="22"/>
                <w:szCs w:val="22"/>
              </w:rPr>
            </w:pPr>
            <w:r w:rsidRPr="002C64CF">
              <w:rPr>
                <w:sz w:val="22"/>
                <w:szCs w:val="22"/>
              </w:rPr>
              <w:t>The hazardous chemical register for a worksite must be available to all workers involved in the use, storage and handling of haza</w:t>
            </w:r>
            <w:r w:rsidR="003D7DA9">
              <w:rPr>
                <w:sz w:val="22"/>
                <w:szCs w:val="22"/>
              </w:rPr>
              <w:t>rdous chemicals</w:t>
            </w:r>
            <w:r w:rsidR="007C1238">
              <w:rPr>
                <w:sz w:val="22"/>
                <w:szCs w:val="22"/>
              </w:rPr>
              <w:t>.</w:t>
            </w:r>
          </w:p>
        </w:tc>
        <w:tc>
          <w:tcPr>
            <w:tcW w:w="1694" w:type="dxa"/>
          </w:tcPr>
          <w:p w14:paraId="7E686ACD" w14:textId="77777777" w:rsidR="00D979E3" w:rsidRDefault="00D979E3" w:rsidP="004D0519">
            <w:pPr>
              <w:pStyle w:val="Body"/>
              <w:jc w:val="center"/>
            </w:pPr>
          </w:p>
        </w:tc>
      </w:tr>
      <w:tr w:rsidR="00D979E3" w14:paraId="7E686AD1" w14:textId="77777777" w:rsidTr="00D61F57">
        <w:tc>
          <w:tcPr>
            <w:tcW w:w="7366" w:type="dxa"/>
          </w:tcPr>
          <w:p w14:paraId="7E686ACF" w14:textId="2F6FBEEA" w:rsidR="00D979E3" w:rsidRPr="002C64CF" w:rsidRDefault="00AB7994" w:rsidP="000C5472">
            <w:pPr>
              <w:pStyle w:val="Body"/>
              <w:numPr>
                <w:ilvl w:val="0"/>
                <w:numId w:val="22"/>
              </w:numPr>
              <w:ind w:hanging="553"/>
              <w:rPr>
                <w:sz w:val="22"/>
                <w:szCs w:val="22"/>
              </w:rPr>
            </w:pPr>
            <w:r w:rsidRPr="002C64CF">
              <w:rPr>
                <w:sz w:val="22"/>
                <w:szCs w:val="22"/>
              </w:rPr>
              <w:t>If changing work pressures may result in stock shortages the issue should be raised with those responsible for ordering urgently</w:t>
            </w:r>
            <w:r w:rsidR="007C1238">
              <w:rPr>
                <w:sz w:val="22"/>
                <w:szCs w:val="22"/>
              </w:rPr>
              <w:t>.</w:t>
            </w:r>
          </w:p>
        </w:tc>
        <w:tc>
          <w:tcPr>
            <w:tcW w:w="1694" w:type="dxa"/>
          </w:tcPr>
          <w:p w14:paraId="7E686AD0" w14:textId="77777777" w:rsidR="00D979E3" w:rsidRDefault="00D979E3" w:rsidP="004D0519">
            <w:pPr>
              <w:pStyle w:val="Body"/>
              <w:jc w:val="center"/>
            </w:pPr>
          </w:p>
        </w:tc>
      </w:tr>
      <w:tr w:rsidR="00AB7994" w14:paraId="7E686AD4" w14:textId="77777777" w:rsidTr="00D61F57">
        <w:tc>
          <w:tcPr>
            <w:tcW w:w="7366" w:type="dxa"/>
          </w:tcPr>
          <w:p w14:paraId="7E686AD2" w14:textId="6F2B392C" w:rsidR="00AB7994" w:rsidRPr="002C64CF" w:rsidRDefault="00AB7994" w:rsidP="000C5472">
            <w:pPr>
              <w:pStyle w:val="Body"/>
              <w:numPr>
                <w:ilvl w:val="0"/>
                <w:numId w:val="22"/>
              </w:numPr>
              <w:ind w:hanging="553"/>
              <w:rPr>
                <w:sz w:val="22"/>
                <w:szCs w:val="22"/>
              </w:rPr>
            </w:pPr>
            <w:r w:rsidRPr="002C64CF">
              <w:rPr>
                <w:sz w:val="22"/>
                <w:szCs w:val="22"/>
              </w:rPr>
              <w:t xml:space="preserve">A </w:t>
            </w:r>
            <w:r w:rsidR="000C5472">
              <w:rPr>
                <w:sz w:val="22"/>
                <w:szCs w:val="22"/>
              </w:rPr>
              <w:t>technician</w:t>
            </w:r>
            <w:r w:rsidRPr="002C64CF">
              <w:rPr>
                <w:sz w:val="22"/>
                <w:szCs w:val="22"/>
              </w:rPr>
              <w:t xml:space="preserve"> in a laboratory has the right to expect that all possible controls are in place to lower </w:t>
            </w:r>
            <w:r w:rsidR="00B71C3A">
              <w:rPr>
                <w:sz w:val="22"/>
                <w:szCs w:val="22"/>
              </w:rPr>
              <w:t>laboratory</w:t>
            </w:r>
            <w:r w:rsidRPr="002C64CF">
              <w:rPr>
                <w:sz w:val="22"/>
                <w:szCs w:val="22"/>
              </w:rPr>
              <w:t xml:space="preserve"> risks</w:t>
            </w:r>
            <w:r w:rsidR="007C1238">
              <w:rPr>
                <w:sz w:val="22"/>
                <w:szCs w:val="22"/>
              </w:rPr>
              <w:t>.</w:t>
            </w:r>
          </w:p>
        </w:tc>
        <w:tc>
          <w:tcPr>
            <w:tcW w:w="1694" w:type="dxa"/>
          </w:tcPr>
          <w:p w14:paraId="7E686AD3" w14:textId="77777777" w:rsidR="00AB7994" w:rsidRDefault="00AB7994" w:rsidP="004D0519">
            <w:pPr>
              <w:pStyle w:val="Body"/>
              <w:jc w:val="center"/>
            </w:pPr>
          </w:p>
        </w:tc>
      </w:tr>
      <w:tr w:rsidR="00AB7994" w14:paraId="7E686AD7" w14:textId="77777777" w:rsidTr="00D61F57">
        <w:tc>
          <w:tcPr>
            <w:tcW w:w="7366" w:type="dxa"/>
          </w:tcPr>
          <w:p w14:paraId="7E686AD5" w14:textId="5FE230A3" w:rsidR="00AB7994" w:rsidRPr="002C64CF" w:rsidRDefault="009B2EB6" w:rsidP="000C5472">
            <w:pPr>
              <w:pStyle w:val="Body"/>
              <w:numPr>
                <w:ilvl w:val="0"/>
                <w:numId w:val="22"/>
              </w:numPr>
              <w:ind w:hanging="553"/>
              <w:rPr>
                <w:sz w:val="22"/>
                <w:szCs w:val="22"/>
              </w:rPr>
            </w:pPr>
            <w:r w:rsidRPr="002C64CF">
              <w:rPr>
                <w:sz w:val="22"/>
                <w:szCs w:val="22"/>
              </w:rPr>
              <w:t>Maintenance issues related to equipment/instruments need only to be looked at during scheduled maintenance</w:t>
            </w:r>
            <w:r w:rsidR="00B71C3A">
              <w:rPr>
                <w:sz w:val="22"/>
                <w:szCs w:val="22"/>
              </w:rPr>
              <w:t xml:space="preserve"> periods</w:t>
            </w:r>
            <w:r w:rsidR="007C1238">
              <w:rPr>
                <w:sz w:val="22"/>
                <w:szCs w:val="22"/>
              </w:rPr>
              <w:t>.</w:t>
            </w:r>
          </w:p>
        </w:tc>
        <w:tc>
          <w:tcPr>
            <w:tcW w:w="1694" w:type="dxa"/>
          </w:tcPr>
          <w:p w14:paraId="7E686AD6" w14:textId="77777777" w:rsidR="00AB7994" w:rsidRDefault="00AB7994" w:rsidP="004D0519">
            <w:pPr>
              <w:pStyle w:val="Body"/>
              <w:jc w:val="center"/>
            </w:pPr>
          </w:p>
        </w:tc>
      </w:tr>
    </w:tbl>
    <w:p w14:paraId="7E686AD8" w14:textId="77777777" w:rsidR="004D0519" w:rsidRDefault="007E4A0D" w:rsidP="004D0519">
      <w:pPr>
        <w:rPr>
          <w:rFonts w:eastAsia="Times New Roman"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</w:p>
    <w:p w14:paraId="7E686AD9" w14:textId="6B81D112" w:rsidR="004D0519" w:rsidRPr="00570A50" w:rsidRDefault="007D2DB5" w:rsidP="004D0519">
      <w:pPr>
        <w:pStyle w:val="Heading2"/>
        <w:rPr>
          <w:b w:val="0"/>
        </w:rPr>
      </w:pPr>
      <w:r>
        <w:lastRenderedPageBreak/>
        <w:t xml:space="preserve">Part 3: </w:t>
      </w:r>
      <w:r w:rsidR="007E4A0D" w:rsidRPr="000412B1">
        <w:t>Short answer</w:t>
      </w:r>
      <w:r w:rsidR="00570A50">
        <w:t xml:space="preserve"> </w:t>
      </w:r>
      <w:r w:rsidR="00570A50">
        <w:rPr>
          <w:b w:val="0"/>
        </w:rPr>
        <w:t>(Questions 21 – 26)</w:t>
      </w:r>
    </w:p>
    <w:p w14:paraId="7E686ADA" w14:textId="15E45243" w:rsidR="004D0519" w:rsidRDefault="007E4A0D" w:rsidP="004D0519">
      <w:pPr>
        <w:rPr>
          <w:sz w:val="22"/>
          <w:szCs w:val="22"/>
        </w:rPr>
      </w:pPr>
      <w:r w:rsidRPr="0063453E">
        <w:rPr>
          <w:sz w:val="22"/>
          <w:szCs w:val="22"/>
        </w:rPr>
        <w:t xml:space="preserve">Read the question carefully. Your answer should be a minimum of </w:t>
      </w:r>
      <w:r w:rsidR="00B71C3A" w:rsidRPr="007C1238">
        <w:rPr>
          <w:rStyle w:val="GuidetextChar"/>
          <w:i w:val="0"/>
          <w:color w:val="auto"/>
          <w:sz w:val="22"/>
          <w:szCs w:val="22"/>
        </w:rPr>
        <w:t>5</w:t>
      </w:r>
      <w:r w:rsidRPr="0063453E">
        <w:rPr>
          <w:sz w:val="22"/>
          <w:szCs w:val="22"/>
        </w:rPr>
        <w:t xml:space="preserve"> words but no longer than </w:t>
      </w:r>
      <w:r w:rsidR="00B71C3A" w:rsidRPr="007C1238">
        <w:rPr>
          <w:rStyle w:val="GuidetextChar"/>
          <w:i w:val="0"/>
          <w:color w:val="auto"/>
          <w:sz w:val="22"/>
          <w:szCs w:val="22"/>
        </w:rPr>
        <w:t xml:space="preserve">50 </w:t>
      </w:r>
      <w:r w:rsidRPr="0063453E">
        <w:rPr>
          <w:sz w:val="22"/>
          <w:szCs w:val="22"/>
        </w:rPr>
        <w:t xml:space="preserve">words. </w:t>
      </w:r>
    </w:p>
    <w:p w14:paraId="2ED1B878" w14:textId="5F2ECFD4" w:rsidR="007C1238" w:rsidRPr="0063453E" w:rsidRDefault="007C1238" w:rsidP="004D0519">
      <w:pPr>
        <w:rPr>
          <w:sz w:val="22"/>
          <w:szCs w:val="22"/>
        </w:rPr>
      </w:pPr>
      <w:r w:rsidRPr="00F72D03">
        <w:rPr>
          <w:b/>
          <w:sz w:val="22"/>
          <w:szCs w:val="22"/>
        </w:rPr>
        <w:t>Note:</w:t>
      </w:r>
      <w:r w:rsidRPr="00387455">
        <w:rPr>
          <w:sz w:val="22"/>
          <w:szCs w:val="22"/>
        </w:rPr>
        <w:t xml:space="preserve"> </w:t>
      </w:r>
      <w:r w:rsidR="00737244">
        <w:rPr>
          <w:sz w:val="22"/>
          <w:szCs w:val="22"/>
        </w:rPr>
        <w:t>a</w:t>
      </w:r>
      <w:r w:rsidRPr="00387455">
        <w:rPr>
          <w:sz w:val="22"/>
          <w:szCs w:val="22"/>
        </w:rPr>
        <w:t xml:space="preserve"> table may only</w:t>
      </w:r>
      <w:r>
        <w:rPr>
          <w:sz w:val="22"/>
          <w:szCs w:val="22"/>
        </w:rPr>
        <w:t xml:space="preserve"> require a single word response.</w:t>
      </w:r>
    </w:p>
    <w:p w14:paraId="7E686ADB" w14:textId="292A5279" w:rsidR="001E6714" w:rsidRPr="002C64CF" w:rsidRDefault="00F72D03" w:rsidP="007F2CDD">
      <w:pPr>
        <w:pStyle w:val="ListParagraph"/>
        <w:numPr>
          <w:ilvl w:val="0"/>
          <w:numId w:val="25"/>
        </w:numPr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1E6714" w:rsidRPr="002C64CF">
        <w:rPr>
          <w:sz w:val="22"/>
          <w:szCs w:val="22"/>
        </w:rPr>
        <w:t>Choose three routine tasks you complete in the laboratory/field and complete the following table for each showing:</w:t>
      </w:r>
    </w:p>
    <w:p w14:paraId="7E686ADC" w14:textId="77777777" w:rsidR="001E6714" w:rsidRPr="002C64CF" w:rsidRDefault="001E6714" w:rsidP="009B2EB6">
      <w:pPr>
        <w:pStyle w:val="ListParagraph"/>
        <w:numPr>
          <w:ilvl w:val="0"/>
          <w:numId w:val="17"/>
        </w:numPr>
        <w:rPr>
          <w:sz w:val="22"/>
          <w:szCs w:val="22"/>
        </w:rPr>
      </w:pPr>
      <w:r w:rsidRPr="002C64CF">
        <w:rPr>
          <w:sz w:val="22"/>
          <w:szCs w:val="22"/>
        </w:rPr>
        <w:t xml:space="preserve">the task </w:t>
      </w:r>
    </w:p>
    <w:p w14:paraId="7E686ADD" w14:textId="77777777" w:rsidR="001E6714" w:rsidRPr="002C64CF" w:rsidRDefault="001E6714" w:rsidP="009B2EB6">
      <w:pPr>
        <w:pStyle w:val="ListParagraph"/>
        <w:numPr>
          <w:ilvl w:val="0"/>
          <w:numId w:val="17"/>
        </w:numPr>
        <w:rPr>
          <w:sz w:val="22"/>
          <w:szCs w:val="22"/>
        </w:rPr>
      </w:pPr>
      <w:r w:rsidRPr="002C64CF">
        <w:rPr>
          <w:sz w:val="22"/>
          <w:szCs w:val="22"/>
        </w:rPr>
        <w:t>typical hazards  and controls in place for the task</w:t>
      </w:r>
    </w:p>
    <w:p w14:paraId="7E686ADE" w14:textId="77777777" w:rsidR="001E6714" w:rsidRPr="002C64CF" w:rsidRDefault="001E6714" w:rsidP="009B2EB6">
      <w:pPr>
        <w:pStyle w:val="ListParagraph"/>
        <w:numPr>
          <w:ilvl w:val="0"/>
          <w:numId w:val="17"/>
        </w:numPr>
        <w:rPr>
          <w:sz w:val="22"/>
          <w:szCs w:val="22"/>
        </w:rPr>
      </w:pPr>
      <w:r w:rsidRPr="002C64CF">
        <w:rPr>
          <w:sz w:val="22"/>
          <w:szCs w:val="22"/>
        </w:rPr>
        <w:t>typical equipment required for the task</w:t>
      </w:r>
    </w:p>
    <w:p w14:paraId="7E686ADF" w14:textId="77777777" w:rsidR="001E6714" w:rsidRPr="002C64CF" w:rsidRDefault="001E6714" w:rsidP="009B2EB6">
      <w:pPr>
        <w:pStyle w:val="ListParagraph"/>
        <w:numPr>
          <w:ilvl w:val="0"/>
          <w:numId w:val="17"/>
        </w:numPr>
        <w:rPr>
          <w:sz w:val="22"/>
          <w:szCs w:val="22"/>
        </w:rPr>
      </w:pPr>
      <w:r w:rsidRPr="002C64CF">
        <w:rPr>
          <w:sz w:val="22"/>
          <w:szCs w:val="22"/>
        </w:rPr>
        <w:t>typical materials/resources required for the task</w:t>
      </w:r>
    </w:p>
    <w:p w14:paraId="7E686AE0" w14:textId="77777777" w:rsidR="001E6714" w:rsidRPr="002C64CF" w:rsidRDefault="001E6714" w:rsidP="009B2EB6">
      <w:pPr>
        <w:pStyle w:val="ListParagraph"/>
        <w:numPr>
          <w:ilvl w:val="0"/>
          <w:numId w:val="17"/>
        </w:numPr>
        <w:rPr>
          <w:sz w:val="22"/>
          <w:szCs w:val="22"/>
        </w:rPr>
      </w:pPr>
      <w:r w:rsidRPr="002C64CF">
        <w:rPr>
          <w:sz w:val="22"/>
          <w:szCs w:val="22"/>
        </w:rPr>
        <w:t>PPE required for the task.</w:t>
      </w:r>
    </w:p>
    <w:p w14:paraId="7E686AE1" w14:textId="77777777" w:rsidR="001E6714" w:rsidRPr="002C64CF" w:rsidRDefault="001E6714" w:rsidP="009B2EB6">
      <w:pPr>
        <w:pStyle w:val="ListParagraph"/>
        <w:numPr>
          <w:ilvl w:val="0"/>
          <w:numId w:val="17"/>
        </w:numPr>
        <w:rPr>
          <w:sz w:val="22"/>
          <w:szCs w:val="22"/>
        </w:rPr>
      </w:pPr>
      <w:r w:rsidRPr="002C64CF">
        <w:rPr>
          <w:sz w:val="22"/>
          <w:szCs w:val="22"/>
        </w:rPr>
        <w:t xml:space="preserve">waste minimisation </w:t>
      </w:r>
      <w:r w:rsidR="00280085" w:rsidRPr="002C64CF">
        <w:rPr>
          <w:sz w:val="22"/>
          <w:szCs w:val="22"/>
        </w:rPr>
        <w:t xml:space="preserve">and disposal </w:t>
      </w:r>
      <w:r w:rsidRPr="002C64CF">
        <w:rPr>
          <w:sz w:val="22"/>
          <w:szCs w:val="22"/>
        </w:rPr>
        <w:t>procedures</w:t>
      </w:r>
    </w:p>
    <w:p w14:paraId="7E686AE2" w14:textId="140F7DC1" w:rsidR="001E6714" w:rsidRPr="002C64CF" w:rsidRDefault="001E6714" w:rsidP="009B2EB6">
      <w:pPr>
        <w:pStyle w:val="ListParagraph"/>
        <w:numPr>
          <w:ilvl w:val="0"/>
          <w:numId w:val="17"/>
        </w:numPr>
        <w:rPr>
          <w:sz w:val="22"/>
          <w:szCs w:val="22"/>
        </w:rPr>
      </w:pPr>
      <w:r w:rsidRPr="002C64CF">
        <w:rPr>
          <w:sz w:val="22"/>
          <w:szCs w:val="22"/>
        </w:rPr>
        <w:t xml:space="preserve">environmental </w:t>
      </w:r>
      <w:r w:rsidR="00B71C3A">
        <w:rPr>
          <w:sz w:val="22"/>
          <w:szCs w:val="22"/>
        </w:rPr>
        <w:t xml:space="preserve">sustainability </w:t>
      </w:r>
      <w:r w:rsidRPr="002C64CF">
        <w:rPr>
          <w:sz w:val="22"/>
          <w:szCs w:val="22"/>
        </w:rPr>
        <w:t xml:space="preserve">issues </w:t>
      </w:r>
    </w:p>
    <w:p w14:paraId="7E686AE3" w14:textId="77777777" w:rsidR="001E6714" w:rsidRDefault="001E6714" w:rsidP="001E6714">
      <w:pPr>
        <w:pStyle w:val="ListParagraph"/>
      </w:pPr>
    </w:p>
    <w:p w14:paraId="7E686AE4" w14:textId="5E4DE5D6" w:rsidR="00BE6ECD" w:rsidRDefault="00BE6ECD" w:rsidP="00BE6ECD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1B0574">
        <w:rPr>
          <w:noProof/>
        </w:rPr>
        <w:t>13</w:t>
      </w:r>
      <w:r>
        <w:rPr>
          <w:noProof/>
        </w:rPr>
        <w:fldChar w:fldCharType="end"/>
      </w:r>
      <w:r>
        <w:t xml:space="preserve"> Short answer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6044"/>
      </w:tblGrid>
      <w:tr w:rsidR="001E6714" w14:paraId="7E686AE7" w14:textId="77777777" w:rsidTr="004D051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972" w:type="dxa"/>
          </w:tcPr>
          <w:p w14:paraId="7E686AE5" w14:textId="77777777" w:rsidR="001E6714" w:rsidRPr="00BB359F" w:rsidRDefault="001E6714" w:rsidP="004D0519">
            <w:r>
              <w:t>Task 1</w:t>
            </w:r>
          </w:p>
        </w:tc>
        <w:tc>
          <w:tcPr>
            <w:tcW w:w="6044" w:type="dxa"/>
            <w:shd w:val="clear" w:color="auto" w:fill="auto"/>
          </w:tcPr>
          <w:p w14:paraId="7E686AE6" w14:textId="77777777" w:rsidR="001E6714" w:rsidRDefault="001E6714" w:rsidP="004D0519"/>
        </w:tc>
      </w:tr>
      <w:tr w:rsidR="001E6714" w14:paraId="7E686AEE" w14:textId="77777777" w:rsidTr="004D0519">
        <w:tc>
          <w:tcPr>
            <w:tcW w:w="2972" w:type="dxa"/>
          </w:tcPr>
          <w:p w14:paraId="7E686AE8" w14:textId="77777777" w:rsidR="001E6714" w:rsidRPr="002C64CF" w:rsidRDefault="001E6714" w:rsidP="004D0519">
            <w:pPr>
              <w:rPr>
                <w:sz w:val="22"/>
                <w:szCs w:val="22"/>
              </w:rPr>
            </w:pPr>
            <w:r w:rsidRPr="002C64CF">
              <w:rPr>
                <w:sz w:val="22"/>
                <w:szCs w:val="22"/>
              </w:rPr>
              <w:t>Typical hazards and controls in place</w:t>
            </w:r>
          </w:p>
          <w:p w14:paraId="7E686AE9" w14:textId="77777777" w:rsidR="001E6714" w:rsidRPr="002C64CF" w:rsidRDefault="001E6714" w:rsidP="004D0519">
            <w:pPr>
              <w:rPr>
                <w:sz w:val="22"/>
                <w:szCs w:val="22"/>
              </w:rPr>
            </w:pPr>
          </w:p>
        </w:tc>
        <w:tc>
          <w:tcPr>
            <w:tcW w:w="6044" w:type="dxa"/>
            <w:shd w:val="clear" w:color="auto" w:fill="auto"/>
          </w:tcPr>
          <w:p w14:paraId="7E686AEA" w14:textId="77777777" w:rsidR="001E6714" w:rsidRDefault="001E6714" w:rsidP="004D0519"/>
          <w:p w14:paraId="7E686AEB" w14:textId="77777777" w:rsidR="001E6714" w:rsidRDefault="001E6714" w:rsidP="004D0519"/>
          <w:p w14:paraId="7E686AEC" w14:textId="77777777" w:rsidR="001E6714" w:rsidRDefault="001E6714" w:rsidP="004D0519"/>
          <w:p w14:paraId="7E686AED" w14:textId="77777777" w:rsidR="001E6714" w:rsidRDefault="001E6714" w:rsidP="004D0519"/>
        </w:tc>
      </w:tr>
      <w:tr w:rsidR="001E6714" w14:paraId="7E686AF3" w14:textId="77777777" w:rsidTr="004D0519">
        <w:tc>
          <w:tcPr>
            <w:tcW w:w="2972" w:type="dxa"/>
          </w:tcPr>
          <w:p w14:paraId="7E686AEF" w14:textId="77777777" w:rsidR="001E6714" w:rsidRPr="002C64CF" w:rsidRDefault="001E6714" w:rsidP="004D0519">
            <w:pPr>
              <w:rPr>
                <w:sz w:val="22"/>
                <w:szCs w:val="22"/>
              </w:rPr>
            </w:pPr>
            <w:r w:rsidRPr="002C64CF">
              <w:rPr>
                <w:sz w:val="22"/>
                <w:szCs w:val="22"/>
              </w:rPr>
              <w:t>Typical equipment</w:t>
            </w:r>
          </w:p>
        </w:tc>
        <w:tc>
          <w:tcPr>
            <w:tcW w:w="6044" w:type="dxa"/>
            <w:shd w:val="clear" w:color="auto" w:fill="auto"/>
          </w:tcPr>
          <w:p w14:paraId="7E686AF0" w14:textId="77777777" w:rsidR="001E6714" w:rsidRDefault="001E6714" w:rsidP="004D0519"/>
          <w:p w14:paraId="7E686AF1" w14:textId="77777777" w:rsidR="001E6714" w:rsidRDefault="001E6714" w:rsidP="004D0519"/>
          <w:p w14:paraId="7E686AF2" w14:textId="77777777" w:rsidR="001E6714" w:rsidRDefault="001E6714" w:rsidP="004D0519"/>
        </w:tc>
      </w:tr>
      <w:tr w:rsidR="001E6714" w14:paraId="7E686AF8" w14:textId="77777777" w:rsidTr="004D0519">
        <w:tc>
          <w:tcPr>
            <w:tcW w:w="2972" w:type="dxa"/>
          </w:tcPr>
          <w:p w14:paraId="7E686AF4" w14:textId="77777777" w:rsidR="001E6714" w:rsidRPr="002C64CF" w:rsidRDefault="001E6714" w:rsidP="004D0519">
            <w:pPr>
              <w:rPr>
                <w:sz w:val="22"/>
                <w:szCs w:val="22"/>
              </w:rPr>
            </w:pPr>
            <w:r w:rsidRPr="002C64CF">
              <w:rPr>
                <w:sz w:val="22"/>
                <w:szCs w:val="22"/>
              </w:rPr>
              <w:t>Typical materials/resources</w:t>
            </w:r>
          </w:p>
        </w:tc>
        <w:tc>
          <w:tcPr>
            <w:tcW w:w="6044" w:type="dxa"/>
            <w:shd w:val="clear" w:color="auto" w:fill="auto"/>
          </w:tcPr>
          <w:p w14:paraId="7E686AF5" w14:textId="77777777" w:rsidR="001E6714" w:rsidRDefault="001E6714" w:rsidP="004D0519"/>
          <w:p w14:paraId="7E686AF6" w14:textId="77777777" w:rsidR="001E6714" w:rsidRDefault="001E6714" w:rsidP="004D0519"/>
          <w:p w14:paraId="7E686AF7" w14:textId="77777777" w:rsidR="001E6714" w:rsidRDefault="001E6714" w:rsidP="004D0519"/>
        </w:tc>
      </w:tr>
      <w:tr w:rsidR="001E6714" w14:paraId="7E686AFD" w14:textId="77777777" w:rsidTr="004D0519">
        <w:tc>
          <w:tcPr>
            <w:tcW w:w="2972" w:type="dxa"/>
          </w:tcPr>
          <w:p w14:paraId="7E686AF9" w14:textId="77777777" w:rsidR="001E6714" w:rsidRPr="002C64CF" w:rsidRDefault="001E6714" w:rsidP="004D0519">
            <w:pPr>
              <w:rPr>
                <w:sz w:val="22"/>
                <w:szCs w:val="22"/>
              </w:rPr>
            </w:pPr>
            <w:r w:rsidRPr="002C64CF">
              <w:rPr>
                <w:sz w:val="22"/>
                <w:szCs w:val="22"/>
              </w:rPr>
              <w:t>PPE required</w:t>
            </w:r>
          </w:p>
        </w:tc>
        <w:tc>
          <w:tcPr>
            <w:tcW w:w="6044" w:type="dxa"/>
            <w:shd w:val="clear" w:color="auto" w:fill="auto"/>
          </w:tcPr>
          <w:p w14:paraId="7E686AFA" w14:textId="77777777" w:rsidR="001E6714" w:rsidRDefault="001E6714" w:rsidP="004D0519"/>
          <w:p w14:paraId="7E686AFB" w14:textId="77777777" w:rsidR="001E6714" w:rsidRDefault="001E6714" w:rsidP="004D0519"/>
          <w:p w14:paraId="7E686AFC" w14:textId="77777777" w:rsidR="001E6714" w:rsidRDefault="001E6714" w:rsidP="004D0519"/>
        </w:tc>
      </w:tr>
      <w:tr w:rsidR="001E6714" w14:paraId="7E686B02" w14:textId="77777777" w:rsidTr="004D0519">
        <w:tc>
          <w:tcPr>
            <w:tcW w:w="2972" w:type="dxa"/>
          </w:tcPr>
          <w:p w14:paraId="7E686AFE" w14:textId="77777777" w:rsidR="001E6714" w:rsidRPr="002C64CF" w:rsidRDefault="001E6714" w:rsidP="004D0519">
            <w:pPr>
              <w:rPr>
                <w:sz w:val="22"/>
                <w:szCs w:val="22"/>
              </w:rPr>
            </w:pPr>
            <w:r w:rsidRPr="002C64CF">
              <w:rPr>
                <w:sz w:val="22"/>
                <w:szCs w:val="22"/>
              </w:rPr>
              <w:lastRenderedPageBreak/>
              <w:t>Waste minimisation and disposal procedures</w:t>
            </w:r>
          </w:p>
        </w:tc>
        <w:tc>
          <w:tcPr>
            <w:tcW w:w="6044" w:type="dxa"/>
            <w:shd w:val="clear" w:color="auto" w:fill="auto"/>
          </w:tcPr>
          <w:p w14:paraId="7E686AFF" w14:textId="77777777" w:rsidR="001E6714" w:rsidRDefault="001E6714" w:rsidP="004D0519"/>
          <w:p w14:paraId="7E686B00" w14:textId="77777777" w:rsidR="001E6714" w:rsidRDefault="001E6714" w:rsidP="004D0519"/>
          <w:p w14:paraId="7E686B01" w14:textId="77777777" w:rsidR="001E6714" w:rsidRDefault="001E6714" w:rsidP="004D0519"/>
        </w:tc>
      </w:tr>
      <w:tr w:rsidR="001E6714" w14:paraId="7E686B07" w14:textId="77777777" w:rsidTr="004D0519">
        <w:tc>
          <w:tcPr>
            <w:tcW w:w="2972" w:type="dxa"/>
          </w:tcPr>
          <w:p w14:paraId="7E686B03" w14:textId="20D1F5C6" w:rsidR="001E6714" w:rsidRPr="002C64CF" w:rsidRDefault="001E6714" w:rsidP="004D0519">
            <w:pPr>
              <w:rPr>
                <w:sz w:val="22"/>
                <w:szCs w:val="22"/>
              </w:rPr>
            </w:pPr>
            <w:r w:rsidRPr="002C64CF">
              <w:rPr>
                <w:sz w:val="22"/>
                <w:szCs w:val="22"/>
              </w:rPr>
              <w:t xml:space="preserve">Environmental </w:t>
            </w:r>
            <w:r w:rsidR="00B71C3A">
              <w:rPr>
                <w:sz w:val="22"/>
                <w:szCs w:val="22"/>
              </w:rPr>
              <w:t xml:space="preserve">sustainability </w:t>
            </w:r>
            <w:r w:rsidRPr="002C64CF">
              <w:rPr>
                <w:sz w:val="22"/>
                <w:szCs w:val="22"/>
              </w:rPr>
              <w:t>issues</w:t>
            </w:r>
          </w:p>
          <w:p w14:paraId="7E686B04" w14:textId="77777777" w:rsidR="001E6714" w:rsidRPr="002C64CF" w:rsidRDefault="001E6714" w:rsidP="004D0519">
            <w:pPr>
              <w:rPr>
                <w:sz w:val="22"/>
                <w:szCs w:val="22"/>
              </w:rPr>
            </w:pPr>
          </w:p>
        </w:tc>
        <w:tc>
          <w:tcPr>
            <w:tcW w:w="6044" w:type="dxa"/>
            <w:shd w:val="clear" w:color="auto" w:fill="auto"/>
          </w:tcPr>
          <w:p w14:paraId="7E686B05" w14:textId="77777777" w:rsidR="001E6714" w:rsidRDefault="001E6714" w:rsidP="004D0519"/>
          <w:p w14:paraId="7E686B06" w14:textId="77777777" w:rsidR="001E6714" w:rsidRDefault="001E6714" w:rsidP="004D0519"/>
        </w:tc>
      </w:tr>
      <w:tr w:rsidR="001E6714" w14:paraId="7E686B0A" w14:textId="77777777" w:rsidTr="004D0519">
        <w:tc>
          <w:tcPr>
            <w:tcW w:w="2972" w:type="dxa"/>
            <w:shd w:val="clear" w:color="auto" w:fill="2D739F"/>
          </w:tcPr>
          <w:p w14:paraId="7E686B08" w14:textId="77777777" w:rsidR="001E6714" w:rsidRPr="002C64CF" w:rsidRDefault="001E6714" w:rsidP="004D0519">
            <w:pPr>
              <w:rPr>
                <w:color w:val="FFFFFF" w:themeColor="background1"/>
                <w:sz w:val="22"/>
                <w:szCs w:val="22"/>
              </w:rPr>
            </w:pPr>
            <w:r w:rsidRPr="002C64CF">
              <w:rPr>
                <w:color w:val="FFFFFF" w:themeColor="background1"/>
                <w:sz w:val="22"/>
                <w:szCs w:val="22"/>
              </w:rPr>
              <w:t>Task 2</w:t>
            </w:r>
          </w:p>
        </w:tc>
        <w:tc>
          <w:tcPr>
            <w:tcW w:w="6044" w:type="dxa"/>
            <w:shd w:val="clear" w:color="auto" w:fill="auto"/>
          </w:tcPr>
          <w:p w14:paraId="7E686B09" w14:textId="77777777" w:rsidR="001E6714" w:rsidRDefault="001E6714" w:rsidP="004D0519"/>
        </w:tc>
      </w:tr>
      <w:tr w:rsidR="001E6714" w14:paraId="7E686B11" w14:textId="77777777" w:rsidTr="004D0519">
        <w:tc>
          <w:tcPr>
            <w:tcW w:w="2972" w:type="dxa"/>
          </w:tcPr>
          <w:p w14:paraId="7E686B0B" w14:textId="77777777" w:rsidR="001E6714" w:rsidRPr="002C64CF" w:rsidRDefault="001E6714" w:rsidP="004D0519">
            <w:pPr>
              <w:rPr>
                <w:sz w:val="22"/>
                <w:szCs w:val="22"/>
              </w:rPr>
            </w:pPr>
            <w:r w:rsidRPr="002C64CF">
              <w:rPr>
                <w:sz w:val="22"/>
                <w:szCs w:val="22"/>
              </w:rPr>
              <w:t>Typical hazards and controls in place</w:t>
            </w:r>
          </w:p>
          <w:p w14:paraId="7E686B0C" w14:textId="77777777" w:rsidR="001E6714" w:rsidRPr="002C64CF" w:rsidRDefault="001E6714" w:rsidP="004D0519">
            <w:pPr>
              <w:rPr>
                <w:sz w:val="22"/>
                <w:szCs w:val="22"/>
              </w:rPr>
            </w:pPr>
          </w:p>
        </w:tc>
        <w:tc>
          <w:tcPr>
            <w:tcW w:w="6044" w:type="dxa"/>
            <w:shd w:val="clear" w:color="auto" w:fill="auto"/>
          </w:tcPr>
          <w:p w14:paraId="7E686B0D" w14:textId="77777777" w:rsidR="001E6714" w:rsidRDefault="001E6714" w:rsidP="004D0519"/>
          <w:p w14:paraId="7E686B0E" w14:textId="77777777" w:rsidR="001E6714" w:rsidRDefault="001E6714" w:rsidP="004D0519"/>
          <w:p w14:paraId="7E686B0F" w14:textId="77777777" w:rsidR="001E6714" w:rsidRDefault="001E6714" w:rsidP="004D0519"/>
          <w:p w14:paraId="7E686B10" w14:textId="77777777" w:rsidR="001E6714" w:rsidRDefault="001E6714" w:rsidP="004D0519"/>
        </w:tc>
      </w:tr>
      <w:tr w:rsidR="001E6714" w14:paraId="7E686B16" w14:textId="77777777" w:rsidTr="004D0519">
        <w:tc>
          <w:tcPr>
            <w:tcW w:w="2972" w:type="dxa"/>
          </w:tcPr>
          <w:p w14:paraId="7E686B12" w14:textId="77777777" w:rsidR="001E6714" w:rsidRPr="002C64CF" w:rsidRDefault="001E6714" w:rsidP="004D0519">
            <w:pPr>
              <w:rPr>
                <w:sz w:val="22"/>
                <w:szCs w:val="22"/>
              </w:rPr>
            </w:pPr>
            <w:r w:rsidRPr="002C64CF">
              <w:rPr>
                <w:sz w:val="22"/>
                <w:szCs w:val="22"/>
              </w:rPr>
              <w:t>Typical equipment</w:t>
            </w:r>
          </w:p>
        </w:tc>
        <w:tc>
          <w:tcPr>
            <w:tcW w:w="6044" w:type="dxa"/>
            <w:shd w:val="clear" w:color="auto" w:fill="auto"/>
          </w:tcPr>
          <w:p w14:paraId="7E686B13" w14:textId="77777777" w:rsidR="001E6714" w:rsidRDefault="001E6714" w:rsidP="004D0519"/>
          <w:p w14:paraId="7E686B14" w14:textId="77777777" w:rsidR="001E6714" w:rsidRDefault="001E6714" w:rsidP="004D0519"/>
          <w:p w14:paraId="7E686B15" w14:textId="77777777" w:rsidR="001E6714" w:rsidRDefault="001E6714" w:rsidP="004D0519"/>
        </w:tc>
      </w:tr>
      <w:tr w:rsidR="001E6714" w14:paraId="7E686B1C" w14:textId="77777777" w:rsidTr="004D0519">
        <w:tc>
          <w:tcPr>
            <w:tcW w:w="2972" w:type="dxa"/>
          </w:tcPr>
          <w:p w14:paraId="7E686B17" w14:textId="77777777" w:rsidR="001E6714" w:rsidRPr="002C64CF" w:rsidRDefault="001E6714" w:rsidP="004D0519">
            <w:pPr>
              <w:rPr>
                <w:sz w:val="22"/>
                <w:szCs w:val="22"/>
              </w:rPr>
            </w:pPr>
            <w:r w:rsidRPr="002C64CF">
              <w:rPr>
                <w:sz w:val="22"/>
                <w:szCs w:val="22"/>
              </w:rPr>
              <w:t>Typical materials/resources</w:t>
            </w:r>
          </w:p>
        </w:tc>
        <w:tc>
          <w:tcPr>
            <w:tcW w:w="6044" w:type="dxa"/>
            <w:shd w:val="clear" w:color="auto" w:fill="auto"/>
          </w:tcPr>
          <w:p w14:paraId="7E686B18" w14:textId="77777777" w:rsidR="001E6714" w:rsidRDefault="001E6714" w:rsidP="004D0519"/>
          <w:p w14:paraId="7E686B19" w14:textId="77777777" w:rsidR="001E6714" w:rsidRDefault="001E6714" w:rsidP="004D0519"/>
          <w:p w14:paraId="7E686B1A" w14:textId="77777777" w:rsidR="001E6714" w:rsidRDefault="001E6714" w:rsidP="004D0519"/>
          <w:p w14:paraId="7E686B1B" w14:textId="77777777" w:rsidR="001E6714" w:rsidRDefault="001E6714" w:rsidP="004D0519"/>
        </w:tc>
      </w:tr>
      <w:tr w:rsidR="001E6714" w14:paraId="7E686B21" w14:textId="77777777" w:rsidTr="004D0519">
        <w:tc>
          <w:tcPr>
            <w:tcW w:w="2972" w:type="dxa"/>
          </w:tcPr>
          <w:p w14:paraId="7E686B1D" w14:textId="77777777" w:rsidR="001E6714" w:rsidRPr="002C64CF" w:rsidRDefault="001E6714" w:rsidP="004D0519">
            <w:pPr>
              <w:rPr>
                <w:sz w:val="22"/>
                <w:szCs w:val="22"/>
              </w:rPr>
            </w:pPr>
            <w:r w:rsidRPr="002C64CF">
              <w:rPr>
                <w:sz w:val="22"/>
                <w:szCs w:val="22"/>
              </w:rPr>
              <w:t>PPE required</w:t>
            </w:r>
          </w:p>
        </w:tc>
        <w:tc>
          <w:tcPr>
            <w:tcW w:w="6044" w:type="dxa"/>
            <w:shd w:val="clear" w:color="auto" w:fill="auto"/>
          </w:tcPr>
          <w:p w14:paraId="7E686B1E" w14:textId="77777777" w:rsidR="001E6714" w:rsidRDefault="001E6714" w:rsidP="004D0519"/>
          <w:p w14:paraId="7E686B1F" w14:textId="77777777" w:rsidR="001E6714" w:rsidRDefault="001E6714" w:rsidP="004D0519"/>
          <w:p w14:paraId="7E686B20" w14:textId="77777777" w:rsidR="001E6714" w:rsidRDefault="001E6714" w:rsidP="004D0519"/>
        </w:tc>
      </w:tr>
      <w:tr w:rsidR="001E6714" w14:paraId="7E686B27" w14:textId="77777777" w:rsidTr="004D0519">
        <w:tc>
          <w:tcPr>
            <w:tcW w:w="2972" w:type="dxa"/>
          </w:tcPr>
          <w:p w14:paraId="7E686B22" w14:textId="77777777" w:rsidR="001E6714" w:rsidRPr="002C64CF" w:rsidRDefault="001E6714" w:rsidP="004D0519">
            <w:pPr>
              <w:rPr>
                <w:sz w:val="22"/>
                <w:szCs w:val="22"/>
              </w:rPr>
            </w:pPr>
            <w:r w:rsidRPr="002C64CF">
              <w:rPr>
                <w:sz w:val="22"/>
                <w:szCs w:val="22"/>
              </w:rPr>
              <w:t>Waste minimisation and disposal procedures</w:t>
            </w:r>
          </w:p>
        </w:tc>
        <w:tc>
          <w:tcPr>
            <w:tcW w:w="6044" w:type="dxa"/>
            <w:shd w:val="clear" w:color="auto" w:fill="auto"/>
          </w:tcPr>
          <w:p w14:paraId="7E686B23" w14:textId="77777777" w:rsidR="001E6714" w:rsidRDefault="001E6714" w:rsidP="004D0519"/>
          <w:p w14:paraId="7E686B24" w14:textId="77777777" w:rsidR="001E6714" w:rsidRDefault="001E6714" w:rsidP="004D0519"/>
          <w:p w14:paraId="7E686B25" w14:textId="77777777" w:rsidR="001E6714" w:rsidRDefault="001E6714" w:rsidP="004D0519"/>
          <w:p w14:paraId="7E686B26" w14:textId="77777777" w:rsidR="001E6714" w:rsidRDefault="001E6714" w:rsidP="004D0519"/>
        </w:tc>
      </w:tr>
      <w:tr w:rsidR="001E6714" w14:paraId="7E686B2C" w14:textId="77777777" w:rsidTr="004D0519">
        <w:tc>
          <w:tcPr>
            <w:tcW w:w="2972" w:type="dxa"/>
          </w:tcPr>
          <w:p w14:paraId="7E686B28" w14:textId="076A2868" w:rsidR="001E6714" w:rsidRPr="002C64CF" w:rsidRDefault="001E6714" w:rsidP="004D0519">
            <w:pPr>
              <w:rPr>
                <w:sz w:val="22"/>
                <w:szCs w:val="22"/>
              </w:rPr>
            </w:pPr>
            <w:r w:rsidRPr="002C64CF">
              <w:rPr>
                <w:sz w:val="22"/>
                <w:szCs w:val="22"/>
              </w:rPr>
              <w:lastRenderedPageBreak/>
              <w:t>Environmental</w:t>
            </w:r>
            <w:r w:rsidR="00B71C3A">
              <w:rPr>
                <w:sz w:val="22"/>
                <w:szCs w:val="22"/>
              </w:rPr>
              <w:t xml:space="preserve"> sustainability </w:t>
            </w:r>
            <w:r w:rsidRPr="002C64CF">
              <w:rPr>
                <w:sz w:val="22"/>
                <w:szCs w:val="22"/>
              </w:rPr>
              <w:t xml:space="preserve"> issues</w:t>
            </w:r>
          </w:p>
          <w:p w14:paraId="7E686B29" w14:textId="77777777" w:rsidR="001E6714" w:rsidRPr="002C64CF" w:rsidRDefault="001E6714" w:rsidP="004D0519">
            <w:pPr>
              <w:rPr>
                <w:sz w:val="22"/>
                <w:szCs w:val="22"/>
              </w:rPr>
            </w:pPr>
          </w:p>
          <w:p w14:paraId="7E686B2A" w14:textId="77777777" w:rsidR="001E6714" w:rsidRPr="002C64CF" w:rsidRDefault="001E6714" w:rsidP="004D0519">
            <w:pPr>
              <w:rPr>
                <w:sz w:val="22"/>
                <w:szCs w:val="22"/>
              </w:rPr>
            </w:pPr>
          </w:p>
        </w:tc>
        <w:tc>
          <w:tcPr>
            <w:tcW w:w="6044" w:type="dxa"/>
            <w:shd w:val="clear" w:color="auto" w:fill="auto"/>
          </w:tcPr>
          <w:p w14:paraId="7E686B2B" w14:textId="77777777" w:rsidR="001E6714" w:rsidRDefault="001E6714" w:rsidP="004D0519"/>
        </w:tc>
      </w:tr>
      <w:tr w:rsidR="001E6714" w14:paraId="7E686B2F" w14:textId="77777777" w:rsidTr="004D0519">
        <w:tc>
          <w:tcPr>
            <w:tcW w:w="2972" w:type="dxa"/>
            <w:shd w:val="clear" w:color="auto" w:fill="2D739F"/>
          </w:tcPr>
          <w:p w14:paraId="7E686B2D" w14:textId="77777777" w:rsidR="001E6714" w:rsidRPr="002C64CF" w:rsidRDefault="001E6714" w:rsidP="004D0519">
            <w:pPr>
              <w:rPr>
                <w:color w:val="FFFFFF" w:themeColor="background1"/>
                <w:sz w:val="22"/>
                <w:szCs w:val="22"/>
              </w:rPr>
            </w:pPr>
            <w:r w:rsidRPr="002C64CF">
              <w:rPr>
                <w:color w:val="FFFFFF" w:themeColor="background1"/>
                <w:sz w:val="22"/>
                <w:szCs w:val="22"/>
              </w:rPr>
              <w:t>Task 3</w:t>
            </w:r>
          </w:p>
        </w:tc>
        <w:tc>
          <w:tcPr>
            <w:tcW w:w="6044" w:type="dxa"/>
            <w:shd w:val="clear" w:color="auto" w:fill="auto"/>
          </w:tcPr>
          <w:p w14:paraId="7E686B2E" w14:textId="77777777" w:rsidR="001E6714" w:rsidRDefault="001E6714" w:rsidP="004D0519"/>
        </w:tc>
      </w:tr>
      <w:tr w:rsidR="001E6714" w14:paraId="7E686B35" w14:textId="77777777" w:rsidTr="004D0519">
        <w:tc>
          <w:tcPr>
            <w:tcW w:w="2972" w:type="dxa"/>
          </w:tcPr>
          <w:p w14:paraId="7E686B30" w14:textId="77777777" w:rsidR="001E6714" w:rsidRPr="002C64CF" w:rsidRDefault="001E6714" w:rsidP="004D0519">
            <w:pPr>
              <w:rPr>
                <w:sz w:val="22"/>
                <w:szCs w:val="22"/>
              </w:rPr>
            </w:pPr>
            <w:r w:rsidRPr="002C64CF">
              <w:rPr>
                <w:sz w:val="22"/>
                <w:szCs w:val="22"/>
              </w:rPr>
              <w:t>Typical hazards and controls in place</w:t>
            </w:r>
          </w:p>
        </w:tc>
        <w:tc>
          <w:tcPr>
            <w:tcW w:w="6044" w:type="dxa"/>
            <w:shd w:val="clear" w:color="auto" w:fill="auto"/>
          </w:tcPr>
          <w:p w14:paraId="7E686B31" w14:textId="77777777" w:rsidR="001E6714" w:rsidRDefault="001E6714" w:rsidP="004D0519"/>
          <w:p w14:paraId="7E686B32" w14:textId="77777777" w:rsidR="001E6714" w:rsidRDefault="001E6714" w:rsidP="004D0519"/>
          <w:p w14:paraId="7E686B33" w14:textId="77777777" w:rsidR="001E6714" w:rsidRDefault="001E6714" w:rsidP="004D0519"/>
          <w:p w14:paraId="7E686B34" w14:textId="77777777" w:rsidR="001E6714" w:rsidRDefault="001E6714" w:rsidP="004D0519"/>
        </w:tc>
      </w:tr>
      <w:tr w:rsidR="001E6714" w14:paraId="7E686B3B" w14:textId="77777777" w:rsidTr="004D0519">
        <w:tc>
          <w:tcPr>
            <w:tcW w:w="2972" w:type="dxa"/>
          </w:tcPr>
          <w:p w14:paraId="7E686B36" w14:textId="77777777" w:rsidR="001E6714" w:rsidRPr="002C64CF" w:rsidRDefault="001E6714" w:rsidP="004D0519">
            <w:pPr>
              <w:rPr>
                <w:sz w:val="22"/>
                <w:szCs w:val="22"/>
              </w:rPr>
            </w:pPr>
            <w:r w:rsidRPr="002C64CF">
              <w:rPr>
                <w:sz w:val="22"/>
                <w:szCs w:val="22"/>
              </w:rPr>
              <w:t>Typical equipment</w:t>
            </w:r>
          </w:p>
        </w:tc>
        <w:tc>
          <w:tcPr>
            <w:tcW w:w="6044" w:type="dxa"/>
            <w:shd w:val="clear" w:color="auto" w:fill="auto"/>
          </w:tcPr>
          <w:p w14:paraId="7E686B37" w14:textId="77777777" w:rsidR="001E6714" w:rsidRDefault="001E6714" w:rsidP="004D0519"/>
          <w:p w14:paraId="7E686B38" w14:textId="77777777" w:rsidR="001E6714" w:rsidRDefault="001E6714" w:rsidP="004D0519"/>
          <w:p w14:paraId="7E686B39" w14:textId="77777777" w:rsidR="001E6714" w:rsidRDefault="001E6714" w:rsidP="004D0519"/>
          <w:p w14:paraId="7E686B3A" w14:textId="77777777" w:rsidR="001E6714" w:rsidRDefault="001E6714" w:rsidP="004D0519"/>
        </w:tc>
      </w:tr>
      <w:tr w:rsidR="001E6714" w14:paraId="7E686B41" w14:textId="77777777" w:rsidTr="004D0519">
        <w:tc>
          <w:tcPr>
            <w:tcW w:w="2972" w:type="dxa"/>
          </w:tcPr>
          <w:p w14:paraId="7E686B3C" w14:textId="77777777" w:rsidR="001E6714" w:rsidRPr="002C64CF" w:rsidRDefault="001E6714" w:rsidP="004D0519">
            <w:pPr>
              <w:rPr>
                <w:sz w:val="22"/>
                <w:szCs w:val="22"/>
              </w:rPr>
            </w:pPr>
            <w:r w:rsidRPr="002C64CF">
              <w:rPr>
                <w:sz w:val="22"/>
                <w:szCs w:val="22"/>
              </w:rPr>
              <w:t>Typical materials/resources</w:t>
            </w:r>
          </w:p>
        </w:tc>
        <w:tc>
          <w:tcPr>
            <w:tcW w:w="6044" w:type="dxa"/>
            <w:shd w:val="clear" w:color="auto" w:fill="auto"/>
          </w:tcPr>
          <w:p w14:paraId="7E686B3D" w14:textId="77777777" w:rsidR="001E6714" w:rsidRDefault="001E6714" w:rsidP="004D0519"/>
          <w:p w14:paraId="7E686B3E" w14:textId="77777777" w:rsidR="001E6714" w:rsidRDefault="001E6714" w:rsidP="004D0519"/>
          <w:p w14:paraId="7E686B3F" w14:textId="77777777" w:rsidR="001E6714" w:rsidRDefault="001E6714" w:rsidP="004D0519"/>
          <w:p w14:paraId="7E686B40" w14:textId="77777777" w:rsidR="001E6714" w:rsidRDefault="001E6714" w:rsidP="004D0519"/>
        </w:tc>
      </w:tr>
      <w:tr w:rsidR="001E6714" w14:paraId="7E686B47" w14:textId="77777777" w:rsidTr="004D0519">
        <w:tc>
          <w:tcPr>
            <w:tcW w:w="2972" w:type="dxa"/>
          </w:tcPr>
          <w:p w14:paraId="7E686B42" w14:textId="77777777" w:rsidR="001E6714" w:rsidRPr="002C64CF" w:rsidRDefault="001E6714" w:rsidP="004D0519">
            <w:pPr>
              <w:rPr>
                <w:sz w:val="22"/>
                <w:szCs w:val="22"/>
              </w:rPr>
            </w:pPr>
            <w:r w:rsidRPr="002C64CF">
              <w:rPr>
                <w:sz w:val="22"/>
                <w:szCs w:val="22"/>
              </w:rPr>
              <w:t>PPE required</w:t>
            </w:r>
          </w:p>
        </w:tc>
        <w:tc>
          <w:tcPr>
            <w:tcW w:w="6044" w:type="dxa"/>
            <w:shd w:val="clear" w:color="auto" w:fill="auto"/>
          </w:tcPr>
          <w:p w14:paraId="7E686B43" w14:textId="77777777" w:rsidR="001E6714" w:rsidRDefault="001E6714" w:rsidP="004D0519"/>
          <w:p w14:paraId="7E686B44" w14:textId="77777777" w:rsidR="001E6714" w:rsidRDefault="001E6714" w:rsidP="004D0519"/>
          <w:p w14:paraId="7E686B45" w14:textId="77777777" w:rsidR="001E6714" w:rsidRDefault="001E6714" w:rsidP="004D0519"/>
          <w:p w14:paraId="7E686B46" w14:textId="77777777" w:rsidR="001E6714" w:rsidRDefault="001E6714" w:rsidP="004D0519"/>
        </w:tc>
      </w:tr>
      <w:tr w:rsidR="001E6714" w14:paraId="7E686B4C" w14:textId="77777777" w:rsidTr="004D0519">
        <w:tc>
          <w:tcPr>
            <w:tcW w:w="2972" w:type="dxa"/>
          </w:tcPr>
          <w:p w14:paraId="7E686B48" w14:textId="77777777" w:rsidR="001E6714" w:rsidRPr="002C64CF" w:rsidRDefault="001E6714" w:rsidP="004D0519">
            <w:pPr>
              <w:rPr>
                <w:sz w:val="22"/>
                <w:szCs w:val="22"/>
              </w:rPr>
            </w:pPr>
            <w:r w:rsidRPr="002C64CF">
              <w:rPr>
                <w:sz w:val="22"/>
                <w:szCs w:val="22"/>
              </w:rPr>
              <w:t>Waste minimisation and disposal procedures</w:t>
            </w:r>
          </w:p>
        </w:tc>
        <w:tc>
          <w:tcPr>
            <w:tcW w:w="6044" w:type="dxa"/>
            <w:shd w:val="clear" w:color="auto" w:fill="auto"/>
          </w:tcPr>
          <w:p w14:paraId="7E686B49" w14:textId="77777777" w:rsidR="001E6714" w:rsidRDefault="001E6714" w:rsidP="004D0519"/>
          <w:p w14:paraId="7E686B4A" w14:textId="77777777" w:rsidR="001E6714" w:rsidRDefault="001E6714" w:rsidP="004D0519"/>
          <w:p w14:paraId="7E686B4B" w14:textId="77777777" w:rsidR="001E6714" w:rsidRDefault="001E6714" w:rsidP="004D0519"/>
        </w:tc>
      </w:tr>
      <w:tr w:rsidR="001E6714" w14:paraId="7E686B50" w14:textId="77777777" w:rsidTr="004D0519">
        <w:tc>
          <w:tcPr>
            <w:tcW w:w="2972" w:type="dxa"/>
          </w:tcPr>
          <w:p w14:paraId="7E686B4D" w14:textId="69119175" w:rsidR="001E6714" w:rsidRPr="002C64CF" w:rsidRDefault="001E6714" w:rsidP="004D0519">
            <w:pPr>
              <w:rPr>
                <w:sz w:val="22"/>
                <w:szCs w:val="22"/>
              </w:rPr>
            </w:pPr>
            <w:r w:rsidRPr="002C64CF">
              <w:rPr>
                <w:sz w:val="22"/>
                <w:szCs w:val="22"/>
              </w:rPr>
              <w:t>Environmental</w:t>
            </w:r>
            <w:r w:rsidR="00066EBE">
              <w:rPr>
                <w:sz w:val="22"/>
                <w:szCs w:val="22"/>
              </w:rPr>
              <w:t xml:space="preserve"> sustainability</w:t>
            </w:r>
            <w:r w:rsidRPr="002C64CF">
              <w:rPr>
                <w:sz w:val="22"/>
                <w:szCs w:val="22"/>
              </w:rPr>
              <w:t xml:space="preserve"> issues</w:t>
            </w:r>
          </w:p>
          <w:p w14:paraId="7E686B4E" w14:textId="77777777" w:rsidR="001E6714" w:rsidRPr="002C64CF" w:rsidRDefault="001E6714" w:rsidP="004D0519">
            <w:pPr>
              <w:rPr>
                <w:sz w:val="22"/>
                <w:szCs w:val="22"/>
              </w:rPr>
            </w:pPr>
          </w:p>
        </w:tc>
        <w:tc>
          <w:tcPr>
            <w:tcW w:w="6044" w:type="dxa"/>
            <w:shd w:val="clear" w:color="auto" w:fill="auto"/>
          </w:tcPr>
          <w:p w14:paraId="7E686B4F" w14:textId="77777777" w:rsidR="001E6714" w:rsidRDefault="001E6714" w:rsidP="004D0519"/>
        </w:tc>
      </w:tr>
    </w:tbl>
    <w:p w14:paraId="7E686B51" w14:textId="77777777" w:rsidR="001E6714" w:rsidRDefault="001E6714" w:rsidP="007E3882">
      <w:pPr>
        <w:pStyle w:val="Body"/>
        <w:rPr>
          <w:sz w:val="22"/>
          <w:szCs w:val="22"/>
        </w:rPr>
      </w:pPr>
    </w:p>
    <w:p w14:paraId="7E686B52" w14:textId="18819DF4" w:rsidR="004D0519" w:rsidRDefault="00066EBE" w:rsidP="007F2CDD">
      <w:pPr>
        <w:pStyle w:val="Body"/>
        <w:numPr>
          <w:ilvl w:val="0"/>
          <w:numId w:val="25"/>
        </w:numPr>
        <w:rPr>
          <w:sz w:val="22"/>
          <w:szCs w:val="22"/>
        </w:rPr>
      </w:pPr>
      <w:r>
        <w:rPr>
          <w:sz w:val="22"/>
          <w:szCs w:val="22"/>
        </w:rPr>
        <w:t xml:space="preserve"> A</w:t>
      </w:r>
      <w:r w:rsidR="00D62400">
        <w:rPr>
          <w:sz w:val="22"/>
          <w:szCs w:val="22"/>
        </w:rPr>
        <w:t>rrange the following into an appropriate order for the general cleaning and disinfection of a work surface. Place the numbers in order to achieve the best result for the disinfec</w:t>
      </w:r>
      <w:r w:rsidR="00303B9E">
        <w:rPr>
          <w:sz w:val="22"/>
          <w:szCs w:val="22"/>
        </w:rPr>
        <w:t xml:space="preserve">tion of a laboratory bench found </w:t>
      </w:r>
      <w:r w:rsidR="00F72D03">
        <w:rPr>
          <w:sz w:val="22"/>
          <w:szCs w:val="22"/>
        </w:rPr>
        <w:t>in the chemical laboratory: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5"/>
        <w:gridCol w:w="7505"/>
      </w:tblGrid>
      <w:tr w:rsidR="00D62400" w14:paraId="7E686B55" w14:textId="77777777" w:rsidTr="00D6240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55" w:type="dxa"/>
          </w:tcPr>
          <w:p w14:paraId="7E686B53" w14:textId="77777777" w:rsidR="00D62400" w:rsidRPr="00D62400" w:rsidRDefault="00D62400" w:rsidP="00D62400">
            <w:pPr>
              <w:pStyle w:val="Body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Order</w:t>
            </w:r>
          </w:p>
        </w:tc>
        <w:tc>
          <w:tcPr>
            <w:tcW w:w="7505" w:type="dxa"/>
          </w:tcPr>
          <w:p w14:paraId="7E686B54" w14:textId="77777777" w:rsidR="00D62400" w:rsidRPr="00D62400" w:rsidRDefault="00D62400" w:rsidP="00D62400">
            <w:pPr>
              <w:pStyle w:val="Body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Procedure</w:t>
            </w:r>
          </w:p>
        </w:tc>
      </w:tr>
      <w:tr w:rsidR="00D62400" w14:paraId="7E686B58" w14:textId="77777777" w:rsidTr="00D62400">
        <w:tc>
          <w:tcPr>
            <w:tcW w:w="1555" w:type="dxa"/>
          </w:tcPr>
          <w:p w14:paraId="7E686B56" w14:textId="77777777" w:rsidR="00D62400" w:rsidRDefault="00D62400" w:rsidP="00D62400">
            <w:pPr>
              <w:pStyle w:val="Body"/>
              <w:rPr>
                <w:sz w:val="22"/>
                <w:szCs w:val="22"/>
              </w:rPr>
            </w:pPr>
          </w:p>
        </w:tc>
        <w:tc>
          <w:tcPr>
            <w:tcW w:w="7505" w:type="dxa"/>
          </w:tcPr>
          <w:p w14:paraId="7E686B57" w14:textId="4DD2B869" w:rsidR="00D62400" w:rsidRDefault="00D62400" w:rsidP="00D62400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Apply disinfectant to the </w:t>
            </w:r>
            <w:r w:rsidR="00F72D03">
              <w:rPr>
                <w:sz w:val="22"/>
                <w:szCs w:val="22"/>
              </w:rPr>
              <w:t>surface and allow it to soak in</w:t>
            </w:r>
          </w:p>
        </w:tc>
      </w:tr>
      <w:tr w:rsidR="00D62400" w14:paraId="7E686B5B" w14:textId="77777777" w:rsidTr="00D62400">
        <w:tc>
          <w:tcPr>
            <w:tcW w:w="1555" w:type="dxa"/>
          </w:tcPr>
          <w:p w14:paraId="7E686B59" w14:textId="77777777" w:rsidR="00D62400" w:rsidRDefault="00D62400" w:rsidP="00D62400">
            <w:pPr>
              <w:pStyle w:val="Body"/>
              <w:rPr>
                <w:sz w:val="22"/>
                <w:szCs w:val="22"/>
              </w:rPr>
            </w:pPr>
          </w:p>
        </w:tc>
        <w:tc>
          <w:tcPr>
            <w:tcW w:w="7505" w:type="dxa"/>
          </w:tcPr>
          <w:p w14:paraId="7E686B5A" w14:textId="77777777" w:rsidR="00D62400" w:rsidRDefault="00D62400" w:rsidP="00D62400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Leave surface to dry</w:t>
            </w:r>
          </w:p>
        </w:tc>
      </w:tr>
      <w:tr w:rsidR="00D62400" w14:paraId="7E686B5E" w14:textId="77777777" w:rsidTr="00D62400">
        <w:tc>
          <w:tcPr>
            <w:tcW w:w="1555" w:type="dxa"/>
          </w:tcPr>
          <w:p w14:paraId="7E686B5C" w14:textId="77777777" w:rsidR="00D62400" w:rsidRDefault="00D62400" w:rsidP="00D62400">
            <w:pPr>
              <w:pStyle w:val="Body"/>
              <w:rPr>
                <w:sz w:val="22"/>
                <w:szCs w:val="22"/>
              </w:rPr>
            </w:pPr>
          </w:p>
        </w:tc>
        <w:tc>
          <w:tcPr>
            <w:tcW w:w="7505" w:type="dxa"/>
          </w:tcPr>
          <w:p w14:paraId="7E686B5D" w14:textId="77777777" w:rsidR="00D62400" w:rsidRDefault="00D62400" w:rsidP="00D62400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Remove obvious physical contaminants such as such as dirt</w:t>
            </w:r>
          </w:p>
        </w:tc>
      </w:tr>
      <w:tr w:rsidR="00D62400" w14:paraId="7E686B61" w14:textId="77777777" w:rsidTr="00D62400">
        <w:tc>
          <w:tcPr>
            <w:tcW w:w="1555" w:type="dxa"/>
          </w:tcPr>
          <w:p w14:paraId="7E686B5F" w14:textId="77777777" w:rsidR="00D62400" w:rsidRDefault="00D62400" w:rsidP="00D62400">
            <w:pPr>
              <w:pStyle w:val="Body"/>
              <w:rPr>
                <w:sz w:val="22"/>
                <w:szCs w:val="22"/>
              </w:rPr>
            </w:pPr>
          </w:p>
        </w:tc>
        <w:tc>
          <w:tcPr>
            <w:tcW w:w="7505" w:type="dxa"/>
          </w:tcPr>
          <w:p w14:paraId="7E686B60" w14:textId="77777777" w:rsidR="00D62400" w:rsidRDefault="00D62400" w:rsidP="00D62400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Wipe down the surface</w:t>
            </w:r>
          </w:p>
        </w:tc>
      </w:tr>
      <w:tr w:rsidR="00D62400" w14:paraId="7E686B64" w14:textId="77777777" w:rsidTr="00D62400">
        <w:tc>
          <w:tcPr>
            <w:tcW w:w="1555" w:type="dxa"/>
          </w:tcPr>
          <w:p w14:paraId="7E686B62" w14:textId="77777777" w:rsidR="00D62400" w:rsidRDefault="00D62400" w:rsidP="00D62400">
            <w:pPr>
              <w:pStyle w:val="Body"/>
              <w:rPr>
                <w:sz w:val="22"/>
                <w:szCs w:val="22"/>
              </w:rPr>
            </w:pPr>
          </w:p>
        </w:tc>
        <w:tc>
          <w:tcPr>
            <w:tcW w:w="7505" w:type="dxa"/>
          </w:tcPr>
          <w:p w14:paraId="7E686B63" w14:textId="77777777" w:rsidR="00D62400" w:rsidRDefault="00D62400" w:rsidP="00D62400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Clean with hot water and detergent </w:t>
            </w:r>
          </w:p>
        </w:tc>
      </w:tr>
      <w:tr w:rsidR="00D62400" w14:paraId="7E686B67" w14:textId="77777777" w:rsidTr="00D62400">
        <w:tc>
          <w:tcPr>
            <w:tcW w:w="1555" w:type="dxa"/>
          </w:tcPr>
          <w:p w14:paraId="7E686B65" w14:textId="77777777" w:rsidR="00D62400" w:rsidRDefault="00D62400" w:rsidP="00D62400">
            <w:pPr>
              <w:pStyle w:val="Body"/>
              <w:rPr>
                <w:sz w:val="22"/>
                <w:szCs w:val="22"/>
              </w:rPr>
            </w:pPr>
          </w:p>
        </w:tc>
        <w:tc>
          <w:tcPr>
            <w:tcW w:w="7505" w:type="dxa"/>
          </w:tcPr>
          <w:p w14:paraId="7E686B66" w14:textId="77777777" w:rsidR="00D62400" w:rsidRDefault="00D62400" w:rsidP="00D62400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Rinse with water to remove detergent traces</w:t>
            </w:r>
          </w:p>
        </w:tc>
      </w:tr>
    </w:tbl>
    <w:p w14:paraId="7E686B68" w14:textId="77777777" w:rsidR="00D62400" w:rsidRDefault="00D62400" w:rsidP="00D62400">
      <w:pPr>
        <w:pStyle w:val="Body"/>
        <w:rPr>
          <w:sz w:val="22"/>
          <w:szCs w:val="22"/>
        </w:rPr>
      </w:pPr>
    </w:p>
    <w:p w14:paraId="7E686B69" w14:textId="6E49901C" w:rsidR="007E3882" w:rsidRPr="002C64CF" w:rsidRDefault="00F72D03" w:rsidP="007F2CDD">
      <w:pPr>
        <w:pStyle w:val="ListParagraph"/>
        <w:numPr>
          <w:ilvl w:val="0"/>
          <w:numId w:val="25"/>
        </w:numPr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7E3882" w:rsidRPr="002C64CF">
        <w:rPr>
          <w:sz w:val="22"/>
          <w:szCs w:val="22"/>
        </w:rPr>
        <w:t xml:space="preserve">Select and name two different surfaces that clean in your </w:t>
      </w:r>
      <w:r w:rsidR="00066EBE">
        <w:rPr>
          <w:sz w:val="22"/>
          <w:szCs w:val="22"/>
        </w:rPr>
        <w:t>laboratory</w:t>
      </w:r>
      <w:r>
        <w:rPr>
          <w:sz w:val="22"/>
          <w:szCs w:val="22"/>
        </w:rPr>
        <w:t xml:space="preserve"> (t</w:t>
      </w:r>
      <w:r w:rsidR="007E3882" w:rsidRPr="002C64CF">
        <w:rPr>
          <w:sz w:val="22"/>
          <w:szCs w:val="22"/>
        </w:rPr>
        <w:t>hese could be in a general laboratory, a micro-laboratory, balance room, instrumental laboratory etc</w:t>
      </w:r>
      <w:r>
        <w:rPr>
          <w:sz w:val="22"/>
          <w:szCs w:val="22"/>
        </w:rPr>
        <w:t>.</w:t>
      </w:r>
      <w:r w:rsidR="007E3882" w:rsidRPr="002C64CF">
        <w:rPr>
          <w:sz w:val="22"/>
          <w:szCs w:val="22"/>
        </w:rPr>
        <w:t>)</w:t>
      </w:r>
      <w:r>
        <w:rPr>
          <w:sz w:val="22"/>
          <w:szCs w:val="22"/>
        </w:rPr>
        <w:t>.</w:t>
      </w:r>
      <w:r w:rsidR="007E3882" w:rsidRPr="002C64CF">
        <w:rPr>
          <w:sz w:val="22"/>
          <w:szCs w:val="22"/>
        </w:rPr>
        <w:t xml:space="preserve"> Complete the table indicating:</w:t>
      </w:r>
    </w:p>
    <w:p w14:paraId="7E686B6A" w14:textId="77777777" w:rsidR="007E3882" w:rsidRPr="002C64CF" w:rsidRDefault="007E3882" w:rsidP="007E3882">
      <w:pPr>
        <w:pStyle w:val="ListParagraph"/>
        <w:numPr>
          <w:ilvl w:val="0"/>
          <w:numId w:val="19"/>
        </w:numPr>
        <w:rPr>
          <w:sz w:val="22"/>
          <w:szCs w:val="22"/>
        </w:rPr>
      </w:pPr>
      <w:r w:rsidRPr="002C64CF">
        <w:rPr>
          <w:sz w:val="22"/>
          <w:szCs w:val="22"/>
        </w:rPr>
        <w:t>The location of the surface</w:t>
      </w:r>
    </w:p>
    <w:p w14:paraId="7E686B6B" w14:textId="77777777" w:rsidR="007E3882" w:rsidRPr="002C64CF" w:rsidRDefault="007E3882" w:rsidP="007E3882">
      <w:pPr>
        <w:pStyle w:val="ListParagraph"/>
        <w:numPr>
          <w:ilvl w:val="0"/>
          <w:numId w:val="19"/>
        </w:numPr>
        <w:rPr>
          <w:sz w:val="22"/>
          <w:szCs w:val="22"/>
        </w:rPr>
      </w:pPr>
      <w:r w:rsidRPr="002C64CF">
        <w:rPr>
          <w:sz w:val="22"/>
          <w:szCs w:val="22"/>
        </w:rPr>
        <w:t>The type of the clean (general, sanitising or sterilisation)</w:t>
      </w:r>
    </w:p>
    <w:p w14:paraId="7E686B6C" w14:textId="77777777" w:rsidR="007E3882" w:rsidRPr="002C64CF" w:rsidRDefault="007E3882" w:rsidP="007E3882">
      <w:pPr>
        <w:pStyle w:val="ListParagraph"/>
        <w:numPr>
          <w:ilvl w:val="0"/>
          <w:numId w:val="19"/>
        </w:numPr>
        <w:rPr>
          <w:sz w:val="22"/>
          <w:szCs w:val="22"/>
        </w:rPr>
      </w:pPr>
      <w:r w:rsidRPr="002C64CF">
        <w:rPr>
          <w:sz w:val="22"/>
          <w:szCs w:val="22"/>
        </w:rPr>
        <w:t>The appropriate cleaning agents</w:t>
      </w:r>
    </w:p>
    <w:p w14:paraId="7E686B6D" w14:textId="77777777" w:rsidR="007E3882" w:rsidRPr="002C64CF" w:rsidRDefault="007E3882" w:rsidP="007E3882">
      <w:pPr>
        <w:pStyle w:val="ListParagraph"/>
        <w:numPr>
          <w:ilvl w:val="0"/>
          <w:numId w:val="19"/>
        </w:numPr>
        <w:rPr>
          <w:sz w:val="22"/>
          <w:szCs w:val="22"/>
        </w:rPr>
      </w:pPr>
      <w:r w:rsidRPr="002C64CF">
        <w:rPr>
          <w:sz w:val="22"/>
          <w:szCs w:val="22"/>
        </w:rPr>
        <w:t>The equipment required</w:t>
      </w:r>
    </w:p>
    <w:p w14:paraId="7E686B6E" w14:textId="77777777" w:rsidR="007E3882" w:rsidRPr="002C64CF" w:rsidRDefault="007E3882" w:rsidP="007E3882">
      <w:pPr>
        <w:pStyle w:val="ListParagraph"/>
        <w:numPr>
          <w:ilvl w:val="0"/>
          <w:numId w:val="19"/>
        </w:numPr>
        <w:rPr>
          <w:sz w:val="22"/>
          <w:szCs w:val="22"/>
        </w:rPr>
      </w:pPr>
      <w:r w:rsidRPr="002C64CF">
        <w:rPr>
          <w:sz w:val="22"/>
          <w:szCs w:val="22"/>
        </w:rPr>
        <w:t>Wastes generated and any special procedures for their disposal</w:t>
      </w:r>
    </w:p>
    <w:p w14:paraId="7E686B6F" w14:textId="41DBF115" w:rsidR="007E3882" w:rsidRPr="002C64CF" w:rsidRDefault="00F72D03" w:rsidP="007E3882">
      <w:pPr>
        <w:pStyle w:val="ListParagraph"/>
        <w:numPr>
          <w:ilvl w:val="0"/>
          <w:numId w:val="19"/>
        </w:numPr>
        <w:rPr>
          <w:sz w:val="22"/>
          <w:szCs w:val="22"/>
        </w:rPr>
      </w:pPr>
      <w:r>
        <w:rPr>
          <w:sz w:val="22"/>
          <w:szCs w:val="22"/>
        </w:rPr>
        <w:t>PPE required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23"/>
        <w:gridCol w:w="5193"/>
      </w:tblGrid>
      <w:tr w:rsidR="007E3882" w14:paraId="7E686B73" w14:textId="77777777" w:rsidTr="004A35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823" w:type="dxa"/>
          </w:tcPr>
          <w:p w14:paraId="7E686B70" w14:textId="77777777" w:rsidR="007E3882" w:rsidRPr="002C64CF" w:rsidRDefault="007E3882" w:rsidP="002C64CF">
            <w:pPr>
              <w:spacing w:line="240" w:lineRule="auto"/>
              <w:rPr>
                <w:sz w:val="22"/>
                <w:szCs w:val="22"/>
              </w:rPr>
            </w:pPr>
            <w:r w:rsidRPr="002C64CF">
              <w:rPr>
                <w:sz w:val="22"/>
                <w:szCs w:val="22"/>
              </w:rPr>
              <w:t>Surface 1</w:t>
            </w:r>
          </w:p>
        </w:tc>
        <w:tc>
          <w:tcPr>
            <w:tcW w:w="5193" w:type="dxa"/>
            <w:shd w:val="clear" w:color="auto" w:fill="FFFFFF" w:themeFill="background1"/>
          </w:tcPr>
          <w:p w14:paraId="7E686B72" w14:textId="77777777" w:rsidR="007E3882" w:rsidRDefault="007E3882" w:rsidP="002C64CF">
            <w:pPr>
              <w:spacing w:line="240" w:lineRule="auto"/>
            </w:pPr>
          </w:p>
        </w:tc>
      </w:tr>
      <w:tr w:rsidR="007E3882" w14:paraId="7E686B77" w14:textId="77777777" w:rsidTr="004A358A">
        <w:tc>
          <w:tcPr>
            <w:tcW w:w="3823" w:type="dxa"/>
          </w:tcPr>
          <w:p w14:paraId="7E686B74" w14:textId="77777777" w:rsidR="007E3882" w:rsidRPr="002C64CF" w:rsidRDefault="007E3882" w:rsidP="004A358A">
            <w:pPr>
              <w:rPr>
                <w:sz w:val="22"/>
                <w:szCs w:val="22"/>
              </w:rPr>
            </w:pPr>
            <w:r w:rsidRPr="002C64CF">
              <w:rPr>
                <w:sz w:val="22"/>
                <w:szCs w:val="22"/>
              </w:rPr>
              <w:t>Location of the surface</w:t>
            </w:r>
          </w:p>
        </w:tc>
        <w:tc>
          <w:tcPr>
            <w:tcW w:w="5193" w:type="dxa"/>
          </w:tcPr>
          <w:p w14:paraId="7E686B75" w14:textId="77777777" w:rsidR="007E3882" w:rsidRDefault="007E3882" w:rsidP="004A358A"/>
          <w:p w14:paraId="7E686B76" w14:textId="77777777" w:rsidR="007E3882" w:rsidRDefault="007E3882" w:rsidP="004A358A"/>
        </w:tc>
      </w:tr>
      <w:tr w:rsidR="007E3882" w14:paraId="7E686B7B" w14:textId="77777777" w:rsidTr="004A358A">
        <w:tc>
          <w:tcPr>
            <w:tcW w:w="3823" w:type="dxa"/>
          </w:tcPr>
          <w:p w14:paraId="7E686B78" w14:textId="77777777" w:rsidR="007E3882" w:rsidRPr="002C64CF" w:rsidRDefault="007E3882" w:rsidP="004A358A">
            <w:pPr>
              <w:rPr>
                <w:sz w:val="22"/>
                <w:szCs w:val="22"/>
              </w:rPr>
            </w:pPr>
            <w:r w:rsidRPr="002C64CF">
              <w:rPr>
                <w:sz w:val="22"/>
                <w:szCs w:val="22"/>
              </w:rPr>
              <w:t>Type of clean</w:t>
            </w:r>
          </w:p>
        </w:tc>
        <w:tc>
          <w:tcPr>
            <w:tcW w:w="5193" w:type="dxa"/>
          </w:tcPr>
          <w:p w14:paraId="7E686B79" w14:textId="77777777" w:rsidR="007E3882" w:rsidRDefault="007E3882" w:rsidP="004A358A"/>
          <w:p w14:paraId="7E686B7A" w14:textId="77777777" w:rsidR="007E3882" w:rsidRDefault="007E3882" w:rsidP="004A358A"/>
        </w:tc>
      </w:tr>
      <w:tr w:rsidR="007E3882" w14:paraId="7E686B7F" w14:textId="77777777" w:rsidTr="004A358A">
        <w:tc>
          <w:tcPr>
            <w:tcW w:w="3823" w:type="dxa"/>
          </w:tcPr>
          <w:p w14:paraId="7E686B7C" w14:textId="77777777" w:rsidR="007E3882" w:rsidRPr="002C64CF" w:rsidRDefault="007E3882" w:rsidP="004A358A">
            <w:pPr>
              <w:rPr>
                <w:sz w:val="22"/>
                <w:szCs w:val="22"/>
              </w:rPr>
            </w:pPr>
            <w:r w:rsidRPr="002C64CF">
              <w:rPr>
                <w:sz w:val="22"/>
                <w:szCs w:val="22"/>
              </w:rPr>
              <w:t>Cleaning agents</w:t>
            </w:r>
          </w:p>
        </w:tc>
        <w:tc>
          <w:tcPr>
            <w:tcW w:w="5193" w:type="dxa"/>
          </w:tcPr>
          <w:p w14:paraId="7E686B7D" w14:textId="77777777" w:rsidR="007E3882" w:rsidRDefault="007E3882" w:rsidP="004A358A"/>
          <w:p w14:paraId="7E686B7E" w14:textId="77777777" w:rsidR="007E3882" w:rsidRDefault="007E3882" w:rsidP="004A358A"/>
        </w:tc>
      </w:tr>
      <w:tr w:rsidR="007E3882" w14:paraId="7E686B83" w14:textId="77777777" w:rsidTr="004A358A">
        <w:tc>
          <w:tcPr>
            <w:tcW w:w="3823" w:type="dxa"/>
          </w:tcPr>
          <w:p w14:paraId="7E686B80" w14:textId="77777777" w:rsidR="007E3882" w:rsidRPr="002C64CF" w:rsidRDefault="007E3882" w:rsidP="004A358A">
            <w:pPr>
              <w:rPr>
                <w:sz w:val="22"/>
                <w:szCs w:val="22"/>
              </w:rPr>
            </w:pPr>
            <w:r w:rsidRPr="002C64CF">
              <w:rPr>
                <w:sz w:val="22"/>
                <w:szCs w:val="22"/>
              </w:rPr>
              <w:lastRenderedPageBreak/>
              <w:t>Equipment required</w:t>
            </w:r>
          </w:p>
        </w:tc>
        <w:tc>
          <w:tcPr>
            <w:tcW w:w="5193" w:type="dxa"/>
          </w:tcPr>
          <w:p w14:paraId="7E686B81" w14:textId="77777777" w:rsidR="007E3882" w:rsidRDefault="007E3882" w:rsidP="004A358A"/>
          <w:p w14:paraId="7E686B82" w14:textId="77777777" w:rsidR="007E3882" w:rsidRDefault="007E3882" w:rsidP="004A358A"/>
        </w:tc>
      </w:tr>
      <w:tr w:rsidR="007E3882" w14:paraId="7E686B86" w14:textId="77777777" w:rsidTr="004A358A">
        <w:tc>
          <w:tcPr>
            <w:tcW w:w="3823" w:type="dxa"/>
          </w:tcPr>
          <w:p w14:paraId="7E686B84" w14:textId="77777777" w:rsidR="007E3882" w:rsidRPr="002C64CF" w:rsidRDefault="007E3882" w:rsidP="004A358A">
            <w:pPr>
              <w:rPr>
                <w:sz w:val="22"/>
                <w:szCs w:val="22"/>
              </w:rPr>
            </w:pPr>
            <w:r w:rsidRPr="002C64CF">
              <w:rPr>
                <w:sz w:val="22"/>
                <w:szCs w:val="22"/>
              </w:rPr>
              <w:t>Wastes generated/ special procedures</w:t>
            </w:r>
          </w:p>
        </w:tc>
        <w:tc>
          <w:tcPr>
            <w:tcW w:w="5193" w:type="dxa"/>
          </w:tcPr>
          <w:p w14:paraId="7B0F9B90" w14:textId="77777777" w:rsidR="007E3882" w:rsidRDefault="007E3882" w:rsidP="004A358A"/>
          <w:p w14:paraId="7E686B85" w14:textId="211D45E8" w:rsidR="00F72D03" w:rsidRDefault="00F72D03" w:rsidP="004A358A"/>
        </w:tc>
      </w:tr>
      <w:tr w:rsidR="007E3882" w14:paraId="7E686B8A" w14:textId="77777777" w:rsidTr="004A358A">
        <w:tc>
          <w:tcPr>
            <w:tcW w:w="3823" w:type="dxa"/>
          </w:tcPr>
          <w:p w14:paraId="7E686B87" w14:textId="77777777" w:rsidR="007E3882" w:rsidRPr="002C64CF" w:rsidRDefault="007E3882" w:rsidP="004A358A">
            <w:pPr>
              <w:rPr>
                <w:sz w:val="22"/>
                <w:szCs w:val="22"/>
              </w:rPr>
            </w:pPr>
            <w:r w:rsidRPr="002C64CF">
              <w:rPr>
                <w:sz w:val="22"/>
                <w:szCs w:val="22"/>
              </w:rPr>
              <w:t>PPE</w:t>
            </w:r>
          </w:p>
        </w:tc>
        <w:tc>
          <w:tcPr>
            <w:tcW w:w="5193" w:type="dxa"/>
          </w:tcPr>
          <w:p w14:paraId="7E686B88" w14:textId="77777777" w:rsidR="007E3882" w:rsidRDefault="007E3882" w:rsidP="004A358A"/>
          <w:p w14:paraId="7E686B89" w14:textId="77777777" w:rsidR="007E3882" w:rsidRDefault="007E3882" w:rsidP="004A358A"/>
        </w:tc>
      </w:tr>
      <w:tr w:rsidR="007E3882" w14:paraId="7E686B8E" w14:textId="77777777" w:rsidTr="004A358A">
        <w:tc>
          <w:tcPr>
            <w:tcW w:w="3823" w:type="dxa"/>
            <w:shd w:val="clear" w:color="auto" w:fill="2D739F"/>
          </w:tcPr>
          <w:p w14:paraId="7E686B8B" w14:textId="77777777" w:rsidR="007E3882" w:rsidRPr="002C64CF" w:rsidRDefault="007E3882" w:rsidP="002C64CF">
            <w:pPr>
              <w:spacing w:line="240" w:lineRule="auto"/>
              <w:rPr>
                <w:b/>
                <w:color w:val="FFFFFF" w:themeColor="background1"/>
                <w:sz w:val="22"/>
                <w:szCs w:val="22"/>
              </w:rPr>
            </w:pPr>
            <w:r w:rsidRPr="002C64CF">
              <w:rPr>
                <w:b/>
                <w:color w:val="FFFFFF" w:themeColor="background1"/>
                <w:sz w:val="22"/>
                <w:szCs w:val="22"/>
              </w:rPr>
              <w:t>Surface 2</w:t>
            </w:r>
          </w:p>
        </w:tc>
        <w:tc>
          <w:tcPr>
            <w:tcW w:w="5193" w:type="dxa"/>
          </w:tcPr>
          <w:p w14:paraId="7E686B8D" w14:textId="77777777" w:rsidR="007E3882" w:rsidRDefault="007E3882" w:rsidP="002C64CF">
            <w:pPr>
              <w:spacing w:line="240" w:lineRule="auto"/>
            </w:pPr>
          </w:p>
        </w:tc>
      </w:tr>
      <w:tr w:rsidR="007E3882" w14:paraId="7E686B92" w14:textId="77777777" w:rsidTr="004A358A">
        <w:tc>
          <w:tcPr>
            <w:tcW w:w="3823" w:type="dxa"/>
          </w:tcPr>
          <w:p w14:paraId="7E686B8F" w14:textId="77777777" w:rsidR="007E3882" w:rsidRPr="002C64CF" w:rsidRDefault="007E3882" w:rsidP="004A358A">
            <w:pPr>
              <w:rPr>
                <w:sz w:val="22"/>
                <w:szCs w:val="22"/>
              </w:rPr>
            </w:pPr>
            <w:r w:rsidRPr="002C64CF">
              <w:rPr>
                <w:sz w:val="22"/>
                <w:szCs w:val="22"/>
              </w:rPr>
              <w:t>Location of surface</w:t>
            </w:r>
          </w:p>
        </w:tc>
        <w:tc>
          <w:tcPr>
            <w:tcW w:w="5193" w:type="dxa"/>
          </w:tcPr>
          <w:p w14:paraId="7E686B90" w14:textId="77777777" w:rsidR="007E3882" w:rsidRDefault="007E3882" w:rsidP="004A358A"/>
          <w:p w14:paraId="7E686B91" w14:textId="77777777" w:rsidR="007E3882" w:rsidRDefault="007E3882" w:rsidP="004A358A"/>
        </w:tc>
      </w:tr>
      <w:tr w:rsidR="007E3882" w14:paraId="7E686B96" w14:textId="77777777" w:rsidTr="004A358A">
        <w:tc>
          <w:tcPr>
            <w:tcW w:w="3823" w:type="dxa"/>
          </w:tcPr>
          <w:p w14:paraId="7E686B93" w14:textId="77777777" w:rsidR="007E3882" w:rsidRPr="002C64CF" w:rsidRDefault="007E3882" w:rsidP="004A358A">
            <w:pPr>
              <w:rPr>
                <w:sz w:val="22"/>
                <w:szCs w:val="22"/>
              </w:rPr>
            </w:pPr>
            <w:r w:rsidRPr="002C64CF">
              <w:rPr>
                <w:sz w:val="22"/>
                <w:szCs w:val="22"/>
              </w:rPr>
              <w:t>Type of clean</w:t>
            </w:r>
          </w:p>
        </w:tc>
        <w:tc>
          <w:tcPr>
            <w:tcW w:w="5193" w:type="dxa"/>
          </w:tcPr>
          <w:p w14:paraId="7E686B94" w14:textId="77777777" w:rsidR="007E3882" w:rsidRDefault="007E3882" w:rsidP="004A358A"/>
          <w:p w14:paraId="7E686B95" w14:textId="77777777" w:rsidR="007E3882" w:rsidRDefault="007E3882" w:rsidP="004A358A"/>
        </w:tc>
      </w:tr>
      <w:tr w:rsidR="007E3882" w14:paraId="7E686B9A" w14:textId="77777777" w:rsidTr="004A358A">
        <w:tc>
          <w:tcPr>
            <w:tcW w:w="3823" w:type="dxa"/>
          </w:tcPr>
          <w:p w14:paraId="7E686B97" w14:textId="77777777" w:rsidR="007E3882" w:rsidRPr="002C64CF" w:rsidRDefault="007E3882" w:rsidP="004A358A">
            <w:pPr>
              <w:rPr>
                <w:sz w:val="22"/>
                <w:szCs w:val="22"/>
              </w:rPr>
            </w:pPr>
            <w:r w:rsidRPr="002C64CF">
              <w:rPr>
                <w:sz w:val="22"/>
                <w:szCs w:val="22"/>
              </w:rPr>
              <w:t>Cleaning agents</w:t>
            </w:r>
          </w:p>
        </w:tc>
        <w:tc>
          <w:tcPr>
            <w:tcW w:w="5193" w:type="dxa"/>
          </w:tcPr>
          <w:p w14:paraId="7E686B98" w14:textId="77777777" w:rsidR="007E3882" w:rsidRDefault="007E3882" w:rsidP="004A358A"/>
          <w:p w14:paraId="7E686B99" w14:textId="77777777" w:rsidR="007E3882" w:rsidRDefault="007E3882" w:rsidP="004A358A"/>
        </w:tc>
      </w:tr>
      <w:tr w:rsidR="007E3882" w14:paraId="7E686B9E" w14:textId="77777777" w:rsidTr="004A358A">
        <w:tc>
          <w:tcPr>
            <w:tcW w:w="3823" w:type="dxa"/>
          </w:tcPr>
          <w:p w14:paraId="7E686B9B" w14:textId="77777777" w:rsidR="007E3882" w:rsidRPr="002C64CF" w:rsidRDefault="007E3882" w:rsidP="004A358A">
            <w:pPr>
              <w:rPr>
                <w:sz w:val="22"/>
                <w:szCs w:val="22"/>
              </w:rPr>
            </w:pPr>
            <w:r w:rsidRPr="002C64CF">
              <w:rPr>
                <w:sz w:val="22"/>
                <w:szCs w:val="22"/>
              </w:rPr>
              <w:t>Equipment required</w:t>
            </w:r>
          </w:p>
        </w:tc>
        <w:tc>
          <w:tcPr>
            <w:tcW w:w="5193" w:type="dxa"/>
          </w:tcPr>
          <w:p w14:paraId="7E686B9C" w14:textId="77777777" w:rsidR="007E3882" w:rsidRDefault="007E3882" w:rsidP="004A358A"/>
          <w:p w14:paraId="7E686B9D" w14:textId="77777777" w:rsidR="007E3882" w:rsidRDefault="007E3882" w:rsidP="004A358A"/>
        </w:tc>
      </w:tr>
      <w:tr w:rsidR="007E3882" w14:paraId="7E686BA1" w14:textId="77777777" w:rsidTr="004A358A">
        <w:tc>
          <w:tcPr>
            <w:tcW w:w="3823" w:type="dxa"/>
          </w:tcPr>
          <w:p w14:paraId="7E686B9F" w14:textId="77777777" w:rsidR="007E3882" w:rsidRPr="002C64CF" w:rsidRDefault="007E3882" w:rsidP="004A358A">
            <w:pPr>
              <w:rPr>
                <w:sz w:val="22"/>
                <w:szCs w:val="22"/>
              </w:rPr>
            </w:pPr>
            <w:r w:rsidRPr="002C64CF">
              <w:rPr>
                <w:sz w:val="22"/>
                <w:szCs w:val="22"/>
              </w:rPr>
              <w:t>Wastes generated/ special procedures</w:t>
            </w:r>
          </w:p>
        </w:tc>
        <w:tc>
          <w:tcPr>
            <w:tcW w:w="5193" w:type="dxa"/>
          </w:tcPr>
          <w:p w14:paraId="608367B8" w14:textId="77777777" w:rsidR="00F72D03" w:rsidRDefault="00F72D03" w:rsidP="004A358A"/>
          <w:p w14:paraId="7E686BA0" w14:textId="6344C697" w:rsidR="007E3882" w:rsidRDefault="007E3882" w:rsidP="004A358A"/>
        </w:tc>
      </w:tr>
      <w:tr w:rsidR="007E3882" w14:paraId="7E686BA5" w14:textId="77777777" w:rsidTr="004A358A">
        <w:tc>
          <w:tcPr>
            <w:tcW w:w="3823" w:type="dxa"/>
          </w:tcPr>
          <w:p w14:paraId="7E686BA2" w14:textId="77777777" w:rsidR="007E3882" w:rsidRPr="002C64CF" w:rsidRDefault="007E3882" w:rsidP="004A358A">
            <w:pPr>
              <w:rPr>
                <w:sz w:val="22"/>
                <w:szCs w:val="22"/>
              </w:rPr>
            </w:pPr>
            <w:r w:rsidRPr="002C64CF">
              <w:rPr>
                <w:sz w:val="22"/>
                <w:szCs w:val="22"/>
              </w:rPr>
              <w:t>PPE</w:t>
            </w:r>
          </w:p>
        </w:tc>
        <w:tc>
          <w:tcPr>
            <w:tcW w:w="5193" w:type="dxa"/>
          </w:tcPr>
          <w:p w14:paraId="7E686BA3" w14:textId="77777777" w:rsidR="007E3882" w:rsidRDefault="007E3882" w:rsidP="004A358A"/>
          <w:p w14:paraId="7E686BA4" w14:textId="77777777" w:rsidR="007E3882" w:rsidRDefault="007E3882" w:rsidP="004A358A"/>
        </w:tc>
      </w:tr>
    </w:tbl>
    <w:p w14:paraId="7E686BA6" w14:textId="77777777" w:rsidR="007E3882" w:rsidRDefault="007E3882" w:rsidP="007E3882"/>
    <w:p w14:paraId="7E686BA7" w14:textId="77777777" w:rsidR="007E3882" w:rsidRDefault="007E3882" w:rsidP="00D62400">
      <w:pPr>
        <w:pStyle w:val="Body"/>
        <w:rPr>
          <w:sz w:val="22"/>
          <w:szCs w:val="22"/>
        </w:rPr>
      </w:pPr>
    </w:p>
    <w:p w14:paraId="7E686BA8" w14:textId="77777777" w:rsidR="007E3882" w:rsidRDefault="007E3882">
      <w:pPr>
        <w:tabs>
          <w:tab w:val="clear" w:pos="284"/>
        </w:tabs>
        <w:spacing w:before="0" w:after="200" w:line="276" w:lineRule="auto"/>
      </w:pPr>
      <w:r>
        <w:br w:type="page"/>
      </w:r>
    </w:p>
    <w:p w14:paraId="7E686BA9" w14:textId="055EE795" w:rsidR="001E6714" w:rsidRPr="002C64CF" w:rsidRDefault="001E6714" w:rsidP="00F72D03">
      <w:pPr>
        <w:pStyle w:val="ListParagraph"/>
        <w:numPr>
          <w:ilvl w:val="0"/>
          <w:numId w:val="25"/>
        </w:numPr>
        <w:tabs>
          <w:tab w:val="clear" w:pos="284"/>
          <w:tab w:val="left" w:pos="426"/>
        </w:tabs>
        <w:ind w:left="426" w:hanging="426"/>
        <w:rPr>
          <w:sz w:val="22"/>
          <w:szCs w:val="22"/>
        </w:rPr>
      </w:pPr>
      <w:r w:rsidRPr="002C64CF">
        <w:rPr>
          <w:sz w:val="22"/>
          <w:szCs w:val="22"/>
        </w:rPr>
        <w:lastRenderedPageBreak/>
        <w:t xml:space="preserve">Read the following SOP for the Cleaning and Storage of Glassware and then </w:t>
      </w:r>
      <w:r w:rsidR="00D2753B">
        <w:rPr>
          <w:sz w:val="22"/>
          <w:szCs w:val="22"/>
        </w:rPr>
        <w:t>complete</w:t>
      </w:r>
      <w:r w:rsidRPr="002C64CF">
        <w:rPr>
          <w:sz w:val="22"/>
          <w:szCs w:val="22"/>
        </w:rPr>
        <w:t xml:space="preserve"> the exercise at the end.</w:t>
      </w:r>
    </w:p>
    <w:p w14:paraId="7E686BAA" w14:textId="0C947A18" w:rsidR="001E6714" w:rsidRPr="002C64CF" w:rsidRDefault="001E6714" w:rsidP="001E6714">
      <w:pPr>
        <w:rPr>
          <w:sz w:val="22"/>
          <w:szCs w:val="22"/>
        </w:rPr>
      </w:pPr>
      <w:r w:rsidRPr="002C64CF">
        <w:rPr>
          <w:b/>
          <w:sz w:val="22"/>
          <w:szCs w:val="22"/>
        </w:rPr>
        <w:t xml:space="preserve">Note: </w:t>
      </w:r>
      <w:r w:rsidRPr="002C64CF">
        <w:rPr>
          <w:sz w:val="22"/>
          <w:szCs w:val="22"/>
        </w:rPr>
        <w:t>for this task cleanliness includes the absence of residue and trace contaminants</w:t>
      </w:r>
      <w:r w:rsidR="00066EBE">
        <w:rPr>
          <w:sz w:val="22"/>
          <w:szCs w:val="22"/>
        </w:rPr>
        <w:t xml:space="preserve">. </w:t>
      </w:r>
    </w:p>
    <w:p w14:paraId="7E686BAB" w14:textId="77777777" w:rsidR="001E6714" w:rsidRPr="002C64CF" w:rsidRDefault="001E6714" w:rsidP="001E6714">
      <w:pPr>
        <w:jc w:val="center"/>
        <w:rPr>
          <w:b/>
          <w:sz w:val="22"/>
          <w:szCs w:val="22"/>
        </w:rPr>
      </w:pPr>
      <w:r w:rsidRPr="002C64CF">
        <w:rPr>
          <w:b/>
          <w:sz w:val="22"/>
          <w:szCs w:val="22"/>
        </w:rPr>
        <w:t>SOP: Cleaning and Storage of Glassware</w:t>
      </w:r>
    </w:p>
    <w:p w14:paraId="7E686BAC" w14:textId="45118D0A" w:rsidR="001E6714" w:rsidRPr="002C64CF" w:rsidRDefault="001E6714" w:rsidP="009B2EB6">
      <w:pPr>
        <w:pStyle w:val="ListParagraph"/>
        <w:numPr>
          <w:ilvl w:val="0"/>
          <w:numId w:val="18"/>
        </w:numPr>
        <w:rPr>
          <w:b/>
          <w:sz w:val="22"/>
          <w:szCs w:val="22"/>
        </w:rPr>
      </w:pPr>
      <w:r w:rsidRPr="002C64CF">
        <w:rPr>
          <w:sz w:val="22"/>
          <w:szCs w:val="22"/>
        </w:rPr>
        <w:t>Examine for physical damage: Any cracked or broken glassware is to be discarded in the broken glass disposal container</w:t>
      </w:r>
    </w:p>
    <w:p w14:paraId="7E686BAD" w14:textId="501DF57D" w:rsidR="001E6714" w:rsidRPr="002C64CF" w:rsidRDefault="001E6714" w:rsidP="009B2EB6">
      <w:pPr>
        <w:pStyle w:val="ListParagraph"/>
        <w:numPr>
          <w:ilvl w:val="0"/>
          <w:numId w:val="18"/>
        </w:numPr>
        <w:rPr>
          <w:b/>
          <w:sz w:val="22"/>
          <w:szCs w:val="22"/>
        </w:rPr>
      </w:pPr>
      <w:r w:rsidRPr="002C64CF">
        <w:rPr>
          <w:sz w:val="22"/>
          <w:szCs w:val="22"/>
        </w:rPr>
        <w:t>Cleaning and removal of resid</w:t>
      </w:r>
      <w:r w:rsidR="00066EBE">
        <w:rPr>
          <w:sz w:val="22"/>
          <w:szCs w:val="22"/>
        </w:rPr>
        <w:t>u</w:t>
      </w:r>
      <w:r w:rsidRPr="002C64CF">
        <w:rPr>
          <w:sz w:val="22"/>
          <w:szCs w:val="22"/>
        </w:rPr>
        <w:t>e</w:t>
      </w:r>
    </w:p>
    <w:p w14:paraId="7E686BAE" w14:textId="77777777" w:rsidR="001E6714" w:rsidRPr="002C64CF" w:rsidRDefault="001E6714" w:rsidP="009B2EB6">
      <w:pPr>
        <w:pStyle w:val="ListParagraph"/>
        <w:numPr>
          <w:ilvl w:val="1"/>
          <w:numId w:val="18"/>
        </w:numPr>
        <w:rPr>
          <w:sz w:val="22"/>
          <w:szCs w:val="22"/>
        </w:rPr>
      </w:pPr>
      <w:r w:rsidRPr="002C64CF">
        <w:rPr>
          <w:sz w:val="22"/>
          <w:szCs w:val="22"/>
        </w:rPr>
        <w:t>Remove all tape and labels</w:t>
      </w:r>
    </w:p>
    <w:p w14:paraId="7E686BAF" w14:textId="1FF73244" w:rsidR="001E6714" w:rsidRPr="002C64CF" w:rsidRDefault="001E6714" w:rsidP="009B2EB6">
      <w:pPr>
        <w:pStyle w:val="ListParagraph"/>
        <w:numPr>
          <w:ilvl w:val="1"/>
          <w:numId w:val="18"/>
        </w:numPr>
        <w:rPr>
          <w:b/>
          <w:sz w:val="22"/>
          <w:szCs w:val="22"/>
        </w:rPr>
      </w:pPr>
      <w:r w:rsidRPr="002C64CF">
        <w:rPr>
          <w:sz w:val="22"/>
          <w:szCs w:val="22"/>
        </w:rPr>
        <w:t>Wash with a laboratory grade detergent.</w:t>
      </w:r>
      <w:r w:rsidR="00066EBE">
        <w:rPr>
          <w:sz w:val="22"/>
          <w:szCs w:val="22"/>
        </w:rPr>
        <w:t xml:space="preserve"> (Cleaning with a stiff bru</w:t>
      </w:r>
      <w:r w:rsidRPr="002C64CF">
        <w:rPr>
          <w:sz w:val="22"/>
          <w:szCs w:val="22"/>
        </w:rPr>
        <w:t>sh will be sufficient to give a thorough physical clean</w:t>
      </w:r>
      <w:r w:rsidR="00066EBE">
        <w:rPr>
          <w:sz w:val="22"/>
          <w:szCs w:val="22"/>
        </w:rPr>
        <w:t>)</w:t>
      </w:r>
    </w:p>
    <w:p w14:paraId="7E686BB0" w14:textId="57F9B412" w:rsidR="001E6714" w:rsidRPr="002C64CF" w:rsidRDefault="001E6714" w:rsidP="009B2EB6">
      <w:pPr>
        <w:pStyle w:val="ListParagraph"/>
        <w:numPr>
          <w:ilvl w:val="1"/>
          <w:numId w:val="18"/>
        </w:numPr>
        <w:rPr>
          <w:b/>
          <w:sz w:val="22"/>
          <w:szCs w:val="22"/>
        </w:rPr>
      </w:pPr>
      <w:r w:rsidRPr="002C64CF">
        <w:rPr>
          <w:sz w:val="22"/>
          <w:szCs w:val="22"/>
        </w:rPr>
        <w:t>Where water-insoluble organic compounds have been used, organic solvents such as ethanol or propanone by be required</w:t>
      </w:r>
    </w:p>
    <w:p w14:paraId="7E686BB1" w14:textId="625A8F50" w:rsidR="001E6714" w:rsidRPr="002C64CF" w:rsidRDefault="001E6714" w:rsidP="009B2EB6">
      <w:pPr>
        <w:pStyle w:val="ListParagraph"/>
        <w:numPr>
          <w:ilvl w:val="1"/>
          <w:numId w:val="18"/>
        </w:numPr>
        <w:rPr>
          <w:b/>
          <w:sz w:val="22"/>
          <w:szCs w:val="22"/>
        </w:rPr>
      </w:pPr>
      <w:r w:rsidRPr="002C64CF">
        <w:rPr>
          <w:sz w:val="22"/>
          <w:szCs w:val="22"/>
        </w:rPr>
        <w:t xml:space="preserve">Strong acids are useful for removing resistant residues, such as insoluble metal salts and decomposed organic matter. </w:t>
      </w:r>
      <w:r w:rsidRPr="002C64CF">
        <w:rPr>
          <w:b/>
          <w:sz w:val="22"/>
          <w:szCs w:val="22"/>
        </w:rPr>
        <w:t xml:space="preserve">Note: </w:t>
      </w:r>
      <w:r w:rsidRPr="002C64CF">
        <w:rPr>
          <w:sz w:val="22"/>
          <w:szCs w:val="22"/>
        </w:rPr>
        <w:t>if strong acids such as sulfuric and nitric are to be used the SDS should be read closely before use</w:t>
      </w:r>
    </w:p>
    <w:p w14:paraId="7E686BB2" w14:textId="65FAC0D2" w:rsidR="001E6714" w:rsidRPr="002C64CF" w:rsidRDefault="001E6714" w:rsidP="009B2EB6">
      <w:pPr>
        <w:pStyle w:val="ListParagraph"/>
        <w:numPr>
          <w:ilvl w:val="1"/>
          <w:numId w:val="18"/>
        </w:numPr>
        <w:rPr>
          <w:b/>
          <w:sz w:val="22"/>
          <w:szCs w:val="22"/>
        </w:rPr>
      </w:pPr>
      <w:r w:rsidRPr="002C64CF">
        <w:rPr>
          <w:sz w:val="22"/>
          <w:szCs w:val="22"/>
        </w:rPr>
        <w:t>Rinse well several times with tap water and then rinse with distilled water if required. The glassware is now read for drying</w:t>
      </w:r>
    </w:p>
    <w:p w14:paraId="7E686BB3" w14:textId="77777777" w:rsidR="001E6714" w:rsidRPr="002C64CF" w:rsidRDefault="001E6714" w:rsidP="009B2EB6">
      <w:pPr>
        <w:pStyle w:val="ListParagraph"/>
        <w:numPr>
          <w:ilvl w:val="0"/>
          <w:numId w:val="18"/>
        </w:numPr>
        <w:rPr>
          <w:b/>
          <w:sz w:val="22"/>
          <w:szCs w:val="22"/>
        </w:rPr>
      </w:pPr>
      <w:r w:rsidRPr="002C64CF">
        <w:rPr>
          <w:sz w:val="22"/>
          <w:szCs w:val="22"/>
        </w:rPr>
        <w:t>Automatic cleaning apparatus</w:t>
      </w:r>
    </w:p>
    <w:p w14:paraId="7E686BB4" w14:textId="6F14AC08" w:rsidR="001E6714" w:rsidRPr="002C64CF" w:rsidRDefault="001E6714" w:rsidP="009B2EB6">
      <w:pPr>
        <w:pStyle w:val="ListParagraph"/>
        <w:numPr>
          <w:ilvl w:val="1"/>
          <w:numId w:val="18"/>
        </w:numPr>
        <w:rPr>
          <w:sz w:val="22"/>
          <w:szCs w:val="22"/>
        </w:rPr>
      </w:pPr>
      <w:r w:rsidRPr="002C64CF">
        <w:rPr>
          <w:sz w:val="22"/>
          <w:szCs w:val="22"/>
        </w:rPr>
        <w:t>If available, a laboratory dishwasher may be used for cleaning some types of laboratory glassware (beakers, conical flasks, volumetric flasks)</w:t>
      </w:r>
    </w:p>
    <w:p w14:paraId="7E686BB5" w14:textId="34AA363B" w:rsidR="001E6714" w:rsidRPr="002C64CF" w:rsidRDefault="001E6714" w:rsidP="009B2EB6">
      <w:pPr>
        <w:pStyle w:val="ListParagraph"/>
        <w:numPr>
          <w:ilvl w:val="1"/>
          <w:numId w:val="18"/>
        </w:numPr>
        <w:rPr>
          <w:b/>
          <w:sz w:val="22"/>
          <w:szCs w:val="22"/>
        </w:rPr>
      </w:pPr>
      <w:r w:rsidRPr="002C64CF">
        <w:rPr>
          <w:sz w:val="22"/>
          <w:szCs w:val="22"/>
        </w:rPr>
        <w:t>Automated pipette and burette washers may be used if available. Burette taps must be open and have at least 3 washes with a cleaning solutions, followed by several rinses with pure water</w:t>
      </w:r>
    </w:p>
    <w:p w14:paraId="7E686BB6" w14:textId="77777777" w:rsidR="001E6714" w:rsidRPr="002C64CF" w:rsidRDefault="001E6714" w:rsidP="009B2EB6">
      <w:pPr>
        <w:pStyle w:val="ListParagraph"/>
        <w:numPr>
          <w:ilvl w:val="0"/>
          <w:numId w:val="18"/>
        </w:numPr>
        <w:rPr>
          <w:b/>
          <w:sz w:val="22"/>
          <w:szCs w:val="22"/>
        </w:rPr>
      </w:pPr>
      <w:r w:rsidRPr="002C64CF">
        <w:rPr>
          <w:sz w:val="22"/>
          <w:szCs w:val="22"/>
        </w:rPr>
        <w:t>Sterilisation</w:t>
      </w:r>
    </w:p>
    <w:p w14:paraId="7E686BB7" w14:textId="77777777" w:rsidR="001E6714" w:rsidRPr="002C64CF" w:rsidRDefault="001E6714" w:rsidP="009B2EB6">
      <w:pPr>
        <w:pStyle w:val="ListParagraph"/>
        <w:numPr>
          <w:ilvl w:val="1"/>
          <w:numId w:val="18"/>
        </w:numPr>
        <w:rPr>
          <w:sz w:val="22"/>
          <w:szCs w:val="22"/>
        </w:rPr>
      </w:pPr>
      <w:r w:rsidRPr="002C64CF">
        <w:rPr>
          <w:sz w:val="22"/>
          <w:szCs w:val="22"/>
        </w:rPr>
        <w:t>glassware that has been contaminated with micro-organisms will need to be sterilised by autoclaving</w:t>
      </w:r>
    </w:p>
    <w:p w14:paraId="7E686BB8" w14:textId="77777777" w:rsidR="001E6714" w:rsidRPr="002C64CF" w:rsidRDefault="001E6714" w:rsidP="009B2EB6">
      <w:pPr>
        <w:pStyle w:val="ListParagraph"/>
        <w:numPr>
          <w:ilvl w:val="1"/>
          <w:numId w:val="18"/>
        </w:numPr>
        <w:rPr>
          <w:b/>
          <w:sz w:val="22"/>
          <w:szCs w:val="22"/>
        </w:rPr>
      </w:pPr>
      <w:r w:rsidRPr="002C64CF">
        <w:rPr>
          <w:sz w:val="22"/>
          <w:szCs w:val="22"/>
        </w:rPr>
        <w:t>After sterilising, glassware can then be cleaned as outlined above</w:t>
      </w:r>
    </w:p>
    <w:p w14:paraId="7E686BB9" w14:textId="77777777" w:rsidR="001E6714" w:rsidRPr="002C64CF" w:rsidRDefault="001E6714" w:rsidP="009B2EB6">
      <w:pPr>
        <w:pStyle w:val="ListParagraph"/>
        <w:numPr>
          <w:ilvl w:val="0"/>
          <w:numId w:val="18"/>
        </w:numPr>
        <w:rPr>
          <w:b/>
          <w:sz w:val="22"/>
          <w:szCs w:val="22"/>
        </w:rPr>
      </w:pPr>
      <w:r w:rsidRPr="002C64CF">
        <w:rPr>
          <w:sz w:val="22"/>
          <w:szCs w:val="22"/>
        </w:rPr>
        <w:t>Drying</w:t>
      </w:r>
    </w:p>
    <w:p w14:paraId="7E686BBA" w14:textId="714A7CF6" w:rsidR="001E6714" w:rsidRPr="002C64CF" w:rsidRDefault="001E6714" w:rsidP="00737244">
      <w:pPr>
        <w:pStyle w:val="ListParagraph"/>
        <w:ind w:left="1077" w:hanging="357"/>
        <w:rPr>
          <w:b/>
          <w:sz w:val="22"/>
          <w:szCs w:val="22"/>
        </w:rPr>
      </w:pPr>
      <w:r w:rsidRPr="002C64CF">
        <w:rPr>
          <w:sz w:val="22"/>
          <w:szCs w:val="22"/>
        </w:rPr>
        <w:t>5.1 If the glassware is not required immediately after cleaning, then air drying on a rack is satisfactory. Hot air drying racks or glassware drying cupboards can accelerate drying</w:t>
      </w:r>
    </w:p>
    <w:p w14:paraId="7E686BBB" w14:textId="77777777" w:rsidR="001E6714" w:rsidRPr="002C64CF" w:rsidRDefault="001E6714" w:rsidP="009B2EB6">
      <w:pPr>
        <w:pStyle w:val="ListParagraph"/>
        <w:numPr>
          <w:ilvl w:val="0"/>
          <w:numId w:val="18"/>
        </w:numPr>
        <w:rPr>
          <w:b/>
          <w:sz w:val="22"/>
          <w:szCs w:val="22"/>
        </w:rPr>
      </w:pPr>
      <w:r w:rsidRPr="002C64CF">
        <w:rPr>
          <w:sz w:val="22"/>
          <w:szCs w:val="22"/>
        </w:rPr>
        <w:t>Storage</w:t>
      </w:r>
    </w:p>
    <w:p w14:paraId="7E686BBC" w14:textId="4216124D" w:rsidR="001E6714" w:rsidRPr="002C64CF" w:rsidRDefault="001E6714" w:rsidP="001E6714">
      <w:pPr>
        <w:pStyle w:val="ListParagraph"/>
        <w:rPr>
          <w:b/>
          <w:sz w:val="22"/>
          <w:szCs w:val="22"/>
        </w:rPr>
      </w:pPr>
      <w:r w:rsidRPr="002C64CF">
        <w:rPr>
          <w:sz w:val="22"/>
          <w:szCs w:val="22"/>
        </w:rPr>
        <w:t>6.1 Once dry, glassware should be stored in the appropriate place in the laboratory</w:t>
      </w:r>
    </w:p>
    <w:p w14:paraId="7E686BBD" w14:textId="77777777" w:rsidR="001E6714" w:rsidRPr="002C64CF" w:rsidRDefault="001E6714" w:rsidP="001E6714">
      <w:pPr>
        <w:rPr>
          <w:sz w:val="22"/>
          <w:szCs w:val="22"/>
        </w:rPr>
      </w:pPr>
    </w:p>
    <w:p w14:paraId="7E686BBE" w14:textId="067ED6EE" w:rsidR="001E6714" w:rsidRDefault="001E6714" w:rsidP="001E6714">
      <w:pPr>
        <w:rPr>
          <w:sz w:val="22"/>
          <w:szCs w:val="22"/>
        </w:rPr>
      </w:pPr>
      <w:r w:rsidRPr="002C64CF">
        <w:rPr>
          <w:sz w:val="22"/>
          <w:szCs w:val="22"/>
        </w:rPr>
        <w:t>After examining the SOP: Cleaning and Storage of Glassware, re</w:t>
      </w:r>
      <w:r w:rsidR="00737244">
        <w:rPr>
          <w:sz w:val="22"/>
          <w:szCs w:val="22"/>
        </w:rPr>
        <w:t xml:space="preserve">arrange the steps in the table </w:t>
      </w:r>
      <w:r w:rsidRPr="002C64CF">
        <w:rPr>
          <w:sz w:val="22"/>
          <w:szCs w:val="22"/>
        </w:rPr>
        <w:t>for cleaning and storing glassware into the appropriate order in which they should be carried out to ensure the glassware is ready for use.</w:t>
      </w:r>
    </w:p>
    <w:p w14:paraId="2A26ED7C" w14:textId="1287B2DA" w:rsidR="002C64CF" w:rsidRDefault="002C64CF" w:rsidP="001E6714">
      <w:pPr>
        <w:rPr>
          <w:sz w:val="22"/>
          <w:szCs w:val="22"/>
        </w:rPr>
      </w:pPr>
    </w:p>
    <w:p w14:paraId="39BC9407" w14:textId="77777777" w:rsidR="002C64CF" w:rsidRPr="002C64CF" w:rsidRDefault="002C64CF" w:rsidP="001E6714">
      <w:pPr>
        <w:rPr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64"/>
        <w:gridCol w:w="851"/>
        <w:gridCol w:w="4201"/>
      </w:tblGrid>
      <w:tr w:rsidR="001E6714" w:rsidRPr="002C64CF" w14:paraId="7E686BC2" w14:textId="77777777" w:rsidTr="004D051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964" w:type="dxa"/>
          </w:tcPr>
          <w:p w14:paraId="7E686BBF" w14:textId="77777777" w:rsidR="001E6714" w:rsidRPr="002C64CF" w:rsidRDefault="001E6714" w:rsidP="002C64CF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2C64CF">
              <w:rPr>
                <w:sz w:val="22"/>
                <w:szCs w:val="22"/>
              </w:rPr>
              <w:lastRenderedPageBreak/>
              <w:t>Steps</w:t>
            </w:r>
          </w:p>
        </w:tc>
        <w:tc>
          <w:tcPr>
            <w:tcW w:w="851" w:type="dxa"/>
            <w:tcBorders>
              <w:bottom w:val="single" w:sz="4" w:space="0" w:color="7F7F7F" w:themeColor="text1" w:themeTint="80"/>
            </w:tcBorders>
          </w:tcPr>
          <w:p w14:paraId="7E686BC0" w14:textId="77777777" w:rsidR="001E6714" w:rsidRPr="002C64CF" w:rsidRDefault="001E6714" w:rsidP="002C64CF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2C64CF">
              <w:rPr>
                <w:sz w:val="22"/>
                <w:szCs w:val="22"/>
              </w:rPr>
              <w:t>No</w:t>
            </w:r>
          </w:p>
        </w:tc>
        <w:tc>
          <w:tcPr>
            <w:tcW w:w="4201" w:type="dxa"/>
          </w:tcPr>
          <w:p w14:paraId="7E686BC1" w14:textId="77777777" w:rsidR="001E6714" w:rsidRPr="002C64CF" w:rsidRDefault="001E6714" w:rsidP="002C64CF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2C64CF">
              <w:rPr>
                <w:sz w:val="22"/>
                <w:szCs w:val="22"/>
              </w:rPr>
              <w:t>Correct Order</w:t>
            </w:r>
          </w:p>
        </w:tc>
      </w:tr>
      <w:tr w:rsidR="001E6714" w:rsidRPr="002C64CF" w14:paraId="7E686BC6" w14:textId="77777777" w:rsidTr="004D0519">
        <w:tc>
          <w:tcPr>
            <w:tcW w:w="3964" w:type="dxa"/>
            <w:tcBorders>
              <w:right w:val="triple" w:sz="4" w:space="0" w:color="7F7F7F" w:themeColor="text1" w:themeTint="80"/>
            </w:tcBorders>
          </w:tcPr>
          <w:p w14:paraId="7E686BC3" w14:textId="77777777" w:rsidR="001E6714" w:rsidRPr="002C64CF" w:rsidRDefault="001E6714" w:rsidP="004D0519">
            <w:pPr>
              <w:rPr>
                <w:sz w:val="22"/>
                <w:szCs w:val="22"/>
              </w:rPr>
            </w:pPr>
            <w:r w:rsidRPr="002C64CF">
              <w:rPr>
                <w:sz w:val="22"/>
                <w:szCs w:val="22"/>
              </w:rPr>
              <w:t>Wash residue with organic solvent</w:t>
            </w:r>
          </w:p>
        </w:tc>
        <w:tc>
          <w:tcPr>
            <w:tcW w:w="851" w:type="dxa"/>
            <w:tcBorders>
              <w:left w:val="triple" w:sz="4" w:space="0" w:color="7F7F7F" w:themeColor="text1" w:themeTint="80"/>
              <w:bottom w:val="single" w:sz="4" w:space="0" w:color="7F7F7F" w:themeColor="text1" w:themeTint="80"/>
            </w:tcBorders>
          </w:tcPr>
          <w:p w14:paraId="7E686BC4" w14:textId="77777777" w:rsidR="001E6714" w:rsidRPr="002C64CF" w:rsidRDefault="001E6714" w:rsidP="004D0519">
            <w:pPr>
              <w:jc w:val="center"/>
              <w:rPr>
                <w:sz w:val="22"/>
                <w:szCs w:val="22"/>
              </w:rPr>
            </w:pPr>
            <w:r w:rsidRPr="002C64CF">
              <w:rPr>
                <w:sz w:val="22"/>
                <w:szCs w:val="22"/>
              </w:rPr>
              <w:t>1</w:t>
            </w:r>
          </w:p>
        </w:tc>
        <w:tc>
          <w:tcPr>
            <w:tcW w:w="4201" w:type="dxa"/>
          </w:tcPr>
          <w:p w14:paraId="7E686BC5" w14:textId="77777777" w:rsidR="001E6714" w:rsidRPr="002C64CF" w:rsidRDefault="001E6714" w:rsidP="004D0519">
            <w:pPr>
              <w:rPr>
                <w:sz w:val="22"/>
                <w:szCs w:val="22"/>
              </w:rPr>
            </w:pPr>
          </w:p>
        </w:tc>
      </w:tr>
      <w:tr w:rsidR="001E6714" w:rsidRPr="002C64CF" w14:paraId="7E686BCA" w14:textId="77777777" w:rsidTr="004D0519">
        <w:tc>
          <w:tcPr>
            <w:tcW w:w="3964" w:type="dxa"/>
            <w:tcBorders>
              <w:right w:val="triple" w:sz="4" w:space="0" w:color="7F7F7F" w:themeColor="text1" w:themeTint="80"/>
            </w:tcBorders>
          </w:tcPr>
          <w:p w14:paraId="7E686BC7" w14:textId="77777777" w:rsidR="001E6714" w:rsidRPr="002C64CF" w:rsidRDefault="001E6714" w:rsidP="004D0519">
            <w:pPr>
              <w:rPr>
                <w:sz w:val="22"/>
                <w:szCs w:val="22"/>
              </w:rPr>
            </w:pPr>
            <w:r w:rsidRPr="002C64CF">
              <w:rPr>
                <w:sz w:val="22"/>
                <w:szCs w:val="22"/>
              </w:rPr>
              <w:t>Place clean, dry glassware in storage cabinet</w:t>
            </w:r>
          </w:p>
        </w:tc>
        <w:tc>
          <w:tcPr>
            <w:tcW w:w="851" w:type="dxa"/>
            <w:tcBorders>
              <w:left w:val="triple" w:sz="4" w:space="0" w:color="7F7F7F" w:themeColor="text1" w:themeTint="80"/>
              <w:bottom w:val="single" w:sz="4" w:space="0" w:color="7F7F7F" w:themeColor="text1" w:themeTint="80"/>
            </w:tcBorders>
          </w:tcPr>
          <w:p w14:paraId="7E686BC8" w14:textId="77777777" w:rsidR="001E6714" w:rsidRPr="002C64CF" w:rsidRDefault="001E6714" w:rsidP="004D0519">
            <w:pPr>
              <w:jc w:val="center"/>
              <w:rPr>
                <w:sz w:val="22"/>
                <w:szCs w:val="22"/>
              </w:rPr>
            </w:pPr>
            <w:r w:rsidRPr="002C64CF">
              <w:rPr>
                <w:sz w:val="22"/>
                <w:szCs w:val="22"/>
              </w:rPr>
              <w:t>2</w:t>
            </w:r>
          </w:p>
        </w:tc>
        <w:tc>
          <w:tcPr>
            <w:tcW w:w="4201" w:type="dxa"/>
          </w:tcPr>
          <w:p w14:paraId="7E686BC9" w14:textId="77777777" w:rsidR="001E6714" w:rsidRPr="002C64CF" w:rsidRDefault="001E6714" w:rsidP="004D0519">
            <w:pPr>
              <w:rPr>
                <w:sz w:val="22"/>
                <w:szCs w:val="22"/>
              </w:rPr>
            </w:pPr>
          </w:p>
        </w:tc>
      </w:tr>
      <w:tr w:rsidR="001E6714" w:rsidRPr="002C64CF" w14:paraId="7E686BCE" w14:textId="77777777" w:rsidTr="004D0519">
        <w:tc>
          <w:tcPr>
            <w:tcW w:w="3964" w:type="dxa"/>
            <w:tcBorders>
              <w:right w:val="triple" w:sz="4" w:space="0" w:color="7F7F7F" w:themeColor="text1" w:themeTint="80"/>
            </w:tcBorders>
          </w:tcPr>
          <w:p w14:paraId="7E686BCB" w14:textId="77777777" w:rsidR="001E6714" w:rsidRPr="002C64CF" w:rsidRDefault="001E6714" w:rsidP="004D0519">
            <w:pPr>
              <w:rPr>
                <w:sz w:val="22"/>
                <w:szCs w:val="22"/>
              </w:rPr>
            </w:pPr>
            <w:r w:rsidRPr="002C64CF">
              <w:rPr>
                <w:sz w:val="22"/>
                <w:szCs w:val="22"/>
              </w:rPr>
              <w:t>Remove any labels</w:t>
            </w:r>
          </w:p>
        </w:tc>
        <w:tc>
          <w:tcPr>
            <w:tcW w:w="851" w:type="dxa"/>
            <w:tcBorders>
              <w:left w:val="triple" w:sz="4" w:space="0" w:color="7F7F7F" w:themeColor="text1" w:themeTint="80"/>
              <w:bottom w:val="single" w:sz="4" w:space="0" w:color="7F7F7F" w:themeColor="text1" w:themeTint="80"/>
            </w:tcBorders>
          </w:tcPr>
          <w:p w14:paraId="7E686BCC" w14:textId="77777777" w:rsidR="001E6714" w:rsidRPr="002C64CF" w:rsidRDefault="001E6714" w:rsidP="004D0519">
            <w:pPr>
              <w:jc w:val="center"/>
              <w:rPr>
                <w:sz w:val="22"/>
                <w:szCs w:val="22"/>
              </w:rPr>
            </w:pPr>
            <w:r w:rsidRPr="002C64CF">
              <w:rPr>
                <w:sz w:val="22"/>
                <w:szCs w:val="22"/>
              </w:rPr>
              <w:t>3</w:t>
            </w:r>
          </w:p>
        </w:tc>
        <w:tc>
          <w:tcPr>
            <w:tcW w:w="4201" w:type="dxa"/>
          </w:tcPr>
          <w:p w14:paraId="7E686BCD" w14:textId="77777777" w:rsidR="001E6714" w:rsidRPr="002C64CF" w:rsidRDefault="001E6714" w:rsidP="004D0519">
            <w:pPr>
              <w:rPr>
                <w:sz w:val="22"/>
                <w:szCs w:val="22"/>
              </w:rPr>
            </w:pPr>
          </w:p>
        </w:tc>
      </w:tr>
      <w:tr w:rsidR="001E6714" w:rsidRPr="002C64CF" w14:paraId="7E686BD2" w14:textId="77777777" w:rsidTr="004D0519">
        <w:tc>
          <w:tcPr>
            <w:tcW w:w="3964" w:type="dxa"/>
            <w:tcBorders>
              <w:right w:val="triple" w:sz="4" w:space="0" w:color="7F7F7F" w:themeColor="text1" w:themeTint="80"/>
            </w:tcBorders>
          </w:tcPr>
          <w:p w14:paraId="7E686BCF" w14:textId="77777777" w:rsidR="001E6714" w:rsidRPr="002C64CF" w:rsidRDefault="001E6714" w:rsidP="004D0519">
            <w:pPr>
              <w:rPr>
                <w:sz w:val="22"/>
                <w:szCs w:val="22"/>
              </w:rPr>
            </w:pPr>
            <w:r w:rsidRPr="002C64CF">
              <w:rPr>
                <w:sz w:val="22"/>
                <w:szCs w:val="22"/>
              </w:rPr>
              <w:t>Dispose of damaged glassware in glass disposal container</w:t>
            </w:r>
          </w:p>
        </w:tc>
        <w:tc>
          <w:tcPr>
            <w:tcW w:w="851" w:type="dxa"/>
            <w:tcBorders>
              <w:left w:val="triple" w:sz="4" w:space="0" w:color="7F7F7F" w:themeColor="text1" w:themeTint="80"/>
              <w:bottom w:val="single" w:sz="4" w:space="0" w:color="7F7F7F" w:themeColor="text1" w:themeTint="80"/>
            </w:tcBorders>
          </w:tcPr>
          <w:p w14:paraId="7E686BD0" w14:textId="77777777" w:rsidR="001E6714" w:rsidRPr="002C64CF" w:rsidRDefault="001E6714" w:rsidP="004D0519">
            <w:pPr>
              <w:jc w:val="center"/>
              <w:rPr>
                <w:sz w:val="22"/>
                <w:szCs w:val="22"/>
              </w:rPr>
            </w:pPr>
            <w:r w:rsidRPr="002C64CF">
              <w:rPr>
                <w:sz w:val="22"/>
                <w:szCs w:val="22"/>
              </w:rPr>
              <w:t>4</w:t>
            </w:r>
          </w:p>
        </w:tc>
        <w:tc>
          <w:tcPr>
            <w:tcW w:w="4201" w:type="dxa"/>
          </w:tcPr>
          <w:p w14:paraId="7E686BD1" w14:textId="77777777" w:rsidR="001E6714" w:rsidRPr="002C64CF" w:rsidRDefault="001E6714" w:rsidP="004D0519">
            <w:pPr>
              <w:rPr>
                <w:sz w:val="22"/>
                <w:szCs w:val="22"/>
              </w:rPr>
            </w:pPr>
          </w:p>
        </w:tc>
      </w:tr>
      <w:tr w:rsidR="001E6714" w:rsidRPr="002C64CF" w14:paraId="7E686BD6" w14:textId="77777777" w:rsidTr="004D0519">
        <w:tc>
          <w:tcPr>
            <w:tcW w:w="3964" w:type="dxa"/>
            <w:tcBorders>
              <w:right w:val="triple" w:sz="4" w:space="0" w:color="7F7F7F" w:themeColor="text1" w:themeTint="80"/>
            </w:tcBorders>
          </w:tcPr>
          <w:p w14:paraId="7E686BD3" w14:textId="77777777" w:rsidR="001E6714" w:rsidRPr="002C64CF" w:rsidRDefault="001E6714" w:rsidP="004D0519">
            <w:pPr>
              <w:rPr>
                <w:sz w:val="22"/>
                <w:szCs w:val="22"/>
              </w:rPr>
            </w:pPr>
            <w:r w:rsidRPr="002C64CF">
              <w:rPr>
                <w:sz w:val="22"/>
                <w:szCs w:val="22"/>
              </w:rPr>
              <w:t>Rinse several times with distilled water</w:t>
            </w:r>
          </w:p>
        </w:tc>
        <w:tc>
          <w:tcPr>
            <w:tcW w:w="851" w:type="dxa"/>
            <w:tcBorders>
              <w:left w:val="triple" w:sz="4" w:space="0" w:color="7F7F7F" w:themeColor="text1" w:themeTint="80"/>
              <w:bottom w:val="single" w:sz="4" w:space="0" w:color="7F7F7F" w:themeColor="text1" w:themeTint="80"/>
            </w:tcBorders>
          </w:tcPr>
          <w:p w14:paraId="7E686BD4" w14:textId="77777777" w:rsidR="001E6714" w:rsidRPr="002C64CF" w:rsidRDefault="001E6714" w:rsidP="004D0519">
            <w:pPr>
              <w:jc w:val="center"/>
              <w:rPr>
                <w:sz w:val="22"/>
                <w:szCs w:val="22"/>
              </w:rPr>
            </w:pPr>
            <w:r w:rsidRPr="002C64CF">
              <w:rPr>
                <w:sz w:val="22"/>
                <w:szCs w:val="22"/>
              </w:rPr>
              <w:t>5</w:t>
            </w:r>
          </w:p>
        </w:tc>
        <w:tc>
          <w:tcPr>
            <w:tcW w:w="4201" w:type="dxa"/>
          </w:tcPr>
          <w:p w14:paraId="7E686BD5" w14:textId="77777777" w:rsidR="001E6714" w:rsidRPr="002C64CF" w:rsidRDefault="001E6714" w:rsidP="004D0519">
            <w:pPr>
              <w:rPr>
                <w:sz w:val="22"/>
                <w:szCs w:val="22"/>
              </w:rPr>
            </w:pPr>
          </w:p>
        </w:tc>
      </w:tr>
      <w:tr w:rsidR="001E6714" w:rsidRPr="002C64CF" w14:paraId="7E686BDA" w14:textId="77777777" w:rsidTr="004D0519">
        <w:tc>
          <w:tcPr>
            <w:tcW w:w="3964" w:type="dxa"/>
            <w:tcBorders>
              <w:right w:val="triple" w:sz="4" w:space="0" w:color="7F7F7F" w:themeColor="text1" w:themeTint="80"/>
            </w:tcBorders>
          </w:tcPr>
          <w:p w14:paraId="7E686BD7" w14:textId="77777777" w:rsidR="001E6714" w:rsidRPr="002C64CF" w:rsidRDefault="001E6714" w:rsidP="004D0519">
            <w:pPr>
              <w:rPr>
                <w:sz w:val="22"/>
                <w:szCs w:val="22"/>
              </w:rPr>
            </w:pPr>
            <w:r w:rsidRPr="002C64CF">
              <w:rPr>
                <w:sz w:val="22"/>
                <w:szCs w:val="22"/>
              </w:rPr>
              <w:t>Place clean glassware on drying rack</w:t>
            </w:r>
          </w:p>
        </w:tc>
        <w:tc>
          <w:tcPr>
            <w:tcW w:w="851" w:type="dxa"/>
            <w:tcBorders>
              <w:left w:val="triple" w:sz="4" w:space="0" w:color="7F7F7F" w:themeColor="text1" w:themeTint="80"/>
              <w:bottom w:val="single" w:sz="4" w:space="0" w:color="7F7F7F" w:themeColor="text1" w:themeTint="80"/>
            </w:tcBorders>
          </w:tcPr>
          <w:p w14:paraId="7E686BD8" w14:textId="77777777" w:rsidR="001E6714" w:rsidRPr="002C64CF" w:rsidRDefault="001E6714" w:rsidP="004D0519">
            <w:pPr>
              <w:jc w:val="center"/>
              <w:rPr>
                <w:sz w:val="22"/>
                <w:szCs w:val="22"/>
              </w:rPr>
            </w:pPr>
            <w:r w:rsidRPr="002C64CF">
              <w:rPr>
                <w:sz w:val="22"/>
                <w:szCs w:val="22"/>
              </w:rPr>
              <w:t>6</w:t>
            </w:r>
          </w:p>
        </w:tc>
        <w:tc>
          <w:tcPr>
            <w:tcW w:w="4201" w:type="dxa"/>
          </w:tcPr>
          <w:p w14:paraId="7E686BD9" w14:textId="77777777" w:rsidR="001E6714" w:rsidRPr="002C64CF" w:rsidRDefault="001E6714" w:rsidP="004D0519">
            <w:pPr>
              <w:rPr>
                <w:sz w:val="22"/>
                <w:szCs w:val="22"/>
              </w:rPr>
            </w:pPr>
          </w:p>
        </w:tc>
      </w:tr>
      <w:tr w:rsidR="001E6714" w:rsidRPr="002C64CF" w14:paraId="7E686BDE" w14:textId="77777777" w:rsidTr="004D0519">
        <w:tc>
          <w:tcPr>
            <w:tcW w:w="3964" w:type="dxa"/>
            <w:tcBorders>
              <w:right w:val="triple" w:sz="4" w:space="0" w:color="7F7F7F" w:themeColor="text1" w:themeTint="80"/>
            </w:tcBorders>
          </w:tcPr>
          <w:p w14:paraId="7E686BDB" w14:textId="45CDAC4A" w:rsidR="001E6714" w:rsidRPr="002C64CF" w:rsidRDefault="001E6714" w:rsidP="004D0519">
            <w:pPr>
              <w:rPr>
                <w:sz w:val="22"/>
                <w:szCs w:val="22"/>
              </w:rPr>
            </w:pPr>
            <w:r w:rsidRPr="002C64CF">
              <w:rPr>
                <w:sz w:val="22"/>
                <w:szCs w:val="22"/>
              </w:rPr>
              <w:t>Wash wi</w:t>
            </w:r>
            <w:r w:rsidR="00737244">
              <w:rPr>
                <w:sz w:val="22"/>
                <w:szCs w:val="22"/>
              </w:rPr>
              <w:t>th detergent and cleaning brush</w:t>
            </w:r>
          </w:p>
        </w:tc>
        <w:tc>
          <w:tcPr>
            <w:tcW w:w="851" w:type="dxa"/>
            <w:tcBorders>
              <w:left w:val="triple" w:sz="4" w:space="0" w:color="7F7F7F" w:themeColor="text1" w:themeTint="80"/>
              <w:bottom w:val="single" w:sz="4" w:space="0" w:color="7F7F7F" w:themeColor="text1" w:themeTint="80"/>
            </w:tcBorders>
          </w:tcPr>
          <w:p w14:paraId="7E686BDC" w14:textId="77777777" w:rsidR="001E6714" w:rsidRPr="002C64CF" w:rsidRDefault="001E6714" w:rsidP="004D0519">
            <w:pPr>
              <w:jc w:val="center"/>
              <w:rPr>
                <w:sz w:val="22"/>
                <w:szCs w:val="22"/>
              </w:rPr>
            </w:pPr>
            <w:r w:rsidRPr="002C64CF">
              <w:rPr>
                <w:sz w:val="22"/>
                <w:szCs w:val="22"/>
              </w:rPr>
              <w:t>7</w:t>
            </w:r>
          </w:p>
        </w:tc>
        <w:tc>
          <w:tcPr>
            <w:tcW w:w="4201" w:type="dxa"/>
          </w:tcPr>
          <w:p w14:paraId="7E686BDD" w14:textId="77777777" w:rsidR="001E6714" w:rsidRPr="002C64CF" w:rsidRDefault="001E6714" w:rsidP="004D0519">
            <w:pPr>
              <w:rPr>
                <w:sz w:val="22"/>
                <w:szCs w:val="22"/>
              </w:rPr>
            </w:pPr>
          </w:p>
        </w:tc>
      </w:tr>
      <w:tr w:rsidR="001E6714" w:rsidRPr="002C64CF" w14:paraId="7E686BE2" w14:textId="77777777" w:rsidTr="004D0519">
        <w:tc>
          <w:tcPr>
            <w:tcW w:w="3964" w:type="dxa"/>
            <w:tcBorders>
              <w:right w:val="triple" w:sz="4" w:space="0" w:color="7F7F7F" w:themeColor="text1" w:themeTint="80"/>
            </w:tcBorders>
          </w:tcPr>
          <w:p w14:paraId="7E686BDF" w14:textId="77777777" w:rsidR="001E6714" w:rsidRPr="002C64CF" w:rsidRDefault="001E6714" w:rsidP="004D0519">
            <w:pPr>
              <w:rPr>
                <w:sz w:val="22"/>
                <w:szCs w:val="22"/>
              </w:rPr>
            </w:pPr>
            <w:r w:rsidRPr="002C64CF">
              <w:rPr>
                <w:sz w:val="22"/>
                <w:szCs w:val="22"/>
              </w:rPr>
              <w:t>Rinse several times with tap water</w:t>
            </w:r>
          </w:p>
        </w:tc>
        <w:tc>
          <w:tcPr>
            <w:tcW w:w="851" w:type="dxa"/>
            <w:tcBorders>
              <w:left w:val="triple" w:sz="4" w:space="0" w:color="7F7F7F" w:themeColor="text1" w:themeTint="80"/>
            </w:tcBorders>
          </w:tcPr>
          <w:p w14:paraId="7E686BE0" w14:textId="77777777" w:rsidR="001E6714" w:rsidRPr="002C64CF" w:rsidRDefault="001E6714" w:rsidP="004D0519">
            <w:pPr>
              <w:jc w:val="center"/>
              <w:rPr>
                <w:sz w:val="22"/>
                <w:szCs w:val="22"/>
              </w:rPr>
            </w:pPr>
            <w:r w:rsidRPr="002C64CF">
              <w:rPr>
                <w:sz w:val="22"/>
                <w:szCs w:val="22"/>
              </w:rPr>
              <w:t>8</w:t>
            </w:r>
          </w:p>
        </w:tc>
        <w:tc>
          <w:tcPr>
            <w:tcW w:w="4201" w:type="dxa"/>
          </w:tcPr>
          <w:p w14:paraId="7E686BE1" w14:textId="77777777" w:rsidR="001E6714" w:rsidRPr="002C64CF" w:rsidRDefault="001E6714" w:rsidP="004D0519">
            <w:pPr>
              <w:rPr>
                <w:sz w:val="22"/>
                <w:szCs w:val="22"/>
              </w:rPr>
            </w:pPr>
          </w:p>
        </w:tc>
      </w:tr>
    </w:tbl>
    <w:p w14:paraId="7E686BE3" w14:textId="77777777" w:rsidR="00D62400" w:rsidRPr="00D62400" w:rsidRDefault="00D62400" w:rsidP="00D62400">
      <w:pPr>
        <w:pStyle w:val="Body"/>
        <w:rPr>
          <w:sz w:val="22"/>
          <w:szCs w:val="22"/>
        </w:rPr>
      </w:pPr>
    </w:p>
    <w:p w14:paraId="7E686BE4" w14:textId="6C4ACBDC" w:rsidR="007E3882" w:rsidRPr="002C64CF" w:rsidRDefault="00737244" w:rsidP="007F2CDD">
      <w:pPr>
        <w:pStyle w:val="Body"/>
        <w:numPr>
          <w:ilvl w:val="0"/>
          <w:numId w:val="25"/>
        </w:numPr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841436">
        <w:rPr>
          <w:sz w:val="22"/>
          <w:szCs w:val="22"/>
        </w:rPr>
        <w:t>For an allocated</w:t>
      </w:r>
      <w:r w:rsidR="007E3882" w:rsidRPr="002C64CF">
        <w:rPr>
          <w:sz w:val="22"/>
          <w:szCs w:val="22"/>
        </w:rPr>
        <w:t xml:space="preserve"> area of a laboratory</w:t>
      </w:r>
      <w:r>
        <w:rPr>
          <w:sz w:val="22"/>
          <w:szCs w:val="22"/>
        </w:rPr>
        <w:t xml:space="preserve"> complete the table below by</w:t>
      </w:r>
      <w:r w:rsidR="007E3882" w:rsidRPr="002C64CF">
        <w:rPr>
          <w:sz w:val="22"/>
          <w:szCs w:val="22"/>
        </w:rPr>
        <w:t>:</w:t>
      </w:r>
    </w:p>
    <w:p w14:paraId="7E686BE5" w14:textId="6DB7D350" w:rsidR="00D62600" w:rsidRPr="002C64CF" w:rsidRDefault="00737244" w:rsidP="007E3882">
      <w:pPr>
        <w:pStyle w:val="Body"/>
        <w:numPr>
          <w:ilvl w:val="0"/>
          <w:numId w:val="24"/>
        </w:numPr>
        <w:rPr>
          <w:sz w:val="22"/>
          <w:szCs w:val="22"/>
        </w:rPr>
      </w:pPr>
      <w:r>
        <w:rPr>
          <w:sz w:val="22"/>
          <w:szCs w:val="22"/>
        </w:rPr>
        <w:t>i</w:t>
      </w:r>
      <w:r w:rsidR="00D62600" w:rsidRPr="002C64CF">
        <w:rPr>
          <w:sz w:val="22"/>
          <w:szCs w:val="22"/>
        </w:rPr>
        <w:t>dentifying the particular laboratory area</w:t>
      </w:r>
    </w:p>
    <w:p w14:paraId="7E686BE6" w14:textId="2878B95A" w:rsidR="004D0519" w:rsidRPr="002C64CF" w:rsidRDefault="00737244" w:rsidP="007E3882">
      <w:pPr>
        <w:pStyle w:val="Body"/>
        <w:numPr>
          <w:ilvl w:val="0"/>
          <w:numId w:val="24"/>
        </w:numPr>
        <w:rPr>
          <w:sz w:val="22"/>
          <w:szCs w:val="22"/>
        </w:rPr>
      </w:pPr>
      <w:r>
        <w:rPr>
          <w:sz w:val="22"/>
          <w:szCs w:val="22"/>
        </w:rPr>
        <w:t>l</w:t>
      </w:r>
      <w:r w:rsidR="007E3882" w:rsidRPr="002C64CF">
        <w:rPr>
          <w:sz w:val="22"/>
          <w:szCs w:val="22"/>
        </w:rPr>
        <w:t>ist</w:t>
      </w:r>
      <w:r w:rsidR="00D62600" w:rsidRPr="002C64CF">
        <w:rPr>
          <w:sz w:val="22"/>
          <w:szCs w:val="22"/>
        </w:rPr>
        <w:t>ing</w:t>
      </w:r>
      <w:r w:rsidR="007E3882" w:rsidRPr="002C64CF">
        <w:rPr>
          <w:sz w:val="22"/>
          <w:szCs w:val="22"/>
        </w:rPr>
        <w:t xml:space="preserve"> the main types of glassware, equipmen</w:t>
      </w:r>
      <w:r>
        <w:rPr>
          <w:sz w:val="22"/>
          <w:szCs w:val="22"/>
        </w:rPr>
        <w:t>t, reagents that are available</w:t>
      </w:r>
    </w:p>
    <w:p w14:paraId="7E686BE7" w14:textId="696A04B6" w:rsidR="007E3882" w:rsidRPr="002C64CF" w:rsidRDefault="007625B4" w:rsidP="007E3882">
      <w:pPr>
        <w:pStyle w:val="Body"/>
        <w:numPr>
          <w:ilvl w:val="0"/>
          <w:numId w:val="24"/>
        </w:numPr>
        <w:rPr>
          <w:sz w:val="22"/>
          <w:szCs w:val="22"/>
        </w:rPr>
      </w:pPr>
      <w:r>
        <w:rPr>
          <w:sz w:val="22"/>
          <w:szCs w:val="22"/>
        </w:rPr>
        <w:t xml:space="preserve">listing </w:t>
      </w:r>
      <w:r w:rsidR="00737244">
        <w:rPr>
          <w:sz w:val="22"/>
          <w:szCs w:val="22"/>
        </w:rPr>
        <w:t>s</w:t>
      </w:r>
      <w:r w:rsidR="00D62600" w:rsidRPr="002C64CF">
        <w:rPr>
          <w:sz w:val="22"/>
          <w:szCs w:val="22"/>
        </w:rPr>
        <w:t>torage requirements for</w:t>
      </w:r>
      <w:r w:rsidR="007E3882" w:rsidRPr="002C64CF">
        <w:rPr>
          <w:sz w:val="22"/>
          <w:szCs w:val="22"/>
        </w:rPr>
        <w:t xml:space="preserve"> the identified </w:t>
      </w:r>
      <w:r w:rsidR="00D62600" w:rsidRPr="002C64CF">
        <w:rPr>
          <w:sz w:val="22"/>
          <w:szCs w:val="22"/>
        </w:rPr>
        <w:t>glassware, equipment, reagents</w:t>
      </w:r>
      <w:r w:rsidR="007E3882" w:rsidRPr="002C64CF">
        <w:rPr>
          <w:sz w:val="22"/>
          <w:szCs w:val="22"/>
        </w:rPr>
        <w:t>.</w:t>
      </w:r>
    </w:p>
    <w:p w14:paraId="7E686BE8" w14:textId="6C7242AE" w:rsidR="007E3882" w:rsidRPr="002C64CF" w:rsidRDefault="007E3882" w:rsidP="007E3882">
      <w:pPr>
        <w:pStyle w:val="Body"/>
        <w:rPr>
          <w:sz w:val="22"/>
          <w:szCs w:val="22"/>
        </w:rPr>
      </w:pPr>
      <w:r w:rsidRPr="002C64CF">
        <w:rPr>
          <w:sz w:val="22"/>
          <w:szCs w:val="22"/>
        </w:rPr>
        <w:t xml:space="preserve">This list will form one section of your </w:t>
      </w:r>
      <w:r w:rsidR="00066EBE">
        <w:rPr>
          <w:sz w:val="22"/>
          <w:szCs w:val="22"/>
        </w:rPr>
        <w:t xml:space="preserve">later </w:t>
      </w:r>
      <w:r w:rsidRPr="002C64CF">
        <w:rPr>
          <w:sz w:val="22"/>
          <w:szCs w:val="22"/>
        </w:rPr>
        <w:t>Skills Assessment</w:t>
      </w:r>
      <w:r w:rsidR="00D62600" w:rsidRPr="002C64CF">
        <w:rPr>
          <w:sz w:val="22"/>
          <w:szCs w:val="22"/>
        </w:rPr>
        <w:t xml:space="preserve">. The section </w:t>
      </w:r>
      <w:r w:rsidRPr="002C64CF">
        <w:rPr>
          <w:sz w:val="22"/>
          <w:szCs w:val="22"/>
        </w:rPr>
        <w:t>will be returned to you at the Skills Assessment for you to complete a stocktake on the identified glassware, equipment and reagents over 2 sessions.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10"/>
        <w:gridCol w:w="1510"/>
        <w:gridCol w:w="1510"/>
        <w:gridCol w:w="1510"/>
        <w:gridCol w:w="1510"/>
        <w:gridCol w:w="1510"/>
      </w:tblGrid>
      <w:tr w:rsidR="00A76BE0" w14:paraId="7E686BEB" w14:textId="77777777" w:rsidTr="002E1C5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9060" w:type="dxa"/>
            <w:gridSpan w:val="6"/>
            <w:shd w:val="clear" w:color="auto" w:fill="auto"/>
          </w:tcPr>
          <w:p w14:paraId="7E686BEA" w14:textId="76C3A4F4" w:rsidR="00A76BE0" w:rsidRPr="00A76BE0" w:rsidRDefault="00A76BE0" w:rsidP="002C64CF">
            <w:pPr>
              <w:pStyle w:val="Body"/>
              <w:spacing w:line="240" w:lineRule="auto"/>
              <w:rPr>
                <w:color w:val="auto"/>
                <w:sz w:val="22"/>
                <w:szCs w:val="22"/>
              </w:rPr>
            </w:pPr>
            <w:r w:rsidRPr="00A76BE0">
              <w:rPr>
                <w:b w:val="0"/>
                <w:color w:val="auto"/>
                <w:sz w:val="22"/>
                <w:szCs w:val="22"/>
              </w:rPr>
              <w:t>Laboratory area</w:t>
            </w:r>
            <w:r>
              <w:rPr>
                <w:b w:val="0"/>
                <w:color w:val="auto"/>
                <w:sz w:val="22"/>
                <w:szCs w:val="22"/>
              </w:rPr>
              <w:t xml:space="preserve">: </w:t>
            </w:r>
          </w:p>
        </w:tc>
      </w:tr>
      <w:tr w:rsidR="00D62600" w14:paraId="7E686BF2" w14:textId="77777777" w:rsidTr="00A76B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510" w:type="dxa"/>
            <w:shd w:val="clear" w:color="auto" w:fill="auto"/>
          </w:tcPr>
          <w:p w14:paraId="7E686BEC" w14:textId="77777777" w:rsidR="00D62600" w:rsidRPr="00D62600" w:rsidRDefault="00D62600" w:rsidP="002C64CF">
            <w:pPr>
              <w:pStyle w:val="Body"/>
              <w:spacing w:line="240" w:lineRule="auto"/>
              <w:rPr>
                <w:b w:val="0"/>
                <w:sz w:val="22"/>
                <w:szCs w:val="22"/>
              </w:rPr>
            </w:pPr>
            <w:r w:rsidRPr="00A76BE0">
              <w:rPr>
                <w:b w:val="0"/>
                <w:color w:val="auto"/>
                <w:sz w:val="22"/>
                <w:szCs w:val="22"/>
              </w:rPr>
              <w:t>Glassware</w:t>
            </w:r>
          </w:p>
        </w:tc>
        <w:tc>
          <w:tcPr>
            <w:tcW w:w="1510" w:type="dxa"/>
            <w:shd w:val="clear" w:color="auto" w:fill="auto"/>
          </w:tcPr>
          <w:p w14:paraId="7E686BED" w14:textId="77777777" w:rsidR="00D62600" w:rsidRPr="00A76BE0" w:rsidRDefault="00D62600" w:rsidP="002C64CF">
            <w:pPr>
              <w:pStyle w:val="Body"/>
              <w:spacing w:line="240" w:lineRule="auto"/>
              <w:rPr>
                <w:b w:val="0"/>
                <w:color w:val="auto"/>
                <w:sz w:val="22"/>
                <w:szCs w:val="22"/>
              </w:rPr>
            </w:pPr>
            <w:r w:rsidRPr="00A76BE0">
              <w:rPr>
                <w:b w:val="0"/>
                <w:color w:val="auto"/>
                <w:sz w:val="22"/>
                <w:szCs w:val="22"/>
              </w:rPr>
              <w:t>Storage</w:t>
            </w:r>
          </w:p>
        </w:tc>
        <w:tc>
          <w:tcPr>
            <w:tcW w:w="1510" w:type="dxa"/>
            <w:shd w:val="clear" w:color="auto" w:fill="auto"/>
          </w:tcPr>
          <w:p w14:paraId="7E686BEE" w14:textId="77777777" w:rsidR="00D62600" w:rsidRPr="00A76BE0" w:rsidRDefault="00D62600" w:rsidP="002C64CF">
            <w:pPr>
              <w:pStyle w:val="Body"/>
              <w:spacing w:line="240" w:lineRule="auto"/>
              <w:rPr>
                <w:b w:val="0"/>
                <w:color w:val="auto"/>
                <w:sz w:val="22"/>
                <w:szCs w:val="22"/>
              </w:rPr>
            </w:pPr>
            <w:r w:rsidRPr="00A76BE0">
              <w:rPr>
                <w:b w:val="0"/>
                <w:color w:val="auto"/>
                <w:sz w:val="22"/>
                <w:szCs w:val="22"/>
              </w:rPr>
              <w:t>Equipment</w:t>
            </w:r>
          </w:p>
        </w:tc>
        <w:tc>
          <w:tcPr>
            <w:tcW w:w="1510" w:type="dxa"/>
            <w:shd w:val="clear" w:color="auto" w:fill="auto"/>
          </w:tcPr>
          <w:p w14:paraId="7E686BEF" w14:textId="77777777" w:rsidR="00D62600" w:rsidRPr="00A76BE0" w:rsidRDefault="00D62600" w:rsidP="002C64CF">
            <w:pPr>
              <w:pStyle w:val="Body"/>
              <w:spacing w:line="240" w:lineRule="auto"/>
              <w:rPr>
                <w:color w:val="auto"/>
                <w:sz w:val="22"/>
                <w:szCs w:val="22"/>
              </w:rPr>
            </w:pPr>
            <w:r w:rsidRPr="00A76BE0">
              <w:rPr>
                <w:color w:val="auto"/>
                <w:sz w:val="22"/>
                <w:szCs w:val="22"/>
              </w:rPr>
              <w:t>Storage</w:t>
            </w:r>
          </w:p>
        </w:tc>
        <w:tc>
          <w:tcPr>
            <w:tcW w:w="1510" w:type="dxa"/>
            <w:shd w:val="clear" w:color="auto" w:fill="auto"/>
          </w:tcPr>
          <w:p w14:paraId="7E686BF0" w14:textId="77777777" w:rsidR="00D62600" w:rsidRPr="00A76BE0" w:rsidRDefault="00D62600" w:rsidP="002C64CF">
            <w:pPr>
              <w:pStyle w:val="Body"/>
              <w:spacing w:line="240" w:lineRule="auto"/>
              <w:rPr>
                <w:color w:val="auto"/>
                <w:sz w:val="22"/>
                <w:szCs w:val="22"/>
              </w:rPr>
            </w:pPr>
            <w:r w:rsidRPr="00A76BE0">
              <w:rPr>
                <w:color w:val="auto"/>
                <w:sz w:val="22"/>
                <w:szCs w:val="22"/>
              </w:rPr>
              <w:t>Reagents</w:t>
            </w:r>
          </w:p>
        </w:tc>
        <w:tc>
          <w:tcPr>
            <w:tcW w:w="1510" w:type="dxa"/>
            <w:shd w:val="clear" w:color="auto" w:fill="auto"/>
          </w:tcPr>
          <w:p w14:paraId="7E686BF1" w14:textId="77777777" w:rsidR="00D62600" w:rsidRPr="00A76BE0" w:rsidRDefault="00D62600" w:rsidP="002C64CF">
            <w:pPr>
              <w:pStyle w:val="Body"/>
              <w:spacing w:line="240" w:lineRule="auto"/>
              <w:rPr>
                <w:color w:val="auto"/>
                <w:sz w:val="22"/>
                <w:szCs w:val="22"/>
              </w:rPr>
            </w:pPr>
            <w:r w:rsidRPr="00A76BE0">
              <w:rPr>
                <w:color w:val="auto"/>
                <w:sz w:val="22"/>
                <w:szCs w:val="22"/>
              </w:rPr>
              <w:t>Storage</w:t>
            </w:r>
          </w:p>
        </w:tc>
      </w:tr>
      <w:tr w:rsidR="00D62600" w14:paraId="7E686BF9" w14:textId="77777777" w:rsidTr="00D62600">
        <w:tc>
          <w:tcPr>
            <w:tcW w:w="1510" w:type="dxa"/>
            <w:shd w:val="clear" w:color="auto" w:fill="auto"/>
          </w:tcPr>
          <w:p w14:paraId="7E686BF3" w14:textId="77777777" w:rsidR="00D62600" w:rsidRDefault="00D62600" w:rsidP="007E3882">
            <w:pPr>
              <w:pStyle w:val="Body"/>
              <w:rPr>
                <w:b/>
                <w:sz w:val="22"/>
                <w:szCs w:val="22"/>
              </w:rPr>
            </w:pPr>
          </w:p>
        </w:tc>
        <w:tc>
          <w:tcPr>
            <w:tcW w:w="1510" w:type="dxa"/>
            <w:shd w:val="clear" w:color="auto" w:fill="auto"/>
          </w:tcPr>
          <w:p w14:paraId="7E686BF4" w14:textId="77777777" w:rsidR="00D62600" w:rsidRDefault="00D62600" w:rsidP="007E3882">
            <w:pPr>
              <w:pStyle w:val="Body"/>
              <w:rPr>
                <w:b/>
                <w:sz w:val="22"/>
                <w:szCs w:val="22"/>
              </w:rPr>
            </w:pPr>
          </w:p>
        </w:tc>
        <w:tc>
          <w:tcPr>
            <w:tcW w:w="1510" w:type="dxa"/>
            <w:shd w:val="clear" w:color="auto" w:fill="auto"/>
          </w:tcPr>
          <w:p w14:paraId="7E686BF5" w14:textId="77777777" w:rsidR="00D62600" w:rsidRDefault="00D62600" w:rsidP="007E3882">
            <w:pPr>
              <w:pStyle w:val="Body"/>
              <w:rPr>
                <w:b/>
                <w:sz w:val="22"/>
                <w:szCs w:val="22"/>
              </w:rPr>
            </w:pPr>
          </w:p>
        </w:tc>
        <w:tc>
          <w:tcPr>
            <w:tcW w:w="1510" w:type="dxa"/>
            <w:shd w:val="clear" w:color="auto" w:fill="auto"/>
          </w:tcPr>
          <w:p w14:paraId="7E686BF6" w14:textId="77777777" w:rsidR="00D62600" w:rsidRDefault="00D62600" w:rsidP="007E3882">
            <w:pPr>
              <w:pStyle w:val="Body"/>
              <w:rPr>
                <w:sz w:val="22"/>
                <w:szCs w:val="22"/>
              </w:rPr>
            </w:pPr>
          </w:p>
        </w:tc>
        <w:tc>
          <w:tcPr>
            <w:tcW w:w="1510" w:type="dxa"/>
            <w:shd w:val="clear" w:color="auto" w:fill="auto"/>
          </w:tcPr>
          <w:p w14:paraId="7E686BF7" w14:textId="77777777" w:rsidR="00D62600" w:rsidRDefault="00D62600" w:rsidP="007E3882">
            <w:pPr>
              <w:pStyle w:val="Body"/>
              <w:rPr>
                <w:sz w:val="22"/>
                <w:szCs w:val="22"/>
              </w:rPr>
            </w:pPr>
          </w:p>
        </w:tc>
        <w:tc>
          <w:tcPr>
            <w:tcW w:w="1510" w:type="dxa"/>
            <w:shd w:val="clear" w:color="auto" w:fill="auto"/>
          </w:tcPr>
          <w:p w14:paraId="7E686BF8" w14:textId="77777777" w:rsidR="00D62600" w:rsidRDefault="00D62600" w:rsidP="007E3882">
            <w:pPr>
              <w:pStyle w:val="Body"/>
              <w:rPr>
                <w:sz w:val="22"/>
                <w:szCs w:val="22"/>
              </w:rPr>
            </w:pPr>
          </w:p>
        </w:tc>
      </w:tr>
      <w:tr w:rsidR="00D62600" w14:paraId="7E686C00" w14:textId="77777777" w:rsidTr="00D62600">
        <w:tc>
          <w:tcPr>
            <w:tcW w:w="1510" w:type="dxa"/>
            <w:shd w:val="clear" w:color="auto" w:fill="auto"/>
          </w:tcPr>
          <w:p w14:paraId="7E686BFA" w14:textId="77777777" w:rsidR="00D62600" w:rsidRDefault="00D62600" w:rsidP="007E3882">
            <w:pPr>
              <w:pStyle w:val="Body"/>
              <w:rPr>
                <w:b/>
                <w:sz w:val="22"/>
                <w:szCs w:val="22"/>
              </w:rPr>
            </w:pPr>
          </w:p>
        </w:tc>
        <w:tc>
          <w:tcPr>
            <w:tcW w:w="1510" w:type="dxa"/>
            <w:shd w:val="clear" w:color="auto" w:fill="auto"/>
          </w:tcPr>
          <w:p w14:paraId="7E686BFB" w14:textId="77777777" w:rsidR="00D62600" w:rsidRDefault="00D62600" w:rsidP="007E3882">
            <w:pPr>
              <w:pStyle w:val="Body"/>
              <w:rPr>
                <w:b/>
                <w:sz w:val="22"/>
                <w:szCs w:val="22"/>
              </w:rPr>
            </w:pPr>
          </w:p>
        </w:tc>
        <w:tc>
          <w:tcPr>
            <w:tcW w:w="1510" w:type="dxa"/>
            <w:shd w:val="clear" w:color="auto" w:fill="auto"/>
          </w:tcPr>
          <w:p w14:paraId="7E686BFC" w14:textId="77777777" w:rsidR="00D62600" w:rsidRDefault="00D62600" w:rsidP="007E3882">
            <w:pPr>
              <w:pStyle w:val="Body"/>
              <w:rPr>
                <w:b/>
                <w:sz w:val="22"/>
                <w:szCs w:val="22"/>
              </w:rPr>
            </w:pPr>
          </w:p>
        </w:tc>
        <w:tc>
          <w:tcPr>
            <w:tcW w:w="1510" w:type="dxa"/>
            <w:shd w:val="clear" w:color="auto" w:fill="auto"/>
          </w:tcPr>
          <w:p w14:paraId="7E686BFD" w14:textId="77777777" w:rsidR="00D62600" w:rsidRDefault="00D62600" w:rsidP="007E3882">
            <w:pPr>
              <w:pStyle w:val="Body"/>
              <w:rPr>
                <w:sz w:val="22"/>
                <w:szCs w:val="22"/>
              </w:rPr>
            </w:pPr>
          </w:p>
        </w:tc>
        <w:tc>
          <w:tcPr>
            <w:tcW w:w="1510" w:type="dxa"/>
            <w:shd w:val="clear" w:color="auto" w:fill="auto"/>
          </w:tcPr>
          <w:p w14:paraId="7E686BFE" w14:textId="77777777" w:rsidR="00D62600" w:rsidRDefault="00D62600" w:rsidP="007E3882">
            <w:pPr>
              <w:pStyle w:val="Body"/>
              <w:rPr>
                <w:sz w:val="22"/>
                <w:szCs w:val="22"/>
              </w:rPr>
            </w:pPr>
          </w:p>
        </w:tc>
        <w:tc>
          <w:tcPr>
            <w:tcW w:w="1510" w:type="dxa"/>
            <w:shd w:val="clear" w:color="auto" w:fill="auto"/>
          </w:tcPr>
          <w:p w14:paraId="7E686BFF" w14:textId="77777777" w:rsidR="00D62600" w:rsidRDefault="00D62600" w:rsidP="007E3882">
            <w:pPr>
              <w:pStyle w:val="Body"/>
              <w:rPr>
                <w:sz w:val="22"/>
                <w:szCs w:val="22"/>
              </w:rPr>
            </w:pPr>
          </w:p>
        </w:tc>
      </w:tr>
      <w:tr w:rsidR="00D62600" w14:paraId="7E686C07" w14:textId="77777777" w:rsidTr="00D62600">
        <w:tc>
          <w:tcPr>
            <w:tcW w:w="1510" w:type="dxa"/>
            <w:shd w:val="clear" w:color="auto" w:fill="auto"/>
          </w:tcPr>
          <w:p w14:paraId="7E686C01" w14:textId="77777777" w:rsidR="00D62600" w:rsidRDefault="00D62600" w:rsidP="007E3882">
            <w:pPr>
              <w:pStyle w:val="Body"/>
              <w:rPr>
                <w:b/>
                <w:sz w:val="22"/>
                <w:szCs w:val="22"/>
              </w:rPr>
            </w:pPr>
          </w:p>
        </w:tc>
        <w:tc>
          <w:tcPr>
            <w:tcW w:w="1510" w:type="dxa"/>
            <w:shd w:val="clear" w:color="auto" w:fill="auto"/>
          </w:tcPr>
          <w:p w14:paraId="7E686C02" w14:textId="77777777" w:rsidR="00D62600" w:rsidRDefault="00D62600" w:rsidP="007E3882">
            <w:pPr>
              <w:pStyle w:val="Body"/>
              <w:rPr>
                <w:b/>
                <w:sz w:val="22"/>
                <w:szCs w:val="22"/>
              </w:rPr>
            </w:pPr>
          </w:p>
        </w:tc>
        <w:tc>
          <w:tcPr>
            <w:tcW w:w="1510" w:type="dxa"/>
            <w:shd w:val="clear" w:color="auto" w:fill="auto"/>
          </w:tcPr>
          <w:p w14:paraId="7E686C03" w14:textId="77777777" w:rsidR="00D62600" w:rsidRDefault="00D62600" w:rsidP="007E3882">
            <w:pPr>
              <w:pStyle w:val="Body"/>
              <w:rPr>
                <w:b/>
                <w:sz w:val="22"/>
                <w:szCs w:val="22"/>
              </w:rPr>
            </w:pPr>
          </w:p>
        </w:tc>
        <w:tc>
          <w:tcPr>
            <w:tcW w:w="1510" w:type="dxa"/>
            <w:shd w:val="clear" w:color="auto" w:fill="auto"/>
          </w:tcPr>
          <w:p w14:paraId="7E686C04" w14:textId="77777777" w:rsidR="00D62600" w:rsidRDefault="00D62600" w:rsidP="007E3882">
            <w:pPr>
              <w:pStyle w:val="Body"/>
              <w:rPr>
                <w:sz w:val="22"/>
                <w:szCs w:val="22"/>
              </w:rPr>
            </w:pPr>
          </w:p>
        </w:tc>
        <w:tc>
          <w:tcPr>
            <w:tcW w:w="1510" w:type="dxa"/>
            <w:shd w:val="clear" w:color="auto" w:fill="auto"/>
          </w:tcPr>
          <w:p w14:paraId="7E686C05" w14:textId="77777777" w:rsidR="00D62600" w:rsidRDefault="00D62600" w:rsidP="007E3882">
            <w:pPr>
              <w:pStyle w:val="Body"/>
              <w:rPr>
                <w:sz w:val="22"/>
                <w:szCs w:val="22"/>
              </w:rPr>
            </w:pPr>
          </w:p>
        </w:tc>
        <w:tc>
          <w:tcPr>
            <w:tcW w:w="1510" w:type="dxa"/>
            <w:shd w:val="clear" w:color="auto" w:fill="auto"/>
          </w:tcPr>
          <w:p w14:paraId="7E686C06" w14:textId="77777777" w:rsidR="00D62600" w:rsidRDefault="00D62600" w:rsidP="007E3882">
            <w:pPr>
              <w:pStyle w:val="Body"/>
              <w:rPr>
                <w:sz w:val="22"/>
                <w:szCs w:val="22"/>
              </w:rPr>
            </w:pPr>
          </w:p>
        </w:tc>
      </w:tr>
      <w:tr w:rsidR="00D62600" w14:paraId="7E686C0E" w14:textId="77777777" w:rsidTr="00D62600">
        <w:tc>
          <w:tcPr>
            <w:tcW w:w="1510" w:type="dxa"/>
            <w:shd w:val="clear" w:color="auto" w:fill="auto"/>
          </w:tcPr>
          <w:p w14:paraId="7E686C08" w14:textId="77777777" w:rsidR="00D62600" w:rsidRDefault="00D62600" w:rsidP="007E3882">
            <w:pPr>
              <w:pStyle w:val="Body"/>
              <w:rPr>
                <w:b/>
                <w:sz w:val="22"/>
                <w:szCs w:val="22"/>
              </w:rPr>
            </w:pPr>
          </w:p>
        </w:tc>
        <w:tc>
          <w:tcPr>
            <w:tcW w:w="1510" w:type="dxa"/>
            <w:shd w:val="clear" w:color="auto" w:fill="auto"/>
          </w:tcPr>
          <w:p w14:paraId="7E686C09" w14:textId="77777777" w:rsidR="00D62600" w:rsidRDefault="00D62600" w:rsidP="007E3882">
            <w:pPr>
              <w:pStyle w:val="Body"/>
              <w:rPr>
                <w:b/>
                <w:sz w:val="22"/>
                <w:szCs w:val="22"/>
              </w:rPr>
            </w:pPr>
          </w:p>
        </w:tc>
        <w:tc>
          <w:tcPr>
            <w:tcW w:w="1510" w:type="dxa"/>
            <w:shd w:val="clear" w:color="auto" w:fill="auto"/>
          </w:tcPr>
          <w:p w14:paraId="7E686C0A" w14:textId="77777777" w:rsidR="00D62600" w:rsidRDefault="00D62600" w:rsidP="007E3882">
            <w:pPr>
              <w:pStyle w:val="Body"/>
              <w:rPr>
                <w:b/>
                <w:sz w:val="22"/>
                <w:szCs w:val="22"/>
              </w:rPr>
            </w:pPr>
          </w:p>
        </w:tc>
        <w:tc>
          <w:tcPr>
            <w:tcW w:w="1510" w:type="dxa"/>
            <w:shd w:val="clear" w:color="auto" w:fill="auto"/>
          </w:tcPr>
          <w:p w14:paraId="7E686C0B" w14:textId="77777777" w:rsidR="00D62600" w:rsidRDefault="00D62600" w:rsidP="007E3882">
            <w:pPr>
              <w:pStyle w:val="Body"/>
              <w:rPr>
                <w:sz w:val="22"/>
                <w:szCs w:val="22"/>
              </w:rPr>
            </w:pPr>
          </w:p>
        </w:tc>
        <w:tc>
          <w:tcPr>
            <w:tcW w:w="1510" w:type="dxa"/>
            <w:shd w:val="clear" w:color="auto" w:fill="auto"/>
          </w:tcPr>
          <w:p w14:paraId="7E686C0C" w14:textId="77777777" w:rsidR="00D62600" w:rsidRDefault="00D62600" w:rsidP="007E3882">
            <w:pPr>
              <w:pStyle w:val="Body"/>
              <w:rPr>
                <w:sz w:val="22"/>
                <w:szCs w:val="22"/>
              </w:rPr>
            </w:pPr>
          </w:p>
        </w:tc>
        <w:tc>
          <w:tcPr>
            <w:tcW w:w="1510" w:type="dxa"/>
            <w:shd w:val="clear" w:color="auto" w:fill="auto"/>
          </w:tcPr>
          <w:p w14:paraId="7E686C0D" w14:textId="77777777" w:rsidR="00D62600" w:rsidRDefault="00D62600" w:rsidP="007E3882">
            <w:pPr>
              <w:pStyle w:val="Body"/>
              <w:rPr>
                <w:sz w:val="22"/>
                <w:szCs w:val="22"/>
              </w:rPr>
            </w:pPr>
          </w:p>
        </w:tc>
      </w:tr>
      <w:tr w:rsidR="00D62600" w14:paraId="7E686C15" w14:textId="77777777" w:rsidTr="00D62600">
        <w:tc>
          <w:tcPr>
            <w:tcW w:w="1510" w:type="dxa"/>
            <w:shd w:val="clear" w:color="auto" w:fill="auto"/>
          </w:tcPr>
          <w:p w14:paraId="7E686C0F" w14:textId="77777777" w:rsidR="00D62600" w:rsidRDefault="00D62600" w:rsidP="007E3882">
            <w:pPr>
              <w:pStyle w:val="Body"/>
              <w:rPr>
                <w:b/>
                <w:sz w:val="22"/>
                <w:szCs w:val="22"/>
              </w:rPr>
            </w:pPr>
          </w:p>
        </w:tc>
        <w:tc>
          <w:tcPr>
            <w:tcW w:w="1510" w:type="dxa"/>
            <w:shd w:val="clear" w:color="auto" w:fill="auto"/>
          </w:tcPr>
          <w:p w14:paraId="7E686C10" w14:textId="77777777" w:rsidR="00D62600" w:rsidRDefault="00D62600" w:rsidP="007E3882">
            <w:pPr>
              <w:pStyle w:val="Body"/>
              <w:rPr>
                <w:b/>
                <w:sz w:val="22"/>
                <w:szCs w:val="22"/>
              </w:rPr>
            </w:pPr>
          </w:p>
        </w:tc>
        <w:tc>
          <w:tcPr>
            <w:tcW w:w="1510" w:type="dxa"/>
            <w:shd w:val="clear" w:color="auto" w:fill="auto"/>
          </w:tcPr>
          <w:p w14:paraId="7E686C11" w14:textId="77777777" w:rsidR="00D62600" w:rsidRDefault="00D62600" w:rsidP="007E3882">
            <w:pPr>
              <w:pStyle w:val="Body"/>
              <w:rPr>
                <w:b/>
                <w:sz w:val="22"/>
                <w:szCs w:val="22"/>
              </w:rPr>
            </w:pPr>
          </w:p>
        </w:tc>
        <w:tc>
          <w:tcPr>
            <w:tcW w:w="1510" w:type="dxa"/>
            <w:shd w:val="clear" w:color="auto" w:fill="auto"/>
          </w:tcPr>
          <w:p w14:paraId="7E686C12" w14:textId="77777777" w:rsidR="00D62600" w:rsidRDefault="00D62600" w:rsidP="007E3882">
            <w:pPr>
              <w:pStyle w:val="Body"/>
              <w:rPr>
                <w:sz w:val="22"/>
                <w:szCs w:val="22"/>
              </w:rPr>
            </w:pPr>
          </w:p>
        </w:tc>
        <w:tc>
          <w:tcPr>
            <w:tcW w:w="1510" w:type="dxa"/>
            <w:shd w:val="clear" w:color="auto" w:fill="auto"/>
          </w:tcPr>
          <w:p w14:paraId="7E686C13" w14:textId="77777777" w:rsidR="00D62600" w:rsidRDefault="00D62600" w:rsidP="007E3882">
            <w:pPr>
              <w:pStyle w:val="Body"/>
              <w:rPr>
                <w:sz w:val="22"/>
                <w:szCs w:val="22"/>
              </w:rPr>
            </w:pPr>
          </w:p>
        </w:tc>
        <w:tc>
          <w:tcPr>
            <w:tcW w:w="1510" w:type="dxa"/>
            <w:shd w:val="clear" w:color="auto" w:fill="auto"/>
          </w:tcPr>
          <w:p w14:paraId="7E686C14" w14:textId="77777777" w:rsidR="00D62600" w:rsidRDefault="00D62600" w:rsidP="007E3882">
            <w:pPr>
              <w:pStyle w:val="Body"/>
              <w:rPr>
                <w:sz w:val="22"/>
                <w:szCs w:val="22"/>
              </w:rPr>
            </w:pPr>
          </w:p>
        </w:tc>
      </w:tr>
      <w:tr w:rsidR="00D62600" w14:paraId="7E686C1C" w14:textId="77777777" w:rsidTr="00D62600">
        <w:tc>
          <w:tcPr>
            <w:tcW w:w="1510" w:type="dxa"/>
            <w:shd w:val="clear" w:color="auto" w:fill="auto"/>
          </w:tcPr>
          <w:p w14:paraId="7E686C16" w14:textId="77777777" w:rsidR="00D62600" w:rsidRDefault="00D62600" w:rsidP="007E3882">
            <w:pPr>
              <w:pStyle w:val="Body"/>
              <w:rPr>
                <w:b/>
                <w:sz w:val="22"/>
                <w:szCs w:val="22"/>
              </w:rPr>
            </w:pPr>
          </w:p>
        </w:tc>
        <w:tc>
          <w:tcPr>
            <w:tcW w:w="1510" w:type="dxa"/>
            <w:shd w:val="clear" w:color="auto" w:fill="auto"/>
          </w:tcPr>
          <w:p w14:paraId="7E686C17" w14:textId="77777777" w:rsidR="00D62600" w:rsidRDefault="00D62600" w:rsidP="007E3882">
            <w:pPr>
              <w:pStyle w:val="Body"/>
              <w:rPr>
                <w:b/>
                <w:sz w:val="22"/>
                <w:szCs w:val="22"/>
              </w:rPr>
            </w:pPr>
          </w:p>
        </w:tc>
        <w:tc>
          <w:tcPr>
            <w:tcW w:w="1510" w:type="dxa"/>
            <w:shd w:val="clear" w:color="auto" w:fill="auto"/>
          </w:tcPr>
          <w:p w14:paraId="7E686C18" w14:textId="77777777" w:rsidR="00D62600" w:rsidRDefault="00D62600" w:rsidP="007E3882">
            <w:pPr>
              <w:pStyle w:val="Body"/>
              <w:rPr>
                <w:b/>
                <w:sz w:val="22"/>
                <w:szCs w:val="22"/>
              </w:rPr>
            </w:pPr>
          </w:p>
        </w:tc>
        <w:tc>
          <w:tcPr>
            <w:tcW w:w="1510" w:type="dxa"/>
            <w:shd w:val="clear" w:color="auto" w:fill="auto"/>
          </w:tcPr>
          <w:p w14:paraId="7E686C19" w14:textId="77777777" w:rsidR="00D62600" w:rsidRDefault="00D62600" w:rsidP="007E3882">
            <w:pPr>
              <w:pStyle w:val="Body"/>
              <w:rPr>
                <w:sz w:val="22"/>
                <w:szCs w:val="22"/>
              </w:rPr>
            </w:pPr>
          </w:p>
        </w:tc>
        <w:tc>
          <w:tcPr>
            <w:tcW w:w="1510" w:type="dxa"/>
            <w:shd w:val="clear" w:color="auto" w:fill="auto"/>
          </w:tcPr>
          <w:p w14:paraId="7E686C1A" w14:textId="77777777" w:rsidR="00D62600" w:rsidRDefault="00D62600" w:rsidP="007E3882">
            <w:pPr>
              <w:pStyle w:val="Body"/>
              <w:rPr>
                <w:sz w:val="22"/>
                <w:szCs w:val="22"/>
              </w:rPr>
            </w:pPr>
          </w:p>
        </w:tc>
        <w:tc>
          <w:tcPr>
            <w:tcW w:w="1510" w:type="dxa"/>
            <w:shd w:val="clear" w:color="auto" w:fill="auto"/>
          </w:tcPr>
          <w:p w14:paraId="7E686C1B" w14:textId="77777777" w:rsidR="00D62600" w:rsidRDefault="00D62600" w:rsidP="007E3882">
            <w:pPr>
              <w:pStyle w:val="Body"/>
              <w:rPr>
                <w:sz w:val="22"/>
                <w:szCs w:val="22"/>
              </w:rPr>
            </w:pPr>
          </w:p>
        </w:tc>
      </w:tr>
      <w:tr w:rsidR="00D62600" w14:paraId="7E686C23" w14:textId="77777777" w:rsidTr="00D62600">
        <w:tc>
          <w:tcPr>
            <w:tcW w:w="1510" w:type="dxa"/>
            <w:shd w:val="clear" w:color="auto" w:fill="auto"/>
          </w:tcPr>
          <w:p w14:paraId="7E686C1D" w14:textId="77777777" w:rsidR="00D62600" w:rsidRDefault="00D62600" w:rsidP="007E3882">
            <w:pPr>
              <w:pStyle w:val="Body"/>
              <w:rPr>
                <w:b/>
                <w:sz w:val="22"/>
                <w:szCs w:val="22"/>
              </w:rPr>
            </w:pPr>
          </w:p>
        </w:tc>
        <w:tc>
          <w:tcPr>
            <w:tcW w:w="1510" w:type="dxa"/>
            <w:shd w:val="clear" w:color="auto" w:fill="auto"/>
          </w:tcPr>
          <w:p w14:paraId="7E686C1E" w14:textId="77777777" w:rsidR="00D62600" w:rsidRDefault="00D62600" w:rsidP="007E3882">
            <w:pPr>
              <w:pStyle w:val="Body"/>
              <w:rPr>
                <w:b/>
                <w:sz w:val="22"/>
                <w:szCs w:val="22"/>
              </w:rPr>
            </w:pPr>
          </w:p>
        </w:tc>
        <w:tc>
          <w:tcPr>
            <w:tcW w:w="1510" w:type="dxa"/>
            <w:shd w:val="clear" w:color="auto" w:fill="auto"/>
          </w:tcPr>
          <w:p w14:paraId="7E686C1F" w14:textId="77777777" w:rsidR="00D62600" w:rsidRDefault="00D62600" w:rsidP="007E3882">
            <w:pPr>
              <w:pStyle w:val="Body"/>
              <w:rPr>
                <w:b/>
                <w:sz w:val="22"/>
                <w:szCs w:val="22"/>
              </w:rPr>
            </w:pPr>
          </w:p>
        </w:tc>
        <w:tc>
          <w:tcPr>
            <w:tcW w:w="1510" w:type="dxa"/>
            <w:shd w:val="clear" w:color="auto" w:fill="auto"/>
          </w:tcPr>
          <w:p w14:paraId="7E686C20" w14:textId="77777777" w:rsidR="00D62600" w:rsidRDefault="00D62600" w:rsidP="007E3882">
            <w:pPr>
              <w:pStyle w:val="Body"/>
              <w:rPr>
                <w:sz w:val="22"/>
                <w:szCs w:val="22"/>
              </w:rPr>
            </w:pPr>
          </w:p>
        </w:tc>
        <w:tc>
          <w:tcPr>
            <w:tcW w:w="1510" w:type="dxa"/>
            <w:shd w:val="clear" w:color="auto" w:fill="auto"/>
          </w:tcPr>
          <w:p w14:paraId="7E686C21" w14:textId="77777777" w:rsidR="00D62600" w:rsidRDefault="00D62600" w:rsidP="007E3882">
            <w:pPr>
              <w:pStyle w:val="Body"/>
              <w:rPr>
                <w:sz w:val="22"/>
                <w:szCs w:val="22"/>
              </w:rPr>
            </w:pPr>
          </w:p>
        </w:tc>
        <w:tc>
          <w:tcPr>
            <w:tcW w:w="1510" w:type="dxa"/>
            <w:shd w:val="clear" w:color="auto" w:fill="auto"/>
          </w:tcPr>
          <w:p w14:paraId="7E686C22" w14:textId="77777777" w:rsidR="00D62600" w:rsidRDefault="00D62600" w:rsidP="007E3882">
            <w:pPr>
              <w:pStyle w:val="Body"/>
              <w:rPr>
                <w:sz w:val="22"/>
                <w:szCs w:val="22"/>
              </w:rPr>
            </w:pPr>
          </w:p>
        </w:tc>
      </w:tr>
      <w:tr w:rsidR="00D62600" w14:paraId="7E686C2A" w14:textId="77777777" w:rsidTr="00D62600">
        <w:tc>
          <w:tcPr>
            <w:tcW w:w="1510" w:type="dxa"/>
            <w:shd w:val="clear" w:color="auto" w:fill="auto"/>
          </w:tcPr>
          <w:p w14:paraId="7E686C24" w14:textId="77777777" w:rsidR="00D62600" w:rsidRDefault="00D62600" w:rsidP="007E3882">
            <w:pPr>
              <w:pStyle w:val="Body"/>
              <w:rPr>
                <w:b/>
                <w:sz w:val="22"/>
                <w:szCs w:val="22"/>
              </w:rPr>
            </w:pPr>
          </w:p>
        </w:tc>
        <w:tc>
          <w:tcPr>
            <w:tcW w:w="1510" w:type="dxa"/>
            <w:shd w:val="clear" w:color="auto" w:fill="auto"/>
          </w:tcPr>
          <w:p w14:paraId="7E686C25" w14:textId="77777777" w:rsidR="00D62600" w:rsidRDefault="00D62600" w:rsidP="007E3882">
            <w:pPr>
              <w:pStyle w:val="Body"/>
              <w:rPr>
                <w:b/>
                <w:sz w:val="22"/>
                <w:szCs w:val="22"/>
              </w:rPr>
            </w:pPr>
          </w:p>
        </w:tc>
        <w:tc>
          <w:tcPr>
            <w:tcW w:w="1510" w:type="dxa"/>
            <w:shd w:val="clear" w:color="auto" w:fill="auto"/>
          </w:tcPr>
          <w:p w14:paraId="7E686C26" w14:textId="77777777" w:rsidR="00D62600" w:rsidRDefault="00D62600" w:rsidP="007E3882">
            <w:pPr>
              <w:pStyle w:val="Body"/>
              <w:rPr>
                <w:b/>
                <w:sz w:val="22"/>
                <w:szCs w:val="22"/>
              </w:rPr>
            </w:pPr>
          </w:p>
        </w:tc>
        <w:tc>
          <w:tcPr>
            <w:tcW w:w="1510" w:type="dxa"/>
            <w:shd w:val="clear" w:color="auto" w:fill="auto"/>
          </w:tcPr>
          <w:p w14:paraId="7E686C27" w14:textId="77777777" w:rsidR="00D62600" w:rsidRDefault="00D62600" w:rsidP="007E3882">
            <w:pPr>
              <w:pStyle w:val="Body"/>
              <w:rPr>
                <w:sz w:val="22"/>
                <w:szCs w:val="22"/>
              </w:rPr>
            </w:pPr>
          </w:p>
        </w:tc>
        <w:tc>
          <w:tcPr>
            <w:tcW w:w="1510" w:type="dxa"/>
            <w:shd w:val="clear" w:color="auto" w:fill="auto"/>
          </w:tcPr>
          <w:p w14:paraId="7E686C28" w14:textId="77777777" w:rsidR="00D62600" w:rsidRDefault="00D62600" w:rsidP="007E3882">
            <w:pPr>
              <w:pStyle w:val="Body"/>
              <w:rPr>
                <w:sz w:val="22"/>
                <w:szCs w:val="22"/>
              </w:rPr>
            </w:pPr>
          </w:p>
        </w:tc>
        <w:tc>
          <w:tcPr>
            <w:tcW w:w="1510" w:type="dxa"/>
            <w:shd w:val="clear" w:color="auto" w:fill="auto"/>
          </w:tcPr>
          <w:p w14:paraId="7E686C29" w14:textId="77777777" w:rsidR="00D62600" w:rsidRDefault="00D62600" w:rsidP="007E3882">
            <w:pPr>
              <w:pStyle w:val="Body"/>
              <w:rPr>
                <w:sz w:val="22"/>
                <w:szCs w:val="22"/>
              </w:rPr>
            </w:pPr>
          </w:p>
        </w:tc>
      </w:tr>
      <w:tr w:rsidR="00D62600" w14:paraId="7E686C31" w14:textId="77777777" w:rsidTr="00D62600">
        <w:tc>
          <w:tcPr>
            <w:tcW w:w="1510" w:type="dxa"/>
            <w:shd w:val="clear" w:color="auto" w:fill="auto"/>
          </w:tcPr>
          <w:p w14:paraId="7E686C2B" w14:textId="77777777" w:rsidR="00D62600" w:rsidRDefault="00D62600" w:rsidP="007E3882">
            <w:pPr>
              <w:pStyle w:val="Body"/>
              <w:rPr>
                <w:b/>
                <w:sz w:val="22"/>
                <w:szCs w:val="22"/>
              </w:rPr>
            </w:pPr>
          </w:p>
        </w:tc>
        <w:tc>
          <w:tcPr>
            <w:tcW w:w="1510" w:type="dxa"/>
            <w:shd w:val="clear" w:color="auto" w:fill="auto"/>
          </w:tcPr>
          <w:p w14:paraId="7E686C2C" w14:textId="77777777" w:rsidR="00D62600" w:rsidRDefault="00D62600" w:rsidP="007E3882">
            <w:pPr>
              <w:pStyle w:val="Body"/>
              <w:rPr>
                <w:b/>
                <w:sz w:val="22"/>
                <w:szCs w:val="22"/>
              </w:rPr>
            </w:pPr>
          </w:p>
        </w:tc>
        <w:tc>
          <w:tcPr>
            <w:tcW w:w="1510" w:type="dxa"/>
            <w:shd w:val="clear" w:color="auto" w:fill="auto"/>
          </w:tcPr>
          <w:p w14:paraId="7E686C2D" w14:textId="77777777" w:rsidR="00D62600" w:rsidRDefault="00D62600" w:rsidP="007E3882">
            <w:pPr>
              <w:pStyle w:val="Body"/>
              <w:rPr>
                <w:b/>
                <w:sz w:val="22"/>
                <w:szCs w:val="22"/>
              </w:rPr>
            </w:pPr>
          </w:p>
        </w:tc>
        <w:tc>
          <w:tcPr>
            <w:tcW w:w="1510" w:type="dxa"/>
            <w:shd w:val="clear" w:color="auto" w:fill="auto"/>
          </w:tcPr>
          <w:p w14:paraId="7E686C2E" w14:textId="77777777" w:rsidR="00D62600" w:rsidRDefault="00D62600" w:rsidP="007E3882">
            <w:pPr>
              <w:pStyle w:val="Body"/>
              <w:rPr>
                <w:sz w:val="22"/>
                <w:szCs w:val="22"/>
              </w:rPr>
            </w:pPr>
          </w:p>
        </w:tc>
        <w:tc>
          <w:tcPr>
            <w:tcW w:w="1510" w:type="dxa"/>
            <w:shd w:val="clear" w:color="auto" w:fill="auto"/>
          </w:tcPr>
          <w:p w14:paraId="7E686C2F" w14:textId="77777777" w:rsidR="00D62600" w:rsidRDefault="00D62600" w:rsidP="007E3882">
            <w:pPr>
              <w:pStyle w:val="Body"/>
              <w:rPr>
                <w:sz w:val="22"/>
                <w:szCs w:val="22"/>
              </w:rPr>
            </w:pPr>
          </w:p>
        </w:tc>
        <w:tc>
          <w:tcPr>
            <w:tcW w:w="1510" w:type="dxa"/>
            <w:shd w:val="clear" w:color="auto" w:fill="auto"/>
          </w:tcPr>
          <w:p w14:paraId="7E686C30" w14:textId="77777777" w:rsidR="00D62600" w:rsidRDefault="00D62600" w:rsidP="007E3882">
            <w:pPr>
              <w:pStyle w:val="Body"/>
              <w:rPr>
                <w:sz w:val="22"/>
                <w:szCs w:val="22"/>
              </w:rPr>
            </w:pPr>
          </w:p>
        </w:tc>
      </w:tr>
      <w:tr w:rsidR="00D62600" w14:paraId="7E686C38" w14:textId="77777777" w:rsidTr="00D62600">
        <w:tc>
          <w:tcPr>
            <w:tcW w:w="1510" w:type="dxa"/>
            <w:shd w:val="clear" w:color="auto" w:fill="auto"/>
          </w:tcPr>
          <w:p w14:paraId="7E686C32" w14:textId="77777777" w:rsidR="00D62600" w:rsidRDefault="00D62600" w:rsidP="007E3882">
            <w:pPr>
              <w:pStyle w:val="Body"/>
              <w:rPr>
                <w:b/>
                <w:sz w:val="22"/>
                <w:szCs w:val="22"/>
              </w:rPr>
            </w:pPr>
          </w:p>
        </w:tc>
        <w:tc>
          <w:tcPr>
            <w:tcW w:w="1510" w:type="dxa"/>
            <w:shd w:val="clear" w:color="auto" w:fill="auto"/>
          </w:tcPr>
          <w:p w14:paraId="7E686C33" w14:textId="77777777" w:rsidR="00D62600" w:rsidRDefault="00D62600" w:rsidP="007E3882">
            <w:pPr>
              <w:pStyle w:val="Body"/>
              <w:rPr>
                <w:b/>
                <w:sz w:val="22"/>
                <w:szCs w:val="22"/>
              </w:rPr>
            </w:pPr>
          </w:p>
        </w:tc>
        <w:tc>
          <w:tcPr>
            <w:tcW w:w="1510" w:type="dxa"/>
            <w:shd w:val="clear" w:color="auto" w:fill="auto"/>
          </w:tcPr>
          <w:p w14:paraId="7E686C34" w14:textId="77777777" w:rsidR="00D62600" w:rsidRDefault="00D62600" w:rsidP="007E3882">
            <w:pPr>
              <w:pStyle w:val="Body"/>
              <w:rPr>
                <w:b/>
                <w:sz w:val="22"/>
                <w:szCs w:val="22"/>
              </w:rPr>
            </w:pPr>
          </w:p>
        </w:tc>
        <w:tc>
          <w:tcPr>
            <w:tcW w:w="1510" w:type="dxa"/>
            <w:shd w:val="clear" w:color="auto" w:fill="auto"/>
          </w:tcPr>
          <w:p w14:paraId="7E686C35" w14:textId="77777777" w:rsidR="00D62600" w:rsidRDefault="00D62600" w:rsidP="007E3882">
            <w:pPr>
              <w:pStyle w:val="Body"/>
              <w:rPr>
                <w:sz w:val="22"/>
                <w:szCs w:val="22"/>
              </w:rPr>
            </w:pPr>
          </w:p>
        </w:tc>
        <w:tc>
          <w:tcPr>
            <w:tcW w:w="1510" w:type="dxa"/>
            <w:shd w:val="clear" w:color="auto" w:fill="auto"/>
          </w:tcPr>
          <w:p w14:paraId="7E686C36" w14:textId="77777777" w:rsidR="00D62600" w:rsidRDefault="00D62600" w:rsidP="007E3882">
            <w:pPr>
              <w:pStyle w:val="Body"/>
              <w:rPr>
                <w:sz w:val="22"/>
                <w:szCs w:val="22"/>
              </w:rPr>
            </w:pPr>
          </w:p>
        </w:tc>
        <w:tc>
          <w:tcPr>
            <w:tcW w:w="1510" w:type="dxa"/>
            <w:shd w:val="clear" w:color="auto" w:fill="auto"/>
          </w:tcPr>
          <w:p w14:paraId="7E686C37" w14:textId="77777777" w:rsidR="00D62600" w:rsidRDefault="00D62600" w:rsidP="007E3882">
            <w:pPr>
              <w:pStyle w:val="Body"/>
              <w:rPr>
                <w:sz w:val="22"/>
                <w:szCs w:val="22"/>
              </w:rPr>
            </w:pPr>
          </w:p>
        </w:tc>
      </w:tr>
      <w:tr w:rsidR="00D62600" w14:paraId="7E686C3F" w14:textId="77777777" w:rsidTr="00D62600">
        <w:tc>
          <w:tcPr>
            <w:tcW w:w="1510" w:type="dxa"/>
            <w:shd w:val="clear" w:color="auto" w:fill="auto"/>
          </w:tcPr>
          <w:p w14:paraId="7E686C39" w14:textId="77777777" w:rsidR="00D62600" w:rsidRDefault="00D62600" w:rsidP="007E3882">
            <w:pPr>
              <w:pStyle w:val="Body"/>
              <w:rPr>
                <w:b/>
                <w:sz w:val="22"/>
                <w:szCs w:val="22"/>
              </w:rPr>
            </w:pPr>
          </w:p>
        </w:tc>
        <w:tc>
          <w:tcPr>
            <w:tcW w:w="1510" w:type="dxa"/>
            <w:shd w:val="clear" w:color="auto" w:fill="auto"/>
          </w:tcPr>
          <w:p w14:paraId="7E686C3A" w14:textId="77777777" w:rsidR="00D62600" w:rsidRDefault="00D62600" w:rsidP="007E3882">
            <w:pPr>
              <w:pStyle w:val="Body"/>
              <w:rPr>
                <w:b/>
                <w:sz w:val="22"/>
                <w:szCs w:val="22"/>
              </w:rPr>
            </w:pPr>
          </w:p>
        </w:tc>
        <w:tc>
          <w:tcPr>
            <w:tcW w:w="1510" w:type="dxa"/>
            <w:shd w:val="clear" w:color="auto" w:fill="auto"/>
          </w:tcPr>
          <w:p w14:paraId="7E686C3B" w14:textId="77777777" w:rsidR="00D62600" w:rsidRDefault="00D62600" w:rsidP="007E3882">
            <w:pPr>
              <w:pStyle w:val="Body"/>
              <w:rPr>
                <w:b/>
                <w:sz w:val="22"/>
                <w:szCs w:val="22"/>
              </w:rPr>
            </w:pPr>
          </w:p>
        </w:tc>
        <w:tc>
          <w:tcPr>
            <w:tcW w:w="1510" w:type="dxa"/>
            <w:shd w:val="clear" w:color="auto" w:fill="auto"/>
          </w:tcPr>
          <w:p w14:paraId="7E686C3C" w14:textId="77777777" w:rsidR="00D62600" w:rsidRDefault="00D62600" w:rsidP="007E3882">
            <w:pPr>
              <w:pStyle w:val="Body"/>
              <w:rPr>
                <w:sz w:val="22"/>
                <w:szCs w:val="22"/>
              </w:rPr>
            </w:pPr>
          </w:p>
        </w:tc>
        <w:tc>
          <w:tcPr>
            <w:tcW w:w="1510" w:type="dxa"/>
            <w:shd w:val="clear" w:color="auto" w:fill="auto"/>
          </w:tcPr>
          <w:p w14:paraId="7E686C3D" w14:textId="77777777" w:rsidR="00D62600" w:rsidRDefault="00D62600" w:rsidP="007E3882">
            <w:pPr>
              <w:pStyle w:val="Body"/>
              <w:rPr>
                <w:sz w:val="22"/>
                <w:szCs w:val="22"/>
              </w:rPr>
            </w:pPr>
          </w:p>
        </w:tc>
        <w:tc>
          <w:tcPr>
            <w:tcW w:w="1510" w:type="dxa"/>
            <w:shd w:val="clear" w:color="auto" w:fill="auto"/>
          </w:tcPr>
          <w:p w14:paraId="7E686C3E" w14:textId="77777777" w:rsidR="00D62600" w:rsidRDefault="00D62600" w:rsidP="007E3882">
            <w:pPr>
              <w:pStyle w:val="Body"/>
              <w:rPr>
                <w:sz w:val="22"/>
                <w:szCs w:val="22"/>
              </w:rPr>
            </w:pPr>
          </w:p>
        </w:tc>
      </w:tr>
      <w:tr w:rsidR="00D62600" w14:paraId="7E686C46" w14:textId="77777777" w:rsidTr="00D62600">
        <w:tc>
          <w:tcPr>
            <w:tcW w:w="1510" w:type="dxa"/>
            <w:shd w:val="clear" w:color="auto" w:fill="auto"/>
          </w:tcPr>
          <w:p w14:paraId="7E686C40" w14:textId="77777777" w:rsidR="00D62600" w:rsidRDefault="00D62600" w:rsidP="007E3882">
            <w:pPr>
              <w:pStyle w:val="Body"/>
              <w:rPr>
                <w:b/>
                <w:sz w:val="22"/>
                <w:szCs w:val="22"/>
              </w:rPr>
            </w:pPr>
          </w:p>
        </w:tc>
        <w:tc>
          <w:tcPr>
            <w:tcW w:w="1510" w:type="dxa"/>
            <w:shd w:val="clear" w:color="auto" w:fill="auto"/>
          </w:tcPr>
          <w:p w14:paraId="7E686C41" w14:textId="77777777" w:rsidR="00D62600" w:rsidRDefault="00D62600" w:rsidP="007E3882">
            <w:pPr>
              <w:pStyle w:val="Body"/>
              <w:rPr>
                <w:b/>
                <w:sz w:val="22"/>
                <w:szCs w:val="22"/>
              </w:rPr>
            </w:pPr>
          </w:p>
        </w:tc>
        <w:tc>
          <w:tcPr>
            <w:tcW w:w="1510" w:type="dxa"/>
            <w:shd w:val="clear" w:color="auto" w:fill="auto"/>
          </w:tcPr>
          <w:p w14:paraId="7E686C42" w14:textId="77777777" w:rsidR="00D62600" w:rsidRDefault="00D62600" w:rsidP="007E3882">
            <w:pPr>
              <w:pStyle w:val="Body"/>
              <w:rPr>
                <w:b/>
                <w:sz w:val="22"/>
                <w:szCs w:val="22"/>
              </w:rPr>
            </w:pPr>
          </w:p>
        </w:tc>
        <w:tc>
          <w:tcPr>
            <w:tcW w:w="1510" w:type="dxa"/>
            <w:shd w:val="clear" w:color="auto" w:fill="auto"/>
          </w:tcPr>
          <w:p w14:paraId="7E686C43" w14:textId="77777777" w:rsidR="00D62600" w:rsidRDefault="00D62600" w:rsidP="007E3882">
            <w:pPr>
              <w:pStyle w:val="Body"/>
              <w:rPr>
                <w:sz w:val="22"/>
                <w:szCs w:val="22"/>
              </w:rPr>
            </w:pPr>
          </w:p>
        </w:tc>
        <w:tc>
          <w:tcPr>
            <w:tcW w:w="1510" w:type="dxa"/>
            <w:shd w:val="clear" w:color="auto" w:fill="auto"/>
          </w:tcPr>
          <w:p w14:paraId="7E686C44" w14:textId="77777777" w:rsidR="00D62600" w:rsidRDefault="00D62600" w:rsidP="007E3882">
            <w:pPr>
              <w:pStyle w:val="Body"/>
              <w:rPr>
                <w:sz w:val="22"/>
                <w:szCs w:val="22"/>
              </w:rPr>
            </w:pPr>
          </w:p>
        </w:tc>
        <w:tc>
          <w:tcPr>
            <w:tcW w:w="1510" w:type="dxa"/>
            <w:shd w:val="clear" w:color="auto" w:fill="auto"/>
          </w:tcPr>
          <w:p w14:paraId="7E686C45" w14:textId="77777777" w:rsidR="00D62600" w:rsidRDefault="00D62600" w:rsidP="007E3882">
            <w:pPr>
              <w:pStyle w:val="Body"/>
              <w:rPr>
                <w:sz w:val="22"/>
                <w:szCs w:val="22"/>
              </w:rPr>
            </w:pPr>
          </w:p>
        </w:tc>
      </w:tr>
      <w:tr w:rsidR="00D62600" w14:paraId="7E686C4D" w14:textId="77777777" w:rsidTr="00D62600">
        <w:tc>
          <w:tcPr>
            <w:tcW w:w="1510" w:type="dxa"/>
            <w:shd w:val="clear" w:color="auto" w:fill="auto"/>
          </w:tcPr>
          <w:p w14:paraId="7E686C47" w14:textId="77777777" w:rsidR="00D62600" w:rsidRDefault="00D62600" w:rsidP="007E3882">
            <w:pPr>
              <w:pStyle w:val="Body"/>
              <w:rPr>
                <w:b/>
                <w:sz w:val="22"/>
                <w:szCs w:val="22"/>
              </w:rPr>
            </w:pPr>
          </w:p>
        </w:tc>
        <w:tc>
          <w:tcPr>
            <w:tcW w:w="1510" w:type="dxa"/>
            <w:shd w:val="clear" w:color="auto" w:fill="auto"/>
          </w:tcPr>
          <w:p w14:paraId="7E686C48" w14:textId="77777777" w:rsidR="00D62600" w:rsidRDefault="00D62600" w:rsidP="007E3882">
            <w:pPr>
              <w:pStyle w:val="Body"/>
              <w:rPr>
                <w:b/>
                <w:sz w:val="22"/>
                <w:szCs w:val="22"/>
              </w:rPr>
            </w:pPr>
          </w:p>
        </w:tc>
        <w:tc>
          <w:tcPr>
            <w:tcW w:w="1510" w:type="dxa"/>
            <w:shd w:val="clear" w:color="auto" w:fill="auto"/>
          </w:tcPr>
          <w:p w14:paraId="7E686C49" w14:textId="77777777" w:rsidR="00D62600" w:rsidRDefault="00D62600" w:rsidP="007E3882">
            <w:pPr>
              <w:pStyle w:val="Body"/>
              <w:rPr>
                <w:b/>
                <w:sz w:val="22"/>
                <w:szCs w:val="22"/>
              </w:rPr>
            </w:pPr>
          </w:p>
        </w:tc>
        <w:tc>
          <w:tcPr>
            <w:tcW w:w="1510" w:type="dxa"/>
            <w:shd w:val="clear" w:color="auto" w:fill="auto"/>
          </w:tcPr>
          <w:p w14:paraId="7E686C4A" w14:textId="77777777" w:rsidR="00D62600" w:rsidRDefault="00D62600" w:rsidP="007E3882">
            <w:pPr>
              <w:pStyle w:val="Body"/>
              <w:rPr>
                <w:sz w:val="22"/>
                <w:szCs w:val="22"/>
              </w:rPr>
            </w:pPr>
          </w:p>
        </w:tc>
        <w:tc>
          <w:tcPr>
            <w:tcW w:w="1510" w:type="dxa"/>
            <w:shd w:val="clear" w:color="auto" w:fill="auto"/>
          </w:tcPr>
          <w:p w14:paraId="7E686C4B" w14:textId="77777777" w:rsidR="00D62600" w:rsidRDefault="00D62600" w:rsidP="007E3882">
            <w:pPr>
              <w:pStyle w:val="Body"/>
              <w:rPr>
                <w:sz w:val="22"/>
                <w:szCs w:val="22"/>
              </w:rPr>
            </w:pPr>
          </w:p>
        </w:tc>
        <w:tc>
          <w:tcPr>
            <w:tcW w:w="1510" w:type="dxa"/>
            <w:shd w:val="clear" w:color="auto" w:fill="auto"/>
          </w:tcPr>
          <w:p w14:paraId="7E686C4C" w14:textId="77777777" w:rsidR="00D62600" w:rsidRDefault="00D62600" w:rsidP="007E3882">
            <w:pPr>
              <w:pStyle w:val="Body"/>
              <w:rPr>
                <w:sz w:val="22"/>
                <w:szCs w:val="22"/>
              </w:rPr>
            </w:pPr>
          </w:p>
        </w:tc>
      </w:tr>
      <w:tr w:rsidR="00D62600" w14:paraId="7E686C54" w14:textId="77777777" w:rsidTr="00D62600">
        <w:tc>
          <w:tcPr>
            <w:tcW w:w="1510" w:type="dxa"/>
            <w:shd w:val="clear" w:color="auto" w:fill="auto"/>
          </w:tcPr>
          <w:p w14:paraId="7E686C4E" w14:textId="77777777" w:rsidR="00D62600" w:rsidRDefault="00D62600" w:rsidP="007E3882">
            <w:pPr>
              <w:pStyle w:val="Body"/>
              <w:rPr>
                <w:b/>
                <w:sz w:val="22"/>
                <w:szCs w:val="22"/>
              </w:rPr>
            </w:pPr>
          </w:p>
        </w:tc>
        <w:tc>
          <w:tcPr>
            <w:tcW w:w="1510" w:type="dxa"/>
            <w:shd w:val="clear" w:color="auto" w:fill="auto"/>
          </w:tcPr>
          <w:p w14:paraId="7E686C4F" w14:textId="77777777" w:rsidR="00D62600" w:rsidRDefault="00D62600" w:rsidP="007E3882">
            <w:pPr>
              <w:pStyle w:val="Body"/>
              <w:rPr>
                <w:b/>
                <w:sz w:val="22"/>
                <w:szCs w:val="22"/>
              </w:rPr>
            </w:pPr>
          </w:p>
        </w:tc>
        <w:tc>
          <w:tcPr>
            <w:tcW w:w="1510" w:type="dxa"/>
            <w:shd w:val="clear" w:color="auto" w:fill="auto"/>
          </w:tcPr>
          <w:p w14:paraId="7E686C50" w14:textId="77777777" w:rsidR="00D62600" w:rsidRDefault="00D62600" w:rsidP="007E3882">
            <w:pPr>
              <w:pStyle w:val="Body"/>
              <w:rPr>
                <w:b/>
                <w:sz w:val="22"/>
                <w:szCs w:val="22"/>
              </w:rPr>
            </w:pPr>
          </w:p>
        </w:tc>
        <w:tc>
          <w:tcPr>
            <w:tcW w:w="1510" w:type="dxa"/>
            <w:shd w:val="clear" w:color="auto" w:fill="auto"/>
          </w:tcPr>
          <w:p w14:paraId="7E686C51" w14:textId="77777777" w:rsidR="00D62600" w:rsidRDefault="00D62600" w:rsidP="007E3882">
            <w:pPr>
              <w:pStyle w:val="Body"/>
              <w:rPr>
                <w:sz w:val="22"/>
                <w:szCs w:val="22"/>
              </w:rPr>
            </w:pPr>
          </w:p>
        </w:tc>
        <w:tc>
          <w:tcPr>
            <w:tcW w:w="1510" w:type="dxa"/>
            <w:shd w:val="clear" w:color="auto" w:fill="auto"/>
          </w:tcPr>
          <w:p w14:paraId="7E686C52" w14:textId="77777777" w:rsidR="00D62600" w:rsidRDefault="00D62600" w:rsidP="007E3882">
            <w:pPr>
              <w:pStyle w:val="Body"/>
              <w:rPr>
                <w:sz w:val="22"/>
                <w:szCs w:val="22"/>
              </w:rPr>
            </w:pPr>
          </w:p>
        </w:tc>
        <w:tc>
          <w:tcPr>
            <w:tcW w:w="1510" w:type="dxa"/>
            <w:shd w:val="clear" w:color="auto" w:fill="auto"/>
          </w:tcPr>
          <w:p w14:paraId="7E686C53" w14:textId="77777777" w:rsidR="00D62600" w:rsidRDefault="00D62600" w:rsidP="007E3882">
            <w:pPr>
              <w:pStyle w:val="Body"/>
              <w:rPr>
                <w:sz w:val="22"/>
                <w:szCs w:val="22"/>
              </w:rPr>
            </w:pPr>
          </w:p>
        </w:tc>
      </w:tr>
      <w:tr w:rsidR="00D62600" w14:paraId="7E686C5B" w14:textId="77777777" w:rsidTr="00D62600">
        <w:tc>
          <w:tcPr>
            <w:tcW w:w="1510" w:type="dxa"/>
            <w:shd w:val="clear" w:color="auto" w:fill="auto"/>
          </w:tcPr>
          <w:p w14:paraId="7E686C55" w14:textId="77777777" w:rsidR="00D62600" w:rsidRDefault="00D62600" w:rsidP="007E3882">
            <w:pPr>
              <w:pStyle w:val="Body"/>
              <w:rPr>
                <w:b/>
                <w:sz w:val="22"/>
                <w:szCs w:val="22"/>
              </w:rPr>
            </w:pPr>
          </w:p>
        </w:tc>
        <w:tc>
          <w:tcPr>
            <w:tcW w:w="1510" w:type="dxa"/>
            <w:shd w:val="clear" w:color="auto" w:fill="auto"/>
          </w:tcPr>
          <w:p w14:paraId="7E686C56" w14:textId="77777777" w:rsidR="00D62600" w:rsidRDefault="00D62600" w:rsidP="007E3882">
            <w:pPr>
              <w:pStyle w:val="Body"/>
              <w:rPr>
                <w:b/>
                <w:sz w:val="22"/>
                <w:szCs w:val="22"/>
              </w:rPr>
            </w:pPr>
          </w:p>
        </w:tc>
        <w:tc>
          <w:tcPr>
            <w:tcW w:w="1510" w:type="dxa"/>
            <w:shd w:val="clear" w:color="auto" w:fill="auto"/>
          </w:tcPr>
          <w:p w14:paraId="7E686C57" w14:textId="77777777" w:rsidR="00D62600" w:rsidRDefault="00D62600" w:rsidP="007E3882">
            <w:pPr>
              <w:pStyle w:val="Body"/>
              <w:rPr>
                <w:b/>
                <w:sz w:val="22"/>
                <w:szCs w:val="22"/>
              </w:rPr>
            </w:pPr>
          </w:p>
        </w:tc>
        <w:tc>
          <w:tcPr>
            <w:tcW w:w="1510" w:type="dxa"/>
            <w:shd w:val="clear" w:color="auto" w:fill="auto"/>
          </w:tcPr>
          <w:p w14:paraId="7E686C58" w14:textId="77777777" w:rsidR="00D62600" w:rsidRDefault="00D62600" w:rsidP="007E3882">
            <w:pPr>
              <w:pStyle w:val="Body"/>
              <w:rPr>
                <w:sz w:val="22"/>
                <w:szCs w:val="22"/>
              </w:rPr>
            </w:pPr>
          </w:p>
        </w:tc>
        <w:tc>
          <w:tcPr>
            <w:tcW w:w="1510" w:type="dxa"/>
            <w:shd w:val="clear" w:color="auto" w:fill="auto"/>
          </w:tcPr>
          <w:p w14:paraId="7E686C59" w14:textId="77777777" w:rsidR="00D62600" w:rsidRDefault="00D62600" w:rsidP="007E3882">
            <w:pPr>
              <w:pStyle w:val="Body"/>
              <w:rPr>
                <w:sz w:val="22"/>
                <w:szCs w:val="22"/>
              </w:rPr>
            </w:pPr>
          </w:p>
        </w:tc>
        <w:tc>
          <w:tcPr>
            <w:tcW w:w="1510" w:type="dxa"/>
            <w:shd w:val="clear" w:color="auto" w:fill="auto"/>
          </w:tcPr>
          <w:p w14:paraId="7E686C5A" w14:textId="77777777" w:rsidR="00D62600" w:rsidRDefault="00D62600" w:rsidP="007E3882">
            <w:pPr>
              <w:pStyle w:val="Body"/>
              <w:rPr>
                <w:sz w:val="22"/>
                <w:szCs w:val="22"/>
              </w:rPr>
            </w:pPr>
          </w:p>
        </w:tc>
      </w:tr>
      <w:tr w:rsidR="00D62600" w14:paraId="7E686C62" w14:textId="77777777" w:rsidTr="00D62600">
        <w:tc>
          <w:tcPr>
            <w:tcW w:w="1510" w:type="dxa"/>
            <w:shd w:val="clear" w:color="auto" w:fill="auto"/>
          </w:tcPr>
          <w:p w14:paraId="7E686C5C" w14:textId="77777777" w:rsidR="00D62600" w:rsidRDefault="00D62600" w:rsidP="007E3882">
            <w:pPr>
              <w:pStyle w:val="Body"/>
              <w:rPr>
                <w:b/>
                <w:sz w:val="22"/>
                <w:szCs w:val="22"/>
              </w:rPr>
            </w:pPr>
          </w:p>
        </w:tc>
        <w:tc>
          <w:tcPr>
            <w:tcW w:w="1510" w:type="dxa"/>
            <w:shd w:val="clear" w:color="auto" w:fill="auto"/>
          </w:tcPr>
          <w:p w14:paraId="7E686C5D" w14:textId="77777777" w:rsidR="00D62600" w:rsidRDefault="00D62600" w:rsidP="007E3882">
            <w:pPr>
              <w:pStyle w:val="Body"/>
              <w:rPr>
                <w:b/>
                <w:sz w:val="22"/>
                <w:szCs w:val="22"/>
              </w:rPr>
            </w:pPr>
          </w:p>
        </w:tc>
        <w:tc>
          <w:tcPr>
            <w:tcW w:w="1510" w:type="dxa"/>
            <w:shd w:val="clear" w:color="auto" w:fill="auto"/>
          </w:tcPr>
          <w:p w14:paraId="7E686C5E" w14:textId="77777777" w:rsidR="00D62600" w:rsidRDefault="00D62600" w:rsidP="007E3882">
            <w:pPr>
              <w:pStyle w:val="Body"/>
              <w:rPr>
                <w:b/>
                <w:sz w:val="22"/>
                <w:szCs w:val="22"/>
              </w:rPr>
            </w:pPr>
          </w:p>
        </w:tc>
        <w:tc>
          <w:tcPr>
            <w:tcW w:w="1510" w:type="dxa"/>
            <w:shd w:val="clear" w:color="auto" w:fill="auto"/>
          </w:tcPr>
          <w:p w14:paraId="7E686C5F" w14:textId="77777777" w:rsidR="00D62600" w:rsidRDefault="00D62600" w:rsidP="007E3882">
            <w:pPr>
              <w:pStyle w:val="Body"/>
              <w:rPr>
                <w:sz w:val="22"/>
                <w:szCs w:val="22"/>
              </w:rPr>
            </w:pPr>
          </w:p>
        </w:tc>
        <w:tc>
          <w:tcPr>
            <w:tcW w:w="1510" w:type="dxa"/>
            <w:shd w:val="clear" w:color="auto" w:fill="auto"/>
          </w:tcPr>
          <w:p w14:paraId="7E686C60" w14:textId="77777777" w:rsidR="00D62600" w:rsidRDefault="00D62600" w:rsidP="007E3882">
            <w:pPr>
              <w:pStyle w:val="Body"/>
              <w:rPr>
                <w:sz w:val="22"/>
                <w:szCs w:val="22"/>
              </w:rPr>
            </w:pPr>
          </w:p>
        </w:tc>
        <w:tc>
          <w:tcPr>
            <w:tcW w:w="1510" w:type="dxa"/>
            <w:shd w:val="clear" w:color="auto" w:fill="auto"/>
          </w:tcPr>
          <w:p w14:paraId="7E686C61" w14:textId="77777777" w:rsidR="00D62600" w:rsidRDefault="00D62600" w:rsidP="007E3882">
            <w:pPr>
              <w:pStyle w:val="Body"/>
              <w:rPr>
                <w:sz w:val="22"/>
                <w:szCs w:val="22"/>
              </w:rPr>
            </w:pPr>
          </w:p>
        </w:tc>
      </w:tr>
    </w:tbl>
    <w:p w14:paraId="7E686C63" w14:textId="77777777" w:rsidR="00D62600" w:rsidRDefault="00D62600" w:rsidP="007E3882">
      <w:pPr>
        <w:pStyle w:val="Body"/>
        <w:rPr>
          <w:sz w:val="22"/>
          <w:szCs w:val="22"/>
        </w:rPr>
      </w:pPr>
    </w:p>
    <w:p w14:paraId="7E686C64" w14:textId="77777777" w:rsidR="00D62600" w:rsidRPr="00B30F8E" w:rsidRDefault="00D62600" w:rsidP="007E3882">
      <w:pPr>
        <w:pStyle w:val="Body"/>
        <w:rPr>
          <w:sz w:val="22"/>
          <w:szCs w:val="22"/>
        </w:rPr>
      </w:pPr>
    </w:p>
    <w:p w14:paraId="7E686C65" w14:textId="2585A19F" w:rsidR="004D0519" w:rsidRPr="00B30F8E" w:rsidRDefault="007625B4" w:rsidP="007F2CDD">
      <w:pPr>
        <w:pStyle w:val="Body"/>
        <w:numPr>
          <w:ilvl w:val="0"/>
          <w:numId w:val="25"/>
        </w:numPr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7F2CDD">
        <w:rPr>
          <w:sz w:val="22"/>
          <w:szCs w:val="22"/>
        </w:rPr>
        <w:t>Describe the process for the collection of used equipment, the inspection of faults and removal from service of equipment that need</w:t>
      </w:r>
      <w:r>
        <w:rPr>
          <w:sz w:val="22"/>
          <w:szCs w:val="22"/>
        </w:rPr>
        <w:t>s repair in the laboratory area:</w:t>
      </w:r>
    </w:p>
    <w:p w14:paraId="7E686C66" w14:textId="77777777" w:rsidR="004D0519" w:rsidRDefault="004D0519" w:rsidP="004D0519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</w:p>
    <w:p w14:paraId="7E686C67" w14:textId="77777777" w:rsidR="004D0519" w:rsidRDefault="004D0519" w:rsidP="004D0519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</w:p>
    <w:p w14:paraId="7E686C68" w14:textId="77777777" w:rsidR="007F2CDD" w:rsidRDefault="007F2CDD" w:rsidP="004D0519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</w:p>
    <w:p w14:paraId="7E686C69" w14:textId="77777777" w:rsidR="007F2CDD" w:rsidRDefault="007F2CDD" w:rsidP="004D0519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</w:p>
    <w:p w14:paraId="7E686C6A" w14:textId="77777777" w:rsidR="007F2CDD" w:rsidRDefault="007F2CDD" w:rsidP="004D0519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</w:p>
    <w:p w14:paraId="7E686C6B" w14:textId="77777777" w:rsidR="007F2CDD" w:rsidRDefault="007F2CDD" w:rsidP="004D0519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</w:p>
    <w:p w14:paraId="7E686C6C" w14:textId="77777777" w:rsidR="004D0519" w:rsidRPr="00AC09FA" w:rsidRDefault="004D0519" w:rsidP="004D0519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7E686C6D" w14:textId="77777777" w:rsidR="004D0519" w:rsidRDefault="007E4A0D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</w:p>
    <w:p w14:paraId="7E686C6E" w14:textId="4010518C" w:rsidR="004D0519" w:rsidRDefault="007D2DB5" w:rsidP="004D0519">
      <w:pPr>
        <w:pStyle w:val="Heading2"/>
      </w:pPr>
      <w:r>
        <w:lastRenderedPageBreak/>
        <w:t xml:space="preserve">Part </w:t>
      </w:r>
      <w:r w:rsidR="007E4A0D" w:rsidRPr="000412B1">
        <w:t>4: Assessment Feedback</w:t>
      </w:r>
    </w:p>
    <w:p w14:paraId="7E686C6F" w14:textId="77777777" w:rsidR="004D0519" w:rsidRDefault="007E4A0D" w:rsidP="004D0519">
      <w:pPr>
        <w:rPr>
          <w:i/>
          <w:color w:val="808080" w:themeColor="background1" w:themeShade="80"/>
          <w:sz w:val="22"/>
          <w:szCs w:val="22"/>
          <w:lang w:eastAsia="en-AU"/>
        </w:rPr>
      </w:pPr>
      <w:r w:rsidRPr="002C058F">
        <w:rPr>
          <w:i/>
          <w:color w:val="808080" w:themeColor="background1" w:themeShade="80"/>
          <w:sz w:val="22"/>
          <w:szCs w:val="22"/>
          <w:lang w:eastAsia="en-AU"/>
        </w:rPr>
        <w:t xml:space="preserve">NOTE: This section </w:t>
      </w:r>
      <w:r w:rsidRPr="002C058F">
        <w:rPr>
          <w:b/>
          <w:i/>
          <w:color w:val="808080" w:themeColor="background1" w:themeShade="80"/>
          <w:sz w:val="22"/>
          <w:szCs w:val="22"/>
          <w:u w:val="single"/>
          <w:lang w:eastAsia="en-AU"/>
        </w:rPr>
        <w:t>must</w:t>
      </w:r>
      <w:r w:rsidRPr="002C058F">
        <w:rPr>
          <w:i/>
          <w:color w:val="808080" w:themeColor="background1" w:themeShade="80"/>
          <w:sz w:val="22"/>
          <w:szCs w:val="22"/>
          <w:lang w:eastAsia="en-AU"/>
        </w:rPr>
        <w:t xml:space="preserve"> have the assessor signature and student signature to complete the feedback.</w:t>
      </w:r>
    </w:p>
    <w:p w14:paraId="7E686C70" w14:textId="77777777" w:rsidR="004D0519" w:rsidRDefault="007E4A0D" w:rsidP="004D0519">
      <w:pPr>
        <w:pStyle w:val="Heading3"/>
      </w:pPr>
      <w:r>
        <w:t>Assessment outcome</w:t>
      </w:r>
    </w:p>
    <w:p w14:paraId="7E686C71" w14:textId="77777777" w:rsidR="004D0519" w:rsidRDefault="00280D92" w:rsidP="004D0519">
      <w:sdt>
        <w:sdtPr>
          <w:id w:val="-2311649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E4A0D">
            <w:rPr>
              <w:rFonts w:ascii="MS Gothic" w:eastAsia="MS Gothic" w:hAnsi="MS Gothic" w:hint="eastAsia"/>
            </w:rPr>
            <w:t>☐</w:t>
          </w:r>
        </w:sdtContent>
      </w:sdt>
      <w:r w:rsidR="007E4A0D">
        <w:t xml:space="preserve"> Satisfactory</w:t>
      </w:r>
    </w:p>
    <w:p w14:paraId="7E686C72" w14:textId="77777777" w:rsidR="004D0519" w:rsidRPr="00A7239E" w:rsidRDefault="00280D92" w:rsidP="004D0519">
      <w:pPr>
        <w:rPr>
          <w:lang w:eastAsia="en-AU"/>
        </w:rPr>
      </w:pPr>
      <w:sdt>
        <w:sdtPr>
          <w:id w:val="3560845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E4A0D">
            <w:rPr>
              <w:rFonts w:ascii="MS Gothic" w:eastAsia="MS Gothic" w:hAnsi="MS Gothic" w:hint="eastAsia"/>
            </w:rPr>
            <w:t>☐</w:t>
          </w:r>
        </w:sdtContent>
      </w:sdt>
      <w:r w:rsidR="007E4A0D">
        <w:t xml:space="preserve"> Unsatisfactory</w:t>
      </w:r>
    </w:p>
    <w:p w14:paraId="7E686C73" w14:textId="77777777" w:rsidR="004D0519" w:rsidRDefault="007E4A0D" w:rsidP="004D0519">
      <w:pPr>
        <w:pStyle w:val="Heading3"/>
      </w:pPr>
      <w:r>
        <w:t>Assessor Feedback</w:t>
      </w:r>
    </w:p>
    <w:p w14:paraId="7E686C74" w14:textId="77777777" w:rsidR="004D0519" w:rsidRDefault="00280D92" w:rsidP="004D0519">
      <w:pPr>
        <w:rPr>
          <w:sz w:val="22"/>
          <w:szCs w:val="22"/>
        </w:rPr>
      </w:pPr>
      <w:sdt>
        <w:sdtPr>
          <w:id w:val="21419065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E4A0D">
            <w:rPr>
              <w:rFonts w:ascii="MS Gothic" w:eastAsia="MS Gothic" w:hAnsi="MS Gothic" w:hint="eastAsia"/>
            </w:rPr>
            <w:t>☐</w:t>
          </w:r>
        </w:sdtContent>
      </w:sdt>
      <w:r w:rsidR="007E4A0D">
        <w:t xml:space="preserve"> Was the assessment event successfully completed?</w:t>
      </w:r>
    </w:p>
    <w:p w14:paraId="7E686C75" w14:textId="77777777" w:rsidR="004D0519" w:rsidRDefault="00280D92" w:rsidP="004D0519">
      <w:pPr>
        <w:rPr>
          <w:sz w:val="22"/>
          <w:szCs w:val="22"/>
        </w:rPr>
      </w:pPr>
      <w:sdt>
        <w:sdtPr>
          <w:id w:val="-11184492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E4A0D">
            <w:rPr>
              <w:rFonts w:ascii="MS Gothic" w:eastAsia="MS Gothic" w:hAnsi="MS Gothic" w:hint="eastAsia"/>
            </w:rPr>
            <w:t>☐</w:t>
          </w:r>
        </w:sdtContent>
      </w:sdt>
      <w:r w:rsidR="007E4A0D">
        <w:t xml:space="preserve"> If no, was the resubmission/re-assessment successfully completed?</w:t>
      </w:r>
    </w:p>
    <w:p w14:paraId="7E686C76" w14:textId="77777777" w:rsidR="004D0519" w:rsidRPr="00A7239E" w:rsidRDefault="00280D92" w:rsidP="004D0519">
      <w:sdt>
        <w:sdtPr>
          <w:id w:val="2849312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E4A0D">
            <w:rPr>
              <w:rFonts w:ascii="MS Gothic" w:eastAsia="MS Gothic" w:hAnsi="MS Gothic" w:hint="eastAsia"/>
            </w:rPr>
            <w:t>☐</w:t>
          </w:r>
        </w:sdtContent>
      </w:sdt>
      <w:r w:rsidR="007E4A0D">
        <w:t xml:space="preserve"> Was reasonable adjustment in place for this assessment event?</w:t>
      </w:r>
      <w:r w:rsidR="007E4A0D">
        <w:br/>
      </w:r>
      <w:r w:rsidR="007E4A0D">
        <w:rPr>
          <w:i/>
          <w:color w:val="A6A6A6" w:themeColor="background1" w:themeShade="A6"/>
        </w:rPr>
        <w:t>If yes, ensure it is detailed on the assessment document.</w:t>
      </w:r>
    </w:p>
    <w:p w14:paraId="7E686C77" w14:textId="77777777" w:rsidR="004D0519" w:rsidRDefault="007E4A0D" w:rsidP="004D0519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i/>
          <w:color w:val="808080" w:themeColor="background1" w:themeShade="80"/>
          <w:sz w:val="22"/>
          <w:szCs w:val="22"/>
          <w:lang w:eastAsia="en-AU"/>
        </w:rPr>
      </w:pPr>
      <w:r>
        <w:t>Comments:</w:t>
      </w:r>
    </w:p>
    <w:p w14:paraId="7E686C78" w14:textId="77777777" w:rsidR="004D0519" w:rsidRPr="00A7239E" w:rsidRDefault="004D0519" w:rsidP="004D0519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7E686C79" w14:textId="77777777" w:rsidR="004D0519" w:rsidRDefault="007E4A0D" w:rsidP="004D0519">
      <w:pPr>
        <w:pStyle w:val="Heading3"/>
        <w:rPr>
          <w:i/>
          <w:color w:val="808080" w:themeColor="background1" w:themeShade="80"/>
        </w:rPr>
      </w:pPr>
      <w:r>
        <w:t>Assessor name, signature and date:</w:t>
      </w:r>
    </w:p>
    <w:p w14:paraId="7E686C7A" w14:textId="77777777" w:rsidR="004D0519" w:rsidRDefault="004D0519" w:rsidP="004D0519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7E686C7B" w14:textId="77777777" w:rsidR="004D0519" w:rsidRPr="00A7239E" w:rsidRDefault="004D0519" w:rsidP="004D0519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7E686C7C" w14:textId="77777777" w:rsidR="004D0519" w:rsidRDefault="007E4A0D" w:rsidP="004D0519">
      <w:pPr>
        <w:pStyle w:val="Heading3"/>
        <w:rPr>
          <w:i/>
          <w:color w:val="808080" w:themeColor="background1" w:themeShade="80"/>
        </w:rPr>
      </w:pPr>
      <w:r w:rsidRPr="00492E16">
        <w:t>Student acknowledgement of assessment outcome</w:t>
      </w:r>
    </w:p>
    <w:p w14:paraId="7E686C7D" w14:textId="77777777" w:rsidR="004D0519" w:rsidRDefault="007E4A0D" w:rsidP="004D0519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>
        <w:t>Would you like to make any comments about this assessment?</w:t>
      </w:r>
    </w:p>
    <w:p w14:paraId="7E686C7E" w14:textId="77777777" w:rsidR="004D0519" w:rsidRPr="00A7239E" w:rsidRDefault="004D0519" w:rsidP="004D0519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7E686C7F" w14:textId="77777777" w:rsidR="004D0519" w:rsidRDefault="007E4A0D" w:rsidP="004D0519">
      <w:pPr>
        <w:pStyle w:val="Heading3"/>
        <w:rPr>
          <w:i/>
          <w:color w:val="808080" w:themeColor="background1" w:themeShade="80"/>
        </w:rPr>
      </w:pPr>
      <w:r w:rsidRPr="00492E16">
        <w:t>Student name, signature and date</w:t>
      </w:r>
    </w:p>
    <w:p w14:paraId="7E686C80" w14:textId="77777777" w:rsidR="004D0519" w:rsidRDefault="004D0519" w:rsidP="004D0519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7E686C81" w14:textId="77777777" w:rsidR="004D0519" w:rsidRPr="00A7239E" w:rsidRDefault="004D0519" w:rsidP="004D0519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7E686C82" w14:textId="77777777" w:rsidR="004D0519" w:rsidRPr="000D179A" w:rsidRDefault="007E4A0D" w:rsidP="004D0519">
      <w:pPr>
        <w:jc w:val="center"/>
        <w:rPr>
          <w:b/>
          <w:i/>
          <w:lang w:eastAsia="en-AU"/>
        </w:rPr>
      </w:pPr>
      <w:r w:rsidRPr="000D179A">
        <w:rPr>
          <w:b/>
          <w:i/>
          <w:lang w:eastAsia="en-AU"/>
        </w:rPr>
        <w:t>NOTE:</w:t>
      </w:r>
      <w:r>
        <w:rPr>
          <w:b/>
          <w:i/>
          <w:lang w:eastAsia="en-AU"/>
        </w:rPr>
        <w:t xml:space="preserve"> </w:t>
      </w:r>
      <w:r w:rsidRPr="000D179A">
        <w:rPr>
          <w:b/>
          <w:i/>
          <w:lang w:eastAsia="en-AU"/>
        </w:rPr>
        <w:t>Make sure you have written your name at the bottom of each page of your submission before attaching the cover sheet and submitting to your assessor for marking.</w:t>
      </w:r>
    </w:p>
    <w:p w14:paraId="7E686C83" w14:textId="77777777" w:rsidR="004D0519" w:rsidRPr="00593196" w:rsidRDefault="004D0519" w:rsidP="004D0519">
      <w:pPr>
        <w:pStyle w:val="Heading3"/>
      </w:pPr>
    </w:p>
    <w:sectPr w:rsidR="004D0519" w:rsidRPr="00593196" w:rsidSect="004D0519">
      <w:pgSz w:w="11906" w:h="16838"/>
      <w:pgMar w:top="1418" w:right="1418" w:bottom="1418" w:left="1418" w:header="567" w:footer="454" w:gutter="0"/>
      <w:cols w:space="42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686C86" w14:textId="77777777" w:rsidR="007974FE" w:rsidRDefault="007974FE">
      <w:pPr>
        <w:spacing w:before="0" w:after="0" w:line="240" w:lineRule="auto"/>
      </w:pPr>
      <w:r>
        <w:separator/>
      </w:r>
    </w:p>
  </w:endnote>
  <w:endnote w:type="continuationSeparator" w:id="0">
    <w:p w14:paraId="7E686C87" w14:textId="77777777" w:rsidR="007974FE" w:rsidRDefault="007974F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686C8B" w14:textId="77777777" w:rsidR="007974FE" w:rsidRPr="004820C4" w:rsidRDefault="007974FE" w:rsidP="004D0519">
    <w:pPr>
      <w:pStyle w:val="Footer-DocumentTitleLeft"/>
    </w:pPr>
  </w:p>
  <w:p w14:paraId="7E686C8C" w14:textId="77777777" w:rsidR="007974FE" w:rsidRDefault="007974FE" w:rsidP="004D0519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>
      <w:t xml:space="preserve"> </w:t>
    </w:r>
    <w:r w:rsidRPr="00A1234A">
      <w:t xml:space="preserve">| </w:t>
    </w:r>
    <w:r w:rsidRPr="00A1234A">
      <w:rPr>
        <w:b/>
      </w:rPr>
      <w:t>Created: dd/mm/2011</w:t>
    </w:r>
  </w:p>
  <w:p w14:paraId="7E686C8D" w14:textId="77777777" w:rsidR="007974FE" w:rsidRPr="0006452B" w:rsidRDefault="007974FE" w:rsidP="004D0519"/>
  <w:p w14:paraId="7E686C8E" w14:textId="77777777" w:rsidR="007974FE" w:rsidRDefault="007974FE" w:rsidP="004D051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686C8F" w14:textId="3D234ED3" w:rsidR="007974FE" w:rsidRDefault="007974FE" w:rsidP="004D0519">
    <w:pPr>
      <w:pStyle w:val="Bodyfooter"/>
      <w:rPr>
        <w:noProof/>
      </w:rPr>
    </w:pPr>
    <w:r w:rsidRPr="008D467A">
      <w:t>Document title</w:t>
    </w:r>
    <w:r>
      <w:t xml:space="preserve">: </w:t>
    </w:r>
    <w:r>
      <w:rPr>
        <w:noProof/>
      </w:rPr>
      <w:fldChar w:fldCharType="begin"/>
    </w:r>
    <w:r>
      <w:rPr>
        <w:noProof/>
      </w:rPr>
      <w:instrText xml:space="preserve"> FILENAME   \* MERGEFORMAT </w:instrText>
    </w:r>
    <w:r>
      <w:rPr>
        <w:noProof/>
      </w:rPr>
      <w:fldChar w:fldCharType="separate"/>
    </w:r>
    <w:r w:rsidR="00AD38E2">
      <w:rPr>
        <w:noProof/>
      </w:rPr>
      <w:t>MSL933005_AE_Kn_1of2</w:t>
    </w:r>
    <w:r>
      <w:rPr>
        <w:noProof/>
      </w:rPr>
      <w:fldChar w:fldCharType="end"/>
    </w:r>
    <w:r>
      <w:rPr>
        <w:noProof/>
      </w:rPr>
      <w:tab/>
    </w:r>
    <w:r w:rsidRPr="008D467A"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 w:rsidR="00280D92">
      <w:rPr>
        <w:noProof/>
      </w:rPr>
      <w:t>2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280D92">
      <w:rPr>
        <w:noProof/>
      </w:rPr>
      <w:t>19</w:t>
    </w:r>
    <w:r>
      <w:rPr>
        <w:noProof/>
      </w:rPr>
      <w:fldChar w:fldCharType="end"/>
    </w:r>
  </w:p>
  <w:p w14:paraId="7E686C90" w14:textId="62EA01DF" w:rsidR="007974FE" w:rsidRDefault="00A64348" w:rsidP="004D0519">
    <w:pPr>
      <w:pStyle w:val="Bodyfooter"/>
    </w:pPr>
    <w:r>
      <w:t>Resource ID: MRS_18_</w:t>
    </w:r>
    <w:r w:rsidR="007974FE">
      <w:t xml:space="preserve">08_MSL933005_AE_Kn_1of2                                                                           </w:t>
    </w:r>
    <w:r w:rsidR="007974FE" w:rsidRPr="00C04E0B">
      <w:t>STUDENT NAME:</w:t>
    </w:r>
    <w:r w:rsidR="007974FE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686C93" w14:textId="5181C5BE" w:rsidR="007974FE" w:rsidRPr="008D467A" w:rsidRDefault="007974FE" w:rsidP="004D0519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19</w:t>
    </w:r>
    <w:r>
      <w:rPr>
        <w:noProof/>
      </w:rPr>
      <w:fldChar w:fldCharType="end"/>
    </w:r>
  </w:p>
  <w:p w14:paraId="7E686C94" w14:textId="77777777" w:rsidR="007974FE" w:rsidRPr="008948B1" w:rsidRDefault="007974FE" w:rsidP="004D0519">
    <w:pPr>
      <w:pStyle w:val="Bodyfooter"/>
    </w:pPr>
    <w:r w:rsidRPr="008D467A">
      <w:t>Disclaimer:</w:t>
    </w:r>
    <w:r>
      <w:t xml:space="preserve"> </w:t>
    </w:r>
    <w:r w:rsidRPr="008D467A">
      <w:t>Printed copies of this document are regarded as uncontrolled.</w:t>
    </w:r>
    <w:r>
      <w:t xml:space="preserve"> </w:t>
    </w:r>
    <w:r w:rsidRPr="008D467A">
      <w:t>Please check to ensure this is the latest version.</w:t>
    </w:r>
  </w:p>
  <w:p w14:paraId="7E686C95" w14:textId="77777777" w:rsidR="007974FE" w:rsidRPr="00AA3155" w:rsidRDefault="007974FE" w:rsidP="004D0519">
    <w:pPr>
      <w:pStyle w:val="Footer"/>
    </w:pPr>
  </w:p>
  <w:p w14:paraId="7E686C96" w14:textId="77777777" w:rsidR="007974FE" w:rsidRDefault="007974FE" w:rsidP="004D051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686C84" w14:textId="77777777" w:rsidR="007974FE" w:rsidRDefault="007974FE">
      <w:pPr>
        <w:spacing w:before="0" w:after="0" w:line="240" w:lineRule="auto"/>
      </w:pPr>
      <w:r>
        <w:separator/>
      </w:r>
    </w:p>
  </w:footnote>
  <w:footnote w:type="continuationSeparator" w:id="0">
    <w:p w14:paraId="7E686C85" w14:textId="77777777" w:rsidR="007974FE" w:rsidRDefault="007974FE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686C88" w14:textId="77777777" w:rsidR="007974FE" w:rsidRDefault="007974FE" w:rsidP="004D0519"/>
  <w:p w14:paraId="7E686C89" w14:textId="77777777" w:rsidR="007974FE" w:rsidRDefault="007974FE" w:rsidP="004D051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686C8A" w14:textId="77777777" w:rsidR="007974FE" w:rsidRDefault="007974FE" w:rsidP="004D0519">
    <w:pPr>
      <w:pStyle w:val="Header-SectionTitle"/>
    </w:pPr>
    <w:r>
      <w:rPr>
        <w:noProof/>
        <w:lang w:eastAsia="en-AU"/>
      </w:rPr>
      <w:tab/>
    </w:r>
    <w:r>
      <w:rPr>
        <w:noProof/>
        <w:lang w:eastAsia="en-AU"/>
      </w:rPr>
      <w:drawing>
        <wp:inline distT="0" distB="0" distL="0" distR="0" wp14:anchorId="7E686C97" wp14:editId="7E686C98">
          <wp:extent cx="1591359" cy="397840"/>
          <wp:effectExtent l="0" t="0" r="0" b="2540"/>
          <wp:docPr id="4" name="Picture 4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8760" cy="4621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686C91" w14:textId="77777777" w:rsidR="007974FE" w:rsidRDefault="007974FE" w:rsidP="004D0519">
    <w:pPr>
      <w:pStyle w:val="Header"/>
    </w:pPr>
  </w:p>
  <w:p w14:paraId="7E686C92" w14:textId="77777777" w:rsidR="007974FE" w:rsidRDefault="007974FE" w:rsidP="004D051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87EC2"/>
    <w:multiLevelType w:val="hybridMultilevel"/>
    <w:tmpl w:val="6AEEB5D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EB509D"/>
    <w:multiLevelType w:val="hybridMultilevel"/>
    <w:tmpl w:val="C7D6E560"/>
    <w:lvl w:ilvl="0" w:tplc="AF9CAA76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380212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B402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384C9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E0B6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DCC9A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CC8EC2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2EC7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550AEF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9A38CB"/>
    <w:multiLevelType w:val="hybridMultilevel"/>
    <w:tmpl w:val="6B0C15AA"/>
    <w:lvl w:ilvl="0" w:tplc="D820BD0A">
      <w:start w:val="1"/>
      <w:numFmt w:val="lowerLetter"/>
      <w:lvlText w:val="%1)"/>
      <w:lvlJc w:val="left"/>
      <w:pPr>
        <w:ind w:left="720" w:hanging="360"/>
      </w:pPr>
    </w:lvl>
    <w:lvl w:ilvl="1" w:tplc="CAD01A78" w:tentative="1">
      <w:start w:val="1"/>
      <w:numFmt w:val="lowerLetter"/>
      <w:lvlText w:val="%2."/>
      <w:lvlJc w:val="left"/>
      <w:pPr>
        <w:ind w:left="1440" w:hanging="360"/>
      </w:pPr>
    </w:lvl>
    <w:lvl w:ilvl="2" w:tplc="B62C4EE8" w:tentative="1">
      <w:start w:val="1"/>
      <w:numFmt w:val="lowerRoman"/>
      <w:lvlText w:val="%3."/>
      <w:lvlJc w:val="right"/>
      <w:pPr>
        <w:ind w:left="2160" w:hanging="180"/>
      </w:pPr>
    </w:lvl>
    <w:lvl w:ilvl="3" w:tplc="A970A682" w:tentative="1">
      <w:start w:val="1"/>
      <w:numFmt w:val="decimal"/>
      <w:lvlText w:val="%4."/>
      <w:lvlJc w:val="left"/>
      <w:pPr>
        <w:ind w:left="2880" w:hanging="360"/>
      </w:pPr>
    </w:lvl>
    <w:lvl w:ilvl="4" w:tplc="4B6026C6" w:tentative="1">
      <w:start w:val="1"/>
      <w:numFmt w:val="lowerLetter"/>
      <w:lvlText w:val="%5."/>
      <w:lvlJc w:val="left"/>
      <w:pPr>
        <w:ind w:left="3600" w:hanging="360"/>
      </w:pPr>
    </w:lvl>
    <w:lvl w:ilvl="5" w:tplc="C358BCC4" w:tentative="1">
      <w:start w:val="1"/>
      <w:numFmt w:val="lowerRoman"/>
      <w:lvlText w:val="%6."/>
      <w:lvlJc w:val="right"/>
      <w:pPr>
        <w:ind w:left="4320" w:hanging="180"/>
      </w:pPr>
    </w:lvl>
    <w:lvl w:ilvl="6" w:tplc="3424CA6E" w:tentative="1">
      <w:start w:val="1"/>
      <w:numFmt w:val="decimal"/>
      <w:lvlText w:val="%7."/>
      <w:lvlJc w:val="left"/>
      <w:pPr>
        <w:ind w:left="5040" w:hanging="360"/>
      </w:pPr>
    </w:lvl>
    <w:lvl w:ilvl="7" w:tplc="5C4E7E9C" w:tentative="1">
      <w:start w:val="1"/>
      <w:numFmt w:val="lowerLetter"/>
      <w:lvlText w:val="%8."/>
      <w:lvlJc w:val="left"/>
      <w:pPr>
        <w:ind w:left="5760" w:hanging="360"/>
      </w:pPr>
    </w:lvl>
    <w:lvl w:ilvl="8" w:tplc="9D3EFD7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5F76B0"/>
    <w:multiLevelType w:val="hybridMultilevel"/>
    <w:tmpl w:val="3CFE4884"/>
    <w:lvl w:ilvl="0" w:tplc="DF16FAA4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B615FA"/>
    <w:multiLevelType w:val="hybridMultilevel"/>
    <w:tmpl w:val="F2DA347E"/>
    <w:lvl w:ilvl="0" w:tplc="80C6B0B8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FF700A7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CEB9E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FCBF1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F00B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CFC962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AC614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8A2B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BCAB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6" w15:restartNumberingAfterBreak="0">
    <w:nsid w:val="323855B7"/>
    <w:multiLevelType w:val="hybridMultilevel"/>
    <w:tmpl w:val="6B0C15AA"/>
    <w:lvl w:ilvl="0" w:tplc="D820BD0A">
      <w:start w:val="1"/>
      <w:numFmt w:val="lowerLetter"/>
      <w:lvlText w:val="%1)"/>
      <w:lvlJc w:val="left"/>
      <w:pPr>
        <w:ind w:left="720" w:hanging="360"/>
      </w:pPr>
    </w:lvl>
    <w:lvl w:ilvl="1" w:tplc="CAD01A78" w:tentative="1">
      <w:start w:val="1"/>
      <w:numFmt w:val="lowerLetter"/>
      <w:lvlText w:val="%2."/>
      <w:lvlJc w:val="left"/>
      <w:pPr>
        <w:ind w:left="1440" w:hanging="360"/>
      </w:pPr>
    </w:lvl>
    <w:lvl w:ilvl="2" w:tplc="B62C4EE8" w:tentative="1">
      <w:start w:val="1"/>
      <w:numFmt w:val="lowerRoman"/>
      <w:lvlText w:val="%3."/>
      <w:lvlJc w:val="right"/>
      <w:pPr>
        <w:ind w:left="2160" w:hanging="180"/>
      </w:pPr>
    </w:lvl>
    <w:lvl w:ilvl="3" w:tplc="A970A682" w:tentative="1">
      <w:start w:val="1"/>
      <w:numFmt w:val="decimal"/>
      <w:lvlText w:val="%4."/>
      <w:lvlJc w:val="left"/>
      <w:pPr>
        <w:ind w:left="2880" w:hanging="360"/>
      </w:pPr>
    </w:lvl>
    <w:lvl w:ilvl="4" w:tplc="4B6026C6" w:tentative="1">
      <w:start w:val="1"/>
      <w:numFmt w:val="lowerLetter"/>
      <w:lvlText w:val="%5."/>
      <w:lvlJc w:val="left"/>
      <w:pPr>
        <w:ind w:left="3600" w:hanging="360"/>
      </w:pPr>
    </w:lvl>
    <w:lvl w:ilvl="5" w:tplc="C358BCC4" w:tentative="1">
      <w:start w:val="1"/>
      <w:numFmt w:val="lowerRoman"/>
      <w:lvlText w:val="%6."/>
      <w:lvlJc w:val="right"/>
      <w:pPr>
        <w:ind w:left="4320" w:hanging="180"/>
      </w:pPr>
    </w:lvl>
    <w:lvl w:ilvl="6" w:tplc="3424CA6E" w:tentative="1">
      <w:start w:val="1"/>
      <w:numFmt w:val="decimal"/>
      <w:lvlText w:val="%7."/>
      <w:lvlJc w:val="left"/>
      <w:pPr>
        <w:ind w:left="5040" w:hanging="360"/>
      </w:pPr>
    </w:lvl>
    <w:lvl w:ilvl="7" w:tplc="5C4E7E9C" w:tentative="1">
      <w:start w:val="1"/>
      <w:numFmt w:val="lowerLetter"/>
      <w:lvlText w:val="%8."/>
      <w:lvlJc w:val="left"/>
      <w:pPr>
        <w:ind w:left="5760" w:hanging="360"/>
      </w:pPr>
    </w:lvl>
    <w:lvl w:ilvl="8" w:tplc="9D3EFD7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535C60"/>
    <w:multiLevelType w:val="hybridMultilevel"/>
    <w:tmpl w:val="4080E8B2"/>
    <w:lvl w:ilvl="0" w:tplc="7F4042D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AD3DEC"/>
    <w:multiLevelType w:val="hybridMultilevel"/>
    <w:tmpl w:val="37A0660C"/>
    <w:lvl w:ilvl="0" w:tplc="31D29D0A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199CF52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39E13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424C9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1CCC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8A697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3681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F4D9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B09BE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BE3BB2"/>
    <w:multiLevelType w:val="hybridMultilevel"/>
    <w:tmpl w:val="6B0C15AA"/>
    <w:lvl w:ilvl="0" w:tplc="D820BD0A">
      <w:start w:val="1"/>
      <w:numFmt w:val="lowerLetter"/>
      <w:lvlText w:val="%1)"/>
      <w:lvlJc w:val="left"/>
      <w:pPr>
        <w:ind w:left="720" w:hanging="360"/>
      </w:pPr>
    </w:lvl>
    <w:lvl w:ilvl="1" w:tplc="CAD01A78" w:tentative="1">
      <w:start w:val="1"/>
      <w:numFmt w:val="lowerLetter"/>
      <w:lvlText w:val="%2."/>
      <w:lvlJc w:val="left"/>
      <w:pPr>
        <w:ind w:left="1440" w:hanging="360"/>
      </w:pPr>
    </w:lvl>
    <w:lvl w:ilvl="2" w:tplc="B62C4EE8" w:tentative="1">
      <w:start w:val="1"/>
      <w:numFmt w:val="lowerRoman"/>
      <w:lvlText w:val="%3."/>
      <w:lvlJc w:val="right"/>
      <w:pPr>
        <w:ind w:left="2160" w:hanging="180"/>
      </w:pPr>
    </w:lvl>
    <w:lvl w:ilvl="3" w:tplc="A970A682" w:tentative="1">
      <w:start w:val="1"/>
      <w:numFmt w:val="decimal"/>
      <w:lvlText w:val="%4."/>
      <w:lvlJc w:val="left"/>
      <w:pPr>
        <w:ind w:left="2880" w:hanging="360"/>
      </w:pPr>
    </w:lvl>
    <w:lvl w:ilvl="4" w:tplc="4B6026C6" w:tentative="1">
      <w:start w:val="1"/>
      <w:numFmt w:val="lowerLetter"/>
      <w:lvlText w:val="%5."/>
      <w:lvlJc w:val="left"/>
      <w:pPr>
        <w:ind w:left="3600" w:hanging="360"/>
      </w:pPr>
    </w:lvl>
    <w:lvl w:ilvl="5" w:tplc="C358BCC4" w:tentative="1">
      <w:start w:val="1"/>
      <w:numFmt w:val="lowerRoman"/>
      <w:lvlText w:val="%6."/>
      <w:lvlJc w:val="right"/>
      <w:pPr>
        <w:ind w:left="4320" w:hanging="180"/>
      </w:pPr>
    </w:lvl>
    <w:lvl w:ilvl="6" w:tplc="3424CA6E" w:tentative="1">
      <w:start w:val="1"/>
      <w:numFmt w:val="decimal"/>
      <w:lvlText w:val="%7."/>
      <w:lvlJc w:val="left"/>
      <w:pPr>
        <w:ind w:left="5040" w:hanging="360"/>
      </w:pPr>
    </w:lvl>
    <w:lvl w:ilvl="7" w:tplc="5C4E7E9C" w:tentative="1">
      <w:start w:val="1"/>
      <w:numFmt w:val="lowerLetter"/>
      <w:lvlText w:val="%8."/>
      <w:lvlJc w:val="left"/>
      <w:pPr>
        <w:ind w:left="5760" w:hanging="360"/>
      </w:pPr>
    </w:lvl>
    <w:lvl w:ilvl="8" w:tplc="9D3EFD7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AB3D62"/>
    <w:multiLevelType w:val="hybridMultilevel"/>
    <w:tmpl w:val="317477D2"/>
    <w:lvl w:ilvl="0" w:tplc="0C090019">
      <w:start w:val="1"/>
      <w:numFmt w:val="lowerLetter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40714"/>
    <w:multiLevelType w:val="hybridMultilevel"/>
    <w:tmpl w:val="6B0C15AA"/>
    <w:lvl w:ilvl="0" w:tplc="D820BD0A">
      <w:start w:val="1"/>
      <w:numFmt w:val="lowerLetter"/>
      <w:lvlText w:val="%1)"/>
      <w:lvlJc w:val="left"/>
      <w:pPr>
        <w:ind w:left="720" w:hanging="360"/>
      </w:pPr>
    </w:lvl>
    <w:lvl w:ilvl="1" w:tplc="CAD01A78" w:tentative="1">
      <w:start w:val="1"/>
      <w:numFmt w:val="lowerLetter"/>
      <w:lvlText w:val="%2."/>
      <w:lvlJc w:val="left"/>
      <w:pPr>
        <w:ind w:left="1440" w:hanging="360"/>
      </w:pPr>
    </w:lvl>
    <w:lvl w:ilvl="2" w:tplc="B62C4EE8" w:tentative="1">
      <w:start w:val="1"/>
      <w:numFmt w:val="lowerRoman"/>
      <w:lvlText w:val="%3."/>
      <w:lvlJc w:val="right"/>
      <w:pPr>
        <w:ind w:left="2160" w:hanging="180"/>
      </w:pPr>
    </w:lvl>
    <w:lvl w:ilvl="3" w:tplc="A970A682" w:tentative="1">
      <w:start w:val="1"/>
      <w:numFmt w:val="decimal"/>
      <w:lvlText w:val="%4."/>
      <w:lvlJc w:val="left"/>
      <w:pPr>
        <w:ind w:left="2880" w:hanging="360"/>
      </w:pPr>
    </w:lvl>
    <w:lvl w:ilvl="4" w:tplc="4B6026C6" w:tentative="1">
      <w:start w:val="1"/>
      <w:numFmt w:val="lowerLetter"/>
      <w:lvlText w:val="%5."/>
      <w:lvlJc w:val="left"/>
      <w:pPr>
        <w:ind w:left="3600" w:hanging="360"/>
      </w:pPr>
    </w:lvl>
    <w:lvl w:ilvl="5" w:tplc="C358BCC4" w:tentative="1">
      <w:start w:val="1"/>
      <w:numFmt w:val="lowerRoman"/>
      <w:lvlText w:val="%6."/>
      <w:lvlJc w:val="right"/>
      <w:pPr>
        <w:ind w:left="4320" w:hanging="180"/>
      </w:pPr>
    </w:lvl>
    <w:lvl w:ilvl="6" w:tplc="3424CA6E" w:tentative="1">
      <w:start w:val="1"/>
      <w:numFmt w:val="decimal"/>
      <w:lvlText w:val="%7."/>
      <w:lvlJc w:val="left"/>
      <w:pPr>
        <w:ind w:left="5040" w:hanging="360"/>
      </w:pPr>
    </w:lvl>
    <w:lvl w:ilvl="7" w:tplc="5C4E7E9C" w:tentative="1">
      <w:start w:val="1"/>
      <w:numFmt w:val="lowerLetter"/>
      <w:lvlText w:val="%8."/>
      <w:lvlJc w:val="left"/>
      <w:pPr>
        <w:ind w:left="5760" w:hanging="360"/>
      </w:pPr>
    </w:lvl>
    <w:lvl w:ilvl="8" w:tplc="9D3EFD7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3F1270"/>
    <w:multiLevelType w:val="hybridMultilevel"/>
    <w:tmpl w:val="0F7C7DFE"/>
    <w:lvl w:ilvl="0" w:tplc="0FD6C3A0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77E691A"/>
    <w:multiLevelType w:val="hybridMultilevel"/>
    <w:tmpl w:val="D0FE20BC"/>
    <w:lvl w:ilvl="0" w:tplc="DB4A31F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837D60"/>
    <w:multiLevelType w:val="hybridMultilevel"/>
    <w:tmpl w:val="25EC58B4"/>
    <w:lvl w:ilvl="0" w:tplc="0AF470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82B3FAE"/>
    <w:multiLevelType w:val="hybridMultilevel"/>
    <w:tmpl w:val="A89618B0"/>
    <w:lvl w:ilvl="0" w:tplc="B3FE98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8DAA878" w:tentative="1">
      <w:start w:val="1"/>
      <w:numFmt w:val="lowerLetter"/>
      <w:lvlText w:val="%2."/>
      <w:lvlJc w:val="left"/>
      <w:pPr>
        <w:ind w:left="1440" w:hanging="360"/>
      </w:pPr>
    </w:lvl>
    <w:lvl w:ilvl="2" w:tplc="9B488D22" w:tentative="1">
      <w:start w:val="1"/>
      <w:numFmt w:val="lowerRoman"/>
      <w:lvlText w:val="%3."/>
      <w:lvlJc w:val="right"/>
      <w:pPr>
        <w:ind w:left="2160" w:hanging="180"/>
      </w:pPr>
    </w:lvl>
    <w:lvl w:ilvl="3" w:tplc="EC3436DA" w:tentative="1">
      <w:start w:val="1"/>
      <w:numFmt w:val="decimal"/>
      <w:lvlText w:val="%4."/>
      <w:lvlJc w:val="left"/>
      <w:pPr>
        <w:ind w:left="2880" w:hanging="360"/>
      </w:pPr>
    </w:lvl>
    <w:lvl w:ilvl="4" w:tplc="B3EAAC68" w:tentative="1">
      <w:start w:val="1"/>
      <w:numFmt w:val="lowerLetter"/>
      <w:lvlText w:val="%5."/>
      <w:lvlJc w:val="left"/>
      <w:pPr>
        <w:ind w:left="3600" w:hanging="360"/>
      </w:pPr>
    </w:lvl>
    <w:lvl w:ilvl="5" w:tplc="8DEE5E80" w:tentative="1">
      <w:start w:val="1"/>
      <w:numFmt w:val="lowerRoman"/>
      <w:lvlText w:val="%6."/>
      <w:lvlJc w:val="right"/>
      <w:pPr>
        <w:ind w:left="4320" w:hanging="180"/>
      </w:pPr>
    </w:lvl>
    <w:lvl w:ilvl="6" w:tplc="B3E011BC" w:tentative="1">
      <w:start w:val="1"/>
      <w:numFmt w:val="decimal"/>
      <w:lvlText w:val="%7."/>
      <w:lvlJc w:val="left"/>
      <w:pPr>
        <w:ind w:left="5040" w:hanging="360"/>
      </w:pPr>
    </w:lvl>
    <w:lvl w:ilvl="7" w:tplc="9C2CE22A" w:tentative="1">
      <w:start w:val="1"/>
      <w:numFmt w:val="lowerLetter"/>
      <w:lvlText w:val="%8."/>
      <w:lvlJc w:val="left"/>
      <w:pPr>
        <w:ind w:left="5760" w:hanging="360"/>
      </w:pPr>
    </w:lvl>
    <w:lvl w:ilvl="8" w:tplc="0FE8796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660C02"/>
    <w:multiLevelType w:val="hybridMultilevel"/>
    <w:tmpl w:val="B60451A0"/>
    <w:lvl w:ilvl="0" w:tplc="E3E08C0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C034AC"/>
    <w:multiLevelType w:val="hybridMultilevel"/>
    <w:tmpl w:val="E2D0D360"/>
    <w:lvl w:ilvl="0" w:tplc="39223A0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DF5980"/>
    <w:multiLevelType w:val="hybridMultilevel"/>
    <w:tmpl w:val="A86CA03A"/>
    <w:lvl w:ilvl="0" w:tplc="0C090001">
      <w:start w:val="1"/>
      <w:numFmt w:val="bullet"/>
      <w:lvlText w:val=""/>
      <w:lvlJc w:val="left"/>
      <w:pPr>
        <w:ind w:left="112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4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6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8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</w:abstractNum>
  <w:abstractNum w:abstractNumId="19" w15:restartNumberingAfterBreak="0">
    <w:nsid w:val="68961012"/>
    <w:multiLevelType w:val="hybridMultilevel"/>
    <w:tmpl w:val="6C66251E"/>
    <w:lvl w:ilvl="0" w:tplc="7768319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5A4293"/>
    <w:multiLevelType w:val="hybridMultilevel"/>
    <w:tmpl w:val="6B0C15AA"/>
    <w:lvl w:ilvl="0" w:tplc="D820BD0A">
      <w:start w:val="1"/>
      <w:numFmt w:val="lowerLetter"/>
      <w:lvlText w:val="%1)"/>
      <w:lvlJc w:val="left"/>
      <w:pPr>
        <w:ind w:left="720" w:hanging="360"/>
      </w:pPr>
    </w:lvl>
    <w:lvl w:ilvl="1" w:tplc="CAD01A78" w:tentative="1">
      <w:start w:val="1"/>
      <w:numFmt w:val="lowerLetter"/>
      <w:lvlText w:val="%2."/>
      <w:lvlJc w:val="left"/>
      <w:pPr>
        <w:ind w:left="1440" w:hanging="360"/>
      </w:pPr>
    </w:lvl>
    <w:lvl w:ilvl="2" w:tplc="B62C4EE8" w:tentative="1">
      <w:start w:val="1"/>
      <w:numFmt w:val="lowerRoman"/>
      <w:lvlText w:val="%3."/>
      <w:lvlJc w:val="right"/>
      <w:pPr>
        <w:ind w:left="2160" w:hanging="180"/>
      </w:pPr>
    </w:lvl>
    <w:lvl w:ilvl="3" w:tplc="A970A682" w:tentative="1">
      <w:start w:val="1"/>
      <w:numFmt w:val="decimal"/>
      <w:lvlText w:val="%4."/>
      <w:lvlJc w:val="left"/>
      <w:pPr>
        <w:ind w:left="2880" w:hanging="360"/>
      </w:pPr>
    </w:lvl>
    <w:lvl w:ilvl="4" w:tplc="4B6026C6" w:tentative="1">
      <w:start w:val="1"/>
      <w:numFmt w:val="lowerLetter"/>
      <w:lvlText w:val="%5."/>
      <w:lvlJc w:val="left"/>
      <w:pPr>
        <w:ind w:left="3600" w:hanging="360"/>
      </w:pPr>
    </w:lvl>
    <w:lvl w:ilvl="5" w:tplc="C358BCC4" w:tentative="1">
      <w:start w:val="1"/>
      <w:numFmt w:val="lowerRoman"/>
      <w:lvlText w:val="%6."/>
      <w:lvlJc w:val="right"/>
      <w:pPr>
        <w:ind w:left="4320" w:hanging="180"/>
      </w:pPr>
    </w:lvl>
    <w:lvl w:ilvl="6" w:tplc="3424CA6E" w:tentative="1">
      <w:start w:val="1"/>
      <w:numFmt w:val="decimal"/>
      <w:lvlText w:val="%7."/>
      <w:lvlJc w:val="left"/>
      <w:pPr>
        <w:ind w:left="5040" w:hanging="360"/>
      </w:pPr>
    </w:lvl>
    <w:lvl w:ilvl="7" w:tplc="5C4E7E9C" w:tentative="1">
      <w:start w:val="1"/>
      <w:numFmt w:val="lowerLetter"/>
      <w:lvlText w:val="%8."/>
      <w:lvlJc w:val="left"/>
      <w:pPr>
        <w:ind w:left="5760" w:hanging="360"/>
      </w:pPr>
    </w:lvl>
    <w:lvl w:ilvl="8" w:tplc="9D3EFD7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2E14B6"/>
    <w:multiLevelType w:val="hybridMultilevel"/>
    <w:tmpl w:val="4232E460"/>
    <w:lvl w:ilvl="0" w:tplc="0AF470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4B67490" w:tentative="1">
      <w:start w:val="1"/>
      <w:numFmt w:val="lowerLetter"/>
      <w:lvlText w:val="%2."/>
      <w:lvlJc w:val="left"/>
      <w:pPr>
        <w:ind w:left="1440" w:hanging="360"/>
      </w:pPr>
    </w:lvl>
    <w:lvl w:ilvl="2" w:tplc="1AC07CF4" w:tentative="1">
      <w:start w:val="1"/>
      <w:numFmt w:val="lowerRoman"/>
      <w:lvlText w:val="%3."/>
      <w:lvlJc w:val="right"/>
      <w:pPr>
        <w:ind w:left="2160" w:hanging="180"/>
      </w:pPr>
    </w:lvl>
    <w:lvl w:ilvl="3" w:tplc="02AA9E78" w:tentative="1">
      <w:start w:val="1"/>
      <w:numFmt w:val="decimal"/>
      <w:lvlText w:val="%4."/>
      <w:lvlJc w:val="left"/>
      <w:pPr>
        <w:ind w:left="2880" w:hanging="360"/>
      </w:pPr>
    </w:lvl>
    <w:lvl w:ilvl="4" w:tplc="FB581CC2" w:tentative="1">
      <w:start w:val="1"/>
      <w:numFmt w:val="lowerLetter"/>
      <w:lvlText w:val="%5."/>
      <w:lvlJc w:val="left"/>
      <w:pPr>
        <w:ind w:left="3600" w:hanging="360"/>
      </w:pPr>
    </w:lvl>
    <w:lvl w:ilvl="5" w:tplc="94086238" w:tentative="1">
      <w:start w:val="1"/>
      <w:numFmt w:val="lowerRoman"/>
      <w:lvlText w:val="%6."/>
      <w:lvlJc w:val="right"/>
      <w:pPr>
        <w:ind w:left="4320" w:hanging="180"/>
      </w:pPr>
    </w:lvl>
    <w:lvl w:ilvl="6" w:tplc="5F4E914C" w:tentative="1">
      <w:start w:val="1"/>
      <w:numFmt w:val="decimal"/>
      <w:lvlText w:val="%7."/>
      <w:lvlJc w:val="left"/>
      <w:pPr>
        <w:ind w:left="5040" w:hanging="360"/>
      </w:pPr>
    </w:lvl>
    <w:lvl w:ilvl="7" w:tplc="790650CA" w:tentative="1">
      <w:start w:val="1"/>
      <w:numFmt w:val="lowerLetter"/>
      <w:lvlText w:val="%8."/>
      <w:lvlJc w:val="left"/>
      <w:pPr>
        <w:ind w:left="5760" w:hanging="360"/>
      </w:pPr>
    </w:lvl>
    <w:lvl w:ilvl="8" w:tplc="ED3CE06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9D6F4F"/>
    <w:multiLevelType w:val="hybridMultilevel"/>
    <w:tmpl w:val="F7CE464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187C58"/>
    <w:multiLevelType w:val="hybridMultilevel"/>
    <w:tmpl w:val="2B166888"/>
    <w:lvl w:ilvl="0" w:tplc="FA8214F8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314AEA"/>
    <w:multiLevelType w:val="multilevel"/>
    <w:tmpl w:val="16309B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8"/>
  </w:num>
  <w:num w:numId="5">
    <w:abstractNumId w:val="21"/>
  </w:num>
  <w:num w:numId="6">
    <w:abstractNumId w:val="11"/>
  </w:num>
  <w:num w:numId="7">
    <w:abstractNumId w:val="15"/>
  </w:num>
  <w:num w:numId="8">
    <w:abstractNumId w:val="9"/>
  </w:num>
  <w:num w:numId="9">
    <w:abstractNumId w:val="20"/>
  </w:num>
  <w:num w:numId="10">
    <w:abstractNumId w:val="6"/>
  </w:num>
  <w:num w:numId="11">
    <w:abstractNumId w:val="2"/>
  </w:num>
  <w:num w:numId="12">
    <w:abstractNumId w:val="19"/>
  </w:num>
  <w:num w:numId="13">
    <w:abstractNumId w:val="17"/>
  </w:num>
  <w:num w:numId="14">
    <w:abstractNumId w:val="7"/>
  </w:num>
  <w:num w:numId="15">
    <w:abstractNumId w:val="16"/>
  </w:num>
  <w:num w:numId="16">
    <w:abstractNumId w:val="13"/>
  </w:num>
  <w:num w:numId="17">
    <w:abstractNumId w:val="10"/>
  </w:num>
  <w:num w:numId="18">
    <w:abstractNumId w:val="24"/>
  </w:num>
  <w:num w:numId="19">
    <w:abstractNumId w:val="22"/>
  </w:num>
  <w:num w:numId="20">
    <w:abstractNumId w:val="14"/>
  </w:num>
  <w:num w:numId="21">
    <w:abstractNumId w:val="23"/>
  </w:num>
  <w:num w:numId="22">
    <w:abstractNumId w:val="3"/>
  </w:num>
  <w:num w:numId="23">
    <w:abstractNumId w:val="0"/>
  </w:num>
  <w:num w:numId="24">
    <w:abstractNumId w:val="18"/>
  </w:num>
  <w:num w:numId="25">
    <w:abstractNumId w:val="1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F57"/>
    <w:rsid w:val="00066EBE"/>
    <w:rsid w:val="0009475A"/>
    <w:rsid w:val="000C5472"/>
    <w:rsid w:val="00114BD2"/>
    <w:rsid w:val="00176EE0"/>
    <w:rsid w:val="0019578D"/>
    <w:rsid w:val="001B0574"/>
    <w:rsid w:val="001B5E85"/>
    <w:rsid w:val="001E6714"/>
    <w:rsid w:val="00280085"/>
    <w:rsid w:val="00280D92"/>
    <w:rsid w:val="00293FC9"/>
    <w:rsid w:val="002B1EE2"/>
    <w:rsid w:val="002C64CF"/>
    <w:rsid w:val="002E1C52"/>
    <w:rsid w:val="002E51A5"/>
    <w:rsid w:val="00303B9E"/>
    <w:rsid w:val="00314E69"/>
    <w:rsid w:val="003D7DA9"/>
    <w:rsid w:val="00496F22"/>
    <w:rsid w:val="004A358A"/>
    <w:rsid w:val="004D0519"/>
    <w:rsid w:val="00535ED5"/>
    <w:rsid w:val="00570A50"/>
    <w:rsid w:val="005752A4"/>
    <w:rsid w:val="005C6AFE"/>
    <w:rsid w:val="00737244"/>
    <w:rsid w:val="007625B4"/>
    <w:rsid w:val="007974FE"/>
    <w:rsid w:val="007C1238"/>
    <w:rsid w:val="007D2DB5"/>
    <w:rsid w:val="007E3882"/>
    <w:rsid w:val="007E4A0D"/>
    <w:rsid w:val="007F2CDD"/>
    <w:rsid w:val="00811D22"/>
    <w:rsid w:val="00841436"/>
    <w:rsid w:val="008B2FE7"/>
    <w:rsid w:val="008D20EC"/>
    <w:rsid w:val="009B2EB6"/>
    <w:rsid w:val="00A00896"/>
    <w:rsid w:val="00A64348"/>
    <w:rsid w:val="00A76BE0"/>
    <w:rsid w:val="00AB7994"/>
    <w:rsid w:val="00AD38E2"/>
    <w:rsid w:val="00AF2E90"/>
    <w:rsid w:val="00B0538F"/>
    <w:rsid w:val="00B5522F"/>
    <w:rsid w:val="00B606C3"/>
    <w:rsid w:val="00B71C3A"/>
    <w:rsid w:val="00B7435E"/>
    <w:rsid w:val="00BB37C0"/>
    <w:rsid w:val="00BE6ECD"/>
    <w:rsid w:val="00C34AC8"/>
    <w:rsid w:val="00C46C4E"/>
    <w:rsid w:val="00C7493C"/>
    <w:rsid w:val="00C81245"/>
    <w:rsid w:val="00D2753B"/>
    <w:rsid w:val="00D61F57"/>
    <w:rsid w:val="00D62400"/>
    <w:rsid w:val="00D62600"/>
    <w:rsid w:val="00D85614"/>
    <w:rsid w:val="00D979E3"/>
    <w:rsid w:val="00DE522E"/>
    <w:rsid w:val="00E454DD"/>
    <w:rsid w:val="00EC1A2B"/>
    <w:rsid w:val="00EE3F3E"/>
    <w:rsid w:val="00F06649"/>
    <w:rsid w:val="00F33B8B"/>
    <w:rsid w:val="00F457C9"/>
    <w:rsid w:val="00F63402"/>
    <w:rsid w:val="00F72D03"/>
    <w:rsid w:val="646AA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7E6869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B64B7"/>
    <w:pPr>
      <w:ind w:right="-284"/>
      <w:jc w:val="right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2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1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3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3E5787"/>
    <w:pPr>
      <w:spacing w:after="0"/>
    </w:pPr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customStyle="1" w:styleId="Bodyfooter">
    <w:name w:val="Body footer"/>
    <w:basedOn w:val="Normal"/>
    <w:autoRedefine/>
    <w:qFormat/>
    <w:rsid w:val="00BD7E36"/>
    <w:pPr>
      <w:tabs>
        <w:tab w:val="right" w:pos="9781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3E5787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paragraph" w:customStyle="1" w:styleId="SmallerText-Black">
    <w:name w:val="Smaller Text - Black"/>
    <w:basedOn w:val="Normal"/>
    <w:link w:val="SmallerText-BlackChar"/>
    <w:qFormat/>
    <w:rsid w:val="00E92663"/>
    <w:pPr>
      <w:tabs>
        <w:tab w:val="clear" w:pos="284"/>
      </w:tabs>
      <w:spacing w:before="0" w:line="240" w:lineRule="auto"/>
      <w:textboxTightWrap w:val="allLines"/>
    </w:pPr>
    <w:rPr>
      <w:rFonts w:ascii="Calibri" w:eastAsiaTheme="minorEastAsia" w:hAnsi="Calibri" w:cstheme="minorBidi"/>
      <w:sz w:val="20"/>
      <w:szCs w:val="24"/>
      <w:lang w:val="en-US" w:bidi="en-US"/>
    </w:rPr>
  </w:style>
  <w:style w:type="character" w:customStyle="1" w:styleId="SmallerText-BlackChar">
    <w:name w:val="Smaller Text - Black Char"/>
    <w:basedOn w:val="DefaultParagraphFont"/>
    <w:link w:val="SmallerText-Black"/>
    <w:rsid w:val="00E92663"/>
    <w:rPr>
      <w:rFonts w:ascii="Calibri" w:eastAsiaTheme="minorEastAsia" w:hAnsi="Calibri"/>
      <w:sz w:val="20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s://share.tafensw.edu.au/share/access/searching.do?doc=%3Cxml%2F%3E&amp;in=P7ac4831b-430a-4b8d-8b56-f7b32ed5b9cf&amp;q=&amp;type=standard&amp;sort=rank&amp;dr=AFTER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5" ma:contentTypeDescription="Create a new document." ma:contentTypeScope="" ma:versionID="579c515dee1fccc459395747a48fbfcc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b4313ff4314a454f35d3a3a3aae5176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7692E0-F7B2-4F1E-B03C-9A864886CB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CF58D16-A835-4BDB-A50F-CD88A88BBFEB}">
  <ds:schemaRefs>
    <ds:schemaRef ds:uri="http://purl.org/dc/terms/"/>
    <ds:schemaRef ds:uri="http://schemas.openxmlformats.org/package/2006/metadata/core-properties"/>
    <ds:schemaRef ds:uri="http://purl.org/dc/dcmitype/"/>
    <ds:schemaRef ds:uri="1502bd91-4821-4a00-aa5e-8d420a883b7a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AD764A23-1273-4F15-B644-363E59E6E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19</Pages>
  <Words>2369</Words>
  <Characters>13506</Characters>
  <Application>Microsoft Office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Knowledge Assessment</vt:lpstr>
    </vt:vector>
  </TitlesOfParts>
  <Company/>
  <LinksUpToDate>false</LinksUpToDate>
  <CharactersWithSpaces>15844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Knowledge Assessment</dc:title>
  <dc:creator/>
  <dc:description>The content in this document is copyright © TAFE NSW 2019.
Generated by the Document Automation for Training and Assessment system (developed by Marc Fearby).</dc:description>
  <cp:lastModifiedBy/>
  <cp:revision>1</cp:revision>
  <dcterms:created xsi:type="dcterms:W3CDTF">2019-12-17T10:16:00Z</dcterms:created>
  <dcterms:modified xsi:type="dcterms:W3CDTF">2020-01-20T04:45:00Z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  <property fmtid="{D5CDD505-2E9C-101B-9397-08002B2CF9AE}" pid="3" name="MSIP_Label_1124e982-4ed1-4819-8c70-4a27f3d38393_Enabled">
    <vt:lpwstr>true</vt:lpwstr>
  </property>
  <property fmtid="{D5CDD505-2E9C-101B-9397-08002B2CF9AE}" pid="4" name="MSIP_Label_1124e982-4ed1-4819-8c70-4a27f3d38393_SetDate">
    <vt:lpwstr>2019-11-12T04:55:02Z</vt:lpwstr>
  </property>
  <property fmtid="{D5CDD505-2E9C-101B-9397-08002B2CF9AE}" pid="5" name="MSIP_Label_1124e982-4ed1-4819-8c70-4a27f3d38393_Method">
    <vt:lpwstr>Standard</vt:lpwstr>
  </property>
  <property fmtid="{D5CDD505-2E9C-101B-9397-08002B2CF9AE}" pid="6" name="MSIP_Label_1124e982-4ed1-4819-8c70-4a27f3d38393_Name">
    <vt:lpwstr>No DLM Required</vt:lpwstr>
  </property>
  <property fmtid="{D5CDD505-2E9C-101B-9397-08002B2CF9AE}" pid="7" name="MSIP_Label_1124e982-4ed1-4819-8c70-4a27f3d38393_SiteId">
    <vt:lpwstr>19537222-55d7-4581-84fb-c2da6e835c74</vt:lpwstr>
  </property>
  <property fmtid="{D5CDD505-2E9C-101B-9397-08002B2CF9AE}" pid="8" name="MSIP_Label_1124e982-4ed1-4819-8c70-4a27f3d38393_ActionId">
    <vt:lpwstr>25904bc2-b7ac-4e17-a163-0000931753c6</vt:lpwstr>
  </property>
  <property fmtid="{D5CDD505-2E9C-101B-9397-08002B2CF9AE}" pid="9" name="MSIP_Label_1124e982-4ed1-4819-8c70-4a27f3d38393_ContentBits">
    <vt:lpwstr>0</vt:lpwstr>
  </property>
</Properties>
</file>