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C86E3" w14:textId="77777777" w:rsidR="00FC48B2" w:rsidRPr="002A1413" w:rsidRDefault="00CC57E3" w:rsidP="002A1413">
      <w:pPr>
        <w:pStyle w:val="Heading1"/>
      </w:pPr>
      <w:r w:rsidRPr="002A1413">
        <w:t>Student unit result summary</w:t>
      </w:r>
    </w:p>
    <w:p w14:paraId="4C9C86E4" w14:textId="77777777" w:rsidR="00542F2F" w:rsidRPr="00A56627" w:rsidRDefault="00CC57E3" w:rsidP="00542F2F">
      <w:pPr>
        <w:pStyle w:val="Heading2"/>
      </w:pPr>
      <w:r w:rsidRPr="00A56627">
        <w:t>Criteria</w:t>
      </w:r>
    </w:p>
    <w:p w14:paraId="4C9C86E5" w14:textId="77777777" w:rsidR="00542F2F" w:rsidRDefault="00CC57E3" w:rsidP="00542F2F">
      <w:pPr>
        <w:pStyle w:val="Heading3"/>
      </w:pPr>
      <w:r w:rsidRPr="007A6B4A">
        <w:t>Unit code, name and release number</w:t>
      </w:r>
    </w:p>
    <w:p w14:paraId="4C9C86E6" w14:textId="77777777" w:rsidR="00371A61" w:rsidRDefault="00CC57E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MSL933005 - Maintain the laboratory/field workplace fit for purpose (1)</w:t>
      </w:r>
      <w:bookmarkEnd w:id="0"/>
    </w:p>
    <w:p w14:paraId="4C9C86E7" w14:textId="77777777" w:rsidR="00371A61" w:rsidRPr="00D83795" w:rsidRDefault="00A235E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6E8" w14:textId="77777777" w:rsidR="00542F2F" w:rsidRDefault="00CC57E3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C9C86E9" w14:textId="77777777" w:rsidR="00371A61" w:rsidRDefault="00CC57E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1"/>
    </w:p>
    <w:p w14:paraId="4C9C86EA" w14:textId="77777777" w:rsidR="00542F2F" w:rsidRPr="00D83795" w:rsidRDefault="00A235E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6EB" w14:textId="77777777" w:rsidR="00542F2F" w:rsidRPr="00A56627" w:rsidRDefault="00CC57E3" w:rsidP="00542F2F">
      <w:pPr>
        <w:pStyle w:val="Heading2"/>
      </w:pPr>
      <w:r w:rsidRPr="00A56627">
        <w:t>Student details</w:t>
      </w:r>
    </w:p>
    <w:p w14:paraId="4C9C86EC" w14:textId="77777777" w:rsidR="00542F2F" w:rsidRDefault="00CC57E3" w:rsidP="00542F2F">
      <w:pPr>
        <w:pStyle w:val="Heading3"/>
      </w:pPr>
      <w:r w:rsidRPr="00AA18CF">
        <w:t>Student number</w:t>
      </w:r>
    </w:p>
    <w:p w14:paraId="4C9C86ED" w14:textId="77777777" w:rsidR="00371A61" w:rsidRPr="00D83795" w:rsidRDefault="00A235E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6EE" w14:textId="77777777" w:rsidR="00542F2F" w:rsidRDefault="00CC57E3" w:rsidP="00542F2F">
      <w:pPr>
        <w:pStyle w:val="Heading3"/>
      </w:pPr>
      <w:r w:rsidRPr="00AA18CF">
        <w:t xml:space="preserve">Student </w:t>
      </w:r>
      <w:r>
        <w:t>name</w:t>
      </w:r>
    </w:p>
    <w:p w14:paraId="4C9C86EF" w14:textId="77777777" w:rsidR="00371A61" w:rsidRPr="00D83795" w:rsidRDefault="00A235E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6F0" w14:textId="77777777" w:rsidR="00542F2F" w:rsidRDefault="00CC57E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4C9C86F1" w14:textId="77777777" w:rsidR="00C8519C" w:rsidRPr="00542F2F" w:rsidRDefault="00CC57E3" w:rsidP="00542F2F">
      <w:pPr>
        <w:pStyle w:val="Heading2"/>
      </w:pPr>
      <w:r w:rsidRPr="00542F2F">
        <w:lastRenderedPageBreak/>
        <w:t>Result of assessment events</w:t>
      </w:r>
    </w:p>
    <w:p w14:paraId="4C9C86F2" w14:textId="2075ECE7" w:rsidR="00C20C7D" w:rsidRDefault="00CC57E3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Pr="00A15958">
        <w:rPr>
          <w:b w:val="0"/>
          <w:color w:val="000000" w:themeColor="text1"/>
        </w:rPr>
        <w:t>Knowledge</w:t>
      </w:r>
      <w:r w:rsidR="00A15958" w:rsidRPr="00A15958">
        <w:rPr>
          <w:b w:val="0"/>
          <w:color w:val="000000" w:themeColor="text1"/>
        </w:rPr>
        <w:t xml:space="preserve"> assessment</w:t>
      </w:r>
    </w:p>
    <w:p w14:paraId="4C9C86F3" w14:textId="77777777" w:rsidR="00542F2F" w:rsidRDefault="00A235E8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E3">
            <w:rPr>
              <w:rFonts w:ascii="MS Gothic" w:eastAsia="MS Gothic" w:hAnsi="MS Gothic" w:hint="eastAsia"/>
            </w:rPr>
            <w:t>☐</w:t>
          </w:r>
        </w:sdtContent>
      </w:sdt>
      <w:r w:rsidR="00CC57E3">
        <w:t xml:space="preserve"> Was the assessment event successfully completed?</w:t>
      </w:r>
    </w:p>
    <w:p w14:paraId="4C9C86F4" w14:textId="77777777" w:rsidR="00542F2F" w:rsidRDefault="00A235E8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E3">
            <w:rPr>
              <w:rFonts w:ascii="MS Gothic" w:eastAsia="MS Gothic" w:hAnsi="MS Gothic" w:hint="eastAsia"/>
            </w:rPr>
            <w:t>☐</w:t>
          </w:r>
        </w:sdtContent>
      </w:sdt>
      <w:r w:rsidR="00CC57E3">
        <w:t xml:space="preserve"> If no, was the resubmission/re-assessment successfully completed?</w:t>
      </w:r>
    </w:p>
    <w:p w14:paraId="4C9C86F5" w14:textId="77777777" w:rsidR="00542F2F" w:rsidRPr="00A7239E" w:rsidRDefault="00A235E8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E3">
            <w:rPr>
              <w:rFonts w:ascii="MS Gothic" w:eastAsia="MS Gothic" w:hAnsi="MS Gothic" w:hint="eastAsia"/>
            </w:rPr>
            <w:t>☐</w:t>
          </w:r>
        </w:sdtContent>
      </w:sdt>
      <w:r w:rsidR="00CC57E3">
        <w:t xml:space="preserve"> Was reasonable adjustment in place for this assessment event?</w:t>
      </w:r>
      <w:r w:rsidR="00CC57E3">
        <w:br/>
      </w:r>
      <w:r w:rsidR="00CC57E3">
        <w:rPr>
          <w:i/>
          <w:color w:val="A6A6A6" w:themeColor="background1" w:themeShade="A6"/>
        </w:rPr>
        <w:t>If yes, ensure it is detailed on the assessment document.</w:t>
      </w:r>
    </w:p>
    <w:p w14:paraId="4C9C86F6" w14:textId="1019C3C3" w:rsidR="00C20C7D" w:rsidRDefault="00CC57E3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Pr="00A15958">
        <w:rPr>
          <w:b w:val="0"/>
          <w:color w:val="000000" w:themeColor="text1"/>
        </w:rPr>
        <w:t>Skills</w:t>
      </w:r>
      <w:r w:rsidR="00A15958" w:rsidRPr="00A15958">
        <w:rPr>
          <w:b w:val="0"/>
          <w:color w:val="000000" w:themeColor="text1"/>
        </w:rPr>
        <w:t xml:space="preserve"> assessment</w:t>
      </w:r>
    </w:p>
    <w:p w14:paraId="4C9C86F7" w14:textId="77777777" w:rsidR="00542F2F" w:rsidRDefault="00A235E8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E3">
            <w:rPr>
              <w:rFonts w:ascii="MS Gothic" w:eastAsia="MS Gothic" w:hAnsi="MS Gothic" w:hint="eastAsia"/>
            </w:rPr>
            <w:t>☐</w:t>
          </w:r>
        </w:sdtContent>
      </w:sdt>
      <w:r w:rsidR="00CC57E3">
        <w:t xml:space="preserve"> Was the assessment event successfully completed?</w:t>
      </w:r>
    </w:p>
    <w:p w14:paraId="4C9C86F8" w14:textId="77777777" w:rsidR="00542F2F" w:rsidRDefault="00A235E8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E3">
            <w:rPr>
              <w:rFonts w:ascii="MS Gothic" w:eastAsia="MS Gothic" w:hAnsi="MS Gothic" w:hint="eastAsia"/>
            </w:rPr>
            <w:t>☐</w:t>
          </w:r>
        </w:sdtContent>
      </w:sdt>
      <w:r w:rsidR="00CC57E3">
        <w:t xml:space="preserve"> If no, was the resubmission/re-assessment successfully completed?</w:t>
      </w:r>
    </w:p>
    <w:p w14:paraId="4C9C86F9" w14:textId="77777777" w:rsidR="00542F2F" w:rsidRPr="00A7239E" w:rsidRDefault="00A235E8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E3">
            <w:rPr>
              <w:rFonts w:ascii="MS Gothic" w:eastAsia="MS Gothic" w:hAnsi="MS Gothic" w:hint="eastAsia"/>
            </w:rPr>
            <w:t>☐</w:t>
          </w:r>
        </w:sdtContent>
      </w:sdt>
      <w:r w:rsidR="00CC57E3">
        <w:t xml:space="preserve"> Was reasonable adjustment in place for this assessment event?</w:t>
      </w:r>
      <w:r w:rsidR="00CC57E3">
        <w:br/>
      </w:r>
      <w:r w:rsidR="00CC57E3">
        <w:rPr>
          <w:i/>
          <w:color w:val="A6A6A6" w:themeColor="background1" w:themeShade="A6"/>
        </w:rPr>
        <w:t>If yes, ensure it is detailed on the assessment document.</w:t>
      </w:r>
    </w:p>
    <w:p w14:paraId="4C9C86FA" w14:textId="77777777" w:rsidR="00613F04" w:rsidRDefault="00CC57E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C9C86FB" w14:textId="77777777" w:rsidR="00766526" w:rsidRDefault="00CC57E3" w:rsidP="00542F2F">
      <w:pPr>
        <w:pStyle w:val="Heading2"/>
      </w:pPr>
      <w:r>
        <w:lastRenderedPageBreak/>
        <w:t>Overall result</w:t>
      </w:r>
    </w:p>
    <w:p w14:paraId="4C9C86FC" w14:textId="77777777" w:rsidR="00542F2F" w:rsidRDefault="00CC57E3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4C9C86FD" w14:textId="77777777" w:rsidR="00542F2F" w:rsidRDefault="00A235E8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E3">
            <w:rPr>
              <w:rFonts w:ascii="MS Gothic" w:eastAsia="MS Gothic" w:hAnsi="MS Gothic" w:hint="eastAsia"/>
            </w:rPr>
            <w:t>☐</w:t>
          </w:r>
        </w:sdtContent>
      </w:sdt>
      <w:r w:rsidR="00CC57E3">
        <w:t xml:space="preserve"> Competent (AC)</w:t>
      </w:r>
    </w:p>
    <w:p w14:paraId="4C9C86FE" w14:textId="77777777" w:rsidR="00542F2F" w:rsidRPr="00A7239E" w:rsidRDefault="00A235E8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E3">
            <w:rPr>
              <w:rFonts w:ascii="MS Gothic" w:eastAsia="MS Gothic" w:hAnsi="MS Gothic" w:hint="eastAsia"/>
            </w:rPr>
            <w:t>☐</w:t>
          </w:r>
        </w:sdtContent>
      </w:sdt>
      <w:r w:rsidR="00CC57E3">
        <w:t xml:space="preserve"> Not yet competent (NC)</w:t>
      </w:r>
    </w:p>
    <w:p w14:paraId="4C9C86FF" w14:textId="77777777" w:rsidR="00613F04" w:rsidRDefault="00CC57E3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C9C8700" w14:textId="77777777" w:rsidR="00613F04" w:rsidRDefault="00A235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701" w14:textId="77777777" w:rsidR="00613F04" w:rsidRPr="00A7239E" w:rsidRDefault="00A235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702" w14:textId="77777777" w:rsidR="00C20C7D" w:rsidRDefault="00CC57E3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4C9C8703" w14:textId="77777777" w:rsidR="00613F04" w:rsidRDefault="00CC57E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C9C8704" w14:textId="77777777" w:rsidR="00371A61" w:rsidRPr="00A7239E" w:rsidRDefault="00A235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705" w14:textId="77777777" w:rsidR="0079260E" w:rsidRDefault="00CC57E3" w:rsidP="00613F04">
      <w:pPr>
        <w:pStyle w:val="Heading2"/>
      </w:pPr>
      <w:r>
        <w:t>Student declaration</w:t>
      </w:r>
    </w:p>
    <w:p w14:paraId="4C9C8706" w14:textId="77777777" w:rsidR="0079260E" w:rsidRPr="0079260E" w:rsidRDefault="00CC57E3" w:rsidP="0079260E">
      <w:pPr>
        <w:pStyle w:val="Body"/>
      </w:pPr>
      <w:r w:rsidRPr="0079260E">
        <w:t>I confirm I have been advised of the result and provided with feedback.</w:t>
      </w:r>
    </w:p>
    <w:p w14:paraId="4C9C8707" w14:textId="77777777" w:rsidR="00613F04" w:rsidRDefault="00CC57E3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C9C8708" w14:textId="77777777" w:rsidR="00613F04" w:rsidRDefault="00A235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709" w14:textId="77777777" w:rsidR="00371A61" w:rsidRPr="00A7239E" w:rsidRDefault="00A235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70A" w14:textId="77777777" w:rsidR="00766526" w:rsidRDefault="00CC57E3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C9C870B" w14:textId="77777777" w:rsidR="00613F04" w:rsidRDefault="00CC57E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C9C870C" w14:textId="77777777" w:rsidR="00613F04" w:rsidRPr="00A7239E" w:rsidRDefault="00A235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9C870D" w14:textId="77777777" w:rsidR="0079260E" w:rsidRPr="00264063" w:rsidRDefault="00CC57E3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C8710" w14:textId="77777777" w:rsidR="00617C77" w:rsidRDefault="00CC57E3">
      <w:pPr>
        <w:spacing w:before="0" w:after="0" w:line="240" w:lineRule="auto"/>
      </w:pPr>
      <w:r>
        <w:separator/>
      </w:r>
    </w:p>
  </w:endnote>
  <w:endnote w:type="continuationSeparator" w:id="0">
    <w:p w14:paraId="4C9C8711" w14:textId="77777777" w:rsidR="00617C77" w:rsidRDefault="00CC57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715" w14:textId="77777777" w:rsidR="00CC4677" w:rsidRPr="004820C4" w:rsidRDefault="00A235E8" w:rsidP="0002323C">
    <w:pPr>
      <w:pStyle w:val="Footer-DocumentTitleLeft"/>
    </w:pPr>
  </w:p>
  <w:p w14:paraId="4C9C8716" w14:textId="77777777" w:rsidR="00CC4677" w:rsidRDefault="00CC57E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C9C8717" w14:textId="77777777" w:rsidR="00CC4677" w:rsidRPr="0006452B" w:rsidRDefault="00A235E8" w:rsidP="00EE3A11"/>
  <w:p w14:paraId="4C9C8718" w14:textId="77777777" w:rsidR="00BA0812" w:rsidRDefault="00A235E8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719" w14:textId="60A95792" w:rsidR="009A0ED8" w:rsidRDefault="00CC57E3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fldSimple w:instr=" FILENAME   \* MERGEFORMAT ">
      <w:r w:rsidR="00A235E8">
        <w:rPr>
          <w:noProof/>
        </w:rPr>
        <w:t>MSL933005_SURS</w:t>
      </w:r>
    </w:fldSimple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A235E8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235E8">
      <w:rPr>
        <w:noProof/>
      </w:rPr>
      <w:t>3</w:t>
    </w:r>
    <w:r>
      <w:rPr>
        <w:noProof/>
      </w:rPr>
      <w:fldChar w:fldCharType="end"/>
    </w:r>
  </w:p>
  <w:p w14:paraId="4C9C871A" w14:textId="3D9085BF" w:rsidR="00371A61" w:rsidRDefault="00CC57E3" w:rsidP="00806C6F">
    <w:pPr>
      <w:pStyle w:val="Bodyfooter"/>
      <w:rPr>
        <w:noProof/>
      </w:rPr>
    </w:pPr>
    <w:r>
      <w:rPr>
        <w:noProof/>
      </w:rPr>
      <w:t>Resource ID:</w:t>
    </w:r>
    <w:r w:rsidR="00A15958">
      <w:rPr>
        <w:noProof/>
      </w:rPr>
      <w:t xml:space="preserve"> </w:t>
    </w:r>
    <w:r w:rsidR="00B86F69">
      <w:rPr>
        <w:noProof/>
      </w:rPr>
      <w:t>MRS_18_08_MSL933005_SURS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71D" w14:textId="77777777" w:rsidR="00AA3155" w:rsidRPr="008D467A" w:rsidRDefault="00CC57E3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C9C871E" w14:textId="77777777" w:rsidR="00AA3155" w:rsidRPr="008948B1" w:rsidRDefault="00CC57E3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C9C871F" w14:textId="77777777" w:rsidR="00CC4677" w:rsidRPr="00AA3155" w:rsidRDefault="00A235E8" w:rsidP="00EE3A11">
    <w:pPr>
      <w:pStyle w:val="Footer"/>
    </w:pPr>
  </w:p>
  <w:p w14:paraId="4C9C8720" w14:textId="77777777" w:rsidR="00BA0812" w:rsidRDefault="00A235E8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C870E" w14:textId="77777777" w:rsidR="00617C77" w:rsidRDefault="00CC57E3">
      <w:pPr>
        <w:spacing w:before="0" w:after="0" w:line="240" w:lineRule="auto"/>
      </w:pPr>
      <w:r>
        <w:separator/>
      </w:r>
    </w:p>
  </w:footnote>
  <w:footnote w:type="continuationSeparator" w:id="0">
    <w:p w14:paraId="4C9C870F" w14:textId="77777777" w:rsidR="00617C77" w:rsidRDefault="00CC57E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712" w14:textId="77777777" w:rsidR="00CC4677" w:rsidRDefault="00A235E8" w:rsidP="00EE3A11"/>
  <w:p w14:paraId="4C9C8713" w14:textId="77777777" w:rsidR="00BA0812" w:rsidRDefault="00A235E8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714" w14:textId="77777777" w:rsidR="00BA0812" w:rsidRDefault="00CC57E3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C9C8721" wp14:editId="4C9C8722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71B" w14:textId="77777777" w:rsidR="004238CB" w:rsidRDefault="00A235E8" w:rsidP="00EE3A11">
    <w:pPr>
      <w:pStyle w:val="Header"/>
    </w:pPr>
  </w:p>
  <w:p w14:paraId="4C9C871C" w14:textId="77777777" w:rsidR="00BA0812" w:rsidRDefault="00A235E8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D3EEE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06E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A5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84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A19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8C60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62E2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6B5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63D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EF844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2644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444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8023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D25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6C47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EA5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6F0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3210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F40645B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098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907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E01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EA0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E7A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203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E48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626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31028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565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8A9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A19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96F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D6B9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8A2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EB2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64CD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357E96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9D27A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123D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48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47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0FE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6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B271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84A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9438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7EBA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C41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4EA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BA9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C1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32C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4A56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F626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57361B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DCEAB23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DFC0DC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964BF1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EE4B37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B819F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7762F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D84EE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7F804C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796EF65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6C4C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54A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89A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006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164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4CA1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D40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E13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57AA8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4D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A8B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028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03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2A0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1E39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A48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D085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B2D2A73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594FE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CE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290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066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28BD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CA8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00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026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6430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567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88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9C2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B228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A24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F67D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0E5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9A9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E5C43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AA21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50F1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C0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0C56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805E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262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255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7805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CDBA0A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201C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AE5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E7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9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C69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522A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2A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683D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1824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ED46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FE6E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64EC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C6E3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6B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E1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C8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C23C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0C0A4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5448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61C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0A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4B8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7A17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04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1CD8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AA33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3CFAA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843F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16C6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5072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20B7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2EBE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C62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A072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E6B5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F0045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4C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6C9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AC5A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2C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9A7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6F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CB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0AB2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43E4DD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F63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F864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1C3F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43F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663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6E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A8CE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E24A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55D086AA">
      <w:start w:val="1"/>
      <w:numFmt w:val="decimal"/>
      <w:lvlText w:val="%1."/>
      <w:lvlJc w:val="left"/>
      <w:pPr>
        <w:ind w:left="720" w:hanging="360"/>
      </w:pPr>
    </w:lvl>
    <w:lvl w:ilvl="1" w:tplc="AF106FF4">
      <w:start w:val="1"/>
      <w:numFmt w:val="lowerLetter"/>
      <w:lvlText w:val="%2."/>
      <w:lvlJc w:val="left"/>
      <w:pPr>
        <w:ind w:left="1440" w:hanging="360"/>
      </w:pPr>
    </w:lvl>
    <w:lvl w:ilvl="2" w:tplc="857A27E4">
      <w:start w:val="1"/>
      <w:numFmt w:val="lowerRoman"/>
      <w:lvlText w:val="%3."/>
      <w:lvlJc w:val="right"/>
      <w:pPr>
        <w:ind w:left="2160" w:hanging="180"/>
      </w:pPr>
    </w:lvl>
    <w:lvl w:ilvl="3" w:tplc="E3F0F7AE">
      <w:start w:val="1"/>
      <w:numFmt w:val="decimal"/>
      <w:lvlText w:val="%4."/>
      <w:lvlJc w:val="left"/>
      <w:pPr>
        <w:ind w:left="2880" w:hanging="360"/>
      </w:pPr>
    </w:lvl>
    <w:lvl w:ilvl="4" w:tplc="5C825550">
      <w:start w:val="1"/>
      <w:numFmt w:val="lowerLetter"/>
      <w:lvlText w:val="%5."/>
      <w:lvlJc w:val="left"/>
      <w:pPr>
        <w:ind w:left="3600" w:hanging="360"/>
      </w:pPr>
    </w:lvl>
    <w:lvl w:ilvl="5" w:tplc="67FA776E">
      <w:start w:val="1"/>
      <w:numFmt w:val="lowerRoman"/>
      <w:lvlText w:val="%6."/>
      <w:lvlJc w:val="right"/>
      <w:pPr>
        <w:ind w:left="4320" w:hanging="180"/>
      </w:pPr>
    </w:lvl>
    <w:lvl w:ilvl="6" w:tplc="1BFAC9C2">
      <w:start w:val="1"/>
      <w:numFmt w:val="decimal"/>
      <w:lvlText w:val="%7."/>
      <w:lvlJc w:val="left"/>
      <w:pPr>
        <w:ind w:left="5040" w:hanging="360"/>
      </w:pPr>
    </w:lvl>
    <w:lvl w:ilvl="7" w:tplc="CB00512A">
      <w:start w:val="1"/>
      <w:numFmt w:val="lowerLetter"/>
      <w:lvlText w:val="%8."/>
      <w:lvlJc w:val="left"/>
      <w:pPr>
        <w:ind w:left="5760" w:hanging="360"/>
      </w:pPr>
    </w:lvl>
    <w:lvl w:ilvl="8" w:tplc="17A215C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F9EED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BA83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C2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6C1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A3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344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E83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60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6214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55481904">
      <w:start w:val="1"/>
      <w:numFmt w:val="decimal"/>
      <w:lvlText w:val="%1."/>
      <w:lvlJc w:val="left"/>
      <w:pPr>
        <w:ind w:left="720" w:hanging="360"/>
      </w:pPr>
    </w:lvl>
    <w:lvl w:ilvl="1" w:tplc="2D547F8A">
      <w:start w:val="1"/>
      <w:numFmt w:val="lowerLetter"/>
      <w:lvlText w:val="%2."/>
      <w:lvlJc w:val="left"/>
      <w:pPr>
        <w:ind w:left="1440" w:hanging="360"/>
      </w:pPr>
    </w:lvl>
    <w:lvl w:ilvl="2" w:tplc="3C724460">
      <w:start w:val="1"/>
      <w:numFmt w:val="lowerRoman"/>
      <w:lvlText w:val="%3."/>
      <w:lvlJc w:val="right"/>
      <w:pPr>
        <w:ind w:left="2160" w:hanging="180"/>
      </w:pPr>
    </w:lvl>
    <w:lvl w:ilvl="3" w:tplc="67CC5738" w:tentative="1">
      <w:start w:val="1"/>
      <w:numFmt w:val="decimal"/>
      <w:lvlText w:val="%4."/>
      <w:lvlJc w:val="left"/>
      <w:pPr>
        <w:ind w:left="2880" w:hanging="360"/>
      </w:pPr>
    </w:lvl>
    <w:lvl w:ilvl="4" w:tplc="6BFAE40A" w:tentative="1">
      <w:start w:val="1"/>
      <w:numFmt w:val="lowerLetter"/>
      <w:lvlText w:val="%5."/>
      <w:lvlJc w:val="left"/>
      <w:pPr>
        <w:ind w:left="3600" w:hanging="360"/>
      </w:pPr>
    </w:lvl>
    <w:lvl w:ilvl="5" w:tplc="E480BA9E" w:tentative="1">
      <w:start w:val="1"/>
      <w:numFmt w:val="lowerRoman"/>
      <w:lvlText w:val="%6."/>
      <w:lvlJc w:val="right"/>
      <w:pPr>
        <w:ind w:left="4320" w:hanging="180"/>
      </w:pPr>
    </w:lvl>
    <w:lvl w:ilvl="6" w:tplc="B4C466B0" w:tentative="1">
      <w:start w:val="1"/>
      <w:numFmt w:val="decimal"/>
      <w:lvlText w:val="%7."/>
      <w:lvlJc w:val="left"/>
      <w:pPr>
        <w:ind w:left="5040" w:hanging="360"/>
      </w:pPr>
    </w:lvl>
    <w:lvl w:ilvl="7" w:tplc="E0CEBE9C" w:tentative="1">
      <w:start w:val="1"/>
      <w:numFmt w:val="lowerLetter"/>
      <w:lvlText w:val="%8."/>
      <w:lvlJc w:val="left"/>
      <w:pPr>
        <w:ind w:left="5760" w:hanging="360"/>
      </w:pPr>
    </w:lvl>
    <w:lvl w:ilvl="8" w:tplc="1C6CC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D03E8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A684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838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583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2475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F8E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ED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6BA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6E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19A2C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FCBD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255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F800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EF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4C5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14A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EC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AA1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9EBC08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84649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090685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5AC56C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BBA5C3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918FC9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5CE4D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A0789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B6ED9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DDE8B432">
      <w:start w:val="1"/>
      <w:numFmt w:val="decimal"/>
      <w:lvlText w:val="%1."/>
      <w:lvlJc w:val="left"/>
      <w:pPr>
        <w:ind w:left="720" w:hanging="360"/>
      </w:pPr>
    </w:lvl>
    <w:lvl w:ilvl="1" w:tplc="93E65E44" w:tentative="1">
      <w:start w:val="1"/>
      <w:numFmt w:val="lowerLetter"/>
      <w:lvlText w:val="%2."/>
      <w:lvlJc w:val="left"/>
      <w:pPr>
        <w:ind w:left="1440" w:hanging="360"/>
      </w:pPr>
    </w:lvl>
    <w:lvl w:ilvl="2" w:tplc="DFBCB584" w:tentative="1">
      <w:start w:val="1"/>
      <w:numFmt w:val="lowerRoman"/>
      <w:lvlText w:val="%3."/>
      <w:lvlJc w:val="right"/>
      <w:pPr>
        <w:ind w:left="2160" w:hanging="180"/>
      </w:pPr>
    </w:lvl>
    <w:lvl w:ilvl="3" w:tplc="14FED4FC" w:tentative="1">
      <w:start w:val="1"/>
      <w:numFmt w:val="decimal"/>
      <w:lvlText w:val="%4."/>
      <w:lvlJc w:val="left"/>
      <w:pPr>
        <w:ind w:left="2880" w:hanging="360"/>
      </w:pPr>
    </w:lvl>
    <w:lvl w:ilvl="4" w:tplc="6FA4631E" w:tentative="1">
      <w:start w:val="1"/>
      <w:numFmt w:val="lowerLetter"/>
      <w:lvlText w:val="%5."/>
      <w:lvlJc w:val="left"/>
      <w:pPr>
        <w:ind w:left="3600" w:hanging="360"/>
      </w:pPr>
    </w:lvl>
    <w:lvl w:ilvl="5" w:tplc="0E3ECCA2" w:tentative="1">
      <w:start w:val="1"/>
      <w:numFmt w:val="lowerRoman"/>
      <w:lvlText w:val="%6."/>
      <w:lvlJc w:val="right"/>
      <w:pPr>
        <w:ind w:left="4320" w:hanging="180"/>
      </w:pPr>
    </w:lvl>
    <w:lvl w:ilvl="6" w:tplc="E62E2AD6" w:tentative="1">
      <w:start w:val="1"/>
      <w:numFmt w:val="decimal"/>
      <w:lvlText w:val="%7."/>
      <w:lvlJc w:val="left"/>
      <w:pPr>
        <w:ind w:left="5040" w:hanging="360"/>
      </w:pPr>
    </w:lvl>
    <w:lvl w:ilvl="7" w:tplc="D4929354" w:tentative="1">
      <w:start w:val="1"/>
      <w:numFmt w:val="lowerLetter"/>
      <w:lvlText w:val="%8."/>
      <w:lvlJc w:val="left"/>
      <w:pPr>
        <w:ind w:left="5760" w:hanging="360"/>
      </w:pPr>
    </w:lvl>
    <w:lvl w:ilvl="8" w:tplc="94946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8C7CE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C0D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5AF9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2C79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BEBC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A04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688A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4EC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D672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D8248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7AA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C47B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6C9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C00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68C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E83A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763F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8C40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D1A09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03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BA2D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440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E15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26F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A3A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64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20F9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8D"/>
    <w:rsid w:val="00224F39"/>
    <w:rsid w:val="00617C77"/>
    <w:rsid w:val="00640C8D"/>
    <w:rsid w:val="00666EFD"/>
    <w:rsid w:val="006D3CA8"/>
    <w:rsid w:val="00A15958"/>
    <w:rsid w:val="00A235E8"/>
    <w:rsid w:val="00B86F69"/>
    <w:rsid w:val="00CC5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C9C86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F16B16-9D4C-4E2B-BDE3-63561D2A0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948FB3-92E5-4360-9587-CE1CB5AD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2019-12-17T10:21:00Z</dcterms:created>
  <dcterms:modified xsi:type="dcterms:W3CDTF">2020-01-20T05:00:00Z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2019-12-17T10:21:23Z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3746fd16-dd2b-469a-a68d-000085f071ed</vt:lpwstr>
  </property>
  <property fmtid="{D5CDD505-2E9C-101B-9397-08002B2CF9AE}" pid="9" name="MSIP_Label_1124e982-4ed1-4819-8c70-4a27f3d38393_ContentBits">
    <vt:lpwstr>0</vt:lpwstr>
  </property>
</Properties>
</file>