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5AA13" w14:textId="77777777" w:rsidR="00CA3B55" w:rsidRDefault="00957105" w:rsidP="00CF69FC">
      <w:pPr>
        <w:pStyle w:val="Heading1"/>
        <w:spacing w:line="240" w:lineRule="auto"/>
        <w:rPr>
          <w:rFonts w:eastAsia="MS Mincho"/>
        </w:rPr>
      </w:pPr>
      <w:bookmarkStart w:id="0" w:name="_Toc511220124"/>
      <w:r w:rsidRPr="003E5787">
        <w:rPr>
          <w:rFonts w:eastAsia="MS Mincho"/>
        </w:rPr>
        <w:t>Knowledge Assessment</w:t>
      </w:r>
    </w:p>
    <w:p w14:paraId="184503CC" w14:textId="5DC98F7D" w:rsidR="00CF69FC" w:rsidRPr="00CF69FC" w:rsidRDefault="00CF69FC" w:rsidP="00CF69FC">
      <w:pPr>
        <w:rPr>
          <w:lang w:eastAsia="en-AU"/>
        </w:rPr>
      </w:pPr>
      <w:r>
        <w:rPr>
          <w:b/>
          <w:sz w:val="28"/>
          <w:szCs w:val="28"/>
          <w:lang w:eastAsia="en-AU"/>
        </w:rPr>
        <w:t>Assessment event 1 of 3</w:t>
      </w:r>
    </w:p>
    <w:p w14:paraId="32C5AA14" w14:textId="77777777" w:rsidR="00CA3B55" w:rsidRPr="00A56627" w:rsidRDefault="00957105" w:rsidP="00CA3B55">
      <w:pPr>
        <w:pStyle w:val="Heading2"/>
      </w:pPr>
      <w:r w:rsidRPr="00A56627">
        <w:t>Criteria</w:t>
      </w:r>
    </w:p>
    <w:p w14:paraId="32C5AA15" w14:textId="77777777" w:rsidR="00CA3B55" w:rsidRDefault="00957105" w:rsidP="00CA3B55">
      <w:pPr>
        <w:pStyle w:val="Heading3"/>
      </w:pPr>
      <w:r w:rsidRPr="007A6B4A">
        <w:t>Unit code, name and release number</w:t>
      </w:r>
    </w:p>
    <w:p w14:paraId="32C5AA16" w14:textId="77777777" w:rsidR="00CA3B55" w:rsidRPr="00D83795" w:rsidRDefault="00957105" w:rsidP="00CA3B5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MSL933006 - Contribute to the achievement of quality objectives (1)</w:t>
      </w:r>
      <w:bookmarkEnd w:id="1"/>
    </w:p>
    <w:p w14:paraId="32C5AA17" w14:textId="77777777" w:rsidR="00CA3B55" w:rsidRPr="00D83795" w:rsidRDefault="00CA3B55" w:rsidP="00CA3B5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2C5AA18" w14:textId="77777777" w:rsidR="00CA3B55" w:rsidRDefault="00957105" w:rsidP="00CA3B55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2C5AA19" w14:textId="77777777" w:rsidR="00CA3B55" w:rsidRDefault="00957105" w:rsidP="00CA3B5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>
        <w:rPr>
          <w:sz w:val="22"/>
          <w:szCs w:val="22"/>
          <w:lang w:eastAsia="en-AU"/>
        </w:rPr>
        <w:t>MSL30118 - Certificate III in Laboratory Skills (1)</w:t>
      </w:r>
      <w:bookmarkEnd w:id="2"/>
    </w:p>
    <w:p w14:paraId="32C5AA1A" w14:textId="77777777" w:rsidR="00CA3B55" w:rsidRPr="00D83795" w:rsidRDefault="00CA3B55" w:rsidP="00CA3B5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2C5AA1B" w14:textId="77777777" w:rsidR="00CA3B55" w:rsidRPr="00A56627" w:rsidRDefault="00957105" w:rsidP="00CA3B55">
      <w:pPr>
        <w:pStyle w:val="Heading2"/>
      </w:pPr>
      <w:r w:rsidRPr="00A56627">
        <w:t>Student details</w:t>
      </w:r>
    </w:p>
    <w:p w14:paraId="32C5AA1C" w14:textId="77777777" w:rsidR="00CA3B55" w:rsidRDefault="00957105" w:rsidP="00CA3B55">
      <w:pPr>
        <w:pStyle w:val="Heading3"/>
      </w:pPr>
      <w:r w:rsidRPr="00AA18CF">
        <w:t>Student number</w:t>
      </w:r>
    </w:p>
    <w:p w14:paraId="32C5AA1D" w14:textId="77777777" w:rsidR="00CA3B55" w:rsidRPr="00D83795" w:rsidRDefault="00CA3B55" w:rsidP="00CA3B5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2C5AA1E" w14:textId="77777777" w:rsidR="00CA3B55" w:rsidRDefault="00957105" w:rsidP="00CA3B55">
      <w:pPr>
        <w:pStyle w:val="Heading3"/>
      </w:pPr>
      <w:r w:rsidRPr="00AA18CF">
        <w:t xml:space="preserve">Student </w:t>
      </w:r>
      <w:r>
        <w:t>name</w:t>
      </w:r>
    </w:p>
    <w:p w14:paraId="32C5AA1F" w14:textId="77777777" w:rsidR="00CA3B55" w:rsidRPr="00D83795" w:rsidRDefault="00CA3B55" w:rsidP="00CA3B5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2C5AA20" w14:textId="77777777" w:rsidR="00CA3B55" w:rsidRPr="00A56627" w:rsidRDefault="00957105" w:rsidP="00CA3B55">
      <w:pPr>
        <w:pStyle w:val="Heading2"/>
      </w:pPr>
      <w:r w:rsidRPr="00A56627">
        <w:t>Assessment Declaration</w:t>
      </w:r>
    </w:p>
    <w:p w14:paraId="32C5AA21" w14:textId="77777777" w:rsidR="00CA3B55" w:rsidRPr="00F67BB5" w:rsidRDefault="00957105" w:rsidP="00CA3B55">
      <w:pPr>
        <w:pStyle w:val="Bulletlist"/>
        <w:rPr>
          <w:sz w:val="22"/>
          <w:szCs w:val="22"/>
        </w:rPr>
      </w:pPr>
      <w:r w:rsidRPr="00F67BB5">
        <w:rPr>
          <w:sz w:val="22"/>
          <w:szCs w:val="22"/>
        </w:rPr>
        <w:t>This assessment is my original work and no part of it has been copied from any other source except where due acknowledgement is made.</w:t>
      </w:r>
    </w:p>
    <w:p w14:paraId="32C5AA22" w14:textId="77777777" w:rsidR="00CA3B55" w:rsidRPr="00F67BB5" w:rsidRDefault="00957105" w:rsidP="00CA3B55">
      <w:pPr>
        <w:pStyle w:val="Bulletlist"/>
        <w:rPr>
          <w:sz w:val="22"/>
          <w:szCs w:val="22"/>
        </w:rPr>
      </w:pPr>
      <w:r w:rsidRPr="00F67BB5">
        <w:rPr>
          <w:sz w:val="22"/>
          <w:szCs w:val="22"/>
        </w:rPr>
        <w:t>No part of this assessment has been written for me by any other person except where such collaboration has been authorised by the assessor concerned.</w:t>
      </w:r>
    </w:p>
    <w:p w14:paraId="32C5AA23" w14:textId="35DEA9CA" w:rsidR="00CA3B55" w:rsidRPr="00FF3AA4" w:rsidRDefault="00957105" w:rsidP="00CA3B55">
      <w:pPr>
        <w:pStyle w:val="Bulletlist"/>
      </w:pPr>
      <w:r w:rsidRPr="00F67BB5">
        <w:rPr>
          <w:sz w:val="22"/>
          <w:szCs w:val="22"/>
        </w:rPr>
        <w:t xml:space="preserve">I understand that plagiarism is the presentation of the work, idea or creation of another person as though it is </w:t>
      </w:r>
      <w:r w:rsidR="00E12A4B">
        <w:rPr>
          <w:sz w:val="22"/>
          <w:szCs w:val="22"/>
        </w:rPr>
        <w:t>my</w:t>
      </w:r>
      <w:r w:rsidRPr="00F67BB5">
        <w:rPr>
          <w:sz w:val="22"/>
          <w:szCs w:val="22"/>
        </w:rPr>
        <w:t xml:space="preserve"> own. Plagiarism occurs when the origin of the material used is not appropriately cited. No part of this assessment is plagiarised</w:t>
      </w:r>
      <w:r w:rsidRPr="00FF3AA4">
        <w:t>.</w:t>
      </w:r>
    </w:p>
    <w:p w14:paraId="32C5AA24" w14:textId="77777777" w:rsidR="00CA3B55" w:rsidRDefault="00957105" w:rsidP="00CA3B55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32C5AA25" w14:textId="77777777" w:rsidR="00CA3B55" w:rsidRDefault="00CA3B55" w:rsidP="00CA3B5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2C5AA26" w14:textId="77777777" w:rsidR="00CA3B55" w:rsidRPr="00D83795" w:rsidRDefault="00CA3B55" w:rsidP="00CA3B5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2C5AA27" w14:textId="77777777" w:rsidR="00CA3B55" w:rsidRDefault="00CA3B55" w:rsidP="00CA3B55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CA3B55" w:rsidSect="00CA3B5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bookmarkStart w:id="3" w:name="_GoBack"/>
      <w:bookmarkEnd w:id="3"/>
    </w:p>
    <w:p w14:paraId="32C5AA28" w14:textId="77777777" w:rsidR="00CA3B55" w:rsidRPr="00B13676" w:rsidRDefault="00957105" w:rsidP="00CA3B55">
      <w:pPr>
        <w:pStyle w:val="SmallerText-Black"/>
        <w:tabs>
          <w:tab w:val="left" w:pos="2127"/>
        </w:tabs>
        <w:rPr>
          <w:color w:val="000000" w:themeColor="text1"/>
        </w:rPr>
      </w:pPr>
      <w:r w:rsidRPr="00B13676">
        <w:rPr>
          <w:color w:val="000000" w:themeColor="text1"/>
        </w:rPr>
        <w:lastRenderedPageBreak/>
        <w:t>Version:</w:t>
      </w:r>
      <w:r w:rsidRPr="00B13676">
        <w:rPr>
          <w:color w:val="000000" w:themeColor="text1"/>
        </w:rPr>
        <w:tab/>
        <w:t>1.0</w:t>
      </w:r>
    </w:p>
    <w:p w14:paraId="2A378142" w14:textId="71D2FE8B" w:rsidR="00624C55" w:rsidRPr="00B13676" w:rsidRDefault="00B13676" w:rsidP="00CA3B55">
      <w:pPr>
        <w:pStyle w:val="SmallerText-Black"/>
        <w:tabs>
          <w:tab w:val="left" w:pos="2127"/>
        </w:tabs>
        <w:rPr>
          <w:color w:val="000000" w:themeColor="text1"/>
        </w:rPr>
      </w:pPr>
      <w:r w:rsidRPr="00B13676">
        <w:rPr>
          <w:color w:val="000000" w:themeColor="text1"/>
        </w:rPr>
        <w:t>Date created:</w:t>
      </w:r>
      <w:r w:rsidRPr="00B13676">
        <w:rPr>
          <w:color w:val="000000" w:themeColor="text1"/>
        </w:rPr>
        <w:tab/>
      </w:r>
      <w:r w:rsidR="00624C55" w:rsidRPr="00B13676">
        <w:rPr>
          <w:color w:val="000000" w:themeColor="text1"/>
        </w:rPr>
        <w:t>15/08/2019</w:t>
      </w:r>
    </w:p>
    <w:p w14:paraId="32C5AA2A" w14:textId="332ED6B2" w:rsidR="00CA3B55" w:rsidRPr="00B13676" w:rsidRDefault="00957105" w:rsidP="00CA3B55">
      <w:pPr>
        <w:pStyle w:val="SmallerText-Black"/>
        <w:tabs>
          <w:tab w:val="left" w:pos="2127"/>
        </w:tabs>
        <w:rPr>
          <w:color w:val="000000" w:themeColor="text1"/>
        </w:rPr>
      </w:pPr>
      <w:r w:rsidRPr="00B13676">
        <w:rPr>
          <w:color w:val="000000" w:themeColor="text1"/>
        </w:rPr>
        <w:t>Date modified:</w:t>
      </w:r>
      <w:r w:rsidRPr="00B13676">
        <w:rPr>
          <w:color w:val="000000" w:themeColor="text1"/>
        </w:rPr>
        <w:tab/>
      </w:r>
      <w:r w:rsidRPr="00B13676">
        <w:rPr>
          <w:color w:val="000000" w:themeColor="text1"/>
        </w:rPr>
        <w:fldChar w:fldCharType="begin"/>
      </w:r>
      <w:r w:rsidRPr="00B13676">
        <w:rPr>
          <w:color w:val="000000" w:themeColor="text1"/>
        </w:rPr>
        <w:instrText xml:space="preserve"> DATE  \@ "dd/MM/yyyy"  \* MERGEFORMAT </w:instrText>
      </w:r>
      <w:r w:rsidRPr="00B13676">
        <w:rPr>
          <w:color w:val="000000" w:themeColor="text1"/>
        </w:rPr>
        <w:fldChar w:fldCharType="separate"/>
      </w:r>
      <w:r w:rsidR="00845DE2">
        <w:rPr>
          <w:noProof/>
          <w:color w:val="000000" w:themeColor="text1"/>
        </w:rPr>
        <w:t>18/12/2019</w:t>
      </w:r>
      <w:r w:rsidRPr="00B13676">
        <w:rPr>
          <w:color w:val="000000" w:themeColor="text1"/>
        </w:rPr>
        <w:fldChar w:fldCharType="end"/>
      </w:r>
    </w:p>
    <w:p w14:paraId="32C5AA2B" w14:textId="77777777" w:rsidR="00CA3B55" w:rsidRPr="00B13676" w:rsidRDefault="00CA3B55" w:rsidP="00CA3B55">
      <w:pPr>
        <w:pStyle w:val="SmallerText-Black"/>
        <w:rPr>
          <w:color w:val="000000" w:themeColor="text1"/>
        </w:rPr>
      </w:pPr>
    </w:p>
    <w:bookmarkEnd w:id="0"/>
    <w:p w14:paraId="32C5AA2C" w14:textId="77777777" w:rsidR="00CA3B55" w:rsidRPr="00B13676" w:rsidRDefault="00957105" w:rsidP="00CA3B55">
      <w:pPr>
        <w:rPr>
          <w:color w:val="000000" w:themeColor="text1"/>
        </w:rPr>
      </w:pPr>
      <w:r w:rsidRPr="00B13676">
        <w:rPr>
          <w:color w:val="000000" w:themeColor="text1"/>
        </w:rPr>
        <w:t>For queries, please contact:</w:t>
      </w:r>
    </w:p>
    <w:p w14:paraId="32C5AA2D" w14:textId="77777777" w:rsidR="00CA3B55" w:rsidRPr="00B13676" w:rsidRDefault="00957105" w:rsidP="00CA3B55">
      <w:pPr>
        <w:pStyle w:val="SmallerText-Black"/>
        <w:rPr>
          <w:color w:val="000000" w:themeColor="text1"/>
        </w:rPr>
      </w:pPr>
      <w:r w:rsidRPr="00B13676">
        <w:rPr>
          <w:color w:val="000000" w:themeColor="text1"/>
        </w:rPr>
        <w:t>Innovative Manufacturing, Robotics and Science SkillsPoint</w:t>
      </w:r>
    </w:p>
    <w:p w14:paraId="32C5AA2E" w14:textId="31DB04AD" w:rsidR="00CA3B55" w:rsidRPr="00B13676" w:rsidRDefault="00957105" w:rsidP="00CA3B55">
      <w:pPr>
        <w:pStyle w:val="SmallerText-Black"/>
        <w:rPr>
          <w:color w:val="000000" w:themeColor="text1"/>
        </w:rPr>
      </w:pPr>
      <w:r w:rsidRPr="00B13676">
        <w:rPr>
          <w:color w:val="000000" w:themeColor="text1"/>
        </w:rPr>
        <w:t>Hamilton Campus</w:t>
      </w:r>
    </w:p>
    <w:p w14:paraId="32C5AA2F" w14:textId="77777777" w:rsidR="00CA3B55" w:rsidRPr="000301F0" w:rsidRDefault="00957105" w:rsidP="00CA3B55">
      <w:pPr>
        <w:pStyle w:val="SmallerText-Black"/>
        <w:spacing w:before="1440"/>
      </w:pPr>
      <w:r>
        <w:t>© 2019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32C5AA30" w14:textId="77777777" w:rsidR="00CA3B55" w:rsidRPr="00D23A6C" w:rsidRDefault="00957105" w:rsidP="00CA3B55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32C5AA31" w14:textId="2501A55B" w:rsidR="00CA3B55" w:rsidRPr="000301F0" w:rsidRDefault="008A7BE2" w:rsidP="00CA3B55">
      <w:pPr>
        <w:pStyle w:val="SmallerText-Black"/>
      </w:pPr>
      <w:r>
        <w:t>The contents of</w:t>
      </w:r>
      <w:r w:rsidR="00957105" w:rsidRPr="000301F0">
        <w:t xml:space="preserve"> this docum</w:t>
      </w:r>
      <w:r w:rsidR="00957105">
        <w:t xml:space="preserve">ent </w:t>
      </w:r>
      <w:r>
        <w:t>are</w:t>
      </w:r>
      <w:r w:rsidR="00957105">
        <w:t xml:space="preserve"> copyright © TAFE NSW 2019</w:t>
      </w:r>
      <w:r w:rsidR="00957105" w:rsidRPr="000301F0">
        <w:t xml:space="preserve">, and should not be reproduced without the permission of the TAFE NSW. Information contained in this document is correct at time of printing: </w:t>
      </w:r>
      <w:r w:rsidR="00957105" w:rsidRPr="000301F0">
        <w:fldChar w:fldCharType="begin"/>
      </w:r>
      <w:r w:rsidR="00957105" w:rsidRPr="000301F0">
        <w:instrText xml:space="preserve"> DATE  \@ "d MMMM yyyy"  \* MERGEFORMAT </w:instrText>
      </w:r>
      <w:r w:rsidR="00957105" w:rsidRPr="000301F0">
        <w:fldChar w:fldCharType="separate"/>
      </w:r>
      <w:r w:rsidR="00845DE2">
        <w:rPr>
          <w:noProof/>
        </w:rPr>
        <w:t>18 December 2019</w:t>
      </w:r>
      <w:r w:rsidR="00957105" w:rsidRPr="000301F0">
        <w:fldChar w:fldCharType="end"/>
      </w:r>
      <w:r w:rsidR="00957105" w:rsidRPr="000301F0">
        <w:t>. For current information please refer to our website</w:t>
      </w:r>
      <w:r w:rsidR="00957105">
        <w:t xml:space="preserve"> or your teacher as appropriate</w:t>
      </w:r>
      <w:r w:rsidR="00957105" w:rsidRPr="000301F0">
        <w:t>.</w:t>
      </w:r>
    </w:p>
    <w:p w14:paraId="32C5AA32" w14:textId="77777777" w:rsidR="00CA3B55" w:rsidRDefault="00CA3B55" w:rsidP="00CA3B55">
      <w:pPr>
        <w:pStyle w:val="Heading2"/>
        <w:sectPr w:rsidR="00CA3B55" w:rsidSect="00CA3B55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32C5AA33" w14:textId="77777777" w:rsidR="00CA3B55" w:rsidRPr="000A08F6" w:rsidRDefault="00957105" w:rsidP="00CA3B55">
      <w:pPr>
        <w:pStyle w:val="Heading2"/>
      </w:pPr>
      <w:r w:rsidRPr="000A08F6">
        <w:lastRenderedPageBreak/>
        <w:t>Assessment instructions</w:t>
      </w:r>
    </w:p>
    <w:p w14:paraId="32C5AA34" w14:textId="77777777" w:rsidR="00CA3B55" w:rsidRDefault="00957105" w:rsidP="00CA3B55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6675A3" w14:paraId="32C5AA37" w14:textId="77777777" w:rsidTr="12CEA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32C5AA35" w14:textId="77777777" w:rsidR="00CA3B55" w:rsidRDefault="00957105" w:rsidP="00CA3B55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32C5AA36" w14:textId="77777777" w:rsidR="00CA3B55" w:rsidRDefault="00957105" w:rsidP="00CA3B55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6675A3" w14:paraId="32C5AA3A" w14:textId="77777777" w:rsidTr="12CEA4A6">
        <w:tc>
          <w:tcPr>
            <w:tcW w:w="2405" w:type="dxa"/>
            <w:vAlign w:val="top"/>
          </w:tcPr>
          <w:p w14:paraId="32C5AA38" w14:textId="77777777" w:rsidR="00CA3B55" w:rsidRPr="00C14A60" w:rsidRDefault="00957105" w:rsidP="00CA3B55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32C5AA39" w14:textId="77777777" w:rsidR="00CA3B55" w:rsidRPr="000412B1" w:rsidRDefault="00957105" w:rsidP="00CA3B55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FA4CCC">
              <w:rPr>
                <w:sz w:val="22"/>
                <w:szCs w:val="22"/>
                <w:lang w:eastAsia="en-AU"/>
              </w:rPr>
              <w:t>contribute to the achievement of quality objectives in your workplace</w:t>
            </w:r>
          </w:p>
        </w:tc>
      </w:tr>
      <w:tr w:rsidR="006675A3" w14:paraId="32C5AA3E" w14:textId="77777777" w:rsidTr="12CEA4A6">
        <w:tc>
          <w:tcPr>
            <w:tcW w:w="2405" w:type="dxa"/>
            <w:vAlign w:val="top"/>
          </w:tcPr>
          <w:p w14:paraId="32C5AA3B" w14:textId="77777777" w:rsidR="00CA3B55" w:rsidRPr="00C14A60" w:rsidRDefault="00957105" w:rsidP="00CA3B55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32C5AA3C" w14:textId="77777777" w:rsidR="00CA3B55" w:rsidRDefault="00957105" w:rsidP="00CA3B5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 of 3</w:t>
            </w:r>
          </w:p>
          <w:p w14:paraId="32C5AA3D" w14:textId="77777777" w:rsidR="00CA3B55" w:rsidRPr="00A628BC" w:rsidRDefault="00CA3B55" w:rsidP="00CA3B55">
            <w:pPr>
              <w:pStyle w:val="Body"/>
              <w:rPr>
                <w:i/>
                <w:color w:val="A6A6A6" w:themeColor="background1" w:themeShade="A6"/>
                <w:sz w:val="22"/>
                <w:szCs w:val="22"/>
                <w:lang w:eastAsia="en-AU"/>
              </w:rPr>
            </w:pPr>
          </w:p>
        </w:tc>
      </w:tr>
      <w:tr w:rsidR="006675A3" w14:paraId="32C5AA47" w14:textId="77777777" w:rsidTr="12CEA4A6">
        <w:tc>
          <w:tcPr>
            <w:tcW w:w="2405" w:type="dxa"/>
            <w:vAlign w:val="top"/>
          </w:tcPr>
          <w:p w14:paraId="32C5AA3F" w14:textId="77777777" w:rsidR="00CA3B55" w:rsidRPr="00C14A60" w:rsidRDefault="00957105" w:rsidP="00CA3B55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32C5AA40" w14:textId="77777777" w:rsidR="00CA3B55" w:rsidRPr="00C14A60" w:rsidRDefault="00957105" w:rsidP="00CA3B55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</w:p>
          <w:p w14:paraId="32C5AA41" w14:textId="775612E4" w:rsidR="00CA3B55" w:rsidRPr="00C14A60" w:rsidRDefault="00957105" w:rsidP="00CA3B55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</w:rPr>
              <w:t xml:space="preserve">This assessment </w:t>
            </w:r>
            <w:r w:rsidR="008464EA">
              <w:rPr>
                <w:sz w:val="22"/>
                <w:szCs w:val="22"/>
              </w:rPr>
              <w:t xml:space="preserve">has 4 </w:t>
            </w:r>
            <w:r w:rsidR="00092A66">
              <w:rPr>
                <w:sz w:val="22"/>
                <w:szCs w:val="22"/>
              </w:rPr>
              <w:t>Parts:</w:t>
            </w:r>
          </w:p>
          <w:p w14:paraId="32C5AA42" w14:textId="3ED5F1B4" w:rsidR="00CA3B55" w:rsidRPr="00847C35" w:rsidRDefault="00957105" w:rsidP="00DB0ECE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847C35">
              <w:rPr>
                <w:sz w:val="22"/>
                <w:szCs w:val="22"/>
              </w:rPr>
              <w:t>Multiple choice questions</w:t>
            </w:r>
            <w:r w:rsidR="00721A6C">
              <w:rPr>
                <w:sz w:val="22"/>
                <w:szCs w:val="22"/>
              </w:rPr>
              <w:t xml:space="preserve"> (Questions 1 – 15)</w:t>
            </w:r>
          </w:p>
          <w:p w14:paraId="32C5AA43" w14:textId="7E4A9307" w:rsidR="00CA3B55" w:rsidRPr="00847C35" w:rsidRDefault="00957105" w:rsidP="00DB0ECE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847C35">
              <w:rPr>
                <w:sz w:val="22"/>
                <w:szCs w:val="22"/>
              </w:rPr>
              <w:t>True or False questions</w:t>
            </w:r>
            <w:r w:rsidR="00721A6C">
              <w:rPr>
                <w:sz w:val="22"/>
                <w:szCs w:val="22"/>
              </w:rPr>
              <w:t xml:space="preserve"> (Questions 16 – 25)</w:t>
            </w:r>
          </w:p>
          <w:p w14:paraId="32C5AA44" w14:textId="3A234CEC" w:rsidR="00CA3B55" w:rsidRPr="00847C35" w:rsidRDefault="00957105" w:rsidP="00DB0ECE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847C35">
              <w:rPr>
                <w:sz w:val="22"/>
                <w:szCs w:val="22"/>
              </w:rPr>
              <w:t>Short answer questions</w:t>
            </w:r>
            <w:r w:rsidR="00721A6C">
              <w:rPr>
                <w:sz w:val="22"/>
                <w:szCs w:val="22"/>
              </w:rPr>
              <w:t xml:space="preserve"> (Questions 26 – 38)</w:t>
            </w:r>
          </w:p>
          <w:p w14:paraId="32C5AA46" w14:textId="6AD5F05E" w:rsidR="00CA3B55" w:rsidRPr="00993432" w:rsidRDefault="1B2C01EA" w:rsidP="1B2C01EA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1B2C01EA">
              <w:rPr>
                <w:sz w:val="22"/>
                <w:szCs w:val="22"/>
              </w:rPr>
              <w:t>Assessment feedback</w:t>
            </w:r>
          </w:p>
        </w:tc>
      </w:tr>
      <w:tr w:rsidR="006675A3" w14:paraId="32C5AA4B" w14:textId="77777777" w:rsidTr="12CEA4A6">
        <w:tc>
          <w:tcPr>
            <w:tcW w:w="2405" w:type="dxa"/>
            <w:vAlign w:val="top"/>
          </w:tcPr>
          <w:p w14:paraId="32C5AA48" w14:textId="77777777" w:rsidR="00CA3B55" w:rsidRPr="00C14A60" w:rsidRDefault="00957105" w:rsidP="00CA3B55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32C5AA49" w14:textId="77777777" w:rsidR="00CA3B55" w:rsidRPr="00E6443E" w:rsidRDefault="00957105" w:rsidP="00CA3B55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 upload it or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</w:p>
          <w:p w14:paraId="32C5AA4A" w14:textId="77777777" w:rsidR="00CA3B55" w:rsidRPr="00C14A60" w:rsidRDefault="00957105" w:rsidP="00CA3B55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6675A3" w14:paraId="32C5AA4E" w14:textId="77777777" w:rsidTr="12CEA4A6">
        <w:tc>
          <w:tcPr>
            <w:tcW w:w="2405" w:type="dxa"/>
            <w:vAlign w:val="top"/>
          </w:tcPr>
          <w:p w14:paraId="32C5AA4C" w14:textId="77777777" w:rsidR="00CA3B55" w:rsidRPr="00C14A60" w:rsidRDefault="00957105" w:rsidP="00CA3B55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32C5AA4D" w14:textId="77777777" w:rsidR="00CA3B55" w:rsidRPr="000412B1" w:rsidRDefault="00957105" w:rsidP="00CA3B55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</w:tc>
      </w:tr>
      <w:tr w:rsidR="006675A3" w14:paraId="32C5AA52" w14:textId="77777777" w:rsidTr="12CEA4A6">
        <w:tc>
          <w:tcPr>
            <w:tcW w:w="2405" w:type="dxa"/>
            <w:vAlign w:val="top"/>
          </w:tcPr>
          <w:p w14:paraId="32C5AA4F" w14:textId="77777777" w:rsidR="00CA3B55" w:rsidRPr="00C14A60" w:rsidRDefault="00957105" w:rsidP="00CA3B55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32C5AA50" w14:textId="77777777" w:rsidR="00CA3B55" w:rsidRPr="00847C35" w:rsidRDefault="00957105" w:rsidP="00CA3B55">
            <w:pPr>
              <w:pStyle w:val="Body"/>
              <w:rPr>
                <w:sz w:val="22"/>
                <w:szCs w:val="22"/>
              </w:rPr>
            </w:pPr>
            <w:r w:rsidRPr="00847C35">
              <w:rPr>
                <w:sz w:val="22"/>
                <w:szCs w:val="22"/>
              </w:rPr>
              <w:t xml:space="preserve">Calculator, pens, </w:t>
            </w:r>
            <w:r w:rsidR="00847C35" w:rsidRPr="00847C35">
              <w:rPr>
                <w:sz w:val="22"/>
                <w:szCs w:val="22"/>
              </w:rPr>
              <w:t>pencils, ruler</w:t>
            </w:r>
          </w:p>
          <w:p w14:paraId="32C5AA51" w14:textId="77777777" w:rsidR="00CA3B55" w:rsidRPr="00847C35" w:rsidRDefault="00CA3B55" w:rsidP="00CA3B55">
            <w:pPr>
              <w:pStyle w:val="Body"/>
              <w:rPr>
                <w:sz w:val="22"/>
                <w:szCs w:val="22"/>
              </w:rPr>
            </w:pPr>
          </w:p>
        </w:tc>
      </w:tr>
      <w:tr w:rsidR="006675A3" w14:paraId="32C5AA55" w14:textId="77777777" w:rsidTr="12CEA4A6">
        <w:tc>
          <w:tcPr>
            <w:tcW w:w="2405" w:type="dxa"/>
            <w:vAlign w:val="top"/>
          </w:tcPr>
          <w:p w14:paraId="32C5AA53" w14:textId="77777777" w:rsidR="00CA3B55" w:rsidRPr="00C14A60" w:rsidRDefault="00957105" w:rsidP="00CA3B55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32C5AA54" w14:textId="77777777" w:rsidR="00CA3B55" w:rsidRPr="00847C35" w:rsidRDefault="00847C35" w:rsidP="00CA3B55">
            <w:pPr>
              <w:pStyle w:val="Body"/>
              <w:rPr>
                <w:sz w:val="22"/>
                <w:szCs w:val="22"/>
                <w:lang w:eastAsia="en-AU"/>
              </w:rPr>
            </w:pPr>
            <w:r w:rsidRPr="00847C35">
              <w:rPr>
                <w:sz w:val="22"/>
                <w:szCs w:val="22"/>
              </w:rPr>
              <w:t>2 hours</w:t>
            </w:r>
          </w:p>
        </w:tc>
      </w:tr>
      <w:tr w:rsidR="006675A3" w14:paraId="32C5AA58" w14:textId="77777777" w:rsidTr="12CEA4A6">
        <w:tc>
          <w:tcPr>
            <w:tcW w:w="2405" w:type="dxa"/>
            <w:vAlign w:val="top"/>
          </w:tcPr>
          <w:p w14:paraId="32C5AA56" w14:textId="77777777" w:rsidR="00CA3B55" w:rsidRPr="0063453E" w:rsidRDefault="00957105" w:rsidP="00CA3B55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lastRenderedPageBreak/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0B2B7739" w14:textId="40F21C32" w:rsidR="00CA3B55" w:rsidRPr="0063453E" w:rsidRDefault="12CEA4A6" w:rsidP="12CEA4A6">
            <w:r w:rsidRPr="12CEA4A6">
              <w:rPr>
                <w:rFonts w:ascii="Calibri" w:eastAsia="Calibri" w:hAnsi="Calibri" w:cs="Calibri"/>
                <w:sz w:val="22"/>
                <w:szCs w:val="22"/>
              </w:rPr>
              <w:t xml:space="preserve">In accordance with the TAFE NSW policy </w:t>
            </w:r>
            <w:r w:rsidRPr="12CEA4A6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 xml:space="preserve">Manage Assessment Appeals, </w:t>
            </w:r>
            <w:r w:rsidRPr="12CEA4A6">
              <w:rPr>
                <w:rFonts w:ascii="Calibri" w:eastAsia="Calibri" w:hAnsi="Calibri" w:cs="Calibri"/>
                <w:sz w:val="22"/>
                <w:szCs w:val="22"/>
              </w:rPr>
              <w:t xml:space="preserve">all students have the right to appeal an assessment decision in relation to how the assessment was conducted and the outcome of the assessment. Appeals must be lodged within </w:t>
            </w:r>
            <w:r w:rsidRPr="12CEA4A6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14 working days</w:t>
            </w:r>
            <w:r w:rsidRPr="12CEA4A6">
              <w:rPr>
                <w:rFonts w:ascii="Calibri" w:eastAsia="Calibri" w:hAnsi="Calibri" w:cs="Calibri"/>
                <w:sz w:val="22"/>
                <w:szCs w:val="22"/>
              </w:rPr>
              <w:t xml:space="preserve"> of the formal notification of the result of the assessment. </w:t>
            </w:r>
          </w:p>
          <w:p w14:paraId="16499CDC" w14:textId="51635B62" w:rsidR="00CA3B55" w:rsidRPr="0063453E" w:rsidRDefault="12CEA4A6" w:rsidP="12CEA4A6">
            <w:r w:rsidRPr="12CEA4A6">
              <w:rPr>
                <w:rFonts w:ascii="Calibri" w:eastAsia="Calibri" w:hAnsi="Calibri" w:cs="Calibri"/>
                <w:sz w:val="22"/>
                <w:szCs w:val="22"/>
              </w:rPr>
              <w:t>If you would like to request a review of your results or if you have any concerns about your results, contact your Teacher or Head Teacher.  If they are unavailable, contact the Student Administration Officer.</w:t>
            </w:r>
          </w:p>
          <w:p w14:paraId="32C5AA57" w14:textId="0B1C0E02" w:rsidR="00CA3B55" w:rsidRPr="0063453E" w:rsidRDefault="12CEA4A6" w:rsidP="00CA3B55">
            <w:pPr>
              <w:pStyle w:val="Body"/>
              <w:rPr>
                <w:sz w:val="22"/>
                <w:szCs w:val="22"/>
                <w:lang w:eastAsia="en-AU"/>
              </w:rPr>
            </w:pPr>
            <w:r w:rsidRPr="12CEA4A6">
              <w:rPr>
                <w:rFonts w:ascii="Calibri" w:eastAsia="Calibri" w:hAnsi="Calibri" w:cs="Calibri"/>
                <w:sz w:val="22"/>
                <w:szCs w:val="22"/>
              </w:rPr>
              <w:t>Contact your Head Teacher for the assessment appeals procedures at your college/campus.</w:t>
            </w:r>
          </w:p>
        </w:tc>
      </w:tr>
    </w:tbl>
    <w:p w14:paraId="214B15FE" w14:textId="60CF54E5" w:rsidR="00F67BB5" w:rsidRDefault="00F67BB5" w:rsidP="00F67BB5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32C5AA5A" w14:textId="0C4370A1" w:rsidR="00CA3B55" w:rsidRPr="003E5787" w:rsidRDefault="002B1772" w:rsidP="00CA3B55">
      <w:pPr>
        <w:pStyle w:val="Heading2"/>
      </w:pPr>
      <w:r>
        <w:lastRenderedPageBreak/>
        <w:t xml:space="preserve">1: </w:t>
      </w:r>
      <w:r w:rsidR="00957105" w:rsidRPr="003E5787">
        <w:t>Multiple choice</w:t>
      </w:r>
      <w:r w:rsidR="00721A6C">
        <w:t xml:space="preserve"> (Questions 1 – 15)</w:t>
      </w:r>
    </w:p>
    <w:p w14:paraId="32C5AA5B" w14:textId="77777777" w:rsidR="00CA3B55" w:rsidRPr="0063453E" w:rsidRDefault="00957105" w:rsidP="00CA3B55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and each answer carefully. Put 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14:paraId="32C5AA5C" w14:textId="50D5FAE0" w:rsidR="00CA3B55" w:rsidRPr="0063453E" w:rsidRDefault="00847C35" w:rsidP="00DB0ECE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Which of the following </w:t>
      </w:r>
      <w:r w:rsidR="00F67BB5">
        <w:rPr>
          <w:sz w:val="22"/>
          <w:szCs w:val="22"/>
        </w:rPr>
        <w:t>is an indication of quality?</w:t>
      </w:r>
    </w:p>
    <w:p w14:paraId="32C5AA5D" w14:textId="77777777" w:rsidR="00CA3B55" w:rsidRDefault="00957105" w:rsidP="00CA3B55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508"/>
        <w:gridCol w:w="1552"/>
      </w:tblGrid>
      <w:tr w:rsidR="006675A3" w14:paraId="32C5AA60" w14:textId="77777777" w:rsidTr="002B17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2C5AA5E" w14:textId="77777777" w:rsidR="00CA3B55" w:rsidRDefault="00957105" w:rsidP="00CA3B55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32C5AA5F" w14:textId="77777777" w:rsidR="00CA3B55" w:rsidRDefault="00957105" w:rsidP="00CA3B55">
            <w:pPr>
              <w:pStyle w:val="Body"/>
            </w:pPr>
            <w:r>
              <w:t>Put X next to your answer</w:t>
            </w:r>
          </w:p>
        </w:tc>
      </w:tr>
      <w:tr w:rsidR="00847C35" w14:paraId="32C5AA63" w14:textId="77777777" w:rsidTr="002B1772">
        <w:tc>
          <w:tcPr>
            <w:tcW w:w="7508" w:type="dxa"/>
          </w:tcPr>
          <w:p w14:paraId="32C5AA61" w14:textId="77777777" w:rsidR="00847C35" w:rsidRPr="00F67BB5" w:rsidRDefault="00847C35" w:rsidP="00DB0ECE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67BB5">
              <w:rPr>
                <w:sz w:val="22"/>
                <w:szCs w:val="22"/>
              </w:rPr>
              <w:t>Meeting specifications</w:t>
            </w:r>
          </w:p>
        </w:tc>
        <w:tc>
          <w:tcPr>
            <w:tcW w:w="1552" w:type="dxa"/>
          </w:tcPr>
          <w:p w14:paraId="32C5AA62" w14:textId="77777777" w:rsidR="00847C35" w:rsidRDefault="00847C35" w:rsidP="00847C35">
            <w:pPr>
              <w:pStyle w:val="Body"/>
              <w:jc w:val="center"/>
            </w:pPr>
          </w:p>
        </w:tc>
      </w:tr>
      <w:tr w:rsidR="00847C35" w14:paraId="32C5AA66" w14:textId="77777777" w:rsidTr="002B1772">
        <w:tc>
          <w:tcPr>
            <w:tcW w:w="7508" w:type="dxa"/>
          </w:tcPr>
          <w:p w14:paraId="32C5AA64" w14:textId="77777777" w:rsidR="00847C35" w:rsidRPr="00F67BB5" w:rsidRDefault="00847C35" w:rsidP="00DB0ECE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67BB5">
              <w:rPr>
                <w:sz w:val="22"/>
                <w:szCs w:val="22"/>
              </w:rPr>
              <w:t>Value for money</w:t>
            </w:r>
          </w:p>
        </w:tc>
        <w:tc>
          <w:tcPr>
            <w:tcW w:w="1552" w:type="dxa"/>
          </w:tcPr>
          <w:p w14:paraId="32C5AA65" w14:textId="77777777" w:rsidR="00847C35" w:rsidRDefault="00847C35" w:rsidP="00847C35">
            <w:pPr>
              <w:pStyle w:val="Body"/>
              <w:jc w:val="center"/>
            </w:pPr>
          </w:p>
        </w:tc>
      </w:tr>
      <w:tr w:rsidR="00847C35" w14:paraId="32C5AA69" w14:textId="77777777" w:rsidTr="002B1772">
        <w:tc>
          <w:tcPr>
            <w:tcW w:w="7508" w:type="dxa"/>
          </w:tcPr>
          <w:p w14:paraId="32C5AA67" w14:textId="77777777" w:rsidR="00847C35" w:rsidRPr="00F67BB5" w:rsidRDefault="00847C35" w:rsidP="00DB0ECE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67BB5">
              <w:rPr>
                <w:sz w:val="22"/>
                <w:szCs w:val="22"/>
              </w:rPr>
              <w:t>Detecting and removing defects</w:t>
            </w:r>
          </w:p>
        </w:tc>
        <w:tc>
          <w:tcPr>
            <w:tcW w:w="1552" w:type="dxa"/>
          </w:tcPr>
          <w:p w14:paraId="32C5AA68" w14:textId="77777777" w:rsidR="00847C35" w:rsidRDefault="00847C35" w:rsidP="00847C35">
            <w:pPr>
              <w:pStyle w:val="Body"/>
              <w:jc w:val="center"/>
            </w:pPr>
          </w:p>
        </w:tc>
      </w:tr>
      <w:tr w:rsidR="00847C35" w14:paraId="32C5AA6C" w14:textId="77777777" w:rsidTr="002B1772">
        <w:tc>
          <w:tcPr>
            <w:tcW w:w="7508" w:type="dxa"/>
          </w:tcPr>
          <w:p w14:paraId="32C5AA6A" w14:textId="77777777" w:rsidR="00847C35" w:rsidRPr="00F67BB5" w:rsidRDefault="00847C35" w:rsidP="00DB0ECE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67BB5">
              <w:rPr>
                <w:sz w:val="22"/>
                <w:szCs w:val="22"/>
              </w:rPr>
              <w:t>All of the above</w:t>
            </w:r>
          </w:p>
        </w:tc>
        <w:tc>
          <w:tcPr>
            <w:tcW w:w="1552" w:type="dxa"/>
          </w:tcPr>
          <w:p w14:paraId="32C5AA6B" w14:textId="77777777" w:rsidR="00847C35" w:rsidRDefault="00847C35" w:rsidP="00847C35">
            <w:pPr>
              <w:pStyle w:val="Body"/>
              <w:jc w:val="center"/>
            </w:pPr>
          </w:p>
        </w:tc>
      </w:tr>
    </w:tbl>
    <w:p w14:paraId="32C5AA6D" w14:textId="77777777" w:rsidR="00847C35" w:rsidRDefault="00847C35">
      <w:pPr>
        <w:tabs>
          <w:tab w:val="clear" w:pos="284"/>
        </w:tabs>
        <w:spacing w:before="0" w:after="200" w:line="276" w:lineRule="auto"/>
      </w:pPr>
    </w:p>
    <w:p w14:paraId="32C5AA6E" w14:textId="77777777" w:rsidR="00847C35" w:rsidRPr="00847C35" w:rsidRDefault="00847C35" w:rsidP="00DB0ECE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 w:rsidRPr="00F67BB5">
        <w:rPr>
          <w:sz w:val="22"/>
          <w:szCs w:val="22"/>
        </w:rPr>
        <w:t>Continuous improvement has a number of benefits including</w:t>
      </w:r>
      <w:r>
        <w:t>:</w:t>
      </w:r>
    </w:p>
    <w:p w14:paraId="32C5AA6F" w14:textId="77777777" w:rsidR="00847C35" w:rsidRDefault="00847C35" w:rsidP="00847C35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508"/>
        <w:gridCol w:w="1552"/>
      </w:tblGrid>
      <w:tr w:rsidR="00847C35" w14:paraId="32C5AA72" w14:textId="77777777" w:rsidTr="002B17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2C5AA70" w14:textId="77777777" w:rsidR="00847C35" w:rsidRDefault="00847C35" w:rsidP="00CA3B55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32C5AA71" w14:textId="77777777" w:rsidR="00847C35" w:rsidRDefault="00847C35" w:rsidP="00CA3B55">
            <w:pPr>
              <w:pStyle w:val="Body"/>
            </w:pPr>
            <w:r>
              <w:t>Put X next to your answer</w:t>
            </w:r>
          </w:p>
        </w:tc>
      </w:tr>
      <w:tr w:rsidR="00847C35" w14:paraId="32C5AA75" w14:textId="77777777" w:rsidTr="002B1772">
        <w:tc>
          <w:tcPr>
            <w:tcW w:w="7508" w:type="dxa"/>
          </w:tcPr>
          <w:p w14:paraId="32C5AA73" w14:textId="0D645429" w:rsidR="00847C35" w:rsidRPr="00F67BB5" w:rsidRDefault="002B1772" w:rsidP="00DB0ECE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6C54DD" w:rsidRPr="00F67BB5">
              <w:rPr>
                <w:sz w:val="22"/>
                <w:szCs w:val="22"/>
              </w:rPr>
              <w:t xml:space="preserve"> reduction in</w:t>
            </w:r>
            <w:r w:rsidR="00847C35" w:rsidRPr="00F67BB5">
              <w:rPr>
                <w:sz w:val="22"/>
                <w:szCs w:val="22"/>
              </w:rPr>
              <w:t xml:space="preserve"> wasted time and materials</w:t>
            </w:r>
          </w:p>
        </w:tc>
        <w:tc>
          <w:tcPr>
            <w:tcW w:w="1552" w:type="dxa"/>
          </w:tcPr>
          <w:p w14:paraId="32C5AA74" w14:textId="77777777" w:rsidR="00847C35" w:rsidRDefault="00847C35" w:rsidP="00CA3B55">
            <w:pPr>
              <w:pStyle w:val="Body"/>
              <w:jc w:val="center"/>
            </w:pPr>
          </w:p>
        </w:tc>
      </w:tr>
      <w:tr w:rsidR="00847C35" w14:paraId="32C5AA78" w14:textId="77777777" w:rsidTr="002B1772">
        <w:tc>
          <w:tcPr>
            <w:tcW w:w="7508" w:type="dxa"/>
          </w:tcPr>
          <w:p w14:paraId="32C5AA76" w14:textId="430FDE26" w:rsidR="00847C35" w:rsidRPr="00F67BB5" w:rsidRDefault="002B1772" w:rsidP="00DB0ECE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  <w:r w:rsidR="00847C35" w:rsidRPr="00F67BB5">
              <w:rPr>
                <w:sz w:val="22"/>
                <w:szCs w:val="22"/>
              </w:rPr>
              <w:t>reater staff motivation to perform at their best</w:t>
            </w:r>
          </w:p>
        </w:tc>
        <w:tc>
          <w:tcPr>
            <w:tcW w:w="1552" w:type="dxa"/>
          </w:tcPr>
          <w:p w14:paraId="32C5AA77" w14:textId="77777777" w:rsidR="00847C35" w:rsidRDefault="00847C35" w:rsidP="00CA3B55">
            <w:pPr>
              <w:pStyle w:val="Body"/>
              <w:jc w:val="center"/>
            </w:pPr>
          </w:p>
        </w:tc>
      </w:tr>
      <w:tr w:rsidR="00847C35" w14:paraId="32C5AA7B" w14:textId="77777777" w:rsidTr="002B1772">
        <w:tc>
          <w:tcPr>
            <w:tcW w:w="7508" w:type="dxa"/>
          </w:tcPr>
          <w:p w14:paraId="32C5AA79" w14:textId="1351C7A4" w:rsidR="00847C35" w:rsidRPr="00F67BB5" w:rsidRDefault="002B1772" w:rsidP="00DB0ECE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7C35" w:rsidRPr="00F67BB5">
              <w:rPr>
                <w:sz w:val="22"/>
                <w:szCs w:val="22"/>
              </w:rPr>
              <w:t>ontinued customer satisfaction leading to repeat business</w:t>
            </w:r>
          </w:p>
        </w:tc>
        <w:tc>
          <w:tcPr>
            <w:tcW w:w="1552" w:type="dxa"/>
          </w:tcPr>
          <w:p w14:paraId="32C5AA7A" w14:textId="77777777" w:rsidR="00847C35" w:rsidRDefault="00847C35" w:rsidP="00CA3B55">
            <w:pPr>
              <w:pStyle w:val="Body"/>
              <w:jc w:val="center"/>
            </w:pPr>
          </w:p>
        </w:tc>
      </w:tr>
      <w:tr w:rsidR="00847C35" w14:paraId="32C5AA7E" w14:textId="77777777" w:rsidTr="002B1772">
        <w:tc>
          <w:tcPr>
            <w:tcW w:w="7508" w:type="dxa"/>
          </w:tcPr>
          <w:p w14:paraId="32C5AA7C" w14:textId="2EB8367A" w:rsidR="00847C35" w:rsidRPr="00F67BB5" w:rsidRDefault="002B1772" w:rsidP="00DB0ECE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847C35" w:rsidRPr="00F67BB5">
              <w:rPr>
                <w:sz w:val="22"/>
                <w:szCs w:val="22"/>
              </w:rPr>
              <w:t>ll of the above</w:t>
            </w:r>
          </w:p>
        </w:tc>
        <w:tc>
          <w:tcPr>
            <w:tcW w:w="1552" w:type="dxa"/>
          </w:tcPr>
          <w:p w14:paraId="32C5AA7D" w14:textId="77777777" w:rsidR="00847C35" w:rsidRDefault="00847C35" w:rsidP="00CA3B55">
            <w:pPr>
              <w:pStyle w:val="Body"/>
              <w:jc w:val="center"/>
            </w:pPr>
          </w:p>
        </w:tc>
      </w:tr>
    </w:tbl>
    <w:p w14:paraId="32C5AA7F" w14:textId="77777777" w:rsidR="00847C35" w:rsidRDefault="00847C35" w:rsidP="00847C35">
      <w:pPr>
        <w:pStyle w:val="ListParagraph"/>
        <w:tabs>
          <w:tab w:val="clear" w:pos="284"/>
        </w:tabs>
        <w:spacing w:before="0" w:after="200" w:line="276" w:lineRule="auto"/>
        <w:ind w:left="786"/>
      </w:pPr>
    </w:p>
    <w:p w14:paraId="32C5AA80" w14:textId="77777777" w:rsidR="00FD3628" w:rsidRDefault="00FD3628">
      <w:pPr>
        <w:tabs>
          <w:tab w:val="clear" w:pos="284"/>
        </w:tabs>
        <w:spacing w:before="0" w:after="200" w:line="276" w:lineRule="auto"/>
        <w:rPr>
          <w:rFonts w:eastAsia="Times New Roman"/>
          <w:noProof/>
          <w:color w:val="464748"/>
          <w:kern w:val="22"/>
          <w:szCs w:val="24"/>
          <w:lang w:eastAsia="en-AU"/>
        </w:rPr>
      </w:pPr>
      <w:r>
        <w:rPr>
          <w:rFonts w:eastAsia="Times New Roman"/>
          <w:noProof/>
          <w:color w:val="464748"/>
          <w:kern w:val="22"/>
          <w:szCs w:val="24"/>
          <w:lang w:eastAsia="en-AU"/>
        </w:rPr>
        <w:br w:type="page"/>
      </w:r>
    </w:p>
    <w:p w14:paraId="32C5AA81" w14:textId="7796CC6D" w:rsidR="00847C35" w:rsidRPr="00F67BB5" w:rsidRDefault="003A4B68" w:rsidP="00DB0ECE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kern w:val="22"/>
          <w:sz w:val="22"/>
          <w:szCs w:val="22"/>
          <w:lang w:eastAsia="en-AU"/>
        </w:rPr>
      </w:pPr>
      <w:r w:rsidRPr="00F67BB5">
        <w:rPr>
          <w:sz w:val="22"/>
          <w:szCs w:val="22"/>
        </w:rPr>
        <w:lastRenderedPageBreak/>
        <w:t>Which of the statements below would you NOT expect to find in your organisation’s Code of Ethics</w:t>
      </w:r>
      <w:r w:rsidR="00F67BB5">
        <w:rPr>
          <w:sz w:val="22"/>
          <w:szCs w:val="22"/>
        </w:rPr>
        <w:t>?</w:t>
      </w:r>
    </w:p>
    <w:p w14:paraId="32C5AA82" w14:textId="77777777" w:rsidR="00847C35" w:rsidRDefault="00847C35" w:rsidP="00FD362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FD3628"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508"/>
        <w:gridCol w:w="1552"/>
      </w:tblGrid>
      <w:tr w:rsidR="00FD3628" w14:paraId="32C5AA85" w14:textId="77777777" w:rsidTr="002B17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2C5AA83" w14:textId="77777777" w:rsidR="00FD3628" w:rsidRDefault="00FD3628" w:rsidP="00CA3B55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32C5AA84" w14:textId="77777777" w:rsidR="00FD3628" w:rsidRDefault="00FD3628" w:rsidP="00CA3B55">
            <w:pPr>
              <w:pStyle w:val="Body"/>
            </w:pPr>
            <w:r>
              <w:t>Put X next to your answer</w:t>
            </w:r>
          </w:p>
        </w:tc>
      </w:tr>
      <w:tr w:rsidR="00FD3628" w14:paraId="32C5AA88" w14:textId="77777777" w:rsidTr="002B1772">
        <w:tc>
          <w:tcPr>
            <w:tcW w:w="7508" w:type="dxa"/>
          </w:tcPr>
          <w:p w14:paraId="32C5AA86" w14:textId="227F0145" w:rsidR="00FD3628" w:rsidRPr="00F67BB5" w:rsidRDefault="00FD3628" w:rsidP="00DB0ECE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67BB5">
              <w:rPr>
                <w:sz w:val="22"/>
                <w:szCs w:val="22"/>
              </w:rPr>
              <w:t>Act honestly in all dealings with customers and other employees</w:t>
            </w:r>
          </w:p>
        </w:tc>
        <w:tc>
          <w:tcPr>
            <w:tcW w:w="1552" w:type="dxa"/>
          </w:tcPr>
          <w:p w14:paraId="32C5AA87" w14:textId="77777777" w:rsidR="00FD3628" w:rsidRDefault="00FD3628" w:rsidP="00CA3B55">
            <w:pPr>
              <w:pStyle w:val="Body"/>
              <w:jc w:val="center"/>
            </w:pPr>
          </w:p>
        </w:tc>
      </w:tr>
      <w:tr w:rsidR="00FD3628" w14:paraId="32C5AA8B" w14:textId="77777777" w:rsidTr="002B1772">
        <w:tc>
          <w:tcPr>
            <w:tcW w:w="7508" w:type="dxa"/>
          </w:tcPr>
          <w:p w14:paraId="32C5AA89" w14:textId="48896105" w:rsidR="00FD3628" w:rsidRPr="00F67BB5" w:rsidRDefault="00FD3628" w:rsidP="00DB0ECE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67BB5">
              <w:rPr>
                <w:sz w:val="22"/>
                <w:szCs w:val="22"/>
              </w:rPr>
              <w:t>Maintain confidentiality of laboratory procedures and results</w:t>
            </w:r>
          </w:p>
        </w:tc>
        <w:tc>
          <w:tcPr>
            <w:tcW w:w="1552" w:type="dxa"/>
          </w:tcPr>
          <w:p w14:paraId="32C5AA8A" w14:textId="77777777" w:rsidR="00FD3628" w:rsidRDefault="00FD3628" w:rsidP="00CA3B55">
            <w:pPr>
              <w:pStyle w:val="Body"/>
              <w:jc w:val="center"/>
            </w:pPr>
          </w:p>
        </w:tc>
      </w:tr>
      <w:tr w:rsidR="00FD3628" w14:paraId="32C5AA8E" w14:textId="77777777" w:rsidTr="002B1772">
        <w:tc>
          <w:tcPr>
            <w:tcW w:w="7508" w:type="dxa"/>
          </w:tcPr>
          <w:p w14:paraId="32C5AA8C" w14:textId="2C56E7E1" w:rsidR="00FD3628" w:rsidRPr="00F67BB5" w:rsidRDefault="003A4B68" w:rsidP="00DB0ECE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67BB5">
              <w:rPr>
                <w:sz w:val="22"/>
                <w:szCs w:val="22"/>
              </w:rPr>
              <w:t>Professional behaviour only applies during working hours</w:t>
            </w:r>
          </w:p>
        </w:tc>
        <w:tc>
          <w:tcPr>
            <w:tcW w:w="1552" w:type="dxa"/>
          </w:tcPr>
          <w:p w14:paraId="32C5AA8D" w14:textId="77777777" w:rsidR="00FD3628" w:rsidRDefault="00FD3628" w:rsidP="00CA3B55">
            <w:pPr>
              <w:pStyle w:val="Body"/>
              <w:jc w:val="center"/>
            </w:pPr>
          </w:p>
        </w:tc>
      </w:tr>
      <w:tr w:rsidR="00FD3628" w14:paraId="32C5AA91" w14:textId="77777777" w:rsidTr="002B1772">
        <w:tc>
          <w:tcPr>
            <w:tcW w:w="7508" w:type="dxa"/>
          </w:tcPr>
          <w:p w14:paraId="32C5AA8F" w14:textId="09AA92FF" w:rsidR="00FD3628" w:rsidRPr="00F67BB5" w:rsidRDefault="00FD3628" w:rsidP="00DB0ECE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67BB5">
              <w:rPr>
                <w:sz w:val="22"/>
                <w:szCs w:val="22"/>
              </w:rPr>
              <w:t>Avoid taking unnecessary risks that may cause harm to yourself or others</w:t>
            </w:r>
          </w:p>
        </w:tc>
        <w:tc>
          <w:tcPr>
            <w:tcW w:w="1552" w:type="dxa"/>
          </w:tcPr>
          <w:p w14:paraId="32C5AA90" w14:textId="77777777" w:rsidR="00FD3628" w:rsidRDefault="00FD3628" w:rsidP="00CA3B55">
            <w:pPr>
              <w:pStyle w:val="Body"/>
              <w:jc w:val="center"/>
            </w:pPr>
          </w:p>
        </w:tc>
      </w:tr>
    </w:tbl>
    <w:p w14:paraId="32C5AA92" w14:textId="77777777" w:rsidR="00FD3628" w:rsidRPr="00FD3628" w:rsidRDefault="00FD3628" w:rsidP="00FD3628"/>
    <w:p w14:paraId="32C5AA93" w14:textId="77777777" w:rsidR="00FD3628" w:rsidRPr="00277B24" w:rsidRDefault="00FD3628" w:rsidP="00DB0ECE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kern w:val="22"/>
          <w:sz w:val="22"/>
          <w:szCs w:val="22"/>
          <w:lang w:eastAsia="en-AU"/>
        </w:rPr>
      </w:pPr>
      <w:r w:rsidRPr="00277B24">
        <w:rPr>
          <w:rFonts w:eastAsia="Times New Roman"/>
          <w:noProof/>
          <w:kern w:val="22"/>
          <w:sz w:val="22"/>
          <w:szCs w:val="22"/>
          <w:lang w:eastAsia="en-AU"/>
        </w:rPr>
        <w:t>Staff training is required within an organisation to:</w:t>
      </w:r>
    </w:p>
    <w:p w14:paraId="32C5AA94" w14:textId="77777777" w:rsidR="00FD3628" w:rsidRDefault="00FD3628" w:rsidP="00FD362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508"/>
        <w:gridCol w:w="1552"/>
      </w:tblGrid>
      <w:tr w:rsidR="00FD3628" w14:paraId="32C5AA97" w14:textId="77777777" w:rsidTr="002B17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2C5AA95" w14:textId="77777777" w:rsidR="00FD3628" w:rsidRDefault="00FD3628" w:rsidP="00CA3B55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32C5AA96" w14:textId="77777777" w:rsidR="00FD3628" w:rsidRDefault="00FD3628" w:rsidP="00CA3B55">
            <w:pPr>
              <w:pStyle w:val="Body"/>
            </w:pPr>
            <w:r>
              <w:t>Put X next to your answer</w:t>
            </w:r>
          </w:p>
        </w:tc>
      </w:tr>
      <w:tr w:rsidR="00FD3628" w14:paraId="32C5AA9A" w14:textId="77777777" w:rsidTr="002B1772">
        <w:tc>
          <w:tcPr>
            <w:tcW w:w="7508" w:type="dxa"/>
          </w:tcPr>
          <w:p w14:paraId="32C5AA98" w14:textId="1B711A38" w:rsidR="00FD3628" w:rsidRPr="00F67BB5" w:rsidRDefault="002B1772" w:rsidP="00DB0ECE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FD3628" w:rsidRPr="00F67BB5">
              <w:rPr>
                <w:sz w:val="22"/>
                <w:szCs w:val="22"/>
              </w:rPr>
              <w:t xml:space="preserve">rovide upskilling of workers </w:t>
            </w:r>
          </w:p>
        </w:tc>
        <w:tc>
          <w:tcPr>
            <w:tcW w:w="1552" w:type="dxa"/>
          </w:tcPr>
          <w:p w14:paraId="32C5AA99" w14:textId="77777777" w:rsidR="00FD3628" w:rsidRDefault="00FD3628" w:rsidP="00CA3B55">
            <w:pPr>
              <w:pStyle w:val="Body"/>
              <w:jc w:val="center"/>
            </w:pPr>
          </w:p>
        </w:tc>
      </w:tr>
      <w:tr w:rsidR="00FD3628" w14:paraId="32C5AA9D" w14:textId="77777777" w:rsidTr="002B1772">
        <w:tc>
          <w:tcPr>
            <w:tcW w:w="7508" w:type="dxa"/>
          </w:tcPr>
          <w:p w14:paraId="32C5AA9B" w14:textId="2DE18878" w:rsidR="00FD3628" w:rsidRPr="00F67BB5" w:rsidRDefault="002B1772" w:rsidP="00DB0ECE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FD3628" w:rsidRPr="00F67BB5">
              <w:rPr>
                <w:sz w:val="22"/>
                <w:szCs w:val="22"/>
              </w:rPr>
              <w:t xml:space="preserve">nsure continuous improvement </w:t>
            </w:r>
          </w:p>
        </w:tc>
        <w:tc>
          <w:tcPr>
            <w:tcW w:w="1552" w:type="dxa"/>
          </w:tcPr>
          <w:p w14:paraId="32C5AA9C" w14:textId="77777777" w:rsidR="00FD3628" w:rsidRDefault="00FD3628" w:rsidP="00CA3B55">
            <w:pPr>
              <w:pStyle w:val="Body"/>
              <w:jc w:val="center"/>
            </w:pPr>
          </w:p>
        </w:tc>
      </w:tr>
      <w:tr w:rsidR="00FD3628" w14:paraId="32C5AAA0" w14:textId="77777777" w:rsidTr="002B1772">
        <w:tc>
          <w:tcPr>
            <w:tcW w:w="7508" w:type="dxa"/>
          </w:tcPr>
          <w:p w14:paraId="32C5AA9E" w14:textId="5263FA4D" w:rsidR="00FD3628" w:rsidRPr="00F67BB5" w:rsidRDefault="002B1772" w:rsidP="00DB0ECE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D3628" w:rsidRPr="00F67BB5">
              <w:rPr>
                <w:sz w:val="22"/>
                <w:szCs w:val="22"/>
              </w:rPr>
              <w:t>ommission new equipment or processes</w:t>
            </w:r>
          </w:p>
        </w:tc>
        <w:tc>
          <w:tcPr>
            <w:tcW w:w="1552" w:type="dxa"/>
          </w:tcPr>
          <w:p w14:paraId="32C5AA9F" w14:textId="77777777" w:rsidR="00FD3628" w:rsidRDefault="00FD3628" w:rsidP="00CA3B55">
            <w:pPr>
              <w:pStyle w:val="Body"/>
              <w:jc w:val="center"/>
            </w:pPr>
          </w:p>
        </w:tc>
      </w:tr>
      <w:tr w:rsidR="00FD3628" w14:paraId="32C5AAA3" w14:textId="77777777" w:rsidTr="002B1772">
        <w:tc>
          <w:tcPr>
            <w:tcW w:w="7508" w:type="dxa"/>
          </w:tcPr>
          <w:p w14:paraId="32C5AAA1" w14:textId="516F9602" w:rsidR="00FD3628" w:rsidRPr="00F67BB5" w:rsidRDefault="002B1772" w:rsidP="00DB0ECE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FD3628" w:rsidRPr="00F67BB5">
              <w:rPr>
                <w:sz w:val="22"/>
                <w:szCs w:val="22"/>
              </w:rPr>
              <w:t>ll the above</w:t>
            </w:r>
          </w:p>
        </w:tc>
        <w:tc>
          <w:tcPr>
            <w:tcW w:w="1552" w:type="dxa"/>
          </w:tcPr>
          <w:p w14:paraId="32C5AAA2" w14:textId="77777777" w:rsidR="00FD3628" w:rsidRDefault="00FD3628" w:rsidP="00CA3B55">
            <w:pPr>
              <w:pStyle w:val="Body"/>
              <w:jc w:val="center"/>
            </w:pPr>
          </w:p>
        </w:tc>
      </w:tr>
    </w:tbl>
    <w:p w14:paraId="32C5AAA4" w14:textId="77777777" w:rsidR="00FD3628" w:rsidRDefault="00FD3628" w:rsidP="00FD3628"/>
    <w:p w14:paraId="32C5AAA6" w14:textId="012A4DDE" w:rsidR="00FD3628" w:rsidRDefault="00FD3628" w:rsidP="00FD3628">
      <w:r>
        <w:br w:type="page"/>
      </w:r>
    </w:p>
    <w:p w14:paraId="32C5AAA7" w14:textId="77777777" w:rsidR="00FD3628" w:rsidRDefault="00FD3628" w:rsidP="00DB0ECE">
      <w:pPr>
        <w:pStyle w:val="ListParagraph"/>
        <w:numPr>
          <w:ilvl w:val="0"/>
          <w:numId w:val="5"/>
        </w:numPr>
      </w:pPr>
      <w:r w:rsidRPr="00F67BB5">
        <w:rPr>
          <w:sz w:val="22"/>
          <w:szCs w:val="22"/>
        </w:rPr>
        <w:lastRenderedPageBreak/>
        <w:t>Which of the following would</w:t>
      </w:r>
      <w:r w:rsidRPr="00F67BB5">
        <w:rPr>
          <w:b/>
          <w:sz w:val="22"/>
          <w:szCs w:val="22"/>
        </w:rPr>
        <w:t xml:space="preserve"> not</w:t>
      </w:r>
      <w:r w:rsidRPr="00F67BB5">
        <w:rPr>
          <w:sz w:val="22"/>
          <w:szCs w:val="22"/>
        </w:rPr>
        <w:t xml:space="preserve"> be an appropriate reaction to a customer complaint</w:t>
      </w:r>
      <w:r>
        <w:t>?</w:t>
      </w:r>
    </w:p>
    <w:p w14:paraId="32C5AAA8" w14:textId="77777777" w:rsidR="00FD3628" w:rsidRDefault="00FD3628" w:rsidP="00FD362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508"/>
        <w:gridCol w:w="1552"/>
      </w:tblGrid>
      <w:tr w:rsidR="00FD3628" w14:paraId="32C5AAAB" w14:textId="77777777" w:rsidTr="002B17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2C5AAA9" w14:textId="77777777" w:rsidR="00FD3628" w:rsidRDefault="00FD3628" w:rsidP="00CA3B55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32C5AAAA" w14:textId="77777777" w:rsidR="00FD3628" w:rsidRDefault="00FD3628" w:rsidP="00CA3B55">
            <w:pPr>
              <w:pStyle w:val="Body"/>
            </w:pPr>
            <w:r>
              <w:t>Put X next to your answer</w:t>
            </w:r>
          </w:p>
        </w:tc>
      </w:tr>
      <w:tr w:rsidR="00FD3628" w14:paraId="32C5AAAE" w14:textId="77777777" w:rsidTr="002B1772">
        <w:tc>
          <w:tcPr>
            <w:tcW w:w="7508" w:type="dxa"/>
          </w:tcPr>
          <w:p w14:paraId="32C5AAAC" w14:textId="77777777" w:rsidR="00FD3628" w:rsidRPr="002B1772" w:rsidRDefault="00FD3628" w:rsidP="00DB0ECE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2B1772">
              <w:rPr>
                <w:sz w:val="22"/>
                <w:szCs w:val="22"/>
              </w:rPr>
              <w:t xml:space="preserve">Staying calm </w:t>
            </w:r>
          </w:p>
        </w:tc>
        <w:tc>
          <w:tcPr>
            <w:tcW w:w="1552" w:type="dxa"/>
          </w:tcPr>
          <w:p w14:paraId="32C5AAAD" w14:textId="77777777" w:rsidR="00FD3628" w:rsidRDefault="00FD3628" w:rsidP="00CA3B55">
            <w:pPr>
              <w:pStyle w:val="Body"/>
              <w:jc w:val="center"/>
            </w:pPr>
          </w:p>
        </w:tc>
      </w:tr>
      <w:tr w:rsidR="00FD3628" w14:paraId="32C5AAB1" w14:textId="77777777" w:rsidTr="002B1772">
        <w:tc>
          <w:tcPr>
            <w:tcW w:w="7508" w:type="dxa"/>
          </w:tcPr>
          <w:p w14:paraId="32C5AAAF" w14:textId="77777777" w:rsidR="00FD3628" w:rsidRPr="002B1772" w:rsidRDefault="00FD3628" w:rsidP="00DB0ECE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2B1772">
              <w:rPr>
                <w:sz w:val="22"/>
                <w:szCs w:val="22"/>
              </w:rPr>
              <w:t>Being abusive in response to the complaint</w:t>
            </w:r>
          </w:p>
        </w:tc>
        <w:tc>
          <w:tcPr>
            <w:tcW w:w="1552" w:type="dxa"/>
          </w:tcPr>
          <w:p w14:paraId="32C5AAB0" w14:textId="77777777" w:rsidR="00FD3628" w:rsidRDefault="00FD3628" w:rsidP="00CA3B55">
            <w:pPr>
              <w:pStyle w:val="Body"/>
              <w:jc w:val="center"/>
            </w:pPr>
          </w:p>
        </w:tc>
      </w:tr>
      <w:tr w:rsidR="00FD3628" w14:paraId="32C5AAB4" w14:textId="77777777" w:rsidTr="002B1772">
        <w:tc>
          <w:tcPr>
            <w:tcW w:w="7508" w:type="dxa"/>
          </w:tcPr>
          <w:p w14:paraId="32C5AAB2" w14:textId="77777777" w:rsidR="00FD3628" w:rsidRPr="002B1772" w:rsidRDefault="00FD3628" w:rsidP="00DB0ECE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2B1772">
              <w:rPr>
                <w:sz w:val="22"/>
                <w:szCs w:val="22"/>
              </w:rPr>
              <w:t>Negotiating a solution to the problem</w:t>
            </w:r>
          </w:p>
        </w:tc>
        <w:tc>
          <w:tcPr>
            <w:tcW w:w="1552" w:type="dxa"/>
          </w:tcPr>
          <w:p w14:paraId="32C5AAB3" w14:textId="77777777" w:rsidR="00FD3628" w:rsidRDefault="00FD3628" w:rsidP="00CA3B55">
            <w:pPr>
              <w:pStyle w:val="Body"/>
              <w:jc w:val="center"/>
            </w:pPr>
          </w:p>
        </w:tc>
      </w:tr>
      <w:tr w:rsidR="00FD3628" w14:paraId="32C5AAB7" w14:textId="77777777" w:rsidTr="002B1772">
        <w:tc>
          <w:tcPr>
            <w:tcW w:w="7508" w:type="dxa"/>
          </w:tcPr>
          <w:p w14:paraId="32C5AAB5" w14:textId="77777777" w:rsidR="00FD3628" w:rsidRPr="002B1772" w:rsidRDefault="00FD3628" w:rsidP="00DB0ECE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2B1772">
              <w:rPr>
                <w:sz w:val="22"/>
                <w:szCs w:val="22"/>
              </w:rPr>
              <w:t>Taking responsibility to file and report the problem</w:t>
            </w:r>
          </w:p>
        </w:tc>
        <w:tc>
          <w:tcPr>
            <w:tcW w:w="1552" w:type="dxa"/>
          </w:tcPr>
          <w:p w14:paraId="32C5AAB6" w14:textId="77777777" w:rsidR="00FD3628" w:rsidRDefault="00FD3628" w:rsidP="00CA3B55">
            <w:pPr>
              <w:pStyle w:val="Body"/>
              <w:jc w:val="center"/>
            </w:pPr>
          </w:p>
        </w:tc>
      </w:tr>
    </w:tbl>
    <w:p w14:paraId="32C5AAB8" w14:textId="77777777" w:rsidR="00FD3628" w:rsidRDefault="00FD3628" w:rsidP="00FD3628"/>
    <w:p w14:paraId="32C5AAB9" w14:textId="77777777" w:rsidR="00FD3628" w:rsidRDefault="00FD3628" w:rsidP="00DB0ECE">
      <w:pPr>
        <w:pStyle w:val="ListParagraph"/>
        <w:numPr>
          <w:ilvl w:val="0"/>
          <w:numId w:val="5"/>
        </w:numPr>
      </w:pPr>
      <w:r w:rsidRPr="00F67BB5">
        <w:rPr>
          <w:sz w:val="22"/>
          <w:szCs w:val="22"/>
        </w:rPr>
        <w:t>Which of the following is a reason for trying to minimise waste</w:t>
      </w:r>
      <w:r>
        <w:t>?</w:t>
      </w:r>
    </w:p>
    <w:p w14:paraId="32C5AABA" w14:textId="77777777" w:rsidR="00FD3628" w:rsidRDefault="00FD3628" w:rsidP="00FD362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508"/>
        <w:gridCol w:w="1552"/>
      </w:tblGrid>
      <w:tr w:rsidR="00FD3628" w14:paraId="32C5AABD" w14:textId="77777777" w:rsidTr="002B17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2C5AABB" w14:textId="77777777" w:rsidR="00FD3628" w:rsidRDefault="00FD3628" w:rsidP="00CA3B55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32C5AABC" w14:textId="77777777" w:rsidR="00FD3628" w:rsidRDefault="00FD3628" w:rsidP="00CA3B55">
            <w:pPr>
              <w:pStyle w:val="Body"/>
            </w:pPr>
            <w:r>
              <w:t>Put X next to your answer</w:t>
            </w:r>
          </w:p>
        </w:tc>
      </w:tr>
      <w:tr w:rsidR="00FD3628" w14:paraId="32C5AAC0" w14:textId="77777777" w:rsidTr="002B1772">
        <w:tc>
          <w:tcPr>
            <w:tcW w:w="7508" w:type="dxa"/>
          </w:tcPr>
          <w:p w14:paraId="32C5AABE" w14:textId="77777777" w:rsidR="00FD3628" w:rsidRPr="00D77D3C" w:rsidRDefault="00FD3628" w:rsidP="00DB0ECE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Reducing potential environmental damage</w:t>
            </w:r>
          </w:p>
        </w:tc>
        <w:tc>
          <w:tcPr>
            <w:tcW w:w="1552" w:type="dxa"/>
          </w:tcPr>
          <w:p w14:paraId="32C5AABF" w14:textId="77777777" w:rsidR="00FD3628" w:rsidRDefault="00FD3628" w:rsidP="00CA3B55">
            <w:pPr>
              <w:pStyle w:val="Body"/>
              <w:jc w:val="center"/>
            </w:pPr>
          </w:p>
        </w:tc>
      </w:tr>
      <w:tr w:rsidR="00FD3628" w14:paraId="32C5AAC3" w14:textId="77777777" w:rsidTr="002B1772">
        <w:tc>
          <w:tcPr>
            <w:tcW w:w="7508" w:type="dxa"/>
          </w:tcPr>
          <w:p w14:paraId="32C5AAC1" w14:textId="77777777" w:rsidR="00FD3628" w:rsidRPr="00D77D3C" w:rsidRDefault="00FD3628" w:rsidP="00DB0ECE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To meet regulations for effluent quality</w:t>
            </w:r>
          </w:p>
        </w:tc>
        <w:tc>
          <w:tcPr>
            <w:tcW w:w="1552" w:type="dxa"/>
          </w:tcPr>
          <w:p w14:paraId="32C5AAC2" w14:textId="77777777" w:rsidR="00FD3628" w:rsidRDefault="00FD3628" w:rsidP="00CA3B55">
            <w:pPr>
              <w:pStyle w:val="Body"/>
              <w:jc w:val="center"/>
            </w:pPr>
          </w:p>
        </w:tc>
      </w:tr>
      <w:tr w:rsidR="00FD3628" w14:paraId="32C5AAC6" w14:textId="77777777" w:rsidTr="002B1772">
        <w:tc>
          <w:tcPr>
            <w:tcW w:w="7508" w:type="dxa"/>
          </w:tcPr>
          <w:p w14:paraId="32C5AAC4" w14:textId="77777777" w:rsidR="00FD3628" w:rsidRPr="00D77D3C" w:rsidRDefault="00FD3628" w:rsidP="00DB0ECE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Reduce the cost to the business of waste disposal</w:t>
            </w:r>
          </w:p>
        </w:tc>
        <w:tc>
          <w:tcPr>
            <w:tcW w:w="1552" w:type="dxa"/>
          </w:tcPr>
          <w:p w14:paraId="32C5AAC5" w14:textId="77777777" w:rsidR="00FD3628" w:rsidRDefault="00FD3628" w:rsidP="00CA3B55">
            <w:pPr>
              <w:pStyle w:val="Body"/>
              <w:jc w:val="center"/>
            </w:pPr>
          </w:p>
        </w:tc>
      </w:tr>
      <w:tr w:rsidR="00FD3628" w14:paraId="32C5AAC9" w14:textId="77777777" w:rsidTr="002B1772">
        <w:tc>
          <w:tcPr>
            <w:tcW w:w="7508" w:type="dxa"/>
          </w:tcPr>
          <w:p w14:paraId="32C5AAC7" w14:textId="77777777" w:rsidR="00FD3628" w:rsidRPr="00D77D3C" w:rsidRDefault="00FD3628" w:rsidP="00DB0ECE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All of the above</w:t>
            </w:r>
          </w:p>
        </w:tc>
        <w:tc>
          <w:tcPr>
            <w:tcW w:w="1552" w:type="dxa"/>
          </w:tcPr>
          <w:p w14:paraId="32C5AAC8" w14:textId="77777777" w:rsidR="00FD3628" w:rsidRDefault="00FD3628" w:rsidP="00CA3B55">
            <w:pPr>
              <w:pStyle w:val="Body"/>
              <w:jc w:val="center"/>
            </w:pPr>
          </w:p>
        </w:tc>
      </w:tr>
    </w:tbl>
    <w:p w14:paraId="32C5AACA" w14:textId="77777777" w:rsidR="00FD3628" w:rsidRPr="00FD3628" w:rsidRDefault="00FD3628" w:rsidP="00FD3628">
      <w:pPr>
        <w:pStyle w:val="ListParagraph"/>
        <w:ind w:left="786"/>
      </w:pPr>
    </w:p>
    <w:p w14:paraId="32C5AACB" w14:textId="77777777" w:rsidR="001B7F97" w:rsidRDefault="001B7F97">
      <w:pPr>
        <w:tabs>
          <w:tab w:val="clear" w:pos="284"/>
        </w:tabs>
        <w:spacing w:before="0" w:after="200" w:line="276" w:lineRule="auto"/>
      </w:pPr>
      <w:r>
        <w:br w:type="page"/>
      </w:r>
    </w:p>
    <w:p w14:paraId="32C5AACC" w14:textId="77777777" w:rsidR="00FD3628" w:rsidRPr="00D77D3C" w:rsidRDefault="00FD3628" w:rsidP="00DB0ECE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D77D3C">
        <w:rPr>
          <w:sz w:val="22"/>
          <w:szCs w:val="22"/>
        </w:rPr>
        <w:lastRenderedPageBreak/>
        <w:t xml:space="preserve">Which of the following would </w:t>
      </w:r>
      <w:r w:rsidRPr="00D77D3C">
        <w:rPr>
          <w:b/>
          <w:sz w:val="22"/>
          <w:szCs w:val="22"/>
        </w:rPr>
        <w:t>not</w:t>
      </w:r>
      <w:r w:rsidR="001B7F97" w:rsidRPr="00D77D3C">
        <w:rPr>
          <w:sz w:val="22"/>
          <w:szCs w:val="22"/>
        </w:rPr>
        <w:t xml:space="preserve"> be considered to be part of a professional development program for a worker in a laboratory/field testing role?</w:t>
      </w:r>
    </w:p>
    <w:p w14:paraId="32C5AACD" w14:textId="77777777" w:rsidR="001B7F97" w:rsidRDefault="001B7F97" w:rsidP="001B7F9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508"/>
        <w:gridCol w:w="1552"/>
      </w:tblGrid>
      <w:tr w:rsidR="001B7F97" w14:paraId="32C5AAD0" w14:textId="77777777" w:rsidTr="002B17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2C5AACE" w14:textId="77777777" w:rsidR="001B7F97" w:rsidRDefault="001B7F97" w:rsidP="00CA3B55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32C5AACF" w14:textId="77777777" w:rsidR="001B7F97" w:rsidRDefault="001B7F97" w:rsidP="00CA3B55">
            <w:pPr>
              <w:pStyle w:val="Body"/>
            </w:pPr>
            <w:r>
              <w:t>Put X next to your answer</w:t>
            </w:r>
          </w:p>
        </w:tc>
      </w:tr>
      <w:tr w:rsidR="001B7F97" w14:paraId="32C5AAD3" w14:textId="77777777" w:rsidTr="002B1772">
        <w:tc>
          <w:tcPr>
            <w:tcW w:w="7508" w:type="dxa"/>
          </w:tcPr>
          <w:p w14:paraId="32C5AAD1" w14:textId="5417CB82" w:rsidR="001B7F97" w:rsidRPr="00D77D3C" w:rsidRDefault="001B7F97" w:rsidP="00DB0ECE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Inform</w:t>
            </w:r>
            <w:r w:rsidR="004C4323">
              <w:rPr>
                <w:sz w:val="22"/>
                <w:szCs w:val="22"/>
              </w:rPr>
              <w:t>al</w:t>
            </w:r>
            <w:r w:rsidRPr="00D77D3C">
              <w:rPr>
                <w:sz w:val="22"/>
                <w:szCs w:val="22"/>
              </w:rPr>
              <w:t xml:space="preserve"> on-the-job training</w:t>
            </w:r>
            <w:r w:rsidR="004C4323">
              <w:rPr>
                <w:sz w:val="22"/>
                <w:szCs w:val="22"/>
              </w:rPr>
              <w:t>,</w:t>
            </w:r>
            <w:r w:rsidRPr="00D77D3C">
              <w:rPr>
                <w:sz w:val="22"/>
                <w:szCs w:val="22"/>
              </w:rPr>
              <w:t xml:space="preserve"> buddying with a more experienced technician</w:t>
            </w:r>
          </w:p>
        </w:tc>
        <w:tc>
          <w:tcPr>
            <w:tcW w:w="1552" w:type="dxa"/>
          </w:tcPr>
          <w:p w14:paraId="32C5AAD2" w14:textId="77777777" w:rsidR="001B7F97" w:rsidRDefault="001B7F97" w:rsidP="00CA3B55">
            <w:pPr>
              <w:pStyle w:val="Body"/>
              <w:jc w:val="center"/>
            </w:pPr>
          </w:p>
        </w:tc>
      </w:tr>
      <w:tr w:rsidR="001B7F97" w14:paraId="32C5AAD6" w14:textId="77777777" w:rsidTr="002B1772">
        <w:tc>
          <w:tcPr>
            <w:tcW w:w="7508" w:type="dxa"/>
          </w:tcPr>
          <w:p w14:paraId="32C5AAD4" w14:textId="77777777" w:rsidR="001B7F97" w:rsidRPr="00D77D3C" w:rsidRDefault="001B7F97" w:rsidP="00DB0ECE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Formal off-the-job structured course around new instrumentation</w:t>
            </w:r>
          </w:p>
        </w:tc>
        <w:tc>
          <w:tcPr>
            <w:tcW w:w="1552" w:type="dxa"/>
          </w:tcPr>
          <w:p w14:paraId="32C5AAD5" w14:textId="77777777" w:rsidR="001B7F97" w:rsidRDefault="001B7F97" w:rsidP="00CA3B55">
            <w:pPr>
              <w:pStyle w:val="Body"/>
              <w:jc w:val="center"/>
            </w:pPr>
          </w:p>
        </w:tc>
      </w:tr>
      <w:tr w:rsidR="001B7F97" w14:paraId="32C5AAD9" w14:textId="77777777" w:rsidTr="002B1772">
        <w:tc>
          <w:tcPr>
            <w:tcW w:w="7508" w:type="dxa"/>
          </w:tcPr>
          <w:p w14:paraId="32C5AAD7" w14:textId="77777777" w:rsidR="001B7F97" w:rsidRPr="00D77D3C" w:rsidRDefault="001B7F97" w:rsidP="00DB0ECE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Structured self-paced on-line course work related to particular processes in your job role</w:t>
            </w:r>
          </w:p>
        </w:tc>
        <w:tc>
          <w:tcPr>
            <w:tcW w:w="1552" w:type="dxa"/>
          </w:tcPr>
          <w:p w14:paraId="32C5AAD8" w14:textId="77777777" w:rsidR="001B7F97" w:rsidRDefault="001B7F97" w:rsidP="00CA3B55">
            <w:pPr>
              <w:pStyle w:val="Body"/>
              <w:jc w:val="center"/>
            </w:pPr>
          </w:p>
        </w:tc>
      </w:tr>
      <w:tr w:rsidR="001B7F97" w14:paraId="32C5AADC" w14:textId="77777777" w:rsidTr="002B1772">
        <w:tc>
          <w:tcPr>
            <w:tcW w:w="7508" w:type="dxa"/>
          </w:tcPr>
          <w:p w14:paraId="32C5AADA" w14:textId="6AF8FF09" w:rsidR="001B7F97" w:rsidRPr="00D77D3C" w:rsidRDefault="00D26284" w:rsidP="00E73DCC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Attendance at a</w:t>
            </w:r>
            <w:r w:rsidR="00D77D3C" w:rsidRPr="00D77D3C">
              <w:rPr>
                <w:sz w:val="22"/>
                <w:szCs w:val="22"/>
              </w:rPr>
              <w:t xml:space="preserve"> seminar that does not relate</w:t>
            </w:r>
            <w:r w:rsidRPr="00D77D3C">
              <w:rPr>
                <w:sz w:val="22"/>
                <w:szCs w:val="22"/>
              </w:rPr>
              <w:t xml:space="preserve"> to the </w:t>
            </w:r>
            <w:r w:rsidR="00E73DCC">
              <w:rPr>
                <w:sz w:val="22"/>
                <w:szCs w:val="22"/>
              </w:rPr>
              <w:t xml:space="preserve">laboratory </w:t>
            </w:r>
            <w:r w:rsidRPr="00D77D3C">
              <w:rPr>
                <w:sz w:val="22"/>
                <w:szCs w:val="22"/>
              </w:rPr>
              <w:t>area</w:t>
            </w:r>
          </w:p>
        </w:tc>
        <w:tc>
          <w:tcPr>
            <w:tcW w:w="1552" w:type="dxa"/>
          </w:tcPr>
          <w:p w14:paraId="32C5AADB" w14:textId="77777777" w:rsidR="001B7F97" w:rsidRDefault="001B7F97" w:rsidP="00CA3B55">
            <w:pPr>
              <w:pStyle w:val="Body"/>
              <w:jc w:val="center"/>
            </w:pPr>
          </w:p>
        </w:tc>
      </w:tr>
    </w:tbl>
    <w:p w14:paraId="32C5AADD" w14:textId="77777777" w:rsidR="001B7F97" w:rsidRPr="001B7F97" w:rsidRDefault="001B7F97" w:rsidP="001B7F97"/>
    <w:p w14:paraId="32C5AADE" w14:textId="77777777" w:rsidR="001B7F97" w:rsidRPr="008828D1" w:rsidRDefault="001B7F97" w:rsidP="00DB0ECE">
      <w:pPr>
        <w:pStyle w:val="ListParagraph"/>
        <w:numPr>
          <w:ilvl w:val="0"/>
          <w:numId w:val="5"/>
        </w:numPr>
        <w:rPr>
          <w:sz w:val="22"/>
        </w:rPr>
      </w:pPr>
      <w:r w:rsidRPr="008828D1">
        <w:rPr>
          <w:sz w:val="22"/>
        </w:rPr>
        <w:t>A performance review provides the employee with an opportunity to:</w:t>
      </w:r>
    </w:p>
    <w:p w14:paraId="32C5AADF" w14:textId="77777777" w:rsidR="001B7F97" w:rsidRDefault="001B7F97" w:rsidP="001B7F9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508"/>
        <w:gridCol w:w="1552"/>
      </w:tblGrid>
      <w:tr w:rsidR="001B7F97" w14:paraId="32C5AAE2" w14:textId="77777777" w:rsidTr="002B17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2C5AAE0" w14:textId="77777777" w:rsidR="001B7F97" w:rsidRDefault="001B7F97" w:rsidP="00CA3B55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32C5AAE1" w14:textId="77777777" w:rsidR="001B7F97" w:rsidRDefault="001B7F97" w:rsidP="00CA3B55">
            <w:pPr>
              <w:pStyle w:val="Body"/>
            </w:pPr>
            <w:r>
              <w:t>Put X next to your answer</w:t>
            </w:r>
          </w:p>
        </w:tc>
      </w:tr>
      <w:tr w:rsidR="001B7F97" w14:paraId="32C5AAE5" w14:textId="77777777" w:rsidTr="002B1772">
        <w:tc>
          <w:tcPr>
            <w:tcW w:w="7508" w:type="dxa"/>
          </w:tcPr>
          <w:p w14:paraId="32C5AAE3" w14:textId="4537B39C" w:rsidR="001B7F97" w:rsidRPr="00D77D3C" w:rsidRDefault="004C4323" w:rsidP="00DB0ECE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1B7F97" w:rsidRPr="00D77D3C">
              <w:rPr>
                <w:sz w:val="22"/>
                <w:szCs w:val="22"/>
              </w:rPr>
              <w:t>stablish personal goals that will fit in with organisational values and standards</w:t>
            </w:r>
          </w:p>
        </w:tc>
        <w:tc>
          <w:tcPr>
            <w:tcW w:w="1552" w:type="dxa"/>
          </w:tcPr>
          <w:p w14:paraId="32C5AAE4" w14:textId="77777777" w:rsidR="001B7F97" w:rsidRDefault="001B7F97" w:rsidP="00CA3B55">
            <w:pPr>
              <w:pStyle w:val="Body"/>
              <w:jc w:val="center"/>
            </w:pPr>
          </w:p>
        </w:tc>
      </w:tr>
      <w:tr w:rsidR="001B7F97" w14:paraId="32C5AAE8" w14:textId="77777777" w:rsidTr="002B1772">
        <w:tc>
          <w:tcPr>
            <w:tcW w:w="7508" w:type="dxa"/>
          </w:tcPr>
          <w:p w14:paraId="32C5AAE6" w14:textId="17351A76" w:rsidR="001B7F97" w:rsidRPr="00D77D3C" w:rsidRDefault="004C4323" w:rsidP="00DB0ECE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1B7F97" w:rsidRPr="00D77D3C">
              <w:rPr>
                <w:sz w:val="22"/>
                <w:szCs w:val="22"/>
              </w:rPr>
              <w:t>lan the next vacation</w:t>
            </w:r>
          </w:p>
        </w:tc>
        <w:tc>
          <w:tcPr>
            <w:tcW w:w="1552" w:type="dxa"/>
          </w:tcPr>
          <w:p w14:paraId="32C5AAE7" w14:textId="77777777" w:rsidR="001B7F97" w:rsidRDefault="001B7F97" w:rsidP="00CA3B55">
            <w:pPr>
              <w:pStyle w:val="Body"/>
              <w:jc w:val="center"/>
            </w:pPr>
          </w:p>
        </w:tc>
      </w:tr>
      <w:tr w:rsidR="001B7F97" w14:paraId="32C5AAEB" w14:textId="77777777" w:rsidTr="002B1772">
        <w:tc>
          <w:tcPr>
            <w:tcW w:w="7508" w:type="dxa"/>
          </w:tcPr>
          <w:p w14:paraId="32C5AAE9" w14:textId="125C8357" w:rsidR="001B7F97" w:rsidRPr="00D77D3C" w:rsidRDefault="004C4323" w:rsidP="00DB0ECE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1B7F97" w:rsidRPr="00D77D3C">
              <w:rPr>
                <w:sz w:val="22"/>
                <w:szCs w:val="22"/>
              </w:rPr>
              <w:t xml:space="preserve">nform the employer that they will not be </w:t>
            </w:r>
            <w:r w:rsidR="00D73AF1" w:rsidRPr="00D77D3C">
              <w:rPr>
                <w:sz w:val="22"/>
                <w:szCs w:val="22"/>
              </w:rPr>
              <w:t>participating in any more training</w:t>
            </w:r>
          </w:p>
        </w:tc>
        <w:tc>
          <w:tcPr>
            <w:tcW w:w="1552" w:type="dxa"/>
          </w:tcPr>
          <w:p w14:paraId="32C5AAEA" w14:textId="77777777" w:rsidR="001B7F97" w:rsidRDefault="001B7F97" w:rsidP="00CA3B55">
            <w:pPr>
              <w:pStyle w:val="Body"/>
              <w:jc w:val="center"/>
            </w:pPr>
          </w:p>
        </w:tc>
      </w:tr>
      <w:tr w:rsidR="001B7F97" w14:paraId="32C5AAEE" w14:textId="77777777" w:rsidTr="002B1772">
        <w:tc>
          <w:tcPr>
            <w:tcW w:w="7508" w:type="dxa"/>
          </w:tcPr>
          <w:p w14:paraId="32C5AAEC" w14:textId="59A436F9" w:rsidR="001B7F97" w:rsidRPr="00D77D3C" w:rsidRDefault="004C4323" w:rsidP="00DB0ECE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1B7F97" w:rsidRPr="00D77D3C">
              <w:rPr>
                <w:sz w:val="22"/>
                <w:szCs w:val="22"/>
              </w:rPr>
              <w:t>ake leave if expectations are too high</w:t>
            </w:r>
          </w:p>
        </w:tc>
        <w:tc>
          <w:tcPr>
            <w:tcW w:w="1552" w:type="dxa"/>
          </w:tcPr>
          <w:p w14:paraId="32C5AAED" w14:textId="77777777" w:rsidR="001B7F97" w:rsidRDefault="001B7F97" w:rsidP="00CA3B55">
            <w:pPr>
              <w:pStyle w:val="Body"/>
              <w:jc w:val="center"/>
            </w:pPr>
          </w:p>
        </w:tc>
      </w:tr>
    </w:tbl>
    <w:p w14:paraId="32C5AAEF" w14:textId="77777777" w:rsidR="001B7F97" w:rsidRDefault="001B7F97" w:rsidP="001B7F97"/>
    <w:p w14:paraId="32C5AAF0" w14:textId="77777777" w:rsidR="001B7F97" w:rsidRDefault="001B7F97" w:rsidP="001B7F97">
      <w:r>
        <w:br w:type="page"/>
      </w:r>
    </w:p>
    <w:p w14:paraId="32C5AAF1" w14:textId="77777777" w:rsidR="001B7F97" w:rsidRDefault="001B7F97" w:rsidP="00DB0ECE">
      <w:pPr>
        <w:pStyle w:val="ListParagraph"/>
        <w:numPr>
          <w:ilvl w:val="0"/>
          <w:numId w:val="5"/>
        </w:numPr>
      </w:pPr>
      <w:r w:rsidRPr="00D77D3C">
        <w:rPr>
          <w:sz w:val="22"/>
          <w:szCs w:val="22"/>
        </w:rPr>
        <w:lastRenderedPageBreak/>
        <w:t>Data can be used to monitor variations in a process and also to make improvements in a process. For data to be useful it must be</w:t>
      </w:r>
      <w:r>
        <w:t>:</w:t>
      </w:r>
    </w:p>
    <w:p w14:paraId="32C5AAF2" w14:textId="77777777" w:rsidR="001B7F97" w:rsidRDefault="001B7F97" w:rsidP="001B7F9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D73AF1">
        <w:rPr>
          <w:noProof/>
        </w:rPr>
        <w:t>10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508"/>
        <w:gridCol w:w="1552"/>
      </w:tblGrid>
      <w:tr w:rsidR="001B7F97" w14:paraId="32C5AAF5" w14:textId="77777777" w:rsidTr="002B17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2C5AAF3" w14:textId="77777777" w:rsidR="001B7F97" w:rsidRDefault="001B7F97" w:rsidP="00CA3B55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32C5AAF4" w14:textId="77777777" w:rsidR="001B7F97" w:rsidRDefault="001B7F97" w:rsidP="00CA3B55">
            <w:pPr>
              <w:pStyle w:val="Body"/>
            </w:pPr>
            <w:r>
              <w:t>Put X next to your answer</w:t>
            </w:r>
          </w:p>
        </w:tc>
      </w:tr>
      <w:tr w:rsidR="001B7F97" w14:paraId="32C5AAF8" w14:textId="77777777" w:rsidTr="002B1772">
        <w:tc>
          <w:tcPr>
            <w:tcW w:w="7508" w:type="dxa"/>
          </w:tcPr>
          <w:p w14:paraId="32C5AAF6" w14:textId="77777777" w:rsidR="001B7F97" w:rsidRPr="00D77D3C" w:rsidRDefault="00633349" w:rsidP="00DB0ECE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r</w:t>
            </w:r>
            <w:r w:rsidR="001B7F97" w:rsidRPr="00D77D3C">
              <w:rPr>
                <w:sz w:val="22"/>
                <w:szCs w:val="22"/>
              </w:rPr>
              <w:t>elevant</w:t>
            </w:r>
            <w:r w:rsidRPr="00D77D3C">
              <w:rPr>
                <w:sz w:val="22"/>
                <w:szCs w:val="22"/>
              </w:rPr>
              <w:t xml:space="preserve"> and reliable</w:t>
            </w:r>
          </w:p>
        </w:tc>
        <w:tc>
          <w:tcPr>
            <w:tcW w:w="1552" w:type="dxa"/>
          </w:tcPr>
          <w:p w14:paraId="32C5AAF7" w14:textId="77777777" w:rsidR="001B7F97" w:rsidRDefault="001B7F97" w:rsidP="00CA3B55">
            <w:pPr>
              <w:pStyle w:val="Body"/>
              <w:jc w:val="center"/>
            </w:pPr>
          </w:p>
        </w:tc>
      </w:tr>
      <w:tr w:rsidR="001B7F97" w14:paraId="32C5AAFB" w14:textId="77777777" w:rsidTr="002B1772">
        <w:tc>
          <w:tcPr>
            <w:tcW w:w="7508" w:type="dxa"/>
          </w:tcPr>
          <w:p w14:paraId="32C5AAF9" w14:textId="77777777" w:rsidR="001B7F97" w:rsidRPr="00D77D3C" w:rsidRDefault="00633349" w:rsidP="00DB0ECE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representative</w:t>
            </w:r>
          </w:p>
        </w:tc>
        <w:tc>
          <w:tcPr>
            <w:tcW w:w="1552" w:type="dxa"/>
          </w:tcPr>
          <w:p w14:paraId="32C5AAFA" w14:textId="77777777" w:rsidR="001B7F97" w:rsidRDefault="001B7F97" w:rsidP="00CA3B55">
            <w:pPr>
              <w:pStyle w:val="Body"/>
              <w:jc w:val="center"/>
            </w:pPr>
          </w:p>
        </w:tc>
      </w:tr>
      <w:tr w:rsidR="001B7F97" w14:paraId="32C5AAFE" w14:textId="77777777" w:rsidTr="002B1772">
        <w:tc>
          <w:tcPr>
            <w:tcW w:w="7508" w:type="dxa"/>
          </w:tcPr>
          <w:p w14:paraId="32C5AAFC" w14:textId="77777777" w:rsidR="001B7F97" w:rsidRPr="00D77D3C" w:rsidRDefault="001B7F97" w:rsidP="00DB0ECE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readable</w:t>
            </w:r>
          </w:p>
        </w:tc>
        <w:tc>
          <w:tcPr>
            <w:tcW w:w="1552" w:type="dxa"/>
          </w:tcPr>
          <w:p w14:paraId="32C5AAFD" w14:textId="77777777" w:rsidR="001B7F97" w:rsidRDefault="001B7F97" w:rsidP="00CA3B55">
            <w:pPr>
              <w:pStyle w:val="Body"/>
              <w:jc w:val="center"/>
            </w:pPr>
          </w:p>
        </w:tc>
      </w:tr>
      <w:tr w:rsidR="001B7F97" w14:paraId="32C5AB01" w14:textId="77777777" w:rsidTr="002B1772">
        <w:tc>
          <w:tcPr>
            <w:tcW w:w="7508" w:type="dxa"/>
          </w:tcPr>
          <w:p w14:paraId="32C5AAFF" w14:textId="77777777" w:rsidR="001B7F97" w:rsidRPr="00D77D3C" w:rsidRDefault="001B7F97" w:rsidP="00DB0ECE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all of the above</w:t>
            </w:r>
          </w:p>
        </w:tc>
        <w:tc>
          <w:tcPr>
            <w:tcW w:w="1552" w:type="dxa"/>
          </w:tcPr>
          <w:p w14:paraId="32C5AB00" w14:textId="77777777" w:rsidR="001B7F97" w:rsidRDefault="001B7F97" w:rsidP="00CA3B55">
            <w:pPr>
              <w:pStyle w:val="Body"/>
              <w:jc w:val="center"/>
            </w:pPr>
          </w:p>
        </w:tc>
      </w:tr>
    </w:tbl>
    <w:p w14:paraId="32C5AB02" w14:textId="77777777" w:rsidR="001B7F97" w:rsidRPr="001B7F97" w:rsidRDefault="001B7F97" w:rsidP="001B7F97"/>
    <w:p w14:paraId="32C5AB03" w14:textId="285F84BA" w:rsidR="001B7F97" w:rsidRDefault="00D73AF1" w:rsidP="00DB0ECE">
      <w:pPr>
        <w:pStyle w:val="ListParagraph"/>
        <w:numPr>
          <w:ilvl w:val="0"/>
          <w:numId w:val="5"/>
        </w:numPr>
      </w:pPr>
      <w:r w:rsidRPr="00D77D3C">
        <w:rPr>
          <w:sz w:val="22"/>
          <w:szCs w:val="22"/>
        </w:rPr>
        <w:t>Which of the following would be considered appropriate behaviour if you take a customer complaint by phone</w:t>
      </w:r>
      <w:r w:rsidR="00AA2CEB">
        <w:t>?</w:t>
      </w:r>
    </w:p>
    <w:p w14:paraId="32C5AB04" w14:textId="77777777" w:rsidR="00D73AF1" w:rsidRDefault="00D73AF1" w:rsidP="00D73AF1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508"/>
        <w:gridCol w:w="1552"/>
      </w:tblGrid>
      <w:tr w:rsidR="00D73AF1" w14:paraId="32C5AB07" w14:textId="77777777" w:rsidTr="002B17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2C5AB05" w14:textId="77777777" w:rsidR="00D73AF1" w:rsidRDefault="00D73AF1" w:rsidP="00CA3B55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32C5AB06" w14:textId="77777777" w:rsidR="00D73AF1" w:rsidRDefault="00D73AF1" w:rsidP="00CA3B55">
            <w:pPr>
              <w:pStyle w:val="Body"/>
            </w:pPr>
            <w:r>
              <w:t>Put X next to your answer</w:t>
            </w:r>
          </w:p>
        </w:tc>
      </w:tr>
      <w:tr w:rsidR="00D73AF1" w14:paraId="32C5AB0A" w14:textId="77777777" w:rsidTr="002B1772">
        <w:tc>
          <w:tcPr>
            <w:tcW w:w="7508" w:type="dxa"/>
          </w:tcPr>
          <w:p w14:paraId="32C5AB08" w14:textId="77777777" w:rsidR="00D73AF1" w:rsidRPr="00D77D3C" w:rsidRDefault="00D73AF1" w:rsidP="00DB0ECE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Listen carefully and take notes on the call</w:t>
            </w:r>
          </w:p>
        </w:tc>
        <w:tc>
          <w:tcPr>
            <w:tcW w:w="1552" w:type="dxa"/>
          </w:tcPr>
          <w:p w14:paraId="32C5AB09" w14:textId="77777777" w:rsidR="00D73AF1" w:rsidRDefault="00D73AF1" w:rsidP="00CA3B55">
            <w:pPr>
              <w:pStyle w:val="Body"/>
              <w:jc w:val="center"/>
            </w:pPr>
          </w:p>
        </w:tc>
      </w:tr>
      <w:tr w:rsidR="00D73AF1" w14:paraId="32C5AB0D" w14:textId="77777777" w:rsidTr="002B1772">
        <w:tc>
          <w:tcPr>
            <w:tcW w:w="7508" w:type="dxa"/>
          </w:tcPr>
          <w:p w14:paraId="32C5AB0B" w14:textId="77777777" w:rsidR="00D73AF1" w:rsidRPr="00D77D3C" w:rsidRDefault="00D73AF1" w:rsidP="00DB0ECE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Don’t get into an argument or be abusive</w:t>
            </w:r>
          </w:p>
        </w:tc>
        <w:tc>
          <w:tcPr>
            <w:tcW w:w="1552" w:type="dxa"/>
          </w:tcPr>
          <w:p w14:paraId="32C5AB0C" w14:textId="77777777" w:rsidR="00D73AF1" w:rsidRDefault="00D73AF1" w:rsidP="00CA3B55">
            <w:pPr>
              <w:pStyle w:val="Body"/>
              <w:jc w:val="center"/>
            </w:pPr>
          </w:p>
        </w:tc>
      </w:tr>
      <w:tr w:rsidR="00D73AF1" w14:paraId="32C5AB10" w14:textId="77777777" w:rsidTr="002B1772">
        <w:tc>
          <w:tcPr>
            <w:tcW w:w="7508" w:type="dxa"/>
          </w:tcPr>
          <w:p w14:paraId="32C5AB0E" w14:textId="77777777" w:rsidR="00D73AF1" w:rsidRPr="00D77D3C" w:rsidRDefault="00D73AF1" w:rsidP="00DB0ECE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Take responsibility for seeing that the issue is resolved</w:t>
            </w:r>
          </w:p>
        </w:tc>
        <w:tc>
          <w:tcPr>
            <w:tcW w:w="1552" w:type="dxa"/>
          </w:tcPr>
          <w:p w14:paraId="32C5AB0F" w14:textId="77777777" w:rsidR="00D73AF1" w:rsidRDefault="00D73AF1" w:rsidP="00CA3B55">
            <w:pPr>
              <w:pStyle w:val="Body"/>
              <w:jc w:val="center"/>
            </w:pPr>
          </w:p>
        </w:tc>
      </w:tr>
      <w:tr w:rsidR="00D73AF1" w14:paraId="32C5AB13" w14:textId="77777777" w:rsidTr="002B1772">
        <w:tc>
          <w:tcPr>
            <w:tcW w:w="7508" w:type="dxa"/>
          </w:tcPr>
          <w:p w14:paraId="32C5AB11" w14:textId="77777777" w:rsidR="00D73AF1" w:rsidRPr="00D77D3C" w:rsidRDefault="00D73AF1" w:rsidP="00DB0ECE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All the above</w:t>
            </w:r>
          </w:p>
        </w:tc>
        <w:tc>
          <w:tcPr>
            <w:tcW w:w="1552" w:type="dxa"/>
          </w:tcPr>
          <w:p w14:paraId="32C5AB12" w14:textId="77777777" w:rsidR="00D73AF1" w:rsidRDefault="00D73AF1" w:rsidP="00CA3B55">
            <w:pPr>
              <w:pStyle w:val="Body"/>
              <w:jc w:val="center"/>
            </w:pPr>
          </w:p>
        </w:tc>
      </w:tr>
    </w:tbl>
    <w:p w14:paraId="32C5AB14" w14:textId="77777777" w:rsidR="00D73AF1" w:rsidRPr="00D73AF1" w:rsidRDefault="00D73AF1" w:rsidP="00D73AF1"/>
    <w:p w14:paraId="32C5AB15" w14:textId="77777777" w:rsidR="00865273" w:rsidRDefault="00865273">
      <w:pPr>
        <w:tabs>
          <w:tab w:val="clear" w:pos="284"/>
        </w:tabs>
        <w:spacing w:before="0" w:after="200" w:line="276" w:lineRule="auto"/>
      </w:pPr>
      <w:r>
        <w:br w:type="page"/>
      </w:r>
    </w:p>
    <w:p w14:paraId="32C5AB16" w14:textId="77777777" w:rsidR="00865273" w:rsidRDefault="00865273" w:rsidP="00DB0ECE">
      <w:pPr>
        <w:pStyle w:val="ListParagraph"/>
        <w:numPr>
          <w:ilvl w:val="0"/>
          <w:numId w:val="5"/>
        </w:numPr>
      </w:pPr>
    </w:p>
    <w:p w14:paraId="32C5AB17" w14:textId="77777777" w:rsidR="00865273" w:rsidRDefault="00865273" w:rsidP="00865273">
      <w:pPr>
        <w:pStyle w:val="ListParagraph"/>
        <w:ind w:left="786"/>
      </w:pPr>
      <w:r>
        <w:rPr>
          <w:noProof/>
          <w:lang w:eastAsia="en-AU"/>
        </w:rPr>
        <w:t xml:space="preserve">   </w:t>
      </w:r>
      <w:r>
        <w:rPr>
          <w:noProof/>
          <w:lang w:eastAsia="en-AU"/>
        </w:rPr>
        <w:drawing>
          <wp:inline distT="0" distB="0" distL="0" distR="0" wp14:anchorId="32C5AD14" wp14:editId="32C5AD15">
            <wp:extent cx="2457450" cy="1228725"/>
            <wp:effectExtent l="0" t="0" r="0" b="9525"/>
            <wp:docPr id="230" name="Pictur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4574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  <w:lang w:eastAsia="en-AU"/>
        </w:rPr>
        <w:drawing>
          <wp:inline distT="0" distB="0" distL="0" distR="0" wp14:anchorId="32C5AD16" wp14:editId="32C5AD17">
            <wp:extent cx="2095500" cy="1161412"/>
            <wp:effectExtent l="0" t="0" r="0" b="1270"/>
            <wp:docPr id="231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724" cy="1200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5AB18" w14:textId="77777777" w:rsidR="00865273" w:rsidRDefault="00865273" w:rsidP="00865273">
      <w:pPr>
        <w:pStyle w:val="ListParagraph"/>
        <w:ind w:left="786"/>
      </w:pPr>
      <w:r>
        <w:t xml:space="preserve">                                      W                                                                                      X</w:t>
      </w:r>
    </w:p>
    <w:p w14:paraId="32C5AB19" w14:textId="77777777" w:rsidR="00865273" w:rsidRDefault="00865273" w:rsidP="00865273">
      <w:pPr>
        <w:pStyle w:val="ListParagraph"/>
        <w:ind w:left="786"/>
      </w:pPr>
    </w:p>
    <w:p w14:paraId="32C5AB1A" w14:textId="77777777" w:rsidR="00865273" w:rsidRDefault="00865273" w:rsidP="00865273">
      <w:pPr>
        <w:ind w:left="426"/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32C5AD18" wp14:editId="32C5AD19">
            <wp:extent cx="2633663" cy="1504950"/>
            <wp:effectExtent l="0" t="0" r="0" b="0"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966" cy="1516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    </w:t>
      </w:r>
      <w:r>
        <w:rPr>
          <w:noProof/>
          <w:lang w:eastAsia="en-AU"/>
        </w:rPr>
        <w:drawing>
          <wp:inline distT="0" distB="0" distL="0" distR="0" wp14:anchorId="32C5AD1A" wp14:editId="32C5AD1B">
            <wp:extent cx="2571750" cy="1425368"/>
            <wp:effectExtent l="0" t="0" r="0" b="3810"/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062" cy="1442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5AB1B" w14:textId="77777777" w:rsidR="00865273" w:rsidRDefault="00865273" w:rsidP="00865273">
      <w:pPr>
        <w:pStyle w:val="ListParagraph"/>
        <w:ind w:left="786"/>
        <w:rPr>
          <w:noProof/>
          <w:lang w:eastAsia="en-AU"/>
        </w:rPr>
      </w:pPr>
      <w:r>
        <w:rPr>
          <w:noProof/>
          <w:lang w:eastAsia="en-AU"/>
        </w:rPr>
        <w:t xml:space="preserve">                                       Y                                                                                       Z</w:t>
      </w:r>
    </w:p>
    <w:p w14:paraId="32C5AB1C" w14:textId="77777777" w:rsidR="00865273" w:rsidRDefault="00865273" w:rsidP="00865273">
      <w:pPr>
        <w:pStyle w:val="ListParagraph"/>
        <w:ind w:left="786"/>
        <w:rPr>
          <w:noProof/>
          <w:lang w:eastAsia="en-AU"/>
        </w:rPr>
      </w:pPr>
    </w:p>
    <w:p w14:paraId="32C5AB1D" w14:textId="77777777" w:rsidR="00865273" w:rsidRPr="00D77D3C" w:rsidRDefault="00724A3C" w:rsidP="00865273">
      <w:pPr>
        <w:pStyle w:val="ListParagraph"/>
        <w:ind w:left="786"/>
        <w:rPr>
          <w:noProof/>
          <w:sz w:val="22"/>
          <w:szCs w:val="22"/>
          <w:lang w:eastAsia="en-AU"/>
        </w:rPr>
      </w:pPr>
      <w:r w:rsidRPr="00D77D3C">
        <w:rPr>
          <w:noProof/>
          <w:sz w:val="22"/>
          <w:szCs w:val="22"/>
          <w:lang w:eastAsia="en-AU"/>
        </w:rPr>
        <w:t xml:space="preserve">Identify the </w:t>
      </w:r>
      <w:r w:rsidR="00865273" w:rsidRPr="00D77D3C">
        <w:rPr>
          <w:noProof/>
          <w:sz w:val="22"/>
          <w:szCs w:val="22"/>
          <w:lang w:eastAsia="en-AU"/>
        </w:rPr>
        <w:t>process run charts above</w:t>
      </w:r>
      <w:r w:rsidRPr="00D77D3C">
        <w:rPr>
          <w:noProof/>
          <w:sz w:val="22"/>
          <w:szCs w:val="22"/>
          <w:lang w:eastAsia="en-AU"/>
        </w:rPr>
        <w:t xml:space="preserve"> which </w:t>
      </w:r>
      <w:r w:rsidR="00633349" w:rsidRPr="00D77D3C">
        <w:rPr>
          <w:noProof/>
          <w:sz w:val="22"/>
          <w:szCs w:val="22"/>
          <w:lang w:eastAsia="en-AU"/>
        </w:rPr>
        <w:t>show in order:</w:t>
      </w:r>
    </w:p>
    <w:p w14:paraId="32C5AB1E" w14:textId="77777777" w:rsidR="00865273" w:rsidRPr="00D77D3C" w:rsidRDefault="00724A3C" w:rsidP="00DB0ECE">
      <w:pPr>
        <w:pStyle w:val="ListParagraph"/>
        <w:numPr>
          <w:ilvl w:val="0"/>
          <w:numId w:val="18"/>
        </w:numPr>
        <w:rPr>
          <w:noProof/>
          <w:sz w:val="22"/>
          <w:szCs w:val="22"/>
          <w:lang w:eastAsia="en-AU"/>
        </w:rPr>
      </w:pPr>
      <w:r w:rsidRPr="00D77D3C">
        <w:rPr>
          <w:noProof/>
          <w:sz w:val="22"/>
          <w:szCs w:val="22"/>
          <w:lang w:eastAsia="en-AU"/>
        </w:rPr>
        <w:t>A s</w:t>
      </w:r>
      <w:r w:rsidR="00865273" w:rsidRPr="00D77D3C">
        <w:rPr>
          <w:noProof/>
          <w:sz w:val="22"/>
          <w:szCs w:val="22"/>
          <w:lang w:eastAsia="en-AU"/>
        </w:rPr>
        <w:t xml:space="preserve">table </w:t>
      </w:r>
      <w:r w:rsidRPr="00D77D3C">
        <w:rPr>
          <w:noProof/>
          <w:sz w:val="22"/>
          <w:szCs w:val="22"/>
          <w:lang w:eastAsia="en-AU"/>
        </w:rPr>
        <w:t xml:space="preserve">process </w:t>
      </w:r>
      <w:r w:rsidR="00865273" w:rsidRPr="00D77D3C">
        <w:rPr>
          <w:noProof/>
          <w:sz w:val="22"/>
          <w:szCs w:val="22"/>
          <w:lang w:eastAsia="en-AU"/>
        </w:rPr>
        <w:t>running fairly constantly</w:t>
      </w:r>
    </w:p>
    <w:p w14:paraId="32C5AB1F" w14:textId="77777777" w:rsidR="00865273" w:rsidRPr="00D77D3C" w:rsidRDefault="00633349" w:rsidP="00DB0ECE">
      <w:pPr>
        <w:pStyle w:val="ListParagraph"/>
        <w:numPr>
          <w:ilvl w:val="0"/>
          <w:numId w:val="18"/>
        </w:numPr>
        <w:rPr>
          <w:noProof/>
          <w:sz w:val="22"/>
          <w:szCs w:val="22"/>
          <w:lang w:eastAsia="en-AU"/>
        </w:rPr>
      </w:pPr>
      <w:r w:rsidRPr="00D77D3C">
        <w:rPr>
          <w:noProof/>
          <w:sz w:val="22"/>
          <w:szCs w:val="22"/>
          <w:lang w:eastAsia="en-AU"/>
        </w:rPr>
        <w:t>The process showing</w:t>
      </w:r>
      <w:r w:rsidR="00724A3C" w:rsidRPr="00D77D3C">
        <w:rPr>
          <w:noProof/>
          <w:sz w:val="22"/>
          <w:szCs w:val="22"/>
          <w:lang w:eastAsia="en-AU"/>
        </w:rPr>
        <w:t xml:space="preserve"> recuring cycles of high, medium to low results</w:t>
      </w:r>
    </w:p>
    <w:p w14:paraId="32C5AB20" w14:textId="77777777" w:rsidR="00865273" w:rsidRPr="00D77D3C" w:rsidRDefault="00724A3C" w:rsidP="00DB0ECE">
      <w:pPr>
        <w:pStyle w:val="ListParagraph"/>
        <w:numPr>
          <w:ilvl w:val="0"/>
          <w:numId w:val="18"/>
        </w:numPr>
        <w:rPr>
          <w:noProof/>
          <w:sz w:val="22"/>
          <w:szCs w:val="22"/>
          <w:lang w:eastAsia="en-AU"/>
        </w:rPr>
      </w:pPr>
      <w:r w:rsidRPr="00D77D3C">
        <w:rPr>
          <w:noProof/>
          <w:sz w:val="22"/>
          <w:szCs w:val="22"/>
          <w:lang w:eastAsia="en-AU"/>
        </w:rPr>
        <w:t>The p</w:t>
      </w:r>
      <w:r w:rsidR="00865273" w:rsidRPr="00D77D3C">
        <w:rPr>
          <w:noProof/>
          <w:sz w:val="22"/>
          <w:szCs w:val="22"/>
          <w:lang w:eastAsia="en-AU"/>
        </w:rPr>
        <w:t xml:space="preserve">rocess </w:t>
      </w:r>
      <w:r w:rsidRPr="00D77D3C">
        <w:rPr>
          <w:noProof/>
          <w:sz w:val="22"/>
          <w:szCs w:val="22"/>
          <w:lang w:eastAsia="en-AU"/>
        </w:rPr>
        <w:t xml:space="preserve">is </w:t>
      </w:r>
      <w:r w:rsidR="00865273" w:rsidRPr="00D77D3C">
        <w:rPr>
          <w:noProof/>
          <w:sz w:val="22"/>
          <w:szCs w:val="22"/>
          <w:lang w:eastAsia="en-AU"/>
        </w:rPr>
        <w:t xml:space="preserve">jumping </w:t>
      </w:r>
      <w:r w:rsidRPr="00D77D3C">
        <w:rPr>
          <w:noProof/>
          <w:sz w:val="22"/>
          <w:szCs w:val="22"/>
          <w:lang w:eastAsia="en-AU"/>
        </w:rPr>
        <w:t>from highs to lows</w:t>
      </w:r>
    </w:p>
    <w:p w14:paraId="32C5AB21" w14:textId="77777777" w:rsidR="00865273" w:rsidRPr="00D77D3C" w:rsidRDefault="00724A3C" w:rsidP="00DB0ECE">
      <w:pPr>
        <w:pStyle w:val="ListParagraph"/>
        <w:numPr>
          <w:ilvl w:val="0"/>
          <w:numId w:val="18"/>
        </w:numPr>
        <w:rPr>
          <w:noProof/>
          <w:sz w:val="22"/>
          <w:szCs w:val="22"/>
          <w:lang w:eastAsia="en-AU"/>
        </w:rPr>
      </w:pPr>
      <w:r w:rsidRPr="00D77D3C">
        <w:rPr>
          <w:noProof/>
          <w:sz w:val="22"/>
          <w:szCs w:val="22"/>
          <w:lang w:eastAsia="en-AU"/>
        </w:rPr>
        <w:t>The process is heading out of control</w:t>
      </w:r>
    </w:p>
    <w:p w14:paraId="32C5AB22" w14:textId="77777777" w:rsidR="00724A3C" w:rsidRDefault="00724A3C" w:rsidP="00724A3C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508"/>
        <w:gridCol w:w="1552"/>
      </w:tblGrid>
      <w:tr w:rsidR="00724A3C" w14:paraId="32C5AB25" w14:textId="77777777" w:rsidTr="008828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2C5AB23" w14:textId="77777777" w:rsidR="00724A3C" w:rsidRDefault="00724A3C" w:rsidP="00CA3B55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32C5AB24" w14:textId="77777777" w:rsidR="00724A3C" w:rsidRDefault="00724A3C" w:rsidP="00CA3B55">
            <w:pPr>
              <w:pStyle w:val="Body"/>
            </w:pPr>
            <w:r>
              <w:t>Put X next to your answer</w:t>
            </w:r>
          </w:p>
        </w:tc>
      </w:tr>
      <w:tr w:rsidR="00724A3C" w14:paraId="32C5AB28" w14:textId="77777777" w:rsidTr="008828D1">
        <w:tc>
          <w:tcPr>
            <w:tcW w:w="7508" w:type="dxa"/>
          </w:tcPr>
          <w:p w14:paraId="32C5AB26" w14:textId="5831DE99" w:rsidR="00724A3C" w:rsidRPr="00D77D3C" w:rsidRDefault="00724A3C" w:rsidP="00DB0ECE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 xml:space="preserve">Z, </w:t>
            </w:r>
            <w:r w:rsidR="00D77D3C">
              <w:rPr>
                <w:sz w:val="22"/>
                <w:szCs w:val="22"/>
              </w:rPr>
              <w:t xml:space="preserve">   </w:t>
            </w:r>
            <w:r w:rsidRPr="00D77D3C">
              <w:rPr>
                <w:sz w:val="22"/>
                <w:szCs w:val="22"/>
              </w:rPr>
              <w:t xml:space="preserve">W, </w:t>
            </w:r>
            <w:r w:rsidR="00D77D3C">
              <w:rPr>
                <w:sz w:val="22"/>
                <w:szCs w:val="22"/>
              </w:rPr>
              <w:t xml:space="preserve">   </w:t>
            </w:r>
            <w:r w:rsidRPr="00D77D3C">
              <w:rPr>
                <w:sz w:val="22"/>
                <w:szCs w:val="22"/>
              </w:rPr>
              <w:t xml:space="preserve">X, </w:t>
            </w:r>
            <w:r w:rsidR="00D77D3C">
              <w:rPr>
                <w:sz w:val="22"/>
                <w:szCs w:val="22"/>
              </w:rPr>
              <w:t xml:space="preserve">   </w:t>
            </w:r>
            <w:r w:rsidRPr="00D77D3C">
              <w:rPr>
                <w:sz w:val="22"/>
                <w:szCs w:val="22"/>
              </w:rPr>
              <w:t>Y</w:t>
            </w:r>
          </w:p>
        </w:tc>
        <w:tc>
          <w:tcPr>
            <w:tcW w:w="1552" w:type="dxa"/>
          </w:tcPr>
          <w:p w14:paraId="32C5AB27" w14:textId="77777777" w:rsidR="00724A3C" w:rsidRDefault="00724A3C" w:rsidP="00CA3B55">
            <w:pPr>
              <w:pStyle w:val="Body"/>
              <w:jc w:val="center"/>
            </w:pPr>
          </w:p>
        </w:tc>
      </w:tr>
      <w:tr w:rsidR="00724A3C" w14:paraId="32C5AB2B" w14:textId="77777777" w:rsidTr="008828D1">
        <w:tc>
          <w:tcPr>
            <w:tcW w:w="7508" w:type="dxa"/>
          </w:tcPr>
          <w:p w14:paraId="32C5AB29" w14:textId="7953AF21" w:rsidR="00724A3C" w:rsidRPr="00D77D3C" w:rsidRDefault="00724A3C" w:rsidP="00DB0ECE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 xml:space="preserve">Z, </w:t>
            </w:r>
            <w:r w:rsidR="00D77D3C">
              <w:rPr>
                <w:sz w:val="22"/>
                <w:szCs w:val="22"/>
              </w:rPr>
              <w:t xml:space="preserve">   </w:t>
            </w:r>
            <w:r w:rsidRPr="00D77D3C">
              <w:rPr>
                <w:sz w:val="22"/>
                <w:szCs w:val="22"/>
              </w:rPr>
              <w:t xml:space="preserve">X, </w:t>
            </w:r>
            <w:r w:rsidR="00D77D3C">
              <w:rPr>
                <w:sz w:val="22"/>
                <w:szCs w:val="22"/>
              </w:rPr>
              <w:t xml:space="preserve">   </w:t>
            </w:r>
            <w:r w:rsidRPr="00D77D3C">
              <w:rPr>
                <w:sz w:val="22"/>
                <w:szCs w:val="22"/>
              </w:rPr>
              <w:t xml:space="preserve">W, </w:t>
            </w:r>
            <w:r w:rsidR="00D77D3C">
              <w:rPr>
                <w:sz w:val="22"/>
                <w:szCs w:val="22"/>
              </w:rPr>
              <w:t xml:space="preserve">   </w:t>
            </w:r>
            <w:r w:rsidRPr="00D77D3C">
              <w:rPr>
                <w:sz w:val="22"/>
                <w:szCs w:val="22"/>
              </w:rPr>
              <w:t>Y</w:t>
            </w:r>
          </w:p>
        </w:tc>
        <w:tc>
          <w:tcPr>
            <w:tcW w:w="1552" w:type="dxa"/>
          </w:tcPr>
          <w:p w14:paraId="32C5AB2A" w14:textId="77777777" w:rsidR="00724A3C" w:rsidRDefault="00724A3C" w:rsidP="00CA3B55">
            <w:pPr>
              <w:pStyle w:val="Body"/>
              <w:jc w:val="center"/>
            </w:pPr>
          </w:p>
        </w:tc>
      </w:tr>
      <w:tr w:rsidR="00724A3C" w14:paraId="32C5AB2E" w14:textId="77777777" w:rsidTr="008828D1">
        <w:tc>
          <w:tcPr>
            <w:tcW w:w="7508" w:type="dxa"/>
          </w:tcPr>
          <w:p w14:paraId="32C5AB2C" w14:textId="256DE8B4" w:rsidR="00724A3C" w:rsidRPr="00D77D3C" w:rsidRDefault="00724A3C" w:rsidP="00DB0ECE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X,</w:t>
            </w:r>
            <w:r w:rsidR="00D77D3C">
              <w:rPr>
                <w:sz w:val="22"/>
                <w:szCs w:val="22"/>
              </w:rPr>
              <w:t xml:space="preserve">   </w:t>
            </w:r>
            <w:r w:rsidRPr="00D77D3C">
              <w:rPr>
                <w:sz w:val="22"/>
                <w:szCs w:val="22"/>
              </w:rPr>
              <w:t xml:space="preserve"> Y, </w:t>
            </w:r>
            <w:r w:rsidR="00D77D3C">
              <w:rPr>
                <w:sz w:val="22"/>
                <w:szCs w:val="22"/>
              </w:rPr>
              <w:t xml:space="preserve">   </w:t>
            </w:r>
            <w:r w:rsidRPr="00D77D3C">
              <w:rPr>
                <w:sz w:val="22"/>
                <w:szCs w:val="22"/>
              </w:rPr>
              <w:t xml:space="preserve">Z, </w:t>
            </w:r>
            <w:r w:rsidR="00D77D3C">
              <w:rPr>
                <w:sz w:val="22"/>
                <w:szCs w:val="22"/>
              </w:rPr>
              <w:t xml:space="preserve">   </w:t>
            </w:r>
            <w:r w:rsidRPr="00D77D3C">
              <w:rPr>
                <w:sz w:val="22"/>
                <w:szCs w:val="22"/>
              </w:rPr>
              <w:t>W</w:t>
            </w:r>
          </w:p>
        </w:tc>
        <w:tc>
          <w:tcPr>
            <w:tcW w:w="1552" w:type="dxa"/>
          </w:tcPr>
          <w:p w14:paraId="32C5AB2D" w14:textId="77777777" w:rsidR="00724A3C" w:rsidRDefault="00724A3C" w:rsidP="00CA3B55">
            <w:pPr>
              <w:pStyle w:val="Body"/>
              <w:jc w:val="center"/>
            </w:pPr>
          </w:p>
        </w:tc>
      </w:tr>
      <w:tr w:rsidR="00724A3C" w14:paraId="32C5AB31" w14:textId="77777777" w:rsidTr="008828D1">
        <w:tc>
          <w:tcPr>
            <w:tcW w:w="7508" w:type="dxa"/>
          </w:tcPr>
          <w:p w14:paraId="32C5AB2F" w14:textId="4CB2E265" w:rsidR="00724A3C" w:rsidRPr="00D77D3C" w:rsidRDefault="001B09EE" w:rsidP="00DB0ECE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Z,</w:t>
            </w:r>
            <w:r w:rsidR="00D77D3C">
              <w:rPr>
                <w:sz w:val="22"/>
                <w:szCs w:val="22"/>
              </w:rPr>
              <w:t xml:space="preserve">   </w:t>
            </w:r>
            <w:r w:rsidRPr="00D77D3C">
              <w:rPr>
                <w:sz w:val="22"/>
                <w:szCs w:val="22"/>
              </w:rPr>
              <w:t xml:space="preserve"> Y, </w:t>
            </w:r>
            <w:r w:rsidR="00D77D3C">
              <w:rPr>
                <w:sz w:val="22"/>
                <w:szCs w:val="22"/>
              </w:rPr>
              <w:t xml:space="preserve">  </w:t>
            </w:r>
            <w:r w:rsidRPr="00D77D3C">
              <w:rPr>
                <w:sz w:val="22"/>
                <w:szCs w:val="22"/>
              </w:rPr>
              <w:t xml:space="preserve">W, </w:t>
            </w:r>
            <w:r w:rsidR="00D77D3C">
              <w:rPr>
                <w:sz w:val="22"/>
                <w:szCs w:val="22"/>
              </w:rPr>
              <w:t xml:space="preserve">   </w:t>
            </w:r>
            <w:r w:rsidRPr="00D77D3C">
              <w:rPr>
                <w:sz w:val="22"/>
                <w:szCs w:val="22"/>
              </w:rPr>
              <w:t>X</w:t>
            </w:r>
          </w:p>
        </w:tc>
        <w:tc>
          <w:tcPr>
            <w:tcW w:w="1552" w:type="dxa"/>
          </w:tcPr>
          <w:p w14:paraId="32C5AB30" w14:textId="77777777" w:rsidR="00724A3C" w:rsidRDefault="00724A3C" w:rsidP="00CA3B55">
            <w:pPr>
              <w:pStyle w:val="Body"/>
              <w:jc w:val="center"/>
            </w:pPr>
          </w:p>
        </w:tc>
      </w:tr>
    </w:tbl>
    <w:p w14:paraId="32C5AB33" w14:textId="03D44883" w:rsidR="00D73AF1" w:rsidRPr="001B7F97" w:rsidRDefault="00D73AF1" w:rsidP="00307E21"/>
    <w:p w14:paraId="79A1E85A" w14:textId="1F0F7CAB" w:rsidR="001B7F97" w:rsidRPr="00FD3628" w:rsidRDefault="00D77D3C" w:rsidP="00307E21">
      <w:pPr>
        <w:tabs>
          <w:tab w:val="clear" w:pos="284"/>
        </w:tabs>
        <w:spacing w:before="0" w:after="200" w:line="276" w:lineRule="auto"/>
      </w:pPr>
      <w:r>
        <w:br w:type="page"/>
      </w:r>
    </w:p>
    <w:p w14:paraId="32C5AB35" w14:textId="77777777" w:rsidR="00DB0ECE" w:rsidRPr="00307E21" w:rsidRDefault="00DB0ECE" w:rsidP="00DB0ECE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kern w:val="22"/>
          <w:sz w:val="36"/>
          <w:szCs w:val="36"/>
          <w:lang w:eastAsia="en-AU"/>
        </w:rPr>
      </w:pPr>
      <w:r w:rsidRPr="00307E21">
        <w:rPr>
          <w:rFonts w:eastAsia="Times New Roman"/>
          <w:noProof/>
          <w:kern w:val="22"/>
          <w:sz w:val="22"/>
          <w:szCs w:val="22"/>
          <w:lang w:eastAsia="en-AU"/>
        </w:rPr>
        <w:lastRenderedPageBreak/>
        <w:t>‘Right first time’ is about</w:t>
      </w:r>
      <w:r w:rsidRPr="00307E21">
        <w:rPr>
          <w:rFonts w:eastAsia="Times New Roman"/>
          <w:noProof/>
          <w:kern w:val="22"/>
          <w:szCs w:val="24"/>
          <w:lang w:eastAsia="en-AU"/>
        </w:rPr>
        <w:t>:</w:t>
      </w:r>
    </w:p>
    <w:p w14:paraId="32C5AB36" w14:textId="77777777" w:rsidR="00DB0ECE" w:rsidRDefault="00DB0ECE" w:rsidP="00DB0ECE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508"/>
        <w:gridCol w:w="1552"/>
      </w:tblGrid>
      <w:tr w:rsidR="00DB0ECE" w14:paraId="32C5AB39" w14:textId="77777777" w:rsidTr="008828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2C5AB37" w14:textId="77777777" w:rsidR="00DB0ECE" w:rsidRDefault="00DB0ECE" w:rsidP="00CA3B55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32C5AB38" w14:textId="77777777" w:rsidR="00DB0ECE" w:rsidRDefault="00DB0ECE" w:rsidP="00CA3B55">
            <w:pPr>
              <w:pStyle w:val="Body"/>
            </w:pPr>
            <w:r>
              <w:t>Put X next to your answer</w:t>
            </w:r>
          </w:p>
        </w:tc>
      </w:tr>
      <w:tr w:rsidR="00DB0ECE" w14:paraId="32C5AB3C" w14:textId="77777777" w:rsidTr="008828D1">
        <w:tc>
          <w:tcPr>
            <w:tcW w:w="7508" w:type="dxa"/>
          </w:tcPr>
          <w:p w14:paraId="32C5AB3A" w14:textId="77777777" w:rsidR="00DB0ECE" w:rsidRPr="00D77D3C" w:rsidRDefault="00DB0ECE" w:rsidP="00DB0ECE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effective planning</w:t>
            </w:r>
          </w:p>
        </w:tc>
        <w:tc>
          <w:tcPr>
            <w:tcW w:w="1552" w:type="dxa"/>
          </w:tcPr>
          <w:p w14:paraId="32C5AB3B" w14:textId="77777777" w:rsidR="00DB0ECE" w:rsidRDefault="00DB0ECE" w:rsidP="00CA3B55">
            <w:pPr>
              <w:pStyle w:val="Body"/>
              <w:jc w:val="center"/>
            </w:pPr>
          </w:p>
        </w:tc>
      </w:tr>
      <w:tr w:rsidR="00DB0ECE" w14:paraId="32C5AB3F" w14:textId="77777777" w:rsidTr="008828D1">
        <w:tc>
          <w:tcPr>
            <w:tcW w:w="7508" w:type="dxa"/>
          </w:tcPr>
          <w:p w14:paraId="32C5AB3D" w14:textId="77777777" w:rsidR="00DB0ECE" w:rsidRPr="00D77D3C" w:rsidRDefault="00DB0ECE" w:rsidP="00DB0ECE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organisation</w:t>
            </w:r>
          </w:p>
        </w:tc>
        <w:tc>
          <w:tcPr>
            <w:tcW w:w="1552" w:type="dxa"/>
          </w:tcPr>
          <w:p w14:paraId="32C5AB3E" w14:textId="77777777" w:rsidR="00DB0ECE" w:rsidRDefault="00DB0ECE" w:rsidP="00CA3B55">
            <w:pPr>
              <w:pStyle w:val="Body"/>
              <w:jc w:val="center"/>
            </w:pPr>
          </w:p>
        </w:tc>
      </w:tr>
      <w:tr w:rsidR="00DB0ECE" w14:paraId="32C5AB42" w14:textId="77777777" w:rsidTr="008828D1">
        <w:tc>
          <w:tcPr>
            <w:tcW w:w="7508" w:type="dxa"/>
          </w:tcPr>
          <w:p w14:paraId="32C5AB40" w14:textId="77777777" w:rsidR="00DB0ECE" w:rsidRPr="00D77D3C" w:rsidRDefault="00DB0ECE" w:rsidP="00DB0ECE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minimising mistakes and errors</w:t>
            </w:r>
          </w:p>
        </w:tc>
        <w:tc>
          <w:tcPr>
            <w:tcW w:w="1552" w:type="dxa"/>
          </w:tcPr>
          <w:p w14:paraId="32C5AB41" w14:textId="77777777" w:rsidR="00DB0ECE" w:rsidRDefault="00DB0ECE" w:rsidP="00CA3B55">
            <w:pPr>
              <w:pStyle w:val="Body"/>
              <w:jc w:val="center"/>
            </w:pPr>
          </w:p>
        </w:tc>
      </w:tr>
      <w:tr w:rsidR="00DB0ECE" w14:paraId="32C5AB45" w14:textId="77777777" w:rsidTr="008828D1">
        <w:tc>
          <w:tcPr>
            <w:tcW w:w="7508" w:type="dxa"/>
          </w:tcPr>
          <w:p w14:paraId="32C5AB43" w14:textId="77777777" w:rsidR="00DB0ECE" w:rsidRPr="00D77D3C" w:rsidRDefault="00DB0ECE" w:rsidP="00DB0ECE">
            <w:pPr>
              <w:pStyle w:val="Body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all of the above</w:t>
            </w:r>
          </w:p>
        </w:tc>
        <w:tc>
          <w:tcPr>
            <w:tcW w:w="1552" w:type="dxa"/>
          </w:tcPr>
          <w:p w14:paraId="32C5AB44" w14:textId="77777777" w:rsidR="00DB0ECE" w:rsidRDefault="00DB0ECE" w:rsidP="00CA3B55">
            <w:pPr>
              <w:pStyle w:val="Body"/>
              <w:jc w:val="center"/>
            </w:pPr>
          </w:p>
        </w:tc>
      </w:tr>
    </w:tbl>
    <w:p w14:paraId="1F8F31E5" w14:textId="77777777" w:rsidR="00D77D3C" w:rsidRDefault="00D77D3C" w:rsidP="00D77D3C">
      <w:pPr>
        <w:pStyle w:val="ListParagraph"/>
        <w:ind w:left="644"/>
      </w:pPr>
    </w:p>
    <w:p w14:paraId="32C5AB46" w14:textId="6190C49A" w:rsidR="001511B8" w:rsidRPr="00D77D3C" w:rsidRDefault="032D3751" w:rsidP="001511B8">
      <w:pPr>
        <w:pStyle w:val="ListParagraph"/>
        <w:numPr>
          <w:ilvl w:val="0"/>
          <w:numId w:val="5"/>
        </w:numPr>
        <w:rPr>
          <w:sz w:val="22"/>
          <w:szCs w:val="22"/>
        </w:rPr>
      </w:pPr>
      <w:proofErr w:type="spellStart"/>
      <w:r w:rsidRPr="00D77D3C">
        <w:rPr>
          <w:sz w:val="22"/>
          <w:szCs w:val="22"/>
        </w:rPr>
        <w:t>AllSci</w:t>
      </w:r>
      <w:proofErr w:type="spellEnd"/>
      <w:r w:rsidRPr="00D77D3C">
        <w:rPr>
          <w:sz w:val="22"/>
          <w:szCs w:val="22"/>
        </w:rPr>
        <w:t xml:space="preserve"> laboratory runs daily microbiology tests on the city water supply. E.coli are used as a measure of faecal contamination of the water supply. The specification is 10 ± </w:t>
      </w:r>
      <w:r w:rsidR="00AA2CEB">
        <w:rPr>
          <w:sz w:val="22"/>
          <w:szCs w:val="22"/>
        </w:rPr>
        <w:t xml:space="preserve">1 colonies/1 mL water maximum. </w:t>
      </w:r>
      <w:r w:rsidRPr="00D77D3C">
        <w:rPr>
          <w:sz w:val="22"/>
          <w:szCs w:val="22"/>
        </w:rPr>
        <w:t xml:space="preserve">The following table shows results from samples collected from eight locations.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2268"/>
      </w:tblGrid>
      <w:tr w:rsidR="001511B8" w:rsidRPr="00D77D3C" w14:paraId="32C5AB49" w14:textId="77777777" w:rsidTr="001511B8">
        <w:trPr>
          <w:jc w:val="center"/>
        </w:trPr>
        <w:tc>
          <w:tcPr>
            <w:tcW w:w="127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47" w14:textId="77777777" w:rsidR="001511B8" w:rsidRPr="00D77D3C" w:rsidRDefault="001511B8" w:rsidP="00FD2D44">
            <w:pPr>
              <w:pStyle w:val="Body"/>
              <w:spacing w:before="0" w:after="0" w:line="240" w:lineRule="auto"/>
              <w:rPr>
                <w:b/>
                <w:sz w:val="22"/>
                <w:szCs w:val="22"/>
              </w:rPr>
            </w:pPr>
            <w:r w:rsidRPr="00D77D3C">
              <w:rPr>
                <w:b/>
                <w:sz w:val="22"/>
                <w:szCs w:val="22"/>
              </w:rPr>
              <w:t>Location</w:t>
            </w:r>
          </w:p>
        </w:tc>
        <w:tc>
          <w:tcPr>
            <w:tcW w:w="226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48" w14:textId="77777777" w:rsidR="001511B8" w:rsidRPr="00D77D3C" w:rsidRDefault="001511B8" w:rsidP="00660572">
            <w:pPr>
              <w:pStyle w:val="Body"/>
              <w:spacing w:before="0" w:after="0" w:line="240" w:lineRule="auto"/>
              <w:jc w:val="right"/>
              <w:rPr>
                <w:b/>
                <w:sz w:val="22"/>
                <w:szCs w:val="22"/>
              </w:rPr>
            </w:pPr>
            <w:r w:rsidRPr="00D77D3C">
              <w:rPr>
                <w:b/>
                <w:sz w:val="22"/>
                <w:szCs w:val="22"/>
              </w:rPr>
              <w:t>E Coli/ 1 mL water</w:t>
            </w:r>
          </w:p>
        </w:tc>
      </w:tr>
      <w:tr w:rsidR="001511B8" w:rsidRPr="00D77D3C" w14:paraId="32C5AB4C" w14:textId="77777777" w:rsidTr="001511B8">
        <w:trPr>
          <w:jc w:val="center"/>
        </w:trPr>
        <w:tc>
          <w:tcPr>
            <w:tcW w:w="127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4A" w14:textId="77777777" w:rsidR="001511B8" w:rsidRPr="00D77D3C" w:rsidRDefault="001511B8" w:rsidP="00FD2D44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4B" w14:textId="77777777" w:rsidR="001511B8" w:rsidRPr="00D77D3C" w:rsidRDefault="001511B8" w:rsidP="00FD2D44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25</w:t>
            </w:r>
          </w:p>
        </w:tc>
      </w:tr>
      <w:tr w:rsidR="001511B8" w:rsidRPr="00D77D3C" w14:paraId="32C5AB4F" w14:textId="77777777" w:rsidTr="001511B8">
        <w:trPr>
          <w:jc w:val="center"/>
        </w:trPr>
        <w:tc>
          <w:tcPr>
            <w:tcW w:w="127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4D" w14:textId="77777777" w:rsidR="001511B8" w:rsidRPr="00D77D3C" w:rsidRDefault="001511B8" w:rsidP="00FD2D44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4E" w14:textId="77777777" w:rsidR="001511B8" w:rsidRPr="00D77D3C" w:rsidRDefault="001511B8" w:rsidP="00FD2D44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3</w:t>
            </w:r>
          </w:p>
        </w:tc>
      </w:tr>
      <w:tr w:rsidR="001511B8" w:rsidRPr="00D77D3C" w14:paraId="32C5AB52" w14:textId="77777777" w:rsidTr="001511B8">
        <w:trPr>
          <w:jc w:val="center"/>
        </w:trPr>
        <w:tc>
          <w:tcPr>
            <w:tcW w:w="127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50" w14:textId="77777777" w:rsidR="001511B8" w:rsidRPr="00D77D3C" w:rsidRDefault="001511B8" w:rsidP="00FD2D44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51" w14:textId="77777777" w:rsidR="001511B8" w:rsidRPr="00D77D3C" w:rsidRDefault="001511B8" w:rsidP="00FD2D44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9</w:t>
            </w:r>
          </w:p>
        </w:tc>
      </w:tr>
      <w:tr w:rsidR="001511B8" w:rsidRPr="00D77D3C" w14:paraId="32C5AB55" w14:textId="77777777" w:rsidTr="001511B8">
        <w:trPr>
          <w:jc w:val="center"/>
        </w:trPr>
        <w:tc>
          <w:tcPr>
            <w:tcW w:w="127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53" w14:textId="77777777" w:rsidR="001511B8" w:rsidRPr="00D77D3C" w:rsidRDefault="001511B8" w:rsidP="00FD2D44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54" w14:textId="77777777" w:rsidR="001511B8" w:rsidRPr="00D77D3C" w:rsidRDefault="001511B8" w:rsidP="00FD2D44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11</w:t>
            </w:r>
          </w:p>
        </w:tc>
      </w:tr>
      <w:tr w:rsidR="001511B8" w:rsidRPr="00D77D3C" w14:paraId="32C5AB58" w14:textId="77777777" w:rsidTr="001511B8">
        <w:trPr>
          <w:jc w:val="center"/>
        </w:trPr>
        <w:tc>
          <w:tcPr>
            <w:tcW w:w="127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56" w14:textId="77777777" w:rsidR="001511B8" w:rsidRPr="00D77D3C" w:rsidRDefault="001511B8" w:rsidP="00FD2D44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57" w14:textId="77777777" w:rsidR="001511B8" w:rsidRPr="00D77D3C" w:rsidRDefault="001511B8" w:rsidP="00FD2D44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12</w:t>
            </w:r>
          </w:p>
        </w:tc>
      </w:tr>
      <w:tr w:rsidR="001511B8" w:rsidRPr="00D77D3C" w14:paraId="32C5AB5B" w14:textId="77777777" w:rsidTr="001511B8">
        <w:trPr>
          <w:jc w:val="center"/>
        </w:trPr>
        <w:tc>
          <w:tcPr>
            <w:tcW w:w="127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59" w14:textId="77777777" w:rsidR="001511B8" w:rsidRPr="00D77D3C" w:rsidRDefault="001511B8" w:rsidP="00FD2D44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5A" w14:textId="77777777" w:rsidR="001511B8" w:rsidRPr="00D77D3C" w:rsidRDefault="001511B8" w:rsidP="00FD2D44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1</w:t>
            </w:r>
            <w:r w:rsidR="00FD2D44" w:rsidRPr="00D77D3C">
              <w:rPr>
                <w:sz w:val="22"/>
                <w:szCs w:val="22"/>
              </w:rPr>
              <w:t>0</w:t>
            </w:r>
          </w:p>
        </w:tc>
      </w:tr>
      <w:tr w:rsidR="001511B8" w:rsidRPr="00D77D3C" w14:paraId="32C5AB5E" w14:textId="77777777" w:rsidTr="001511B8">
        <w:trPr>
          <w:jc w:val="center"/>
        </w:trPr>
        <w:tc>
          <w:tcPr>
            <w:tcW w:w="127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5C" w14:textId="77777777" w:rsidR="001511B8" w:rsidRPr="00D77D3C" w:rsidRDefault="001511B8" w:rsidP="00FD2D44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5D" w14:textId="77777777" w:rsidR="001511B8" w:rsidRPr="00D77D3C" w:rsidRDefault="001511B8" w:rsidP="00FD2D44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8</w:t>
            </w:r>
          </w:p>
        </w:tc>
      </w:tr>
      <w:tr w:rsidR="00CA3B55" w:rsidRPr="00D77D3C" w14:paraId="32C5AB61" w14:textId="77777777" w:rsidTr="001511B8">
        <w:trPr>
          <w:jc w:val="center"/>
        </w:trPr>
        <w:tc>
          <w:tcPr>
            <w:tcW w:w="127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5F" w14:textId="77777777" w:rsidR="00CA3B55" w:rsidRPr="00D77D3C" w:rsidRDefault="00CA3B55" w:rsidP="00FD2D44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C5AB60" w14:textId="77777777" w:rsidR="00CA3B55" w:rsidRPr="00D77D3C" w:rsidRDefault="00CA3B55" w:rsidP="00FD2D44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>16</w:t>
            </w:r>
          </w:p>
        </w:tc>
      </w:tr>
    </w:tbl>
    <w:p w14:paraId="32C5AB62" w14:textId="77777777" w:rsidR="001511B8" w:rsidRPr="00D77D3C" w:rsidRDefault="001511B8" w:rsidP="001511B8">
      <w:pPr>
        <w:pStyle w:val="ListParagraph"/>
        <w:tabs>
          <w:tab w:val="clear" w:pos="284"/>
        </w:tabs>
        <w:spacing w:before="0" w:after="200" w:line="276" w:lineRule="auto"/>
        <w:ind w:left="786"/>
        <w:rPr>
          <w:rFonts w:eastAsia="Times New Roman"/>
          <w:noProof/>
          <w:color w:val="464748"/>
          <w:kern w:val="22"/>
          <w:sz w:val="22"/>
          <w:szCs w:val="22"/>
          <w:lang w:eastAsia="en-AU"/>
        </w:rPr>
      </w:pPr>
    </w:p>
    <w:p w14:paraId="32C5AB63" w14:textId="5D3F04E3" w:rsidR="001511B8" w:rsidRPr="00633349" w:rsidRDefault="001511B8" w:rsidP="00FD2D44">
      <w:pPr>
        <w:pStyle w:val="ListParagraph"/>
        <w:tabs>
          <w:tab w:val="clear" w:pos="284"/>
        </w:tabs>
        <w:spacing w:before="0" w:after="200" w:line="276" w:lineRule="auto"/>
        <w:ind w:left="786"/>
        <w:rPr>
          <w:rFonts w:eastAsia="Times New Roman"/>
          <w:noProof/>
          <w:kern w:val="22"/>
          <w:szCs w:val="24"/>
          <w:lang w:eastAsia="en-AU"/>
        </w:rPr>
      </w:pPr>
      <w:r w:rsidRPr="00D77D3C">
        <w:rPr>
          <w:rFonts w:eastAsia="Times New Roman"/>
          <w:noProof/>
          <w:kern w:val="22"/>
          <w:sz w:val="22"/>
          <w:szCs w:val="22"/>
          <w:lang w:eastAsia="en-AU"/>
        </w:rPr>
        <w:t xml:space="preserve">The set of locations </w:t>
      </w:r>
      <w:r w:rsidR="0055398C">
        <w:rPr>
          <w:rFonts w:eastAsia="Times New Roman"/>
          <w:noProof/>
          <w:kern w:val="22"/>
          <w:sz w:val="22"/>
          <w:szCs w:val="22"/>
          <w:lang w:eastAsia="en-AU"/>
        </w:rPr>
        <w:t>showing only the out of specification E.coli results is:</w:t>
      </w:r>
    </w:p>
    <w:p w14:paraId="32C5AB64" w14:textId="77777777" w:rsidR="001511B8" w:rsidRPr="001511B8" w:rsidRDefault="001511B8" w:rsidP="001511B8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FD2D44">
        <w:rPr>
          <w:noProof/>
        </w:rPr>
        <w:t>14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7508"/>
        <w:gridCol w:w="1552"/>
      </w:tblGrid>
      <w:tr w:rsidR="001511B8" w14:paraId="32C5AB67" w14:textId="77777777" w:rsidTr="008828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2C5AB65" w14:textId="77777777" w:rsidR="001511B8" w:rsidRDefault="001511B8" w:rsidP="00CA3B55">
            <w:pPr>
              <w:pStyle w:val="Body"/>
            </w:pPr>
            <w:r>
              <w:t>Answer choices</w:t>
            </w:r>
          </w:p>
        </w:tc>
        <w:tc>
          <w:tcPr>
            <w:tcW w:w="1552" w:type="dxa"/>
          </w:tcPr>
          <w:p w14:paraId="32C5AB66" w14:textId="77777777" w:rsidR="001511B8" w:rsidRDefault="001511B8" w:rsidP="00CA3B55">
            <w:pPr>
              <w:pStyle w:val="Body"/>
            </w:pPr>
            <w:r>
              <w:t>Put X next to your answer</w:t>
            </w:r>
          </w:p>
        </w:tc>
      </w:tr>
      <w:tr w:rsidR="001511B8" w14:paraId="32C5AB6A" w14:textId="77777777" w:rsidTr="008828D1">
        <w:tc>
          <w:tcPr>
            <w:tcW w:w="7508" w:type="dxa"/>
          </w:tcPr>
          <w:p w14:paraId="32C5AB68" w14:textId="66234124" w:rsidR="001511B8" w:rsidRPr="00D77D3C" w:rsidRDefault="00FD2D44" w:rsidP="00D77D3C">
            <w:pPr>
              <w:pStyle w:val="Body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 xml:space="preserve">1, </w:t>
            </w:r>
            <w:r w:rsidR="00D77D3C">
              <w:rPr>
                <w:sz w:val="22"/>
                <w:szCs w:val="22"/>
              </w:rPr>
              <w:t xml:space="preserve">  </w:t>
            </w:r>
            <w:r w:rsidRPr="00D77D3C">
              <w:rPr>
                <w:sz w:val="22"/>
                <w:szCs w:val="22"/>
              </w:rPr>
              <w:t>4,</w:t>
            </w:r>
            <w:r w:rsidR="00D77D3C">
              <w:rPr>
                <w:sz w:val="22"/>
                <w:szCs w:val="22"/>
              </w:rPr>
              <w:t xml:space="preserve">  </w:t>
            </w:r>
            <w:r w:rsidRPr="00D77D3C">
              <w:rPr>
                <w:sz w:val="22"/>
                <w:szCs w:val="22"/>
              </w:rPr>
              <w:t xml:space="preserve"> 5, </w:t>
            </w:r>
            <w:r w:rsidR="00D77D3C">
              <w:rPr>
                <w:sz w:val="22"/>
                <w:szCs w:val="22"/>
              </w:rPr>
              <w:t xml:space="preserve">  </w:t>
            </w:r>
            <w:r w:rsidRPr="00D77D3C">
              <w:rPr>
                <w:sz w:val="22"/>
                <w:szCs w:val="22"/>
              </w:rPr>
              <w:t>6,</w:t>
            </w:r>
            <w:r w:rsidR="00D77D3C">
              <w:rPr>
                <w:sz w:val="22"/>
                <w:szCs w:val="22"/>
              </w:rPr>
              <w:t xml:space="preserve">  </w:t>
            </w:r>
            <w:r w:rsidRPr="00D77D3C">
              <w:rPr>
                <w:sz w:val="22"/>
                <w:szCs w:val="22"/>
              </w:rPr>
              <w:t>8</w:t>
            </w:r>
          </w:p>
        </w:tc>
        <w:tc>
          <w:tcPr>
            <w:tcW w:w="1552" w:type="dxa"/>
          </w:tcPr>
          <w:p w14:paraId="32C5AB69" w14:textId="77777777" w:rsidR="001511B8" w:rsidRDefault="001511B8" w:rsidP="00CA3B55">
            <w:pPr>
              <w:pStyle w:val="Body"/>
              <w:jc w:val="center"/>
            </w:pPr>
          </w:p>
        </w:tc>
      </w:tr>
      <w:tr w:rsidR="001511B8" w14:paraId="32C5AB6D" w14:textId="77777777" w:rsidTr="008828D1">
        <w:tc>
          <w:tcPr>
            <w:tcW w:w="7508" w:type="dxa"/>
          </w:tcPr>
          <w:p w14:paraId="32C5AB6B" w14:textId="010BF20B" w:rsidR="001511B8" w:rsidRPr="00D77D3C" w:rsidRDefault="00FD2D44" w:rsidP="001511B8">
            <w:pPr>
              <w:pStyle w:val="Body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 xml:space="preserve">1, </w:t>
            </w:r>
            <w:r w:rsidR="00D77D3C">
              <w:rPr>
                <w:sz w:val="22"/>
                <w:szCs w:val="22"/>
              </w:rPr>
              <w:t xml:space="preserve">  </w:t>
            </w:r>
            <w:r w:rsidRPr="00D77D3C">
              <w:rPr>
                <w:sz w:val="22"/>
                <w:szCs w:val="22"/>
              </w:rPr>
              <w:t>5,</w:t>
            </w:r>
            <w:r w:rsidR="00D77D3C">
              <w:rPr>
                <w:sz w:val="22"/>
                <w:szCs w:val="22"/>
              </w:rPr>
              <w:t xml:space="preserve">  </w:t>
            </w:r>
            <w:r w:rsidRPr="00D77D3C">
              <w:rPr>
                <w:sz w:val="22"/>
                <w:szCs w:val="22"/>
              </w:rPr>
              <w:t xml:space="preserve"> 8</w:t>
            </w:r>
          </w:p>
        </w:tc>
        <w:tc>
          <w:tcPr>
            <w:tcW w:w="1552" w:type="dxa"/>
          </w:tcPr>
          <w:p w14:paraId="32C5AB6C" w14:textId="77777777" w:rsidR="001511B8" w:rsidRDefault="001511B8" w:rsidP="00CA3B55">
            <w:pPr>
              <w:pStyle w:val="Body"/>
              <w:jc w:val="center"/>
            </w:pPr>
          </w:p>
        </w:tc>
      </w:tr>
      <w:tr w:rsidR="001511B8" w14:paraId="32C5AB70" w14:textId="77777777" w:rsidTr="008828D1">
        <w:tc>
          <w:tcPr>
            <w:tcW w:w="7508" w:type="dxa"/>
          </w:tcPr>
          <w:p w14:paraId="32C5AB6E" w14:textId="2C2E3F99" w:rsidR="001511B8" w:rsidRPr="00D77D3C" w:rsidRDefault="00FD2D44" w:rsidP="001511B8">
            <w:pPr>
              <w:pStyle w:val="Body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 xml:space="preserve">2, </w:t>
            </w:r>
            <w:r w:rsidR="00D77D3C">
              <w:rPr>
                <w:sz w:val="22"/>
                <w:szCs w:val="22"/>
              </w:rPr>
              <w:t xml:space="preserve">  </w:t>
            </w:r>
            <w:r w:rsidRPr="00D77D3C">
              <w:rPr>
                <w:sz w:val="22"/>
                <w:szCs w:val="22"/>
              </w:rPr>
              <w:t xml:space="preserve">3, </w:t>
            </w:r>
            <w:r w:rsidR="00D77D3C">
              <w:rPr>
                <w:sz w:val="22"/>
                <w:szCs w:val="22"/>
              </w:rPr>
              <w:t xml:space="preserve">  </w:t>
            </w:r>
            <w:r w:rsidRPr="00D77D3C">
              <w:rPr>
                <w:sz w:val="22"/>
                <w:szCs w:val="22"/>
              </w:rPr>
              <w:t>7</w:t>
            </w:r>
          </w:p>
        </w:tc>
        <w:tc>
          <w:tcPr>
            <w:tcW w:w="1552" w:type="dxa"/>
          </w:tcPr>
          <w:p w14:paraId="32C5AB6F" w14:textId="77777777" w:rsidR="001511B8" w:rsidRDefault="001511B8" w:rsidP="00CA3B55">
            <w:pPr>
              <w:pStyle w:val="Body"/>
              <w:jc w:val="center"/>
            </w:pPr>
          </w:p>
        </w:tc>
      </w:tr>
      <w:tr w:rsidR="001511B8" w14:paraId="32C5AB73" w14:textId="77777777" w:rsidTr="008828D1">
        <w:tc>
          <w:tcPr>
            <w:tcW w:w="7508" w:type="dxa"/>
          </w:tcPr>
          <w:p w14:paraId="32C5AB71" w14:textId="1FEA1978" w:rsidR="001511B8" w:rsidRPr="00D77D3C" w:rsidRDefault="00FD2D44" w:rsidP="001511B8">
            <w:pPr>
              <w:pStyle w:val="Body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D77D3C">
              <w:rPr>
                <w:sz w:val="22"/>
                <w:szCs w:val="22"/>
              </w:rPr>
              <w:t xml:space="preserve">3, </w:t>
            </w:r>
            <w:r w:rsidR="00D77D3C">
              <w:rPr>
                <w:sz w:val="22"/>
                <w:szCs w:val="22"/>
              </w:rPr>
              <w:t xml:space="preserve">  </w:t>
            </w:r>
            <w:r w:rsidRPr="00D77D3C">
              <w:rPr>
                <w:sz w:val="22"/>
                <w:szCs w:val="22"/>
              </w:rPr>
              <w:t xml:space="preserve">4, </w:t>
            </w:r>
            <w:r w:rsidR="00D77D3C">
              <w:rPr>
                <w:sz w:val="22"/>
                <w:szCs w:val="22"/>
              </w:rPr>
              <w:t xml:space="preserve">  </w:t>
            </w:r>
            <w:r w:rsidRPr="00D77D3C">
              <w:rPr>
                <w:sz w:val="22"/>
                <w:szCs w:val="22"/>
              </w:rPr>
              <w:t>6</w:t>
            </w:r>
          </w:p>
        </w:tc>
        <w:tc>
          <w:tcPr>
            <w:tcW w:w="1552" w:type="dxa"/>
          </w:tcPr>
          <w:p w14:paraId="32C5AB72" w14:textId="77777777" w:rsidR="001511B8" w:rsidRDefault="001511B8" w:rsidP="00CA3B55">
            <w:pPr>
              <w:pStyle w:val="Body"/>
              <w:jc w:val="center"/>
            </w:pPr>
          </w:p>
        </w:tc>
      </w:tr>
    </w:tbl>
    <w:p w14:paraId="32C5AB75" w14:textId="2DD92C0F" w:rsidR="00355AF6" w:rsidRDefault="00355AF6" w:rsidP="00355AF6"/>
    <w:p w14:paraId="32C5AB76" w14:textId="59D548BE" w:rsidR="00054D27" w:rsidRPr="00633349" w:rsidRDefault="00AC6442" w:rsidP="00054D27">
      <w:pPr>
        <w:pStyle w:val="Body"/>
        <w:numPr>
          <w:ilvl w:val="0"/>
          <w:numId w:val="5"/>
        </w:numPr>
      </w:pPr>
      <w:proofErr w:type="spellStart"/>
      <w:r w:rsidRPr="00660572">
        <w:rPr>
          <w:sz w:val="22"/>
          <w:szCs w:val="22"/>
        </w:rPr>
        <w:lastRenderedPageBreak/>
        <w:t>Xanda</w:t>
      </w:r>
      <w:proofErr w:type="spellEnd"/>
      <w:r w:rsidR="00054D27" w:rsidRPr="00660572">
        <w:rPr>
          <w:sz w:val="22"/>
          <w:szCs w:val="22"/>
        </w:rPr>
        <w:t xml:space="preserve"> wanted to implement sustaina</w:t>
      </w:r>
      <w:r w:rsidRPr="00660572">
        <w:rPr>
          <w:sz w:val="22"/>
          <w:szCs w:val="22"/>
        </w:rPr>
        <w:t>ble energy work practices in his laboratory. H</w:t>
      </w:r>
      <w:r w:rsidR="00054D27" w:rsidRPr="00660572">
        <w:rPr>
          <w:sz w:val="22"/>
          <w:szCs w:val="22"/>
        </w:rPr>
        <w:t>e called a meeting to discuss wha</w:t>
      </w:r>
      <w:r w:rsidR="00093BAF">
        <w:rPr>
          <w:sz w:val="22"/>
          <w:szCs w:val="22"/>
        </w:rPr>
        <w:t xml:space="preserve">t practices should be changed. </w:t>
      </w:r>
      <w:r w:rsidR="00054D27" w:rsidRPr="00660572">
        <w:rPr>
          <w:sz w:val="22"/>
          <w:szCs w:val="22"/>
        </w:rPr>
        <w:t xml:space="preserve">Which of the following is </w:t>
      </w:r>
      <w:r w:rsidR="00054D27" w:rsidRPr="00660572">
        <w:rPr>
          <w:b/>
          <w:i/>
          <w:sz w:val="22"/>
          <w:szCs w:val="22"/>
        </w:rPr>
        <w:t>NOT</w:t>
      </w:r>
      <w:r w:rsidR="00054D27" w:rsidRPr="00660572">
        <w:rPr>
          <w:sz w:val="22"/>
          <w:szCs w:val="22"/>
        </w:rPr>
        <w:t xml:space="preserve"> an example of a sustainable work practice</w:t>
      </w:r>
      <w:r w:rsidR="00054D27" w:rsidRPr="003F7FB6">
        <w:rPr>
          <w:szCs w:val="24"/>
        </w:rPr>
        <w:t xml:space="preserve">? </w:t>
      </w:r>
    </w:p>
    <w:p w14:paraId="32C5AB77" w14:textId="77777777" w:rsidR="00633349" w:rsidRDefault="00633349" w:rsidP="00093BA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508"/>
        <w:gridCol w:w="1552"/>
      </w:tblGrid>
      <w:tr w:rsidR="00054D27" w:rsidRPr="00F70C08" w14:paraId="32C5AB7A" w14:textId="77777777" w:rsidTr="008828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2C5AB78" w14:textId="77777777" w:rsidR="00054D27" w:rsidRPr="00F70C08" w:rsidRDefault="00054D27" w:rsidP="008B2DA7">
            <w:pPr>
              <w:pStyle w:val="Body"/>
              <w:rPr>
                <w:sz w:val="20"/>
              </w:rPr>
            </w:pPr>
            <w:r w:rsidRPr="00F70C08">
              <w:rPr>
                <w:sz w:val="20"/>
              </w:rPr>
              <w:t>Answer choices</w:t>
            </w:r>
          </w:p>
        </w:tc>
        <w:tc>
          <w:tcPr>
            <w:tcW w:w="1552" w:type="dxa"/>
          </w:tcPr>
          <w:p w14:paraId="32C5AB79" w14:textId="77777777" w:rsidR="00054D27" w:rsidRPr="00F70C08" w:rsidRDefault="00054D27" w:rsidP="008B2DA7">
            <w:pPr>
              <w:pStyle w:val="Body"/>
              <w:rPr>
                <w:sz w:val="20"/>
              </w:rPr>
            </w:pPr>
            <w:r w:rsidRPr="00F70C08">
              <w:rPr>
                <w:sz w:val="20"/>
              </w:rPr>
              <w:t>Put X next to your answer</w:t>
            </w:r>
          </w:p>
        </w:tc>
      </w:tr>
      <w:tr w:rsidR="00054D27" w14:paraId="32C5AB7D" w14:textId="77777777" w:rsidTr="008828D1">
        <w:tc>
          <w:tcPr>
            <w:tcW w:w="7508" w:type="dxa"/>
          </w:tcPr>
          <w:p w14:paraId="32C5AB7B" w14:textId="46B591E6" w:rsidR="00054D27" w:rsidRPr="00660572" w:rsidRDefault="00093BAF" w:rsidP="00054D27">
            <w:pPr>
              <w:pStyle w:val="Body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054D27" w:rsidRPr="00660572">
              <w:rPr>
                <w:sz w:val="22"/>
                <w:szCs w:val="22"/>
              </w:rPr>
              <w:t>hredding waste paper and putting it in a recycling bin</w:t>
            </w:r>
          </w:p>
        </w:tc>
        <w:tc>
          <w:tcPr>
            <w:tcW w:w="1552" w:type="dxa"/>
          </w:tcPr>
          <w:p w14:paraId="32C5AB7C" w14:textId="77777777" w:rsidR="00054D27" w:rsidRDefault="00054D27" w:rsidP="008B2DA7">
            <w:pPr>
              <w:pStyle w:val="Body"/>
              <w:jc w:val="center"/>
            </w:pPr>
          </w:p>
        </w:tc>
      </w:tr>
      <w:tr w:rsidR="00054D27" w14:paraId="32C5AB80" w14:textId="77777777" w:rsidTr="008828D1">
        <w:tc>
          <w:tcPr>
            <w:tcW w:w="7508" w:type="dxa"/>
          </w:tcPr>
          <w:p w14:paraId="32C5AB7E" w14:textId="327153A5" w:rsidR="00054D27" w:rsidRPr="00660572" w:rsidRDefault="00093BAF" w:rsidP="00054D27">
            <w:pPr>
              <w:pStyle w:val="Body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054D27" w:rsidRPr="00660572">
              <w:rPr>
                <w:sz w:val="22"/>
                <w:szCs w:val="22"/>
              </w:rPr>
              <w:t>witching off computers when not in use</w:t>
            </w:r>
          </w:p>
        </w:tc>
        <w:tc>
          <w:tcPr>
            <w:tcW w:w="1552" w:type="dxa"/>
          </w:tcPr>
          <w:p w14:paraId="32C5AB7F" w14:textId="77777777" w:rsidR="00054D27" w:rsidRDefault="00054D27" w:rsidP="008B2DA7">
            <w:pPr>
              <w:pStyle w:val="Body"/>
              <w:jc w:val="center"/>
            </w:pPr>
          </w:p>
        </w:tc>
      </w:tr>
      <w:tr w:rsidR="00054D27" w14:paraId="32C5AB83" w14:textId="77777777" w:rsidTr="008828D1">
        <w:tc>
          <w:tcPr>
            <w:tcW w:w="7508" w:type="dxa"/>
          </w:tcPr>
          <w:p w14:paraId="32C5AB81" w14:textId="1FAA3785" w:rsidR="00054D27" w:rsidRPr="00660572" w:rsidRDefault="00093BAF" w:rsidP="00093BAF">
            <w:pPr>
              <w:pStyle w:val="Body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355AF6" w:rsidRPr="00660572">
              <w:rPr>
                <w:sz w:val="22"/>
                <w:szCs w:val="22"/>
              </w:rPr>
              <w:t>unning the fume cupboards for an entire shift, rather than as required</w:t>
            </w:r>
          </w:p>
        </w:tc>
        <w:tc>
          <w:tcPr>
            <w:tcW w:w="1552" w:type="dxa"/>
          </w:tcPr>
          <w:p w14:paraId="32C5AB82" w14:textId="77777777" w:rsidR="00054D27" w:rsidRDefault="00054D27" w:rsidP="008B2DA7">
            <w:pPr>
              <w:pStyle w:val="Body"/>
              <w:jc w:val="center"/>
            </w:pPr>
          </w:p>
        </w:tc>
      </w:tr>
      <w:tr w:rsidR="00054D27" w14:paraId="32C5AB86" w14:textId="77777777" w:rsidTr="008828D1">
        <w:tc>
          <w:tcPr>
            <w:tcW w:w="7508" w:type="dxa"/>
          </w:tcPr>
          <w:p w14:paraId="32C5AB84" w14:textId="52DA678E" w:rsidR="00054D27" w:rsidRPr="00660572" w:rsidRDefault="00093BAF" w:rsidP="00054D27">
            <w:pPr>
              <w:pStyle w:val="Body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="00054D27" w:rsidRPr="00660572">
              <w:rPr>
                <w:sz w:val="22"/>
                <w:szCs w:val="22"/>
              </w:rPr>
              <w:t>sing test materials within expiry dates</w:t>
            </w:r>
          </w:p>
        </w:tc>
        <w:tc>
          <w:tcPr>
            <w:tcW w:w="1552" w:type="dxa"/>
          </w:tcPr>
          <w:p w14:paraId="32C5AB85" w14:textId="77777777" w:rsidR="00054D27" w:rsidRDefault="00054D27" w:rsidP="008B2DA7">
            <w:pPr>
              <w:pStyle w:val="Body"/>
              <w:jc w:val="center"/>
            </w:pPr>
          </w:p>
        </w:tc>
      </w:tr>
    </w:tbl>
    <w:p w14:paraId="32C5AB87" w14:textId="77777777" w:rsidR="00054D27" w:rsidRDefault="00054D27" w:rsidP="001511B8">
      <w:pPr>
        <w:pStyle w:val="ListParagraph"/>
        <w:tabs>
          <w:tab w:val="clear" w:pos="284"/>
        </w:tabs>
        <w:spacing w:before="0" w:after="200" w:line="276" w:lineRule="auto"/>
        <w:ind w:left="786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32C5AB88" w14:textId="58ED6B69" w:rsidR="00AD2A2E" w:rsidRPr="00660572" w:rsidRDefault="00AD2A2E" w:rsidP="00633349">
      <w:pPr>
        <w:pStyle w:val="Body"/>
        <w:numPr>
          <w:ilvl w:val="0"/>
          <w:numId w:val="5"/>
        </w:numPr>
        <w:rPr>
          <w:b/>
          <w:noProof/>
          <w:sz w:val="22"/>
          <w:szCs w:val="22"/>
          <w:lang w:eastAsia="en-AU"/>
        </w:rPr>
      </w:pPr>
      <w:r w:rsidRPr="00660572">
        <w:rPr>
          <w:noProof/>
          <w:sz w:val="22"/>
          <w:szCs w:val="22"/>
          <w:lang w:eastAsia="en-AU"/>
        </w:rPr>
        <w:t xml:space="preserve">Which of the following would </w:t>
      </w:r>
      <w:r w:rsidRPr="00660572">
        <w:rPr>
          <w:b/>
          <w:noProof/>
          <w:sz w:val="22"/>
          <w:szCs w:val="22"/>
          <w:lang w:eastAsia="en-AU"/>
        </w:rPr>
        <w:t>not</w:t>
      </w:r>
      <w:r w:rsidRPr="00660572">
        <w:rPr>
          <w:noProof/>
          <w:sz w:val="22"/>
          <w:szCs w:val="22"/>
          <w:lang w:eastAsia="en-AU"/>
        </w:rPr>
        <w:t xml:space="preserve"> be expected to </w:t>
      </w:r>
      <w:r w:rsidR="00AC6442" w:rsidRPr="00660572">
        <w:rPr>
          <w:noProof/>
          <w:sz w:val="22"/>
          <w:szCs w:val="22"/>
          <w:lang w:eastAsia="en-AU"/>
        </w:rPr>
        <w:t xml:space="preserve">form </w:t>
      </w:r>
      <w:r w:rsidRPr="00660572">
        <w:rPr>
          <w:noProof/>
          <w:sz w:val="22"/>
          <w:szCs w:val="22"/>
          <w:lang w:eastAsia="en-AU"/>
        </w:rPr>
        <w:t xml:space="preserve">part of the </w:t>
      </w:r>
      <w:r w:rsidR="00D26284" w:rsidRPr="00660572">
        <w:rPr>
          <w:noProof/>
          <w:sz w:val="22"/>
          <w:szCs w:val="22"/>
          <w:lang w:eastAsia="en-AU"/>
        </w:rPr>
        <w:t>Quality Control (QC)</w:t>
      </w:r>
      <w:r w:rsidRPr="00660572">
        <w:rPr>
          <w:noProof/>
          <w:sz w:val="22"/>
          <w:szCs w:val="22"/>
          <w:lang w:eastAsia="en-AU"/>
        </w:rPr>
        <w:t xml:space="preserve"> </w:t>
      </w:r>
      <w:r w:rsidR="00093BAF">
        <w:rPr>
          <w:noProof/>
          <w:sz w:val="22"/>
          <w:szCs w:val="22"/>
          <w:lang w:eastAsia="en-AU"/>
        </w:rPr>
        <w:t>system in a testing laboratory?</w:t>
      </w:r>
    </w:p>
    <w:p w14:paraId="32C5AB89" w14:textId="77777777" w:rsidR="00633349" w:rsidRPr="00633349" w:rsidRDefault="00633349" w:rsidP="00093BA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choice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AD2A2E" w14:paraId="32C5AB8C" w14:textId="77777777" w:rsidTr="008828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508" w:type="dxa"/>
          </w:tcPr>
          <w:p w14:paraId="32C5AB8A" w14:textId="77777777" w:rsidR="00AD2A2E" w:rsidRDefault="00AD2A2E" w:rsidP="008B2DA7">
            <w:pPr>
              <w:pStyle w:val="Body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Activity</w:t>
            </w:r>
          </w:p>
        </w:tc>
        <w:tc>
          <w:tcPr>
            <w:tcW w:w="1552" w:type="dxa"/>
          </w:tcPr>
          <w:p w14:paraId="32C5AB8B" w14:textId="77777777" w:rsidR="00AD2A2E" w:rsidRDefault="00AD2A2E" w:rsidP="008B2DA7">
            <w:pPr>
              <w:pStyle w:val="Body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Tick as appropirate</w:t>
            </w:r>
          </w:p>
        </w:tc>
      </w:tr>
      <w:tr w:rsidR="00AD2A2E" w14:paraId="32C5AB8F" w14:textId="77777777" w:rsidTr="008828D1">
        <w:tc>
          <w:tcPr>
            <w:tcW w:w="7508" w:type="dxa"/>
          </w:tcPr>
          <w:p w14:paraId="32C5AB8D" w14:textId="77777777" w:rsidR="00AD2A2E" w:rsidRPr="00660572" w:rsidRDefault="00AD2A2E" w:rsidP="00AD2A2E">
            <w:pPr>
              <w:pStyle w:val="Body"/>
              <w:numPr>
                <w:ilvl w:val="0"/>
                <w:numId w:val="31"/>
              </w:numPr>
              <w:rPr>
                <w:noProof/>
                <w:sz w:val="22"/>
                <w:szCs w:val="22"/>
                <w:lang w:eastAsia="en-AU"/>
              </w:rPr>
            </w:pPr>
            <w:r w:rsidRPr="00660572">
              <w:rPr>
                <w:noProof/>
                <w:sz w:val="22"/>
                <w:szCs w:val="22"/>
                <w:lang w:eastAsia="en-AU"/>
              </w:rPr>
              <w:t>Undertaking replicate analysis</w:t>
            </w:r>
          </w:p>
        </w:tc>
        <w:tc>
          <w:tcPr>
            <w:tcW w:w="1552" w:type="dxa"/>
          </w:tcPr>
          <w:p w14:paraId="32C5AB8E" w14:textId="77777777" w:rsidR="00AD2A2E" w:rsidRDefault="00AD2A2E" w:rsidP="008B2DA7">
            <w:pPr>
              <w:pStyle w:val="Body"/>
              <w:rPr>
                <w:noProof/>
                <w:lang w:eastAsia="en-AU"/>
              </w:rPr>
            </w:pPr>
          </w:p>
        </w:tc>
      </w:tr>
      <w:tr w:rsidR="00AD2A2E" w14:paraId="32C5AB92" w14:textId="77777777" w:rsidTr="008828D1">
        <w:tc>
          <w:tcPr>
            <w:tcW w:w="7508" w:type="dxa"/>
          </w:tcPr>
          <w:p w14:paraId="32C5AB90" w14:textId="77777777" w:rsidR="00AD2A2E" w:rsidRPr="00660572" w:rsidRDefault="00AD2A2E" w:rsidP="00AD2A2E">
            <w:pPr>
              <w:pStyle w:val="Body"/>
              <w:numPr>
                <w:ilvl w:val="0"/>
                <w:numId w:val="31"/>
              </w:numPr>
              <w:rPr>
                <w:noProof/>
                <w:sz w:val="22"/>
                <w:szCs w:val="22"/>
                <w:lang w:eastAsia="en-AU"/>
              </w:rPr>
            </w:pPr>
            <w:r w:rsidRPr="00660572">
              <w:rPr>
                <w:noProof/>
                <w:sz w:val="22"/>
                <w:szCs w:val="22"/>
                <w:lang w:eastAsia="en-AU"/>
              </w:rPr>
              <w:t>Using uncalibrated instruments</w:t>
            </w:r>
          </w:p>
        </w:tc>
        <w:tc>
          <w:tcPr>
            <w:tcW w:w="1552" w:type="dxa"/>
          </w:tcPr>
          <w:p w14:paraId="32C5AB91" w14:textId="77777777" w:rsidR="00AD2A2E" w:rsidRDefault="00AD2A2E" w:rsidP="008B2DA7">
            <w:pPr>
              <w:pStyle w:val="Body"/>
              <w:rPr>
                <w:noProof/>
                <w:lang w:eastAsia="en-AU"/>
              </w:rPr>
            </w:pPr>
          </w:p>
        </w:tc>
      </w:tr>
      <w:tr w:rsidR="00AD2A2E" w14:paraId="32C5AB95" w14:textId="77777777" w:rsidTr="008828D1">
        <w:tc>
          <w:tcPr>
            <w:tcW w:w="7508" w:type="dxa"/>
          </w:tcPr>
          <w:p w14:paraId="32C5AB93" w14:textId="77777777" w:rsidR="00AD2A2E" w:rsidRPr="00660572" w:rsidRDefault="00AD2A2E" w:rsidP="00AD2A2E">
            <w:pPr>
              <w:pStyle w:val="Body"/>
              <w:numPr>
                <w:ilvl w:val="0"/>
                <w:numId w:val="31"/>
              </w:numPr>
              <w:rPr>
                <w:noProof/>
                <w:sz w:val="22"/>
                <w:szCs w:val="22"/>
                <w:lang w:eastAsia="en-AU"/>
              </w:rPr>
            </w:pPr>
            <w:r w:rsidRPr="00660572">
              <w:rPr>
                <w:noProof/>
                <w:sz w:val="22"/>
                <w:szCs w:val="22"/>
                <w:lang w:eastAsia="en-AU"/>
              </w:rPr>
              <w:t>Analysing trends in data</w:t>
            </w:r>
          </w:p>
        </w:tc>
        <w:tc>
          <w:tcPr>
            <w:tcW w:w="1552" w:type="dxa"/>
          </w:tcPr>
          <w:p w14:paraId="32C5AB94" w14:textId="77777777" w:rsidR="00AD2A2E" w:rsidRDefault="00AD2A2E" w:rsidP="008B2DA7">
            <w:pPr>
              <w:pStyle w:val="Body"/>
              <w:rPr>
                <w:noProof/>
                <w:lang w:eastAsia="en-AU"/>
              </w:rPr>
            </w:pPr>
          </w:p>
        </w:tc>
      </w:tr>
      <w:tr w:rsidR="00AD2A2E" w14:paraId="32C5AB98" w14:textId="77777777" w:rsidTr="008828D1">
        <w:tc>
          <w:tcPr>
            <w:tcW w:w="7508" w:type="dxa"/>
          </w:tcPr>
          <w:p w14:paraId="32C5AB96" w14:textId="77777777" w:rsidR="00AD2A2E" w:rsidRPr="00660572" w:rsidRDefault="00AD2A2E" w:rsidP="00AD2A2E">
            <w:pPr>
              <w:pStyle w:val="Body"/>
              <w:numPr>
                <w:ilvl w:val="0"/>
                <w:numId w:val="31"/>
              </w:numPr>
              <w:rPr>
                <w:noProof/>
                <w:sz w:val="22"/>
                <w:szCs w:val="22"/>
                <w:lang w:eastAsia="en-AU"/>
              </w:rPr>
            </w:pPr>
            <w:r w:rsidRPr="00660572">
              <w:rPr>
                <w:noProof/>
                <w:sz w:val="22"/>
                <w:szCs w:val="22"/>
                <w:lang w:eastAsia="en-AU"/>
              </w:rPr>
              <w:t>Comparing your test results with other laboratories</w:t>
            </w:r>
          </w:p>
        </w:tc>
        <w:tc>
          <w:tcPr>
            <w:tcW w:w="1552" w:type="dxa"/>
          </w:tcPr>
          <w:p w14:paraId="32C5AB97" w14:textId="77777777" w:rsidR="00AD2A2E" w:rsidRDefault="00AD2A2E" w:rsidP="008B2DA7">
            <w:pPr>
              <w:pStyle w:val="Body"/>
              <w:rPr>
                <w:noProof/>
                <w:lang w:eastAsia="en-AU"/>
              </w:rPr>
            </w:pPr>
          </w:p>
        </w:tc>
      </w:tr>
    </w:tbl>
    <w:p w14:paraId="32C5AB99" w14:textId="77777777" w:rsidR="00CA3B55" w:rsidRPr="001511B8" w:rsidRDefault="00957105" w:rsidP="001511B8">
      <w:pPr>
        <w:pStyle w:val="ListParagraph"/>
        <w:tabs>
          <w:tab w:val="clear" w:pos="284"/>
        </w:tabs>
        <w:spacing w:before="0" w:after="200" w:line="276" w:lineRule="auto"/>
        <w:ind w:left="786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 w:rsidRPr="001511B8"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  <w:br w:type="page"/>
      </w:r>
    </w:p>
    <w:p w14:paraId="32C5AB9A" w14:textId="578BC324" w:rsidR="00CA3B55" w:rsidRPr="000412B1" w:rsidRDefault="00093BAF" w:rsidP="00CA3B55">
      <w:pPr>
        <w:pStyle w:val="Heading2"/>
      </w:pPr>
      <w:r>
        <w:lastRenderedPageBreak/>
        <w:t>2:</w:t>
      </w:r>
      <w:r w:rsidR="00B944D1">
        <w:t xml:space="preserve"> </w:t>
      </w:r>
      <w:r w:rsidR="00957105" w:rsidRPr="000412B1">
        <w:t>True or false</w:t>
      </w:r>
      <w:r w:rsidR="00721A6C">
        <w:t xml:space="preserve"> (Questions 16 – 25)</w:t>
      </w:r>
    </w:p>
    <w:p w14:paraId="32C5AB9B" w14:textId="77777777" w:rsidR="00CA3B55" w:rsidRPr="0063453E" w:rsidRDefault="00957105" w:rsidP="00CA3B55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14:paraId="32C5AB9C" w14:textId="77777777" w:rsidR="00CA3B55" w:rsidRDefault="00957105" w:rsidP="00CA3B55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633349">
        <w:rPr>
          <w:noProof/>
        </w:rPr>
        <w:t>17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508"/>
        <w:gridCol w:w="1552"/>
      </w:tblGrid>
      <w:tr w:rsidR="006675A3" w14:paraId="32C5AB9F" w14:textId="77777777" w:rsidTr="008828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508" w:type="dxa"/>
          </w:tcPr>
          <w:p w14:paraId="32C5AB9D" w14:textId="77777777" w:rsidR="00CA3B55" w:rsidRDefault="00957105" w:rsidP="00CA3B55">
            <w:pPr>
              <w:pStyle w:val="Body"/>
            </w:pPr>
            <w:r>
              <w:t>Question</w:t>
            </w:r>
          </w:p>
        </w:tc>
        <w:tc>
          <w:tcPr>
            <w:tcW w:w="1552" w:type="dxa"/>
          </w:tcPr>
          <w:p w14:paraId="32C5AB9E" w14:textId="77777777" w:rsidR="00CA3B55" w:rsidRDefault="00957105" w:rsidP="00CA3B55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6675A3" w14:paraId="32C5ABA2" w14:textId="77777777" w:rsidTr="008828D1">
        <w:tc>
          <w:tcPr>
            <w:tcW w:w="7508" w:type="dxa"/>
          </w:tcPr>
          <w:p w14:paraId="32C5ABA0" w14:textId="77777777" w:rsidR="00CA3B55" w:rsidRPr="00B30F8E" w:rsidRDefault="00957105" w:rsidP="00721A6C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</w:rPr>
              <w:t xml:space="preserve"> </w:t>
            </w:r>
            <w:r w:rsidR="00EE486F">
              <w:rPr>
                <w:sz w:val="22"/>
                <w:szCs w:val="22"/>
              </w:rPr>
              <w:t>Wasted time, effort and materials are all costs to a business</w:t>
            </w:r>
          </w:p>
        </w:tc>
        <w:tc>
          <w:tcPr>
            <w:tcW w:w="1552" w:type="dxa"/>
          </w:tcPr>
          <w:p w14:paraId="32C5ABA1" w14:textId="77777777" w:rsidR="00CA3B55" w:rsidRDefault="00CA3B55" w:rsidP="00CA3B55">
            <w:pPr>
              <w:pStyle w:val="Body"/>
              <w:jc w:val="center"/>
            </w:pPr>
          </w:p>
        </w:tc>
      </w:tr>
      <w:tr w:rsidR="006675A3" w14:paraId="32C5ABA5" w14:textId="77777777" w:rsidTr="008828D1">
        <w:tc>
          <w:tcPr>
            <w:tcW w:w="7508" w:type="dxa"/>
          </w:tcPr>
          <w:p w14:paraId="32C5ABA3" w14:textId="23D121AF" w:rsidR="00CA3B55" w:rsidRPr="00B30F8E" w:rsidRDefault="00EE486F" w:rsidP="00721A6C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purpose of a performance review is to evaluate an employee’s overall work performance against organisational values and standards</w:t>
            </w:r>
          </w:p>
        </w:tc>
        <w:tc>
          <w:tcPr>
            <w:tcW w:w="1552" w:type="dxa"/>
          </w:tcPr>
          <w:p w14:paraId="32C5ABA4" w14:textId="77777777" w:rsidR="00CA3B55" w:rsidRDefault="00CA3B55" w:rsidP="00CA3B55">
            <w:pPr>
              <w:pStyle w:val="Body"/>
              <w:jc w:val="center"/>
            </w:pPr>
          </w:p>
        </w:tc>
      </w:tr>
      <w:tr w:rsidR="006675A3" w14:paraId="32C5ABA8" w14:textId="77777777" w:rsidTr="008828D1">
        <w:tc>
          <w:tcPr>
            <w:tcW w:w="7508" w:type="dxa"/>
          </w:tcPr>
          <w:p w14:paraId="32C5ABA6" w14:textId="27DDD2C6" w:rsidR="00CA3B55" w:rsidRPr="00B30F8E" w:rsidRDefault="00DB0ECE" w:rsidP="00721A6C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‘Job ownership’ means taking charge of your work task and completing all associated tasks. An example would be cleaning glassware and returning it to its right place</w:t>
            </w:r>
            <w:r w:rsidR="00093BAF">
              <w:rPr>
                <w:sz w:val="22"/>
                <w:szCs w:val="22"/>
              </w:rPr>
              <w:t xml:space="preserve"> once a test has been completed</w:t>
            </w:r>
          </w:p>
        </w:tc>
        <w:tc>
          <w:tcPr>
            <w:tcW w:w="1552" w:type="dxa"/>
          </w:tcPr>
          <w:p w14:paraId="32C5ABA7" w14:textId="77777777" w:rsidR="00CA3B55" w:rsidRDefault="00CA3B55" w:rsidP="00CA3B55">
            <w:pPr>
              <w:pStyle w:val="Body"/>
              <w:jc w:val="center"/>
            </w:pPr>
          </w:p>
        </w:tc>
      </w:tr>
      <w:tr w:rsidR="006675A3" w14:paraId="32C5ABAB" w14:textId="77777777" w:rsidTr="008828D1">
        <w:tc>
          <w:tcPr>
            <w:tcW w:w="7508" w:type="dxa"/>
          </w:tcPr>
          <w:p w14:paraId="32C5ABA9" w14:textId="77777777" w:rsidR="00CA3B55" w:rsidRPr="00B30F8E" w:rsidRDefault="00054D27" w:rsidP="00721A6C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Scheduling of tests and procedures helps to ensure quality results</w:t>
            </w:r>
          </w:p>
        </w:tc>
        <w:tc>
          <w:tcPr>
            <w:tcW w:w="1552" w:type="dxa"/>
          </w:tcPr>
          <w:p w14:paraId="32C5ABAA" w14:textId="77777777" w:rsidR="00CA3B55" w:rsidRDefault="00CA3B55" w:rsidP="00CA3B55">
            <w:pPr>
              <w:pStyle w:val="Body"/>
              <w:jc w:val="center"/>
            </w:pPr>
          </w:p>
        </w:tc>
      </w:tr>
      <w:tr w:rsidR="00054D27" w14:paraId="32C5ABAE" w14:textId="77777777" w:rsidTr="008828D1">
        <w:tc>
          <w:tcPr>
            <w:tcW w:w="7508" w:type="dxa"/>
          </w:tcPr>
          <w:p w14:paraId="32C5ABAC" w14:textId="77777777" w:rsidR="00054D27" w:rsidRPr="00B30F8E" w:rsidRDefault="00054D27" w:rsidP="00721A6C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Quality Management is the philosophy that management have total responsibility for quality</w:t>
            </w:r>
          </w:p>
        </w:tc>
        <w:tc>
          <w:tcPr>
            <w:tcW w:w="1552" w:type="dxa"/>
          </w:tcPr>
          <w:p w14:paraId="32C5ABAD" w14:textId="77777777" w:rsidR="00054D27" w:rsidRDefault="00054D27" w:rsidP="00CA3B55">
            <w:pPr>
              <w:pStyle w:val="Body"/>
              <w:jc w:val="center"/>
            </w:pPr>
          </w:p>
        </w:tc>
      </w:tr>
      <w:tr w:rsidR="00054D27" w14:paraId="32C5ABB1" w14:textId="77777777" w:rsidTr="008828D1">
        <w:tc>
          <w:tcPr>
            <w:tcW w:w="7508" w:type="dxa"/>
          </w:tcPr>
          <w:p w14:paraId="32C5ABAF" w14:textId="30D5C480" w:rsidR="00054D27" w:rsidRDefault="0099670F" w:rsidP="00721A6C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pipette is calibrated to deliver 20.00 mL at 20</w:t>
            </w:r>
            <w:r>
              <w:rPr>
                <w:sz w:val="22"/>
                <w:szCs w:val="22"/>
                <w:vertAlign w:val="superscript"/>
              </w:rPr>
              <w:t>o</w:t>
            </w:r>
            <w:r>
              <w:rPr>
                <w:sz w:val="22"/>
                <w:szCs w:val="22"/>
              </w:rPr>
              <w:t>C. If the pipette is used at 30</w:t>
            </w:r>
            <w:r>
              <w:rPr>
                <w:sz w:val="22"/>
                <w:szCs w:val="22"/>
                <w:vertAlign w:val="superscript"/>
              </w:rPr>
              <w:t>o</w:t>
            </w:r>
            <w:r>
              <w:rPr>
                <w:sz w:val="22"/>
                <w:szCs w:val="22"/>
              </w:rPr>
              <w:t>C it will have expanded. T</w:t>
            </w:r>
            <w:r w:rsidR="00DF05D0">
              <w:rPr>
                <w:sz w:val="22"/>
                <w:szCs w:val="22"/>
              </w:rPr>
              <w:t>he amount will be small so there would be no need to run a calibration at 30</w:t>
            </w:r>
            <w:r w:rsidR="00DF05D0">
              <w:rPr>
                <w:sz w:val="22"/>
                <w:szCs w:val="22"/>
                <w:vertAlign w:val="superscript"/>
              </w:rPr>
              <w:t>o</w:t>
            </w:r>
            <w:r w:rsidR="00DF05D0">
              <w:rPr>
                <w:sz w:val="22"/>
                <w:szCs w:val="22"/>
              </w:rPr>
              <w:t>C</w:t>
            </w:r>
          </w:p>
        </w:tc>
        <w:tc>
          <w:tcPr>
            <w:tcW w:w="1552" w:type="dxa"/>
          </w:tcPr>
          <w:p w14:paraId="32C5ABB0" w14:textId="77777777" w:rsidR="00054D27" w:rsidRDefault="00054D27" w:rsidP="00CA3B55">
            <w:pPr>
              <w:pStyle w:val="Body"/>
              <w:jc w:val="center"/>
            </w:pPr>
          </w:p>
        </w:tc>
      </w:tr>
      <w:tr w:rsidR="00DF05D0" w14:paraId="32C5ABB4" w14:textId="77777777" w:rsidTr="008828D1">
        <w:tc>
          <w:tcPr>
            <w:tcW w:w="7508" w:type="dxa"/>
          </w:tcPr>
          <w:p w14:paraId="32C5ABB2" w14:textId="77777777" w:rsidR="00DF05D0" w:rsidRDefault="00DF05D0" w:rsidP="00721A6C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Calibrations must be carried out by authorised and/ or properly trained laboratory staff and the results of the calibration recorded</w:t>
            </w:r>
          </w:p>
        </w:tc>
        <w:tc>
          <w:tcPr>
            <w:tcW w:w="1552" w:type="dxa"/>
          </w:tcPr>
          <w:p w14:paraId="32C5ABB3" w14:textId="77777777" w:rsidR="00DF05D0" w:rsidRDefault="00DF05D0" w:rsidP="00CA3B55">
            <w:pPr>
              <w:pStyle w:val="Body"/>
              <w:jc w:val="center"/>
            </w:pPr>
          </w:p>
        </w:tc>
      </w:tr>
      <w:tr w:rsidR="00DF05D0" w14:paraId="32C5ABB7" w14:textId="77777777" w:rsidTr="008828D1">
        <w:tc>
          <w:tcPr>
            <w:tcW w:w="7508" w:type="dxa"/>
          </w:tcPr>
          <w:p w14:paraId="32C5ABB5" w14:textId="79A0BA5C" w:rsidR="00DF05D0" w:rsidRDefault="00DF05D0" w:rsidP="00721A6C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is important before reporting results to ask yoursel</w:t>
            </w:r>
            <w:r w:rsidR="00093BAF">
              <w:rPr>
                <w:sz w:val="22"/>
                <w:szCs w:val="22"/>
              </w:rPr>
              <w:t>f ‘does that result make sense’</w:t>
            </w:r>
          </w:p>
        </w:tc>
        <w:tc>
          <w:tcPr>
            <w:tcW w:w="1552" w:type="dxa"/>
          </w:tcPr>
          <w:p w14:paraId="32C5ABB6" w14:textId="77777777" w:rsidR="00DF05D0" w:rsidRDefault="00DF05D0" w:rsidP="00CA3B55">
            <w:pPr>
              <w:pStyle w:val="Body"/>
              <w:jc w:val="center"/>
            </w:pPr>
          </w:p>
        </w:tc>
      </w:tr>
      <w:tr w:rsidR="00DF05D0" w14:paraId="32C5ABBA" w14:textId="77777777" w:rsidTr="008828D1">
        <w:tc>
          <w:tcPr>
            <w:tcW w:w="7508" w:type="dxa"/>
          </w:tcPr>
          <w:p w14:paraId="32C5ABB8" w14:textId="77777777" w:rsidR="00DF05D0" w:rsidRDefault="001A7A8A" w:rsidP="00721A6C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</w:t>
            </w:r>
            <w:r w:rsidR="00DF05D0">
              <w:rPr>
                <w:sz w:val="22"/>
                <w:szCs w:val="22"/>
              </w:rPr>
              <w:t xml:space="preserve">‘right first time’ </w:t>
            </w:r>
            <w:r>
              <w:rPr>
                <w:sz w:val="22"/>
                <w:szCs w:val="22"/>
              </w:rPr>
              <w:t xml:space="preserve">philosophy, </w:t>
            </w:r>
            <w:r w:rsidR="00DF05D0">
              <w:rPr>
                <w:sz w:val="22"/>
                <w:szCs w:val="22"/>
              </w:rPr>
              <w:t xml:space="preserve">is one </w:t>
            </w:r>
            <w:r>
              <w:rPr>
                <w:sz w:val="22"/>
                <w:szCs w:val="22"/>
              </w:rPr>
              <w:t>way of contributing to sustainable  work practices</w:t>
            </w:r>
          </w:p>
        </w:tc>
        <w:tc>
          <w:tcPr>
            <w:tcW w:w="1552" w:type="dxa"/>
          </w:tcPr>
          <w:p w14:paraId="32C5ABB9" w14:textId="77777777" w:rsidR="00DF05D0" w:rsidRDefault="00DF05D0" w:rsidP="00CA3B55">
            <w:pPr>
              <w:pStyle w:val="Body"/>
              <w:jc w:val="center"/>
            </w:pPr>
          </w:p>
        </w:tc>
      </w:tr>
      <w:tr w:rsidR="001A7A8A" w14:paraId="32C5ABBD" w14:textId="77777777" w:rsidTr="008828D1">
        <w:tc>
          <w:tcPr>
            <w:tcW w:w="7508" w:type="dxa"/>
          </w:tcPr>
          <w:p w14:paraId="32C5ABBB" w14:textId="52AFA0CE" w:rsidR="001A7A8A" w:rsidRDefault="001A7A8A" w:rsidP="00721A6C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Customer service is only an expectati</w:t>
            </w:r>
            <w:r w:rsidR="00093BAF">
              <w:rPr>
                <w:sz w:val="22"/>
                <w:szCs w:val="22"/>
              </w:rPr>
              <w:t>on of those in the front office</w:t>
            </w:r>
          </w:p>
        </w:tc>
        <w:tc>
          <w:tcPr>
            <w:tcW w:w="1552" w:type="dxa"/>
          </w:tcPr>
          <w:p w14:paraId="32C5ABBC" w14:textId="77777777" w:rsidR="001A7A8A" w:rsidRDefault="001A7A8A" w:rsidP="00CA3B55">
            <w:pPr>
              <w:pStyle w:val="Body"/>
              <w:jc w:val="center"/>
            </w:pPr>
          </w:p>
        </w:tc>
      </w:tr>
    </w:tbl>
    <w:p w14:paraId="32C5ABBE" w14:textId="77777777" w:rsidR="00CA3B55" w:rsidRDefault="00957105" w:rsidP="00CA3B55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32C5ABBF" w14:textId="48B13313" w:rsidR="00CA3B55" w:rsidRPr="000412B1" w:rsidRDefault="00093BAF" w:rsidP="00CA3B55">
      <w:pPr>
        <w:pStyle w:val="Heading2"/>
      </w:pPr>
      <w:r>
        <w:lastRenderedPageBreak/>
        <w:t xml:space="preserve">3: </w:t>
      </w:r>
      <w:r w:rsidR="004D1801">
        <w:t>Sh</w:t>
      </w:r>
      <w:r w:rsidR="00957105" w:rsidRPr="000412B1">
        <w:t>ort answer</w:t>
      </w:r>
      <w:r w:rsidR="00721A6C">
        <w:t xml:space="preserve"> (Questions 26 – 38)</w:t>
      </w:r>
    </w:p>
    <w:p w14:paraId="32C5ABC0" w14:textId="3BF4ED46" w:rsidR="00CA3B55" w:rsidRPr="0063453E" w:rsidRDefault="00957105" w:rsidP="00CA3B55">
      <w:pPr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carefully. Your answer should be a minimum of </w:t>
      </w:r>
      <w:r w:rsidR="00F03FA3">
        <w:rPr>
          <w:rStyle w:val="GuidetextChar"/>
          <w:i w:val="0"/>
          <w:color w:val="auto"/>
          <w:sz w:val="22"/>
          <w:szCs w:val="22"/>
        </w:rPr>
        <w:t xml:space="preserve">10 </w:t>
      </w:r>
      <w:r w:rsidRPr="0063453E">
        <w:rPr>
          <w:sz w:val="22"/>
          <w:szCs w:val="22"/>
        </w:rPr>
        <w:t xml:space="preserve">words but no longer than </w:t>
      </w:r>
      <w:r w:rsidR="009F0A76">
        <w:rPr>
          <w:sz w:val="22"/>
          <w:szCs w:val="22"/>
        </w:rPr>
        <w:t>1</w:t>
      </w:r>
      <w:r w:rsidR="00633349" w:rsidRPr="00F03FA3">
        <w:rPr>
          <w:rStyle w:val="GuidetextChar"/>
          <w:i w:val="0"/>
          <w:color w:val="auto"/>
          <w:sz w:val="22"/>
          <w:szCs w:val="22"/>
        </w:rPr>
        <w:t>50</w:t>
      </w:r>
      <w:r w:rsidRPr="0063453E">
        <w:rPr>
          <w:rStyle w:val="GuidetextChar"/>
          <w:sz w:val="22"/>
          <w:szCs w:val="22"/>
        </w:rPr>
        <w:t xml:space="preserve"> </w:t>
      </w:r>
      <w:r w:rsidR="00633349">
        <w:rPr>
          <w:sz w:val="22"/>
          <w:szCs w:val="22"/>
        </w:rPr>
        <w:t>words unless the question asks for a list or complete a table.</w:t>
      </w:r>
    </w:p>
    <w:p w14:paraId="32C5ABC1" w14:textId="503D5A94" w:rsidR="00CA3B55" w:rsidRPr="00B30F8E" w:rsidRDefault="002254A4" w:rsidP="00721A6C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‘Chain of custody’ and ‘traceability of results’ are important in any laboratory quality management system. Explain how each of these terms could provi</w:t>
      </w:r>
      <w:r w:rsidR="00881A70">
        <w:rPr>
          <w:sz w:val="22"/>
          <w:szCs w:val="22"/>
        </w:rPr>
        <w:t xml:space="preserve">de a mechanism for maintaining </w:t>
      </w:r>
      <w:r>
        <w:rPr>
          <w:sz w:val="22"/>
          <w:szCs w:val="22"/>
        </w:rPr>
        <w:t>good customer relationship</w:t>
      </w:r>
      <w:r w:rsidR="00881A70">
        <w:rPr>
          <w:sz w:val="22"/>
          <w:szCs w:val="22"/>
        </w:rPr>
        <w:t>s</w:t>
      </w:r>
      <w:r>
        <w:rPr>
          <w:sz w:val="22"/>
          <w:szCs w:val="22"/>
        </w:rPr>
        <w:t>, particularly if there has b</w:t>
      </w:r>
      <w:r w:rsidR="00307E21">
        <w:rPr>
          <w:sz w:val="22"/>
          <w:szCs w:val="22"/>
        </w:rPr>
        <w:t>een a problem:</w:t>
      </w:r>
    </w:p>
    <w:p w14:paraId="32C5ABC2" w14:textId="77777777" w:rsidR="00CA3B55" w:rsidRDefault="00CA3B55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C3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C4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C5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C6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C7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C8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C9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CA" w14:textId="77777777" w:rsidR="00CA3B55" w:rsidRPr="00AC09FA" w:rsidRDefault="00CA3B55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CB" w14:textId="77777777" w:rsidR="003D58AE" w:rsidRDefault="003D58AE" w:rsidP="003D58AE">
      <w:pPr>
        <w:pStyle w:val="Body"/>
        <w:ind w:left="720"/>
        <w:rPr>
          <w:sz w:val="22"/>
          <w:szCs w:val="22"/>
        </w:rPr>
      </w:pPr>
    </w:p>
    <w:p w14:paraId="32C5ABCC" w14:textId="77777777" w:rsidR="00CA3B55" w:rsidRPr="00B30F8E" w:rsidRDefault="00881A70" w:rsidP="00721A6C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What is the process for suggesting improvements in your laboratory? </w:t>
      </w:r>
    </w:p>
    <w:p w14:paraId="32C5ABCD" w14:textId="77777777" w:rsidR="00CA3B55" w:rsidRDefault="00CA3B55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BCE" w14:textId="77777777" w:rsidR="00CA3B55" w:rsidRDefault="00CA3B55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BCF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BD0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BD1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BD2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BD3" w14:textId="77777777" w:rsidR="00CA3B55" w:rsidRPr="00810F43" w:rsidRDefault="00CA3B55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BD4" w14:textId="77777777" w:rsidR="003D58AE" w:rsidRDefault="003D58AE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2C5ABD5" w14:textId="77777777" w:rsidR="00CA3B55" w:rsidRDefault="00F96EC9" w:rsidP="00721A6C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Explain how you, the Laboratory Assistant, could minimise:</w:t>
      </w:r>
    </w:p>
    <w:p w14:paraId="32C5ABD6" w14:textId="1939A5AE" w:rsidR="00F96EC9" w:rsidRDefault="00093BAF" w:rsidP="00DB0ECE">
      <w:pPr>
        <w:pStyle w:val="Body"/>
        <w:numPr>
          <w:ilvl w:val="0"/>
          <w:numId w:val="20"/>
        </w:numPr>
        <w:spacing w:line="240" w:lineRule="auto"/>
        <w:ind w:left="1077" w:hanging="357"/>
        <w:rPr>
          <w:sz w:val="22"/>
          <w:szCs w:val="22"/>
        </w:rPr>
      </w:pPr>
      <w:r>
        <w:rPr>
          <w:sz w:val="22"/>
          <w:szCs w:val="22"/>
        </w:rPr>
        <w:t>t</w:t>
      </w:r>
      <w:r w:rsidR="00F96EC9">
        <w:rPr>
          <w:sz w:val="22"/>
          <w:szCs w:val="22"/>
        </w:rPr>
        <w:t>he amount of electricity consumed</w:t>
      </w:r>
    </w:p>
    <w:p w14:paraId="32C5ABD7" w14:textId="76EF3715" w:rsidR="00F96EC9" w:rsidRDefault="00093BAF" w:rsidP="00DB0ECE">
      <w:pPr>
        <w:pStyle w:val="Body"/>
        <w:numPr>
          <w:ilvl w:val="0"/>
          <w:numId w:val="20"/>
        </w:numPr>
        <w:spacing w:line="240" w:lineRule="auto"/>
        <w:ind w:left="1077" w:hanging="357"/>
        <w:rPr>
          <w:sz w:val="22"/>
          <w:szCs w:val="22"/>
        </w:rPr>
      </w:pPr>
      <w:r>
        <w:rPr>
          <w:sz w:val="22"/>
          <w:szCs w:val="22"/>
        </w:rPr>
        <w:t>t</w:t>
      </w:r>
      <w:r w:rsidR="00F96EC9">
        <w:rPr>
          <w:sz w:val="22"/>
          <w:szCs w:val="22"/>
        </w:rPr>
        <w:t>he amount of waste water produced</w:t>
      </w:r>
    </w:p>
    <w:p w14:paraId="32C5ABD8" w14:textId="78ACBAA7" w:rsidR="00F96EC9" w:rsidRPr="00B30F8E" w:rsidRDefault="00093BAF" w:rsidP="00DB0ECE">
      <w:pPr>
        <w:pStyle w:val="Body"/>
        <w:numPr>
          <w:ilvl w:val="0"/>
          <w:numId w:val="20"/>
        </w:numPr>
        <w:spacing w:line="240" w:lineRule="auto"/>
        <w:ind w:left="1077" w:hanging="357"/>
        <w:rPr>
          <w:sz w:val="22"/>
          <w:szCs w:val="22"/>
        </w:rPr>
      </w:pPr>
      <w:r>
        <w:rPr>
          <w:sz w:val="22"/>
          <w:szCs w:val="22"/>
        </w:rPr>
        <w:t>t</w:t>
      </w:r>
      <w:r w:rsidR="00F96EC9">
        <w:rPr>
          <w:sz w:val="22"/>
          <w:szCs w:val="22"/>
        </w:rPr>
        <w:t>he amount of waste chemicals</w:t>
      </w:r>
    </w:p>
    <w:p w14:paraId="32C5ABD9" w14:textId="77777777" w:rsidR="00CA3B55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proofErr w:type="gramStart"/>
      <w:r>
        <w:t>a</w:t>
      </w:r>
      <w:proofErr w:type="gramEnd"/>
      <w:r>
        <w:t>.</w:t>
      </w:r>
    </w:p>
    <w:p w14:paraId="32C5ABDA" w14:textId="77777777" w:rsidR="00CA3B55" w:rsidRDefault="00CA3B55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BDB" w14:textId="77777777" w:rsidR="00CA3B55" w:rsidRDefault="00CA3B55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DC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DD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DE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>.</w:t>
      </w:r>
    </w:p>
    <w:p w14:paraId="32C5ABDF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E0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E1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E2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>.</w:t>
      </w:r>
    </w:p>
    <w:p w14:paraId="32C5ABE3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E4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E5" w14:textId="77777777" w:rsidR="003D58AE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E6" w14:textId="77777777" w:rsidR="003D58AE" w:rsidRPr="00AC09FA" w:rsidRDefault="003D58AE" w:rsidP="00CA3B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AE1820B" w14:textId="77777777" w:rsidR="009B6454" w:rsidRPr="009B6454" w:rsidRDefault="009B6454" w:rsidP="009B6454">
      <w:pPr>
        <w:pStyle w:val="ListParagraph"/>
        <w:tabs>
          <w:tab w:val="clear" w:pos="284"/>
        </w:tabs>
        <w:spacing w:before="0" w:after="200" w:line="276" w:lineRule="auto"/>
        <w:ind w:left="567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32C5ABE7" w14:textId="3F5494E9" w:rsidR="00F96EC9" w:rsidRPr="009B6454" w:rsidRDefault="00F96EC9" w:rsidP="00721A6C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9B6454">
        <w:rPr>
          <w:sz w:val="22"/>
          <w:szCs w:val="22"/>
        </w:rPr>
        <w:t>Why is a quality system that is based on ‘getting it right first time’ better than a quality system that is based purely on ‘inspection’ for defects or</w:t>
      </w:r>
      <w:r w:rsidR="00EF0929" w:rsidRPr="009B6454">
        <w:rPr>
          <w:sz w:val="22"/>
          <w:szCs w:val="22"/>
        </w:rPr>
        <w:t xml:space="preserve"> poor workmanship</w:t>
      </w:r>
      <w:r w:rsidR="00290615" w:rsidRPr="009B6454">
        <w:rPr>
          <w:sz w:val="22"/>
          <w:szCs w:val="22"/>
        </w:rPr>
        <w:t>?</w:t>
      </w:r>
    </w:p>
    <w:p w14:paraId="32C5ABE8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 w:hanging="436"/>
      </w:pPr>
    </w:p>
    <w:p w14:paraId="32C5ABE9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 w:hanging="436"/>
      </w:pPr>
    </w:p>
    <w:p w14:paraId="32C5ABEA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 w:hanging="436"/>
      </w:pPr>
    </w:p>
    <w:p w14:paraId="32C5ABEB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 w:hanging="436"/>
      </w:pPr>
    </w:p>
    <w:p w14:paraId="32C5ABEC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 w:hanging="436"/>
      </w:pPr>
    </w:p>
    <w:p w14:paraId="32C5ABED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 w:hanging="436"/>
      </w:pPr>
    </w:p>
    <w:p w14:paraId="32C5ABEE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 w:hanging="436"/>
      </w:pPr>
    </w:p>
    <w:p w14:paraId="32C5ABF0" w14:textId="2B922FD5" w:rsidR="004D1801" w:rsidRPr="009B6454" w:rsidRDefault="009B6454" w:rsidP="00EB1A43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  <w:br w:type="page"/>
      </w:r>
    </w:p>
    <w:p w14:paraId="32C5ABF1" w14:textId="4CCF9CBE" w:rsidR="00F96EC9" w:rsidRPr="00290615" w:rsidRDefault="00F96EC9" w:rsidP="00721A6C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290615">
        <w:rPr>
          <w:sz w:val="22"/>
          <w:szCs w:val="22"/>
        </w:rPr>
        <w:lastRenderedPageBreak/>
        <w:t xml:space="preserve">For </w:t>
      </w:r>
      <w:r w:rsidR="00E73DCC">
        <w:rPr>
          <w:sz w:val="22"/>
          <w:szCs w:val="22"/>
        </w:rPr>
        <w:t>a typical laboratory workplace:</w:t>
      </w:r>
    </w:p>
    <w:p w14:paraId="32C5ABF2" w14:textId="53F9A295" w:rsidR="00F96EC9" w:rsidRPr="00290615" w:rsidRDefault="00035A26" w:rsidP="00DB0ECE">
      <w:pPr>
        <w:pStyle w:val="ListParagraph"/>
        <w:numPr>
          <w:ilvl w:val="0"/>
          <w:numId w:val="21"/>
        </w:numPr>
        <w:tabs>
          <w:tab w:val="clear" w:pos="284"/>
        </w:tabs>
        <w:spacing w:before="0" w:after="200" w:line="276" w:lineRule="auto"/>
        <w:ind w:hanging="11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>
        <w:rPr>
          <w:sz w:val="22"/>
          <w:szCs w:val="22"/>
        </w:rPr>
        <w:t>d</w:t>
      </w:r>
      <w:r w:rsidR="00F96EC9" w:rsidRPr="00290615">
        <w:rPr>
          <w:sz w:val="22"/>
          <w:szCs w:val="22"/>
        </w:rPr>
        <w:t>escribe the products and services provided</w:t>
      </w:r>
      <w:r w:rsidR="00093BAF">
        <w:rPr>
          <w:sz w:val="22"/>
          <w:szCs w:val="22"/>
        </w:rPr>
        <w:t>:</w:t>
      </w:r>
    </w:p>
    <w:p w14:paraId="32C5ABF3" w14:textId="77777777" w:rsidR="00F96EC9" w:rsidRPr="00290615" w:rsidRDefault="00F96EC9" w:rsidP="00DB0ECE">
      <w:pPr>
        <w:pStyle w:val="ListParagraph"/>
        <w:numPr>
          <w:ilvl w:val="0"/>
          <w:numId w:val="22"/>
        </w:numPr>
        <w:tabs>
          <w:tab w:val="clear" w:pos="284"/>
        </w:tabs>
        <w:spacing w:before="0" w:after="200" w:line="276" w:lineRule="auto"/>
        <w:ind w:hanging="12"/>
        <w:rPr>
          <w:sz w:val="22"/>
          <w:szCs w:val="22"/>
        </w:rPr>
      </w:pPr>
      <w:r w:rsidRPr="00290615">
        <w:rPr>
          <w:sz w:val="22"/>
          <w:szCs w:val="22"/>
        </w:rPr>
        <w:t>generally by the company</w:t>
      </w:r>
    </w:p>
    <w:p w14:paraId="32C5ABF4" w14:textId="3F294534" w:rsidR="00F96EC9" w:rsidRPr="00290615" w:rsidRDefault="00035A26" w:rsidP="00DB0ECE">
      <w:pPr>
        <w:pStyle w:val="ListParagraph"/>
        <w:numPr>
          <w:ilvl w:val="0"/>
          <w:numId w:val="22"/>
        </w:numPr>
        <w:tabs>
          <w:tab w:val="clear" w:pos="284"/>
        </w:tabs>
        <w:spacing w:before="0" w:after="200" w:line="276" w:lineRule="auto"/>
        <w:ind w:hanging="12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>
        <w:rPr>
          <w:sz w:val="22"/>
          <w:szCs w:val="22"/>
        </w:rPr>
        <w:t>specifically the</w:t>
      </w:r>
      <w:r w:rsidR="00F96EC9" w:rsidRPr="00290615">
        <w:rPr>
          <w:sz w:val="22"/>
          <w:szCs w:val="22"/>
        </w:rPr>
        <w:t xml:space="preserve"> laboratory</w:t>
      </w:r>
    </w:p>
    <w:p w14:paraId="32C5ABF5" w14:textId="77777777" w:rsidR="00F96EC9" w:rsidRPr="00290615" w:rsidRDefault="00F96EC9" w:rsidP="003D58AE">
      <w:pPr>
        <w:pStyle w:val="ListParagraph"/>
        <w:numPr>
          <w:ilvl w:val="0"/>
          <w:numId w:val="21"/>
        </w:numPr>
        <w:tabs>
          <w:tab w:val="clear" w:pos="284"/>
        </w:tabs>
        <w:spacing w:before="0" w:after="200" w:line="276" w:lineRule="auto"/>
        <w:ind w:hanging="11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290615">
        <w:rPr>
          <w:sz w:val="22"/>
          <w:szCs w:val="22"/>
        </w:rPr>
        <w:t>construct a diagram that highlights:</w:t>
      </w:r>
    </w:p>
    <w:p w14:paraId="32C5ABF6" w14:textId="7E8A12F8" w:rsidR="00F96EC9" w:rsidRPr="00290615" w:rsidRDefault="00035A26" w:rsidP="00EF0929">
      <w:pPr>
        <w:pStyle w:val="ListParagraph"/>
        <w:numPr>
          <w:ilvl w:val="0"/>
          <w:numId w:val="23"/>
        </w:numPr>
        <w:tabs>
          <w:tab w:val="clear" w:pos="284"/>
        </w:tabs>
        <w:spacing w:before="0" w:after="200" w:line="276" w:lineRule="auto"/>
        <w:ind w:left="2127" w:hanging="426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>
        <w:rPr>
          <w:sz w:val="22"/>
          <w:szCs w:val="22"/>
        </w:rPr>
        <w:t xml:space="preserve">the </w:t>
      </w:r>
      <w:r w:rsidR="00F96EC9" w:rsidRPr="00290615">
        <w:rPr>
          <w:sz w:val="22"/>
          <w:szCs w:val="22"/>
        </w:rPr>
        <w:t xml:space="preserve">workplace structure, including divisions </w:t>
      </w:r>
      <w:r w:rsidR="00EF0929" w:rsidRPr="00290615">
        <w:rPr>
          <w:sz w:val="22"/>
          <w:szCs w:val="22"/>
        </w:rPr>
        <w:t>showing</w:t>
      </w:r>
      <w:r w:rsidR="00EF0929" w:rsidRPr="00290615">
        <w:rPr>
          <w:color w:val="FF0000"/>
          <w:sz w:val="22"/>
          <w:szCs w:val="22"/>
        </w:rPr>
        <w:t xml:space="preserve"> </w:t>
      </w:r>
      <w:r w:rsidR="00F96EC9" w:rsidRPr="00290615">
        <w:rPr>
          <w:sz w:val="22"/>
          <w:szCs w:val="22"/>
        </w:rPr>
        <w:t xml:space="preserve">where the </w:t>
      </w:r>
      <w:r w:rsidR="00093BAF">
        <w:rPr>
          <w:sz w:val="22"/>
          <w:szCs w:val="22"/>
        </w:rPr>
        <w:t xml:space="preserve">laboratory </w:t>
      </w:r>
      <w:r w:rsidR="00F96EC9" w:rsidRPr="00290615">
        <w:rPr>
          <w:sz w:val="22"/>
          <w:szCs w:val="22"/>
        </w:rPr>
        <w:t>fits</w:t>
      </w:r>
    </w:p>
    <w:p w14:paraId="32C5ABF7" w14:textId="77777777" w:rsidR="00F96EC9" w:rsidRPr="00290615" w:rsidRDefault="00F96EC9" w:rsidP="00DB0ECE">
      <w:pPr>
        <w:pStyle w:val="ListParagraph"/>
        <w:numPr>
          <w:ilvl w:val="0"/>
          <w:numId w:val="23"/>
        </w:numPr>
        <w:tabs>
          <w:tab w:val="clear" w:pos="284"/>
        </w:tabs>
        <w:spacing w:before="0" w:after="200" w:line="276" w:lineRule="auto"/>
        <w:ind w:firstLine="621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290615">
        <w:rPr>
          <w:sz w:val="22"/>
          <w:szCs w:val="22"/>
        </w:rPr>
        <w:t>the lines of communication</w:t>
      </w:r>
    </w:p>
    <w:p w14:paraId="32C5ABF8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proofErr w:type="gramStart"/>
      <w:r>
        <w:t>a</w:t>
      </w:r>
      <w:proofErr w:type="gramEnd"/>
      <w:r>
        <w:t>.</w:t>
      </w:r>
    </w:p>
    <w:p w14:paraId="32C5ABF9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BFA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FB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FC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FD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FE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BFF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C00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C01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C02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C03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C04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>.</w:t>
      </w:r>
    </w:p>
    <w:p w14:paraId="32C5AC05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C06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C07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C08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C09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C0A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C0B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C0C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C0D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2C5AC0E" w14:textId="77777777" w:rsidR="003D58AE" w:rsidRDefault="003D58AE" w:rsidP="003D58A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197D2D8" w14:textId="77777777" w:rsidR="00290615" w:rsidRDefault="00290615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2C5AC11" w14:textId="006EB163" w:rsidR="00F96EC9" w:rsidRPr="00290615" w:rsidRDefault="00F96EC9" w:rsidP="00721A6C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 w:rsidRPr="00290615">
        <w:rPr>
          <w:sz w:val="22"/>
          <w:szCs w:val="22"/>
        </w:rPr>
        <w:lastRenderedPageBreak/>
        <w:t>A run control diagram is often used to indicate in real time what is occurring in a process.</w:t>
      </w:r>
    </w:p>
    <w:p w14:paraId="32C5AC12" w14:textId="77777777" w:rsidR="00890DEF" w:rsidRDefault="00890DEF" w:rsidP="00890DEF">
      <w:pPr>
        <w:tabs>
          <w:tab w:val="clear" w:pos="284"/>
        </w:tabs>
        <w:spacing w:before="0" w:after="200" w:line="276" w:lineRule="auto"/>
        <w:jc w:val="center"/>
        <w:rPr>
          <w:rFonts w:eastAsia="Times New Roman"/>
          <w:noProof/>
          <w:color w:val="464748"/>
          <w:kern w:val="22"/>
          <w:szCs w:val="24"/>
          <w:lang w:eastAsia="en-AU"/>
        </w:rPr>
      </w:pPr>
      <w:r>
        <w:rPr>
          <w:noProof/>
          <w:lang w:eastAsia="en-AU"/>
        </w:rPr>
        <w:drawing>
          <wp:inline distT="0" distB="0" distL="0" distR="0" wp14:anchorId="32C5AD1C" wp14:editId="32C5AD1D">
            <wp:extent cx="4572000" cy="27432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32C5AC13" w14:textId="77777777" w:rsidR="00785759" w:rsidRPr="00290615" w:rsidRDefault="00785759" w:rsidP="00FA3B9B">
      <w:pPr>
        <w:tabs>
          <w:tab w:val="clear" w:pos="284"/>
        </w:tabs>
        <w:spacing w:before="0" w:after="200" w:line="276" w:lineRule="auto"/>
        <w:ind w:left="360"/>
        <w:rPr>
          <w:sz w:val="22"/>
          <w:szCs w:val="22"/>
        </w:rPr>
      </w:pPr>
      <w:r w:rsidRPr="00290615">
        <w:rPr>
          <w:sz w:val="22"/>
          <w:szCs w:val="22"/>
        </w:rPr>
        <w:t>Explain the meaning of each of these terms and how they are determined for a process:</w:t>
      </w:r>
    </w:p>
    <w:p w14:paraId="32C5AC14" w14:textId="1FCFA89E" w:rsidR="00785759" w:rsidRPr="00290615" w:rsidRDefault="00D90940" w:rsidP="00785759">
      <w:pPr>
        <w:pStyle w:val="ListParagraph"/>
        <w:numPr>
          <w:ilvl w:val="1"/>
          <w:numId w:val="22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>
        <w:rPr>
          <w:sz w:val="22"/>
          <w:szCs w:val="22"/>
        </w:rPr>
        <w:t>c</w:t>
      </w:r>
      <w:r w:rsidR="00785759" w:rsidRPr="00290615">
        <w:rPr>
          <w:sz w:val="22"/>
          <w:szCs w:val="22"/>
        </w:rPr>
        <w:t>entre line</w:t>
      </w:r>
    </w:p>
    <w:p w14:paraId="32C5AC15" w14:textId="57F3F8F1" w:rsidR="00785759" w:rsidRPr="00290615" w:rsidRDefault="00D90940" w:rsidP="00785759">
      <w:pPr>
        <w:pStyle w:val="ListParagraph"/>
        <w:numPr>
          <w:ilvl w:val="1"/>
          <w:numId w:val="22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>
        <w:rPr>
          <w:sz w:val="22"/>
          <w:szCs w:val="22"/>
        </w:rPr>
        <w:t>u</w:t>
      </w:r>
      <w:r w:rsidR="00785759" w:rsidRPr="00290615">
        <w:rPr>
          <w:sz w:val="22"/>
          <w:szCs w:val="22"/>
        </w:rPr>
        <w:t>pper control limit</w:t>
      </w:r>
    </w:p>
    <w:p w14:paraId="32C5AC16" w14:textId="4E4C6C49" w:rsidR="00785759" w:rsidRPr="00290615" w:rsidRDefault="00D90940" w:rsidP="00785759">
      <w:pPr>
        <w:pStyle w:val="ListParagraph"/>
        <w:numPr>
          <w:ilvl w:val="1"/>
          <w:numId w:val="22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>
        <w:rPr>
          <w:sz w:val="22"/>
          <w:szCs w:val="22"/>
        </w:rPr>
        <w:t>l</w:t>
      </w:r>
      <w:r w:rsidR="00785759" w:rsidRPr="00290615">
        <w:rPr>
          <w:sz w:val="22"/>
          <w:szCs w:val="22"/>
        </w:rPr>
        <w:t>ower control limit</w:t>
      </w:r>
    </w:p>
    <w:p w14:paraId="32C5AC17" w14:textId="41BC650D" w:rsidR="00890DEF" w:rsidRPr="00290615" w:rsidRDefault="00D90940" w:rsidP="00785759">
      <w:pPr>
        <w:pStyle w:val="ListParagraph"/>
        <w:numPr>
          <w:ilvl w:val="1"/>
          <w:numId w:val="22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>
        <w:rPr>
          <w:sz w:val="22"/>
          <w:szCs w:val="22"/>
        </w:rPr>
        <w:t>s</w:t>
      </w:r>
      <w:r w:rsidR="00785759" w:rsidRPr="00290615">
        <w:rPr>
          <w:sz w:val="22"/>
          <w:szCs w:val="22"/>
        </w:rPr>
        <w:t>uggest a reason as to why there is a change apparent after time 8:15</w:t>
      </w:r>
    </w:p>
    <w:p w14:paraId="32C5AC18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993" w:hanging="709"/>
      </w:pPr>
      <w:proofErr w:type="gramStart"/>
      <w:r>
        <w:t>a</w:t>
      </w:r>
      <w:proofErr w:type="gramEnd"/>
      <w:r>
        <w:t>.</w:t>
      </w:r>
    </w:p>
    <w:p w14:paraId="32C5AC19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993" w:hanging="709"/>
      </w:pPr>
    </w:p>
    <w:p w14:paraId="32C5AC1A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993" w:hanging="709"/>
      </w:pPr>
    </w:p>
    <w:p w14:paraId="32C5AC1B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993" w:hanging="709"/>
      </w:pPr>
      <w:proofErr w:type="gramStart"/>
      <w:r>
        <w:t>b</w:t>
      </w:r>
      <w:proofErr w:type="gramEnd"/>
      <w:r>
        <w:t>.</w:t>
      </w:r>
    </w:p>
    <w:p w14:paraId="32C5AC1C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993" w:hanging="709"/>
      </w:pPr>
    </w:p>
    <w:p w14:paraId="32C5AC1D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993" w:hanging="709"/>
      </w:pPr>
    </w:p>
    <w:p w14:paraId="32C5AC1E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993" w:hanging="709"/>
      </w:pPr>
      <w:proofErr w:type="gramStart"/>
      <w:r>
        <w:t>c</w:t>
      </w:r>
      <w:proofErr w:type="gramEnd"/>
      <w:r>
        <w:t>.</w:t>
      </w:r>
    </w:p>
    <w:p w14:paraId="32C5AC1F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993" w:hanging="709"/>
      </w:pPr>
    </w:p>
    <w:p w14:paraId="32C5AC20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993" w:hanging="709"/>
      </w:pPr>
    </w:p>
    <w:p w14:paraId="32C5AC21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993" w:hanging="709"/>
      </w:pPr>
      <w:proofErr w:type="gramStart"/>
      <w:r>
        <w:t>d</w:t>
      </w:r>
      <w:proofErr w:type="gramEnd"/>
      <w:r>
        <w:t>.</w:t>
      </w:r>
    </w:p>
    <w:p w14:paraId="32C5AC22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993" w:hanging="709"/>
      </w:pPr>
    </w:p>
    <w:p w14:paraId="32C5AC23" w14:textId="77777777" w:rsidR="003D58AE" w:rsidRDefault="003D58AE" w:rsidP="00E73DC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993" w:hanging="709"/>
      </w:pPr>
    </w:p>
    <w:p w14:paraId="1F4492A7" w14:textId="77777777" w:rsidR="00E73DCC" w:rsidRDefault="00E73DCC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2C5AC25" w14:textId="45BE36EF" w:rsidR="00FD2D44" w:rsidRPr="00290615" w:rsidRDefault="00B97D42" w:rsidP="00721A6C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proofErr w:type="spellStart"/>
      <w:r w:rsidRPr="00290615">
        <w:rPr>
          <w:sz w:val="22"/>
          <w:szCs w:val="22"/>
        </w:rPr>
        <w:lastRenderedPageBreak/>
        <w:t>AllSci</w:t>
      </w:r>
      <w:proofErr w:type="spellEnd"/>
      <w:r w:rsidR="008830A0" w:rsidRPr="00290615">
        <w:rPr>
          <w:sz w:val="22"/>
          <w:szCs w:val="22"/>
        </w:rPr>
        <w:t xml:space="preserve"> tests for % alcohol. The standard operating procedure requires the standard to be tested each morning and after every 10 samples. The standard is expected to be 12.5% ± 1.5 SD. The standard deviation (SD) is 0.3%. Data produced from the standard test ove</w:t>
      </w:r>
      <w:r w:rsidR="004F5CC5">
        <w:rPr>
          <w:sz w:val="22"/>
          <w:szCs w:val="22"/>
        </w:rPr>
        <w:t>r 2 weeks is in the table below.</w:t>
      </w:r>
    </w:p>
    <w:tbl>
      <w:tblPr>
        <w:tblW w:w="5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</w:tblGrid>
      <w:tr w:rsidR="0091558C" w:rsidRPr="00EB1A43" w14:paraId="32C5AC2C" w14:textId="77777777" w:rsidTr="005F2CC5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26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AU"/>
              </w:rPr>
            </w:pPr>
            <w:r w:rsidRPr="00E3522D">
              <w:rPr>
                <w:rFonts w:ascii="Times New Roman" w:eastAsia="Times New Roman" w:hAnsi="Times New Roman" w:cs="Times New Roman"/>
                <w:sz w:val="22"/>
                <w:szCs w:val="22"/>
                <w:lang w:eastAsia="en-AU"/>
              </w:rPr>
              <w:t>Test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27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rPr>
                <w:rFonts w:ascii="Times New Roman" w:eastAsia="Times New Roman" w:hAnsi="Times New Roman" w:cs="Times New Roman"/>
                <w:sz w:val="22"/>
                <w:szCs w:val="22"/>
                <w:lang w:eastAsia="en-AU"/>
              </w:rPr>
            </w:pPr>
            <w:r w:rsidRPr="00E3522D">
              <w:rPr>
                <w:rFonts w:ascii="Times New Roman" w:eastAsia="Times New Roman" w:hAnsi="Times New Roman" w:cs="Times New Roman"/>
                <w:sz w:val="22"/>
                <w:szCs w:val="22"/>
                <w:lang w:eastAsia="en-AU"/>
              </w:rPr>
              <w:t xml:space="preserve">    Date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28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proofErr w:type="spellStart"/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Std</w:t>
            </w:r>
            <w:proofErr w:type="spellEnd"/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 xml:space="preserve"> % alcohol</w:t>
            </w:r>
          </w:p>
        </w:tc>
        <w:tc>
          <w:tcPr>
            <w:tcW w:w="960" w:type="dxa"/>
            <w:vAlign w:val="bottom"/>
          </w:tcPr>
          <w:p w14:paraId="32C5AC29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AU"/>
              </w:rPr>
            </w:pPr>
            <w:r w:rsidRPr="00E3522D">
              <w:rPr>
                <w:rFonts w:ascii="Times New Roman" w:eastAsia="Times New Roman" w:hAnsi="Times New Roman" w:cs="Times New Roman"/>
                <w:sz w:val="22"/>
                <w:szCs w:val="22"/>
                <w:lang w:eastAsia="en-AU"/>
              </w:rPr>
              <w:t>Test</w:t>
            </w:r>
          </w:p>
        </w:tc>
        <w:tc>
          <w:tcPr>
            <w:tcW w:w="960" w:type="dxa"/>
            <w:vAlign w:val="bottom"/>
          </w:tcPr>
          <w:p w14:paraId="32C5AC2A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rPr>
                <w:rFonts w:ascii="Times New Roman" w:eastAsia="Times New Roman" w:hAnsi="Times New Roman" w:cs="Times New Roman"/>
                <w:sz w:val="22"/>
                <w:szCs w:val="22"/>
                <w:lang w:eastAsia="en-AU"/>
              </w:rPr>
            </w:pPr>
            <w:r w:rsidRPr="00E3522D">
              <w:rPr>
                <w:rFonts w:ascii="Times New Roman" w:eastAsia="Times New Roman" w:hAnsi="Times New Roman" w:cs="Times New Roman"/>
                <w:sz w:val="22"/>
                <w:szCs w:val="22"/>
                <w:lang w:eastAsia="en-AU"/>
              </w:rPr>
              <w:t xml:space="preserve">    Date </w:t>
            </w:r>
          </w:p>
        </w:tc>
        <w:tc>
          <w:tcPr>
            <w:tcW w:w="960" w:type="dxa"/>
            <w:vAlign w:val="bottom"/>
          </w:tcPr>
          <w:p w14:paraId="32C5AC2B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proofErr w:type="spellStart"/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Std</w:t>
            </w:r>
            <w:proofErr w:type="spellEnd"/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 xml:space="preserve"> % alcohol</w:t>
            </w:r>
          </w:p>
        </w:tc>
      </w:tr>
      <w:tr w:rsidR="0091558C" w:rsidRPr="00EB1A43" w14:paraId="32C5AC33" w14:textId="77777777" w:rsidTr="005F2CC5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2D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2E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1-May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2F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12.3</w:t>
            </w:r>
          </w:p>
        </w:tc>
        <w:tc>
          <w:tcPr>
            <w:tcW w:w="960" w:type="dxa"/>
            <w:vAlign w:val="bottom"/>
          </w:tcPr>
          <w:p w14:paraId="32C5AC30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13</w:t>
            </w:r>
          </w:p>
        </w:tc>
        <w:tc>
          <w:tcPr>
            <w:tcW w:w="960" w:type="dxa"/>
            <w:vAlign w:val="bottom"/>
          </w:tcPr>
          <w:p w14:paraId="32C5AC31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5-May</w:t>
            </w:r>
          </w:p>
        </w:tc>
        <w:tc>
          <w:tcPr>
            <w:tcW w:w="960" w:type="dxa"/>
            <w:vAlign w:val="bottom"/>
          </w:tcPr>
          <w:p w14:paraId="32C5AC32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12.3</w:t>
            </w:r>
          </w:p>
        </w:tc>
      </w:tr>
      <w:tr w:rsidR="0091558C" w:rsidRPr="00EB1A43" w14:paraId="32C5AC3A" w14:textId="77777777" w:rsidTr="005F2CC5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34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35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1-May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36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12.2</w:t>
            </w:r>
          </w:p>
        </w:tc>
        <w:tc>
          <w:tcPr>
            <w:tcW w:w="960" w:type="dxa"/>
            <w:vAlign w:val="bottom"/>
          </w:tcPr>
          <w:p w14:paraId="32C5AC37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14</w:t>
            </w:r>
          </w:p>
        </w:tc>
        <w:tc>
          <w:tcPr>
            <w:tcW w:w="960" w:type="dxa"/>
            <w:vAlign w:val="bottom"/>
          </w:tcPr>
          <w:p w14:paraId="32C5AC38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5-May</w:t>
            </w:r>
          </w:p>
        </w:tc>
        <w:tc>
          <w:tcPr>
            <w:tcW w:w="960" w:type="dxa"/>
            <w:vAlign w:val="bottom"/>
          </w:tcPr>
          <w:p w14:paraId="32C5AC39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12.4</w:t>
            </w:r>
          </w:p>
        </w:tc>
      </w:tr>
      <w:tr w:rsidR="0091558C" w:rsidRPr="00EB1A43" w14:paraId="32C5AC41" w14:textId="77777777" w:rsidTr="005F2CC5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3B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3C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1-May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3D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12.2</w:t>
            </w:r>
          </w:p>
        </w:tc>
        <w:tc>
          <w:tcPr>
            <w:tcW w:w="960" w:type="dxa"/>
            <w:vAlign w:val="bottom"/>
          </w:tcPr>
          <w:p w14:paraId="32C5AC3E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15</w:t>
            </w:r>
          </w:p>
        </w:tc>
        <w:tc>
          <w:tcPr>
            <w:tcW w:w="960" w:type="dxa"/>
            <w:vAlign w:val="bottom"/>
          </w:tcPr>
          <w:p w14:paraId="32C5AC3F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5-May</w:t>
            </w:r>
          </w:p>
        </w:tc>
        <w:tc>
          <w:tcPr>
            <w:tcW w:w="960" w:type="dxa"/>
            <w:vAlign w:val="bottom"/>
          </w:tcPr>
          <w:p w14:paraId="32C5AC40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12.4</w:t>
            </w:r>
          </w:p>
        </w:tc>
      </w:tr>
      <w:tr w:rsidR="0091558C" w:rsidRPr="00EB1A43" w14:paraId="32C5AC48" w14:textId="77777777" w:rsidTr="005F2CC5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42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43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2-May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44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12.4</w:t>
            </w:r>
          </w:p>
        </w:tc>
        <w:tc>
          <w:tcPr>
            <w:tcW w:w="960" w:type="dxa"/>
            <w:vAlign w:val="bottom"/>
          </w:tcPr>
          <w:p w14:paraId="32C5AC45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16</w:t>
            </w:r>
          </w:p>
        </w:tc>
        <w:tc>
          <w:tcPr>
            <w:tcW w:w="960" w:type="dxa"/>
            <w:vAlign w:val="bottom"/>
          </w:tcPr>
          <w:p w14:paraId="32C5AC46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5-May</w:t>
            </w:r>
          </w:p>
        </w:tc>
        <w:tc>
          <w:tcPr>
            <w:tcW w:w="960" w:type="dxa"/>
            <w:vAlign w:val="bottom"/>
          </w:tcPr>
          <w:p w14:paraId="32C5AC47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12.3</w:t>
            </w:r>
          </w:p>
        </w:tc>
      </w:tr>
      <w:tr w:rsidR="0091558C" w:rsidRPr="00EB1A43" w14:paraId="32C5AC4F" w14:textId="77777777" w:rsidTr="005F2CC5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49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4A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2-May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4B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12.3</w:t>
            </w:r>
          </w:p>
        </w:tc>
        <w:tc>
          <w:tcPr>
            <w:tcW w:w="960" w:type="dxa"/>
            <w:vAlign w:val="bottom"/>
          </w:tcPr>
          <w:p w14:paraId="32C5AC4C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17</w:t>
            </w:r>
          </w:p>
        </w:tc>
        <w:tc>
          <w:tcPr>
            <w:tcW w:w="960" w:type="dxa"/>
            <w:vAlign w:val="bottom"/>
          </w:tcPr>
          <w:p w14:paraId="32C5AC4D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8-May</w:t>
            </w:r>
          </w:p>
        </w:tc>
        <w:tc>
          <w:tcPr>
            <w:tcW w:w="960" w:type="dxa"/>
            <w:vAlign w:val="bottom"/>
          </w:tcPr>
          <w:p w14:paraId="32C5AC4E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12.9</w:t>
            </w:r>
          </w:p>
        </w:tc>
      </w:tr>
      <w:tr w:rsidR="0091558C" w:rsidRPr="00EB1A43" w14:paraId="32C5AC56" w14:textId="77777777" w:rsidTr="005F2CC5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50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51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2-May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52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12.5</w:t>
            </w:r>
          </w:p>
        </w:tc>
        <w:tc>
          <w:tcPr>
            <w:tcW w:w="960" w:type="dxa"/>
            <w:vAlign w:val="bottom"/>
          </w:tcPr>
          <w:p w14:paraId="32C5AC53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18</w:t>
            </w:r>
          </w:p>
        </w:tc>
        <w:tc>
          <w:tcPr>
            <w:tcW w:w="960" w:type="dxa"/>
            <w:vAlign w:val="bottom"/>
          </w:tcPr>
          <w:p w14:paraId="32C5AC54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8-May</w:t>
            </w:r>
          </w:p>
        </w:tc>
        <w:tc>
          <w:tcPr>
            <w:tcW w:w="960" w:type="dxa"/>
            <w:vAlign w:val="bottom"/>
          </w:tcPr>
          <w:p w14:paraId="32C5AC55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13</w:t>
            </w:r>
          </w:p>
        </w:tc>
      </w:tr>
      <w:tr w:rsidR="0091558C" w:rsidRPr="00EB1A43" w14:paraId="32C5AC5D" w14:textId="77777777" w:rsidTr="005F2CC5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57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58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3-May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59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12.4</w:t>
            </w:r>
          </w:p>
        </w:tc>
        <w:tc>
          <w:tcPr>
            <w:tcW w:w="960" w:type="dxa"/>
            <w:vAlign w:val="bottom"/>
          </w:tcPr>
          <w:p w14:paraId="32C5AC5A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19</w:t>
            </w:r>
          </w:p>
        </w:tc>
        <w:tc>
          <w:tcPr>
            <w:tcW w:w="960" w:type="dxa"/>
            <w:vAlign w:val="bottom"/>
          </w:tcPr>
          <w:p w14:paraId="32C5AC5B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8-May</w:t>
            </w:r>
          </w:p>
        </w:tc>
        <w:tc>
          <w:tcPr>
            <w:tcW w:w="960" w:type="dxa"/>
            <w:vAlign w:val="bottom"/>
          </w:tcPr>
          <w:p w14:paraId="32C5AC5C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12.9</w:t>
            </w:r>
          </w:p>
        </w:tc>
      </w:tr>
      <w:tr w:rsidR="0091558C" w:rsidRPr="00EB1A43" w14:paraId="32C5AC64" w14:textId="77777777" w:rsidTr="005F2CC5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5E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5F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3-May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60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12.4</w:t>
            </w:r>
          </w:p>
        </w:tc>
        <w:tc>
          <w:tcPr>
            <w:tcW w:w="960" w:type="dxa"/>
            <w:vAlign w:val="bottom"/>
          </w:tcPr>
          <w:p w14:paraId="32C5AC61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20</w:t>
            </w:r>
          </w:p>
        </w:tc>
        <w:tc>
          <w:tcPr>
            <w:tcW w:w="960" w:type="dxa"/>
            <w:vAlign w:val="bottom"/>
          </w:tcPr>
          <w:p w14:paraId="32C5AC62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8-May</w:t>
            </w:r>
          </w:p>
        </w:tc>
        <w:tc>
          <w:tcPr>
            <w:tcW w:w="960" w:type="dxa"/>
            <w:vAlign w:val="bottom"/>
          </w:tcPr>
          <w:p w14:paraId="32C5AC63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12.8</w:t>
            </w:r>
          </w:p>
        </w:tc>
      </w:tr>
      <w:tr w:rsidR="0091558C" w:rsidRPr="00EB1A43" w14:paraId="32C5AC6B" w14:textId="77777777" w:rsidTr="005F2CC5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65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66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3-May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67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12.3</w:t>
            </w:r>
          </w:p>
        </w:tc>
        <w:tc>
          <w:tcPr>
            <w:tcW w:w="960" w:type="dxa"/>
            <w:vAlign w:val="bottom"/>
          </w:tcPr>
          <w:p w14:paraId="32C5AC68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21</w:t>
            </w:r>
          </w:p>
        </w:tc>
        <w:tc>
          <w:tcPr>
            <w:tcW w:w="960" w:type="dxa"/>
            <w:vAlign w:val="bottom"/>
          </w:tcPr>
          <w:p w14:paraId="32C5AC69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9-May</w:t>
            </w:r>
          </w:p>
        </w:tc>
        <w:tc>
          <w:tcPr>
            <w:tcW w:w="960" w:type="dxa"/>
            <w:vAlign w:val="bottom"/>
          </w:tcPr>
          <w:p w14:paraId="32C5AC6A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12.9</w:t>
            </w:r>
          </w:p>
        </w:tc>
      </w:tr>
      <w:tr w:rsidR="0091558C" w:rsidRPr="00EB1A43" w14:paraId="32C5AC72" w14:textId="77777777" w:rsidTr="005F2CC5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6C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6D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4-May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6E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12.3</w:t>
            </w:r>
          </w:p>
        </w:tc>
        <w:tc>
          <w:tcPr>
            <w:tcW w:w="960" w:type="dxa"/>
            <w:vAlign w:val="bottom"/>
          </w:tcPr>
          <w:p w14:paraId="32C5AC6F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22</w:t>
            </w:r>
          </w:p>
        </w:tc>
        <w:tc>
          <w:tcPr>
            <w:tcW w:w="960" w:type="dxa"/>
            <w:vAlign w:val="bottom"/>
          </w:tcPr>
          <w:p w14:paraId="32C5AC70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9-May</w:t>
            </w:r>
          </w:p>
        </w:tc>
        <w:tc>
          <w:tcPr>
            <w:tcW w:w="960" w:type="dxa"/>
            <w:vAlign w:val="bottom"/>
          </w:tcPr>
          <w:p w14:paraId="32C5AC71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13</w:t>
            </w:r>
          </w:p>
        </w:tc>
      </w:tr>
      <w:tr w:rsidR="0091558C" w:rsidRPr="00EB1A43" w14:paraId="32C5AC79" w14:textId="77777777" w:rsidTr="005F2CC5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73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74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4-May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75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12.3</w:t>
            </w:r>
          </w:p>
        </w:tc>
        <w:tc>
          <w:tcPr>
            <w:tcW w:w="960" w:type="dxa"/>
            <w:vAlign w:val="bottom"/>
          </w:tcPr>
          <w:p w14:paraId="32C5AC76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23</w:t>
            </w:r>
          </w:p>
        </w:tc>
        <w:tc>
          <w:tcPr>
            <w:tcW w:w="960" w:type="dxa"/>
            <w:vAlign w:val="bottom"/>
          </w:tcPr>
          <w:p w14:paraId="32C5AC77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9-May</w:t>
            </w:r>
          </w:p>
        </w:tc>
        <w:tc>
          <w:tcPr>
            <w:tcW w:w="960" w:type="dxa"/>
            <w:vAlign w:val="bottom"/>
          </w:tcPr>
          <w:p w14:paraId="32C5AC78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13.1</w:t>
            </w:r>
          </w:p>
        </w:tc>
      </w:tr>
      <w:tr w:rsidR="0091558C" w:rsidRPr="00EB1A43" w14:paraId="32C5AC80" w14:textId="77777777" w:rsidTr="0091558C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7A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7B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5-May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AC7C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E3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12.4</w:t>
            </w:r>
          </w:p>
        </w:tc>
        <w:tc>
          <w:tcPr>
            <w:tcW w:w="960" w:type="dxa"/>
            <w:shd w:val="clear" w:color="auto" w:fill="BFBFBF" w:themeFill="background1" w:themeFillShade="BF"/>
          </w:tcPr>
          <w:p w14:paraId="32C5AC7D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960" w:type="dxa"/>
            <w:shd w:val="clear" w:color="auto" w:fill="BFBFBF" w:themeFill="background1" w:themeFillShade="BF"/>
          </w:tcPr>
          <w:p w14:paraId="32C5AC7E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960" w:type="dxa"/>
            <w:shd w:val="clear" w:color="auto" w:fill="BFBFBF" w:themeFill="background1" w:themeFillShade="BF"/>
          </w:tcPr>
          <w:p w14:paraId="32C5AC7F" w14:textId="77777777" w:rsidR="0091558C" w:rsidRPr="00E3522D" w:rsidRDefault="0091558C" w:rsidP="00E3522D">
            <w:pPr>
              <w:tabs>
                <w:tab w:val="clear" w:pos="284"/>
              </w:tabs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</w:p>
        </w:tc>
      </w:tr>
    </w:tbl>
    <w:p w14:paraId="32C5AC81" w14:textId="77777777" w:rsidR="00EB1A43" w:rsidRDefault="00EB1A43" w:rsidP="00FD2D44">
      <w:pPr>
        <w:tabs>
          <w:tab w:val="clear" w:pos="284"/>
        </w:tabs>
        <w:spacing w:before="0" w:after="200" w:line="276" w:lineRule="auto"/>
      </w:pPr>
    </w:p>
    <w:p w14:paraId="32C5AC82" w14:textId="5A9F27A6" w:rsidR="00AC6442" w:rsidRDefault="00EB1A43" w:rsidP="005F2CC5">
      <w:pPr>
        <w:pStyle w:val="ListParagraph"/>
        <w:numPr>
          <w:ilvl w:val="0"/>
          <w:numId w:val="32"/>
        </w:numPr>
        <w:tabs>
          <w:tab w:val="clear" w:pos="284"/>
        </w:tabs>
        <w:spacing w:before="0" w:after="200" w:line="276" w:lineRule="auto"/>
      </w:pPr>
      <w:r w:rsidRPr="00E3522D">
        <w:rPr>
          <w:sz w:val="22"/>
          <w:szCs w:val="22"/>
        </w:rPr>
        <w:t>Plot the control chart using the chart below, indicate on the chart what each of the provided lines represent</w:t>
      </w:r>
      <w:r w:rsidR="004F5CC5">
        <w:t>.</w:t>
      </w:r>
    </w:p>
    <w:p w14:paraId="32C5AC83" w14:textId="77777777" w:rsidR="00AC6442" w:rsidRDefault="00AC6442" w:rsidP="00AC6442">
      <w:pPr>
        <w:tabs>
          <w:tab w:val="clear" w:pos="284"/>
        </w:tabs>
        <w:spacing w:before="0" w:after="200" w:line="276" w:lineRule="auto"/>
        <w:jc w:val="center"/>
      </w:pPr>
      <w:r>
        <w:rPr>
          <w:noProof/>
          <w:lang w:eastAsia="en-AU"/>
        </w:rPr>
        <w:drawing>
          <wp:inline distT="0" distB="0" distL="0" distR="0" wp14:anchorId="32C5AD1E" wp14:editId="32C5AD1F">
            <wp:extent cx="4524375" cy="2724150"/>
            <wp:effectExtent l="0" t="0" r="952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32C5AC84" w14:textId="2F1E9167" w:rsidR="00EB1A43" w:rsidRPr="00E3522D" w:rsidRDefault="00EB1A43" w:rsidP="00EB1A43">
      <w:pPr>
        <w:pStyle w:val="ListParagraph"/>
        <w:numPr>
          <w:ilvl w:val="0"/>
          <w:numId w:val="32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E3522D">
        <w:rPr>
          <w:sz w:val="22"/>
          <w:szCs w:val="22"/>
        </w:rPr>
        <w:t>What is the standard’s maximum and minimum acceptable value</w:t>
      </w:r>
      <w:r w:rsidR="00D90940">
        <w:rPr>
          <w:sz w:val="22"/>
          <w:szCs w:val="22"/>
        </w:rPr>
        <w:t>?</w:t>
      </w:r>
    </w:p>
    <w:p w14:paraId="32C5AC85" w14:textId="77777777" w:rsidR="00267DF7" w:rsidRDefault="00267DF7" w:rsidP="00267DF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86" w14:textId="77777777" w:rsidR="00267DF7" w:rsidRDefault="00267DF7" w:rsidP="00267DF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87" w14:textId="77777777" w:rsidR="00EB1A43" w:rsidRDefault="00EB1A43" w:rsidP="00EB1A43">
      <w:pPr>
        <w:tabs>
          <w:tab w:val="clear" w:pos="284"/>
        </w:tabs>
        <w:spacing w:before="0" w:after="200" w:line="276" w:lineRule="auto"/>
      </w:pPr>
    </w:p>
    <w:p w14:paraId="32C5AC88" w14:textId="3116A1D6" w:rsidR="00EB1A43" w:rsidRPr="00E3522D" w:rsidRDefault="00EB1A43" w:rsidP="00EB1A43">
      <w:pPr>
        <w:pStyle w:val="ListParagraph"/>
        <w:numPr>
          <w:ilvl w:val="0"/>
          <w:numId w:val="32"/>
        </w:num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 w:rsidRPr="00E3522D">
        <w:rPr>
          <w:sz w:val="22"/>
          <w:szCs w:val="22"/>
        </w:rPr>
        <w:t>Provide</w:t>
      </w:r>
      <w:r w:rsidR="00594AEC" w:rsidRPr="00E3522D">
        <w:rPr>
          <w:sz w:val="22"/>
          <w:szCs w:val="22"/>
        </w:rPr>
        <w:t xml:space="preserve"> an interpretation of the chart and the quality of the results that may have been reported over the two week period</w:t>
      </w:r>
      <w:r w:rsidR="00D90940">
        <w:rPr>
          <w:sz w:val="22"/>
          <w:szCs w:val="22"/>
        </w:rPr>
        <w:t>:</w:t>
      </w:r>
    </w:p>
    <w:p w14:paraId="32C5AC89" w14:textId="77777777" w:rsidR="00267DF7" w:rsidRDefault="00267DF7" w:rsidP="00267DF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8A" w14:textId="77777777" w:rsidR="00267DF7" w:rsidRDefault="00267DF7" w:rsidP="00267DF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8B" w14:textId="77777777" w:rsidR="00267DF7" w:rsidRDefault="00267DF7" w:rsidP="00267DF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8C" w14:textId="77777777" w:rsidR="00267DF7" w:rsidRDefault="00267DF7" w:rsidP="00267DF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8D" w14:textId="77777777" w:rsidR="00267DF7" w:rsidRDefault="00267DF7" w:rsidP="00267DF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8E" w14:textId="77777777" w:rsidR="00267DF7" w:rsidRDefault="00267DF7" w:rsidP="00267DF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8F" w14:textId="77777777" w:rsidR="00EB1A43" w:rsidRDefault="00EB1A43" w:rsidP="00267DF7">
      <w:pPr>
        <w:tabs>
          <w:tab w:val="clear" w:pos="284"/>
        </w:tabs>
        <w:spacing w:before="0" w:after="200" w:line="276" w:lineRule="auto"/>
      </w:pPr>
    </w:p>
    <w:p w14:paraId="32C5AC90" w14:textId="0C33C6CB" w:rsidR="00FD2D44" w:rsidRPr="00D90940" w:rsidRDefault="00FD2D44" w:rsidP="00721A6C">
      <w:pPr>
        <w:pStyle w:val="ListParagraph"/>
        <w:numPr>
          <w:ilvl w:val="0"/>
          <w:numId w:val="5"/>
        </w:numPr>
        <w:spacing w:line="360" w:lineRule="auto"/>
        <w:rPr>
          <w:rFonts w:cs="Arial"/>
          <w:sz w:val="22"/>
          <w:szCs w:val="22"/>
        </w:rPr>
      </w:pPr>
      <w:r w:rsidRPr="00D90940">
        <w:rPr>
          <w:rFonts w:cs="Arial"/>
          <w:sz w:val="22"/>
          <w:szCs w:val="22"/>
        </w:rPr>
        <w:t xml:space="preserve">A collaborative study </w:t>
      </w:r>
      <w:r w:rsidR="0091558C" w:rsidRPr="00D90940">
        <w:rPr>
          <w:rFonts w:cs="Arial"/>
          <w:sz w:val="22"/>
          <w:szCs w:val="22"/>
        </w:rPr>
        <w:t>provides an indication of how laboratories are perf</w:t>
      </w:r>
      <w:r w:rsidR="00594AEC" w:rsidRPr="00D90940">
        <w:rPr>
          <w:rFonts w:cs="Arial"/>
          <w:sz w:val="22"/>
          <w:szCs w:val="22"/>
        </w:rPr>
        <w:t xml:space="preserve">orming. </w:t>
      </w:r>
      <w:proofErr w:type="spellStart"/>
      <w:r w:rsidR="00B97D42" w:rsidRPr="00D90940">
        <w:rPr>
          <w:rFonts w:cs="Arial"/>
          <w:sz w:val="22"/>
          <w:szCs w:val="22"/>
        </w:rPr>
        <w:t>AllSci</w:t>
      </w:r>
      <w:proofErr w:type="spellEnd"/>
      <w:r w:rsidR="00594AEC" w:rsidRPr="00D90940">
        <w:rPr>
          <w:rFonts w:cs="Arial"/>
          <w:sz w:val="22"/>
          <w:szCs w:val="22"/>
        </w:rPr>
        <w:t xml:space="preserve"> took part in a </w:t>
      </w:r>
      <w:r w:rsidR="0091558C" w:rsidRPr="00D90940">
        <w:rPr>
          <w:rFonts w:cs="Arial"/>
          <w:sz w:val="22"/>
          <w:szCs w:val="22"/>
        </w:rPr>
        <w:t xml:space="preserve">collective study </w:t>
      </w:r>
      <w:r w:rsidRPr="00D90940">
        <w:rPr>
          <w:rFonts w:cs="Arial"/>
          <w:sz w:val="22"/>
          <w:szCs w:val="22"/>
        </w:rPr>
        <w:t>of the analysis of mercury levels in fish</w:t>
      </w:r>
      <w:r w:rsidR="0091558C" w:rsidRPr="00D90940">
        <w:rPr>
          <w:rFonts w:cs="Arial"/>
          <w:sz w:val="22"/>
          <w:szCs w:val="22"/>
        </w:rPr>
        <w:t>.</w:t>
      </w:r>
      <w:r w:rsidRPr="00D90940">
        <w:rPr>
          <w:rFonts w:cs="Arial"/>
          <w:sz w:val="22"/>
          <w:szCs w:val="22"/>
        </w:rPr>
        <w:t xml:space="preserve"> </w:t>
      </w:r>
      <w:r w:rsidR="0091558C" w:rsidRPr="00D90940">
        <w:rPr>
          <w:rFonts w:cs="Arial"/>
          <w:sz w:val="22"/>
          <w:szCs w:val="22"/>
        </w:rPr>
        <w:t xml:space="preserve">The results below were the results reported </w:t>
      </w:r>
      <w:r w:rsidR="00594AEC" w:rsidRPr="00D90940">
        <w:rPr>
          <w:rFonts w:cs="Arial"/>
          <w:sz w:val="22"/>
          <w:szCs w:val="22"/>
        </w:rPr>
        <w:t>by</w:t>
      </w:r>
      <w:r w:rsidR="0091558C" w:rsidRPr="00D90940">
        <w:rPr>
          <w:rFonts w:cs="Arial"/>
          <w:sz w:val="22"/>
          <w:szCs w:val="22"/>
        </w:rPr>
        <w:t xml:space="preserve"> a number of laboratories. The value reported by </w:t>
      </w:r>
      <w:proofErr w:type="spellStart"/>
      <w:r w:rsidR="00B97D42" w:rsidRPr="00D90940">
        <w:rPr>
          <w:rFonts w:cs="Arial"/>
          <w:sz w:val="22"/>
          <w:szCs w:val="22"/>
        </w:rPr>
        <w:t>AllSci</w:t>
      </w:r>
      <w:proofErr w:type="spellEnd"/>
      <w:r w:rsidR="0091558C" w:rsidRPr="00D90940">
        <w:rPr>
          <w:rFonts w:cs="Arial"/>
          <w:sz w:val="22"/>
          <w:szCs w:val="22"/>
        </w:rPr>
        <w:t xml:space="preserve"> was 0.09 mg/kg. The acceptable range was 0.08-0.10 mg/kg.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9"/>
        <w:gridCol w:w="2835"/>
      </w:tblGrid>
      <w:tr w:rsidR="00FD2D44" w:rsidRPr="00FE1AB5" w14:paraId="32C5AC92" w14:textId="77777777" w:rsidTr="00FD2D44">
        <w:trPr>
          <w:jc w:val="center"/>
        </w:trPr>
        <w:tc>
          <w:tcPr>
            <w:tcW w:w="5104" w:type="dxa"/>
            <w:gridSpan w:val="2"/>
          </w:tcPr>
          <w:p w14:paraId="32C5AC91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D90940">
              <w:rPr>
                <w:rFonts w:cs="Arial"/>
                <w:b/>
                <w:sz w:val="22"/>
                <w:szCs w:val="22"/>
              </w:rPr>
              <w:t>Analysis of mercury in reference samples in different laboratories</w:t>
            </w:r>
          </w:p>
        </w:tc>
      </w:tr>
      <w:tr w:rsidR="00FD2D44" w:rsidRPr="00FE1AB5" w14:paraId="32C5AC95" w14:textId="77777777" w:rsidTr="00FD2D44">
        <w:trPr>
          <w:jc w:val="center"/>
        </w:trPr>
        <w:tc>
          <w:tcPr>
            <w:tcW w:w="2269" w:type="dxa"/>
          </w:tcPr>
          <w:p w14:paraId="32C5AC93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Result (mg/kg)</w:t>
            </w:r>
          </w:p>
        </w:tc>
        <w:tc>
          <w:tcPr>
            <w:tcW w:w="2835" w:type="dxa"/>
          </w:tcPr>
          <w:p w14:paraId="32C5AC94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Number of laboratories</w:t>
            </w:r>
          </w:p>
        </w:tc>
      </w:tr>
      <w:tr w:rsidR="00FD2D44" w:rsidRPr="00FE1AB5" w14:paraId="32C5AC98" w14:textId="77777777" w:rsidTr="00FD2D44">
        <w:trPr>
          <w:jc w:val="center"/>
        </w:trPr>
        <w:tc>
          <w:tcPr>
            <w:tcW w:w="2269" w:type="dxa"/>
          </w:tcPr>
          <w:p w14:paraId="32C5AC96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0.05</w:t>
            </w:r>
          </w:p>
        </w:tc>
        <w:tc>
          <w:tcPr>
            <w:tcW w:w="2835" w:type="dxa"/>
          </w:tcPr>
          <w:p w14:paraId="32C5AC97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1</w:t>
            </w:r>
          </w:p>
        </w:tc>
      </w:tr>
      <w:tr w:rsidR="00FD2D44" w:rsidRPr="00FE1AB5" w14:paraId="32C5AC9B" w14:textId="77777777" w:rsidTr="00FD2D44">
        <w:trPr>
          <w:jc w:val="center"/>
        </w:trPr>
        <w:tc>
          <w:tcPr>
            <w:tcW w:w="2269" w:type="dxa"/>
          </w:tcPr>
          <w:p w14:paraId="32C5AC99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0.06</w:t>
            </w:r>
          </w:p>
        </w:tc>
        <w:tc>
          <w:tcPr>
            <w:tcW w:w="2835" w:type="dxa"/>
          </w:tcPr>
          <w:p w14:paraId="32C5AC9A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1</w:t>
            </w:r>
          </w:p>
        </w:tc>
      </w:tr>
      <w:tr w:rsidR="00FD2D44" w:rsidRPr="00FE1AB5" w14:paraId="32C5AC9E" w14:textId="77777777" w:rsidTr="00FD2D44">
        <w:trPr>
          <w:jc w:val="center"/>
        </w:trPr>
        <w:tc>
          <w:tcPr>
            <w:tcW w:w="2269" w:type="dxa"/>
          </w:tcPr>
          <w:p w14:paraId="32C5AC9C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0.07</w:t>
            </w:r>
          </w:p>
        </w:tc>
        <w:tc>
          <w:tcPr>
            <w:tcW w:w="2835" w:type="dxa"/>
          </w:tcPr>
          <w:p w14:paraId="32C5AC9D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3</w:t>
            </w:r>
          </w:p>
        </w:tc>
      </w:tr>
      <w:tr w:rsidR="00FD2D44" w:rsidRPr="00FE1AB5" w14:paraId="32C5ACA1" w14:textId="77777777" w:rsidTr="00FD2D44">
        <w:trPr>
          <w:jc w:val="center"/>
        </w:trPr>
        <w:tc>
          <w:tcPr>
            <w:tcW w:w="2269" w:type="dxa"/>
          </w:tcPr>
          <w:p w14:paraId="32C5AC9F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0.08</w:t>
            </w:r>
          </w:p>
        </w:tc>
        <w:tc>
          <w:tcPr>
            <w:tcW w:w="2835" w:type="dxa"/>
          </w:tcPr>
          <w:p w14:paraId="32C5ACA0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7</w:t>
            </w:r>
          </w:p>
        </w:tc>
      </w:tr>
      <w:tr w:rsidR="00FD2D44" w:rsidRPr="00FE1AB5" w14:paraId="32C5ACA4" w14:textId="77777777" w:rsidTr="00FD2D44">
        <w:trPr>
          <w:jc w:val="center"/>
        </w:trPr>
        <w:tc>
          <w:tcPr>
            <w:tcW w:w="2269" w:type="dxa"/>
          </w:tcPr>
          <w:p w14:paraId="32C5ACA2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0.09</w:t>
            </w:r>
          </w:p>
        </w:tc>
        <w:tc>
          <w:tcPr>
            <w:tcW w:w="2835" w:type="dxa"/>
          </w:tcPr>
          <w:p w14:paraId="32C5ACA3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6</w:t>
            </w:r>
          </w:p>
        </w:tc>
      </w:tr>
      <w:tr w:rsidR="00FD2D44" w:rsidRPr="00FE1AB5" w14:paraId="32C5ACA7" w14:textId="77777777" w:rsidTr="00FD2D44">
        <w:trPr>
          <w:jc w:val="center"/>
        </w:trPr>
        <w:tc>
          <w:tcPr>
            <w:tcW w:w="2269" w:type="dxa"/>
          </w:tcPr>
          <w:p w14:paraId="32C5ACA5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0.10</w:t>
            </w:r>
          </w:p>
        </w:tc>
        <w:tc>
          <w:tcPr>
            <w:tcW w:w="2835" w:type="dxa"/>
          </w:tcPr>
          <w:p w14:paraId="32C5ACA6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4</w:t>
            </w:r>
          </w:p>
        </w:tc>
      </w:tr>
      <w:tr w:rsidR="00FD2D44" w:rsidRPr="00FE1AB5" w14:paraId="32C5ACAA" w14:textId="77777777" w:rsidTr="00FD2D44">
        <w:trPr>
          <w:jc w:val="center"/>
        </w:trPr>
        <w:tc>
          <w:tcPr>
            <w:tcW w:w="2269" w:type="dxa"/>
          </w:tcPr>
          <w:p w14:paraId="32C5ACA8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0.11</w:t>
            </w:r>
          </w:p>
        </w:tc>
        <w:tc>
          <w:tcPr>
            <w:tcW w:w="2835" w:type="dxa"/>
          </w:tcPr>
          <w:p w14:paraId="32C5ACA9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2</w:t>
            </w:r>
          </w:p>
        </w:tc>
      </w:tr>
      <w:tr w:rsidR="00FD2D44" w:rsidRPr="00FE1AB5" w14:paraId="32C5ACAD" w14:textId="77777777" w:rsidTr="00FD2D44">
        <w:trPr>
          <w:jc w:val="center"/>
        </w:trPr>
        <w:tc>
          <w:tcPr>
            <w:tcW w:w="2269" w:type="dxa"/>
          </w:tcPr>
          <w:p w14:paraId="32C5ACAB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0.12</w:t>
            </w:r>
          </w:p>
        </w:tc>
        <w:tc>
          <w:tcPr>
            <w:tcW w:w="2835" w:type="dxa"/>
          </w:tcPr>
          <w:p w14:paraId="32C5ACAC" w14:textId="77777777" w:rsidR="00FD2D44" w:rsidRPr="00D90940" w:rsidRDefault="00FD2D44" w:rsidP="00E3522D">
            <w:pPr>
              <w:spacing w:before="0" w:after="0"/>
              <w:jc w:val="center"/>
              <w:rPr>
                <w:rFonts w:cs="Arial"/>
                <w:sz w:val="22"/>
                <w:szCs w:val="22"/>
              </w:rPr>
            </w:pPr>
            <w:r w:rsidRPr="00D90940">
              <w:rPr>
                <w:rFonts w:cs="Arial"/>
                <w:sz w:val="22"/>
                <w:szCs w:val="22"/>
              </w:rPr>
              <w:t>1</w:t>
            </w:r>
          </w:p>
        </w:tc>
      </w:tr>
    </w:tbl>
    <w:p w14:paraId="32C5ACAE" w14:textId="77777777" w:rsidR="00054D27" w:rsidRPr="00E3522D" w:rsidRDefault="00FD2D44" w:rsidP="0091558C">
      <w:pPr>
        <w:pStyle w:val="ListParagraph"/>
        <w:numPr>
          <w:ilvl w:val="1"/>
          <w:numId w:val="21"/>
        </w:numPr>
        <w:spacing w:line="360" w:lineRule="auto"/>
        <w:rPr>
          <w:rFonts w:cs="Arial"/>
          <w:sz w:val="22"/>
          <w:szCs w:val="22"/>
        </w:rPr>
      </w:pPr>
      <w:r w:rsidRPr="00E3522D">
        <w:rPr>
          <w:rFonts w:cs="Arial"/>
          <w:sz w:val="22"/>
          <w:szCs w:val="22"/>
        </w:rPr>
        <w:t>How many laboratories were within this range?</w:t>
      </w:r>
    </w:p>
    <w:p w14:paraId="32C5ACAF" w14:textId="5DDD5E7C" w:rsidR="0091558C" w:rsidRPr="00E3522D" w:rsidRDefault="0091558C" w:rsidP="0091558C">
      <w:pPr>
        <w:pStyle w:val="ListParagraph"/>
        <w:numPr>
          <w:ilvl w:val="1"/>
          <w:numId w:val="21"/>
        </w:numPr>
        <w:spacing w:line="360" w:lineRule="auto"/>
        <w:rPr>
          <w:rFonts w:cs="Arial"/>
          <w:sz w:val="22"/>
          <w:szCs w:val="22"/>
        </w:rPr>
      </w:pPr>
      <w:r w:rsidRPr="00E3522D">
        <w:rPr>
          <w:rFonts w:cs="Arial"/>
          <w:sz w:val="22"/>
          <w:szCs w:val="22"/>
        </w:rPr>
        <w:t xml:space="preserve">How did the </w:t>
      </w:r>
      <w:proofErr w:type="spellStart"/>
      <w:r w:rsidR="00B97D42" w:rsidRPr="00E3522D">
        <w:rPr>
          <w:rFonts w:cs="Arial"/>
          <w:sz w:val="22"/>
          <w:szCs w:val="22"/>
        </w:rPr>
        <w:t>AllSci</w:t>
      </w:r>
      <w:proofErr w:type="spellEnd"/>
      <w:r w:rsidRPr="00E3522D">
        <w:rPr>
          <w:rFonts w:cs="Arial"/>
          <w:sz w:val="22"/>
          <w:szCs w:val="22"/>
        </w:rPr>
        <w:t xml:space="preserve"> result compare?</w:t>
      </w:r>
    </w:p>
    <w:p w14:paraId="32C5ACB0" w14:textId="77777777" w:rsidR="00594AEC" w:rsidRPr="00E3522D" w:rsidRDefault="00594AEC" w:rsidP="0091558C">
      <w:pPr>
        <w:pStyle w:val="ListParagraph"/>
        <w:numPr>
          <w:ilvl w:val="1"/>
          <w:numId w:val="21"/>
        </w:numPr>
        <w:spacing w:line="360" w:lineRule="auto"/>
        <w:rPr>
          <w:rFonts w:cs="Arial"/>
          <w:sz w:val="22"/>
          <w:szCs w:val="22"/>
        </w:rPr>
      </w:pPr>
      <w:r w:rsidRPr="00E3522D">
        <w:rPr>
          <w:rFonts w:cs="Arial"/>
          <w:sz w:val="22"/>
          <w:szCs w:val="22"/>
        </w:rPr>
        <w:t>Explain why inter-laboratory checks are a useful quality tool.</w:t>
      </w:r>
    </w:p>
    <w:p w14:paraId="32C5ACB1" w14:textId="77777777" w:rsidR="0091558C" w:rsidRDefault="0091558C" w:rsidP="004D18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proofErr w:type="gramStart"/>
      <w:r>
        <w:t>a</w:t>
      </w:r>
      <w:proofErr w:type="gramEnd"/>
      <w:r>
        <w:t>.</w:t>
      </w:r>
    </w:p>
    <w:p w14:paraId="6730472F" w14:textId="7F24F229" w:rsidR="00E3522D" w:rsidRDefault="00E3522D" w:rsidP="004D18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5D7C285A" w14:textId="105EF7EB" w:rsidR="00E3522D" w:rsidRDefault="00E3522D" w:rsidP="004D18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2659AA1F" w14:textId="77777777" w:rsidR="00D90940" w:rsidRDefault="00D90940" w:rsidP="004D18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B2" w14:textId="77777777" w:rsidR="004D1801" w:rsidRDefault="0091558C" w:rsidP="004D18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proofErr w:type="gramStart"/>
      <w:r>
        <w:lastRenderedPageBreak/>
        <w:t>b</w:t>
      </w:r>
      <w:proofErr w:type="gramEnd"/>
      <w:r>
        <w:t>.</w:t>
      </w:r>
    </w:p>
    <w:p w14:paraId="4DA7D3FA" w14:textId="0C5563B1" w:rsidR="00E3522D" w:rsidRDefault="00E3522D" w:rsidP="004D18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1F7CA868" w14:textId="2DB2FFA0" w:rsidR="00E3522D" w:rsidRDefault="00E3522D" w:rsidP="004D18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47056030" w14:textId="77777777" w:rsidR="00D90940" w:rsidRDefault="00D90940" w:rsidP="004D18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B3" w14:textId="77777777" w:rsidR="004D1801" w:rsidRDefault="004D1801" w:rsidP="004D18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proofErr w:type="gramStart"/>
      <w:r>
        <w:t>c</w:t>
      </w:r>
      <w:proofErr w:type="gramEnd"/>
      <w:r>
        <w:t>.</w:t>
      </w:r>
      <w:r w:rsidR="00594AEC">
        <w:t xml:space="preserve"> </w:t>
      </w:r>
    </w:p>
    <w:p w14:paraId="32C5ACB4" w14:textId="752474AB" w:rsidR="004D1801" w:rsidRDefault="004D1801" w:rsidP="004D18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129CC693" w14:textId="77777777" w:rsidR="00D90940" w:rsidRDefault="00D90940" w:rsidP="004D18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B5" w14:textId="77777777" w:rsidR="004D1801" w:rsidRDefault="004D1801" w:rsidP="004D18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B6" w14:textId="77777777" w:rsidR="004D1801" w:rsidRPr="00810F43" w:rsidRDefault="004D1801" w:rsidP="004D180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B7" w14:textId="77777777" w:rsidR="0091558C" w:rsidRDefault="0091558C" w:rsidP="00054D27">
      <w:pPr>
        <w:spacing w:line="360" w:lineRule="auto"/>
        <w:rPr>
          <w:rFonts w:cs="Arial"/>
        </w:rPr>
      </w:pPr>
    </w:p>
    <w:p w14:paraId="32C5ACB8" w14:textId="211184FB" w:rsidR="00054D27" w:rsidRPr="00E3522D" w:rsidRDefault="00054D27" w:rsidP="00721A6C">
      <w:pPr>
        <w:pStyle w:val="ListParagraph"/>
        <w:numPr>
          <w:ilvl w:val="0"/>
          <w:numId w:val="5"/>
        </w:numPr>
        <w:spacing w:line="240" w:lineRule="auto"/>
        <w:rPr>
          <w:rFonts w:cs="Arial"/>
          <w:sz w:val="22"/>
          <w:szCs w:val="22"/>
        </w:rPr>
      </w:pPr>
      <w:r w:rsidRPr="00E3522D">
        <w:rPr>
          <w:rFonts w:cs="Arial"/>
          <w:sz w:val="22"/>
          <w:szCs w:val="22"/>
        </w:rPr>
        <w:t>It is important to perform regular audits of a testing laboratory. Explain the difference between an ‘internal</w:t>
      </w:r>
      <w:r w:rsidR="0055398C">
        <w:rPr>
          <w:rFonts w:cs="Arial"/>
          <w:sz w:val="22"/>
          <w:szCs w:val="22"/>
        </w:rPr>
        <w:t>’ audit and an ‘external’ audit:</w:t>
      </w:r>
    </w:p>
    <w:p w14:paraId="32C5ACB9" w14:textId="77777777" w:rsidR="0091558C" w:rsidRDefault="0091558C" w:rsidP="0091558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BA" w14:textId="77777777" w:rsidR="0091558C" w:rsidRDefault="0091558C" w:rsidP="0091558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BB" w14:textId="77777777" w:rsidR="0091558C" w:rsidRDefault="0091558C" w:rsidP="0091558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BC" w14:textId="77777777" w:rsidR="0091558C" w:rsidRDefault="0091558C" w:rsidP="0091558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BD" w14:textId="205F1866" w:rsidR="0091558C" w:rsidRDefault="0091558C" w:rsidP="0091558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B37BD85" w14:textId="77777777" w:rsidR="00D90940" w:rsidRDefault="00D90940" w:rsidP="0091558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CDEE5B9" w14:textId="77777777" w:rsidR="00D90940" w:rsidRDefault="00D90940" w:rsidP="00D90940">
      <w:pPr>
        <w:pStyle w:val="Body"/>
        <w:spacing w:line="240" w:lineRule="auto"/>
        <w:rPr>
          <w:noProof/>
          <w:sz w:val="22"/>
          <w:szCs w:val="22"/>
          <w:lang w:eastAsia="en-AU"/>
        </w:rPr>
      </w:pPr>
    </w:p>
    <w:p w14:paraId="52F23D74" w14:textId="6F0BFCE3" w:rsidR="00D90940" w:rsidRDefault="00D90940" w:rsidP="00D90940">
      <w:pPr>
        <w:tabs>
          <w:tab w:val="clear" w:pos="284"/>
        </w:tabs>
        <w:spacing w:before="0" w:after="200" w:line="276" w:lineRule="auto"/>
        <w:rPr>
          <w:noProof/>
          <w:sz w:val="22"/>
          <w:szCs w:val="22"/>
          <w:lang w:eastAsia="en-AU"/>
        </w:rPr>
      </w:pPr>
      <w:r>
        <w:rPr>
          <w:noProof/>
          <w:sz w:val="22"/>
          <w:szCs w:val="22"/>
          <w:lang w:eastAsia="en-AU"/>
        </w:rPr>
        <w:br w:type="page"/>
      </w:r>
    </w:p>
    <w:p w14:paraId="0A9F766F" w14:textId="159EDC1B" w:rsidR="00D90940" w:rsidRPr="009B6454" w:rsidRDefault="00054D27" w:rsidP="0055398C">
      <w:pPr>
        <w:pStyle w:val="Body"/>
        <w:numPr>
          <w:ilvl w:val="0"/>
          <w:numId w:val="5"/>
        </w:numPr>
        <w:ind w:left="641" w:hanging="357"/>
        <w:rPr>
          <w:noProof/>
          <w:sz w:val="22"/>
          <w:szCs w:val="22"/>
          <w:lang w:eastAsia="en-AU"/>
        </w:rPr>
      </w:pPr>
      <w:r w:rsidRPr="00E3522D">
        <w:rPr>
          <w:noProof/>
          <w:sz w:val="22"/>
          <w:szCs w:val="22"/>
          <w:lang w:eastAsia="en-AU"/>
        </w:rPr>
        <w:lastRenderedPageBreak/>
        <w:t>Number the order that you would perform the following tasks so that tests and procedures were scheduled to meet customer requirements.</w:t>
      </w:r>
      <w:r w:rsidR="00F05A4D" w:rsidRPr="00E3522D">
        <w:rPr>
          <w:noProof/>
          <w:sz w:val="22"/>
          <w:szCs w:val="22"/>
          <w:lang w:eastAsia="en-AU"/>
        </w:rPr>
        <w:t xml:space="preserve"> Explain your reasons for the choice.</w:t>
      </w:r>
      <w:r w:rsidRPr="00E3522D">
        <w:rPr>
          <w:noProof/>
          <w:sz w:val="22"/>
          <w:szCs w:val="22"/>
          <w:lang w:eastAsia="en-AU"/>
        </w:rPr>
        <w:t xml:space="preserve"> Imagine you were the only technician who</w:t>
      </w:r>
      <w:r w:rsidR="00D90940">
        <w:rPr>
          <w:noProof/>
          <w:sz w:val="22"/>
          <w:szCs w:val="22"/>
          <w:lang w:eastAsia="en-AU"/>
        </w:rPr>
        <w:t xml:space="preserve"> had to perform all these tasks</w:t>
      </w:r>
      <w:r w:rsidRPr="00E3522D">
        <w:rPr>
          <w:noProof/>
          <w:sz w:val="22"/>
          <w:szCs w:val="22"/>
          <w:lang w:eastAsia="en-AU"/>
        </w:rPr>
        <w:t xml:space="preserve"> </w:t>
      </w:r>
      <w:r w:rsidR="00D90940">
        <w:rPr>
          <w:noProof/>
          <w:sz w:val="22"/>
          <w:szCs w:val="22"/>
          <w:lang w:eastAsia="en-AU"/>
        </w:rPr>
        <w:t>(n</w:t>
      </w:r>
      <w:r w:rsidR="00633349" w:rsidRPr="00E3522D">
        <w:rPr>
          <w:noProof/>
          <w:sz w:val="22"/>
          <w:szCs w:val="22"/>
          <w:lang w:eastAsia="en-AU"/>
        </w:rPr>
        <w:t>umber the highest priority as 1)</w:t>
      </w:r>
      <w:r w:rsidR="00D90940">
        <w:rPr>
          <w:noProof/>
          <w:sz w:val="22"/>
          <w:szCs w:val="22"/>
          <w:lang w:eastAsia="en-AU"/>
        </w:rPr>
        <w:t>:</w:t>
      </w:r>
    </w:p>
    <w:tbl>
      <w:tblPr>
        <w:tblStyle w:val="TableGrid"/>
        <w:tblW w:w="8849" w:type="dxa"/>
        <w:tblInd w:w="360" w:type="dxa"/>
        <w:tblLook w:val="04A0" w:firstRow="1" w:lastRow="0" w:firstColumn="1" w:lastColumn="0" w:noHBand="0" w:noVBand="1"/>
      </w:tblPr>
      <w:tblGrid>
        <w:gridCol w:w="4030"/>
        <w:gridCol w:w="1559"/>
        <w:gridCol w:w="3260"/>
      </w:tblGrid>
      <w:tr w:rsidR="00F05A4D" w14:paraId="32C5ACC2" w14:textId="77777777" w:rsidTr="004D1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030" w:type="dxa"/>
          </w:tcPr>
          <w:p w14:paraId="32C5ACBF" w14:textId="77777777" w:rsidR="00F05A4D" w:rsidRPr="00F05A4D" w:rsidRDefault="00F05A4D" w:rsidP="00E3522D">
            <w:pPr>
              <w:pStyle w:val="Body"/>
              <w:spacing w:before="0" w:after="0" w:line="240" w:lineRule="auto"/>
              <w:rPr>
                <w:noProof/>
                <w:sz w:val="22"/>
                <w:szCs w:val="22"/>
                <w:lang w:eastAsia="en-AU"/>
              </w:rPr>
            </w:pPr>
            <w:r w:rsidRPr="00F05A4D">
              <w:rPr>
                <w:noProof/>
                <w:sz w:val="22"/>
                <w:szCs w:val="22"/>
                <w:lang w:eastAsia="en-AU"/>
              </w:rPr>
              <w:t>Task</w:t>
            </w:r>
          </w:p>
        </w:tc>
        <w:tc>
          <w:tcPr>
            <w:tcW w:w="1559" w:type="dxa"/>
          </w:tcPr>
          <w:p w14:paraId="32C5ACC0" w14:textId="77777777" w:rsidR="00F05A4D" w:rsidRPr="00F05A4D" w:rsidRDefault="00F05A4D" w:rsidP="00E3522D">
            <w:pPr>
              <w:pStyle w:val="Body"/>
              <w:spacing w:before="0" w:after="0" w:line="240" w:lineRule="auto"/>
              <w:rPr>
                <w:noProof/>
                <w:sz w:val="22"/>
                <w:szCs w:val="22"/>
                <w:lang w:eastAsia="en-AU"/>
              </w:rPr>
            </w:pPr>
            <w:r w:rsidRPr="00F05A4D">
              <w:rPr>
                <w:noProof/>
                <w:sz w:val="22"/>
                <w:szCs w:val="22"/>
                <w:lang w:eastAsia="en-AU"/>
              </w:rPr>
              <w:t>Order to be performed (1= first)</w:t>
            </w:r>
          </w:p>
        </w:tc>
        <w:tc>
          <w:tcPr>
            <w:tcW w:w="3260" w:type="dxa"/>
          </w:tcPr>
          <w:p w14:paraId="32C5ACC1" w14:textId="77777777" w:rsidR="00F05A4D" w:rsidRPr="00F05A4D" w:rsidRDefault="00F05A4D" w:rsidP="00E3522D">
            <w:pPr>
              <w:pStyle w:val="Body"/>
              <w:spacing w:before="0" w:after="0" w:line="240" w:lineRule="auto"/>
              <w:jc w:val="center"/>
              <w:rPr>
                <w:noProof/>
                <w:sz w:val="22"/>
                <w:szCs w:val="22"/>
                <w:lang w:eastAsia="en-AU"/>
              </w:rPr>
            </w:pPr>
            <w:r w:rsidRPr="00F05A4D">
              <w:rPr>
                <w:noProof/>
                <w:sz w:val="22"/>
                <w:szCs w:val="22"/>
                <w:lang w:eastAsia="en-AU"/>
              </w:rPr>
              <w:t>Reason for Order</w:t>
            </w:r>
          </w:p>
        </w:tc>
      </w:tr>
      <w:tr w:rsidR="00F05A4D" w14:paraId="32C5ACC6" w14:textId="77777777" w:rsidTr="004D1801">
        <w:tc>
          <w:tcPr>
            <w:tcW w:w="4030" w:type="dxa"/>
          </w:tcPr>
          <w:p w14:paraId="32C5ACC3" w14:textId="77777777" w:rsidR="00F05A4D" w:rsidRPr="00E3522D" w:rsidRDefault="00F05A4D" w:rsidP="00F05A4D">
            <w:pPr>
              <w:pStyle w:val="Body"/>
              <w:numPr>
                <w:ilvl w:val="0"/>
                <w:numId w:val="29"/>
              </w:numPr>
              <w:tabs>
                <w:tab w:val="clear" w:pos="284"/>
              </w:tabs>
              <w:ind w:left="378" w:hanging="284"/>
              <w:rPr>
                <w:noProof/>
                <w:sz w:val="22"/>
                <w:szCs w:val="22"/>
                <w:lang w:eastAsia="en-AU"/>
              </w:rPr>
            </w:pPr>
            <w:r w:rsidRPr="00E3522D">
              <w:rPr>
                <w:noProof/>
                <w:sz w:val="22"/>
                <w:szCs w:val="22"/>
                <w:lang w:eastAsia="en-AU"/>
              </w:rPr>
              <w:t>QC check for alcohol in a reference sample</w:t>
            </w:r>
          </w:p>
        </w:tc>
        <w:tc>
          <w:tcPr>
            <w:tcW w:w="1559" w:type="dxa"/>
          </w:tcPr>
          <w:p w14:paraId="32C5ACC4" w14:textId="77777777" w:rsidR="00F05A4D" w:rsidRDefault="00F05A4D" w:rsidP="008B2DA7">
            <w:pPr>
              <w:pStyle w:val="Body"/>
              <w:rPr>
                <w:noProof/>
                <w:lang w:eastAsia="en-AU"/>
              </w:rPr>
            </w:pPr>
          </w:p>
        </w:tc>
        <w:tc>
          <w:tcPr>
            <w:tcW w:w="3260" w:type="dxa"/>
          </w:tcPr>
          <w:p w14:paraId="32C5ACC5" w14:textId="77777777" w:rsidR="00F05A4D" w:rsidRDefault="00F05A4D" w:rsidP="008B2DA7">
            <w:pPr>
              <w:pStyle w:val="Body"/>
              <w:rPr>
                <w:noProof/>
                <w:lang w:eastAsia="en-AU"/>
              </w:rPr>
            </w:pPr>
          </w:p>
        </w:tc>
      </w:tr>
      <w:tr w:rsidR="00F05A4D" w14:paraId="32C5ACCA" w14:textId="77777777" w:rsidTr="004D1801">
        <w:tc>
          <w:tcPr>
            <w:tcW w:w="4030" w:type="dxa"/>
          </w:tcPr>
          <w:p w14:paraId="32C5ACC7" w14:textId="56671CA4" w:rsidR="00F05A4D" w:rsidRPr="00E3522D" w:rsidRDefault="00F05A4D" w:rsidP="00F05A4D">
            <w:pPr>
              <w:pStyle w:val="Body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ind w:left="380" w:hanging="284"/>
              <w:rPr>
                <w:noProof/>
                <w:sz w:val="22"/>
                <w:szCs w:val="22"/>
                <w:lang w:eastAsia="en-AU"/>
              </w:rPr>
            </w:pPr>
            <w:r w:rsidRPr="00E3522D">
              <w:rPr>
                <w:noProof/>
                <w:sz w:val="22"/>
                <w:szCs w:val="22"/>
                <w:lang w:eastAsia="en-AU"/>
              </w:rPr>
              <w:t>Microbiolgical testing for confirmation of Salmonella (food poisoning organism) in food sample due to food poisoning and product recall</w:t>
            </w:r>
          </w:p>
        </w:tc>
        <w:tc>
          <w:tcPr>
            <w:tcW w:w="1559" w:type="dxa"/>
          </w:tcPr>
          <w:p w14:paraId="32C5ACC8" w14:textId="77777777" w:rsidR="00F05A4D" w:rsidRDefault="00F05A4D" w:rsidP="008B2DA7">
            <w:pPr>
              <w:pStyle w:val="Body"/>
              <w:rPr>
                <w:noProof/>
                <w:lang w:eastAsia="en-AU"/>
              </w:rPr>
            </w:pPr>
          </w:p>
        </w:tc>
        <w:tc>
          <w:tcPr>
            <w:tcW w:w="3260" w:type="dxa"/>
          </w:tcPr>
          <w:p w14:paraId="32C5ACC9" w14:textId="77777777" w:rsidR="00F05A4D" w:rsidRDefault="00F05A4D" w:rsidP="008B2DA7">
            <w:pPr>
              <w:pStyle w:val="Body"/>
              <w:rPr>
                <w:noProof/>
                <w:lang w:eastAsia="en-AU"/>
              </w:rPr>
            </w:pPr>
          </w:p>
        </w:tc>
      </w:tr>
      <w:tr w:rsidR="00F05A4D" w14:paraId="32C5ACCE" w14:textId="77777777" w:rsidTr="004D1801">
        <w:tc>
          <w:tcPr>
            <w:tcW w:w="4030" w:type="dxa"/>
          </w:tcPr>
          <w:p w14:paraId="32C5ACCB" w14:textId="648063CC" w:rsidR="00F05A4D" w:rsidRPr="00E3522D" w:rsidRDefault="00F05A4D" w:rsidP="00F05A4D">
            <w:pPr>
              <w:pStyle w:val="Body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ind w:left="380" w:hanging="284"/>
              <w:rPr>
                <w:noProof/>
                <w:sz w:val="22"/>
                <w:szCs w:val="22"/>
                <w:lang w:eastAsia="en-AU"/>
              </w:rPr>
            </w:pPr>
            <w:r w:rsidRPr="00E3522D">
              <w:rPr>
                <w:noProof/>
                <w:sz w:val="22"/>
                <w:szCs w:val="22"/>
                <w:lang w:eastAsia="en-AU"/>
              </w:rPr>
              <w:t>Fibre testing in cereal sample – has a number of steps and takes all day to complete. The result is due for a nutrition panel of new product due for release next month</w:t>
            </w:r>
          </w:p>
        </w:tc>
        <w:tc>
          <w:tcPr>
            <w:tcW w:w="1559" w:type="dxa"/>
          </w:tcPr>
          <w:p w14:paraId="32C5ACCC" w14:textId="77777777" w:rsidR="00F05A4D" w:rsidRDefault="00F05A4D" w:rsidP="008B2DA7">
            <w:pPr>
              <w:pStyle w:val="Body"/>
              <w:rPr>
                <w:noProof/>
                <w:lang w:eastAsia="en-AU"/>
              </w:rPr>
            </w:pPr>
          </w:p>
        </w:tc>
        <w:tc>
          <w:tcPr>
            <w:tcW w:w="3260" w:type="dxa"/>
          </w:tcPr>
          <w:p w14:paraId="32C5ACCD" w14:textId="77777777" w:rsidR="00F05A4D" w:rsidRDefault="00F05A4D" w:rsidP="008B2DA7">
            <w:pPr>
              <w:pStyle w:val="Body"/>
              <w:rPr>
                <w:noProof/>
                <w:lang w:eastAsia="en-AU"/>
              </w:rPr>
            </w:pPr>
          </w:p>
        </w:tc>
      </w:tr>
      <w:tr w:rsidR="00F05A4D" w14:paraId="32C5ACD3" w14:textId="77777777" w:rsidTr="004D1801">
        <w:tc>
          <w:tcPr>
            <w:tcW w:w="4030" w:type="dxa"/>
          </w:tcPr>
          <w:p w14:paraId="32C5ACCF" w14:textId="77777777" w:rsidR="00F05A4D" w:rsidRPr="00E3522D" w:rsidRDefault="00F05A4D" w:rsidP="00F05A4D">
            <w:pPr>
              <w:pStyle w:val="Body"/>
              <w:numPr>
                <w:ilvl w:val="0"/>
                <w:numId w:val="29"/>
              </w:numPr>
              <w:tabs>
                <w:tab w:val="clear" w:pos="284"/>
              </w:tabs>
              <w:ind w:left="378" w:hanging="284"/>
              <w:rPr>
                <w:noProof/>
                <w:sz w:val="22"/>
                <w:szCs w:val="22"/>
                <w:lang w:eastAsia="en-AU"/>
              </w:rPr>
            </w:pPr>
            <w:r w:rsidRPr="00E3522D">
              <w:rPr>
                <w:noProof/>
                <w:sz w:val="22"/>
                <w:szCs w:val="22"/>
                <w:lang w:eastAsia="en-AU"/>
              </w:rPr>
              <w:t>Inventory of chemical store</w:t>
            </w:r>
          </w:p>
        </w:tc>
        <w:tc>
          <w:tcPr>
            <w:tcW w:w="1559" w:type="dxa"/>
          </w:tcPr>
          <w:p w14:paraId="32C5ACD0" w14:textId="77777777" w:rsidR="00F05A4D" w:rsidRDefault="00F05A4D" w:rsidP="008B2DA7">
            <w:pPr>
              <w:pStyle w:val="Body"/>
              <w:rPr>
                <w:noProof/>
                <w:lang w:eastAsia="en-AU"/>
              </w:rPr>
            </w:pPr>
          </w:p>
        </w:tc>
        <w:tc>
          <w:tcPr>
            <w:tcW w:w="3260" w:type="dxa"/>
          </w:tcPr>
          <w:p w14:paraId="32C5ACD1" w14:textId="77777777" w:rsidR="00F05A4D" w:rsidRDefault="00F05A4D" w:rsidP="008B2DA7">
            <w:pPr>
              <w:pStyle w:val="Body"/>
              <w:rPr>
                <w:noProof/>
                <w:lang w:eastAsia="en-AU"/>
              </w:rPr>
            </w:pPr>
          </w:p>
          <w:p w14:paraId="32C5ACD2" w14:textId="77777777" w:rsidR="00F05A4D" w:rsidRDefault="00F05A4D" w:rsidP="008B2DA7">
            <w:pPr>
              <w:pStyle w:val="Body"/>
              <w:rPr>
                <w:noProof/>
                <w:lang w:eastAsia="en-AU"/>
              </w:rPr>
            </w:pPr>
          </w:p>
        </w:tc>
      </w:tr>
      <w:tr w:rsidR="00F05A4D" w14:paraId="32C5ACD8" w14:textId="77777777" w:rsidTr="004D1801">
        <w:tc>
          <w:tcPr>
            <w:tcW w:w="4030" w:type="dxa"/>
          </w:tcPr>
          <w:p w14:paraId="32C5ACD4" w14:textId="77777777" w:rsidR="00F05A4D" w:rsidRPr="00E3522D" w:rsidRDefault="00F05A4D" w:rsidP="00F05A4D">
            <w:pPr>
              <w:pStyle w:val="Body"/>
              <w:numPr>
                <w:ilvl w:val="0"/>
                <w:numId w:val="29"/>
              </w:numPr>
              <w:tabs>
                <w:tab w:val="clear" w:pos="284"/>
              </w:tabs>
              <w:ind w:left="378" w:hanging="284"/>
              <w:rPr>
                <w:noProof/>
                <w:sz w:val="22"/>
                <w:szCs w:val="22"/>
                <w:lang w:eastAsia="en-AU"/>
              </w:rPr>
            </w:pPr>
            <w:r w:rsidRPr="00E3522D">
              <w:rPr>
                <w:noProof/>
                <w:sz w:val="22"/>
                <w:szCs w:val="22"/>
                <w:lang w:eastAsia="en-AU"/>
              </w:rPr>
              <w:t>Equipment maintence checks</w:t>
            </w:r>
          </w:p>
        </w:tc>
        <w:tc>
          <w:tcPr>
            <w:tcW w:w="1559" w:type="dxa"/>
          </w:tcPr>
          <w:p w14:paraId="32C5ACD5" w14:textId="77777777" w:rsidR="00F05A4D" w:rsidRDefault="00F05A4D" w:rsidP="008B2DA7">
            <w:pPr>
              <w:pStyle w:val="Body"/>
              <w:rPr>
                <w:noProof/>
                <w:lang w:eastAsia="en-AU"/>
              </w:rPr>
            </w:pPr>
          </w:p>
        </w:tc>
        <w:tc>
          <w:tcPr>
            <w:tcW w:w="3260" w:type="dxa"/>
          </w:tcPr>
          <w:p w14:paraId="32C5ACD6" w14:textId="77777777" w:rsidR="00F05A4D" w:rsidRDefault="00F05A4D" w:rsidP="008B2DA7">
            <w:pPr>
              <w:pStyle w:val="Body"/>
              <w:rPr>
                <w:noProof/>
                <w:lang w:eastAsia="en-AU"/>
              </w:rPr>
            </w:pPr>
          </w:p>
          <w:p w14:paraId="32C5ACD7" w14:textId="77777777" w:rsidR="00F05A4D" w:rsidRDefault="00F05A4D" w:rsidP="008B2DA7">
            <w:pPr>
              <w:pStyle w:val="Body"/>
              <w:rPr>
                <w:noProof/>
                <w:lang w:eastAsia="en-AU"/>
              </w:rPr>
            </w:pPr>
          </w:p>
        </w:tc>
      </w:tr>
      <w:tr w:rsidR="00F05A4D" w14:paraId="32C5ACDD" w14:textId="77777777" w:rsidTr="004D1801">
        <w:tc>
          <w:tcPr>
            <w:tcW w:w="4030" w:type="dxa"/>
          </w:tcPr>
          <w:p w14:paraId="32C5ACD9" w14:textId="77777777" w:rsidR="00F05A4D" w:rsidRPr="00E3522D" w:rsidRDefault="00F05A4D" w:rsidP="00F05A4D">
            <w:pPr>
              <w:pStyle w:val="Body"/>
              <w:numPr>
                <w:ilvl w:val="0"/>
                <w:numId w:val="29"/>
              </w:numPr>
              <w:tabs>
                <w:tab w:val="clear" w:pos="284"/>
              </w:tabs>
              <w:ind w:left="378" w:hanging="284"/>
              <w:rPr>
                <w:noProof/>
                <w:sz w:val="22"/>
                <w:szCs w:val="22"/>
                <w:lang w:eastAsia="en-AU"/>
              </w:rPr>
            </w:pPr>
            <w:r w:rsidRPr="00E3522D">
              <w:rPr>
                <w:noProof/>
                <w:sz w:val="22"/>
                <w:szCs w:val="22"/>
                <w:lang w:eastAsia="en-AU"/>
              </w:rPr>
              <w:t>Place a stationery order</w:t>
            </w:r>
          </w:p>
        </w:tc>
        <w:tc>
          <w:tcPr>
            <w:tcW w:w="1559" w:type="dxa"/>
          </w:tcPr>
          <w:p w14:paraId="32C5ACDA" w14:textId="77777777" w:rsidR="00F05A4D" w:rsidRDefault="00F05A4D" w:rsidP="008B2DA7">
            <w:pPr>
              <w:pStyle w:val="Body"/>
              <w:rPr>
                <w:noProof/>
                <w:lang w:eastAsia="en-AU"/>
              </w:rPr>
            </w:pPr>
          </w:p>
        </w:tc>
        <w:tc>
          <w:tcPr>
            <w:tcW w:w="3260" w:type="dxa"/>
          </w:tcPr>
          <w:p w14:paraId="32C5ACDB" w14:textId="77777777" w:rsidR="00F05A4D" w:rsidRDefault="00F05A4D" w:rsidP="008B2DA7">
            <w:pPr>
              <w:pStyle w:val="Body"/>
              <w:rPr>
                <w:noProof/>
                <w:lang w:eastAsia="en-AU"/>
              </w:rPr>
            </w:pPr>
          </w:p>
          <w:p w14:paraId="32C5ACDC" w14:textId="77777777" w:rsidR="00F05A4D" w:rsidRDefault="00F05A4D" w:rsidP="008B2DA7">
            <w:pPr>
              <w:pStyle w:val="Body"/>
              <w:rPr>
                <w:noProof/>
                <w:lang w:eastAsia="en-AU"/>
              </w:rPr>
            </w:pPr>
          </w:p>
        </w:tc>
      </w:tr>
    </w:tbl>
    <w:p w14:paraId="32C5ACDE" w14:textId="7F41DE76" w:rsidR="00D90940" w:rsidRDefault="00D90940" w:rsidP="00D90940">
      <w:pPr>
        <w:spacing w:line="360" w:lineRule="auto"/>
      </w:pPr>
    </w:p>
    <w:p w14:paraId="46A9E84E" w14:textId="7661F071" w:rsidR="004D1801" w:rsidRDefault="00D90940" w:rsidP="00D90940">
      <w:pPr>
        <w:tabs>
          <w:tab w:val="clear" w:pos="284"/>
        </w:tabs>
        <w:spacing w:before="0" w:after="200" w:line="276" w:lineRule="auto"/>
      </w:pPr>
      <w:r>
        <w:br w:type="page"/>
      </w:r>
    </w:p>
    <w:p w14:paraId="32C5ACDF" w14:textId="663731AB" w:rsidR="004E7141" w:rsidRPr="00E3522D" w:rsidRDefault="00EF0D46" w:rsidP="00721A6C">
      <w:pPr>
        <w:pStyle w:val="ListParagraph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E3522D">
        <w:rPr>
          <w:sz w:val="22"/>
          <w:szCs w:val="22"/>
        </w:rPr>
        <w:lastRenderedPageBreak/>
        <w:t>Consider</w:t>
      </w:r>
      <w:r w:rsidR="002277FF" w:rsidRPr="00E3522D">
        <w:rPr>
          <w:sz w:val="22"/>
          <w:szCs w:val="22"/>
        </w:rPr>
        <w:t>ing</w:t>
      </w:r>
      <w:r w:rsidRPr="00E3522D">
        <w:rPr>
          <w:sz w:val="22"/>
          <w:szCs w:val="22"/>
        </w:rPr>
        <w:t xml:space="preserve"> you</w:t>
      </w:r>
      <w:r w:rsidR="002277FF" w:rsidRPr="00E3522D">
        <w:rPr>
          <w:sz w:val="22"/>
          <w:szCs w:val="22"/>
        </w:rPr>
        <w:t>r</w:t>
      </w:r>
      <w:r w:rsidRPr="00E3522D">
        <w:rPr>
          <w:sz w:val="22"/>
          <w:szCs w:val="22"/>
        </w:rPr>
        <w:t xml:space="preserve"> </w:t>
      </w:r>
      <w:r w:rsidR="00C14846">
        <w:rPr>
          <w:sz w:val="22"/>
          <w:szCs w:val="22"/>
        </w:rPr>
        <w:t>experience to date in a</w:t>
      </w:r>
      <w:r w:rsidRPr="00E3522D">
        <w:rPr>
          <w:sz w:val="22"/>
          <w:szCs w:val="22"/>
        </w:rPr>
        <w:t xml:space="preserve"> laboratory</w:t>
      </w:r>
      <w:r w:rsidR="004E7141" w:rsidRPr="00E3522D">
        <w:rPr>
          <w:sz w:val="22"/>
          <w:szCs w:val="22"/>
        </w:rPr>
        <w:t>:</w:t>
      </w:r>
    </w:p>
    <w:p w14:paraId="32C5ACE0" w14:textId="0CC454DF" w:rsidR="00EF0D46" w:rsidRPr="00E3522D" w:rsidRDefault="004E7141" w:rsidP="004E7141">
      <w:pPr>
        <w:pStyle w:val="ListParagraph"/>
        <w:numPr>
          <w:ilvl w:val="0"/>
          <w:numId w:val="33"/>
        </w:numPr>
        <w:spacing w:line="360" w:lineRule="auto"/>
        <w:rPr>
          <w:sz w:val="22"/>
          <w:szCs w:val="22"/>
        </w:rPr>
      </w:pPr>
      <w:r w:rsidRPr="00E3522D">
        <w:rPr>
          <w:sz w:val="22"/>
          <w:szCs w:val="22"/>
        </w:rPr>
        <w:t>L</w:t>
      </w:r>
      <w:r w:rsidR="002277FF" w:rsidRPr="00E3522D">
        <w:rPr>
          <w:sz w:val="22"/>
          <w:szCs w:val="22"/>
        </w:rPr>
        <w:t xml:space="preserve">ist the </w:t>
      </w:r>
      <w:r w:rsidR="00EF0D46" w:rsidRPr="00E3522D">
        <w:rPr>
          <w:sz w:val="22"/>
          <w:szCs w:val="22"/>
        </w:rPr>
        <w:t>three main work skill</w:t>
      </w:r>
      <w:r w:rsidR="002277FF" w:rsidRPr="00E3522D">
        <w:rPr>
          <w:sz w:val="22"/>
          <w:szCs w:val="22"/>
        </w:rPr>
        <w:t xml:space="preserve">s you have </w:t>
      </w:r>
      <w:r w:rsidRPr="00E3522D">
        <w:rPr>
          <w:sz w:val="22"/>
          <w:szCs w:val="22"/>
        </w:rPr>
        <w:t xml:space="preserve">that you </w:t>
      </w:r>
      <w:r w:rsidR="002277FF" w:rsidRPr="00E3522D">
        <w:rPr>
          <w:sz w:val="22"/>
          <w:szCs w:val="22"/>
        </w:rPr>
        <w:t xml:space="preserve">would be able to teach a new worker in the laboratory. </w:t>
      </w:r>
      <w:r w:rsidRPr="00E3522D">
        <w:rPr>
          <w:sz w:val="22"/>
          <w:szCs w:val="22"/>
        </w:rPr>
        <w:t>Why would th</w:t>
      </w:r>
      <w:r w:rsidR="00E3522D" w:rsidRPr="00E3522D">
        <w:rPr>
          <w:sz w:val="22"/>
          <w:szCs w:val="22"/>
        </w:rPr>
        <w:t>ese be useful to a new employee?</w:t>
      </w:r>
      <w:r w:rsidRPr="00E3522D">
        <w:rPr>
          <w:sz w:val="22"/>
          <w:szCs w:val="22"/>
        </w:rPr>
        <w:t xml:space="preserve"> (</w:t>
      </w:r>
      <w:r w:rsidR="009B6454" w:rsidRPr="00E3522D">
        <w:rPr>
          <w:sz w:val="22"/>
          <w:szCs w:val="22"/>
        </w:rPr>
        <w:t>You</w:t>
      </w:r>
      <w:r w:rsidRPr="00E3522D">
        <w:rPr>
          <w:sz w:val="22"/>
          <w:szCs w:val="22"/>
        </w:rPr>
        <w:t xml:space="preserve"> should consider all aspects of your work such as maintaining quality, keeping safe, following instructions etc.)</w:t>
      </w:r>
    </w:p>
    <w:p w14:paraId="32C5ACE1" w14:textId="3D73AC33" w:rsidR="004E7141" w:rsidRPr="00E3522D" w:rsidRDefault="004E7141" w:rsidP="004E7141">
      <w:pPr>
        <w:pStyle w:val="ListParagraph"/>
        <w:numPr>
          <w:ilvl w:val="0"/>
          <w:numId w:val="33"/>
        </w:numPr>
        <w:spacing w:line="360" w:lineRule="auto"/>
        <w:rPr>
          <w:sz w:val="22"/>
          <w:szCs w:val="22"/>
        </w:rPr>
      </w:pPr>
      <w:r w:rsidRPr="00E3522D">
        <w:rPr>
          <w:sz w:val="22"/>
          <w:szCs w:val="22"/>
        </w:rPr>
        <w:t>List three things you would like to do training on in the</w:t>
      </w:r>
      <w:r w:rsidR="009B6454">
        <w:rPr>
          <w:sz w:val="22"/>
          <w:szCs w:val="22"/>
        </w:rPr>
        <w:t xml:space="preserve"> next 12 months and explain why.</w:t>
      </w:r>
    </w:p>
    <w:p w14:paraId="32C5ACE2" w14:textId="77777777" w:rsidR="004E7141" w:rsidRDefault="004E7141" w:rsidP="004E714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proofErr w:type="gramStart"/>
      <w:r>
        <w:t>a</w:t>
      </w:r>
      <w:proofErr w:type="gramEnd"/>
      <w:r>
        <w:t>.</w:t>
      </w:r>
    </w:p>
    <w:p w14:paraId="32C5ACE3" w14:textId="77777777" w:rsidR="004E7141" w:rsidRDefault="004E7141" w:rsidP="004E714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E4" w14:textId="77777777" w:rsidR="004E7141" w:rsidRDefault="004E7141" w:rsidP="004E714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E5" w14:textId="77777777" w:rsidR="004E7141" w:rsidRDefault="004E7141" w:rsidP="004E714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E6" w14:textId="77777777" w:rsidR="004E7141" w:rsidRDefault="004E7141" w:rsidP="004E714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E7" w14:textId="77777777" w:rsidR="004E7141" w:rsidRDefault="004E7141" w:rsidP="004E714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proofErr w:type="gramStart"/>
      <w:r>
        <w:t>b</w:t>
      </w:r>
      <w:proofErr w:type="gramEnd"/>
      <w:r>
        <w:t>.</w:t>
      </w:r>
    </w:p>
    <w:p w14:paraId="32C5ACE8" w14:textId="77777777" w:rsidR="004E7141" w:rsidRDefault="004E7141" w:rsidP="004E714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E9" w14:textId="77777777" w:rsidR="004E7141" w:rsidRDefault="004E7141" w:rsidP="004E714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EA" w14:textId="77777777" w:rsidR="004E7141" w:rsidRDefault="004E7141" w:rsidP="004E714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EB" w14:textId="77777777" w:rsidR="004E7141" w:rsidRPr="00810F43" w:rsidRDefault="004E7141" w:rsidP="004E714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2C5ACED" w14:textId="2D4FBCB9" w:rsidR="004D1801" w:rsidRDefault="004D1801">
      <w:pPr>
        <w:tabs>
          <w:tab w:val="clear" w:pos="284"/>
        </w:tabs>
        <w:spacing w:before="0" w:after="200" w:line="276" w:lineRule="auto"/>
      </w:pPr>
    </w:p>
    <w:p w14:paraId="32C5ACEE" w14:textId="30551DCF" w:rsidR="00254772" w:rsidRDefault="0001370F" w:rsidP="00721A6C">
      <w:pPr>
        <w:pStyle w:val="ListParagraph"/>
        <w:numPr>
          <w:ilvl w:val="0"/>
          <w:numId w:val="5"/>
        </w:numPr>
        <w:spacing w:line="360" w:lineRule="auto"/>
      </w:pPr>
      <w:r w:rsidRPr="00E3522D">
        <w:rPr>
          <w:sz w:val="22"/>
          <w:szCs w:val="22"/>
        </w:rPr>
        <w:t>List two common errors that may appear in the recording and reporting of results. Suggest methods of overcoming these</w:t>
      </w:r>
      <w:r w:rsidR="00C14846">
        <w:t>:</w:t>
      </w:r>
    </w:p>
    <w:p w14:paraId="32C5ACEF" w14:textId="77777777" w:rsidR="0001370F" w:rsidRDefault="0001370F" w:rsidP="00C1484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426"/>
        </w:tabs>
        <w:ind w:left="426"/>
      </w:pPr>
    </w:p>
    <w:p w14:paraId="32C5ACF0" w14:textId="77777777" w:rsidR="0001370F" w:rsidRDefault="0001370F" w:rsidP="00C1484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426"/>
        </w:tabs>
        <w:ind w:left="426"/>
      </w:pPr>
    </w:p>
    <w:p w14:paraId="32C5ACF1" w14:textId="77777777" w:rsidR="0001370F" w:rsidRDefault="0001370F" w:rsidP="00C1484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426"/>
        </w:tabs>
        <w:ind w:left="426"/>
      </w:pPr>
    </w:p>
    <w:p w14:paraId="32C5ACF2" w14:textId="77777777" w:rsidR="0001370F" w:rsidRDefault="0001370F" w:rsidP="00C1484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426"/>
        </w:tabs>
        <w:ind w:left="426"/>
      </w:pPr>
    </w:p>
    <w:p w14:paraId="32C5ACF3" w14:textId="77777777" w:rsidR="0001370F" w:rsidRDefault="0001370F" w:rsidP="00C1484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426"/>
        </w:tabs>
        <w:ind w:left="426"/>
      </w:pPr>
    </w:p>
    <w:p w14:paraId="32C5ACF4" w14:textId="77777777" w:rsidR="0001370F" w:rsidRDefault="0001370F" w:rsidP="00C1484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426"/>
        </w:tabs>
        <w:ind w:left="426"/>
      </w:pPr>
    </w:p>
    <w:p w14:paraId="32C5ACF5" w14:textId="77777777" w:rsidR="0001370F" w:rsidRPr="00810F43" w:rsidRDefault="0001370F" w:rsidP="00C1484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426"/>
        </w:tabs>
        <w:ind w:left="426"/>
      </w:pPr>
    </w:p>
    <w:p w14:paraId="3F59AC78" w14:textId="77777777" w:rsidR="009B6454" w:rsidRDefault="009B6454" w:rsidP="009B6454">
      <w:pPr>
        <w:pStyle w:val="ListParagraph"/>
        <w:spacing w:line="360" w:lineRule="auto"/>
        <w:ind w:left="567"/>
        <w:rPr>
          <w:sz w:val="22"/>
          <w:szCs w:val="22"/>
        </w:rPr>
      </w:pPr>
    </w:p>
    <w:p w14:paraId="2BCFC4EB" w14:textId="19B76721" w:rsidR="009B6454" w:rsidRPr="009B6454" w:rsidRDefault="009B6454" w:rsidP="009B6454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2C5ACF6" w14:textId="47C0C86A" w:rsidR="0001370F" w:rsidRPr="00E3522D" w:rsidRDefault="005D18B2" w:rsidP="00721A6C">
      <w:pPr>
        <w:pStyle w:val="ListParagraph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E3522D">
        <w:rPr>
          <w:rFonts w:ascii="Calibri" w:eastAsia="Times New Roman" w:hAnsi="Calibri" w:cs="Calibri"/>
          <w:sz w:val="22"/>
          <w:szCs w:val="22"/>
          <w:lang w:eastAsia="en-AU"/>
        </w:rPr>
        <w:lastRenderedPageBreak/>
        <w:t>What steps do you take when an unusual result occurs? Outline the reporting procedure</w:t>
      </w:r>
      <w:r w:rsidR="00C14846">
        <w:rPr>
          <w:rFonts w:ascii="Calibri" w:eastAsia="Times New Roman" w:hAnsi="Calibri" w:cs="Calibri"/>
          <w:sz w:val="22"/>
          <w:szCs w:val="22"/>
          <w:lang w:eastAsia="en-AU"/>
        </w:rPr>
        <w:t>:</w:t>
      </w:r>
    </w:p>
    <w:p w14:paraId="32C5ACF7" w14:textId="77777777" w:rsidR="005D18B2" w:rsidRDefault="005D18B2" w:rsidP="009B6454">
      <w:pPr>
        <w:pStyle w:val="Body"/>
        <w:pBdr>
          <w:top w:val="single" w:sz="4" w:space="1" w:color="2D739F"/>
          <w:left w:val="single" w:sz="4" w:space="12" w:color="2D739F"/>
          <w:bottom w:val="single" w:sz="4" w:space="1" w:color="2D739F"/>
          <w:right w:val="single" w:sz="4" w:space="4" w:color="2D739F"/>
        </w:pBdr>
        <w:ind w:left="710"/>
      </w:pPr>
    </w:p>
    <w:p w14:paraId="32C5ACF8" w14:textId="77777777" w:rsidR="005D18B2" w:rsidRDefault="005D18B2" w:rsidP="009B6454">
      <w:pPr>
        <w:pStyle w:val="Body"/>
        <w:pBdr>
          <w:top w:val="single" w:sz="4" w:space="1" w:color="2D739F"/>
          <w:left w:val="single" w:sz="4" w:space="12" w:color="2D739F"/>
          <w:bottom w:val="single" w:sz="4" w:space="1" w:color="2D739F"/>
          <w:right w:val="single" w:sz="4" w:space="4" w:color="2D739F"/>
        </w:pBdr>
        <w:ind w:left="710"/>
      </w:pPr>
    </w:p>
    <w:p w14:paraId="32C5ACF9" w14:textId="77777777" w:rsidR="005D18B2" w:rsidRDefault="005D18B2" w:rsidP="009B6454">
      <w:pPr>
        <w:pStyle w:val="Body"/>
        <w:pBdr>
          <w:top w:val="single" w:sz="4" w:space="1" w:color="2D739F"/>
          <w:left w:val="single" w:sz="4" w:space="12" w:color="2D739F"/>
          <w:bottom w:val="single" w:sz="4" w:space="1" w:color="2D739F"/>
          <w:right w:val="single" w:sz="4" w:space="4" w:color="2D739F"/>
        </w:pBdr>
        <w:ind w:left="710"/>
      </w:pPr>
    </w:p>
    <w:p w14:paraId="32C5ACFA" w14:textId="77777777" w:rsidR="005D18B2" w:rsidRDefault="005D18B2" w:rsidP="009B6454">
      <w:pPr>
        <w:pStyle w:val="Body"/>
        <w:pBdr>
          <w:top w:val="single" w:sz="4" w:space="1" w:color="2D739F"/>
          <w:left w:val="single" w:sz="4" w:space="12" w:color="2D739F"/>
          <w:bottom w:val="single" w:sz="4" w:space="1" w:color="2D739F"/>
          <w:right w:val="single" w:sz="4" w:space="4" w:color="2D739F"/>
        </w:pBdr>
        <w:ind w:left="710"/>
      </w:pPr>
    </w:p>
    <w:p w14:paraId="32C5ACFB" w14:textId="77777777" w:rsidR="005D18B2" w:rsidRDefault="005D18B2" w:rsidP="009B6454">
      <w:pPr>
        <w:pStyle w:val="Body"/>
        <w:pBdr>
          <w:top w:val="single" w:sz="4" w:space="1" w:color="2D739F"/>
          <w:left w:val="single" w:sz="4" w:space="12" w:color="2D739F"/>
          <w:bottom w:val="single" w:sz="4" w:space="1" w:color="2D739F"/>
          <w:right w:val="single" w:sz="4" w:space="4" w:color="2D739F"/>
        </w:pBdr>
        <w:ind w:left="710"/>
      </w:pPr>
    </w:p>
    <w:p w14:paraId="32C5ACFC" w14:textId="77777777" w:rsidR="005D18B2" w:rsidRDefault="005D18B2" w:rsidP="009B6454">
      <w:pPr>
        <w:pStyle w:val="Body"/>
        <w:pBdr>
          <w:top w:val="single" w:sz="4" w:space="1" w:color="2D739F"/>
          <w:left w:val="single" w:sz="4" w:space="12" w:color="2D739F"/>
          <w:bottom w:val="single" w:sz="4" w:space="1" w:color="2D739F"/>
          <w:right w:val="single" w:sz="4" w:space="4" w:color="2D739F"/>
        </w:pBdr>
        <w:ind w:left="710"/>
      </w:pPr>
    </w:p>
    <w:p w14:paraId="32C5ACFD" w14:textId="77777777" w:rsidR="00CA3B55" w:rsidRPr="00A51A0C" w:rsidRDefault="00957105" w:rsidP="00721A6C">
      <w:pPr>
        <w:pStyle w:val="ListParagraph"/>
        <w:numPr>
          <w:ilvl w:val="0"/>
          <w:numId w:val="5"/>
        </w:numPr>
        <w:spacing w:line="360" w:lineRule="auto"/>
        <w:rPr>
          <w:rFonts w:cs="Arial"/>
        </w:rPr>
      </w:pPr>
      <w:r>
        <w:br w:type="page"/>
      </w:r>
    </w:p>
    <w:p w14:paraId="32C5ACFE" w14:textId="278F2B3B" w:rsidR="00CA3B55" w:rsidRDefault="00092A66" w:rsidP="00CA3B55">
      <w:pPr>
        <w:pStyle w:val="Heading2"/>
      </w:pPr>
      <w:r>
        <w:lastRenderedPageBreak/>
        <w:t xml:space="preserve">Part </w:t>
      </w:r>
      <w:r w:rsidR="00957105" w:rsidRPr="000412B1">
        <w:t>4: Assessment Feedback</w:t>
      </w:r>
    </w:p>
    <w:p w14:paraId="32C5ACFF" w14:textId="77777777" w:rsidR="00CA3B55" w:rsidRDefault="00957105" w:rsidP="00CA3B55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32C5AD00" w14:textId="77777777" w:rsidR="00CA3B55" w:rsidRDefault="00957105" w:rsidP="00CA3B55">
      <w:pPr>
        <w:pStyle w:val="Heading3"/>
      </w:pPr>
      <w:r>
        <w:t>Assessment outcome</w:t>
      </w:r>
    </w:p>
    <w:p w14:paraId="32C5AD01" w14:textId="77777777" w:rsidR="00CA3B55" w:rsidRDefault="00845DE2" w:rsidP="00CA3B55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7105">
            <w:rPr>
              <w:rFonts w:ascii="MS Gothic" w:eastAsia="MS Gothic" w:hAnsi="MS Gothic" w:hint="eastAsia"/>
            </w:rPr>
            <w:t>☐</w:t>
          </w:r>
        </w:sdtContent>
      </w:sdt>
      <w:r w:rsidR="00957105">
        <w:t xml:space="preserve"> Satisfactory</w:t>
      </w:r>
    </w:p>
    <w:p w14:paraId="32C5AD02" w14:textId="77777777" w:rsidR="00CA3B55" w:rsidRPr="00A7239E" w:rsidRDefault="00845DE2" w:rsidP="00CA3B55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7105">
            <w:rPr>
              <w:rFonts w:ascii="MS Gothic" w:eastAsia="MS Gothic" w:hAnsi="MS Gothic" w:hint="eastAsia"/>
            </w:rPr>
            <w:t>☐</w:t>
          </w:r>
        </w:sdtContent>
      </w:sdt>
      <w:r w:rsidR="00957105">
        <w:t xml:space="preserve"> Unsatisfactory</w:t>
      </w:r>
    </w:p>
    <w:p w14:paraId="32C5AD03" w14:textId="77777777" w:rsidR="00CA3B55" w:rsidRDefault="00957105" w:rsidP="00CA3B55">
      <w:pPr>
        <w:pStyle w:val="Heading3"/>
      </w:pPr>
      <w:r>
        <w:t>Assessor Feedback</w:t>
      </w:r>
    </w:p>
    <w:p w14:paraId="32C5AD04" w14:textId="77777777" w:rsidR="00CA3B55" w:rsidRDefault="00845DE2" w:rsidP="00CA3B55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7105">
            <w:rPr>
              <w:rFonts w:ascii="MS Gothic" w:eastAsia="MS Gothic" w:hAnsi="MS Gothic" w:hint="eastAsia"/>
            </w:rPr>
            <w:t>☐</w:t>
          </w:r>
        </w:sdtContent>
      </w:sdt>
      <w:r w:rsidR="00957105">
        <w:t xml:space="preserve"> Was the assessment event successfully completed?</w:t>
      </w:r>
    </w:p>
    <w:p w14:paraId="32C5AD05" w14:textId="77777777" w:rsidR="00CA3B55" w:rsidRDefault="00845DE2" w:rsidP="00CA3B55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7105">
            <w:rPr>
              <w:rFonts w:ascii="MS Gothic" w:eastAsia="MS Gothic" w:hAnsi="MS Gothic" w:hint="eastAsia"/>
            </w:rPr>
            <w:t>☐</w:t>
          </w:r>
        </w:sdtContent>
      </w:sdt>
      <w:r w:rsidR="00957105">
        <w:t xml:space="preserve"> If no, was the resubmission/re-assessment successfully completed?</w:t>
      </w:r>
    </w:p>
    <w:p w14:paraId="32C5AD06" w14:textId="77777777" w:rsidR="00CA3B55" w:rsidRPr="00A7239E" w:rsidRDefault="00845DE2" w:rsidP="00CA3B55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7105">
            <w:rPr>
              <w:rFonts w:ascii="MS Gothic" w:eastAsia="MS Gothic" w:hAnsi="MS Gothic" w:hint="eastAsia"/>
            </w:rPr>
            <w:t>☐</w:t>
          </w:r>
        </w:sdtContent>
      </w:sdt>
      <w:r w:rsidR="00957105">
        <w:t xml:space="preserve"> Was reasonable adjustment in place for this assessment event?</w:t>
      </w:r>
      <w:r w:rsidR="00957105">
        <w:br/>
      </w:r>
      <w:r w:rsidR="00957105">
        <w:rPr>
          <w:i/>
          <w:color w:val="A6A6A6" w:themeColor="background1" w:themeShade="A6"/>
        </w:rPr>
        <w:t>If yes, ensure it is detailed on the assessment document.</w:t>
      </w:r>
    </w:p>
    <w:p w14:paraId="32C5AD07" w14:textId="77777777" w:rsidR="00CA3B55" w:rsidRDefault="00957105" w:rsidP="00CA3B5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32C5AD08" w14:textId="77777777" w:rsidR="00CA3B55" w:rsidRPr="00A7239E" w:rsidRDefault="00CA3B55" w:rsidP="00CA3B5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2C5AD09" w14:textId="77777777" w:rsidR="00CA3B55" w:rsidRDefault="00957105" w:rsidP="00CA3B55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32C5AD0A" w14:textId="77777777" w:rsidR="00CA3B55" w:rsidRDefault="00CA3B55" w:rsidP="00CA3B5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2C5AD0B" w14:textId="77777777" w:rsidR="00CA3B55" w:rsidRPr="00A7239E" w:rsidRDefault="00CA3B55" w:rsidP="00CA3B5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2C5AD0C" w14:textId="77777777" w:rsidR="00CA3B55" w:rsidRDefault="00957105" w:rsidP="00CA3B55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32C5AD0D" w14:textId="77777777" w:rsidR="00CA3B55" w:rsidRDefault="00957105" w:rsidP="00CA3B5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32C5AD0E" w14:textId="77777777" w:rsidR="00CA3B55" w:rsidRPr="00A7239E" w:rsidRDefault="00CA3B55" w:rsidP="00CA3B5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2C5AD0F" w14:textId="77777777" w:rsidR="00CA3B55" w:rsidRDefault="00957105" w:rsidP="00CA3B55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32C5AD10" w14:textId="77777777" w:rsidR="00CA3B55" w:rsidRDefault="00CA3B55" w:rsidP="00CA3B5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2C5AD11" w14:textId="77777777" w:rsidR="00CA3B55" w:rsidRPr="00A7239E" w:rsidRDefault="00CA3B55" w:rsidP="00CA3B5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2C5AD12" w14:textId="77777777" w:rsidR="00CA3B55" w:rsidRPr="000D179A" w:rsidRDefault="00957105" w:rsidP="00CA3B55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32C5AD13" w14:textId="77777777" w:rsidR="00CA3B55" w:rsidRPr="00593196" w:rsidRDefault="00CA3B55" w:rsidP="00CA3B55">
      <w:pPr>
        <w:pStyle w:val="Heading3"/>
      </w:pPr>
    </w:p>
    <w:sectPr w:rsidR="00CA3B55" w:rsidRPr="00593196" w:rsidSect="00CA3B55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5AD22" w14:textId="77777777" w:rsidR="00307E21" w:rsidRDefault="00307E21">
      <w:pPr>
        <w:spacing w:before="0" w:after="0" w:line="240" w:lineRule="auto"/>
      </w:pPr>
      <w:r>
        <w:separator/>
      </w:r>
    </w:p>
  </w:endnote>
  <w:endnote w:type="continuationSeparator" w:id="0">
    <w:p w14:paraId="32C5AD23" w14:textId="77777777" w:rsidR="00307E21" w:rsidRDefault="00307E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5AD27" w14:textId="77777777" w:rsidR="00307E21" w:rsidRPr="004820C4" w:rsidRDefault="00307E21" w:rsidP="00CA3B55">
    <w:pPr>
      <w:pStyle w:val="Footer-DocumentTitleLeft"/>
    </w:pPr>
  </w:p>
  <w:p w14:paraId="32C5AD28" w14:textId="77777777" w:rsidR="00307E21" w:rsidRDefault="00307E21" w:rsidP="00CA3B55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32C5AD29" w14:textId="77777777" w:rsidR="00307E21" w:rsidRPr="0006452B" w:rsidRDefault="00307E21" w:rsidP="00CA3B55"/>
  <w:p w14:paraId="32C5AD2A" w14:textId="77777777" w:rsidR="00307E21" w:rsidRDefault="00307E21" w:rsidP="00CA3B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5AD2B" w14:textId="0A0919F7" w:rsidR="00307E21" w:rsidRDefault="00307E21" w:rsidP="00CA3B55">
    <w:pPr>
      <w:pStyle w:val="Bodyfooter"/>
      <w:rPr>
        <w:noProof/>
      </w:rPr>
    </w:pPr>
    <w:r w:rsidRPr="008D467A">
      <w:t>Document title</w:t>
    </w:r>
    <w:r>
      <w:t xml:space="preserve">: </w:t>
    </w:r>
    <w:fldSimple w:instr=" FILENAME   \* MERGEFORMAT ">
      <w:r w:rsidR="00845DE2">
        <w:rPr>
          <w:noProof/>
        </w:rPr>
        <w:t>MSL933006_AE_Kn_1of3</w:t>
      </w:r>
    </w:fldSimple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845DE2">
      <w:rPr>
        <w:noProof/>
      </w:rPr>
      <w:t>15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845DE2">
      <w:rPr>
        <w:noProof/>
      </w:rPr>
      <w:t>24</w:t>
    </w:r>
    <w:r>
      <w:rPr>
        <w:noProof/>
      </w:rPr>
      <w:fldChar w:fldCharType="end"/>
    </w:r>
  </w:p>
  <w:p w14:paraId="32C5AD2C" w14:textId="5EA53865" w:rsidR="00307E21" w:rsidRDefault="00307E21" w:rsidP="008A7BE2">
    <w:pPr>
      <w:pStyle w:val="Bodyfooter"/>
    </w:pPr>
    <w:r>
      <w:t xml:space="preserve">Resource ID: MRS_18_08_MSL933006_AE_Kn_1of3                                                                              </w:t>
    </w:r>
    <w:r w:rsidRPr="00C04E0B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5AD2F" w14:textId="77777777" w:rsidR="00307E21" w:rsidRPr="008D467A" w:rsidRDefault="00307E21" w:rsidP="00CA3B55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2C5AD30" w14:textId="77777777" w:rsidR="00307E21" w:rsidRPr="008948B1" w:rsidRDefault="00307E21" w:rsidP="00CA3B55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32C5AD31" w14:textId="77777777" w:rsidR="00307E21" w:rsidRPr="00AA3155" w:rsidRDefault="00307E21" w:rsidP="00CA3B55">
    <w:pPr>
      <w:pStyle w:val="Footer"/>
    </w:pPr>
  </w:p>
  <w:p w14:paraId="32C5AD32" w14:textId="77777777" w:rsidR="00307E21" w:rsidRDefault="00307E21" w:rsidP="00CA3B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5AD20" w14:textId="77777777" w:rsidR="00307E21" w:rsidRDefault="00307E21">
      <w:pPr>
        <w:spacing w:before="0" w:after="0" w:line="240" w:lineRule="auto"/>
      </w:pPr>
      <w:r>
        <w:separator/>
      </w:r>
    </w:p>
  </w:footnote>
  <w:footnote w:type="continuationSeparator" w:id="0">
    <w:p w14:paraId="32C5AD21" w14:textId="77777777" w:rsidR="00307E21" w:rsidRDefault="00307E2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5AD24" w14:textId="77777777" w:rsidR="00307E21" w:rsidRDefault="00307E21" w:rsidP="00CA3B55"/>
  <w:p w14:paraId="32C5AD25" w14:textId="77777777" w:rsidR="00307E21" w:rsidRDefault="00307E21" w:rsidP="00CA3B5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5AD26" w14:textId="77777777" w:rsidR="00307E21" w:rsidRDefault="00307E21" w:rsidP="00CA3B55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32C5AD33" wp14:editId="32C5AD34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5AD2D" w14:textId="77777777" w:rsidR="00307E21" w:rsidRDefault="00307E21" w:rsidP="00CA3B55">
    <w:pPr>
      <w:pStyle w:val="Header"/>
    </w:pPr>
  </w:p>
  <w:p w14:paraId="32C5AD2E" w14:textId="77777777" w:rsidR="00307E21" w:rsidRDefault="00307E21" w:rsidP="00CA3B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6257"/>
    <w:multiLevelType w:val="hybridMultilevel"/>
    <w:tmpl w:val="FE9406A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65C2D"/>
    <w:multiLevelType w:val="hybridMultilevel"/>
    <w:tmpl w:val="ABC2E7A4"/>
    <w:lvl w:ilvl="0" w:tplc="BBDA305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687D57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09D"/>
    <w:multiLevelType w:val="hybridMultilevel"/>
    <w:tmpl w:val="C7D6E560"/>
    <w:lvl w:ilvl="0" w:tplc="B5260CF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98C8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920D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18E6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2438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9EC0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5886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A40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0CA4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E3DAD"/>
    <w:multiLevelType w:val="hybridMultilevel"/>
    <w:tmpl w:val="F4F62444"/>
    <w:lvl w:ilvl="0" w:tplc="C3A8ACE8">
      <w:start w:val="1"/>
      <w:numFmt w:val="lowerLetter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sz w:val="24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95C69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D29AA"/>
    <w:multiLevelType w:val="hybridMultilevel"/>
    <w:tmpl w:val="56740D0A"/>
    <w:lvl w:ilvl="0" w:tplc="74405226">
      <w:start w:val="1"/>
      <w:numFmt w:val="lowerRoman"/>
      <w:lvlText w:val="%1)"/>
      <w:lvlJc w:val="left"/>
      <w:pPr>
        <w:ind w:left="1713" w:hanging="720"/>
      </w:pPr>
      <w:rPr>
        <w:rFonts w:hint="default"/>
        <w:b w:val="0"/>
        <w:sz w:val="24"/>
      </w:rPr>
    </w:lvl>
    <w:lvl w:ilvl="1" w:tplc="9490DB90">
      <w:start w:val="1"/>
      <w:numFmt w:val="lowerLetter"/>
      <w:lvlText w:val="%2."/>
      <w:lvlJc w:val="left"/>
      <w:pPr>
        <w:ind w:left="2073" w:hanging="360"/>
      </w:pPr>
      <w:rPr>
        <w:b w:val="0"/>
        <w:color w:val="auto"/>
        <w:sz w:val="24"/>
        <w:szCs w:val="24"/>
      </w:rPr>
    </w:lvl>
    <w:lvl w:ilvl="2" w:tplc="0C09001B" w:tentative="1">
      <w:start w:val="1"/>
      <w:numFmt w:val="lowerRoman"/>
      <w:lvlText w:val="%3."/>
      <w:lvlJc w:val="right"/>
      <w:pPr>
        <w:ind w:left="2793" w:hanging="180"/>
      </w:pPr>
    </w:lvl>
    <w:lvl w:ilvl="3" w:tplc="0C09000F" w:tentative="1">
      <w:start w:val="1"/>
      <w:numFmt w:val="decimal"/>
      <w:lvlText w:val="%4."/>
      <w:lvlJc w:val="left"/>
      <w:pPr>
        <w:ind w:left="3513" w:hanging="360"/>
      </w:pPr>
    </w:lvl>
    <w:lvl w:ilvl="4" w:tplc="0C090019" w:tentative="1">
      <w:start w:val="1"/>
      <w:numFmt w:val="lowerLetter"/>
      <w:lvlText w:val="%5."/>
      <w:lvlJc w:val="left"/>
      <w:pPr>
        <w:ind w:left="4233" w:hanging="360"/>
      </w:pPr>
    </w:lvl>
    <w:lvl w:ilvl="5" w:tplc="0C09001B" w:tentative="1">
      <w:start w:val="1"/>
      <w:numFmt w:val="lowerRoman"/>
      <w:lvlText w:val="%6."/>
      <w:lvlJc w:val="right"/>
      <w:pPr>
        <w:ind w:left="4953" w:hanging="180"/>
      </w:pPr>
    </w:lvl>
    <w:lvl w:ilvl="6" w:tplc="0C09000F" w:tentative="1">
      <w:start w:val="1"/>
      <w:numFmt w:val="decimal"/>
      <w:lvlText w:val="%7."/>
      <w:lvlJc w:val="left"/>
      <w:pPr>
        <w:ind w:left="5673" w:hanging="360"/>
      </w:pPr>
    </w:lvl>
    <w:lvl w:ilvl="7" w:tplc="0C090019" w:tentative="1">
      <w:start w:val="1"/>
      <w:numFmt w:val="lowerLetter"/>
      <w:lvlText w:val="%8."/>
      <w:lvlJc w:val="left"/>
      <w:pPr>
        <w:ind w:left="6393" w:hanging="360"/>
      </w:pPr>
    </w:lvl>
    <w:lvl w:ilvl="8" w:tplc="0C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D405ECD"/>
    <w:multiLevelType w:val="hybridMultilevel"/>
    <w:tmpl w:val="1C4E1CD2"/>
    <w:lvl w:ilvl="0" w:tplc="F0F20A8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B52496A4" w:tentative="1">
      <w:start w:val="1"/>
      <w:numFmt w:val="lowerLetter"/>
      <w:lvlText w:val="%2."/>
      <w:lvlJc w:val="left"/>
      <w:pPr>
        <w:ind w:left="1014" w:hanging="360"/>
      </w:pPr>
    </w:lvl>
    <w:lvl w:ilvl="2" w:tplc="B20E56EC" w:tentative="1">
      <w:start w:val="1"/>
      <w:numFmt w:val="lowerRoman"/>
      <w:lvlText w:val="%3."/>
      <w:lvlJc w:val="right"/>
      <w:pPr>
        <w:ind w:left="1734" w:hanging="180"/>
      </w:pPr>
    </w:lvl>
    <w:lvl w:ilvl="3" w:tplc="26609490" w:tentative="1">
      <w:start w:val="1"/>
      <w:numFmt w:val="decimal"/>
      <w:lvlText w:val="%4."/>
      <w:lvlJc w:val="left"/>
      <w:pPr>
        <w:ind w:left="2454" w:hanging="360"/>
      </w:pPr>
    </w:lvl>
    <w:lvl w:ilvl="4" w:tplc="E22EB4FC" w:tentative="1">
      <w:start w:val="1"/>
      <w:numFmt w:val="lowerLetter"/>
      <w:lvlText w:val="%5."/>
      <w:lvlJc w:val="left"/>
      <w:pPr>
        <w:ind w:left="3174" w:hanging="360"/>
      </w:pPr>
    </w:lvl>
    <w:lvl w:ilvl="5" w:tplc="9F72746E" w:tentative="1">
      <w:start w:val="1"/>
      <w:numFmt w:val="lowerRoman"/>
      <w:lvlText w:val="%6."/>
      <w:lvlJc w:val="right"/>
      <w:pPr>
        <w:ind w:left="3894" w:hanging="180"/>
      </w:pPr>
    </w:lvl>
    <w:lvl w:ilvl="6" w:tplc="21D43F0A" w:tentative="1">
      <w:start w:val="1"/>
      <w:numFmt w:val="decimal"/>
      <w:lvlText w:val="%7."/>
      <w:lvlJc w:val="left"/>
      <w:pPr>
        <w:ind w:left="4614" w:hanging="360"/>
      </w:pPr>
    </w:lvl>
    <w:lvl w:ilvl="7" w:tplc="EA6A92A8" w:tentative="1">
      <w:start w:val="1"/>
      <w:numFmt w:val="lowerLetter"/>
      <w:lvlText w:val="%8."/>
      <w:lvlJc w:val="left"/>
      <w:pPr>
        <w:ind w:left="5334" w:hanging="360"/>
      </w:pPr>
    </w:lvl>
    <w:lvl w:ilvl="8" w:tplc="C3EA75BA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10F6811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65461"/>
    <w:multiLevelType w:val="hybridMultilevel"/>
    <w:tmpl w:val="B95202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25CD7"/>
    <w:multiLevelType w:val="hybridMultilevel"/>
    <w:tmpl w:val="D214CF1E"/>
    <w:lvl w:ilvl="0" w:tplc="0C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25FD129B"/>
    <w:multiLevelType w:val="hybridMultilevel"/>
    <w:tmpl w:val="05BEC7A2"/>
    <w:lvl w:ilvl="0" w:tplc="4864B598">
      <w:start w:val="32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F66C3F"/>
    <w:multiLevelType w:val="hybridMultilevel"/>
    <w:tmpl w:val="F7ECC440"/>
    <w:lvl w:ilvl="0" w:tplc="0409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615FA"/>
    <w:multiLevelType w:val="hybridMultilevel"/>
    <w:tmpl w:val="F2DA347E"/>
    <w:lvl w:ilvl="0" w:tplc="2D2C670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C4E4EE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0A05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AD2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0CA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023C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AD7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D6DB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5CCC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5" w15:restartNumberingAfterBreak="0">
    <w:nsid w:val="33AD3DEC"/>
    <w:multiLevelType w:val="hybridMultilevel"/>
    <w:tmpl w:val="37A0660C"/>
    <w:lvl w:ilvl="0" w:tplc="F924724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4B8245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3A1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C42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200A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0CB6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C77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208A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4E7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12839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86F74"/>
    <w:multiLevelType w:val="hybridMultilevel"/>
    <w:tmpl w:val="020E4BF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40714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BB2AF1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877391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CD5B1E"/>
    <w:multiLevelType w:val="hybridMultilevel"/>
    <w:tmpl w:val="97F641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B3FAE"/>
    <w:multiLevelType w:val="hybridMultilevel"/>
    <w:tmpl w:val="A89618B0"/>
    <w:lvl w:ilvl="0" w:tplc="302EC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B46166" w:tentative="1">
      <w:start w:val="1"/>
      <w:numFmt w:val="lowerLetter"/>
      <w:lvlText w:val="%2."/>
      <w:lvlJc w:val="left"/>
      <w:pPr>
        <w:ind w:left="1440" w:hanging="360"/>
      </w:pPr>
    </w:lvl>
    <w:lvl w:ilvl="2" w:tplc="1390CC16" w:tentative="1">
      <w:start w:val="1"/>
      <w:numFmt w:val="lowerRoman"/>
      <w:lvlText w:val="%3."/>
      <w:lvlJc w:val="right"/>
      <w:pPr>
        <w:ind w:left="2160" w:hanging="180"/>
      </w:pPr>
    </w:lvl>
    <w:lvl w:ilvl="3" w:tplc="DD8CEDFA" w:tentative="1">
      <w:start w:val="1"/>
      <w:numFmt w:val="decimal"/>
      <w:lvlText w:val="%4."/>
      <w:lvlJc w:val="left"/>
      <w:pPr>
        <w:ind w:left="2880" w:hanging="360"/>
      </w:pPr>
    </w:lvl>
    <w:lvl w:ilvl="4" w:tplc="369EB51C" w:tentative="1">
      <w:start w:val="1"/>
      <w:numFmt w:val="lowerLetter"/>
      <w:lvlText w:val="%5."/>
      <w:lvlJc w:val="left"/>
      <w:pPr>
        <w:ind w:left="3600" w:hanging="360"/>
      </w:pPr>
    </w:lvl>
    <w:lvl w:ilvl="5" w:tplc="9A0419E6" w:tentative="1">
      <w:start w:val="1"/>
      <w:numFmt w:val="lowerRoman"/>
      <w:lvlText w:val="%6."/>
      <w:lvlJc w:val="right"/>
      <w:pPr>
        <w:ind w:left="4320" w:hanging="180"/>
      </w:pPr>
    </w:lvl>
    <w:lvl w:ilvl="6" w:tplc="E244D4EE" w:tentative="1">
      <w:start w:val="1"/>
      <w:numFmt w:val="decimal"/>
      <w:lvlText w:val="%7."/>
      <w:lvlJc w:val="left"/>
      <w:pPr>
        <w:ind w:left="5040" w:hanging="360"/>
      </w:pPr>
    </w:lvl>
    <w:lvl w:ilvl="7" w:tplc="6862DE0A" w:tentative="1">
      <w:start w:val="1"/>
      <w:numFmt w:val="lowerLetter"/>
      <w:lvlText w:val="%8."/>
      <w:lvlJc w:val="left"/>
      <w:pPr>
        <w:ind w:left="5760" w:hanging="360"/>
      </w:pPr>
    </w:lvl>
    <w:lvl w:ilvl="8" w:tplc="E6502B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71E9A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E2794"/>
    <w:multiLevelType w:val="hybridMultilevel"/>
    <w:tmpl w:val="ECD89F98"/>
    <w:lvl w:ilvl="0" w:tplc="32C2B3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4"/>
      </w:rPr>
    </w:lvl>
    <w:lvl w:ilvl="1" w:tplc="B52496A4" w:tentative="1">
      <w:start w:val="1"/>
      <w:numFmt w:val="lowerLetter"/>
      <w:lvlText w:val="%2."/>
      <w:lvlJc w:val="left"/>
      <w:pPr>
        <w:ind w:left="1014" w:hanging="360"/>
      </w:pPr>
    </w:lvl>
    <w:lvl w:ilvl="2" w:tplc="B20E56EC" w:tentative="1">
      <w:start w:val="1"/>
      <w:numFmt w:val="lowerRoman"/>
      <w:lvlText w:val="%3."/>
      <w:lvlJc w:val="right"/>
      <w:pPr>
        <w:ind w:left="1734" w:hanging="180"/>
      </w:pPr>
    </w:lvl>
    <w:lvl w:ilvl="3" w:tplc="26609490" w:tentative="1">
      <w:start w:val="1"/>
      <w:numFmt w:val="decimal"/>
      <w:lvlText w:val="%4."/>
      <w:lvlJc w:val="left"/>
      <w:pPr>
        <w:ind w:left="2454" w:hanging="360"/>
      </w:pPr>
    </w:lvl>
    <w:lvl w:ilvl="4" w:tplc="E22EB4FC" w:tentative="1">
      <w:start w:val="1"/>
      <w:numFmt w:val="lowerLetter"/>
      <w:lvlText w:val="%5."/>
      <w:lvlJc w:val="left"/>
      <w:pPr>
        <w:ind w:left="3174" w:hanging="360"/>
      </w:pPr>
    </w:lvl>
    <w:lvl w:ilvl="5" w:tplc="9F72746E" w:tentative="1">
      <w:start w:val="1"/>
      <w:numFmt w:val="lowerRoman"/>
      <w:lvlText w:val="%6."/>
      <w:lvlJc w:val="right"/>
      <w:pPr>
        <w:ind w:left="3894" w:hanging="180"/>
      </w:pPr>
    </w:lvl>
    <w:lvl w:ilvl="6" w:tplc="21D43F0A" w:tentative="1">
      <w:start w:val="1"/>
      <w:numFmt w:val="decimal"/>
      <w:lvlText w:val="%7."/>
      <w:lvlJc w:val="left"/>
      <w:pPr>
        <w:ind w:left="4614" w:hanging="360"/>
      </w:pPr>
    </w:lvl>
    <w:lvl w:ilvl="7" w:tplc="EA6A92A8" w:tentative="1">
      <w:start w:val="1"/>
      <w:numFmt w:val="lowerLetter"/>
      <w:lvlText w:val="%8."/>
      <w:lvlJc w:val="left"/>
      <w:pPr>
        <w:ind w:left="5334" w:hanging="360"/>
      </w:pPr>
    </w:lvl>
    <w:lvl w:ilvl="8" w:tplc="C3EA75BA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62E5309A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3C3ED7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0456B"/>
    <w:multiLevelType w:val="hybridMultilevel"/>
    <w:tmpl w:val="A7D6559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73D04"/>
    <w:multiLevelType w:val="hybridMultilevel"/>
    <w:tmpl w:val="E60010EA"/>
    <w:lvl w:ilvl="0" w:tplc="A0C057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8571EC8"/>
    <w:multiLevelType w:val="hybridMultilevel"/>
    <w:tmpl w:val="3B8A8510"/>
    <w:lvl w:ilvl="0" w:tplc="62141C7C">
      <w:start w:val="1"/>
      <w:numFmt w:val="lowerRoman"/>
      <w:lvlText w:val="%1)"/>
      <w:lvlJc w:val="left"/>
      <w:pPr>
        <w:ind w:left="1080" w:hanging="720"/>
      </w:pPr>
      <w:rPr>
        <w:rFonts w:eastAsiaTheme="minorHAnsi" w:hint="default"/>
        <w:b w:val="0"/>
        <w:color w:val="auto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4538E3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0E4E7C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50694"/>
    <w:multiLevelType w:val="hybridMultilevel"/>
    <w:tmpl w:val="47C81C8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2E14B6"/>
    <w:multiLevelType w:val="hybridMultilevel"/>
    <w:tmpl w:val="7238413A"/>
    <w:lvl w:ilvl="0" w:tplc="B1A44E0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4"/>
      </w:rPr>
    </w:lvl>
    <w:lvl w:ilvl="1" w:tplc="B52496A4" w:tentative="1">
      <w:start w:val="1"/>
      <w:numFmt w:val="lowerLetter"/>
      <w:lvlText w:val="%2."/>
      <w:lvlJc w:val="left"/>
      <w:pPr>
        <w:ind w:left="1014" w:hanging="360"/>
      </w:pPr>
    </w:lvl>
    <w:lvl w:ilvl="2" w:tplc="B20E56EC" w:tentative="1">
      <w:start w:val="1"/>
      <w:numFmt w:val="lowerRoman"/>
      <w:lvlText w:val="%3."/>
      <w:lvlJc w:val="right"/>
      <w:pPr>
        <w:ind w:left="1734" w:hanging="180"/>
      </w:pPr>
    </w:lvl>
    <w:lvl w:ilvl="3" w:tplc="26609490" w:tentative="1">
      <w:start w:val="1"/>
      <w:numFmt w:val="decimal"/>
      <w:lvlText w:val="%4."/>
      <w:lvlJc w:val="left"/>
      <w:pPr>
        <w:ind w:left="2454" w:hanging="360"/>
      </w:pPr>
    </w:lvl>
    <w:lvl w:ilvl="4" w:tplc="E22EB4FC" w:tentative="1">
      <w:start w:val="1"/>
      <w:numFmt w:val="lowerLetter"/>
      <w:lvlText w:val="%5."/>
      <w:lvlJc w:val="left"/>
      <w:pPr>
        <w:ind w:left="3174" w:hanging="360"/>
      </w:pPr>
    </w:lvl>
    <w:lvl w:ilvl="5" w:tplc="9F72746E" w:tentative="1">
      <w:start w:val="1"/>
      <w:numFmt w:val="lowerRoman"/>
      <w:lvlText w:val="%6."/>
      <w:lvlJc w:val="right"/>
      <w:pPr>
        <w:ind w:left="3894" w:hanging="180"/>
      </w:pPr>
    </w:lvl>
    <w:lvl w:ilvl="6" w:tplc="21D43F0A" w:tentative="1">
      <w:start w:val="1"/>
      <w:numFmt w:val="decimal"/>
      <w:lvlText w:val="%7."/>
      <w:lvlJc w:val="left"/>
      <w:pPr>
        <w:ind w:left="4614" w:hanging="360"/>
      </w:pPr>
    </w:lvl>
    <w:lvl w:ilvl="7" w:tplc="EA6A92A8" w:tentative="1">
      <w:start w:val="1"/>
      <w:numFmt w:val="lowerLetter"/>
      <w:lvlText w:val="%8."/>
      <w:lvlJc w:val="left"/>
      <w:pPr>
        <w:ind w:left="5334" w:hanging="360"/>
      </w:pPr>
    </w:lvl>
    <w:lvl w:ilvl="8" w:tplc="C3EA75BA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4" w15:restartNumberingAfterBreak="0">
    <w:nsid w:val="78F77EE9"/>
    <w:multiLevelType w:val="hybridMultilevel"/>
    <w:tmpl w:val="DB3AF63A"/>
    <w:lvl w:ilvl="0" w:tplc="EB0E3EBA">
      <w:start w:val="26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239A1"/>
    <w:multiLevelType w:val="hybridMultilevel"/>
    <w:tmpl w:val="6B0C15AA"/>
    <w:lvl w:ilvl="0" w:tplc="4B6C0186">
      <w:start w:val="1"/>
      <w:numFmt w:val="lowerLetter"/>
      <w:lvlText w:val="%1)"/>
      <w:lvlJc w:val="left"/>
      <w:pPr>
        <w:ind w:left="720" w:hanging="360"/>
      </w:pPr>
    </w:lvl>
    <w:lvl w:ilvl="1" w:tplc="DF02F4EE" w:tentative="1">
      <w:start w:val="1"/>
      <w:numFmt w:val="lowerLetter"/>
      <w:lvlText w:val="%2."/>
      <w:lvlJc w:val="left"/>
      <w:pPr>
        <w:ind w:left="1440" w:hanging="360"/>
      </w:pPr>
    </w:lvl>
    <w:lvl w:ilvl="2" w:tplc="F2148442" w:tentative="1">
      <w:start w:val="1"/>
      <w:numFmt w:val="lowerRoman"/>
      <w:lvlText w:val="%3."/>
      <w:lvlJc w:val="right"/>
      <w:pPr>
        <w:ind w:left="2160" w:hanging="180"/>
      </w:pPr>
    </w:lvl>
    <w:lvl w:ilvl="3" w:tplc="61CADD08" w:tentative="1">
      <w:start w:val="1"/>
      <w:numFmt w:val="decimal"/>
      <w:lvlText w:val="%4."/>
      <w:lvlJc w:val="left"/>
      <w:pPr>
        <w:ind w:left="2880" w:hanging="360"/>
      </w:pPr>
    </w:lvl>
    <w:lvl w:ilvl="4" w:tplc="2526679A" w:tentative="1">
      <w:start w:val="1"/>
      <w:numFmt w:val="lowerLetter"/>
      <w:lvlText w:val="%5."/>
      <w:lvlJc w:val="left"/>
      <w:pPr>
        <w:ind w:left="3600" w:hanging="360"/>
      </w:pPr>
    </w:lvl>
    <w:lvl w:ilvl="5" w:tplc="06A40580" w:tentative="1">
      <w:start w:val="1"/>
      <w:numFmt w:val="lowerRoman"/>
      <w:lvlText w:val="%6."/>
      <w:lvlJc w:val="right"/>
      <w:pPr>
        <w:ind w:left="4320" w:hanging="180"/>
      </w:pPr>
    </w:lvl>
    <w:lvl w:ilvl="6" w:tplc="66124258" w:tentative="1">
      <w:start w:val="1"/>
      <w:numFmt w:val="decimal"/>
      <w:lvlText w:val="%7."/>
      <w:lvlJc w:val="left"/>
      <w:pPr>
        <w:ind w:left="5040" w:hanging="360"/>
      </w:pPr>
    </w:lvl>
    <w:lvl w:ilvl="7" w:tplc="77102ED8" w:tentative="1">
      <w:start w:val="1"/>
      <w:numFmt w:val="lowerLetter"/>
      <w:lvlText w:val="%8."/>
      <w:lvlJc w:val="left"/>
      <w:pPr>
        <w:ind w:left="5760" w:hanging="360"/>
      </w:pPr>
    </w:lvl>
    <w:lvl w:ilvl="8" w:tplc="99A02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015E0"/>
    <w:multiLevelType w:val="hybridMultilevel"/>
    <w:tmpl w:val="9078C318"/>
    <w:lvl w:ilvl="0" w:tplc="0E842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E9E0FCAA" w:tentative="1">
      <w:start w:val="1"/>
      <w:numFmt w:val="lowerLetter"/>
      <w:lvlText w:val="%2."/>
      <w:lvlJc w:val="left"/>
      <w:pPr>
        <w:ind w:left="1440" w:hanging="360"/>
      </w:pPr>
    </w:lvl>
    <w:lvl w:ilvl="2" w:tplc="AC72FFFC" w:tentative="1">
      <w:start w:val="1"/>
      <w:numFmt w:val="lowerRoman"/>
      <w:lvlText w:val="%3."/>
      <w:lvlJc w:val="right"/>
      <w:pPr>
        <w:ind w:left="2160" w:hanging="180"/>
      </w:pPr>
    </w:lvl>
    <w:lvl w:ilvl="3" w:tplc="1196030A" w:tentative="1">
      <w:start w:val="1"/>
      <w:numFmt w:val="decimal"/>
      <w:lvlText w:val="%4."/>
      <w:lvlJc w:val="left"/>
      <w:pPr>
        <w:ind w:left="2880" w:hanging="360"/>
      </w:pPr>
    </w:lvl>
    <w:lvl w:ilvl="4" w:tplc="024C6400" w:tentative="1">
      <w:start w:val="1"/>
      <w:numFmt w:val="lowerLetter"/>
      <w:lvlText w:val="%5."/>
      <w:lvlJc w:val="left"/>
      <w:pPr>
        <w:ind w:left="3600" w:hanging="360"/>
      </w:pPr>
    </w:lvl>
    <w:lvl w:ilvl="5" w:tplc="D2C8F164" w:tentative="1">
      <w:start w:val="1"/>
      <w:numFmt w:val="lowerRoman"/>
      <w:lvlText w:val="%6."/>
      <w:lvlJc w:val="right"/>
      <w:pPr>
        <w:ind w:left="4320" w:hanging="180"/>
      </w:pPr>
    </w:lvl>
    <w:lvl w:ilvl="6" w:tplc="10EEBA00" w:tentative="1">
      <w:start w:val="1"/>
      <w:numFmt w:val="decimal"/>
      <w:lvlText w:val="%7."/>
      <w:lvlJc w:val="left"/>
      <w:pPr>
        <w:ind w:left="5040" w:hanging="360"/>
      </w:pPr>
    </w:lvl>
    <w:lvl w:ilvl="7" w:tplc="49EE9A7C" w:tentative="1">
      <w:start w:val="1"/>
      <w:numFmt w:val="lowerLetter"/>
      <w:lvlText w:val="%8."/>
      <w:lvlJc w:val="left"/>
      <w:pPr>
        <w:ind w:left="5760" w:hanging="360"/>
      </w:pPr>
    </w:lvl>
    <w:lvl w:ilvl="8" w:tplc="2CEE25E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3"/>
  </w:num>
  <w:num w:numId="4">
    <w:abstractNumId w:val="15"/>
  </w:num>
  <w:num w:numId="5">
    <w:abstractNumId w:val="33"/>
  </w:num>
  <w:num w:numId="6">
    <w:abstractNumId w:val="36"/>
  </w:num>
  <w:num w:numId="7">
    <w:abstractNumId w:val="18"/>
  </w:num>
  <w:num w:numId="8">
    <w:abstractNumId w:val="22"/>
  </w:num>
  <w:num w:numId="9">
    <w:abstractNumId w:val="30"/>
  </w:num>
  <w:num w:numId="10">
    <w:abstractNumId w:val="2"/>
  </w:num>
  <w:num w:numId="11">
    <w:abstractNumId w:val="20"/>
  </w:num>
  <w:num w:numId="12">
    <w:abstractNumId w:val="16"/>
  </w:num>
  <w:num w:numId="13">
    <w:abstractNumId w:val="35"/>
  </w:num>
  <w:num w:numId="14">
    <w:abstractNumId w:val="26"/>
  </w:num>
  <w:num w:numId="15">
    <w:abstractNumId w:val="8"/>
  </w:num>
  <w:num w:numId="16">
    <w:abstractNumId w:val="31"/>
  </w:num>
  <w:num w:numId="17">
    <w:abstractNumId w:val="5"/>
  </w:num>
  <w:num w:numId="18">
    <w:abstractNumId w:val="10"/>
  </w:num>
  <w:num w:numId="19">
    <w:abstractNumId w:val="19"/>
  </w:num>
  <w:num w:numId="20">
    <w:abstractNumId w:val="28"/>
  </w:num>
  <w:num w:numId="21">
    <w:abstractNumId w:val="4"/>
  </w:num>
  <w:num w:numId="22">
    <w:abstractNumId w:val="6"/>
  </w:num>
  <w:num w:numId="23">
    <w:abstractNumId w:val="29"/>
  </w:num>
  <w:num w:numId="24">
    <w:abstractNumId w:val="23"/>
  </w:num>
  <w:num w:numId="25">
    <w:abstractNumId w:val="34"/>
  </w:num>
  <w:num w:numId="26">
    <w:abstractNumId w:val="1"/>
  </w:num>
  <w:num w:numId="27">
    <w:abstractNumId w:val="25"/>
  </w:num>
  <w:num w:numId="28">
    <w:abstractNumId w:val="1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27"/>
  </w:num>
  <w:num w:numId="34">
    <w:abstractNumId w:val="21"/>
  </w:num>
  <w:num w:numId="35">
    <w:abstractNumId w:val="11"/>
  </w:num>
  <w:num w:numId="36">
    <w:abstractNumId w:val="7"/>
  </w:num>
  <w:num w:numId="37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e0MDU3sTQ3NTI1sjBQ0lEKTi0uzszPAykwrAUASILyXiwAAAA="/>
  </w:docVars>
  <w:rsids>
    <w:rsidRoot w:val="006675A3"/>
    <w:rsid w:val="0000596A"/>
    <w:rsid w:val="0001370F"/>
    <w:rsid w:val="000247E5"/>
    <w:rsid w:val="00035A26"/>
    <w:rsid w:val="00054D27"/>
    <w:rsid w:val="0007465C"/>
    <w:rsid w:val="00092A66"/>
    <w:rsid w:val="00093BAF"/>
    <w:rsid w:val="000C7119"/>
    <w:rsid w:val="000E222A"/>
    <w:rsid w:val="001511B8"/>
    <w:rsid w:val="001A7A8A"/>
    <w:rsid w:val="001B09EE"/>
    <w:rsid w:val="001B7F97"/>
    <w:rsid w:val="001F673A"/>
    <w:rsid w:val="00214D5E"/>
    <w:rsid w:val="002254A4"/>
    <w:rsid w:val="002277FF"/>
    <w:rsid w:val="00254772"/>
    <w:rsid w:val="00256FCE"/>
    <w:rsid w:val="00267DF7"/>
    <w:rsid w:val="00277B24"/>
    <w:rsid w:val="0028437F"/>
    <w:rsid w:val="00290615"/>
    <w:rsid w:val="002B1772"/>
    <w:rsid w:val="00307E21"/>
    <w:rsid w:val="00355AF6"/>
    <w:rsid w:val="003A4B68"/>
    <w:rsid w:val="003D0314"/>
    <w:rsid w:val="003D58AE"/>
    <w:rsid w:val="003F5F8D"/>
    <w:rsid w:val="00477C07"/>
    <w:rsid w:val="004968C0"/>
    <w:rsid w:val="004A3217"/>
    <w:rsid w:val="004C4323"/>
    <w:rsid w:val="004D1801"/>
    <w:rsid w:val="004E7141"/>
    <w:rsid w:val="004F32C9"/>
    <w:rsid w:val="004F5CC5"/>
    <w:rsid w:val="0055398C"/>
    <w:rsid w:val="00594AEC"/>
    <w:rsid w:val="005D18B2"/>
    <w:rsid w:val="005D1EC0"/>
    <w:rsid w:val="005F2CC5"/>
    <w:rsid w:val="00624C55"/>
    <w:rsid w:val="00633349"/>
    <w:rsid w:val="00660572"/>
    <w:rsid w:val="006675A3"/>
    <w:rsid w:val="006B4101"/>
    <w:rsid w:val="006B7AFF"/>
    <w:rsid w:val="006C54DD"/>
    <w:rsid w:val="00721A6C"/>
    <w:rsid w:val="00724A3C"/>
    <w:rsid w:val="00785759"/>
    <w:rsid w:val="00793461"/>
    <w:rsid w:val="007B0696"/>
    <w:rsid w:val="00845DE2"/>
    <w:rsid w:val="008464EA"/>
    <w:rsid w:val="00847C35"/>
    <w:rsid w:val="00865273"/>
    <w:rsid w:val="00881A70"/>
    <w:rsid w:val="008828D1"/>
    <w:rsid w:val="008830A0"/>
    <w:rsid w:val="00890DEF"/>
    <w:rsid w:val="008A7BE2"/>
    <w:rsid w:val="008B28D3"/>
    <w:rsid w:val="008B2DA7"/>
    <w:rsid w:val="0090050A"/>
    <w:rsid w:val="0091558C"/>
    <w:rsid w:val="00957105"/>
    <w:rsid w:val="0099670F"/>
    <w:rsid w:val="009B6454"/>
    <w:rsid w:val="009F0A76"/>
    <w:rsid w:val="00A51A0C"/>
    <w:rsid w:val="00AA2CEB"/>
    <w:rsid w:val="00AC6442"/>
    <w:rsid w:val="00AD2A2E"/>
    <w:rsid w:val="00B13676"/>
    <w:rsid w:val="00B944D1"/>
    <w:rsid w:val="00B978FF"/>
    <w:rsid w:val="00B97D42"/>
    <w:rsid w:val="00BC2202"/>
    <w:rsid w:val="00BE6468"/>
    <w:rsid w:val="00C14846"/>
    <w:rsid w:val="00C55202"/>
    <w:rsid w:val="00CA3B55"/>
    <w:rsid w:val="00CF69FC"/>
    <w:rsid w:val="00D26284"/>
    <w:rsid w:val="00D73AF1"/>
    <w:rsid w:val="00D77D3C"/>
    <w:rsid w:val="00D90940"/>
    <w:rsid w:val="00DA7D36"/>
    <w:rsid w:val="00DB0ECE"/>
    <w:rsid w:val="00DF05D0"/>
    <w:rsid w:val="00DF7D35"/>
    <w:rsid w:val="00E12A4B"/>
    <w:rsid w:val="00E3522D"/>
    <w:rsid w:val="00E62018"/>
    <w:rsid w:val="00E73DCC"/>
    <w:rsid w:val="00EB1A43"/>
    <w:rsid w:val="00EE486F"/>
    <w:rsid w:val="00EF0929"/>
    <w:rsid w:val="00EF0D46"/>
    <w:rsid w:val="00F02BCD"/>
    <w:rsid w:val="00F03FA3"/>
    <w:rsid w:val="00F05A4D"/>
    <w:rsid w:val="00F376C0"/>
    <w:rsid w:val="00F67BB5"/>
    <w:rsid w:val="00F96EC9"/>
    <w:rsid w:val="00FA3B9B"/>
    <w:rsid w:val="00FA4CCC"/>
    <w:rsid w:val="00FC65C9"/>
    <w:rsid w:val="00FD2D44"/>
    <w:rsid w:val="00FD3628"/>
    <w:rsid w:val="00FF3F60"/>
    <w:rsid w:val="032D3751"/>
    <w:rsid w:val="12CEA4A6"/>
    <w:rsid w:val="1B2C0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32C5AA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wmf"/><Relationship Id="rId3" Type="http://schemas.openxmlformats.org/officeDocument/2006/relationships/customXml" Target="../customXml/item3.xml"/><Relationship Id="rId21" Type="http://schemas.openxmlformats.org/officeDocument/2006/relationships/image" Target="media/image5.wmf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chart" Target="charts/chart2.xml"/><Relationship Id="rId10" Type="http://schemas.openxmlformats.org/officeDocument/2006/relationships/endnotes" Target="endnotes.xml"/><Relationship Id="rId19" Type="http://schemas.openxmlformats.org/officeDocument/2006/relationships/image" Target="media/image3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chart" Target="charts/chart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killspoint\Working%20Documents\MSL933006\time%20chart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killspoint\Working%20Documents\MSL933006\alcohol%20control%20chart%20sheet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AU"/>
              <a:t>Process run chart 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Upper control limit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Sheet1!$A$2:$A$18</c:f>
              <c:numCache>
                <c:formatCode>h:mm</c:formatCode>
                <c:ptCount val="17"/>
                <c:pt idx="0">
                  <c:v>0.29166666666666669</c:v>
                </c:pt>
                <c:pt idx="1">
                  <c:v>0.30208333333333331</c:v>
                </c:pt>
                <c:pt idx="2">
                  <c:v>0.3125</c:v>
                </c:pt>
                <c:pt idx="3">
                  <c:v>0.32291666666666669</c:v>
                </c:pt>
                <c:pt idx="4">
                  <c:v>0.33333333333333331</c:v>
                </c:pt>
                <c:pt idx="5">
                  <c:v>0.34375</c:v>
                </c:pt>
                <c:pt idx="6">
                  <c:v>0.35416666666666669</c:v>
                </c:pt>
                <c:pt idx="7">
                  <c:v>0.36458333333333331</c:v>
                </c:pt>
                <c:pt idx="8">
                  <c:v>0.375</c:v>
                </c:pt>
                <c:pt idx="9">
                  <c:v>0.38541666666666669</c:v>
                </c:pt>
                <c:pt idx="10">
                  <c:v>0.39583333333333331</c:v>
                </c:pt>
                <c:pt idx="11">
                  <c:v>0.40625</c:v>
                </c:pt>
                <c:pt idx="12">
                  <c:v>0.41666666666666669</c:v>
                </c:pt>
                <c:pt idx="13">
                  <c:v>0.42708333333333331</c:v>
                </c:pt>
                <c:pt idx="14">
                  <c:v>0.4375</c:v>
                </c:pt>
                <c:pt idx="15">
                  <c:v>0.44791666666666669</c:v>
                </c:pt>
                <c:pt idx="16">
                  <c:v>0.45833333333333331</c:v>
                </c:pt>
              </c:numCache>
            </c:numRef>
          </c:cat>
          <c:val>
            <c:numRef>
              <c:f>Sheet1!$B$2:$B$18</c:f>
              <c:numCache>
                <c:formatCode>General</c:formatCode>
                <c:ptCount val="17"/>
                <c:pt idx="0">
                  <c:v>48</c:v>
                </c:pt>
                <c:pt idx="1">
                  <c:v>48</c:v>
                </c:pt>
                <c:pt idx="2">
                  <c:v>48</c:v>
                </c:pt>
                <c:pt idx="3">
                  <c:v>48</c:v>
                </c:pt>
                <c:pt idx="4">
                  <c:v>48</c:v>
                </c:pt>
                <c:pt idx="5">
                  <c:v>48</c:v>
                </c:pt>
                <c:pt idx="6">
                  <c:v>48</c:v>
                </c:pt>
                <c:pt idx="7">
                  <c:v>48</c:v>
                </c:pt>
                <c:pt idx="8">
                  <c:v>48</c:v>
                </c:pt>
                <c:pt idx="9">
                  <c:v>48</c:v>
                </c:pt>
                <c:pt idx="10">
                  <c:v>48</c:v>
                </c:pt>
                <c:pt idx="11">
                  <c:v>48</c:v>
                </c:pt>
                <c:pt idx="12">
                  <c:v>48</c:v>
                </c:pt>
                <c:pt idx="13">
                  <c:v>48</c:v>
                </c:pt>
                <c:pt idx="14">
                  <c:v>48</c:v>
                </c:pt>
                <c:pt idx="15">
                  <c:v>48</c:v>
                </c:pt>
                <c:pt idx="16">
                  <c:v>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14A-4B8A-AEA7-77B4A420706E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Centre line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Sheet1!$A$2:$A$18</c:f>
              <c:numCache>
                <c:formatCode>h:mm</c:formatCode>
                <c:ptCount val="17"/>
                <c:pt idx="0">
                  <c:v>0.29166666666666669</c:v>
                </c:pt>
                <c:pt idx="1">
                  <c:v>0.30208333333333331</c:v>
                </c:pt>
                <c:pt idx="2">
                  <c:v>0.3125</c:v>
                </c:pt>
                <c:pt idx="3">
                  <c:v>0.32291666666666669</c:v>
                </c:pt>
                <c:pt idx="4">
                  <c:v>0.33333333333333331</c:v>
                </c:pt>
                <c:pt idx="5">
                  <c:v>0.34375</c:v>
                </c:pt>
                <c:pt idx="6">
                  <c:v>0.35416666666666669</c:v>
                </c:pt>
                <c:pt idx="7">
                  <c:v>0.36458333333333331</c:v>
                </c:pt>
                <c:pt idx="8">
                  <c:v>0.375</c:v>
                </c:pt>
                <c:pt idx="9">
                  <c:v>0.38541666666666669</c:v>
                </c:pt>
                <c:pt idx="10">
                  <c:v>0.39583333333333331</c:v>
                </c:pt>
                <c:pt idx="11">
                  <c:v>0.40625</c:v>
                </c:pt>
                <c:pt idx="12">
                  <c:v>0.41666666666666669</c:v>
                </c:pt>
                <c:pt idx="13">
                  <c:v>0.42708333333333331</c:v>
                </c:pt>
                <c:pt idx="14">
                  <c:v>0.4375</c:v>
                </c:pt>
                <c:pt idx="15">
                  <c:v>0.44791666666666669</c:v>
                </c:pt>
                <c:pt idx="16">
                  <c:v>0.45833333333333331</c:v>
                </c:pt>
              </c:numCache>
            </c:numRef>
          </c:cat>
          <c:val>
            <c:numRef>
              <c:f>Sheet1!$C$2:$C$18</c:f>
              <c:numCache>
                <c:formatCode>General</c:formatCode>
                <c:ptCount val="17"/>
                <c:pt idx="0">
                  <c:v>40</c:v>
                </c:pt>
                <c:pt idx="1">
                  <c:v>40</c:v>
                </c:pt>
                <c:pt idx="2">
                  <c:v>40</c:v>
                </c:pt>
                <c:pt idx="3">
                  <c:v>40</c:v>
                </c:pt>
                <c:pt idx="4">
                  <c:v>40</c:v>
                </c:pt>
                <c:pt idx="5">
                  <c:v>40</c:v>
                </c:pt>
                <c:pt idx="6">
                  <c:v>40</c:v>
                </c:pt>
                <c:pt idx="7">
                  <c:v>40</c:v>
                </c:pt>
                <c:pt idx="8">
                  <c:v>40</c:v>
                </c:pt>
                <c:pt idx="9">
                  <c:v>40</c:v>
                </c:pt>
                <c:pt idx="10">
                  <c:v>40</c:v>
                </c:pt>
                <c:pt idx="11">
                  <c:v>40</c:v>
                </c:pt>
                <c:pt idx="12">
                  <c:v>40</c:v>
                </c:pt>
                <c:pt idx="13">
                  <c:v>40</c:v>
                </c:pt>
                <c:pt idx="14">
                  <c:v>40</c:v>
                </c:pt>
                <c:pt idx="15">
                  <c:v>40</c:v>
                </c:pt>
                <c:pt idx="16">
                  <c:v>40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14A-4B8A-AEA7-77B4A420706E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Lower control limit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Sheet1!$A$2:$A$18</c:f>
              <c:numCache>
                <c:formatCode>h:mm</c:formatCode>
                <c:ptCount val="17"/>
                <c:pt idx="0">
                  <c:v>0.29166666666666669</c:v>
                </c:pt>
                <c:pt idx="1">
                  <c:v>0.30208333333333331</c:v>
                </c:pt>
                <c:pt idx="2">
                  <c:v>0.3125</c:v>
                </c:pt>
                <c:pt idx="3">
                  <c:v>0.32291666666666669</c:v>
                </c:pt>
                <c:pt idx="4">
                  <c:v>0.33333333333333331</c:v>
                </c:pt>
                <c:pt idx="5">
                  <c:v>0.34375</c:v>
                </c:pt>
                <c:pt idx="6">
                  <c:v>0.35416666666666669</c:v>
                </c:pt>
                <c:pt idx="7">
                  <c:v>0.36458333333333331</c:v>
                </c:pt>
                <c:pt idx="8">
                  <c:v>0.375</c:v>
                </c:pt>
                <c:pt idx="9">
                  <c:v>0.38541666666666669</c:v>
                </c:pt>
                <c:pt idx="10">
                  <c:v>0.39583333333333331</c:v>
                </c:pt>
                <c:pt idx="11">
                  <c:v>0.40625</c:v>
                </c:pt>
                <c:pt idx="12">
                  <c:v>0.41666666666666669</c:v>
                </c:pt>
                <c:pt idx="13">
                  <c:v>0.42708333333333331</c:v>
                </c:pt>
                <c:pt idx="14">
                  <c:v>0.4375</c:v>
                </c:pt>
                <c:pt idx="15">
                  <c:v>0.44791666666666669</c:v>
                </c:pt>
                <c:pt idx="16">
                  <c:v>0.45833333333333331</c:v>
                </c:pt>
              </c:numCache>
            </c:numRef>
          </c:cat>
          <c:val>
            <c:numRef>
              <c:f>Sheet1!$D$2:$D$18</c:f>
              <c:numCache>
                <c:formatCode>General</c:formatCode>
                <c:ptCount val="17"/>
                <c:pt idx="0">
                  <c:v>32</c:v>
                </c:pt>
                <c:pt idx="1">
                  <c:v>32</c:v>
                </c:pt>
                <c:pt idx="2">
                  <c:v>32</c:v>
                </c:pt>
                <c:pt idx="3">
                  <c:v>32</c:v>
                </c:pt>
                <c:pt idx="4">
                  <c:v>32</c:v>
                </c:pt>
                <c:pt idx="5">
                  <c:v>32</c:v>
                </c:pt>
                <c:pt idx="6">
                  <c:v>32</c:v>
                </c:pt>
                <c:pt idx="7">
                  <c:v>32</c:v>
                </c:pt>
                <c:pt idx="8">
                  <c:v>32</c:v>
                </c:pt>
                <c:pt idx="9">
                  <c:v>32</c:v>
                </c:pt>
                <c:pt idx="10">
                  <c:v>32</c:v>
                </c:pt>
                <c:pt idx="11">
                  <c:v>32</c:v>
                </c:pt>
                <c:pt idx="12">
                  <c:v>32</c:v>
                </c:pt>
                <c:pt idx="13">
                  <c:v>32</c:v>
                </c:pt>
                <c:pt idx="14">
                  <c:v>32</c:v>
                </c:pt>
                <c:pt idx="15">
                  <c:v>32</c:v>
                </c:pt>
                <c:pt idx="16">
                  <c:v>32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14A-4B8A-AEA7-77B4A420706E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Reading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Sheet1!$A$2:$A$18</c:f>
              <c:numCache>
                <c:formatCode>h:mm</c:formatCode>
                <c:ptCount val="17"/>
                <c:pt idx="0">
                  <c:v>0.29166666666666669</c:v>
                </c:pt>
                <c:pt idx="1">
                  <c:v>0.30208333333333331</c:v>
                </c:pt>
                <c:pt idx="2">
                  <c:v>0.3125</c:v>
                </c:pt>
                <c:pt idx="3">
                  <c:v>0.32291666666666669</c:v>
                </c:pt>
                <c:pt idx="4">
                  <c:v>0.33333333333333331</c:v>
                </c:pt>
                <c:pt idx="5">
                  <c:v>0.34375</c:v>
                </c:pt>
                <c:pt idx="6">
                  <c:v>0.35416666666666669</c:v>
                </c:pt>
                <c:pt idx="7">
                  <c:v>0.36458333333333331</c:v>
                </c:pt>
                <c:pt idx="8">
                  <c:v>0.375</c:v>
                </c:pt>
                <c:pt idx="9">
                  <c:v>0.38541666666666669</c:v>
                </c:pt>
                <c:pt idx="10">
                  <c:v>0.39583333333333331</c:v>
                </c:pt>
                <c:pt idx="11">
                  <c:v>0.40625</c:v>
                </c:pt>
                <c:pt idx="12">
                  <c:v>0.41666666666666669</c:v>
                </c:pt>
                <c:pt idx="13">
                  <c:v>0.42708333333333331</c:v>
                </c:pt>
                <c:pt idx="14">
                  <c:v>0.4375</c:v>
                </c:pt>
                <c:pt idx="15">
                  <c:v>0.44791666666666669</c:v>
                </c:pt>
                <c:pt idx="16">
                  <c:v>0.45833333333333331</c:v>
                </c:pt>
              </c:numCache>
            </c:numRef>
          </c:cat>
          <c:val>
            <c:numRef>
              <c:f>Sheet1!$E$2:$E$18</c:f>
              <c:numCache>
                <c:formatCode>General</c:formatCode>
                <c:ptCount val="17"/>
                <c:pt idx="0">
                  <c:v>35</c:v>
                </c:pt>
                <c:pt idx="1">
                  <c:v>36</c:v>
                </c:pt>
                <c:pt idx="2">
                  <c:v>35</c:v>
                </c:pt>
                <c:pt idx="3">
                  <c:v>33</c:v>
                </c:pt>
                <c:pt idx="4">
                  <c:v>36</c:v>
                </c:pt>
                <c:pt idx="5">
                  <c:v>30</c:v>
                </c:pt>
                <c:pt idx="6">
                  <c:v>36</c:v>
                </c:pt>
                <c:pt idx="7">
                  <c:v>40.5</c:v>
                </c:pt>
                <c:pt idx="8">
                  <c:v>44</c:v>
                </c:pt>
                <c:pt idx="9">
                  <c:v>42</c:v>
                </c:pt>
                <c:pt idx="10">
                  <c:v>43.5</c:v>
                </c:pt>
                <c:pt idx="11">
                  <c:v>38</c:v>
                </c:pt>
                <c:pt idx="12">
                  <c:v>40</c:v>
                </c:pt>
                <c:pt idx="13">
                  <c:v>41.5</c:v>
                </c:pt>
                <c:pt idx="14">
                  <c:v>37</c:v>
                </c:pt>
                <c:pt idx="15">
                  <c:v>39.5</c:v>
                </c:pt>
                <c:pt idx="16">
                  <c:v>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14A-4B8A-AEA7-77B4A42070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17738200"/>
        <c:axId val="717735848"/>
      </c:lineChart>
      <c:catAx>
        <c:axId val="7177382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/>
                  <a:t>Time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h:mm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7735848"/>
        <c:crosses val="autoZero"/>
        <c:auto val="1"/>
        <c:lblAlgn val="ctr"/>
        <c:lblOffset val="100"/>
        <c:tickMarkSkip val="1"/>
        <c:noMultiLvlLbl val="0"/>
      </c:catAx>
      <c:valAx>
        <c:axId val="717735848"/>
        <c:scaling>
          <c:orientation val="minMax"/>
          <c:min val="28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Mean value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77382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70674868766404197"/>
          <c:y val="0.2282163167104112"/>
          <c:w val="0.27658464566929136"/>
          <c:h val="0.4884281131525224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AU"/>
              <a:t>Standard alcohol %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1"/>
          <c:order val="0"/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Sheet1!$D$2:$D$24</c:f>
              <c:numCache>
                <c:formatCode>General</c:formatCode>
                <c:ptCount val="23"/>
                <c:pt idx="0">
                  <c:v>12.5</c:v>
                </c:pt>
                <c:pt idx="1">
                  <c:v>12.5</c:v>
                </c:pt>
                <c:pt idx="2">
                  <c:v>12.5</c:v>
                </c:pt>
                <c:pt idx="3">
                  <c:v>12.5</c:v>
                </c:pt>
                <c:pt idx="4">
                  <c:v>12.5</c:v>
                </c:pt>
                <c:pt idx="5">
                  <c:v>12.5</c:v>
                </c:pt>
                <c:pt idx="6">
                  <c:v>12.5</c:v>
                </c:pt>
                <c:pt idx="7">
                  <c:v>12.5</c:v>
                </c:pt>
                <c:pt idx="8">
                  <c:v>12.5</c:v>
                </c:pt>
                <c:pt idx="9">
                  <c:v>12.5</c:v>
                </c:pt>
                <c:pt idx="10">
                  <c:v>12.5</c:v>
                </c:pt>
                <c:pt idx="11">
                  <c:v>12.5</c:v>
                </c:pt>
                <c:pt idx="12">
                  <c:v>12.5</c:v>
                </c:pt>
                <c:pt idx="13">
                  <c:v>12.5</c:v>
                </c:pt>
                <c:pt idx="14">
                  <c:v>12.5</c:v>
                </c:pt>
                <c:pt idx="15">
                  <c:v>12.5</c:v>
                </c:pt>
                <c:pt idx="16">
                  <c:v>12.5</c:v>
                </c:pt>
                <c:pt idx="17">
                  <c:v>12.5</c:v>
                </c:pt>
                <c:pt idx="18">
                  <c:v>12.5</c:v>
                </c:pt>
                <c:pt idx="19">
                  <c:v>12.5</c:v>
                </c:pt>
                <c:pt idx="20">
                  <c:v>12.5</c:v>
                </c:pt>
                <c:pt idx="21">
                  <c:v>12.5</c:v>
                </c:pt>
                <c:pt idx="22">
                  <c:v>12.5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968-4CE4-8E68-257AE727D1B7}"/>
            </c:ext>
          </c:extLst>
        </c:ser>
        <c:ser>
          <c:idx val="2"/>
          <c:order val="1"/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val>
            <c:numRef>
              <c:f>Sheet1!$E$2:$E$24</c:f>
              <c:numCache>
                <c:formatCode>General</c:formatCode>
                <c:ptCount val="23"/>
                <c:pt idx="0">
                  <c:v>12.06</c:v>
                </c:pt>
                <c:pt idx="1">
                  <c:v>12.06</c:v>
                </c:pt>
                <c:pt idx="2">
                  <c:v>12.06</c:v>
                </c:pt>
                <c:pt idx="3">
                  <c:v>12.06</c:v>
                </c:pt>
                <c:pt idx="4">
                  <c:v>12.06</c:v>
                </c:pt>
                <c:pt idx="5">
                  <c:v>12.06</c:v>
                </c:pt>
                <c:pt idx="6">
                  <c:v>12.06</c:v>
                </c:pt>
                <c:pt idx="7">
                  <c:v>12.06</c:v>
                </c:pt>
                <c:pt idx="8">
                  <c:v>12.06</c:v>
                </c:pt>
                <c:pt idx="9">
                  <c:v>12.06</c:v>
                </c:pt>
                <c:pt idx="10">
                  <c:v>12.06</c:v>
                </c:pt>
                <c:pt idx="11">
                  <c:v>12.06</c:v>
                </c:pt>
                <c:pt idx="12">
                  <c:v>12.06</c:v>
                </c:pt>
                <c:pt idx="13">
                  <c:v>12.06</c:v>
                </c:pt>
                <c:pt idx="14">
                  <c:v>12.06</c:v>
                </c:pt>
                <c:pt idx="15">
                  <c:v>12.06</c:v>
                </c:pt>
                <c:pt idx="16">
                  <c:v>12.06</c:v>
                </c:pt>
                <c:pt idx="17">
                  <c:v>12.06</c:v>
                </c:pt>
                <c:pt idx="18">
                  <c:v>12.06</c:v>
                </c:pt>
                <c:pt idx="19">
                  <c:v>12.06</c:v>
                </c:pt>
                <c:pt idx="20">
                  <c:v>12.06</c:v>
                </c:pt>
                <c:pt idx="21">
                  <c:v>12.06</c:v>
                </c:pt>
                <c:pt idx="22">
                  <c:v>12.06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968-4CE4-8E68-257AE727D1B7}"/>
            </c:ext>
          </c:extLst>
        </c:ser>
        <c:ser>
          <c:idx val="3"/>
          <c:order val="2"/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val>
            <c:numRef>
              <c:f>Sheet1!$F$2:$F$24</c:f>
              <c:numCache>
                <c:formatCode>General</c:formatCode>
                <c:ptCount val="23"/>
                <c:pt idx="0">
                  <c:v>12.96</c:v>
                </c:pt>
                <c:pt idx="1">
                  <c:v>12.96</c:v>
                </c:pt>
                <c:pt idx="2">
                  <c:v>12.96</c:v>
                </c:pt>
                <c:pt idx="3">
                  <c:v>12.96</c:v>
                </c:pt>
                <c:pt idx="4">
                  <c:v>12.96</c:v>
                </c:pt>
                <c:pt idx="5">
                  <c:v>12.96</c:v>
                </c:pt>
                <c:pt idx="6">
                  <c:v>12.96</c:v>
                </c:pt>
                <c:pt idx="7">
                  <c:v>12.96</c:v>
                </c:pt>
                <c:pt idx="8">
                  <c:v>12.96</c:v>
                </c:pt>
                <c:pt idx="9">
                  <c:v>12.96</c:v>
                </c:pt>
                <c:pt idx="10">
                  <c:v>12.96</c:v>
                </c:pt>
                <c:pt idx="11">
                  <c:v>12.96</c:v>
                </c:pt>
                <c:pt idx="12">
                  <c:v>12.96</c:v>
                </c:pt>
                <c:pt idx="13">
                  <c:v>12.96</c:v>
                </c:pt>
                <c:pt idx="14">
                  <c:v>12.96</c:v>
                </c:pt>
                <c:pt idx="15">
                  <c:v>12.96</c:v>
                </c:pt>
                <c:pt idx="16">
                  <c:v>12.96</c:v>
                </c:pt>
                <c:pt idx="17">
                  <c:v>12.96</c:v>
                </c:pt>
                <c:pt idx="18">
                  <c:v>12.96</c:v>
                </c:pt>
                <c:pt idx="19">
                  <c:v>12.96</c:v>
                </c:pt>
                <c:pt idx="20">
                  <c:v>12.96</c:v>
                </c:pt>
                <c:pt idx="21">
                  <c:v>12.96</c:v>
                </c:pt>
                <c:pt idx="22">
                  <c:v>12.96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968-4CE4-8E68-257AE727D1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10788632"/>
        <c:axId val="710785104"/>
      </c:lineChart>
      <c:catAx>
        <c:axId val="71078863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Calibration Test number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0785104"/>
        <c:crosses val="autoZero"/>
        <c:auto val="1"/>
        <c:lblAlgn val="ctr"/>
        <c:lblOffset val="100"/>
        <c:noMultiLvlLbl val="0"/>
      </c:catAx>
      <c:valAx>
        <c:axId val="710785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std % alcohol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07886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4B326E-7FBA-404B-846C-7F42C2BC8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F80D0E-3E75-4F59-983D-C21E9342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24</Pages>
  <Words>2465</Words>
  <Characters>14056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16489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The content in this document is copyright © TAFE NSW 2019.
Generated by the Document Automation for Training and Assessment system (developed by Marc Fearby).</dc:description>
  <cp:lastModifiedBy/>
  <cp:revision>3</cp:revision>
  <dcterms:created xsi:type="dcterms:W3CDTF">2019-09-06T01:22:00Z</dcterms:created>
  <dcterms:modified xsi:type="dcterms:W3CDTF">2019-12-18T03:50:00Z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2019-11-08T00:47:20Z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5b9d9fe1-6a8b-42b6-adb7-00009bbdece2</vt:lpwstr>
  </property>
  <property fmtid="{D5CDD505-2E9C-101B-9397-08002B2CF9AE}" pid="9" name="MSIP_Label_1124e982-4ed1-4819-8c70-4a27f3d38393_ContentBits">
    <vt:lpwstr>0</vt:lpwstr>
  </property>
</Properties>
</file>