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FEA2C" w14:textId="3B9A8344" w:rsidR="00FF3506" w:rsidRDefault="00F73BD8" w:rsidP="00FF3506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 xml:space="preserve">Knowledge </w:t>
      </w:r>
      <w:r w:rsidR="00417007">
        <w:rPr>
          <w:rFonts w:eastAsia="MS Mincho"/>
        </w:rPr>
        <w:t>a</w:t>
      </w:r>
      <w:r w:rsidR="00FF3506">
        <w:rPr>
          <w:rFonts w:eastAsia="MS Mincho"/>
        </w:rPr>
        <w:t>ssessment</w:t>
      </w:r>
    </w:p>
    <w:p w14:paraId="0147D3F1" w14:textId="666E981B" w:rsidR="00FF3506" w:rsidRPr="009D71BF" w:rsidRDefault="00FF3506" w:rsidP="00FF3506">
      <w:pPr>
        <w:rPr>
          <w:b/>
          <w:bCs/>
          <w:lang w:eastAsia="en-AU"/>
        </w:rPr>
      </w:pPr>
      <w:r w:rsidRPr="009D71BF">
        <w:rPr>
          <w:b/>
          <w:bCs/>
          <w:lang w:eastAsia="en-AU"/>
        </w:rPr>
        <w:t>Assessment event 1 of 3</w:t>
      </w:r>
    </w:p>
    <w:p w14:paraId="4EDFEA2D" w14:textId="77777777" w:rsidR="00FF3506" w:rsidRPr="00EF52B6" w:rsidRDefault="00F73BD8" w:rsidP="00FF350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4EDFEA2E" w14:textId="77777777" w:rsidR="00FF3506" w:rsidRPr="00A56627" w:rsidRDefault="00F73BD8" w:rsidP="00FF3506">
      <w:pPr>
        <w:pStyle w:val="Heading2"/>
      </w:pPr>
      <w:r w:rsidRPr="00A56627">
        <w:t>Criteria</w:t>
      </w:r>
    </w:p>
    <w:p w14:paraId="4EDFEA2F" w14:textId="77777777" w:rsidR="00FF3506" w:rsidRDefault="00F73BD8" w:rsidP="00FF3506">
      <w:pPr>
        <w:pStyle w:val="Heading3"/>
      </w:pPr>
      <w:r w:rsidRPr="007A6B4A">
        <w:t>Unit code, name and release number</w:t>
      </w:r>
    </w:p>
    <w:p w14:paraId="4EDFEA30" w14:textId="77777777" w:rsidR="00FF3506" w:rsidRPr="00D83795" w:rsidRDefault="00F73BD8" w:rsidP="00FF350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MSL953003 - Receive and prepare samples for testing (1)</w:t>
      </w:r>
      <w:bookmarkEnd w:id="1"/>
    </w:p>
    <w:p w14:paraId="4EDFEA31" w14:textId="77777777" w:rsidR="00FF3506" w:rsidRPr="00D83795" w:rsidRDefault="00FF3506" w:rsidP="00FF350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EDFEA32" w14:textId="77777777" w:rsidR="00FF3506" w:rsidRDefault="00F73BD8" w:rsidP="00FF3506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D336319" w14:textId="53DBBBD0" w:rsidR="008D56E3" w:rsidRDefault="00A434D2" w:rsidP="008D56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MSL40118 - </w:t>
      </w:r>
      <w:r w:rsidR="008D56E3">
        <w:rPr>
          <w:sz w:val="22"/>
          <w:szCs w:val="22"/>
          <w:lang w:eastAsia="en-AU"/>
        </w:rPr>
        <w:t>Certificate IV in</w:t>
      </w:r>
      <w:r w:rsidR="00F33974">
        <w:rPr>
          <w:sz w:val="22"/>
          <w:szCs w:val="22"/>
          <w:lang w:eastAsia="en-AU"/>
        </w:rPr>
        <w:t xml:space="preserve"> Laboratory Techniques (1)</w:t>
      </w:r>
    </w:p>
    <w:p w14:paraId="076D6690" w14:textId="4C01D0F9" w:rsidR="008D56E3" w:rsidRDefault="00A434D2" w:rsidP="008D56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MSL30118 - </w:t>
      </w:r>
      <w:r w:rsidR="008D56E3">
        <w:rPr>
          <w:sz w:val="22"/>
          <w:szCs w:val="22"/>
          <w:lang w:eastAsia="en-AU"/>
        </w:rPr>
        <w:t>Certi</w:t>
      </w:r>
      <w:r>
        <w:rPr>
          <w:sz w:val="22"/>
          <w:szCs w:val="22"/>
          <w:lang w:eastAsia="en-AU"/>
        </w:rPr>
        <w:t xml:space="preserve">ficate III in Laboratory Skills </w:t>
      </w:r>
      <w:r w:rsidR="00F33974">
        <w:rPr>
          <w:sz w:val="22"/>
          <w:szCs w:val="22"/>
          <w:lang w:eastAsia="en-AU"/>
        </w:rPr>
        <w:t>(1)</w:t>
      </w:r>
    </w:p>
    <w:p w14:paraId="0B0469CC" w14:textId="77777777" w:rsidR="008D56E3" w:rsidRDefault="008D56E3" w:rsidP="008D56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4EDFEA34" w14:textId="77777777" w:rsidR="00FF3506" w:rsidRPr="00D83795" w:rsidRDefault="00FF3506" w:rsidP="00FF350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EDFEA35" w14:textId="77777777" w:rsidR="00FF3506" w:rsidRDefault="00FF3506" w:rsidP="00FF3506">
      <w:pPr>
        <w:rPr>
          <w:lang w:val="en-US" w:bidi="en-US"/>
        </w:rPr>
        <w:sectPr w:rsidR="00FF3506" w:rsidSect="00FF35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4EDFEA36" w14:textId="77777777" w:rsidR="00FF3506" w:rsidRPr="00DB1268" w:rsidRDefault="00F73BD8" w:rsidP="00FF3506">
      <w:pPr>
        <w:pStyle w:val="SmallerText-Black"/>
        <w:tabs>
          <w:tab w:val="left" w:pos="2127"/>
        </w:tabs>
        <w:rPr>
          <w:color w:val="000000" w:themeColor="text1"/>
        </w:rPr>
      </w:pPr>
      <w:r w:rsidRPr="00DB1268">
        <w:rPr>
          <w:color w:val="000000" w:themeColor="text1"/>
        </w:rPr>
        <w:lastRenderedPageBreak/>
        <w:t>Version:</w:t>
      </w:r>
      <w:r w:rsidRPr="00DB1268">
        <w:rPr>
          <w:color w:val="000000" w:themeColor="text1"/>
        </w:rPr>
        <w:tab/>
        <w:t>1.0</w:t>
      </w:r>
      <w:bookmarkStart w:id="2" w:name="_GoBack"/>
      <w:bookmarkEnd w:id="2"/>
    </w:p>
    <w:p w14:paraId="4EDFEA37" w14:textId="5C3477F7" w:rsidR="00FF3506" w:rsidRPr="00DB1268" w:rsidRDefault="00F73BD8" w:rsidP="00FF3506">
      <w:pPr>
        <w:pStyle w:val="SmallerText-Black"/>
        <w:tabs>
          <w:tab w:val="left" w:pos="2127"/>
        </w:tabs>
        <w:rPr>
          <w:color w:val="000000" w:themeColor="text1"/>
        </w:rPr>
      </w:pPr>
      <w:r w:rsidRPr="00DB1268">
        <w:rPr>
          <w:color w:val="000000" w:themeColor="text1"/>
        </w:rPr>
        <w:t>Date created:</w:t>
      </w:r>
      <w:r w:rsidR="00DB1268" w:rsidRPr="00DB1268">
        <w:rPr>
          <w:color w:val="000000" w:themeColor="text1"/>
        </w:rPr>
        <w:tab/>
        <w:t>15/08/2019</w:t>
      </w:r>
    </w:p>
    <w:p w14:paraId="4EDFEA38" w14:textId="53A47A78" w:rsidR="00FF3506" w:rsidRPr="00DB1268" w:rsidRDefault="00F73BD8" w:rsidP="00FF3506">
      <w:pPr>
        <w:pStyle w:val="SmallerText-Black"/>
        <w:tabs>
          <w:tab w:val="left" w:pos="2127"/>
        </w:tabs>
        <w:rPr>
          <w:color w:val="000000" w:themeColor="text1"/>
        </w:rPr>
      </w:pPr>
      <w:r w:rsidRPr="00DB1268">
        <w:rPr>
          <w:color w:val="000000" w:themeColor="text1"/>
        </w:rPr>
        <w:t>Date modified:</w:t>
      </w:r>
      <w:r w:rsidRPr="00DB1268">
        <w:rPr>
          <w:color w:val="000000" w:themeColor="text1"/>
        </w:rPr>
        <w:tab/>
      </w:r>
      <w:r w:rsidRPr="00DB1268">
        <w:rPr>
          <w:color w:val="000000" w:themeColor="text1"/>
        </w:rPr>
        <w:fldChar w:fldCharType="begin"/>
      </w:r>
      <w:r w:rsidRPr="00DB1268">
        <w:rPr>
          <w:color w:val="000000" w:themeColor="text1"/>
        </w:rPr>
        <w:instrText xml:space="preserve"> DATE  \@ "dd/MM/yyyy"  \* MERGEFORMAT </w:instrText>
      </w:r>
      <w:r w:rsidRPr="00DB1268">
        <w:rPr>
          <w:color w:val="000000" w:themeColor="text1"/>
        </w:rPr>
        <w:fldChar w:fldCharType="separate"/>
      </w:r>
      <w:r w:rsidR="00BA6A5E">
        <w:rPr>
          <w:noProof/>
          <w:color w:val="000000" w:themeColor="text1"/>
        </w:rPr>
        <w:t>11/02/2020</w:t>
      </w:r>
      <w:r w:rsidRPr="00DB1268">
        <w:rPr>
          <w:color w:val="000000" w:themeColor="text1"/>
        </w:rPr>
        <w:fldChar w:fldCharType="end"/>
      </w:r>
    </w:p>
    <w:p w14:paraId="4EDFEA39" w14:textId="77777777" w:rsidR="00FF3506" w:rsidRPr="00DB1268" w:rsidRDefault="00FF3506" w:rsidP="00FF3506">
      <w:pPr>
        <w:pStyle w:val="SmallerText-Black"/>
        <w:rPr>
          <w:color w:val="000000" w:themeColor="text1"/>
        </w:rPr>
      </w:pPr>
    </w:p>
    <w:bookmarkEnd w:id="0"/>
    <w:p w14:paraId="4EDFEA3A" w14:textId="77777777" w:rsidR="00FF3506" w:rsidRPr="00DB1268" w:rsidRDefault="00F73BD8" w:rsidP="00FF3506">
      <w:pPr>
        <w:rPr>
          <w:color w:val="000000" w:themeColor="text1"/>
        </w:rPr>
      </w:pPr>
      <w:r w:rsidRPr="00DB1268">
        <w:rPr>
          <w:color w:val="000000" w:themeColor="text1"/>
        </w:rPr>
        <w:t>For queries, please contact:</w:t>
      </w:r>
    </w:p>
    <w:p w14:paraId="0E7FDB2A" w14:textId="77777777" w:rsidR="008D56E3" w:rsidRPr="00DB1268" w:rsidRDefault="008D56E3" w:rsidP="00FF3506">
      <w:pPr>
        <w:pStyle w:val="SmallerText-Black"/>
        <w:rPr>
          <w:color w:val="000000" w:themeColor="text1"/>
        </w:rPr>
      </w:pPr>
      <w:r w:rsidRPr="00DB1268">
        <w:rPr>
          <w:color w:val="000000" w:themeColor="text1"/>
        </w:rPr>
        <w:t xml:space="preserve">Innovative Manufacturing, Robotics and Science SkillsPoint </w:t>
      </w:r>
    </w:p>
    <w:p w14:paraId="74569A2A" w14:textId="4231E08A" w:rsidR="008D56E3" w:rsidRPr="00DB1268" w:rsidRDefault="008D56E3" w:rsidP="00FF3506">
      <w:pPr>
        <w:pStyle w:val="SmallerText-Black"/>
        <w:rPr>
          <w:color w:val="000000" w:themeColor="text1"/>
        </w:rPr>
      </w:pPr>
      <w:r w:rsidRPr="00DB1268">
        <w:rPr>
          <w:color w:val="000000" w:themeColor="text1"/>
        </w:rPr>
        <w:t>Hamilton Campus</w:t>
      </w:r>
    </w:p>
    <w:p w14:paraId="4EDFEA3D" w14:textId="53F574B7" w:rsidR="00FF3506" w:rsidRPr="000301F0" w:rsidRDefault="00F33974" w:rsidP="00FF3506">
      <w:pPr>
        <w:pStyle w:val="SmallerText-Black"/>
        <w:spacing w:before="1440"/>
      </w:pPr>
      <w:r>
        <w:t>© 2020</w:t>
      </w:r>
      <w:r w:rsidR="00F73BD8" w:rsidRPr="000301F0">
        <w:t xml:space="preserve"> TAFE NSW, Sydney</w:t>
      </w:r>
      <w:r w:rsidR="00F73BD8" w:rsidRPr="000301F0">
        <w:rPr>
          <w:noProof/>
          <w:lang w:eastAsia="en-AU"/>
        </w:rPr>
        <w:br/>
      </w:r>
      <w:r w:rsidR="00F73BD8" w:rsidRPr="000301F0">
        <w:t>RTO Provider Number 90003 | CRICOS Provider Code: 00591E</w:t>
      </w:r>
    </w:p>
    <w:p w14:paraId="4EDFEA3E" w14:textId="77777777" w:rsidR="00FF3506" w:rsidRPr="00D23A6C" w:rsidRDefault="00F73BD8" w:rsidP="00FF3506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4EDFEA3F" w14:textId="4F52E1D0" w:rsidR="00FF3506" w:rsidRPr="000301F0" w:rsidRDefault="00F73BD8" w:rsidP="00FF3506">
      <w:pPr>
        <w:pStyle w:val="SmallerText-Black"/>
      </w:pPr>
      <w:r w:rsidRPr="000301F0">
        <w:t xml:space="preserve">The contents </w:t>
      </w:r>
      <w:r w:rsidR="008D56E3">
        <w:t>of</w:t>
      </w:r>
      <w:r w:rsidRPr="000301F0">
        <w:t xml:space="preserve"> this docum</w:t>
      </w:r>
      <w:r>
        <w:t xml:space="preserve">ent </w:t>
      </w:r>
      <w:r w:rsidR="008D56E3">
        <w:t>are</w:t>
      </w:r>
      <w:r>
        <w:t xml:space="preserve"> copyright © TAFE NSW 2</w:t>
      </w:r>
      <w:r w:rsidR="00F33974">
        <w:t>020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BA6A5E">
        <w:rPr>
          <w:noProof/>
        </w:rPr>
        <w:t>11 February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4EDFEA40" w14:textId="77777777" w:rsidR="00FF3506" w:rsidRDefault="00FF3506" w:rsidP="00FF3506">
      <w:pPr>
        <w:sectPr w:rsidR="00FF3506" w:rsidSect="00FF3506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4EDFEA41" w14:textId="77777777" w:rsidR="00FF3506" w:rsidRDefault="00F73BD8" w:rsidP="00FF3506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4EDFEA42" w14:textId="77777777" w:rsidR="00FF3506" w:rsidRDefault="00F73BD8" w:rsidP="00FF3506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FE1CFD" w14:paraId="4EDFEA45" w14:textId="77777777" w:rsidTr="00FE1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4EDFEA43" w14:textId="77777777" w:rsidR="00FF3506" w:rsidRDefault="00F73BD8" w:rsidP="00FF3506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4EDFEA44" w14:textId="77777777" w:rsidR="00FF3506" w:rsidRDefault="00F73BD8" w:rsidP="00FF3506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FE1CFD" w14:paraId="4EDFEA54" w14:textId="77777777" w:rsidTr="00FE1CFD">
        <w:tc>
          <w:tcPr>
            <w:tcW w:w="2405" w:type="dxa"/>
            <w:vAlign w:val="top"/>
          </w:tcPr>
          <w:p w14:paraId="4EDFEA46" w14:textId="77777777" w:rsidR="00FF3506" w:rsidRPr="00B30F8E" w:rsidRDefault="00F73BD8" w:rsidP="00FF3506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4EDFEA47" w14:textId="77777777" w:rsidR="00FF3506" w:rsidRPr="00B30F8E" w:rsidRDefault="00F73BD8" w:rsidP="00FF3506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4EDFEA48" w14:textId="2A2D4BD2" w:rsidR="00FF3506" w:rsidRPr="00B30F8E" w:rsidRDefault="00F73BD8" w:rsidP="00FF3506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75046B">
              <w:rPr>
                <w:sz w:val="22"/>
                <w:szCs w:val="22"/>
              </w:rPr>
              <w:t>3</w:t>
            </w:r>
            <w:r w:rsidRPr="00B30F8E">
              <w:rPr>
                <w:sz w:val="22"/>
                <w:szCs w:val="22"/>
              </w:rPr>
              <w:t xml:space="preserve"> parts</w:t>
            </w:r>
            <w:r w:rsidR="0075046B">
              <w:rPr>
                <w:sz w:val="22"/>
                <w:szCs w:val="22"/>
              </w:rPr>
              <w:t xml:space="preserve"> </w:t>
            </w:r>
            <w:r w:rsidR="0075046B" w:rsidRPr="008508AC">
              <w:rPr>
                <w:color w:val="000000" w:themeColor="text1"/>
                <w:sz w:val="22"/>
                <w:szCs w:val="22"/>
              </w:rPr>
              <w:t xml:space="preserve">and an Assessment Feedback form is provided at the end of the </w:t>
            </w:r>
            <w:r w:rsidR="0075046B">
              <w:rPr>
                <w:color w:val="000000" w:themeColor="text1"/>
                <w:sz w:val="22"/>
                <w:szCs w:val="22"/>
              </w:rPr>
              <w:t xml:space="preserve">student facing </w:t>
            </w:r>
            <w:r w:rsidR="0075046B" w:rsidRPr="008508AC">
              <w:rPr>
                <w:color w:val="000000" w:themeColor="text1"/>
                <w:sz w:val="22"/>
                <w:szCs w:val="22"/>
              </w:rPr>
              <w:t>document:</w:t>
            </w:r>
          </w:p>
          <w:p w14:paraId="4EDFEA49" w14:textId="77777777" w:rsidR="00FF3506" w:rsidRPr="00BF4A89" w:rsidRDefault="00F73BD8" w:rsidP="00FF3506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BF4A89">
              <w:rPr>
                <w:sz w:val="22"/>
                <w:szCs w:val="22"/>
              </w:rPr>
              <w:t>Multiple choice questions</w:t>
            </w:r>
          </w:p>
          <w:p w14:paraId="4EDFEA4A" w14:textId="77777777" w:rsidR="00FF3506" w:rsidRPr="00BF4A89" w:rsidRDefault="00F73BD8" w:rsidP="00FF3506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BF4A89">
              <w:rPr>
                <w:sz w:val="22"/>
                <w:szCs w:val="22"/>
              </w:rPr>
              <w:t>True or False questions</w:t>
            </w:r>
          </w:p>
          <w:p w14:paraId="4EDFEA4B" w14:textId="77777777" w:rsidR="00FF3506" w:rsidRPr="00BF4A89" w:rsidRDefault="00F73BD8" w:rsidP="00FF3506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BF4A89">
              <w:rPr>
                <w:sz w:val="22"/>
                <w:szCs w:val="22"/>
              </w:rPr>
              <w:t>Short answer questions</w:t>
            </w:r>
          </w:p>
          <w:p w14:paraId="4EDFEA4E" w14:textId="77777777" w:rsidR="00FF3506" w:rsidRPr="00B30F8E" w:rsidRDefault="00F73BD8" w:rsidP="00FF3506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4EDFEA4F" w14:textId="77777777" w:rsidR="00FF3506" w:rsidRDefault="00F73BD8" w:rsidP="00FF3506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4EDFEA50" w14:textId="77777777" w:rsidR="00FF3506" w:rsidRPr="00210A7E" w:rsidRDefault="00F73BD8" w:rsidP="00FF3506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4EDFEA51" w14:textId="77777777" w:rsidR="00FF3506" w:rsidRDefault="00F73BD8" w:rsidP="00FF350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4EDFEA52" w14:textId="77777777" w:rsidR="00FF3506" w:rsidRDefault="00F73BD8" w:rsidP="00FF350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4EDFEA53" w14:textId="77777777" w:rsidR="00FF3506" w:rsidRPr="00B30F8E" w:rsidRDefault="00F73BD8" w:rsidP="00FF3506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FE1CFD" w14:paraId="4EDFEA68" w14:textId="77777777" w:rsidTr="00FE1CFD">
        <w:tc>
          <w:tcPr>
            <w:tcW w:w="2405" w:type="dxa"/>
            <w:vAlign w:val="top"/>
          </w:tcPr>
          <w:p w14:paraId="4EDFEA55" w14:textId="77777777" w:rsidR="00FF3506" w:rsidRPr="00B30F8E" w:rsidRDefault="00F73BD8" w:rsidP="00FF3506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4EDFEA56" w14:textId="77777777" w:rsidR="00FF3506" w:rsidRPr="00B30F8E" w:rsidRDefault="00F73BD8" w:rsidP="00FF3506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4EDFEA57" w14:textId="77777777" w:rsidR="00FF3506" w:rsidRPr="00B30F8E" w:rsidRDefault="00F73BD8" w:rsidP="00FF3506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4EDFEA58" w14:textId="77777777" w:rsidR="00FF3506" w:rsidRPr="00B30F8E" w:rsidRDefault="00F73BD8" w:rsidP="00FF3506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4EDFEA59" w14:textId="77777777" w:rsidR="00FF3506" w:rsidRPr="00B30F8E" w:rsidRDefault="00F73BD8" w:rsidP="00FF3506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4EDFEA5A" w14:textId="77777777" w:rsidR="00FF3506" w:rsidRPr="00B30F8E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4EDFEA5B" w14:textId="77777777" w:rsidR="00FF3506" w:rsidRPr="00B30F8E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4EDFEA5C" w14:textId="77777777" w:rsidR="00FF3506" w:rsidRPr="00B30F8E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4EDFEA5D" w14:textId="77777777" w:rsidR="00FF3506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4EDFEA5E" w14:textId="77777777" w:rsidR="00FF3506" w:rsidRDefault="00F73BD8" w:rsidP="00FF3506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4EDFEA5F" w14:textId="77777777" w:rsidR="00FF3506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4EDFEA60" w14:textId="77777777" w:rsidR="00FF3506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4EDFEA61" w14:textId="77777777" w:rsidR="00FF3506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4EDFEA62" w14:textId="77777777" w:rsidR="00FF3506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4EDFEA63" w14:textId="77777777" w:rsidR="00FF3506" w:rsidRDefault="00F73BD8" w:rsidP="00FF3506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4EDFEA64" w14:textId="77777777" w:rsidR="00FF3506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4EDFEA65" w14:textId="77777777" w:rsidR="00FF3506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4EDFEA66" w14:textId="77777777" w:rsidR="00FF3506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4EDFEA67" w14:textId="77777777" w:rsidR="00FF3506" w:rsidRPr="00B30F8E" w:rsidRDefault="00F73BD8" w:rsidP="00FF3506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FE1CFD" w14:paraId="4EDFEA6B" w14:textId="77777777" w:rsidTr="00FE1CFD">
        <w:tc>
          <w:tcPr>
            <w:tcW w:w="2405" w:type="dxa"/>
            <w:vAlign w:val="top"/>
          </w:tcPr>
          <w:p w14:paraId="4EDFEA69" w14:textId="77777777" w:rsidR="00FF3506" w:rsidRPr="002E7A2C" w:rsidRDefault="00F73BD8" w:rsidP="00FF3506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4EDFEA6A" w14:textId="77777777" w:rsidR="00FF3506" w:rsidRPr="00BF4A89" w:rsidRDefault="00221AFA" w:rsidP="00FF3506">
            <w:pPr>
              <w:rPr>
                <w:sz w:val="22"/>
                <w:szCs w:val="22"/>
                <w:lang w:eastAsia="en-AU"/>
              </w:rPr>
            </w:pPr>
            <w:r w:rsidRPr="00BF4A89">
              <w:rPr>
                <w:sz w:val="22"/>
                <w:szCs w:val="22"/>
              </w:rPr>
              <w:t>Pens</w:t>
            </w:r>
          </w:p>
        </w:tc>
      </w:tr>
      <w:tr w:rsidR="00FE1CFD" w14:paraId="4EDFEA6E" w14:textId="77777777" w:rsidTr="00FE1CFD">
        <w:tc>
          <w:tcPr>
            <w:tcW w:w="2405" w:type="dxa"/>
            <w:vAlign w:val="top"/>
          </w:tcPr>
          <w:p w14:paraId="4EDFEA6C" w14:textId="77777777" w:rsidR="00FF3506" w:rsidRPr="002E7A2C" w:rsidRDefault="00F73BD8" w:rsidP="00FF3506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4EDFEA6D" w14:textId="5C952EC3" w:rsidR="00221AFA" w:rsidRPr="00BF4A89" w:rsidRDefault="00BF4A89" w:rsidP="00BF4A89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This assessment task, a suitable c</w:t>
            </w:r>
            <w:r w:rsidR="00221AFA" w:rsidRPr="00BF4A89">
              <w:rPr>
                <w:sz w:val="22"/>
                <w:szCs w:val="22"/>
                <w:lang w:eastAsia="en-AU"/>
              </w:rPr>
              <w:t>lassroom</w:t>
            </w:r>
            <w:r>
              <w:rPr>
                <w:sz w:val="22"/>
                <w:szCs w:val="22"/>
                <w:lang w:eastAsia="en-AU"/>
              </w:rPr>
              <w:t xml:space="preserve"> for an exam and a</w:t>
            </w:r>
            <w:r w:rsidR="00221AFA" w:rsidRPr="00BF4A89">
              <w:rPr>
                <w:sz w:val="22"/>
                <w:szCs w:val="22"/>
                <w:lang w:eastAsia="en-AU"/>
              </w:rPr>
              <w:t xml:space="preserve"> timer</w:t>
            </w:r>
          </w:p>
        </w:tc>
      </w:tr>
      <w:tr w:rsidR="00FE1CFD" w14:paraId="4EDFEA71" w14:textId="77777777" w:rsidTr="00FE1CFD">
        <w:tc>
          <w:tcPr>
            <w:tcW w:w="2405" w:type="dxa"/>
            <w:vAlign w:val="top"/>
          </w:tcPr>
          <w:p w14:paraId="4EDFEA6F" w14:textId="77777777" w:rsidR="00FF3506" w:rsidRPr="0067653D" w:rsidRDefault="00F73BD8" w:rsidP="00FF3506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4EDFEA70" w14:textId="4C331037" w:rsidR="00FF3506" w:rsidRPr="00BF4A89" w:rsidRDefault="00BF4A89" w:rsidP="00FF3506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  <w:r w:rsidR="004654C9">
              <w:rPr>
                <w:sz w:val="22"/>
                <w:szCs w:val="22"/>
                <w:lang w:eastAsia="en-AU"/>
              </w:rPr>
              <w:t>.5</w:t>
            </w:r>
            <w:r>
              <w:rPr>
                <w:sz w:val="22"/>
                <w:szCs w:val="22"/>
                <w:lang w:eastAsia="en-AU"/>
              </w:rPr>
              <w:t xml:space="preserve"> hour</w:t>
            </w:r>
            <w:r w:rsidR="004654C9">
              <w:rPr>
                <w:sz w:val="22"/>
                <w:szCs w:val="22"/>
                <w:lang w:eastAsia="en-AU"/>
              </w:rPr>
              <w:t>s</w:t>
            </w:r>
          </w:p>
        </w:tc>
      </w:tr>
    </w:tbl>
    <w:p w14:paraId="4EDFEA72" w14:textId="77777777" w:rsidR="00FF3506" w:rsidRDefault="00F73BD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4EDFEA73" w14:textId="77777777" w:rsidR="00221AFA" w:rsidRPr="003E5787" w:rsidRDefault="00221AFA" w:rsidP="00221AFA">
      <w:pPr>
        <w:pStyle w:val="Heading2"/>
      </w:pPr>
      <w:r w:rsidRPr="003E5787">
        <w:lastRenderedPageBreak/>
        <w:t>Part 1: Multiple choice</w:t>
      </w:r>
    </w:p>
    <w:p w14:paraId="1B591D67" w14:textId="044F7B7E" w:rsidR="005E3316" w:rsidRPr="005E3316" w:rsidRDefault="00221AFA" w:rsidP="005E3316">
      <w:pPr>
        <w:pStyle w:val="Body"/>
        <w:spacing w:line="240" w:lineRule="auto"/>
        <w:rPr>
          <w:szCs w:val="24"/>
        </w:rPr>
      </w:pPr>
      <w:r w:rsidRPr="005E3316">
        <w:rPr>
          <w:szCs w:val="24"/>
        </w:rPr>
        <w:t>Read the question and each answer carefully. Put an X in the table next to your chosen answer.</w:t>
      </w:r>
    </w:p>
    <w:p w14:paraId="4EDFEA75" w14:textId="77777777" w:rsidR="00221AFA" w:rsidRPr="005E3316" w:rsidRDefault="00221AFA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t>How do laboratories make sure that all samples and documentation can be traced at any point in time?</w:t>
      </w:r>
    </w:p>
    <w:p w14:paraId="4EDFEA76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2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A79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A77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A78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A7C" w14:textId="77777777" w:rsidTr="00FF3506">
        <w:tc>
          <w:tcPr>
            <w:tcW w:w="7366" w:type="dxa"/>
          </w:tcPr>
          <w:p w14:paraId="4EDFEA7A" w14:textId="77777777" w:rsidR="00221AFA" w:rsidRPr="005E3316" w:rsidRDefault="00221AFA" w:rsidP="005E3316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Australian and International Standards</w:t>
            </w:r>
          </w:p>
        </w:tc>
        <w:tc>
          <w:tcPr>
            <w:tcW w:w="1694" w:type="dxa"/>
          </w:tcPr>
          <w:p w14:paraId="4EDFEA7B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7F" w14:textId="77777777" w:rsidTr="00FF3506">
        <w:tc>
          <w:tcPr>
            <w:tcW w:w="7366" w:type="dxa"/>
          </w:tcPr>
          <w:p w14:paraId="4EDFEA7D" w14:textId="77777777" w:rsidR="00221AFA" w:rsidRPr="005E3316" w:rsidRDefault="00221AFA" w:rsidP="005E3316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NATA accreditation</w:t>
            </w:r>
          </w:p>
        </w:tc>
        <w:tc>
          <w:tcPr>
            <w:tcW w:w="1694" w:type="dxa"/>
          </w:tcPr>
          <w:p w14:paraId="4EDFEA7E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82" w14:textId="77777777" w:rsidTr="00FF3506">
        <w:tc>
          <w:tcPr>
            <w:tcW w:w="7366" w:type="dxa"/>
          </w:tcPr>
          <w:p w14:paraId="4EDFEA80" w14:textId="77777777" w:rsidR="00221AFA" w:rsidRPr="005E3316" w:rsidRDefault="00221AFA" w:rsidP="005E3316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LIMS, COCs and quality management</w:t>
            </w:r>
          </w:p>
        </w:tc>
        <w:tc>
          <w:tcPr>
            <w:tcW w:w="1694" w:type="dxa"/>
          </w:tcPr>
          <w:p w14:paraId="4EDFEA81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85" w14:textId="77777777" w:rsidTr="00FF3506">
        <w:tc>
          <w:tcPr>
            <w:tcW w:w="7366" w:type="dxa"/>
          </w:tcPr>
          <w:p w14:paraId="4EDFEA83" w14:textId="77777777" w:rsidR="00221AFA" w:rsidRPr="005E3316" w:rsidRDefault="00221AFA" w:rsidP="005E3316">
            <w:pPr>
              <w:pStyle w:val="Body"/>
              <w:numPr>
                <w:ilvl w:val="0"/>
                <w:numId w:val="33"/>
              </w:numPr>
              <w:tabs>
                <w:tab w:val="clear" w:pos="284"/>
              </w:tabs>
              <w:spacing w:line="240" w:lineRule="auto"/>
              <w:ind w:left="313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All of the above</w:t>
            </w:r>
          </w:p>
        </w:tc>
        <w:tc>
          <w:tcPr>
            <w:tcW w:w="1694" w:type="dxa"/>
          </w:tcPr>
          <w:p w14:paraId="4EDFEA84" w14:textId="36CC8080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</w:tbl>
    <w:p w14:paraId="4EDFEA86" w14:textId="77777777" w:rsidR="00221AFA" w:rsidRPr="005E3316" w:rsidRDefault="00221AFA" w:rsidP="005E3316">
      <w:pPr>
        <w:tabs>
          <w:tab w:val="clear" w:pos="284"/>
        </w:tabs>
        <w:spacing w:line="240" w:lineRule="auto"/>
        <w:rPr>
          <w:szCs w:val="24"/>
        </w:rPr>
      </w:pPr>
    </w:p>
    <w:p w14:paraId="4EDFEA87" w14:textId="77777777" w:rsidR="00221AFA" w:rsidRPr="005E3316" w:rsidRDefault="00221AFA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t>What system is used to keep records of samples and testing safe and secure in a testing environment?</w:t>
      </w:r>
    </w:p>
    <w:p w14:paraId="4EDFEA88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3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A8B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A89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A8A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A8E" w14:textId="77777777" w:rsidTr="00FF3506">
        <w:tc>
          <w:tcPr>
            <w:tcW w:w="7366" w:type="dxa"/>
          </w:tcPr>
          <w:p w14:paraId="4EDFEA8C" w14:textId="77777777" w:rsidR="00221AFA" w:rsidRPr="005E3316" w:rsidRDefault="00221AFA" w:rsidP="005E3316">
            <w:pPr>
              <w:pStyle w:val="Body"/>
              <w:numPr>
                <w:ilvl w:val="0"/>
                <w:numId w:val="36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The Quality Management System</w:t>
            </w:r>
          </w:p>
        </w:tc>
        <w:tc>
          <w:tcPr>
            <w:tcW w:w="1694" w:type="dxa"/>
          </w:tcPr>
          <w:p w14:paraId="4EDFEA8D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91" w14:textId="77777777" w:rsidTr="00FF3506">
        <w:tc>
          <w:tcPr>
            <w:tcW w:w="7366" w:type="dxa"/>
          </w:tcPr>
          <w:p w14:paraId="4EDFEA8F" w14:textId="77777777" w:rsidR="00221AFA" w:rsidRPr="005E3316" w:rsidRDefault="00221AFA" w:rsidP="005E3316">
            <w:pPr>
              <w:pStyle w:val="Body"/>
              <w:numPr>
                <w:ilvl w:val="0"/>
                <w:numId w:val="36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NATA accreditation</w:t>
            </w:r>
          </w:p>
        </w:tc>
        <w:tc>
          <w:tcPr>
            <w:tcW w:w="1694" w:type="dxa"/>
          </w:tcPr>
          <w:p w14:paraId="4EDFEA90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94" w14:textId="77777777" w:rsidTr="00FF3506">
        <w:tc>
          <w:tcPr>
            <w:tcW w:w="7366" w:type="dxa"/>
          </w:tcPr>
          <w:p w14:paraId="4EDFEA92" w14:textId="77777777" w:rsidR="00221AFA" w:rsidRPr="005E3316" w:rsidRDefault="00221AFA" w:rsidP="005E3316">
            <w:pPr>
              <w:pStyle w:val="Body"/>
              <w:numPr>
                <w:ilvl w:val="0"/>
                <w:numId w:val="36"/>
              </w:numPr>
              <w:tabs>
                <w:tab w:val="clear" w:pos="284"/>
              </w:tabs>
              <w:spacing w:line="240" w:lineRule="auto"/>
              <w:ind w:left="313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The Laboratory Information System</w:t>
            </w:r>
          </w:p>
        </w:tc>
        <w:tc>
          <w:tcPr>
            <w:tcW w:w="1694" w:type="dxa"/>
          </w:tcPr>
          <w:p w14:paraId="4EDFEA93" w14:textId="789FE788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  <w:tr w:rsidR="00221AFA" w:rsidRPr="005E3316" w14:paraId="4EDFEA97" w14:textId="77777777" w:rsidTr="00FF3506">
        <w:tc>
          <w:tcPr>
            <w:tcW w:w="7366" w:type="dxa"/>
          </w:tcPr>
          <w:p w14:paraId="4EDFEA95" w14:textId="77777777" w:rsidR="00221AFA" w:rsidRPr="005E3316" w:rsidRDefault="00221AFA" w:rsidP="005E3316">
            <w:pPr>
              <w:pStyle w:val="Body"/>
              <w:numPr>
                <w:ilvl w:val="0"/>
                <w:numId w:val="36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Australian Standards</w:t>
            </w:r>
          </w:p>
        </w:tc>
        <w:tc>
          <w:tcPr>
            <w:tcW w:w="1694" w:type="dxa"/>
          </w:tcPr>
          <w:p w14:paraId="4EDFEA96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4EDFEA98" w14:textId="77777777" w:rsidR="00221AFA" w:rsidRPr="005E3316" w:rsidRDefault="00221AFA" w:rsidP="005E3316">
      <w:pPr>
        <w:tabs>
          <w:tab w:val="clear" w:pos="284"/>
        </w:tabs>
        <w:spacing w:line="240" w:lineRule="auto"/>
        <w:rPr>
          <w:szCs w:val="24"/>
        </w:rPr>
      </w:pPr>
    </w:p>
    <w:p w14:paraId="4EDFEA99" w14:textId="77777777" w:rsidR="00221AFA" w:rsidRPr="005E3316" w:rsidRDefault="00221AFA" w:rsidP="005E3316">
      <w:pPr>
        <w:spacing w:line="240" w:lineRule="auto"/>
        <w:rPr>
          <w:szCs w:val="24"/>
        </w:rPr>
      </w:pPr>
      <w:r w:rsidRPr="005E3316">
        <w:rPr>
          <w:szCs w:val="24"/>
        </w:rPr>
        <w:br w:type="page"/>
      </w:r>
    </w:p>
    <w:p w14:paraId="4EDFEA9A" w14:textId="77777777" w:rsidR="00221AFA" w:rsidRPr="005E3316" w:rsidRDefault="00221AFA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lastRenderedPageBreak/>
        <w:t>Why is it important to maintain customer confidentiality?</w:t>
      </w:r>
    </w:p>
    <w:p w14:paraId="4EDFEA9B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4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A9E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A9C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A9D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AA1" w14:textId="77777777" w:rsidTr="00FF3506">
        <w:tc>
          <w:tcPr>
            <w:tcW w:w="7366" w:type="dxa"/>
          </w:tcPr>
          <w:p w14:paraId="4EDFEA9F" w14:textId="77777777" w:rsidR="00221AFA" w:rsidRPr="005E3316" w:rsidRDefault="00221AFA" w:rsidP="005E3316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To ensure your customer’s right to privacy</w:t>
            </w:r>
          </w:p>
        </w:tc>
        <w:tc>
          <w:tcPr>
            <w:tcW w:w="1694" w:type="dxa"/>
          </w:tcPr>
          <w:p w14:paraId="4EDFEAA0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A4" w14:textId="77777777" w:rsidTr="00FF3506">
        <w:tc>
          <w:tcPr>
            <w:tcW w:w="7366" w:type="dxa"/>
          </w:tcPr>
          <w:p w14:paraId="4EDFEAA2" w14:textId="77777777" w:rsidR="00221AFA" w:rsidRPr="005E3316" w:rsidRDefault="00221AFA" w:rsidP="005E3316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To meet your workplace’s legislative requirements</w:t>
            </w:r>
          </w:p>
        </w:tc>
        <w:tc>
          <w:tcPr>
            <w:tcW w:w="1694" w:type="dxa"/>
          </w:tcPr>
          <w:p w14:paraId="4EDFEAA3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A7" w14:textId="77777777" w:rsidTr="00FF3506">
        <w:tc>
          <w:tcPr>
            <w:tcW w:w="7366" w:type="dxa"/>
          </w:tcPr>
          <w:p w14:paraId="4EDFEAA5" w14:textId="77777777" w:rsidR="00221AFA" w:rsidRPr="005E3316" w:rsidRDefault="00221AFA" w:rsidP="005E3316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To protect your customer’s business interests</w:t>
            </w:r>
          </w:p>
        </w:tc>
        <w:tc>
          <w:tcPr>
            <w:tcW w:w="1694" w:type="dxa"/>
          </w:tcPr>
          <w:p w14:paraId="4EDFEAA6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AA" w14:textId="77777777" w:rsidTr="00FF3506">
        <w:tc>
          <w:tcPr>
            <w:tcW w:w="7366" w:type="dxa"/>
          </w:tcPr>
          <w:p w14:paraId="4EDFEAA8" w14:textId="77777777" w:rsidR="00221AFA" w:rsidRPr="005E3316" w:rsidRDefault="00221AFA" w:rsidP="005E3316">
            <w:pPr>
              <w:pStyle w:val="Body"/>
              <w:numPr>
                <w:ilvl w:val="0"/>
                <w:numId w:val="37"/>
              </w:numPr>
              <w:tabs>
                <w:tab w:val="clear" w:pos="284"/>
              </w:tabs>
              <w:spacing w:line="240" w:lineRule="auto"/>
              <w:ind w:left="313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All of the above</w:t>
            </w:r>
          </w:p>
        </w:tc>
        <w:tc>
          <w:tcPr>
            <w:tcW w:w="1694" w:type="dxa"/>
          </w:tcPr>
          <w:p w14:paraId="4EDFEAA9" w14:textId="56F387C6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</w:tbl>
    <w:p w14:paraId="4EDFEAAB" w14:textId="77777777" w:rsidR="00221AFA" w:rsidRPr="005E3316" w:rsidRDefault="00221AFA" w:rsidP="005E3316">
      <w:pPr>
        <w:tabs>
          <w:tab w:val="clear" w:pos="284"/>
        </w:tabs>
        <w:spacing w:line="240" w:lineRule="auto"/>
        <w:rPr>
          <w:szCs w:val="24"/>
        </w:rPr>
      </w:pPr>
    </w:p>
    <w:p w14:paraId="4EDFEAAC" w14:textId="7392FC44" w:rsidR="00221AFA" w:rsidRPr="005E3316" w:rsidRDefault="00221AFA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t xml:space="preserve">If a </w:t>
      </w:r>
      <w:r w:rsidR="002467A9">
        <w:rPr>
          <w:szCs w:val="24"/>
        </w:rPr>
        <w:t>customer</w:t>
      </w:r>
      <w:r w:rsidRPr="005E3316">
        <w:rPr>
          <w:szCs w:val="24"/>
        </w:rPr>
        <w:t xml:space="preserve"> comes in without a request form, you should:</w:t>
      </w:r>
    </w:p>
    <w:p w14:paraId="4EDFEAAD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5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AB0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AAE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AAF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AB3" w14:textId="77777777" w:rsidTr="00FF3506">
        <w:tc>
          <w:tcPr>
            <w:tcW w:w="7366" w:type="dxa"/>
          </w:tcPr>
          <w:p w14:paraId="4EDFEAB1" w14:textId="6F4F8114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 xml:space="preserve">a) </w:t>
            </w:r>
            <w:r w:rsidR="0076641B" w:rsidRPr="005E3316">
              <w:rPr>
                <w:szCs w:val="24"/>
              </w:rPr>
              <w:t>s</w:t>
            </w:r>
            <w:r w:rsidRPr="005E3316">
              <w:rPr>
                <w:szCs w:val="24"/>
              </w:rPr>
              <w:t>end them away</w:t>
            </w:r>
          </w:p>
        </w:tc>
        <w:tc>
          <w:tcPr>
            <w:tcW w:w="1694" w:type="dxa"/>
          </w:tcPr>
          <w:p w14:paraId="4EDFEAB2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B6" w14:textId="77777777" w:rsidTr="00FF3506">
        <w:tc>
          <w:tcPr>
            <w:tcW w:w="7366" w:type="dxa"/>
          </w:tcPr>
          <w:p w14:paraId="4EDFEAB4" w14:textId="0C23FFE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 xml:space="preserve">b) </w:t>
            </w:r>
            <w:r w:rsidR="0076641B" w:rsidRPr="005E3316">
              <w:rPr>
                <w:szCs w:val="24"/>
              </w:rPr>
              <w:t>c</w:t>
            </w:r>
            <w:r w:rsidRPr="005E3316">
              <w:rPr>
                <w:szCs w:val="24"/>
              </w:rPr>
              <w:t>heck to see if they have an ongoing request</w:t>
            </w:r>
          </w:p>
        </w:tc>
        <w:tc>
          <w:tcPr>
            <w:tcW w:w="1694" w:type="dxa"/>
          </w:tcPr>
          <w:p w14:paraId="4EDFEAB5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B9" w14:textId="77777777" w:rsidTr="00FF3506">
        <w:tc>
          <w:tcPr>
            <w:tcW w:w="7366" w:type="dxa"/>
          </w:tcPr>
          <w:p w14:paraId="4EDFEAB7" w14:textId="4DB10CF8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 xml:space="preserve">c) </w:t>
            </w:r>
            <w:r w:rsidR="0076641B" w:rsidRPr="005E3316">
              <w:rPr>
                <w:szCs w:val="24"/>
              </w:rPr>
              <w:t>r</w:t>
            </w:r>
            <w:r w:rsidR="00FF3506" w:rsidRPr="005E3316">
              <w:rPr>
                <w:szCs w:val="24"/>
              </w:rPr>
              <w:t>eport this to your supervisor as you might be required to contact the doctor to request a copy</w:t>
            </w:r>
          </w:p>
        </w:tc>
        <w:tc>
          <w:tcPr>
            <w:tcW w:w="1694" w:type="dxa"/>
          </w:tcPr>
          <w:p w14:paraId="4EDFEAB8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BC" w14:textId="77777777" w:rsidTr="00FF3506">
        <w:tc>
          <w:tcPr>
            <w:tcW w:w="7366" w:type="dxa"/>
          </w:tcPr>
          <w:p w14:paraId="4EDFEABA" w14:textId="5AD31FB3" w:rsidR="00221AFA" w:rsidRPr="005E3316" w:rsidRDefault="00221AFA" w:rsidP="00753005">
            <w:pPr>
              <w:pStyle w:val="Body"/>
              <w:spacing w:line="240" w:lineRule="auto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 xml:space="preserve">d) </w:t>
            </w:r>
            <w:r w:rsidR="00753005">
              <w:rPr>
                <w:color w:val="FF0000"/>
                <w:szCs w:val="24"/>
              </w:rPr>
              <w:t>b) and c)</w:t>
            </w:r>
          </w:p>
        </w:tc>
        <w:tc>
          <w:tcPr>
            <w:tcW w:w="1694" w:type="dxa"/>
          </w:tcPr>
          <w:p w14:paraId="4EDFEABB" w14:textId="00B153DC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</w:tbl>
    <w:p w14:paraId="4EDFEABD" w14:textId="77777777" w:rsidR="00221AFA" w:rsidRPr="005E3316" w:rsidRDefault="00221AFA" w:rsidP="005E3316">
      <w:pPr>
        <w:tabs>
          <w:tab w:val="clear" w:pos="284"/>
        </w:tabs>
        <w:spacing w:line="240" w:lineRule="auto"/>
        <w:rPr>
          <w:szCs w:val="24"/>
        </w:rPr>
      </w:pPr>
    </w:p>
    <w:p w14:paraId="4EDFEABE" w14:textId="0C338619" w:rsidR="00221AFA" w:rsidRPr="005E3316" w:rsidRDefault="00FF3506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t>If the paperwork accompanying a sample is incorrect, what should you do?</w:t>
      </w:r>
    </w:p>
    <w:p w14:paraId="4EDFEABF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6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AC2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AC0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AC1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AC5" w14:textId="77777777" w:rsidTr="00FF3506">
        <w:tc>
          <w:tcPr>
            <w:tcW w:w="7366" w:type="dxa"/>
          </w:tcPr>
          <w:p w14:paraId="4EDFEAC3" w14:textId="77777777" w:rsidR="00221AFA" w:rsidRPr="005E3316" w:rsidRDefault="00221AFA" w:rsidP="005E3316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Tell your customer to go away and come back when it is fixed</w:t>
            </w:r>
          </w:p>
        </w:tc>
        <w:tc>
          <w:tcPr>
            <w:tcW w:w="1694" w:type="dxa"/>
          </w:tcPr>
          <w:p w14:paraId="4EDFEAC4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C8" w14:textId="77777777" w:rsidTr="00FF3506">
        <w:tc>
          <w:tcPr>
            <w:tcW w:w="7366" w:type="dxa"/>
          </w:tcPr>
          <w:p w14:paraId="4EDFEAC6" w14:textId="77777777" w:rsidR="00221AFA" w:rsidRPr="005E3316" w:rsidRDefault="00221AFA" w:rsidP="005E3316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Wait until your customer leaves and fix it yourself</w:t>
            </w:r>
          </w:p>
        </w:tc>
        <w:tc>
          <w:tcPr>
            <w:tcW w:w="1694" w:type="dxa"/>
          </w:tcPr>
          <w:p w14:paraId="4EDFEAC7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CB" w14:textId="77777777" w:rsidTr="00FF3506">
        <w:tc>
          <w:tcPr>
            <w:tcW w:w="7366" w:type="dxa"/>
          </w:tcPr>
          <w:p w14:paraId="4EDFEAC9" w14:textId="77777777" w:rsidR="00221AFA" w:rsidRPr="005E3316" w:rsidRDefault="00221AFA" w:rsidP="005E3316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313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Ask your supervisor for assistance</w:t>
            </w:r>
          </w:p>
        </w:tc>
        <w:tc>
          <w:tcPr>
            <w:tcW w:w="1694" w:type="dxa"/>
          </w:tcPr>
          <w:p w14:paraId="4EDFEACA" w14:textId="434CFDE1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  <w:tr w:rsidR="00221AFA" w:rsidRPr="005E3316" w14:paraId="4EDFEACE" w14:textId="77777777" w:rsidTr="00FF3506">
        <w:tc>
          <w:tcPr>
            <w:tcW w:w="7366" w:type="dxa"/>
          </w:tcPr>
          <w:p w14:paraId="4EDFEACC" w14:textId="77777777" w:rsidR="00221AFA" w:rsidRPr="005E3316" w:rsidRDefault="00221AFA" w:rsidP="005E3316">
            <w:pPr>
              <w:pStyle w:val="Body"/>
              <w:numPr>
                <w:ilvl w:val="0"/>
                <w:numId w:val="38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None of the above</w:t>
            </w:r>
          </w:p>
        </w:tc>
        <w:tc>
          <w:tcPr>
            <w:tcW w:w="1694" w:type="dxa"/>
          </w:tcPr>
          <w:p w14:paraId="4EDFEACD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2F5B7D81" w14:textId="73864B8D" w:rsidR="00FF3506" w:rsidRPr="005E3316" w:rsidRDefault="00FF3506" w:rsidP="005E3316">
      <w:pPr>
        <w:tabs>
          <w:tab w:val="clear" w:pos="284"/>
        </w:tabs>
        <w:spacing w:line="240" w:lineRule="auto"/>
        <w:rPr>
          <w:szCs w:val="24"/>
        </w:rPr>
      </w:pPr>
      <w:r w:rsidRPr="005E3316">
        <w:rPr>
          <w:szCs w:val="24"/>
        </w:rPr>
        <w:br w:type="page"/>
      </w:r>
    </w:p>
    <w:p w14:paraId="4EDFEAD0" w14:textId="77777777" w:rsidR="00221AFA" w:rsidRPr="005E3316" w:rsidRDefault="00221AFA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lastRenderedPageBreak/>
        <w:t>Why is it important to maintain a clean workstation?</w:t>
      </w:r>
    </w:p>
    <w:p w14:paraId="4EDFEAD1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7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AD4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AD2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AD3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AD7" w14:textId="77777777" w:rsidTr="00FF3506">
        <w:tc>
          <w:tcPr>
            <w:tcW w:w="7366" w:type="dxa"/>
          </w:tcPr>
          <w:p w14:paraId="4EDFEAD5" w14:textId="77777777" w:rsidR="00221AFA" w:rsidRPr="005E3316" w:rsidRDefault="00221AFA" w:rsidP="005E3316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So that you don’t get into trouble from your supervisor</w:t>
            </w:r>
          </w:p>
        </w:tc>
        <w:tc>
          <w:tcPr>
            <w:tcW w:w="1694" w:type="dxa"/>
          </w:tcPr>
          <w:p w14:paraId="4EDFEAD6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DA" w14:textId="77777777" w:rsidTr="00FF3506">
        <w:tc>
          <w:tcPr>
            <w:tcW w:w="7366" w:type="dxa"/>
          </w:tcPr>
          <w:p w14:paraId="4EDFEAD8" w14:textId="77777777" w:rsidR="00221AFA" w:rsidRPr="005E3316" w:rsidRDefault="00221AFA" w:rsidP="005E3316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To make sure customers are impressed with your workplace</w:t>
            </w:r>
          </w:p>
        </w:tc>
        <w:tc>
          <w:tcPr>
            <w:tcW w:w="1694" w:type="dxa"/>
          </w:tcPr>
          <w:p w14:paraId="4EDFEAD9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DD" w14:textId="77777777" w:rsidTr="00FF3506">
        <w:tc>
          <w:tcPr>
            <w:tcW w:w="7366" w:type="dxa"/>
          </w:tcPr>
          <w:p w14:paraId="4EDFEADB" w14:textId="77777777" w:rsidR="00221AFA" w:rsidRPr="005E3316" w:rsidRDefault="00221AFA" w:rsidP="005E3316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313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To ensure that you are safe while performing your duties</w:t>
            </w:r>
          </w:p>
        </w:tc>
        <w:tc>
          <w:tcPr>
            <w:tcW w:w="1694" w:type="dxa"/>
          </w:tcPr>
          <w:p w14:paraId="4EDFEADC" w14:textId="0B737266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  <w:tr w:rsidR="00221AFA" w:rsidRPr="005E3316" w14:paraId="4EDFEAE0" w14:textId="77777777" w:rsidTr="00FF3506">
        <w:tc>
          <w:tcPr>
            <w:tcW w:w="7366" w:type="dxa"/>
          </w:tcPr>
          <w:p w14:paraId="4EDFEADE" w14:textId="77777777" w:rsidR="00221AFA" w:rsidRPr="005E3316" w:rsidRDefault="00221AFA" w:rsidP="005E3316">
            <w:pPr>
              <w:pStyle w:val="Body"/>
              <w:numPr>
                <w:ilvl w:val="0"/>
                <w:numId w:val="39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So that you can see the paperwork you are using at all times</w:t>
            </w:r>
          </w:p>
        </w:tc>
        <w:tc>
          <w:tcPr>
            <w:tcW w:w="1694" w:type="dxa"/>
          </w:tcPr>
          <w:p w14:paraId="4EDFEADF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4EDFEAE1" w14:textId="77777777" w:rsidR="00221AFA" w:rsidRPr="005E3316" w:rsidRDefault="00221AFA" w:rsidP="005E3316">
      <w:pPr>
        <w:tabs>
          <w:tab w:val="clear" w:pos="284"/>
        </w:tabs>
        <w:spacing w:line="240" w:lineRule="auto"/>
        <w:rPr>
          <w:szCs w:val="24"/>
        </w:rPr>
      </w:pPr>
    </w:p>
    <w:p w14:paraId="4EDFEAE2" w14:textId="77777777" w:rsidR="00221AFA" w:rsidRPr="005E3316" w:rsidRDefault="00221AFA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t>If you are receiving samples and one container is broken and leaking, what should you do?</w:t>
      </w:r>
    </w:p>
    <w:p w14:paraId="4EDFEAE3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8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AE6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AE4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AE5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AE9" w14:textId="77777777" w:rsidTr="00FF3506">
        <w:tc>
          <w:tcPr>
            <w:tcW w:w="7366" w:type="dxa"/>
          </w:tcPr>
          <w:p w14:paraId="4EDFEAE7" w14:textId="77777777" w:rsidR="00221AFA" w:rsidRPr="005E3316" w:rsidRDefault="00221AFA" w:rsidP="005E3316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Report this immediately to your supervisor and the client</w:t>
            </w:r>
          </w:p>
        </w:tc>
        <w:tc>
          <w:tcPr>
            <w:tcW w:w="1694" w:type="dxa"/>
          </w:tcPr>
          <w:p w14:paraId="4EDFEAE8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EC" w14:textId="77777777" w:rsidTr="00FF3506">
        <w:tc>
          <w:tcPr>
            <w:tcW w:w="7366" w:type="dxa"/>
          </w:tcPr>
          <w:p w14:paraId="4EDFEAEA" w14:textId="77777777" w:rsidR="00221AFA" w:rsidRPr="005E3316" w:rsidRDefault="00221AFA" w:rsidP="005E3316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Pick up the container in bare hands and throw it away</w:t>
            </w:r>
          </w:p>
        </w:tc>
        <w:tc>
          <w:tcPr>
            <w:tcW w:w="1694" w:type="dxa"/>
          </w:tcPr>
          <w:p w14:paraId="4EDFEAEB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EF" w14:textId="77777777" w:rsidTr="00FF3506">
        <w:tc>
          <w:tcPr>
            <w:tcW w:w="7366" w:type="dxa"/>
          </w:tcPr>
          <w:p w14:paraId="4EDFEAED" w14:textId="06547428" w:rsidR="00221AFA" w:rsidRPr="005E3316" w:rsidRDefault="00221AFA" w:rsidP="00753005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 xml:space="preserve">Wear appropriate </w:t>
            </w:r>
            <w:r w:rsidR="00753005" w:rsidRPr="005E3316">
              <w:rPr>
                <w:szCs w:val="24"/>
              </w:rPr>
              <w:t>P</w:t>
            </w:r>
            <w:r w:rsidR="00753005">
              <w:rPr>
                <w:szCs w:val="24"/>
              </w:rPr>
              <w:t>ersonal Protective Equipment (PPE)</w:t>
            </w:r>
            <w:r w:rsidR="00753005" w:rsidRPr="005E3316">
              <w:rPr>
                <w:szCs w:val="24"/>
              </w:rPr>
              <w:t xml:space="preserve"> </w:t>
            </w:r>
            <w:r w:rsidRPr="005E3316">
              <w:rPr>
                <w:szCs w:val="24"/>
              </w:rPr>
              <w:t>and clean up the mess</w:t>
            </w:r>
          </w:p>
        </w:tc>
        <w:tc>
          <w:tcPr>
            <w:tcW w:w="1694" w:type="dxa"/>
          </w:tcPr>
          <w:p w14:paraId="4EDFEAEE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F2" w14:textId="77777777" w:rsidTr="00FF3506">
        <w:tc>
          <w:tcPr>
            <w:tcW w:w="7366" w:type="dxa"/>
          </w:tcPr>
          <w:p w14:paraId="4EDFEAF0" w14:textId="77777777" w:rsidR="00221AFA" w:rsidRPr="005E3316" w:rsidRDefault="00221AFA" w:rsidP="005E3316">
            <w:pPr>
              <w:pStyle w:val="Body"/>
              <w:numPr>
                <w:ilvl w:val="0"/>
                <w:numId w:val="40"/>
              </w:numPr>
              <w:tabs>
                <w:tab w:val="clear" w:pos="284"/>
              </w:tabs>
              <w:spacing w:line="240" w:lineRule="auto"/>
              <w:ind w:left="313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a) and c)</w:t>
            </w:r>
          </w:p>
        </w:tc>
        <w:tc>
          <w:tcPr>
            <w:tcW w:w="1694" w:type="dxa"/>
          </w:tcPr>
          <w:p w14:paraId="4EDFEAF1" w14:textId="413A2802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</w:tbl>
    <w:p w14:paraId="4EDFEAF3" w14:textId="77777777" w:rsidR="00221AFA" w:rsidRPr="005E3316" w:rsidRDefault="00221AFA" w:rsidP="005E3316">
      <w:pPr>
        <w:tabs>
          <w:tab w:val="clear" w:pos="284"/>
        </w:tabs>
        <w:spacing w:line="240" w:lineRule="auto"/>
        <w:rPr>
          <w:szCs w:val="24"/>
        </w:rPr>
      </w:pPr>
    </w:p>
    <w:p w14:paraId="4EDFEAF4" w14:textId="77777777" w:rsidR="00221AFA" w:rsidRPr="005E3316" w:rsidRDefault="00221AFA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t>Why should you minimise the generation of wastes and environmental impacts?</w:t>
      </w:r>
    </w:p>
    <w:p w14:paraId="4EDFEAF5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9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AF8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AF6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AF7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AFB" w14:textId="77777777" w:rsidTr="00FF3506">
        <w:tc>
          <w:tcPr>
            <w:tcW w:w="7366" w:type="dxa"/>
          </w:tcPr>
          <w:p w14:paraId="4EDFEAF9" w14:textId="77777777" w:rsidR="00221AFA" w:rsidRPr="005E3316" w:rsidRDefault="00221AFA" w:rsidP="005E3316">
            <w:pPr>
              <w:pStyle w:val="Body"/>
              <w:numPr>
                <w:ilvl w:val="0"/>
                <w:numId w:val="41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Because it’s a workplace policy</w:t>
            </w:r>
          </w:p>
        </w:tc>
        <w:tc>
          <w:tcPr>
            <w:tcW w:w="1694" w:type="dxa"/>
          </w:tcPr>
          <w:p w14:paraId="4EDFEAFA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AFE" w14:textId="77777777" w:rsidTr="00FF3506">
        <w:tc>
          <w:tcPr>
            <w:tcW w:w="7366" w:type="dxa"/>
          </w:tcPr>
          <w:p w14:paraId="4EDFEAFC" w14:textId="77777777" w:rsidR="00221AFA" w:rsidRPr="005E3316" w:rsidRDefault="00221AFA" w:rsidP="005E3316">
            <w:pPr>
              <w:pStyle w:val="Body"/>
              <w:numPr>
                <w:ilvl w:val="0"/>
                <w:numId w:val="41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It is a legal obligation in all workplaces</w:t>
            </w:r>
          </w:p>
        </w:tc>
        <w:tc>
          <w:tcPr>
            <w:tcW w:w="1694" w:type="dxa"/>
          </w:tcPr>
          <w:p w14:paraId="4EDFEAFD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B01" w14:textId="77777777" w:rsidTr="00FF3506">
        <w:tc>
          <w:tcPr>
            <w:tcW w:w="7366" w:type="dxa"/>
          </w:tcPr>
          <w:p w14:paraId="4EDFEAFF" w14:textId="77777777" w:rsidR="00221AFA" w:rsidRPr="005E3316" w:rsidRDefault="00221AFA" w:rsidP="005E3316">
            <w:pPr>
              <w:pStyle w:val="Body"/>
              <w:numPr>
                <w:ilvl w:val="0"/>
                <w:numId w:val="41"/>
              </w:numPr>
              <w:tabs>
                <w:tab w:val="clear" w:pos="284"/>
              </w:tabs>
              <w:spacing w:line="240" w:lineRule="auto"/>
              <w:ind w:left="313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To reduce the impact of human activities on the natural environment</w:t>
            </w:r>
          </w:p>
        </w:tc>
        <w:tc>
          <w:tcPr>
            <w:tcW w:w="1694" w:type="dxa"/>
          </w:tcPr>
          <w:p w14:paraId="4EDFEB00" w14:textId="6C7AEE05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  <w:tr w:rsidR="00221AFA" w:rsidRPr="005E3316" w14:paraId="4EDFEB04" w14:textId="77777777" w:rsidTr="00FF3506">
        <w:tc>
          <w:tcPr>
            <w:tcW w:w="7366" w:type="dxa"/>
          </w:tcPr>
          <w:p w14:paraId="4EDFEB02" w14:textId="77777777" w:rsidR="00221AFA" w:rsidRPr="005E3316" w:rsidRDefault="00221AFA" w:rsidP="005E3316">
            <w:pPr>
              <w:pStyle w:val="Body"/>
              <w:numPr>
                <w:ilvl w:val="0"/>
                <w:numId w:val="41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To reduce the impact of human activities on other workplaces</w:t>
            </w:r>
          </w:p>
        </w:tc>
        <w:tc>
          <w:tcPr>
            <w:tcW w:w="1694" w:type="dxa"/>
          </w:tcPr>
          <w:p w14:paraId="4EDFEB03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0115B732" w14:textId="47039950" w:rsidR="00FF3506" w:rsidRPr="005E3316" w:rsidRDefault="00FF3506" w:rsidP="005E3316">
      <w:pPr>
        <w:tabs>
          <w:tab w:val="clear" w:pos="284"/>
        </w:tabs>
        <w:spacing w:line="240" w:lineRule="auto"/>
        <w:rPr>
          <w:szCs w:val="24"/>
        </w:rPr>
      </w:pPr>
      <w:r w:rsidRPr="005E3316">
        <w:rPr>
          <w:szCs w:val="24"/>
        </w:rPr>
        <w:br w:type="page"/>
      </w:r>
    </w:p>
    <w:p w14:paraId="4EDFEB06" w14:textId="77777777" w:rsidR="00221AFA" w:rsidRPr="005E3316" w:rsidRDefault="00221AFA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lastRenderedPageBreak/>
        <w:t>When disposing of chemical or biological waste in the laboratory you should:</w:t>
      </w:r>
    </w:p>
    <w:p w14:paraId="4EDFEB07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10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B0A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B08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B09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B0D" w14:textId="77777777" w:rsidTr="00FF3506">
        <w:tc>
          <w:tcPr>
            <w:tcW w:w="7366" w:type="dxa"/>
          </w:tcPr>
          <w:p w14:paraId="4EDFEB0B" w14:textId="193B2060" w:rsidR="00221AFA" w:rsidRPr="005E3316" w:rsidRDefault="0076641B" w:rsidP="005E3316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n</w:t>
            </w:r>
            <w:r w:rsidR="00221AFA" w:rsidRPr="005E3316">
              <w:rPr>
                <w:szCs w:val="24"/>
              </w:rPr>
              <w:t>ever pour it down the drain or in the bin</w:t>
            </w:r>
          </w:p>
        </w:tc>
        <w:tc>
          <w:tcPr>
            <w:tcW w:w="1694" w:type="dxa"/>
          </w:tcPr>
          <w:p w14:paraId="4EDFEB0C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B10" w14:textId="77777777" w:rsidTr="00FF3506">
        <w:tc>
          <w:tcPr>
            <w:tcW w:w="7366" w:type="dxa"/>
          </w:tcPr>
          <w:p w14:paraId="4EDFEB0E" w14:textId="108F001E" w:rsidR="00221AFA" w:rsidRPr="005E3316" w:rsidRDefault="0076641B" w:rsidP="005E3316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p</w:t>
            </w:r>
            <w:r w:rsidR="00221AFA" w:rsidRPr="005E3316">
              <w:rPr>
                <w:szCs w:val="24"/>
              </w:rPr>
              <w:t>ut it in the appropriate receptacle</w:t>
            </w:r>
          </w:p>
        </w:tc>
        <w:tc>
          <w:tcPr>
            <w:tcW w:w="1694" w:type="dxa"/>
          </w:tcPr>
          <w:p w14:paraId="4EDFEB0F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B13" w14:textId="77777777" w:rsidTr="00FF3506">
        <w:tc>
          <w:tcPr>
            <w:tcW w:w="7366" w:type="dxa"/>
          </w:tcPr>
          <w:p w14:paraId="4EDFEB11" w14:textId="437E11D9" w:rsidR="00221AFA" w:rsidRPr="005E3316" w:rsidRDefault="00753005" w:rsidP="005E3316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>
              <w:t>store it in unlabelled containers in the fume cupboard</w:t>
            </w:r>
          </w:p>
        </w:tc>
        <w:tc>
          <w:tcPr>
            <w:tcW w:w="1694" w:type="dxa"/>
          </w:tcPr>
          <w:p w14:paraId="4EDFEB12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B16" w14:textId="77777777" w:rsidTr="00FF3506">
        <w:tc>
          <w:tcPr>
            <w:tcW w:w="7366" w:type="dxa"/>
          </w:tcPr>
          <w:p w14:paraId="4EDFEB14" w14:textId="77777777" w:rsidR="00221AFA" w:rsidRPr="005E3316" w:rsidRDefault="00221AFA" w:rsidP="005E3316">
            <w:pPr>
              <w:pStyle w:val="Body"/>
              <w:numPr>
                <w:ilvl w:val="0"/>
                <w:numId w:val="42"/>
              </w:numPr>
              <w:tabs>
                <w:tab w:val="clear" w:pos="284"/>
              </w:tabs>
              <w:spacing w:line="240" w:lineRule="auto"/>
              <w:ind w:left="313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a) and b)</w:t>
            </w:r>
          </w:p>
        </w:tc>
        <w:tc>
          <w:tcPr>
            <w:tcW w:w="1694" w:type="dxa"/>
          </w:tcPr>
          <w:p w14:paraId="4EDFEB15" w14:textId="51EF4257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</w:tbl>
    <w:p w14:paraId="4EDFEB17" w14:textId="77777777" w:rsidR="00221AFA" w:rsidRPr="005E3316" w:rsidRDefault="00221AFA" w:rsidP="005E3316">
      <w:pPr>
        <w:tabs>
          <w:tab w:val="clear" w:pos="284"/>
        </w:tabs>
        <w:spacing w:line="240" w:lineRule="auto"/>
        <w:rPr>
          <w:szCs w:val="24"/>
        </w:rPr>
      </w:pPr>
    </w:p>
    <w:p w14:paraId="4EDFEB18" w14:textId="77777777" w:rsidR="00221AFA" w:rsidRPr="005E3316" w:rsidRDefault="00221AFA" w:rsidP="005E3316">
      <w:pPr>
        <w:pStyle w:val="Body"/>
        <w:numPr>
          <w:ilvl w:val="0"/>
          <w:numId w:val="31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5E3316">
        <w:rPr>
          <w:szCs w:val="24"/>
        </w:rPr>
        <w:t>Why would you group samples with similar testing requirements?</w:t>
      </w:r>
    </w:p>
    <w:p w14:paraId="4EDFEB19" w14:textId="77777777" w:rsidR="00221AFA" w:rsidRPr="005E3316" w:rsidRDefault="00221AFA" w:rsidP="005E3316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Pr="005E3316">
        <w:rPr>
          <w:noProof/>
        </w:rPr>
        <w:t>11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Multiple</w:t>
      </w:r>
      <w:proofErr w:type="gramEnd"/>
      <w:r w:rsidRPr="005E3316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21AFA" w:rsidRPr="005E3316" w14:paraId="4EDFEB1C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B1A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4EDFEB1B" w14:textId="77777777" w:rsidR="00221AFA" w:rsidRPr="005E3316" w:rsidRDefault="00221AFA" w:rsidP="005E331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Put X next to your answer</w:t>
            </w:r>
          </w:p>
        </w:tc>
      </w:tr>
      <w:tr w:rsidR="00221AFA" w:rsidRPr="005E3316" w14:paraId="4EDFEB1F" w14:textId="77777777" w:rsidTr="00FF3506">
        <w:tc>
          <w:tcPr>
            <w:tcW w:w="7366" w:type="dxa"/>
          </w:tcPr>
          <w:p w14:paraId="4EDFEB1D" w14:textId="77777777" w:rsidR="00221AFA" w:rsidRPr="005E3316" w:rsidRDefault="00221AFA" w:rsidP="005E3316">
            <w:pPr>
              <w:pStyle w:val="Body"/>
              <w:numPr>
                <w:ilvl w:val="0"/>
                <w:numId w:val="4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To create efficiency in the workplace</w:t>
            </w:r>
          </w:p>
        </w:tc>
        <w:tc>
          <w:tcPr>
            <w:tcW w:w="1694" w:type="dxa"/>
          </w:tcPr>
          <w:p w14:paraId="4EDFEB1E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B22" w14:textId="77777777" w:rsidTr="00FF3506">
        <w:tc>
          <w:tcPr>
            <w:tcW w:w="7366" w:type="dxa"/>
          </w:tcPr>
          <w:p w14:paraId="4EDFEB20" w14:textId="77777777" w:rsidR="00221AFA" w:rsidRPr="005E3316" w:rsidRDefault="00221AFA" w:rsidP="005E3316">
            <w:pPr>
              <w:pStyle w:val="Body"/>
              <w:numPr>
                <w:ilvl w:val="0"/>
                <w:numId w:val="4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To save time and reduce the number of QCs and standards required</w:t>
            </w:r>
          </w:p>
        </w:tc>
        <w:tc>
          <w:tcPr>
            <w:tcW w:w="1694" w:type="dxa"/>
          </w:tcPr>
          <w:p w14:paraId="4EDFEB21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B25" w14:textId="77777777" w:rsidTr="00FF3506">
        <w:tc>
          <w:tcPr>
            <w:tcW w:w="7366" w:type="dxa"/>
          </w:tcPr>
          <w:p w14:paraId="4EDFEB23" w14:textId="77777777" w:rsidR="00221AFA" w:rsidRPr="005E3316" w:rsidRDefault="00221AFA" w:rsidP="005E3316">
            <w:pPr>
              <w:pStyle w:val="Body"/>
              <w:numPr>
                <w:ilvl w:val="0"/>
                <w:numId w:val="4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5E3316">
              <w:rPr>
                <w:szCs w:val="24"/>
              </w:rPr>
              <w:t>To reduce the amount of waste created</w:t>
            </w:r>
          </w:p>
        </w:tc>
        <w:tc>
          <w:tcPr>
            <w:tcW w:w="1694" w:type="dxa"/>
          </w:tcPr>
          <w:p w14:paraId="4EDFEB24" w14:textId="77777777" w:rsidR="00221AFA" w:rsidRPr="005E3316" w:rsidRDefault="00221AFA" w:rsidP="005E3316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221AFA" w:rsidRPr="005E3316" w14:paraId="4EDFEB28" w14:textId="77777777" w:rsidTr="00FF3506">
        <w:tc>
          <w:tcPr>
            <w:tcW w:w="7366" w:type="dxa"/>
          </w:tcPr>
          <w:p w14:paraId="4EDFEB26" w14:textId="77777777" w:rsidR="00221AFA" w:rsidRPr="005E3316" w:rsidRDefault="00221AFA" w:rsidP="005E3316">
            <w:pPr>
              <w:pStyle w:val="Body"/>
              <w:numPr>
                <w:ilvl w:val="0"/>
                <w:numId w:val="43"/>
              </w:numPr>
              <w:tabs>
                <w:tab w:val="clear" w:pos="284"/>
              </w:tabs>
              <w:spacing w:line="240" w:lineRule="auto"/>
              <w:ind w:left="313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All of the above</w:t>
            </w:r>
          </w:p>
        </w:tc>
        <w:tc>
          <w:tcPr>
            <w:tcW w:w="1694" w:type="dxa"/>
          </w:tcPr>
          <w:p w14:paraId="4EDFEB27" w14:textId="3AD49926" w:rsidR="00221AFA" w:rsidRPr="005E3316" w:rsidRDefault="00A17EE8" w:rsidP="005E3316">
            <w:pPr>
              <w:pStyle w:val="Body"/>
              <w:spacing w:line="24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x</w:t>
            </w:r>
          </w:p>
        </w:tc>
      </w:tr>
    </w:tbl>
    <w:p w14:paraId="4EDFEB2A" w14:textId="77777777" w:rsidR="00221AFA" w:rsidRPr="005E3316" w:rsidRDefault="00221AFA" w:rsidP="005E3316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5E3316">
        <w:rPr>
          <w:szCs w:val="24"/>
        </w:rPr>
        <w:br w:type="page"/>
      </w:r>
    </w:p>
    <w:p w14:paraId="4EDFEB2B" w14:textId="41C834B1" w:rsidR="00221AFA" w:rsidRPr="005E3316" w:rsidRDefault="00221AFA" w:rsidP="00221AFA">
      <w:pPr>
        <w:pStyle w:val="Heading2"/>
      </w:pPr>
      <w:r w:rsidRPr="005E3316">
        <w:lastRenderedPageBreak/>
        <w:t xml:space="preserve">Part 2: </w:t>
      </w:r>
      <w:r w:rsidR="00F33974">
        <w:t>True or false</w:t>
      </w:r>
    </w:p>
    <w:p w14:paraId="4EDFEB2C" w14:textId="77777777" w:rsidR="00221AFA" w:rsidRPr="005E3316" w:rsidRDefault="00221AFA" w:rsidP="00221AFA">
      <w:pPr>
        <w:rPr>
          <w:szCs w:val="24"/>
          <w:lang w:eastAsia="en-AU"/>
        </w:rPr>
      </w:pPr>
      <w:r w:rsidRPr="005E3316">
        <w:rPr>
          <w:szCs w:val="24"/>
          <w:lang w:eastAsia="en-AU"/>
        </w:rPr>
        <w:t xml:space="preserve">Read the question and then write </w:t>
      </w:r>
      <w:r w:rsidRPr="005E3316">
        <w:rPr>
          <w:b/>
          <w:szCs w:val="24"/>
          <w:lang w:eastAsia="en-AU"/>
        </w:rPr>
        <w:t>True</w:t>
      </w:r>
      <w:r w:rsidRPr="005E3316">
        <w:rPr>
          <w:szCs w:val="24"/>
          <w:lang w:eastAsia="en-AU"/>
        </w:rPr>
        <w:t xml:space="preserve"> or </w:t>
      </w:r>
      <w:r w:rsidRPr="005E3316">
        <w:rPr>
          <w:b/>
          <w:szCs w:val="24"/>
          <w:lang w:eastAsia="en-AU"/>
        </w:rPr>
        <w:t>False</w:t>
      </w:r>
      <w:r w:rsidRPr="005E3316">
        <w:rPr>
          <w:szCs w:val="24"/>
          <w:lang w:eastAsia="en-AU"/>
        </w:rPr>
        <w:t xml:space="preserve"> in the space provided.</w:t>
      </w:r>
    </w:p>
    <w:p w14:paraId="4EDFEB2D" w14:textId="3183F612" w:rsidR="00221AFA" w:rsidRPr="005E3316" w:rsidRDefault="00221AFA" w:rsidP="00221AFA">
      <w:pPr>
        <w:pStyle w:val="Caption"/>
        <w:keepNext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="00F33974">
        <w:rPr>
          <w:noProof/>
        </w:rPr>
        <w:t>12</w:t>
      </w:r>
      <w:r w:rsidRPr="005E3316">
        <w:rPr>
          <w:noProof/>
        </w:rPr>
        <w:fldChar w:fldCharType="end"/>
      </w:r>
      <w:r w:rsidRPr="005E3316">
        <w:t xml:space="preserve"> </w:t>
      </w:r>
      <w:proofErr w:type="gramStart"/>
      <w:r w:rsidRPr="005E3316">
        <w:t>True</w:t>
      </w:r>
      <w:proofErr w:type="gramEnd"/>
      <w:r w:rsidRPr="005E3316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221AFA" w:rsidRPr="005E3316" w14:paraId="4EDFEB30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EDFEB2E" w14:textId="77777777" w:rsidR="00221AFA" w:rsidRPr="005E3316" w:rsidRDefault="00221AFA" w:rsidP="00FF350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>Question</w:t>
            </w:r>
          </w:p>
        </w:tc>
        <w:tc>
          <w:tcPr>
            <w:tcW w:w="1694" w:type="dxa"/>
          </w:tcPr>
          <w:p w14:paraId="4EDFEB2F" w14:textId="77777777" w:rsidR="00221AFA" w:rsidRPr="005E3316" w:rsidRDefault="00221AFA" w:rsidP="00FF3506">
            <w:pPr>
              <w:pStyle w:val="Body"/>
              <w:spacing w:line="240" w:lineRule="auto"/>
              <w:rPr>
                <w:szCs w:val="24"/>
              </w:rPr>
            </w:pPr>
            <w:r w:rsidRPr="005E3316">
              <w:rPr>
                <w:szCs w:val="24"/>
              </w:rPr>
              <w:t xml:space="preserve">Write </w:t>
            </w:r>
            <w:r w:rsidRPr="005E3316">
              <w:rPr>
                <w:i/>
                <w:szCs w:val="24"/>
              </w:rPr>
              <w:t>True</w:t>
            </w:r>
            <w:r w:rsidRPr="005E3316">
              <w:rPr>
                <w:szCs w:val="24"/>
              </w:rPr>
              <w:t xml:space="preserve"> or </w:t>
            </w:r>
            <w:r w:rsidRPr="005E3316">
              <w:rPr>
                <w:i/>
                <w:szCs w:val="24"/>
              </w:rPr>
              <w:t>False</w:t>
            </w:r>
          </w:p>
        </w:tc>
      </w:tr>
      <w:tr w:rsidR="00221AFA" w:rsidRPr="005E3316" w14:paraId="4EDFEB33" w14:textId="77777777" w:rsidTr="00FF3506">
        <w:tc>
          <w:tcPr>
            <w:tcW w:w="7366" w:type="dxa"/>
          </w:tcPr>
          <w:p w14:paraId="4EDFEB31" w14:textId="01FDF195" w:rsidR="00221AFA" w:rsidRPr="005E3316" w:rsidRDefault="00221AFA" w:rsidP="00FF3506">
            <w:pPr>
              <w:pStyle w:val="Body"/>
              <w:rPr>
                <w:szCs w:val="24"/>
              </w:rPr>
            </w:pPr>
            <w:r w:rsidRPr="005E3316">
              <w:rPr>
                <w:szCs w:val="24"/>
              </w:rPr>
              <w:t xml:space="preserve">1. </w:t>
            </w:r>
            <w:r w:rsidR="00753005" w:rsidRPr="00753005">
              <w:rPr>
                <w:szCs w:val="24"/>
              </w:rPr>
              <w:t>Personal protective equipment (PPE) is not required in all laboratories</w:t>
            </w:r>
          </w:p>
        </w:tc>
        <w:tc>
          <w:tcPr>
            <w:tcW w:w="1694" w:type="dxa"/>
          </w:tcPr>
          <w:p w14:paraId="4EDFEB32" w14:textId="77777777" w:rsidR="00221AFA" w:rsidRPr="005E3316" w:rsidRDefault="00221AFA" w:rsidP="00FF3506">
            <w:pPr>
              <w:pStyle w:val="Body"/>
              <w:jc w:val="center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F</w:t>
            </w:r>
          </w:p>
        </w:tc>
      </w:tr>
      <w:tr w:rsidR="00221AFA" w:rsidRPr="005E3316" w14:paraId="4EDFEB36" w14:textId="77777777" w:rsidTr="00FF3506">
        <w:tc>
          <w:tcPr>
            <w:tcW w:w="7366" w:type="dxa"/>
          </w:tcPr>
          <w:p w14:paraId="4EDFEB34" w14:textId="77777777" w:rsidR="00221AFA" w:rsidRPr="005E3316" w:rsidRDefault="00221AFA" w:rsidP="00FF3506">
            <w:pPr>
              <w:pStyle w:val="Body"/>
              <w:rPr>
                <w:szCs w:val="24"/>
              </w:rPr>
            </w:pPr>
            <w:r w:rsidRPr="005E3316">
              <w:rPr>
                <w:szCs w:val="24"/>
              </w:rPr>
              <w:t>2. Customers should be told what to do and when to do it</w:t>
            </w:r>
          </w:p>
        </w:tc>
        <w:tc>
          <w:tcPr>
            <w:tcW w:w="1694" w:type="dxa"/>
          </w:tcPr>
          <w:p w14:paraId="4EDFEB35" w14:textId="77777777" w:rsidR="00221AFA" w:rsidRPr="005E3316" w:rsidRDefault="00221AFA" w:rsidP="00FF3506">
            <w:pPr>
              <w:pStyle w:val="Body"/>
              <w:jc w:val="center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F</w:t>
            </w:r>
          </w:p>
        </w:tc>
      </w:tr>
      <w:tr w:rsidR="00221AFA" w:rsidRPr="005E3316" w14:paraId="4EDFEB39" w14:textId="77777777" w:rsidTr="00FF3506">
        <w:tc>
          <w:tcPr>
            <w:tcW w:w="7366" w:type="dxa"/>
          </w:tcPr>
          <w:p w14:paraId="4EDFEB37" w14:textId="77777777" w:rsidR="00221AFA" w:rsidRPr="005E3316" w:rsidRDefault="00221AFA" w:rsidP="00FF3506">
            <w:pPr>
              <w:pStyle w:val="Body"/>
              <w:rPr>
                <w:szCs w:val="24"/>
              </w:rPr>
            </w:pPr>
            <w:r w:rsidRPr="005E3316">
              <w:rPr>
                <w:szCs w:val="24"/>
              </w:rPr>
              <w:t>3. It is important to provide customers with accurate information that is authorised for release</w:t>
            </w:r>
          </w:p>
        </w:tc>
        <w:tc>
          <w:tcPr>
            <w:tcW w:w="1694" w:type="dxa"/>
          </w:tcPr>
          <w:p w14:paraId="4EDFEB38" w14:textId="77777777" w:rsidR="00221AFA" w:rsidRPr="005E3316" w:rsidRDefault="00221AFA" w:rsidP="00FF3506">
            <w:pPr>
              <w:pStyle w:val="Body"/>
              <w:jc w:val="center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T</w:t>
            </w:r>
          </w:p>
        </w:tc>
      </w:tr>
      <w:tr w:rsidR="00221AFA" w:rsidRPr="005E3316" w14:paraId="4EDFEB3C" w14:textId="77777777" w:rsidTr="00FF3506">
        <w:tc>
          <w:tcPr>
            <w:tcW w:w="7366" w:type="dxa"/>
          </w:tcPr>
          <w:p w14:paraId="4EDFEB3A" w14:textId="0F94901E" w:rsidR="00221AFA" w:rsidRPr="005E3316" w:rsidRDefault="00FF3506" w:rsidP="00FF3506">
            <w:pPr>
              <w:pStyle w:val="Body"/>
              <w:rPr>
                <w:szCs w:val="24"/>
              </w:rPr>
            </w:pPr>
            <w:r w:rsidRPr="005E3316">
              <w:rPr>
                <w:szCs w:val="24"/>
              </w:rPr>
              <w:t>4. It is okay for me to talk about my customer’s samples and results with my friends</w:t>
            </w:r>
          </w:p>
        </w:tc>
        <w:tc>
          <w:tcPr>
            <w:tcW w:w="1694" w:type="dxa"/>
          </w:tcPr>
          <w:p w14:paraId="4EDFEB3B" w14:textId="77777777" w:rsidR="00221AFA" w:rsidRPr="005E3316" w:rsidRDefault="00221AFA" w:rsidP="00FF3506">
            <w:pPr>
              <w:pStyle w:val="Body"/>
              <w:jc w:val="center"/>
              <w:rPr>
                <w:color w:val="FF0000"/>
                <w:szCs w:val="24"/>
              </w:rPr>
            </w:pPr>
            <w:r w:rsidRPr="005E3316">
              <w:rPr>
                <w:color w:val="FF0000"/>
                <w:szCs w:val="24"/>
              </w:rPr>
              <w:t>F</w:t>
            </w:r>
          </w:p>
        </w:tc>
      </w:tr>
      <w:tr w:rsidR="00E43833" w:rsidRPr="005E3316" w14:paraId="0F88D8BE" w14:textId="77777777" w:rsidTr="00FF3506">
        <w:tc>
          <w:tcPr>
            <w:tcW w:w="7366" w:type="dxa"/>
          </w:tcPr>
          <w:p w14:paraId="7E6F1DA7" w14:textId="35259AC0" w:rsidR="00E43833" w:rsidRPr="005E3316" w:rsidRDefault="00E43833" w:rsidP="00C966AD">
            <w:pPr>
              <w:pStyle w:val="Body"/>
              <w:rPr>
                <w:szCs w:val="24"/>
              </w:rPr>
            </w:pPr>
            <w:r>
              <w:rPr>
                <w:szCs w:val="24"/>
              </w:rPr>
              <w:t>5. Workplace procedures for environmental samples require samples to be left on the bench until testing</w:t>
            </w:r>
          </w:p>
        </w:tc>
        <w:tc>
          <w:tcPr>
            <w:tcW w:w="1694" w:type="dxa"/>
          </w:tcPr>
          <w:p w14:paraId="07D19D36" w14:textId="783B91F0" w:rsidR="00E43833" w:rsidRPr="005E3316" w:rsidRDefault="00E43833" w:rsidP="00FF3506">
            <w:pPr>
              <w:pStyle w:val="Body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F</w:t>
            </w:r>
          </w:p>
        </w:tc>
      </w:tr>
      <w:tr w:rsidR="00E43833" w:rsidRPr="005E3316" w14:paraId="3B08DB50" w14:textId="77777777" w:rsidTr="00FF3506">
        <w:tc>
          <w:tcPr>
            <w:tcW w:w="7366" w:type="dxa"/>
          </w:tcPr>
          <w:p w14:paraId="4704735B" w14:textId="2F6EB876" w:rsidR="00E43833" w:rsidRDefault="00E43833" w:rsidP="00C966AD">
            <w:pPr>
              <w:pStyle w:val="Body"/>
              <w:rPr>
                <w:szCs w:val="24"/>
              </w:rPr>
            </w:pPr>
            <w:r>
              <w:rPr>
                <w:szCs w:val="24"/>
              </w:rPr>
              <w:t>6. Chemical and environmental samples that have been tested should be stored for at least 1 month according to workplace procedures</w:t>
            </w:r>
          </w:p>
        </w:tc>
        <w:tc>
          <w:tcPr>
            <w:tcW w:w="1694" w:type="dxa"/>
          </w:tcPr>
          <w:p w14:paraId="10CA46C0" w14:textId="2FA7E394" w:rsidR="00E43833" w:rsidRDefault="00E43833" w:rsidP="00FF3506">
            <w:pPr>
              <w:pStyle w:val="Body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T</w:t>
            </w:r>
          </w:p>
        </w:tc>
      </w:tr>
      <w:tr w:rsidR="00E43833" w:rsidRPr="005E3316" w14:paraId="5A44252C" w14:textId="77777777" w:rsidTr="00FF3506">
        <w:tc>
          <w:tcPr>
            <w:tcW w:w="7366" w:type="dxa"/>
          </w:tcPr>
          <w:p w14:paraId="05B2116C" w14:textId="58D19660" w:rsidR="00E43833" w:rsidRDefault="00E43833" w:rsidP="00C966AD">
            <w:pPr>
              <w:pStyle w:val="Body"/>
              <w:rPr>
                <w:szCs w:val="24"/>
              </w:rPr>
            </w:pPr>
            <w:r>
              <w:rPr>
                <w:szCs w:val="24"/>
              </w:rPr>
              <w:t>7. Pathology samples that have been tested have a variety of storage conditions, according to workplace and regulatory requirements</w:t>
            </w:r>
          </w:p>
        </w:tc>
        <w:tc>
          <w:tcPr>
            <w:tcW w:w="1694" w:type="dxa"/>
          </w:tcPr>
          <w:p w14:paraId="1B53006D" w14:textId="1FD4BAE1" w:rsidR="00E43833" w:rsidRDefault="00E43833" w:rsidP="00FF3506">
            <w:pPr>
              <w:pStyle w:val="Body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T</w:t>
            </w:r>
          </w:p>
        </w:tc>
      </w:tr>
      <w:tr w:rsidR="00E43833" w:rsidRPr="005E3316" w14:paraId="69E18EC1" w14:textId="77777777" w:rsidTr="00FF3506">
        <w:tc>
          <w:tcPr>
            <w:tcW w:w="7366" w:type="dxa"/>
          </w:tcPr>
          <w:p w14:paraId="2000E435" w14:textId="174574AC" w:rsidR="00E43833" w:rsidRDefault="00E43833" w:rsidP="00C966AD">
            <w:pPr>
              <w:pStyle w:val="Body"/>
              <w:rPr>
                <w:szCs w:val="24"/>
              </w:rPr>
            </w:pPr>
            <w:r>
              <w:rPr>
                <w:szCs w:val="24"/>
              </w:rPr>
              <w:t>8. Biological samples require some form of preservation before storage, according to workplace procedures</w:t>
            </w:r>
          </w:p>
        </w:tc>
        <w:tc>
          <w:tcPr>
            <w:tcW w:w="1694" w:type="dxa"/>
          </w:tcPr>
          <w:p w14:paraId="5D3F8BC3" w14:textId="41DB89B5" w:rsidR="00E43833" w:rsidRDefault="00E43833" w:rsidP="00FF3506">
            <w:pPr>
              <w:pStyle w:val="Body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T</w:t>
            </w:r>
          </w:p>
        </w:tc>
      </w:tr>
    </w:tbl>
    <w:p w14:paraId="4EDFEB3D" w14:textId="77777777" w:rsidR="00221AFA" w:rsidRPr="005E3316" w:rsidRDefault="00221AFA" w:rsidP="00221AFA">
      <w:pPr>
        <w:rPr>
          <w:rFonts w:eastAsia="Times New Roman"/>
          <w:noProof/>
          <w:color w:val="464748"/>
          <w:kern w:val="22"/>
          <w:szCs w:val="24"/>
          <w:lang w:eastAsia="en-AU"/>
        </w:rPr>
      </w:pPr>
      <w:r w:rsidRPr="005E3316">
        <w:rPr>
          <w:szCs w:val="24"/>
        </w:rPr>
        <w:br w:type="page"/>
      </w:r>
    </w:p>
    <w:p w14:paraId="4EDFEB3E" w14:textId="77777777" w:rsidR="00221AFA" w:rsidRPr="000412B1" w:rsidRDefault="00221AFA" w:rsidP="00221AFA">
      <w:pPr>
        <w:pStyle w:val="Heading2"/>
      </w:pPr>
      <w:r w:rsidRPr="000412B1">
        <w:lastRenderedPageBreak/>
        <w:t>Part 3: Short answer</w:t>
      </w:r>
    </w:p>
    <w:p w14:paraId="4EDFEB3F" w14:textId="4AF98371" w:rsidR="00221AFA" w:rsidRDefault="00221AFA" w:rsidP="005E3316">
      <w:pPr>
        <w:spacing w:line="240" w:lineRule="auto"/>
        <w:rPr>
          <w:szCs w:val="24"/>
        </w:rPr>
      </w:pPr>
      <w:r w:rsidRPr="005E3316">
        <w:rPr>
          <w:szCs w:val="24"/>
        </w:rPr>
        <w:t xml:space="preserve">Read the question carefully. </w:t>
      </w:r>
      <w:r w:rsidR="005A54D1">
        <w:rPr>
          <w:szCs w:val="24"/>
        </w:rPr>
        <w:t>The word count is at the end of each question.</w:t>
      </w:r>
    </w:p>
    <w:p w14:paraId="61345001" w14:textId="77777777" w:rsidR="005A54D1" w:rsidRPr="005E3316" w:rsidRDefault="005A54D1" w:rsidP="005E3316">
      <w:pPr>
        <w:spacing w:line="240" w:lineRule="auto"/>
        <w:rPr>
          <w:szCs w:val="24"/>
        </w:rPr>
      </w:pPr>
    </w:p>
    <w:p w14:paraId="4EDFEB40" w14:textId="646C784C" w:rsidR="00221AFA" w:rsidRPr="005E3316" w:rsidRDefault="00221AFA" w:rsidP="005E3316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5E3316">
        <w:rPr>
          <w:szCs w:val="24"/>
        </w:rPr>
        <w:t xml:space="preserve">When completing a </w:t>
      </w:r>
      <w:r w:rsidR="008F7A64" w:rsidRPr="005E3316">
        <w:rPr>
          <w:szCs w:val="24"/>
        </w:rPr>
        <w:t>C</w:t>
      </w:r>
      <w:r w:rsidR="008F7A64">
        <w:rPr>
          <w:szCs w:val="24"/>
        </w:rPr>
        <w:t>hain of Custody (</w:t>
      </w:r>
      <w:proofErr w:type="spellStart"/>
      <w:r w:rsidR="008F7A64">
        <w:rPr>
          <w:szCs w:val="24"/>
        </w:rPr>
        <w:t>CoC</w:t>
      </w:r>
      <w:proofErr w:type="spellEnd"/>
      <w:r w:rsidR="008F7A64">
        <w:rPr>
          <w:szCs w:val="24"/>
        </w:rPr>
        <w:t xml:space="preserve">) </w:t>
      </w:r>
      <w:r w:rsidRPr="005E3316">
        <w:rPr>
          <w:szCs w:val="24"/>
        </w:rPr>
        <w:t xml:space="preserve">for a customer, what are the </w:t>
      </w:r>
      <w:r w:rsidR="005A54D1">
        <w:rPr>
          <w:szCs w:val="24"/>
        </w:rPr>
        <w:t xml:space="preserve">four </w:t>
      </w:r>
      <w:r w:rsidRPr="005E3316">
        <w:rPr>
          <w:szCs w:val="24"/>
        </w:rPr>
        <w:t>key sections you should fill in</w:t>
      </w:r>
      <w:r w:rsidR="005A54D1">
        <w:rPr>
          <w:szCs w:val="24"/>
        </w:rPr>
        <w:t xml:space="preserve"> (4 words)</w:t>
      </w:r>
      <w:r w:rsidRPr="005E3316">
        <w:rPr>
          <w:szCs w:val="24"/>
        </w:rPr>
        <w:t>?</w:t>
      </w:r>
    </w:p>
    <w:p w14:paraId="4EDFEB42" w14:textId="00C90043" w:rsidR="00221AFA" w:rsidRDefault="00221AFA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5E3316">
        <w:rPr>
          <w:color w:val="FF0000"/>
          <w:szCs w:val="24"/>
        </w:rPr>
        <w:t>Date, time, name and signature</w:t>
      </w:r>
    </w:p>
    <w:p w14:paraId="3A1BCADB" w14:textId="5741F618" w:rsidR="005A54D1" w:rsidRDefault="005A54D1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</w:p>
    <w:p w14:paraId="188AE76A" w14:textId="23DC882E" w:rsidR="005A54D1" w:rsidRDefault="005A54D1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</w:p>
    <w:p w14:paraId="5E6108CD" w14:textId="77777777" w:rsidR="005A54D1" w:rsidRPr="005E3316" w:rsidRDefault="005A54D1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</w:p>
    <w:p w14:paraId="36663625" w14:textId="77777777" w:rsidR="005A54D1" w:rsidRDefault="005A54D1" w:rsidP="005A54D1">
      <w:pPr>
        <w:pStyle w:val="Body"/>
        <w:spacing w:line="240" w:lineRule="auto"/>
        <w:rPr>
          <w:szCs w:val="24"/>
        </w:rPr>
      </w:pPr>
    </w:p>
    <w:p w14:paraId="4EDFEB47" w14:textId="3EAA4A0C" w:rsidR="00221AFA" w:rsidRPr="005E3316" w:rsidRDefault="00221AFA" w:rsidP="005E3316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5E3316">
        <w:rPr>
          <w:szCs w:val="24"/>
        </w:rPr>
        <w:t>When receiving samples, what are the steps taken prior to entering them into the LIMS</w:t>
      </w:r>
      <w:r w:rsidR="005A54D1">
        <w:rPr>
          <w:szCs w:val="24"/>
        </w:rPr>
        <w:t xml:space="preserve"> (5 to 10 words)</w:t>
      </w:r>
      <w:r w:rsidRPr="005E3316">
        <w:rPr>
          <w:szCs w:val="24"/>
        </w:rPr>
        <w:t>?</w:t>
      </w:r>
    </w:p>
    <w:p w14:paraId="4EDFEB49" w14:textId="77777777" w:rsidR="00221AFA" w:rsidRPr="005E3316" w:rsidRDefault="00221AFA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5E3316">
        <w:rPr>
          <w:color w:val="FF0000"/>
          <w:szCs w:val="24"/>
        </w:rPr>
        <w:t xml:space="preserve">Check against </w:t>
      </w:r>
      <w:proofErr w:type="spellStart"/>
      <w:r w:rsidRPr="005E3316">
        <w:rPr>
          <w:color w:val="FF0000"/>
          <w:szCs w:val="24"/>
        </w:rPr>
        <w:t>CoC</w:t>
      </w:r>
      <w:proofErr w:type="spellEnd"/>
    </w:p>
    <w:p w14:paraId="4EDFEB4A" w14:textId="2EEE1AEB" w:rsidR="00221AFA" w:rsidRDefault="00221AFA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5E3316">
        <w:rPr>
          <w:color w:val="FF0000"/>
          <w:szCs w:val="24"/>
        </w:rPr>
        <w:t>Confirm correctly identified and correct number of containers</w:t>
      </w:r>
    </w:p>
    <w:p w14:paraId="7F8B7A11" w14:textId="24D6D012" w:rsidR="005A54D1" w:rsidRDefault="005A54D1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</w:p>
    <w:p w14:paraId="5FF8F99C" w14:textId="77777777" w:rsidR="005A54D1" w:rsidRPr="005E3316" w:rsidRDefault="005A54D1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</w:p>
    <w:p w14:paraId="6A4AA640" w14:textId="77777777" w:rsidR="005A54D1" w:rsidRDefault="005A54D1" w:rsidP="005A54D1">
      <w:pPr>
        <w:pStyle w:val="Body"/>
        <w:spacing w:line="240" w:lineRule="auto"/>
        <w:rPr>
          <w:szCs w:val="24"/>
        </w:rPr>
      </w:pPr>
    </w:p>
    <w:p w14:paraId="4EDFEB4F" w14:textId="0017032B" w:rsidR="00221AFA" w:rsidRPr="005E3316" w:rsidRDefault="00221AFA" w:rsidP="005E3316">
      <w:pPr>
        <w:pStyle w:val="Body"/>
        <w:numPr>
          <w:ilvl w:val="0"/>
          <w:numId w:val="32"/>
        </w:numPr>
        <w:spacing w:line="240" w:lineRule="auto"/>
        <w:rPr>
          <w:szCs w:val="24"/>
        </w:rPr>
      </w:pPr>
      <w:r w:rsidRPr="005E3316">
        <w:rPr>
          <w:szCs w:val="24"/>
        </w:rPr>
        <w:t>What is the key thing you should do before entering any laboratory</w:t>
      </w:r>
      <w:r w:rsidR="005A54D1">
        <w:rPr>
          <w:szCs w:val="24"/>
        </w:rPr>
        <w:t xml:space="preserve"> (1 to 5 words)</w:t>
      </w:r>
      <w:r w:rsidRPr="005E3316">
        <w:rPr>
          <w:szCs w:val="24"/>
        </w:rPr>
        <w:t>?</w:t>
      </w:r>
    </w:p>
    <w:p w14:paraId="4EDFEB51" w14:textId="6D8CC2EA" w:rsidR="00221AFA" w:rsidRDefault="00221AFA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  <w:r w:rsidRPr="005E3316">
        <w:rPr>
          <w:color w:val="FF0000"/>
          <w:szCs w:val="24"/>
        </w:rPr>
        <w:t>Put on appropriate PPE</w:t>
      </w:r>
    </w:p>
    <w:p w14:paraId="4C1E84C4" w14:textId="49D8337C" w:rsidR="005A54D1" w:rsidRDefault="005A54D1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</w:p>
    <w:p w14:paraId="063C058D" w14:textId="2A1EC4AA" w:rsidR="005A54D1" w:rsidRDefault="005A54D1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</w:p>
    <w:p w14:paraId="796B8040" w14:textId="77777777" w:rsidR="005A54D1" w:rsidRPr="005E3316" w:rsidRDefault="005A54D1" w:rsidP="005E331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color w:val="FF0000"/>
          <w:szCs w:val="24"/>
        </w:rPr>
      </w:pPr>
    </w:p>
    <w:p w14:paraId="1E565BB3" w14:textId="77777777" w:rsidR="005A54D1" w:rsidRDefault="005A54D1" w:rsidP="005A54D1">
      <w:pPr>
        <w:pStyle w:val="Body"/>
        <w:spacing w:line="240" w:lineRule="auto"/>
        <w:rPr>
          <w:rFonts w:eastAsia="Times New Roman" w:cs="Calibri"/>
          <w:szCs w:val="24"/>
        </w:rPr>
      </w:pPr>
    </w:p>
    <w:p w14:paraId="5210FD55" w14:textId="6D812BA1" w:rsidR="00E0696A" w:rsidRPr="005E3316" w:rsidRDefault="00E0696A" w:rsidP="005E3316">
      <w:pPr>
        <w:pStyle w:val="Body"/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>List five common non-conformances that a laboratory technician might find at the sample receipt stage</w:t>
      </w:r>
      <w:r w:rsidR="005A54D1">
        <w:rPr>
          <w:rFonts w:eastAsia="Times New Roman" w:cs="Calibri"/>
          <w:szCs w:val="24"/>
        </w:rPr>
        <w:t xml:space="preserve"> (5 to 15 words)</w:t>
      </w:r>
      <w:r w:rsidR="00EA0FD6">
        <w:rPr>
          <w:rFonts w:eastAsia="Times New Roman" w:cs="Calibri"/>
          <w:szCs w:val="24"/>
        </w:rPr>
        <w:t>:</w:t>
      </w:r>
    </w:p>
    <w:p w14:paraId="5CBF7CC4" w14:textId="77777777" w:rsidR="00144BE6" w:rsidRDefault="00144BE6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szCs w:val="24"/>
        </w:rPr>
      </w:pPr>
      <w:r w:rsidRPr="00144BE6">
        <w:rPr>
          <w:rFonts w:eastAsia="Times New Roman" w:cs="Calibri"/>
          <w:szCs w:val="24"/>
        </w:rPr>
        <w:t xml:space="preserve">Answers may include any of the following, but not limited to: </w:t>
      </w:r>
    </w:p>
    <w:p w14:paraId="04B3CE1A" w14:textId="3E5EFA92" w:rsidR="00E0696A" w:rsidRPr="005E3316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Samples: samples missing, not labelled, not enough sample for test, sample not dated/technician identified/illegible</w:t>
      </w:r>
    </w:p>
    <w:p w14:paraId="00F67EA9" w14:textId="2C2416EE" w:rsidR="00E069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proofErr w:type="spellStart"/>
      <w:r w:rsidRPr="005E3316">
        <w:rPr>
          <w:rFonts w:eastAsia="Times New Roman" w:cs="Calibri"/>
          <w:color w:val="FF0000"/>
          <w:szCs w:val="24"/>
        </w:rPr>
        <w:t>CoCs</w:t>
      </w:r>
      <w:proofErr w:type="spellEnd"/>
      <w:r w:rsidRPr="005E3316">
        <w:rPr>
          <w:rFonts w:eastAsia="Times New Roman" w:cs="Calibri"/>
          <w:color w:val="FF0000"/>
          <w:szCs w:val="24"/>
        </w:rPr>
        <w:t>: missing signatures/contact details, testing regime not identified, illegible, samples missing</w:t>
      </w:r>
    </w:p>
    <w:p w14:paraId="7F906FB7" w14:textId="631AB5B7" w:rsidR="005A54D1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12BA1F99" w14:textId="77777777" w:rsidR="005A54D1" w:rsidRPr="005E3316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4DFA8BEF" w14:textId="1FD71BE1" w:rsidR="005A54D1" w:rsidRDefault="005A54D1">
      <w:pPr>
        <w:tabs>
          <w:tab w:val="clear" w:pos="284"/>
        </w:tabs>
        <w:spacing w:before="0" w:after="200" w:line="276" w:lineRule="auto"/>
        <w:rPr>
          <w:rFonts w:eastAsia="Times New Roman" w:cs="Calibri"/>
          <w:szCs w:val="24"/>
        </w:rPr>
      </w:pPr>
      <w:r>
        <w:rPr>
          <w:rFonts w:eastAsia="Times New Roman" w:cs="Calibri"/>
          <w:szCs w:val="24"/>
        </w:rPr>
        <w:br w:type="page"/>
      </w:r>
    </w:p>
    <w:p w14:paraId="0E77E620" w14:textId="720892F4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lastRenderedPageBreak/>
        <w:t>Give an example of when you would use</w:t>
      </w:r>
      <w:r w:rsidRPr="005E3316" w:rsidDel="00D84321">
        <w:rPr>
          <w:rFonts w:eastAsia="Times New Roman" w:cs="Calibri"/>
          <w:szCs w:val="24"/>
        </w:rPr>
        <w:t xml:space="preserve"> </w:t>
      </w:r>
      <w:r w:rsidRPr="005E3316">
        <w:rPr>
          <w:rFonts w:eastAsia="Times New Roman" w:cs="Calibri"/>
          <w:szCs w:val="24"/>
        </w:rPr>
        <w:t>each of these processes:</w:t>
      </w:r>
    </w:p>
    <w:p w14:paraId="28C41FFC" w14:textId="15493911" w:rsidR="00E0696A" w:rsidRPr="005E3316" w:rsidRDefault="00E0696A" w:rsidP="005E3316">
      <w:pPr>
        <w:numPr>
          <w:ilvl w:val="1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>Chemical separation</w:t>
      </w:r>
      <w:r w:rsidR="005A54D1">
        <w:rPr>
          <w:rFonts w:eastAsia="Times New Roman" w:cs="Calibri"/>
          <w:szCs w:val="24"/>
        </w:rPr>
        <w:t xml:space="preserve"> (3 to 10 words)</w:t>
      </w:r>
    </w:p>
    <w:p w14:paraId="0F364B5A" w14:textId="60EB914B" w:rsidR="00FF3506" w:rsidRPr="005E3316" w:rsidRDefault="00144BE6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szCs w:val="24"/>
        </w:rPr>
        <w:t>Answers may include any of the following, but not limited to:</w:t>
      </w:r>
    </w:p>
    <w:p w14:paraId="6B2544BC" w14:textId="0A79D426" w:rsidR="00E069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To remove chloride from water before testing for sulfate</w:t>
      </w:r>
    </w:p>
    <w:p w14:paraId="331E3D34" w14:textId="5B4D7788" w:rsidR="005A54D1" w:rsidRPr="005E3316" w:rsidRDefault="004042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Use EDTA to stop blood coagulating</w:t>
      </w:r>
    </w:p>
    <w:p w14:paraId="3E1DB89C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208C96DC" w14:textId="69F6DA33" w:rsidR="00E0696A" w:rsidRPr="005E3316" w:rsidRDefault="00E0696A" w:rsidP="005E3316">
      <w:pPr>
        <w:numPr>
          <w:ilvl w:val="1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>Sub-sampling</w:t>
      </w:r>
      <w:r w:rsidR="005A54D1">
        <w:rPr>
          <w:rFonts w:eastAsia="Times New Roman" w:cs="Calibri"/>
          <w:szCs w:val="24"/>
        </w:rPr>
        <w:t xml:space="preserve"> (3 to 10 words)</w:t>
      </w:r>
    </w:p>
    <w:p w14:paraId="7D992893" w14:textId="77777777" w:rsidR="00144BE6" w:rsidRDefault="00144BE6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szCs w:val="24"/>
        </w:rPr>
      </w:pPr>
      <w:r w:rsidRPr="00144BE6">
        <w:rPr>
          <w:rFonts w:eastAsia="Times New Roman" w:cs="Calibri"/>
          <w:szCs w:val="24"/>
        </w:rPr>
        <w:t xml:space="preserve">Answers may include any of the following, but not limited to: </w:t>
      </w:r>
    </w:p>
    <w:p w14:paraId="71B0A197" w14:textId="4AE9922A" w:rsidR="004042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To send sample to another laboratory for testing</w:t>
      </w:r>
    </w:p>
    <w:p w14:paraId="69C0E1D6" w14:textId="5C180267" w:rsidR="005A54D1" w:rsidRDefault="004042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T</w:t>
      </w:r>
      <w:r w:rsidR="00E0696A" w:rsidRPr="005E3316">
        <w:rPr>
          <w:rFonts w:eastAsia="Times New Roman" w:cs="Calibri"/>
          <w:color w:val="FF0000"/>
          <w:szCs w:val="24"/>
        </w:rPr>
        <w:t>o separate into testing batches</w:t>
      </w:r>
    </w:p>
    <w:p w14:paraId="3D7BECF9" w14:textId="7E687E03" w:rsidR="0040426A" w:rsidRDefault="004042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To separate for different procedures</w:t>
      </w:r>
    </w:p>
    <w:p w14:paraId="09B74702" w14:textId="60944097" w:rsidR="0040426A" w:rsidRPr="005E3316" w:rsidRDefault="004042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To remove excess (i.e. pathology, environmental)</w:t>
      </w:r>
    </w:p>
    <w:p w14:paraId="54BCECA7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76191273" w14:textId="15400999" w:rsidR="00E0696A" w:rsidRPr="005E3316" w:rsidRDefault="00E0696A" w:rsidP="005E3316">
      <w:pPr>
        <w:numPr>
          <w:ilvl w:val="1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>Preservation</w:t>
      </w:r>
      <w:r w:rsidR="005A54D1">
        <w:rPr>
          <w:rFonts w:eastAsia="Times New Roman" w:cs="Calibri"/>
          <w:szCs w:val="24"/>
        </w:rPr>
        <w:t xml:space="preserve"> (3 to 10 words)</w:t>
      </w:r>
    </w:p>
    <w:p w14:paraId="783DD623" w14:textId="77777777" w:rsidR="00144BE6" w:rsidRDefault="00144BE6" w:rsidP="00C966A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szCs w:val="24"/>
        </w:rPr>
      </w:pPr>
      <w:r w:rsidRPr="00144BE6">
        <w:rPr>
          <w:rFonts w:eastAsia="Times New Roman" w:cs="Calibri"/>
          <w:szCs w:val="24"/>
        </w:rPr>
        <w:t xml:space="preserve">Answers may include any of the following, but not limited to: </w:t>
      </w:r>
    </w:p>
    <w:p w14:paraId="510678B6" w14:textId="3B7AFCB7" w:rsidR="00C966AD" w:rsidRPr="00C966AD" w:rsidRDefault="00E0696A" w:rsidP="00C966A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To maintain sample integrity</w:t>
      </w:r>
    </w:p>
    <w:p w14:paraId="67B0C580" w14:textId="30F4DDF6" w:rsidR="00C966AD" w:rsidRDefault="002467A9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T</w:t>
      </w:r>
      <w:r w:rsidR="00C966AD">
        <w:rPr>
          <w:rFonts w:eastAsia="Times New Roman" w:cs="Calibri"/>
          <w:color w:val="FF0000"/>
          <w:szCs w:val="24"/>
        </w:rPr>
        <w:t>o ensure the sample reflects the source as possible</w:t>
      </w:r>
    </w:p>
    <w:p w14:paraId="1C097618" w14:textId="48DA3B2E" w:rsidR="005A54D1" w:rsidRPr="005E3316" w:rsidRDefault="00C966AD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To process the tissues before analysis</w:t>
      </w:r>
    </w:p>
    <w:p w14:paraId="2C63A808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76136F96" w14:textId="51E0A7C3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 xml:space="preserve">What is the </w:t>
      </w:r>
      <w:r w:rsidR="00EA0FD6">
        <w:rPr>
          <w:rFonts w:eastAsia="Times New Roman" w:cs="Calibri"/>
          <w:szCs w:val="24"/>
        </w:rPr>
        <w:t xml:space="preserve">purpose of workplace procedures </w:t>
      </w:r>
      <w:r w:rsidR="005A54D1">
        <w:rPr>
          <w:rFonts w:eastAsia="Times New Roman" w:cs="Calibri"/>
          <w:szCs w:val="24"/>
        </w:rPr>
        <w:t>(</w:t>
      </w:r>
      <w:r w:rsidR="00B237EF">
        <w:rPr>
          <w:rFonts w:eastAsia="Times New Roman" w:cs="Calibri"/>
          <w:szCs w:val="24"/>
        </w:rPr>
        <w:t>5</w:t>
      </w:r>
      <w:r w:rsidR="005A54D1">
        <w:rPr>
          <w:rFonts w:eastAsia="Times New Roman" w:cs="Calibri"/>
          <w:szCs w:val="24"/>
        </w:rPr>
        <w:t xml:space="preserve"> to 1</w:t>
      </w:r>
      <w:r w:rsidR="00B237EF">
        <w:rPr>
          <w:rFonts w:eastAsia="Times New Roman" w:cs="Calibri"/>
          <w:szCs w:val="24"/>
        </w:rPr>
        <w:t>5</w:t>
      </w:r>
      <w:r w:rsidR="005A54D1">
        <w:rPr>
          <w:rFonts w:eastAsia="Times New Roman" w:cs="Calibri"/>
          <w:szCs w:val="24"/>
        </w:rPr>
        <w:t xml:space="preserve"> words)</w:t>
      </w:r>
      <w:r w:rsidR="00EA0FD6">
        <w:rPr>
          <w:rFonts w:eastAsia="Times New Roman" w:cs="Calibri"/>
          <w:szCs w:val="24"/>
        </w:rPr>
        <w:t>?</w:t>
      </w:r>
    </w:p>
    <w:p w14:paraId="32902E6C" w14:textId="0FEF68E2" w:rsidR="00E069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To ensure workers are safe and that all samples are treated and tested in the same manner. Procedures ensure quality of information and consistency in work practice</w:t>
      </w:r>
    </w:p>
    <w:p w14:paraId="6E975108" w14:textId="3E0CA32E" w:rsidR="005A54D1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05DCFE8C" w14:textId="77777777" w:rsidR="005A54D1" w:rsidRPr="005E3316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0297DAD6" w14:textId="77777777" w:rsidR="005A54D1" w:rsidRDefault="005A54D1" w:rsidP="005E3316">
      <w:pPr>
        <w:tabs>
          <w:tab w:val="clear" w:pos="284"/>
        </w:tabs>
        <w:spacing w:line="240" w:lineRule="auto"/>
        <w:rPr>
          <w:rFonts w:eastAsia="Times New Roman" w:cs="Calibri"/>
          <w:szCs w:val="24"/>
        </w:rPr>
      </w:pPr>
    </w:p>
    <w:p w14:paraId="68D142CE" w14:textId="023BCA0A" w:rsidR="00E0696A" w:rsidRPr="005E3316" w:rsidRDefault="002467A9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>
        <w:rPr>
          <w:rFonts w:eastAsia="Times New Roman" w:cs="Calibri"/>
          <w:szCs w:val="24"/>
        </w:rPr>
        <w:t>Give three</w:t>
      </w:r>
      <w:r w:rsidR="00E0696A" w:rsidRPr="005E3316">
        <w:rPr>
          <w:rFonts w:eastAsia="Times New Roman" w:cs="Calibri"/>
          <w:szCs w:val="24"/>
        </w:rPr>
        <w:t xml:space="preserve"> examples of processes in the laboratory that are controlled by workplace procedures</w:t>
      </w:r>
      <w:r w:rsidR="005A54D1">
        <w:rPr>
          <w:rFonts w:eastAsia="Times New Roman" w:cs="Calibri"/>
          <w:szCs w:val="24"/>
        </w:rPr>
        <w:t xml:space="preserve"> (3 to 10 words)</w:t>
      </w:r>
      <w:r w:rsidR="00EA0FD6">
        <w:rPr>
          <w:rFonts w:eastAsia="Times New Roman" w:cs="Calibri"/>
          <w:szCs w:val="24"/>
        </w:rPr>
        <w:t>:</w:t>
      </w:r>
    </w:p>
    <w:p w14:paraId="32DE15E1" w14:textId="77777777" w:rsidR="00144BE6" w:rsidRDefault="00144BE6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szCs w:val="24"/>
        </w:rPr>
      </w:pPr>
      <w:r w:rsidRPr="00144BE6">
        <w:rPr>
          <w:rFonts w:eastAsia="Times New Roman" w:cs="Calibri"/>
          <w:szCs w:val="24"/>
        </w:rPr>
        <w:t xml:space="preserve">Answers may include any of the following, but not limited to: </w:t>
      </w:r>
    </w:p>
    <w:p w14:paraId="5B91BE0B" w14:textId="2E69FB65" w:rsidR="0041750F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Sample receipt</w:t>
      </w:r>
      <w:r w:rsidR="0041750F">
        <w:rPr>
          <w:rFonts w:eastAsia="Times New Roman" w:cs="Calibri"/>
          <w:color w:val="FF0000"/>
          <w:szCs w:val="24"/>
        </w:rPr>
        <w:t xml:space="preserve">                   Work health and safety                             Waste disposal</w:t>
      </w:r>
    </w:p>
    <w:p w14:paraId="6049916A" w14:textId="2BBF37EB" w:rsidR="0041750F" w:rsidRDefault="0041750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P</w:t>
      </w:r>
      <w:r w:rsidR="00E0696A" w:rsidRPr="005E3316">
        <w:rPr>
          <w:rFonts w:eastAsia="Times New Roman" w:cs="Calibri"/>
          <w:color w:val="FF0000"/>
          <w:szCs w:val="24"/>
        </w:rPr>
        <w:t>rocedures</w:t>
      </w:r>
      <w:r>
        <w:rPr>
          <w:rFonts w:eastAsia="Times New Roman" w:cs="Calibri"/>
          <w:color w:val="FF0000"/>
          <w:szCs w:val="24"/>
        </w:rPr>
        <w:t xml:space="preserve">                          Biological materials storage</w:t>
      </w:r>
    </w:p>
    <w:p w14:paraId="099C3E8E" w14:textId="20B56169" w:rsidR="005A54D1" w:rsidRDefault="0041750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F</w:t>
      </w:r>
      <w:r w:rsidR="00E0696A" w:rsidRPr="005E3316">
        <w:rPr>
          <w:rFonts w:eastAsia="Times New Roman" w:cs="Calibri"/>
          <w:color w:val="FF0000"/>
          <w:szCs w:val="24"/>
        </w:rPr>
        <w:t>orms</w:t>
      </w:r>
      <w:r>
        <w:rPr>
          <w:rFonts w:eastAsia="Times New Roman" w:cs="Calibri"/>
          <w:color w:val="FF0000"/>
          <w:szCs w:val="24"/>
        </w:rPr>
        <w:t xml:space="preserve">                                   Chemical storage</w:t>
      </w:r>
    </w:p>
    <w:p w14:paraId="6966AC2B" w14:textId="58DAF6C4" w:rsidR="0041750F" w:rsidRPr="005E3316" w:rsidRDefault="0041750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L</w:t>
      </w:r>
      <w:r>
        <w:rPr>
          <w:rFonts w:eastAsia="Times New Roman" w:cs="Calibri"/>
          <w:color w:val="FF0000"/>
          <w:szCs w:val="24"/>
        </w:rPr>
        <w:t xml:space="preserve">aboratory information management system                 </w:t>
      </w:r>
    </w:p>
    <w:p w14:paraId="47C91249" w14:textId="07CF5E8D" w:rsidR="005A54D1" w:rsidRDefault="005A54D1">
      <w:pPr>
        <w:tabs>
          <w:tab w:val="clear" w:pos="284"/>
        </w:tabs>
        <w:spacing w:before="0" w:after="200" w:line="276" w:lineRule="auto"/>
        <w:rPr>
          <w:rFonts w:eastAsia="Times New Roman" w:cs="Calibri"/>
          <w:szCs w:val="24"/>
        </w:rPr>
      </w:pPr>
      <w:r>
        <w:rPr>
          <w:rFonts w:eastAsia="Times New Roman" w:cs="Calibri"/>
          <w:szCs w:val="24"/>
        </w:rPr>
        <w:br w:type="page"/>
      </w:r>
    </w:p>
    <w:p w14:paraId="4895BA92" w14:textId="7C12A3CA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lastRenderedPageBreak/>
        <w:t>List and describe three aspects of laboratory work that are influenced by the Globally Harmonised System of Classification and Labelling of Chemicals (GHS)</w:t>
      </w:r>
      <w:r w:rsidR="005A54D1">
        <w:rPr>
          <w:rFonts w:eastAsia="Times New Roman" w:cs="Calibri"/>
          <w:szCs w:val="24"/>
        </w:rPr>
        <w:t xml:space="preserve"> (</w:t>
      </w:r>
      <w:r w:rsidR="00B237EF">
        <w:rPr>
          <w:rFonts w:eastAsia="Times New Roman" w:cs="Calibri"/>
          <w:szCs w:val="24"/>
        </w:rPr>
        <w:t>5 to 25</w:t>
      </w:r>
      <w:r w:rsidR="005A54D1">
        <w:rPr>
          <w:rFonts w:eastAsia="Times New Roman" w:cs="Calibri"/>
          <w:szCs w:val="24"/>
        </w:rPr>
        <w:t xml:space="preserve"> words)</w:t>
      </w:r>
      <w:r w:rsidRPr="005E3316">
        <w:rPr>
          <w:rFonts w:eastAsia="Times New Roman" w:cs="Calibri"/>
          <w:szCs w:val="24"/>
        </w:rPr>
        <w:t>:</w:t>
      </w:r>
    </w:p>
    <w:p w14:paraId="5B7C9D2E" w14:textId="77777777" w:rsidR="00144BE6" w:rsidRDefault="00144BE6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szCs w:val="24"/>
        </w:rPr>
      </w:pPr>
      <w:r w:rsidRPr="00144BE6">
        <w:rPr>
          <w:rFonts w:eastAsia="Times New Roman" w:cs="Calibri"/>
          <w:szCs w:val="24"/>
        </w:rPr>
        <w:t xml:space="preserve">Answers may include any of the following, but not limited to: </w:t>
      </w:r>
    </w:p>
    <w:p w14:paraId="47815BF8" w14:textId="29F94945" w:rsidR="00B237EF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Chemical storage and handling</w:t>
      </w:r>
      <w:r w:rsidR="00B237EF">
        <w:rPr>
          <w:rFonts w:eastAsia="Times New Roman" w:cs="Calibri"/>
          <w:color w:val="FF0000"/>
          <w:szCs w:val="24"/>
        </w:rPr>
        <w:t xml:space="preserve">                                     Safety data sheets</w:t>
      </w:r>
    </w:p>
    <w:p w14:paraId="60C970B1" w14:textId="77777777" w:rsidR="00B237EF" w:rsidRDefault="00B237EF" w:rsidP="00B237E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H</w:t>
      </w:r>
      <w:r w:rsidR="00E0696A" w:rsidRPr="005E3316">
        <w:rPr>
          <w:rFonts w:eastAsia="Times New Roman" w:cs="Calibri"/>
          <w:color w:val="FF0000"/>
          <w:szCs w:val="24"/>
        </w:rPr>
        <w:t xml:space="preserve">ow to safely store and handle </w:t>
      </w:r>
      <w:r>
        <w:rPr>
          <w:rFonts w:eastAsia="Times New Roman" w:cs="Calibri"/>
          <w:color w:val="FF0000"/>
          <w:szCs w:val="24"/>
        </w:rPr>
        <w:t>chemical</w:t>
      </w:r>
      <w:r w:rsidR="00E0696A" w:rsidRPr="005E3316">
        <w:rPr>
          <w:rFonts w:eastAsia="Times New Roman" w:cs="Calibri"/>
          <w:color w:val="FF0000"/>
          <w:szCs w:val="24"/>
        </w:rPr>
        <w:t>s</w:t>
      </w:r>
      <w:r>
        <w:rPr>
          <w:rFonts w:eastAsia="Times New Roman" w:cs="Calibri"/>
          <w:color w:val="FF0000"/>
          <w:szCs w:val="24"/>
        </w:rPr>
        <w:t xml:space="preserve">                 </w:t>
      </w:r>
      <w:r w:rsidRPr="005E3316">
        <w:rPr>
          <w:rFonts w:eastAsia="Times New Roman" w:cs="Calibri"/>
          <w:color w:val="FF0000"/>
          <w:szCs w:val="24"/>
        </w:rPr>
        <w:t>SDS</w:t>
      </w:r>
    </w:p>
    <w:p w14:paraId="43CA5707" w14:textId="2DF2FFB1" w:rsidR="00B237EF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 xml:space="preserve">What details are on SDS                                                </w:t>
      </w:r>
      <w:proofErr w:type="gramStart"/>
      <w:r>
        <w:rPr>
          <w:rFonts w:eastAsia="Times New Roman" w:cs="Calibri"/>
          <w:color w:val="FF0000"/>
          <w:szCs w:val="24"/>
        </w:rPr>
        <w:t>WHS</w:t>
      </w:r>
      <w:proofErr w:type="gramEnd"/>
    </w:p>
    <w:p w14:paraId="56FA3896" w14:textId="5C0E5C2D" w:rsidR="00B237EF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 xml:space="preserve">What formatting must be used for SDS                      </w:t>
      </w:r>
      <w:r w:rsidRPr="005E3316">
        <w:rPr>
          <w:rFonts w:eastAsia="Times New Roman" w:cs="Calibri"/>
          <w:color w:val="FF0000"/>
          <w:szCs w:val="24"/>
        </w:rPr>
        <w:t xml:space="preserve">Work health and </w:t>
      </w:r>
      <w:proofErr w:type="gramStart"/>
      <w:r w:rsidRPr="005E3316">
        <w:rPr>
          <w:rFonts w:eastAsia="Times New Roman" w:cs="Calibri"/>
          <w:color w:val="FF0000"/>
          <w:szCs w:val="24"/>
        </w:rPr>
        <w:t>safety</w:t>
      </w:r>
      <w:proofErr w:type="gramEnd"/>
    </w:p>
    <w:p w14:paraId="50465C12" w14:textId="586086D2" w:rsidR="00E0696A" w:rsidRPr="005E3316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H</w:t>
      </w:r>
      <w:r w:rsidR="00E0696A" w:rsidRPr="005E3316">
        <w:rPr>
          <w:rFonts w:eastAsia="Times New Roman" w:cs="Calibri"/>
          <w:color w:val="FF0000"/>
          <w:szCs w:val="24"/>
        </w:rPr>
        <w:t>ow to safely manage chemicals in the workplace, controls etc</w:t>
      </w:r>
      <w:r w:rsidR="002467A9">
        <w:rPr>
          <w:rFonts w:eastAsia="Times New Roman" w:cs="Calibri"/>
          <w:color w:val="FF0000"/>
          <w:szCs w:val="24"/>
        </w:rPr>
        <w:t>.</w:t>
      </w:r>
    </w:p>
    <w:p w14:paraId="1485F3D8" w14:textId="0B097520" w:rsidR="005A54D1" w:rsidRPr="005E3316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Workplace procedures</w:t>
      </w:r>
    </w:p>
    <w:p w14:paraId="7406DBFB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7F957ABA" w14:textId="306A321C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 xml:space="preserve">Explain </w:t>
      </w:r>
      <w:r w:rsidR="00B237EF">
        <w:rPr>
          <w:rFonts w:eastAsia="Times New Roman" w:cs="Calibri"/>
          <w:szCs w:val="24"/>
        </w:rPr>
        <w:t>three</w:t>
      </w:r>
      <w:r w:rsidRPr="005E3316">
        <w:rPr>
          <w:rFonts w:eastAsia="Times New Roman" w:cs="Calibri"/>
          <w:szCs w:val="24"/>
        </w:rPr>
        <w:t xml:space="preserve"> key principles of labelling chemicals in the laboratory as set out in the GHS</w:t>
      </w:r>
      <w:r w:rsidR="005A54D1">
        <w:rPr>
          <w:rFonts w:eastAsia="Times New Roman" w:cs="Calibri"/>
          <w:szCs w:val="24"/>
        </w:rPr>
        <w:t xml:space="preserve"> (3 to 10 words)</w:t>
      </w:r>
      <w:r w:rsidR="00EA0FD6">
        <w:rPr>
          <w:rFonts w:eastAsia="Times New Roman" w:cs="Calibri"/>
          <w:szCs w:val="24"/>
        </w:rPr>
        <w:t>:</w:t>
      </w:r>
    </w:p>
    <w:p w14:paraId="4D79FB23" w14:textId="44E5CA4B" w:rsidR="00FF3506" w:rsidRPr="005E3316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szCs w:val="24"/>
        </w:rPr>
      </w:pPr>
      <w:r>
        <w:rPr>
          <w:rFonts w:eastAsia="Times New Roman" w:cs="Calibri"/>
          <w:szCs w:val="24"/>
        </w:rPr>
        <w:t>Any three of</w:t>
      </w:r>
      <w:r w:rsidR="00FF3506" w:rsidRPr="005E3316">
        <w:rPr>
          <w:rFonts w:eastAsia="Times New Roman" w:cs="Calibri"/>
          <w:szCs w:val="24"/>
        </w:rPr>
        <w:t>:</w:t>
      </w:r>
    </w:p>
    <w:p w14:paraId="4D838DC6" w14:textId="77777777" w:rsidR="00B237EF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C</w:t>
      </w:r>
      <w:r w:rsidR="00E0696A" w:rsidRPr="005E3316">
        <w:rPr>
          <w:rFonts w:eastAsia="Times New Roman" w:cs="Calibri"/>
          <w:color w:val="FF0000"/>
          <w:szCs w:val="24"/>
        </w:rPr>
        <w:t>onsistency in chemical labelling globally</w:t>
      </w:r>
    </w:p>
    <w:p w14:paraId="06832C39" w14:textId="77777777" w:rsidR="00B237EF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Hazard and risk statements</w:t>
      </w:r>
    </w:p>
    <w:p w14:paraId="615F4719" w14:textId="77777777" w:rsidR="00B237EF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P</w:t>
      </w:r>
      <w:r w:rsidR="00E0696A" w:rsidRPr="005E3316">
        <w:rPr>
          <w:rFonts w:eastAsia="Times New Roman" w:cs="Calibri"/>
          <w:color w:val="FF0000"/>
          <w:szCs w:val="24"/>
        </w:rPr>
        <w:t>ictograms</w:t>
      </w:r>
    </w:p>
    <w:p w14:paraId="3D5DC32B" w14:textId="77777777" w:rsidR="00B237EF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F</w:t>
      </w:r>
      <w:r w:rsidR="00E0696A" w:rsidRPr="005E3316">
        <w:rPr>
          <w:rFonts w:eastAsia="Times New Roman" w:cs="Calibri"/>
          <w:color w:val="FF0000"/>
          <w:szCs w:val="24"/>
        </w:rPr>
        <w:t>irst aid</w:t>
      </w:r>
    </w:p>
    <w:p w14:paraId="6C6FF308" w14:textId="36D18D61" w:rsidR="00B237EF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Fi</w:t>
      </w:r>
      <w:r w:rsidR="00E0696A" w:rsidRPr="005E3316">
        <w:rPr>
          <w:rFonts w:eastAsia="Times New Roman" w:cs="Calibri"/>
          <w:color w:val="FF0000"/>
          <w:szCs w:val="24"/>
        </w:rPr>
        <w:t>refighting</w:t>
      </w:r>
    </w:p>
    <w:p w14:paraId="11F5A803" w14:textId="77777777" w:rsidR="00B237EF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S</w:t>
      </w:r>
      <w:r w:rsidR="00E0696A" w:rsidRPr="005E3316">
        <w:rPr>
          <w:rFonts w:eastAsia="Times New Roman" w:cs="Calibri"/>
          <w:color w:val="FF0000"/>
          <w:szCs w:val="24"/>
        </w:rPr>
        <w:t>torage</w:t>
      </w:r>
    </w:p>
    <w:p w14:paraId="4A7E60FE" w14:textId="3C5A83F9" w:rsidR="005A54D1" w:rsidRPr="005E3316" w:rsidRDefault="00B237EF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P</w:t>
      </w:r>
      <w:r w:rsidR="00E0696A" w:rsidRPr="005E3316">
        <w:rPr>
          <w:rFonts w:eastAsia="Times New Roman" w:cs="Calibri"/>
          <w:color w:val="FF0000"/>
          <w:szCs w:val="24"/>
        </w:rPr>
        <w:t>ackaging measures</w:t>
      </w:r>
    </w:p>
    <w:p w14:paraId="0E679D82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0BEE5A4A" w14:textId="081BAD21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>Why is it important to maintain effective customer relations</w:t>
      </w:r>
      <w:r w:rsidR="005A54D1">
        <w:rPr>
          <w:rFonts w:eastAsia="Times New Roman" w:cs="Calibri"/>
          <w:szCs w:val="24"/>
        </w:rPr>
        <w:t xml:space="preserve"> (</w:t>
      </w:r>
      <w:r w:rsidR="00EB56D1">
        <w:rPr>
          <w:rFonts w:eastAsia="Times New Roman" w:cs="Calibri"/>
          <w:szCs w:val="24"/>
        </w:rPr>
        <w:t>5</w:t>
      </w:r>
      <w:r w:rsidR="005A54D1">
        <w:rPr>
          <w:rFonts w:eastAsia="Times New Roman" w:cs="Calibri"/>
          <w:szCs w:val="24"/>
        </w:rPr>
        <w:t xml:space="preserve"> to </w:t>
      </w:r>
      <w:r w:rsidR="00EB56D1">
        <w:rPr>
          <w:rFonts w:eastAsia="Times New Roman" w:cs="Calibri"/>
          <w:szCs w:val="24"/>
        </w:rPr>
        <w:t>20</w:t>
      </w:r>
      <w:r w:rsidR="005A54D1">
        <w:rPr>
          <w:rFonts w:eastAsia="Times New Roman" w:cs="Calibri"/>
          <w:szCs w:val="24"/>
        </w:rPr>
        <w:t xml:space="preserve"> words)</w:t>
      </w:r>
      <w:r w:rsidRPr="005E3316">
        <w:rPr>
          <w:rFonts w:eastAsia="Times New Roman" w:cs="Calibri"/>
          <w:szCs w:val="24"/>
        </w:rPr>
        <w:t>?</w:t>
      </w:r>
    </w:p>
    <w:p w14:paraId="14A93B64" w14:textId="649DF536" w:rsidR="00E069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To keep the customer satisfied with the service and outcomes provided by the laboratory and ensure repeat business</w:t>
      </w:r>
    </w:p>
    <w:p w14:paraId="1AD4FEE6" w14:textId="78436EB4" w:rsidR="005A54D1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4DFAF596" w14:textId="77777777" w:rsidR="005A54D1" w:rsidRPr="005E3316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2E03E529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15D67C46" w14:textId="7031391D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>Why is it important to store samples correctly and maintain their integrity</w:t>
      </w:r>
      <w:r w:rsidR="005A54D1">
        <w:rPr>
          <w:rFonts w:eastAsia="Times New Roman" w:cs="Calibri"/>
          <w:szCs w:val="24"/>
        </w:rPr>
        <w:t xml:space="preserve"> (</w:t>
      </w:r>
      <w:r w:rsidR="00EB56D1">
        <w:rPr>
          <w:rFonts w:eastAsia="Times New Roman" w:cs="Calibri"/>
          <w:szCs w:val="24"/>
        </w:rPr>
        <w:t>5</w:t>
      </w:r>
      <w:r w:rsidR="005A54D1">
        <w:rPr>
          <w:rFonts w:eastAsia="Times New Roman" w:cs="Calibri"/>
          <w:szCs w:val="24"/>
        </w:rPr>
        <w:t xml:space="preserve"> to 1</w:t>
      </w:r>
      <w:r w:rsidR="00EB56D1">
        <w:rPr>
          <w:rFonts w:eastAsia="Times New Roman" w:cs="Calibri"/>
          <w:szCs w:val="24"/>
        </w:rPr>
        <w:t>5</w:t>
      </w:r>
      <w:r w:rsidR="005A54D1">
        <w:rPr>
          <w:rFonts w:eastAsia="Times New Roman" w:cs="Calibri"/>
          <w:szCs w:val="24"/>
        </w:rPr>
        <w:t xml:space="preserve"> words)</w:t>
      </w:r>
      <w:r w:rsidRPr="005E3316">
        <w:rPr>
          <w:rFonts w:eastAsia="Times New Roman" w:cs="Calibri"/>
          <w:szCs w:val="24"/>
        </w:rPr>
        <w:t>?</w:t>
      </w:r>
    </w:p>
    <w:p w14:paraId="661708CE" w14:textId="1A83183D" w:rsidR="00E069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To have the most accurate results possible for the given sample</w:t>
      </w:r>
    </w:p>
    <w:p w14:paraId="32458AFE" w14:textId="30F1F9E8" w:rsidR="005A54D1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4E0D05A2" w14:textId="77777777" w:rsidR="005A54D1" w:rsidRPr="005E3316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1A7F238A" w14:textId="2FAC619F" w:rsidR="005A54D1" w:rsidRDefault="005A54D1">
      <w:pPr>
        <w:tabs>
          <w:tab w:val="clear" w:pos="284"/>
        </w:tabs>
        <w:spacing w:before="0" w:after="200" w:line="276" w:lineRule="auto"/>
        <w:rPr>
          <w:rFonts w:eastAsia="Times New Roman" w:cs="Calibri"/>
          <w:szCs w:val="24"/>
        </w:rPr>
      </w:pPr>
      <w:r>
        <w:rPr>
          <w:rFonts w:eastAsia="Times New Roman" w:cs="Calibri"/>
          <w:szCs w:val="24"/>
        </w:rPr>
        <w:br w:type="page"/>
      </w:r>
    </w:p>
    <w:p w14:paraId="6DAB3F1E" w14:textId="75B62DFA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lastRenderedPageBreak/>
        <w:t>How do you maintain the integrity of a sample you need to sub-sample prior to analysis</w:t>
      </w:r>
      <w:r w:rsidR="005A54D1">
        <w:rPr>
          <w:rFonts w:eastAsia="Times New Roman" w:cs="Calibri"/>
          <w:szCs w:val="24"/>
        </w:rPr>
        <w:t xml:space="preserve"> (</w:t>
      </w:r>
      <w:r w:rsidR="00EB56D1">
        <w:rPr>
          <w:rFonts w:eastAsia="Times New Roman" w:cs="Calibri"/>
          <w:szCs w:val="24"/>
        </w:rPr>
        <w:t>10</w:t>
      </w:r>
      <w:r w:rsidR="005A54D1">
        <w:rPr>
          <w:rFonts w:eastAsia="Times New Roman" w:cs="Calibri"/>
          <w:szCs w:val="24"/>
        </w:rPr>
        <w:t xml:space="preserve"> to </w:t>
      </w:r>
      <w:r w:rsidR="00EB56D1">
        <w:rPr>
          <w:rFonts w:eastAsia="Times New Roman" w:cs="Calibri"/>
          <w:szCs w:val="24"/>
        </w:rPr>
        <w:t>30</w:t>
      </w:r>
      <w:r w:rsidR="005A54D1">
        <w:rPr>
          <w:rFonts w:eastAsia="Times New Roman" w:cs="Calibri"/>
          <w:szCs w:val="24"/>
        </w:rPr>
        <w:t xml:space="preserve"> words)</w:t>
      </w:r>
      <w:r w:rsidRPr="005E3316">
        <w:rPr>
          <w:rFonts w:eastAsia="Times New Roman" w:cs="Calibri"/>
          <w:szCs w:val="24"/>
        </w:rPr>
        <w:t>?</w:t>
      </w:r>
    </w:p>
    <w:p w14:paraId="126B7AB6" w14:textId="77777777" w:rsidR="00E0696A" w:rsidRPr="005E3316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By mixing the contents prior to sub-sampling, to make sure that the sample is as close to the original mix as possible</w:t>
      </w:r>
    </w:p>
    <w:p w14:paraId="404F5303" w14:textId="77AA23AE" w:rsidR="00E069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By using clean and uncontaminated equipment and containers</w:t>
      </w:r>
    </w:p>
    <w:p w14:paraId="084F9586" w14:textId="77777777" w:rsidR="005A54D1" w:rsidRPr="005E3316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46C96DF6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5FFB3961" w14:textId="041A81D2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 xml:space="preserve">List </w:t>
      </w:r>
      <w:r w:rsidR="00EB56D1">
        <w:rPr>
          <w:rFonts w:eastAsia="Times New Roman" w:cs="Calibri"/>
          <w:szCs w:val="24"/>
        </w:rPr>
        <w:t>four</w:t>
      </w:r>
      <w:r w:rsidRPr="005E3316">
        <w:rPr>
          <w:rFonts w:eastAsia="Times New Roman" w:cs="Calibri"/>
          <w:szCs w:val="24"/>
        </w:rPr>
        <w:t xml:space="preserve"> items of PPE required in a laboratory and explain how they keep you safe</w:t>
      </w:r>
      <w:r w:rsidR="005A54D1">
        <w:rPr>
          <w:rFonts w:eastAsia="Times New Roman" w:cs="Calibri"/>
          <w:szCs w:val="24"/>
        </w:rPr>
        <w:t xml:space="preserve"> (</w:t>
      </w:r>
      <w:r w:rsidR="00EB56D1">
        <w:rPr>
          <w:rFonts w:eastAsia="Times New Roman" w:cs="Calibri"/>
          <w:szCs w:val="24"/>
        </w:rPr>
        <w:t>10</w:t>
      </w:r>
      <w:r w:rsidR="005A54D1">
        <w:rPr>
          <w:rFonts w:eastAsia="Times New Roman" w:cs="Calibri"/>
          <w:szCs w:val="24"/>
        </w:rPr>
        <w:t xml:space="preserve"> to </w:t>
      </w:r>
      <w:r w:rsidR="00EB56D1">
        <w:rPr>
          <w:rFonts w:eastAsia="Times New Roman" w:cs="Calibri"/>
          <w:szCs w:val="24"/>
        </w:rPr>
        <w:t>5</w:t>
      </w:r>
      <w:r w:rsidR="005A54D1">
        <w:rPr>
          <w:rFonts w:eastAsia="Times New Roman" w:cs="Calibri"/>
          <w:szCs w:val="24"/>
        </w:rPr>
        <w:t>0 words)</w:t>
      </w:r>
      <w:r w:rsidR="00EA0FD6">
        <w:rPr>
          <w:rFonts w:eastAsia="Times New Roman" w:cs="Calibri"/>
          <w:szCs w:val="24"/>
        </w:rPr>
        <w:t>:</w:t>
      </w:r>
    </w:p>
    <w:p w14:paraId="4D08E4F3" w14:textId="77777777" w:rsidR="00144BE6" w:rsidRDefault="00144BE6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szCs w:val="24"/>
        </w:rPr>
      </w:pPr>
      <w:r w:rsidRPr="00144BE6">
        <w:rPr>
          <w:rFonts w:eastAsia="Times New Roman" w:cs="Calibri"/>
          <w:szCs w:val="24"/>
        </w:rPr>
        <w:t xml:space="preserve">Answers may include any of the following, but not limited to: </w:t>
      </w:r>
    </w:p>
    <w:p w14:paraId="63766D00" w14:textId="0862B00F" w:rsidR="00E0696A" w:rsidRPr="005E3316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Glasses – stop chemical splashes in eyes</w:t>
      </w:r>
    </w:p>
    <w:p w14:paraId="514090F6" w14:textId="52A3C350" w:rsidR="00E0696A" w:rsidRPr="005E3316" w:rsidRDefault="002467A9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S</w:t>
      </w:r>
      <w:r w:rsidR="00E0696A" w:rsidRPr="005E3316">
        <w:rPr>
          <w:rFonts w:eastAsia="Times New Roman" w:cs="Calibri"/>
          <w:color w:val="FF0000"/>
          <w:szCs w:val="24"/>
        </w:rPr>
        <w:t>afety boots – stop chemicals from getting onto bare skin and protect feet from equipment falling on them</w:t>
      </w:r>
    </w:p>
    <w:p w14:paraId="3505FFCA" w14:textId="3F96D9AF" w:rsidR="00E0696A" w:rsidRPr="005E3316" w:rsidRDefault="002467A9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L</w:t>
      </w:r>
      <w:r w:rsidR="00E0696A" w:rsidRPr="005E3316">
        <w:rPr>
          <w:rFonts w:eastAsia="Times New Roman" w:cs="Calibri"/>
          <w:color w:val="FF0000"/>
          <w:szCs w:val="24"/>
        </w:rPr>
        <w:t>ab coat – protects clothes from laboratory contamination</w:t>
      </w:r>
    </w:p>
    <w:p w14:paraId="4232BABB" w14:textId="0205A314" w:rsidR="00E0696A" w:rsidRPr="005E3316" w:rsidRDefault="002467A9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L</w:t>
      </w:r>
      <w:r w:rsidR="00E0696A" w:rsidRPr="005E3316">
        <w:rPr>
          <w:rFonts w:eastAsia="Times New Roman" w:cs="Calibri"/>
          <w:color w:val="FF0000"/>
          <w:szCs w:val="24"/>
        </w:rPr>
        <w:t>ong sleeves/pants – protect skin from spills</w:t>
      </w:r>
    </w:p>
    <w:p w14:paraId="6397D90B" w14:textId="626EEE86" w:rsidR="005A54D1" w:rsidRDefault="002467A9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M</w:t>
      </w:r>
      <w:r w:rsidR="00E0696A" w:rsidRPr="005E3316">
        <w:rPr>
          <w:rFonts w:eastAsia="Times New Roman" w:cs="Calibri"/>
          <w:color w:val="FF0000"/>
          <w:szCs w:val="24"/>
        </w:rPr>
        <w:t>ask – protection from inhalation of chemicals/biological materials</w:t>
      </w:r>
    </w:p>
    <w:p w14:paraId="4E0F2101" w14:textId="77777777" w:rsidR="005A54D1" w:rsidRPr="005E3316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79CB5479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3B18C390" w14:textId="70E7906C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 xml:space="preserve">Why is regularly decontaminating equipment and workstations an essential part of </w:t>
      </w:r>
      <w:r w:rsidR="008F7A64" w:rsidRPr="005E3316">
        <w:rPr>
          <w:rFonts w:eastAsia="Times New Roman" w:cs="Calibri"/>
          <w:szCs w:val="24"/>
        </w:rPr>
        <w:t>W</w:t>
      </w:r>
      <w:r w:rsidR="008F7A64">
        <w:rPr>
          <w:rFonts w:eastAsia="Times New Roman" w:cs="Calibri"/>
          <w:szCs w:val="24"/>
        </w:rPr>
        <w:t xml:space="preserve">orkplace Health and Safety (WHS) </w:t>
      </w:r>
      <w:r w:rsidR="005A54D1">
        <w:rPr>
          <w:rFonts w:eastAsia="Times New Roman" w:cs="Calibri"/>
          <w:szCs w:val="24"/>
        </w:rPr>
        <w:t>(</w:t>
      </w:r>
      <w:r w:rsidR="00EB56D1">
        <w:rPr>
          <w:rFonts w:eastAsia="Times New Roman" w:cs="Calibri"/>
          <w:szCs w:val="24"/>
        </w:rPr>
        <w:t>5</w:t>
      </w:r>
      <w:r w:rsidR="005A54D1">
        <w:rPr>
          <w:rFonts w:eastAsia="Times New Roman" w:cs="Calibri"/>
          <w:szCs w:val="24"/>
        </w:rPr>
        <w:t xml:space="preserve"> to </w:t>
      </w:r>
      <w:r w:rsidR="00EB56D1">
        <w:rPr>
          <w:rFonts w:eastAsia="Times New Roman" w:cs="Calibri"/>
          <w:szCs w:val="24"/>
        </w:rPr>
        <w:t>2</w:t>
      </w:r>
      <w:r w:rsidR="005A54D1">
        <w:rPr>
          <w:rFonts w:eastAsia="Times New Roman" w:cs="Calibri"/>
          <w:szCs w:val="24"/>
        </w:rPr>
        <w:t>0 words)</w:t>
      </w:r>
      <w:r w:rsidRPr="005E3316">
        <w:rPr>
          <w:rFonts w:eastAsia="Times New Roman" w:cs="Calibri"/>
          <w:szCs w:val="24"/>
        </w:rPr>
        <w:t>?</w:t>
      </w:r>
    </w:p>
    <w:p w14:paraId="5A80F704" w14:textId="77777777" w:rsidR="00144BE6" w:rsidRDefault="00144BE6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szCs w:val="24"/>
        </w:rPr>
      </w:pPr>
      <w:r w:rsidRPr="00144BE6">
        <w:rPr>
          <w:rFonts w:eastAsia="Times New Roman" w:cs="Calibri"/>
          <w:szCs w:val="24"/>
        </w:rPr>
        <w:t xml:space="preserve">Answers may include any of the following, but not limited to: </w:t>
      </w:r>
    </w:p>
    <w:p w14:paraId="20C77D22" w14:textId="7099E206" w:rsidR="00E069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To make sure you don’t injure yourself or others on unknown liquids or solids on the workbench</w:t>
      </w:r>
    </w:p>
    <w:p w14:paraId="71872000" w14:textId="67E38800" w:rsidR="005A54D1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1EE54656" w14:textId="77777777" w:rsidR="005A54D1" w:rsidRPr="005E3316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7FAF7246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242CCCDD" w14:textId="4F9294B6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>Explain what is meant by traceability in the workplace</w:t>
      </w:r>
      <w:r w:rsidR="005A54D1">
        <w:rPr>
          <w:rFonts w:eastAsia="Times New Roman" w:cs="Calibri"/>
          <w:szCs w:val="24"/>
        </w:rPr>
        <w:t xml:space="preserve"> (</w:t>
      </w:r>
      <w:r w:rsidR="00EB56D1">
        <w:rPr>
          <w:rFonts w:eastAsia="Times New Roman" w:cs="Calibri"/>
          <w:szCs w:val="24"/>
        </w:rPr>
        <w:t>5</w:t>
      </w:r>
      <w:r w:rsidR="005A54D1">
        <w:rPr>
          <w:rFonts w:eastAsia="Times New Roman" w:cs="Calibri"/>
          <w:szCs w:val="24"/>
        </w:rPr>
        <w:t xml:space="preserve"> to </w:t>
      </w:r>
      <w:r w:rsidR="00EB56D1">
        <w:rPr>
          <w:rFonts w:eastAsia="Times New Roman" w:cs="Calibri"/>
          <w:szCs w:val="24"/>
        </w:rPr>
        <w:t>3</w:t>
      </w:r>
      <w:r w:rsidR="005A54D1">
        <w:rPr>
          <w:rFonts w:eastAsia="Times New Roman" w:cs="Calibri"/>
          <w:szCs w:val="24"/>
        </w:rPr>
        <w:t>0 words)</w:t>
      </w:r>
      <w:r w:rsidR="00451DC6">
        <w:rPr>
          <w:rFonts w:eastAsia="Times New Roman" w:cs="Calibri"/>
          <w:szCs w:val="24"/>
        </w:rPr>
        <w:t>:</w:t>
      </w:r>
    </w:p>
    <w:p w14:paraId="3B6D1A9E" w14:textId="29835AAD" w:rsidR="00E069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 xml:space="preserve">That all samples belonging to a specific client and </w:t>
      </w:r>
      <w:r w:rsidR="00EB56D1">
        <w:rPr>
          <w:rFonts w:eastAsia="Times New Roman" w:cs="Calibri"/>
          <w:color w:val="FF0000"/>
          <w:szCs w:val="24"/>
        </w:rPr>
        <w:t>chain of custody</w:t>
      </w:r>
      <w:r w:rsidRPr="005E3316">
        <w:rPr>
          <w:rFonts w:eastAsia="Times New Roman" w:cs="Calibri"/>
          <w:color w:val="FF0000"/>
          <w:szCs w:val="24"/>
        </w:rPr>
        <w:t xml:space="preserve"> have a job number and can be located by that number at any point within the receipt, analysis and reporting process</w:t>
      </w:r>
    </w:p>
    <w:p w14:paraId="730F0A5D" w14:textId="230D7B70" w:rsidR="005A54D1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57452FA8" w14:textId="77777777" w:rsidR="005A54D1" w:rsidRPr="005E3316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045ACB20" w14:textId="65C0AF96" w:rsidR="005A54D1" w:rsidRDefault="005A54D1">
      <w:pPr>
        <w:tabs>
          <w:tab w:val="clear" w:pos="284"/>
        </w:tabs>
        <w:spacing w:before="0" w:after="200" w:line="276" w:lineRule="auto"/>
        <w:rPr>
          <w:rFonts w:eastAsia="Times New Roman" w:cs="Calibri"/>
          <w:szCs w:val="24"/>
        </w:rPr>
      </w:pPr>
      <w:r>
        <w:rPr>
          <w:rFonts w:eastAsia="Times New Roman" w:cs="Calibri"/>
          <w:szCs w:val="24"/>
        </w:rPr>
        <w:br w:type="page"/>
      </w:r>
    </w:p>
    <w:p w14:paraId="38F2A814" w14:textId="6B154794" w:rsidR="00E0696A" w:rsidRPr="005E3316" w:rsidRDefault="00E0696A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lastRenderedPageBreak/>
        <w:t xml:space="preserve">Give </w:t>
      </w:r>
      <w:r w:rsidR="00EB56D1">
        <w:rPr>
          <w:rFonts w:eastAsia="Times New Roman" w:cs="Calibri"/>
          <w:szCs w:val="24"/>
        </w:rPr>
        <w:t>three</w:t>
      </w:r>
      <w:r w:rsidRPr="005E3316">
        <w:rPr>
          <w:rFonts w:eastAsia="Times New Roman" w:cs="Calibri"/>
          <w:szCs w:val="24"/>
        </w:rPr>
        <w:t xml:space="preserve"> examples of measures that keep client information secure in a laboratory</w:t>
      </w:r>
      <w:r w:rsidR="005A54D1">
        <w:rPr>
          <w:rFonts w:eastAsia="Times New Roman" w:cs="Calibri"/>
          <w:szCs w:val="24"/>
        </w:rPr>
        <w:t xml:space="preserve"> (</w:t>
      </w:r>
      <w:r w:rsidR="00EB56D1">
        <w:rPr>
          <w:rFonts w:eastAsia="Times New Roman" w:cs="Calibri"/>
          <w:szCs w:val="24"/>
        </w:rPr>
        <w:t>3</w:t>
      </w:r>
      <w:r w:rsidR="005A54D1">
        <w:rPr>
          <w:rFonts w:eastAsia="Times New Roman" w:cs="Calibri"/>
          <w:szCs w:val="24"/>
        </w:rPr>
        <w:t xml:space="preserve"> to 10 words)</w:t>
      </w:r>
      <w:r w:rsidR="00451DC6">
        <w:rPr>
          <w:rFonts w:eastAsia="Times New Roman" w:cs="Calibri"/>
          <w:szCs w:val="24"/>
        </w:rPr>
        <w:t>:</w:t>
      </w:r>
    </w:p>
    <w:p w14:paraId="0BFA068C" w14:textId="77777777" w:rsidR="00144BE6" w:rsidRDefault="00144BE6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szCs w:val="24"/>
        </w:rPr>
      </w:pPr>
      <w:r w:rsidRPr="00144BE6">
        <w:rPr>
          <w:rFonts w:eastAsia="Times New Roman" w:cs="Calibri"/>
          <w:szCs w:val="24"/>
        </w:rPr>
        <w:t xml:space="preserve">Answers may include any of the following, but not limited to: </w:t>
      </w:r>
    </w:p>
    <w:p w14:paraId="7C159751" w14:textId="6EBE0CB2" w:rsidR="00E0696A" w:rsidRPr="005E3316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LIMS</w:t>
      </w:r>
    </w:p>
    <w:p w14:paraId="7EE23EF1" w14:textId="37615741" w:rsidR="00EB56D1" w:rsidRDefault="00EB56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Laboratory information management system</w:t>
      </w:r>
    </w:p>
    <w:p w14:paraId="635AFC74" w14:textId="66C06B53" w:rsidR="00E0696A" w:rsidRDefault="00E0696A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 w:rsidRPr="005E3316">
        <w:rPr>
          <w:rFonts w:eastAsia="Times New Roman" w:cs="Calibri"/>
          <w:color w:val="FF0000"/>
          <w:szCs w:val="24"/>
        </w:rPr>
        <w:t>Job IDs</w:t>
      </w:r>
    </w:p>
    <w:p w14:paraId="414A9EF1" w14:textId="036D3BFC" w:rsidR="00EB56D1" w:rsidRDefault="00EB56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Sample IDs</w:t>
      </w:r>
    </w:p>
    <w:p w14:paraId="10A2DC36" w14:textId="35EC25E1" w:rsidR="00EB56D1" w:rsidRDefault="00EB56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Locked filing cabinets</w:t>
      </w:r>
    </w:p>
    <w:p w14:paraId="3F75F0BF" w14:textId="057CFC8C" w:rsidR="00EB56D1" w:rsidRDefault="00EB56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Secure computer systems</w:t>
      </w:r>
    </w:p>
    <w:p w14:paraId="2A4009B6" w14:textId="5C2F6EAC" w:rsidR="005A54D1" w:rsidRPr="005E3316" w:rsidRDefault="00EB56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color w:val="FF0000"/>
          <w:szCs w:val="24"/>
        </w:rPr>
        <w:t>Authorised users</w:t>
      </w:r>
    </w:p>
    <w:p w14:paraId="2255689E" w14:textId="77777777" w:rsidR="005A54D1" w:rsidRDefault="005A54D1" w:rsidP="005A54D1">
      <w:pPr>
        <w:tabs>
          <w:tab w:val="clear" w:pos="284"/>
        </w:tabs>
        <w:spacing w:line="240" w:lineRule="auto"/>
        <w:rPr>
          <w:rFonts w:eastAsia="Times New Roman" w:cs="Calibri"/>
          <w:szCs w:val="24"/>
        </w:rPr>
      </w:pPr>
    </w:p>
    <w:p w14:paraId="03B0774E" w14:textId="7DB5931C" w:rsidR="00E0696A" w:rsidRPr="005E3316" w:rsidRDefault="00E0696A" w:rsidP="005E3316">
      <w:pPr>
        <w:numPr>
          <w:ilvl w:val="0"/>
          <w:numId w:val="32"/>
        </w:numPr>
        <w:tabs>
          <w:tab w:val="clear" w:pos="284"/>
        </w:tabs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>Name one laboratory system that is essential for ensuring that laboratory data and records are secure.</w:t>
      </w:r>
      <w:r w:rsidR="00EB56D1">
        <w:rPr>
          <w:rFonts w:eastAsia="Times New Roman" w:cs="Calibri"/>
          <w:szCs w:val="24"/>
        </w:rPr>
        <w:t xml:space="preserve"> </w:t>
      </w:r>
      <w:r w:rsidRPr="005E3316">
        <w:rPr>
          <w:rFonts w:eastAsia="Times New Roman" w:cs="Calibri"/>
          <w:szCs w:val="24"/>
        </w:rPr>
        <w:t>Explain how this system keeps data and records secure</w:t>
      </w:r>
      <w:r w:rsidR="005A54D1">
        <w:rPr>
          <w:rFonts w:eastAsia="Times New Roman" w:cs="Calibri"/>
          <w:szCs w:val="24"/>
        </w:rPr>
        <w:t xml:space="preserve"> (</w:t>
      </w:r>
      <w:r w:rsidR="00EB56D1">
        <w:rPr>
          <w:rFonts w:eastAsia="Times New Roman" w:cs="Calibri"/>
          <w:szCs w:val="24"/>
        </w:rPr>
        <w:t>5</w:t>
      </w:r>
      <w:r w:rsidR="005A54D1">
        <w:rPr>
          <w:rFonts w:eastAsia="Times New Roman" w:cs="Calibri"/>
          <w:szCs w:val="24"/>
        </w:rPr>
        <w:t xml:space="preserve"> to </w:t>
      </w:r>
      <w:r w:rsidR="00EB56D1">
        <w:rPr>
          <w:rFonts w:eastAsia="Times New Roman" w:cs="Calibri"/>
          <w:szCs w:val="24"/>
        </w:rPr>
        <w:t>4</w:t>
      </w:r>
      <w:r w:rsidR="005A54D1">
        <w:rPr>
          <w:rFonts w:eastAsia="Times New Roman" w:cs="Calibri"/>
          <w:szCs w:val="24"/>
        </w:rPr>
        <w:t>0 words)</w:t>
      </w:r>
      <w:r w:rsidR="00451DC6">
        <w:rPr>
          <w:rFonts w:eastAsia="Times New Roman" w:cs="Calibri"/>
          <w:szCs w:val="24"/>
        </w:rPr>
        <w:t>:</w:t>
      </w:r>
    </w:p>
    <w:p w14:paraId="159D067A" w14:textId="463A2226" w:rsidR="00EB56D1" w:rsidRDefault="00EB56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szCs w:val="24"/>
        </w:rPr>
        <w:t xml:space="preserve">Name of system: </w:t>
      </w:r>
      <w:r w:rsidR="00E0696A" w:rsidRPr="005E3316">
        <w:rPr>
          <w:rFonts w:eastAsia="Times New Roman" w:cs="Calibri"/>
          <w:color w:val="FF0000"/>
          <w:szCs w:val="24"/>
        </w:rPr>
        <w:t>LIMS</w:t>
      </w:r>
      <w:r>
        <w:rPr>
          <w:rFonts w:eastAsia="Times New Roman" w:cs="Calibri"/>
          <w:color w:val="FF0000"/>
          <w:szCs w:val="24"/>
        </w:rPr>
        <w:t xml:space="preserve"> / laboratory information management system</w:t>
      </w:r>
    </w:p>
    <w:p w14:paraId="6FB97985" w14:textId="77777777" w:rsidR="00EB56D1" w:rsidRDefault="00EB56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09B4D122" w14:textId="711D47C5" w:rsidR="00E0696A" w:rsidRDefault="00EB56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  <w:r>
        <w:rPr>
          <w:rFonts w:eastAsia="Times New Roman" w:cs="Calibri"/>
          <w:szCs w:val="24"/>
        </w:rPr>
        <w:t xml:space="preserve">Explain how: </w:t>
      </w:r>
      <w:r w:rsidR="00E0696A" w:rsidRPr="005E3316">
        <w:rPr>
          <w:rFonts w:eastAsia="Times New Roman" w:cs="Calibri"/>
          <w:color w:val="FF0000"/>
          <w:szCs w:val="24"/>
        </w:rPr>
        <w:t>packages all information regarding the client, and each job they deliver to the laboratory. The system is accessed by individual user IDs and their actions can be traced.</w:t>
      </w:r>
    </w:p>
    <w:p w14:paraId="567157A8" w14:textId="77777777" w:rsidR="005A54D1" w:rsidRPr="005E3316" w:rsidRDefault="005A54D1" w:rsidP="005E331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rFonts w:eastAsia="Times New Roman" w:cs="Calibri"/>
          <w:color w:val="FF0000"/>
          <w:szCs w:val="24"/>
        </w:rPr>
      </w:pPr>
    </w:p>
    <w:p w14:paraId="375AF6DA" w14:textId="7B37B660" w:rsidR="00EB56D1" w:rsidRDefault="00EB56D1">
      <w:pPr>
        <w:tabs>
          <w:tab w:val="clear" w:pos="284"/>
        </w:tabs>
        <w:spacing w:before="0" w:after="200" w:line="276" w:lineRule="auto"/>
        <w:rPr>
          <w:rFonts w:eastAsia="Times New Roman" w:cs="Calibri"/>
          <w:szCs w:val="24"/>
        </w:rPr>
      </w:pPr>
      <w:r>
        <w:rPr>
          <w:rFonts w:eastAsia="Times New Roman" w:cs="Calibri"/>
          <w:szCs w:val="24"/>
        </w:rPr>
        <w:br w:type="page"/>
      </w:r>
    </w:p>
    <w:p w14:paraId="6ADCDCBF" w14:textId="6C55FDB5" w:rsidR="00C7126E" w:rsidRDefault="00C7126E" w:rsidP="005E3316">
      <w:pPr>
        <w:numPr>
          <w:ilvl w:val="0"/>
          <w:numId w:val="32"/>
        </w:numPr>
        <w:tabs>
          <w:tab w:val="clear" w:pos="284"/>
        </w:tabs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lastRenderedPageBreak/>
        <w:t>Fill in the table below, listing the preservation techniques and pre-treatment required. Note: not all tests require preservation or pre-treatment</w:t>
      </w:r>
      <w:r w:rsidR="0093309F">
        <w:rPr>
          <w:sz w:val="22"/>
          <w:szCs w:val="22"/>
        </w:rPr>
        <w:t xml:space="preserve"> </w:t>
      </w:r>
      <w:r w:rsidR="0093309F" w:rsidRPr="002467A9">
        <w:rPr>
          <w:szCs w:val="24"/>
        </w:rPr>
        <w:t xml:space="preserve">(1 to </w:t>
      </w:r>
      <w:r w:rsidR="00EA0956" w:rsidRPr="002467A9">
        <w:rPr>
          <w:szCs w:val="24"/>
        </w:rPr>
        <w:t>5</w:t>
      </w:r>
      <w:r w:rsidR="0093309F" w:rsidRPr="002467A9">
        <w:rPr>
          <w:szCs w:val="24"/>
        </w:rPr>
        <w:t xml:space="preserve"> words per cell)</w:t>
      </w:r>
      <w:r w:rsidR="002467A9" w:rsidRPr="002467A9">
        <w:rPr>
          <w:rFonts w:eastAsia="Times New Roman" w:cs="Calibri"/>
          <w:szCs w:val="24"/>
        </w:rPr>
        <w:t>:</w:t>
      </w:r>
    </w:p>
    <w:p w14:paraId="1CF9EBDD" w14:textId="6DCFFF1D" w:rsidR="005E3316" w:rsidRPr="005E3316" w:rsidRDefault="005E3316" w:rsidP="005E3316">
      <w:pPr>
        <w:pStyle w:val="Caption"/>
        <w:keepNext/>
      </w:pPr>
      <w:bookmarkStart w:id="3" w:name="_Hlk23945825"/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>
        <w:rPr>
          <w:noProof/>
        </w:rPr>
        <w:t>13</w:t>
      </w:r>
      <w:r w:rsidRPr="005E3316">
        <w:rPr>
          <w:noProof/>
        </w:rPr>
        <w:fldChar w:fldCharType="end"/>
      </w:r>
      <w:r w:rsidRPr="005E3316">
        <w:t xml:space="preserve"> </w:t>
      </w:r>
      <w:r>
        <w:t>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C7126E" w:rsidRPr="005E3316" w14:paraId="51EDAEED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bookmarkEnd w:id="3"/>
          <w:p w14:paraId="360D7F27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Sample type</w:t>
            </w:r>
          </w:p>
        </w:tc>
        <w:tc>
          <w:tcPr>
            <w:tcW w:w="2265" w:type="dxa"/>
          </w:tcPr>
          <w:p w14:paraId="3ED3C712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Test</w:t>
            </w:r>
          </w:p>
        </w:tc>
        <w:tc>
          <w:tcPr>
            <w:tcW w:w="2265" w:type="dxa"/>
          </w:tcPr>
          <w:p w14:paraId="5D88D774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Preservation</w:t>
            </w:r>
          </w:p>
        </w:tc>
        <w:tc>
          <w:tcPr>
            <w:tcW w:w="2265" w:type="dxa"/>
          </w:tcPr>
          <w:p w14:paraId="65BE55C7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Pre-treatment</w:t>
            </w:r>
          </w:p>
        </w:tc>
      </w:tr>
      <w:tr w:rsidR="00C7126E" w:rsidRPr="005E3316" w14:paraId="45307449" w14:textId="77777777" w:rsidTr="00FF3506">
        <w:tc>
          <w:tcPr>
            <w:tcW w:w="2265" w:type="dxa"/>
          </w:tcPr>
          <w:p w14:paraId="265C88B3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Example – water</w:t>
            </w:r>
          </w:p>
        </w:tc>
        <w:tc>
          <w:tcPr>
            <w:tcW w:w="2265" w:type="dxa"/>
          </w:tcPr>
          <w:p w14:paraId="46F50342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Oil and grease</w:t>
            </w:r>
          </w:p>
        </w:tc>
        <w:tc>
          <w:tcPr>
            <w:tcW w:w="2265" w:type="dxa"/>
          </w:tcPr>
          <w:p w14:paraId="408AD8B6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Sodium bisulphate</w:t>
            </w:r>
          </w:p>
        </w:tc>
        <w:tc>
          <w:tcPr>
            <w:tcW w:w="2265" w:type="dxa"/>
          </w:tcPr>
          <w:p w14:paraId="29A8A0E0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None</w:t>
            </w:r>
          </w:p>
        </w:tc>
      </w:tr>
      <w:tr w:rsidR="00C7126E" w:rsidRPr="005E3316" w14:paraId="0BF5AB99" w14:textId="77777777" w:rsidTr="00FF3506">
        <w:tc>
          <w:tcPr>
            <w:tcW w:w="2265" w:type="dxa"/>
          </w:tcPr>
          <w:p w14:paraId="6EE9F639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Water</w:t>
            </w:r>
          </w:p>
        </w:tc>
        <w:tc>
          <w:tcPr>
            <w:tcW w:w="2265" w:type="dxa"/>
          </w:tcPr>
          <w:p w14:paraId="2097E384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Total metals</w:t>
            </w:r>
          </w:p>
        </w:tc>
        <w:tc>
          <w:tcPr>
            <w:tcW w:w="2265" w:type="dxa"/>
          </w:tcPr>
          <w:p w14:paraId="7E000DB3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Nitric acid 50%</w:t>
            </w:r>
          </w:p>
        </w:tc>
        <w:tc>
          <w:tcPr>
            <w:tcW w:w="2265" w:type="dxa"/>
          </w:tcPr>
          <w:p w14:paraId="631A888E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Filtration</w:t>
            </w:r>
          </w:p>
        </w:tc>
      </w:tr>
      <w:tr w:rsidR="00C7126E" w:rsidRPr="005E3316" w14:paraId="3A1BD225" w14:textId="77777777" w:rsidTr="00FF3506">
        <w:tc>
          <w:tcPr>
            <w:tcW w:w="2265" w:type="dxa"/>
          </w:tcPr>
          <w:p w14:paraId="6AC4B14B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Example – solids</w:t>
            </w:r>
          </w:p>
        </w:tc>
        <w:tc>
          <w:tcPr>
            <w:tcW w:w="2265" w:type="dxa"/>
          </w:tcPr>
          <w:p w14:paraId="16D28A9A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Dust deposition</w:t>
            </w:r>
          </w:p>
        </w:tc>
        <w:tc>
          <w:tcPr>
            <w:tcW w:w="2265" w:type="dxa"/>
          </w:tcPr>
          <w:p w14:paraId="261BEF44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Copper sulfate</w:t>
            </w:r>
          </w:p>
        </w:tc>
        <w:tc>
          <w:tcPr>
            <w:tcW w:w="2265" w:type="dxa"/>
          </w:tcPr>
          <w:p w14:paraId="18B6DBD2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Removal of water</w:t>
            </w:r>
          </w:p>
        </w:tc>
      </w:tr>
      <w:tr w:rsidR="00C7126E" w:rsidRPr="005E3316" w14:paraId="780962BA" w14:textId="77777777" w:rsidTr="00FF3506">
        <w:tc>
          <w:tcPr>
            <w:tcW w:w="2265" w:type="dxa"/>
          </w:tcPr>
          <w:p w14:paraId="58599A86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Solids</w:t>
            </w:r>
          </w:p>
        </w:tc>
        <w:tc>
          <w:tcPr>
            <w:tcW w:w="2265" w:type="dxa"/>
          </w:tcPr>
          <w:p w14:paraId="0089F2A8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Total nitrogen</w:t>
            </w:r>
          </w:p>
        </w:tc>
        <w:tc>
          <w:tcPr>
            <w:tcW w:w="2265" w:type="dxa"/>
          </w:tcPr>
          <w:p w14:paraId="472EC0B1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Refrigeration</w:t>
            </w:r>
          </w:p>
        </w:tc>
        <w:tc>
          <w:tcPr>
            <w:tcW w:w="2265" w:type="dxa"/>
          </w:tcPr>
          <w:p w14:paraId="67A31FD7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None</w:t>
            </w:r>
          </w:p>
        </w:tc>
      </w:tr>
      <w:tr w:rsidR="00C7126E" w:rsidRPr="005E3316" w14:paraId="16F6083D" w14:textId="77777777" w:rsidTr="00FF3506">
        <w:tc>
          <w:tcPr>
            <w:tcW w:w="2265" w:type="dxa"/>
          </w:tcPr>
          <w:p w14:paraId="1B1D81CB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Example – food</w:t>
            </w:r>
          </w:p>
        </w:tc>
        <w:tc>
          <w:tcPr>
            <w:tcW w:w="2265" w:type="dxa"/>
          </w:tcPr>
          <w:p w14:paraId="560904EA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Phosphate determination</w:t>
            </w:r>
          </w:p>
        </w:tc>
        <w:tc>
          <w:tcPr>
            <w:tcW w:w="2265" w:type="dxa"/>
          </w:tcPr>
          <w:p w14:paraId="330E5961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None</w:t>
            </w:r>
          </w:p>
        </w:tc>
        <w:tc>
          <w:tcPr>
            <w:tcW w:w="2265" w:type="dxa"/>
          </w:tcPr>
          <w:p w14:paraId="4887A5F2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proofErr w:type="spellStart"/>
            <w:r w:rsidRPr="005E3316">
              <w:rPr>
                <w:rFonts w:eastAsia="Times New Roman" w:cs="Calibri"/>
                <w:szCs w:val="24"/>
              </w:rPr>
              <w:t>Molybdate</w:t>
            </w:r>
            <w:proofErr w:type="spellEnd"/>
            <w:r w:rsidRPr="005E3316">
              <w:rPr>
                <w:rFonts w:eastAsia="Times New Roman" w:cs="Calibri"/>
                <w:szCs w:val="24"/>
              </w:rPr>
              <w:t xml:space="preserve">, hydroquinone, and carbonate </w:t>
            </w:r>
            <w:proofErr w:type="spellStart"/>
            <w:r w:rsidRPr="005E3316">
              <w:rPr>
                <w:rFonts w:eastAsia="Times New Roman" w:cs="Calibri"/>
                <w:szCs w:val="24"/>
              </w:rPr>
              <w:t>sulfite</w:t>
            </w:r>
            <w:proofErr w:type="spellEnd"/>
            <w:r w:rsidRPr="005E3316">
              <w:rPr>
                <w:rFonts w:eastAsia="Times New Roman" w:cs="Calibri"/>
                <w:szCs w:val="24"/>
              </w:rPr>
              <w:t xml:space="preserve"> reagent</w:t>
            </w:r>
          </w:p>
        </w:tc>
      </w:tr>
      <w:tr w:rsidR="00C7126E" w:rsidRPr="005E3316" w14:paraId="1BF7709B" w14:textId="77777777" w:rsidTr="00FF3506">
        <w:tc>
          <w:tcPr>
            <w:tcW w:w="2265" w:type="dxa"/>
          </w:tcPr>
          <w:p w14:paraId="77A6BF09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Food</w:t>
            </w:r>
          </w:p>
        </w:tc>
        <w:tc>
          <w:tcPr>
            <w:tcW w:w="2265" w:type="dxa"/>
          </w:tcPr>
          <w:p w14:paraId="52FBA2EC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Yeast and mould</w:t>
            </w:r>
          </w:p>
        </w:tc>
        <w:tc>
          <w:tcPr>
            <w:tcW w:w="2265" w:type="dxa"/>
          </w:tcPr>
          <w:p w14:paraId="1AA60BE2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Refrigeration</w:t>
            </w:r>
          </w:p>
        </w:tc>
        <w:tc>
          <w:tcPr>
            <w:tcW w:w="2265" w:type="dxa"/>
          </w:tcPr>
          <w:p w14:paraId="6F228FE7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None</w:t>
            </w:r>
          </w:p>
        </w:tc>
      </w:tr>
      <w:tr w:rsidR="00C7126E" w:rsidRPr="005E3316" w14:paraId="5B785C8C" w14:textId="77777777" w:rsidTr="00FF3506">
        <w:tc>
          <w:tcPr>
            <w:tcW w:w="2265" w:type="dxa"/>
          </w:tcPr>
          <w:p w14:paraId="7EA79C22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Example – Pathology</w:t>
            </w:r>
          </w:p>
        </w:tc>
        <w:tc>
          <w:tcPr>
            <w:tcW w:w="2265" w:type="dxa"/>
          </w:tcPr>
          <w:p w14:paraId="7F1DBC88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Full blood count</w:t>
            </w:r>
          </w:p>
        </w:tc>
        <w:tc>
          <w:tcPr>
            <w:tcW w:w="2265" w:type="dxa"/>
          </w:tcPr>
          <w:p w14:paraId="32D6BB19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EDTA</w:t>
            </w:r>
          </w:p>
        </w:tc>
        <w:tc>
          <w:tcPr>
            <w:tcW w:w="2265" w:type="dxa"/>
          </w:tcPr>
          <w:p w14:paraId="72D47423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None</w:t>
            </w:r>
          </w:p>
        </w:tc>
      </w:tr>
      <w:tr w:rsidR="00C7126E" w:rsidRPr="005E3316" w14:paraId="5E7B9441" w14:textId="77777777" w:rsidTr="00FF3506">
        <w:tc>
          <w:tcPr>
            <w:tcW w:w="2265" w:type="dxa"/>
          </w:tcPr>
          <w:p w14:paraId="33834E30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</w:p>
        </w:tc>
        <w:tc>
          <w:tcPr>
            <w:tcW w:w="2265" w:type="dxa"/>
          </w:tcPr>
          <w:p w14:paraId="4F5B4D6B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Cerebrospinal fluid (CSF)</w:t>
            </w:r>
          </w:p>
        </w:tc>
        <w:tc>
          <w:tcPr>
            <w:tcW w:w="2265" w:type="dxa"/>
          </w:tcPr>
          <w:p w14:paraId="7CB5F4BC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Must be received within 1 hour</w:t>
            </w:r>
          </w:p>
        </w:tc>
        <w:tc>
          <w:tcPr>
            <w:tcW w:w="2265" w:type="dxa"/>
          </w:tcPr>
          <w:p w14:paraId="6B7ABB98" w14:textId="77777777" w:rsidR="00C7126E" w:rsidRPr="005E3316" w:rsidRDefault="00C7126E" w:rsidP="005E3316">
            <w:pPr>
              <w:tabs>
                <w:tab w:val="clear" w:pos="284"/>
              </w:tabs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None</w:t>
            </w:r>
          </w:p>
        </w:tc>
      </w:tr>
    </w:tbl>
    <w:p w14:paraId="77C5D3FF" w14:textId="77777777" w:rsidR="00EB56D1" w:rsidRDefault="00EB56D1">
      <w:pPr>
        <w:tabs>
          <w:tab w:val="clear" w:pos="284"/>
        </w:tabs>
        <w:spacing w:before="0" w:after="200" w:line="276" w:lineRule="auto"/>
        <w:rPr>
          <w:rFonts w:eastAsia="Times New Roman" w:cs="Calibri"/>
          <w:szCs w:val="24"/>
        </w:rPr>
      </w:pPr>
    </w:p>
    <w:p w14:paraId="65B18827" w14:textId="2CAC98F0" w:rsidR="007D4856" w:rsidRDefault="007D4856" w:rsidP="005E3316">
      <w:pPr>
        <w:numPr>
          <w:ilvl w:val="0"/>
          <w:numId w:val="32"/>
        </w:numPr>
        <w:tabs>
          <w:tab w:val="clear" w:pos="284"/>
        </w:tabs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t>Fill in the table below, listing the hazards that may be associated with the samples below</w:t>
      </w:r>
      <w:r w:rsidR="0093309F">
        <w:rPr>
          <w:sz w:val="22"/>
          <w:szCs w:val="22"/>
        </w:rPr>
        <w:t xml:space="preserve"> </w:t>
      </w:r>
      <w:r w:rsidR="0093309F" w:rsidRPr="00451DC6">
        <w:rPr>
          <w:szCs w:val="24"/>
        </w:rPr>
        <w:t>(</w:t>
      </w:r>
      <w:r w:rsidR="00EA0956" w:rsidRPr="00451DC6">
        <w:rPr>
          <w:szCs w:val="24"/>
        </w:rPr>
        <w:t>2</w:t>
      </w:r>
      <w:r w:rsidR="0093309F" w:rsidRPr="00451DC6">
        <w:rPr>
          <w:szCs w:val="24"/>
        </w:rPr>
        <w:t xml:space="preserve"> to 10 words per cell)</w:t>
      </w:r>
      <w:r w:rsidR="00451DC6">
        <w:rPr>
          <w:rFonts w:eastAsia="Times New Roman" w:cs="Calibri"/>
          <w:szCs w:val="24"/>
        </w:rPr>
        <w:t>:</w:t>
      </w:r>
    </w:p>
    <w:p w14:paraId="48A706D1" w14:textId="0895BDA9" w:rsidR="005E3316" w:rsidRPr="005E3316" w:rsidRDefault="005E3316" w:rsidP="005E3316">
      <w:pPr>
        <w:pStyle w:val="Caption"/>
        <w:keepNext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>
        <w:rPr>
          <w:noProof/>
        </w:rPr>
        <w:t>14</w:t>
      </w:r>
      <w:r w:rsidRPr="005E3316">
        <w:rPr>
          <w:noProof/>
        </w:rPr>
        <w:fldChar w:fldCharType="end"/>
      </w:r>
      <w:r w:rsidRPr="005E3316">
        <w:t xml:space="preserve"> </w:t>
      </w:r>
      <w:r>
        <w:t>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D4856" w:rsidRPr="005E3316" w14:paraId="6920073E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66C13534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Sample type</w:t>
            </w:r>
          </w:p>
        </w:tc>
        <w:tc>
          <w:tcPr>
            <w:tcW w:w="2265" w:type="dxa"/>
          </w:tcPr>
          <w:p w14:paraId="1D230175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Test</w:t>
            </w:r>
          </w:p>
        </w:tc>
        <w:tc>
          <w:tcPr>
            <w:tcW w:w="4537" w:type="dxa"/>
          </w:tcPr>
          <w:p w14:paraId="62FB98C1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Potential hazard</w:t>
            </w:r>
          </w:p>
        </w:tc>
      </w:tr>
      <w:tr w:rsidR="007D4856" w:rsidRPr="005E3316" w14:paraId="210820A9" w14:textId="77777777" w:rsidTr="00FF3506">
        <w:tc>
          <w:tcPr>
            <w:tcW w:w="2265" w:type="dxa"/>
          </w:tcPr>
          <w:p w14:paraId="0CC2BB48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Environmental liquid</w:t>
            </w:r>
          </w:p>
        </w:tc>
        <w:tc>
          <w:tcPr>
            <w:tcW w:w="2265" w:type="dxa"/>
          </w:tcPr>
          <w:p w14:paraId="25975FE5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Total metals</w:t>
            </w:r>
          </w:p>
        </w:tc>
        <w:tc>
          <w:tcPr>
            <w:tcW w:w="4537" w:type="dxa"/>
          </w:tcPr>
          <w:p w14:paraId="3B46AA82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Acid preservative burns</w:t>
            </w:r>
          </w:p>
        </w:tc>
      </w:tr>
      <w:tr w:rsidR="007D4856" w:rsidRPr="005E3316" w14:paraId="2C42A9CF" w14:textId="77777777" w:rsidTr="00FF3506">
        <w:tc>
          <w:tcPr>
            <w:tcW w:w="2265" w:type="dxa"/>
          </w:tcPr>
          <w:p w14:paraId="4FD9A84B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Blood</w:t>
            </w:r>
          </w:p>
        </w:tc>
        <w:tc>
          <w:tcPr>
            <w:tcW w:w="2265" w:type="dxa"/>
          </w:tcPr>
          <w:p w14:paraId="6C1A2839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NA</w:t>
            </w:r>
          </w:p>
        </w:tc>
        <w:tc>
          <w:tcPr>
            <w:tcW w:w="4537" w:type="dxa"/>
          </w:tcPr>
          <w:p w14:paraId="428610E3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Risk of biological contamination</w:t>
            </w:r>
          </w:p>
        </w:tc>
      </w:tr>
      <w:tr w:rsidR="007D4856" w:rsidRPr="005E3316" w14:paraId="49F3843D" w14:textId="77777777" w:rsidTr="00FF3506">
        <w:tc>
          <w:tcPr>
            <w:tcW w:w="2265" w:type="dxa"/>
          </w:tcPr>
          <w:p w14:paraId="14793FC5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Raw sewage</w:t>
            </w:r>
          </w:p>
        </w:tc>
        <w:tc>
          <w:tcPr>
            <w:tcW w:w="2265" w:type="dxa"/>
          </w:tcPr>
          <w:p w14:paraId="0A902CAE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Ammonia</w:t>
            </w:r>
          </w:p>
        </w:tc>
        <w:tc>
          <w:tcPr>
            <w:tcW w:w="4537" w:type="dxa"/>
          </w:tcPr>
          <w:p w14:paraId="580EC6F5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Risk of biological contamination</w:t>
            </w:r>
          </w:p>
        </w:tc>
      </w:tr>
      <w:tr w:rsidR="007D4856" w:rsidRPr="005E3316" w14:paraId="5C64579C" w14:textId="77777777" w:rsidTr="00FF3506">
        <w:tc>
          <w:tcPr>
            <w:tcW w:w="2265" w:type="dxa"/>
          </w:tcPr>
          <w:p w14:paraId="1E24ECD5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proofErr w:type="spellStart"/>
            <w:r w:rsidRPr="005E3316">
              <w:rPr>
                <w:rFonts w:eastAsia="Times New Roman" w:cs="Calibri"/>
                <w:szCs w:val="24"/>
              </w:rPr>
              <w:t>Weet-bix</w:t>
            </w:r>
            <w:proofErr w:type="spellEnd"/>
          </w:p>
        </w:tc>
        <w:tc>
          <w:tcPr>
            <w:tcW w:w="2265" w:type="dxa"/>
          </w:tcPr>
          <w:p w14:paraId="099E6499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Moisture content</w:t>
            </w:r>
          </w:p>
        </w:tc>
        <w:tc>
          <w:tcPr>
            <w:tcW w:w="4537" w:type="dxa"/>
          </w:tcPr>
          <w:p w14:paraId="1C86046C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Dust inhalation</w:t>
            </w:r>
          </w:p>
        </w:tc>
      </w:tr>
      <w:tr w:rsidR="007D4856" w:rsidRPr="005E3316" w14:paraId="7E6C6BB5" w14:textId="77777777" w:rsidTr="00FF3506">
        <w:tc>
          <w:tcPr>
            <w:tcW w:w="2265" w:type="dxa"/>
          </w:tcPr>
          <w:p w14:paraId="1081D43E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Compost</w:t>
            </w:r>
          </w:p>
        </w:tc>
        <w:tc>
          <w:tcPr>
            <w:tcW w:w="2265" w:type="dxa"/>
          </w:tcPr>
          <w:p w14:paraId="5FB7F675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NPK</w:t>
            </w:r>
          </w:p>
        </w:tc>
        <w:tc>
          <w:tcPr>
            <w:tcW w:w="4537" w:type="dxa"/>
          </w:tcPr>
          <w:p w14:paraId="2F76DF97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Dust inhalation, microbe inhalation</w:t>
            </w:r>
          </w:p>
        </w:tc>
      </w:tr>
    </w:tbl>
    <w:p w14:paraId="3094B65A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125BA2B1" w14:textId="77777777" w:rsidR="005A54D1" w:rsidRDefault="005A54D1">
      <w:pPr>
        <w:tabs>
          <w:tab w:val="clear" w:pos="284"/>
        </w:tabs>
        <w:spacing w:before="0" w:after="200" w:line="276" w:lineRule="auto"/>
        <w:rPr>
          <w:rFonts w:eastAsia="Times New Roman" w:cs="Calibri"/>
          <w:szCs w:val="24"/>
        </w:rPr>
      </w:pPr>
      <w:r>
        <w:rPr>
          <w:rFonts w:eastAsia="Times New Roman" w:cs="Calibri"/>
          <w:szCs w:val="24"/>
        </w:rPr>
        <w:br w:type="page"/>
      </w:r>
    </w:p>
    <w:p w14:paraId="206D0660" w14:textId="4A0596DE" w:rsidR="007D4856" w:rsidRPr="00451DC6" w:rsidRDefault="007D4856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451DC6">
        <w:rPr>
          <w:rFonts w:eastAsia="Times New Roman" w:cs="Calibri"/>
          <w:szCs w:val="24"/>
        </w:rPr>
        <w:lastRenderedPageBreak/>
        <w:t>In the table below, write down what you would use the procedures for</w:t>
      </w:r>
      <w:r w:rsidR="0093309F" w:rsidRPr="00451DC6">
        <w:rPr>
          <w:szCs w:val="24"/>
        </w:rPr>
        <w:t xml:space="preserve"> (</w:t>
      </w:r>
      <w:r w:rsidR="00EA0956" w:rsidRPr="00451DC6">
        <w:rPr>
          <w:szCs w:val="24"/>
        </w:rPr>
        <w:t>2</w:t>
      </w:r>
      <w:r w:rsidR="0093309F" w:rsidRPr="00451DC6">
        <w:rPr>
          <w:szCs w:val="24"/>
        </w:rPr>
        <w:t xml:space="preserve"> to 10 words per cell)</w:t>
      </w:r>
      <w:r w:rsidR="00451DC6">
        <w:rPr>
          <w:rFonts w:eastAsia="Times New Roman" w:cs="Calibri"/>
          <w:szCs w:val="24"/>
        </w:rPr>
        <w:t>:</w:t>
      </w:r>
    </w:p>
    <w:p w14:paraId="04E5EA57" w14:textId="7DAC0719" w:rsidR="005E3316" w:rsidRPr="005E3316" w:rsidRDefault="005E3316" w:rsidP="005E3316">
      <w:pPr>
        <w:pStyle w:val="Caption"/>
        <w:keepNext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>
        <w:rPr>
          <w:noProof/>
        </w:rPr>
        <w:t>15</w:t>
      </w:r>
      <w:r w:rsidRPr="005E3316">
        <w:rPr>
          <w:noProof/>
        </w:rPr>
        <w:fldChar w:fldCharType="end"/>
      </w:r>
      <w:r w:rsidRPr="005E3316">
        <w:t xml:space="preserve"> </w:t>
      </w:r>
      <w:r>
        <w:t>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6802"/>
      </w:tblGrid>
      <w:tr w:rsidR="007D4856" w:rsidRPr="005E3316" w14:paraId="627C763D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119A6207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Procedure</w:t>
            </w:r>
          </w:p>
        </w:tc>
        <w:tc>
          <w:tcPr>
            <w:tcW w:w="6802" w:type="dxa"/>
          </w:tcPr>
          <w:p w14:paraId="6AAF4F27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What would you use this procedure for?</w:t>
            </w:r>
          </w:p>
        </w:tc>
      </w:tr>
      <w:tr w:rsidR="007D4856" w:rsidRPr="005E3316" w14:paraId="40BAD347" w14:textId="77777777" w:rsidTr="00FF3506">
        <w:tc>
          <w:tcPr>
            <w:tcW w:w="2265" w:type="dxa"/>
          </w:tcPr>
          <w:p w14:paraId="5BD0F1A7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Process Control</w:t>
            </w:r>
          </w:p>
        </w:tc>
        <w:tc>
          <w:tcPr>
            <w:tcW w:w="6802" w:type="dxa"/>
          </w:tcPr>
          <w:p w14:paraId="79D3784B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manage the daily processes occurring in the laboratory</w:t>
            </w:r>
          </w:p>
        </w:tc>
      </w:tr>
      <w:tr w:rsidR="007D4856" w:rsidRPr="005E3316" w14:paraId="5F45FCBF" w14:textId="77777777" w:rsidTr="00FF3506">
        <w:tc>
          <w:tcPr>
            <w:tcW w:w="2265" w:type="dxa"/>
          </w:tcPr>
          <w:p w14:paraId="5A481259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Water testing</w:t>
            </w:r>
          </w:p>
        </w:tc>
        <w:tc>
          <w:tcPr>
            <w:tcW w:w="6802" w:type="dxa"/>
          </w:tcPr>
          <w:p w14:paraId="19F4CC15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test a water sample for a specific analyte</w:t>
            </w:r>
          </w:p>
        </w:tc>
      </w:tr>
      <w:tr w:rsidR="007D4856" w:rsidRPr="005E3316" w14:paraId="73B111CF" w14:textId="77777777" w:rsidTr="00FF3506">
        <w:tc>
          <w:tcPr>
            <w:tcW w:w="2265" w:type="dxa"/>
          </w:tcPr>
          <w:p w14:paraId="1AFE114B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LIMS</w:t>
            </w:r>
          </w:p>
        </w:tc>
        <w:tc>
          <w:tcPr>
            <w:tcW w:w="6802" w:type="dxa"/>
          </w:tcPr>
          <w:p w14:paraId="1FEA1EEC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manage samples receipt, testing, reporting and customer information</w:t>
            </w:r>
          </w:p>
        </w:tc>
      </w:tr>
      <w:tr w:rsidR="007D4856" w:rsidRPr="005E3316" w14:paraId="361C5795" w14:textId="77777777" w:rsidTr="00FF3506">
        <w:tc>
          <w:tcPr>
            <w:tcW w:w="2265" w:type="dxa"/>
          </w:tcPr>
          <w:p w14:paraId="6B051660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Preservation</w:t>
            </w:r>
          </w:p>
        </w:tc>
        <w:tc>
          <w:tcPr>
            <w:tcW w:w="6802" w:type="dxa"/>
          </w:tcPr>
          <w:p w14:paraId="3D385B88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maintain the integrity of samples</w:t>
            </w:r>
          </w:p>
        </w:tc>
      </w:tr>
    </w:tbl>
    <w:p w14:paraId="7B798AA6" w14:textId="77777777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7858CD89" w14:textId="22548952" w:rsidR="007D4856" w:rsidRPr="00451DC6" w:rsidRDefault="007D4856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451DC6">
        <w:rPr>
          <w:rFonts w:eastAsia="Times New Roman" w:cs="Calibri"/>
          <w:szCs w:val="24"/>
        </w:rPr>
        <w:t>In the table below, write down what you would use the equipment for</w:t>
      </w:r>
      <w:r w:rsidR="0093309F" w:rsidRPr="00451DC6">
        <w:rPr>
          <w:szCs w:val="24"/>
        </w:rPr>
        <w:t xml:space="preserve"> (</w:t>
      </w:r>
      <w:r w:rsidR="00EA0956" w:rsidRPr="00451DC6">
        <w:rPr>
          <w:szCs w:val="24"/>
        </w:rPr>
        <w:t>2</w:t>
      </w:r>
      <w:r w:rsidR="0093309F" w:rsidRPr="00451DC6">
        <w:rPr>
          <w:szCs w:val="24"/>
        </w:rPr>
        <w:t xml:space="preserve"> to 10 words per cell)</w:t>
      </w:r>
      <w:r w:rsidR="00451DC6">
        <w:rPr>
          <w:rFonts w:eastAsia="Times New Roman" w:cs="Calibri"/>
          <w:szCs w:val="24"/>
        </w:rPr>
        <w:t>:</w:t>
      </w:r>
    </w:p>
    <w:p w14:paraId="03F096E7" w14:textId="567591D9" w:rsidR="005E3316" w:rsidRPr="005E3316" w:rsidRDefault="005E3316" w:rsidP="005E3316">
      <w:pPr>
        <w:pStyle w:val="Caption"/>
        <w:keepNext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>
        <w:rPr>
          <w:noProof/>
        </w:rPr>
        <w:t>16</w:t>
      </w:r>
      <w:r w:rsidRPr="005E3316">
        <w:rPr>
          <w:noProof/>
        </w:rPr>
        <w:fldChar w:fldCharType="end"/>
      </w:r>
      <w:r w:rsidRPr="005E3316">
        <w:t xml:space="preserve"> </w:t>
      </w:r>
      <w:r>
        <w:t>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6802"/>
      </w:tblGrid>
      <w:tr w:rsidR="007D4856" w:rsidRPr="005E3316" w14:paraId="1A84E4B0" w14:textId="77777777" w:rsidTr="00FF3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01D1FBE1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Equipment</w:t>
            </w:r>
          </w:p>
        </w:tc>
        <w:tc>
          <w:tcPr>
            <w:tcW w:w="6802" w:type="dxa"/>
          </w:tcPr>
          <w:p w14:paraId="6FB8AAFF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What would you use this equipment for?</w:t>
            </w:r>
          </w:p>
        </w:tc>
      </w:tr>
      <w:tr w:rsidR="007D4856" w:rsidRPr="005E3316" w14:paraId="1FEA2F95" w14:textId="77777777" w:rsidTr="00FF3506">
        <w:tc>
          <w:tcPr>
            <w:tcW w:w="2265" w:type="dxa"/>
          </w:tcPr>
          <w:p w14:paraId="7745FBA4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Computer</w:t>
            </w:r>
          </w:p>
        </w:tc>
        <w:tc>
          <w:tcPr>
            <w:tcW w:w="6802" w:type="dxa"/>
          </w:tcPr>
          <w:p w14:paraId="52D3BC43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enter data into LIMS</w:t>
            </w:r>
          </w:p>
        </w:tc>
      </w:tr>
      <w:tr w:rsidR="007D4856" w:rsidRPr="005E3316" w14:paraId="2EEB9AF4" w14:textId="77777777" w:rsidTr="00FF3506">
        <w:tc>
          <w:tcPr>
            <w:tcW w:w="2265" w:type="dxa"/>
          </w:tcPr>
          <w:p w14:paraId="7630276A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Digital scales</w:t>
            </w:r>
          </w:p>
        </w:tc>
        <w:tc>
          <w:tcPr>
            <w:tcW w:w="6802" w:type="dxa"/>
          </w:tcPr>
          <w:p w14:paraId="306507DE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accurately weigh samples</w:t>
            </w:r>
          </w:p>
        </w:tc>
      </w:tr>
      <w:tr w:rsidR="007D4856" w:rsidRPr="005E3316" w14:paraId="6B636BB4" w14:textId="77777777" w:rsidTr="00FF3506">
        <w:tc>
          <w:tcPr>
            <w:tcW w:w="2265" w:type="dxa"/>
          </w:tcPr>
          <w:p w14:paraId="1FA44B2C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Centrifuge</w:t>
            </w:r>
          </w:p>
        </w:tc>
        <w:tc>
          <w:tcPr>
            <w:tcW w:w="6802" w:type="dxa"/>
          </w:tcPr>
          <w:p w14:paraId="7CE4AA3A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separate blood</w:t>
            </w:r>
          </w:p>
        </w:tc>
      </w:tr>
      <w:tr w:rsidR="007D4856" w:rsidRPr="005E3316" w14:paraId="7B533B23" w14:textId="77777777" w:rsidTr="00FF3506">
        <w:tc>
          <w:tcPr>
            <w:tcW w:w="2265" w:type="dxa"/>
          </w:tcPr>
          <w:p w14:paraId="6027C350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Air sampler</w:t>
            </w:r>
          </w:p>
        </w:tc>
        <w:tc>
          <w:tcPr>
            <w:tcW w:w="6802" w:type="dxa"/>
          </w:tcPr>
          <w:p w14:paraId="707CB5B1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sample environmental dusts</w:t>
            </w:r>
          </w:p>
        </w:tc>
      </w:tr>
      <w:tr w:rsidR="007D4856" w:rsidRPr="005E3316" w14:paraId="065D6B52" w14:textId="77777777" w:rsidTr="00FF3506">
        <w:tc>
          <w:tcPr>
            <w:tcW w:w="2265" w:type="dxa"/>
          </w:tcPr>
          <w:p w14:paraId="4310A706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Vacuum storage</w:t>
            </w:r>
          </w:p>
        </w:tc>
        <w:tc>
          <w:tcPr>
            <w:tcW w:w="6802" w:type="dxa"/>
          </w:tcPr>
          <w:p w14:paraId="70E46E03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keep reagents dry</w:t>
            </w:r>
          </w:p>
        </w:tc>
      </w:tr>
      <w:tr w:rsidR="007D4856" w:rsidRPr="005E3316" w14:paraId="72AD2B51" w14:textId="77777777" w:rsidTr="00FF3506">
        <w:tc>
          <w:tcPr>
            <w:tcW w:w="2265" w:type="dxa"/>
          </w:tcPr>
          <w:p w14:paraId="48EAD093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Sintered funnel</w:t>
            </w:r>
          </w:p>
        </w:tc>
        <w:tc>
          <w:tcPr>
            <w:tcW w:w="6802" w:type="dxa"/>
          </w:tcPr>
          <w:p w14:paraId="7350828C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To filter water samples for testing</w:t>
            </w:r>
          </w:p>
        </w:tc>
      </w:tr>
    </w:tbl>
    <w:p w14:paraId="38FF4FE1" w14:textId="41E68D24" w:rsidR="005A54D1" w:rsidRDefault="005A54D1" w:rsidP="005A54D1">
      <w:pPr>
        <w:spacing w:line="240" w:lineRule="auto"/>
        <w:rPr>
          <w:rFonts w:eastAsia="Times New Roman" w:cs="Calibri"/>
          <w:szCs w:val="24"/>
        </w:rPr>
      </w:pPr>
    </w:p>
    <w:p w14:paraId="44C179CA" w14:textId="77777777" w:rsidR="005A54D1" w:rsidRDefault="005A54D1">
      <w:pPr>
        <w:tabs>
          <w:tab w:val="clear" w:pos="284"/>
        </w:tabs>
        <w:spacing w:before="0" w:after="200" w:line="276" w:lineRule="auto"/>
        <w:rPr>
          <w:rFonts w:eastAsia="Times New Roman" w:cs="Calibri"/>
          <w:szCs w:val="24"/>
        </w:rPr>
      </w:pPr>
      <w:r>
        <w:rPr>
          <w:rFonts w:eastAsia="Times New Roman" w:cs="Calibri"/>
          <w:szCs w:val="24"/>
        </w:rPr>
        <w:br w:type="page"/>
      </w:r>
    </w:p>
    <w:p w14:paraId="7863C95E" w14:textId="19A10649" w:rsidR="007D4856" w:rsidRDefault="007D4856" w:rsidP="005E3316">
      <w:pPr>
        <w:numPr>
          <w:ilvl w:val="0"/>
          <w:numId w:val="32"/>
        </w:numPr>
        <w:spacing w:line="240" w:lineRule="auto"/>
        <w:rPr>
          <w:rFonts w:eastAsia="Times New Roman" w:cs="Calibri"/>
          <w:szCs w:val="24"/>
        </w:rPr>
      </w:pPr>
      <w:r w:rsidRPr="005E3316">
        <w:rPr>
          <w:rFonts w:eastAsia="Times New Roman" w:cs="Calibri"/>
          <w:szCs w:val="24"/>
        </w:rPr>
        <w:lastRenderedPageBreak/>
        <w:t>For the listed items below, write yes for those that relate directly to environmental sustainability, and no for the rest</w:t>
      </w:r>
      <w:r w:rsidR="0093309F">
        <w:rPr>
          <w:sz w:val="22"/>
          <w:szCs w:val="22"/>
        </w:rPr>
        <w:t xml:space="preserve"> </w:t>
      </w:r>
      <w:r w:rsidR="0093309F" w:rsidRPr="002467A9">
        <w:rPr>
          <w:szCs w:val="24"/>
        </w:rPr>
        <w:t>(1 word per cell)</w:t>
      </w:r>
      <w:r w:rsidR="00451DC6" w:rsidRPr="002467A9">
        <w:rPr>
          <w:rFonts w:eastAsia="Times New Roman" w:cs="Calibri"/>
          <w:szCs w:val="24"/>
        </w:rPr>
        <w:t>:</w:t>
      </w:r>
    </w:p>
    <w:p w14:paraId="3EBAB8A5" w14:textId="5DC71860" w:rsidR="005E3316" w:rsidRPr="005E3316" w:rsidRDefault="005E3316" w:rsidP="005E3316">
      <w:pPr>
        <w:pStyle w:val="Caption"/>
        <w:keepNext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>
        <w:rPr>
          <w:noProof/>
        </w:rPr>
        <w:t>17</w:t>
      </w:r>
      <w:r w:rsidRPr="005E3316">
        <w:rPr>
          <w:noProof/>
        </w:rPr>
        <w:fldChar w:fldCharType="end"/>
      </w:r>
      <w:r w:rsidRPr="005E3316">
        <w:t xml:space="preserve"> </w:t>
      </w:r>
      <w:r>
        <w:t>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6232"/>
        <w:gridCol w:w="2835"/>
      </w:tblGrid>
      <w:tr w:rsidR="007D4856" w:rsidRPr="005E3316" w14:paraId="2DFE4CC2" w14:textId="77777777" w:rsidTr="009330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32" w:type="dxa"/>
          </w:tcPr>
          <w:p w14:paraId="27312099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Item</w:t>
            </w:r>
          </w:p>
        </w:tc>
        <w:tc>
          <w:tcPr>
            <w:tcW w:w="2835" w:type="dxa"/>
          </w:tcPr>
          <w:p w14:paraId="22BC5464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Is this directly related to environmental sustainability? Write yes or no</w:t>
            </w:r>
          </w:p>
        </w:tc>
      </w:tr>
      <w:tr w:rsidR="007D4856" w:rsidRPr="005E3316" w14:paraId="79AB8224" w14:textId="77777777" w:rsidTr="0093309F">
        <w:tc>
          <w:tcPr>
            <w:tcW w:w="6232" w:type="dxa"/>
          </w:tcPr>
          <w:p w14:paraId="0FD36C72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Putting waste into the correct waste receptacles</w:t>
            </w:r>
          </w:p>
        </w:tc>
        <w:tc>
          <w:tcPr>
            <w:tcW w:w="2835" w:type="dxa"/>
          </w:tcPr>
          <w:p w14:paraId="3CF40D35" w14:textId="77777777" w:rsidR="007D4856" w:rsidRPr="005E3316" w:rsidRDefault="007D4856" w:rsidP="0093309F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7D4856" w:rsidRPr="005E3316" w14:paraId="5FC16ACC" w14:textId="77777777" w:rsidTr="0093309F">
        <w:tc>
          <w:tcPr>
            <w:tcW w:w="6232" w:type="dxa"/>
          </w:tcPr>
          <w:p w14:paraId="43ACA1C1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Cleaning your workstation regularly</w:t>
            </w:r>
          </w:p>
        </w:tc>
        <w:tc>
          <w:tcPr>
            <w:tcW w:w="2835" w:type="dxa"/>
          </w:tcPr>
          <w:p w14:paraId="50C63A8F" w14:textId="77777777" w:rsidR="007D4856" w:rsidRPr="005E3316" w:rsidRDefault="007D4856" w:rsidP="0093309F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N</w:t>
            </w:r>
          </w:p>
        </w:tc>
      </w:tr>
      <w:tr w:rsidR="007D4856" w:rsidRPr="005E3316" w14:paraId="2942EA93" w14:textId="77777777" w:rsidTr="0093309F">
        <w:tc>
          <w:tcPr>
            <w:tcW w:w="6232" w:type="dxa"/>
          </w:tcPr>
          <w:p w14:paraId="1A2AEEB3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Printing on both sides of the page</w:t>
            </w:r>
          </w:p>
        </w:tc>
        <w:tc>
          <w:tcPr>
            <w:tcW w:w="2835" w:type="dxa"/>
          </w:tcPr>
          <w:p w14:paraId="7C1413A7" w14:textId="77777777" w:rsidR="007D4856" w:rsidRPr="005E3316" w:rsidRDefault="007D4856" w:rsidP="0093309F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7D4856" w:rsidRPr="005E3316" w14:paraId="4E47B9ED" w14:textId="77777777" w:rsidTr="0093309F">
        <w:tc>
          <w:tcPr>
            <w:tcW w:w="6232" w:type="dxa"/>
          </w:tcPr>
          <w:p w14:paraId="072DDB74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Sending chemical waste to be recycled rather than disposed</w:t>
            </w:r>
          </w:p>
        </w:tc>
        <w:tc>
          <w:tcPr>
            <w:tcW w:w="2835" w:type="dxa"/>
          </w:tcPr>
          <w:p w14:paraId="0548A0A6" w14:textId="77777777" w:rsidR="007D4856" w:rsidRPr="005E3316" w:rsidRDefault="007D4856" w:rsidP="0093309F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7D4856" w:rsidRPr="005E3316" w14:paraId="7E51AF21" w14:textId="77777777" w:rsidTr="0093309F">
        <w:tc>
          <w:tcPr>
            <w:tcW w:w="6232" w:type="dxa"/>
          </w:tcPr>
          <w:p w14:paraId="30B486BA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Putting biological matter into a yellow hazard bin</w:t>
            </w:r>
          </w:p>
        </w:tc>
        <w:tc>
          <w:tcPr>
            <w:tcW w:w="2835" w:type="dxa"/>
          </w:tcPr>
          <w:p w14:paraId="18A147F1" w14:textId="77777777" w:rsidR="007D4856" w:rsidRPr="005E3316" w:rsidRDefault="007D4856" w:rsidP="0093309F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7D4856" w:rsidRPr="005E3316" w14:paraId="46768350" w14:textId="77777777" w:rsidTr="0093309F">
        <w:tc>
          <w:tcPr>
            <w:tcW w:w="6232" w:type="dxa"/>
          </w:tcPr>
          <w:p w14:paraId="1EB8893D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Using air pumps instead of water pumps for vacuum suction</w:t>
            </w:r>
          </w:p>
        </w:tc>
        <w:tc>
          <w:tcPr>
            <w:tcW w:w="2835" w:type="dxa"/>
          </w:tcPr>
          <w:p w14:paraId="2875B391" w14:textId="77777777" w:rsidR="007D4856" w:rsidRPr="005E3316" w:rsidRDefault="007D4856" w:rsidP="0093309F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7D4856" w:rsidRPr="005E3316" w14:paraId="148033B0" w14:textId="77777777" w:rsidTr="0093309F">
        <w:tc>
          <w:tcPr>
            <w:tcW w:w="6232" w:type="dxa"/>
          </w:tcPr>
          <w:p w14:paraId="4B987266" w14:textId="77777777" w:rsidR="007D4856" w:rsidRPr="005E3316" w:rsidRDefault="007D4856" w:rsidP="005E3316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Receiving and preparing samples for testing</w:t>
            </w:r>
          </w:p>
        </w:tc>
        <w:tc>
          <w:tcPr>
            <w:tcW w:w="2835" w:type="dxa"/>
          </w:tcPr>
          <w:p w14:paraId="326980D5" w14:textId="77777777" w:rsidR="007D4856" w:rsidRPr="005E3316" w:rsidRDefault="007D4856" w:rsidP="0093309F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 w:rsidRPr="005E3316">
              <w:rPr>
                <w:rFonts w:eastAsia="Times New Roman" w:cs="Calibri"/>
                <w:color w:val="FF0000"/>
                <w:szCs w:val="24"/>
              </w:rPr>
              <w:t>N</w:t>
            </w:r>
          </w:p>
        </w:tc>
      </w:tr>
    </w:tbl>
    <w:p w14:paraId="02BFC4EA" w14:textId="21D47248" w:rsidR="00E0696A" w:rsidRDefault="00E0696A" w:rsidP="005E3316">
      <w:pPr>
        <w:spacing w:line="240" w:lineRule="auto"/>
        <w:rPr>
          <w:szCs w:val="24"/>
          <w:lang w:eastAsia="en-AU"/>
        </w:rPr>
      </w:pPr>
    </w:p>
    <w:p w14:paraId="6E30FC4F" w14:textId="34E6603D" w:rsidR="00E43833" w:rsidRDefault="00E43833" w:rsidP="00C966AD">
      <w:pPr>
        <w:pStyle w:val="ListParagraph"/>
        <w:numPr>
          <w:ilvl w:val="0"/>
          <w:numId w:val="32"/>
        </w:numPr>
        <w:spacing w:line="240" w:lineRule="auto"/>
        <w:rPr>
          <w:szCs w:val="24"/>
          <w:lang w:eastAsia="en-AU"/>
        </w:rPr>
      </w:pPr>
      <w:r>
        <w:rPr>
          <w:szCs w:val="24"/>
          <w:lang w:eastAsia="en-AU"/>
        </w:rPr>
        <w:t>For the items listed below, write yes for the answers that relate to maintaining sample integrity during transportation, and no for the rest (1 word per cell):</w:t>
      </w:r>
    </w:p>
    <w:p w14:paraId="325F87A0" w14:textId="1F222762" w:rsidR="00E43833" w:rsidRPr="005E3316" w:rsidRDefault="00E43833" w:rsidP="00E43833">
      <w:pPr>
        <w:pStyle w:val="Caption"/>
        <w:keepNext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="00747190">
        <w:rPr>
          <w:noProof/>
        </w:rPr>
        <w:t>18</w:t>
      </w:r>
      <w:r w:rsidRPr="005E3316">
        <w:rPr>
          <w:noProof/>
        </w:rPr>
        <w:fldChar w:fldCharType="end"/>
      </w:r>
      <w:r w:rsidRPr="005E3316">
        <w:t xml:space="preserve"> </w:t>
      </w:r>
      <w:r>
        <w:t>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6232"/>
        <w:gridCol w:w="2835"/>
      </w:tblGrid>
      <w:tr w:rsidR="00E43833" w:rsidRPr="005E3316" w14:paraId="3E888B93" w14:textId="77777777" w:rsidTr="00E438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32" w:type="dxa"/>
          </w:tcPr>
          <w:p w14:paraId="15E2E33D" w14:textId="77777777" w:rsidR="00E43833" w:rsidRPr="005E3316" w:rsidRDefault="00E43833" w:rsidP="00E43833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Item</w:t>
            </w:r>
          </w:p>
        </w:tc>
        <w:tc>
          <w:tcPr>
            <w:tcW w:w="2835" w:type="dxa"/>
          </w:tcPr>
          <w:p w14:paraId="3C345408" w14:textId="1534B93E" w:rsidR="00E43833" w:rsidRPr="005E3316" w:rsidRDefault="00E43833" w:rsidP="00E43833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Is this related to sample integrity during storage and transport? (y/n)</w:t>
            </w:r>
          </w:p>
        </w:tc>
      </w:tr>
      <w:tr w:rsidR="00E43833" w:rsidRPr="005E3316" w14:paraId="1DC8A958" w14:textId="77777777" w:rsidTr="00E43833">
        <w:tc>
          <w:tcPr>
            <w:tcW w:w="6232" w:type="dxa"/>
          </w:tcPr>
          <w:p w14:paraId="175F69FC" w14:textId="6D3EE50F" w:rsidR="00E43833" w:rsidRPr="005E3316" w:rsidRDefault="008E746B" w:rsidP="00E43833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Bubble wrapping sample bottles</w:t>
            </w:r>
          </w:p>
        </w:tc>
        <w:tc>
          <w:tcPr>
            <w:tcW w:w="2835" w:type="dxa"/>
          </w:tcPr>
          <w:p w14:paraId="4271AB62" w14:textId="1FAC88A6" w:rsidR="00E43833" w:rsidRPr="005E3316" w:rsidRDefault="008E746B" w:rsidP="00E43833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E43833" w:rsidRPr="005E3316" w14:paraId="7767903D" w14:textId="77777777" w:rsidTr="00E43833">
        <w:tc>
          <w:tcPr>
            <w:tcW w:w="6232" w:type="dxa"/>
          </w:tcPr>
          <w:p w14:paraId="3615472C" w14:textId="101DF3CC" w:rsidR="00E43833" w:rsidRPr="005E3316" w:rsidRDefault="008E746B" w:rsidP="00E43833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Taping the </w:t>
            </w:r>
            <w:proofErr w:type="spellStart"/>
            <w:r>
              <w:rPr>
                <w:rFonts w:eastAsia="Times New Roman" w:cs="Calibri"/>
                <w:szCs w:val="24"/>
              </w:rPr>
              <w:t>esky</w:t>
            </w:r>
            <w:proofErr w:type="spellEnd"/>
            <w:r>
              <w:rPr>
                <w:rFonts w:eastAsia="Times New Roman" w:cs="Calibri"/>
                <w:szCs w:val="24"/>
              </w:rPr>
              <w:t xml:space="preserve"> shut</w:t>
            </w:r>
          </w:p>
        </w:tc>
        <w:tc>
          <w:tcPr>
            <w:tcW w:w="2835" w:type="dxa"/>
          </w:tcPr>
          <w:p w14:paraId="69583148" w14:textId="7A5AB419" w:rsidR="00E43833" w:rsidRPr="005E3316" w:rsidRDefault="008E746B" w:rsidP="00E43833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E43833" w:rsidRPr="005E3316" w14:paraId="70F82D01" w14:textId="77777777" w:rsidTr="00E43833">
        <w:tc>
          <w:tcPr>
            <w:tcW w:w="6232" w:type="dxa"/>
          </w:tcPr>
          <w:p w14:paraId="5B156261" w14:textId="1C6E03DA" w:rsidR="00E43833" w:rsidRPr="005E3316" w:rsidRDefault="008E746B" w:rsidP="00E43833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Packing ice into bags to avoid leakage</w:t>
            </w:r>
          </w:p>
        </w:tc>
        <w:tc>
          <w:tcPr>
            <w:tcW w:w="2835" w:type="dxa"/>
          </w:tcPr>
          <w:p w14:paraId="5E6C0492" w14:textId="3682F0FE" w:rsidR="00E43833" w:rsidRPr="005E3316" w:rsidRDefault="008E746B" w:rsidP="00E43833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E43833" w:rsidRPr="005E3316" w14:paraId="4CA7F8DF" w14:textId="77777777" w:rsidTr="00E43833">
        <w:tc>
          <w:tcPr>
            <w:tcW w:w="6232" w:type="dxa"/>
          </w:tcPr>
          <w:p w14:paraId="7BE362A4" w14:textId="613FC30A" w:rsidR="00E43833" w:rsidRPr="005E3316" w:rsidRDefault="008E746B" w:rsidP="00C966AD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Putting samples into the refrigerator at the lab</w:t>
            </w:r>
          </w:p>
        </w:tc>
        <w:tc>
          <w:tcPr>
            <w:tcW w:w="2835" w:type="dxa"/>
          </w:tcPr>
          <w:p w14:paraId="5D4C2157" w14:textId="43694699" w:rsidR="00E43833" w:rsidRPr="005E3316" w:rsidRDefault="008E746B" w:rsidP="00E43833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>
              <w:rPr>
                <w:rFonts w:eastAsia="Times New Roman" w:cs="Calibri"/>
                <w:color w:val="FF0000"/>
                <w:szCs w:val="24"/>
              </w:rPr>
              <w:t>N</w:t>
            </w:r>
          </w:p>
        </w:tc>
      </w:tr>
      <w:tr w:rsidR="00E43833" w:rsidRPr="005E3316" w14:paraId="05F1CFEF" w14:textId="77777777" w:rsidTr="00E43833">
        <w:tc>
          <w:tcPr>
            <w:tcW w:w="6232" w:type="dxa"/>
          </w:tcPr>
          <w:p w14:paraId="63035CED" w14:textId="637EA4AE" w:rsidR="00E43833" w:rsidRPr="005E3316" w:rsidRDefault="008E746B" w:rsidP="00E43833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Completing a chain of custody or pathology request form</w:t>
            </w:r>
          </w:p>
        </w:tc>
        <w:tc>
          <w:tcPr>
            <w:tcW w:w="2835" w:type="dxa"/>
          </w:tcPr>
          <w:p w14:paraId="1310C8BE" w14:textId="7CB87817" w:rsidR="00E43833" w:rsidRPr="005E3316" w:rsidRDefault="008E746B" w:rsidP="00E43833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E43833" w:rsidRPr="005E3316" w14:paraId="3E3B45BB" w14:textId="77777777" w:rsidTr="00E43833">
        <w:tc>
          <w:tcPr>
            <w:tcW w:w="6232" w:type="dxa"/>
          </w:tcPr>
          <w:p w14:paraId="28C2AC10" w14:textId="6476B8DB" w:rsidR="00E43833" w:rsidRPr="005E3316" w:rsidRDefault="008E746B" w:rsidP="00E43833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Ensuring the paperwork matches the sample</w:t>
            </w:r>
          </w:p>
        </w:tc>
        <w:tc>
          <w:tcPr>
            <w:tcW w:w="2835" w:type="dxa"/>
          </w:tcPr>
          <w:p w14:paraId="4F4FAA0B" w14:textId="6B9D8E3A" w:rsidR="00E43833" w:rsidRPr="005E3316" w:rsidRDefault="008E746B" w:rsidP="00E43833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>
              <w:rPr>
                <w:rFonts w:eastAsia="Times New Roman" w:cs="Calibri"/>
                <w:color w:val="FF0000"/>
                <w:szCs w:val="24"/>
              </w:rPr>
              <w:t>Y</w:t>
            </w:r>
          </w:p>
        </w:tc>
      </w:tr>
      <w:tr w:rsidR="00E43833" w:rsidRPr="005E3316" w14:paraId="4FA6FF53" w14:textId="77777777" w:rsidTr="00E43833">
        <w:tc>
          <w:tcPr>
            <w:tcW w:w="6232" w:type="dxa"/>
          </w:tcPr>
          <w:p w14:paraId="02EEF9B1" w14:textId="1105B12D" w:rsidR="00E43833" w:rsidRPr="005E3316" w:rsidRDefault="008E746B" w:rsidP="00E43833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Completing analysis in the field</w:t>
            </w:r>
          </w:p>
        </w:tc>
        <w:tc>
          <w:tcPr>
            <w:tcW w:w="2835" w:type="dxa"/>
          </w:tcPr>
          <w:p w14:paraId="24EDBE37" w14:textId="25D9929B" w:rsidR="00E43833" w:rsidRPr="005E3316" w:rsidRDefault="008E746B" w:rsidP="00E43833">
            <w:pPr>
              <w:spacing w:line="240" w:lineRule="auto"/>
              <w:jc w:val="center"/>
              <w:rPr>
                <w:rFonts w:eastAsia="Times New Roman" w:cs="Calibri"/>
                <w:color w:val="FF0000"/>
                <w:szCs w:val="24"/>
              </w:rPr>
            </w:pPr>
            <w:r>
              <w:rPr>
                <w:rFonts w:eastAsia="Times New Roman" w:cs="Calibri"/>
                <w:color w:val="FF0000"/>
                <w:szCs w:val="24"/>
              </w:rPr>
              <w:t>N</w:t>
            </w:r>
          </w:p>
        </w:tc>
      </w:tr>
    </w:tbl>
    <w:p w14:paraId="21BD9084" w14:textId="77777777" w:rsidR="00E43833" w:rsidRPr="00C966AD" w:rsidRDefault="00E43833" w:rsidP="00C966AD">
      <w:pPr>
        <w:spacing w:line="240" w:lineRule="auto"/>
        <w:rPr>
          <w:szCs w:val="24"/>
          <w:lang w:eastAsia="en-AU"/>
        </w:rPr>
      </w:pPr>
    </w:p>
    <w:sectPr w:rsidR="00E43833" w:rsidRPr="00C966AD" w:rsidSect="00FF3506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4FE16" w14:textId="77777777" w:rsidR="002467A9" w:rsidRDefault="002467A9">
      <w:pPr>
        <w:spacing w:before="0" w:after="0" w:line="240" w:lineRule="auto"/>
      </w:pPr>
      <w:r>
        <w:separator/>
      </w:r>
    </w:p>
  </w:endnote>
  <w:endnote w:type="continuationSeparator" w:id="0">
    <w:p w14:paraId="50C199ED" w14:textId="77777777" w:rsidR="002467A9" w:rsidRDefault="002467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FEB60" w14:textId="77777777" w:rsidR="002467A9" w:rsidRPr="004820C4" w:rsidRDefault="002467A9" w:rsidP="00FF3506">
    <w:pPr>
      <w:pStyle w:val="Footer-DocumentTitleLeft"/>
    </w:pPr>
  </w:p>
  <w:p w14:paraId="4EDFEB61" w14:textId="77777777" w:rsidR="002467A9" w:rsidRDefault="002467A9" w:rsidP="00FF3506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4EDFEB62" w14:textId="77777777" w:rsidR="002467A9" w:rsidRPr="0006452B" w:rsidRDefault="002467A9" w:rsidP="00FF3506"/>
  <w:p w14:paraId="4EDFEB63" w14:textId="77777777" w:rsidR="002467A9" w:rsidRDefault="002467A9" w:rsidP="00FF35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FEB64" w14:textId="07A32C86" w:rsidR="002467A9" w:rsidRDefault="002467A9" w:rsidP="00FF3506">
    <w:pPr>
      <w:pStyle w:val="Bodyfooter"/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BA6A5E">
      <w:rPr>
        <w:noProof/>
      </w:rPr>
      <w:t>MSL953003_MG_Kn_1of3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BA6A5E">
      <w:rPr>
        <w:noProof/>
      </w:rPr>
      <w:t>7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A6A5E">
      <w:rPr>
        <w:noProof/>
      </w:rPr>
      <w:t>17</w:t>
    </w:r>
    <w:r>
      <w:rPr>
        <w:noProof/>
      </w:rPr>
      <w:fldChar w:fldCharType="end"/>
    </w:r>
  </w:p>
  <w:p w14:paraId="0849D7D9" w14:textId="3F11BB34" w:rsidR="002467A9" w:rsidRDefault="002467A9" w:rsidP="00FF3506">
    <w:pPr>
      <w:pStyle w:val="Bodyfooter"/>
      <w:rPr>
        <w:noProof/>
      </w:rPr>
    </w:pPr>
    <w:r>
      <w:rPr>
        <w:noProof/>
      </w:rPr>
      <w:t xml:space="preserve">Resoure ID: </w:t>
    </w:r>
    <w:r w:rsidRPr="008D56E3">
      <w:rPr>
        <w:noProof/>
      </w:rPr>
      <w:t>MRS_18_07_</w:t>
    </w:r>
    <w:r>
      <w:rPr>
        <w:noProof/>
      </w:rPr>
      <w:t>MSL953003_MG_Kn_1of3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FEB67" w14:textId="77777777" w:rsidR="002467A9" w:rsidRPr="008D467A" w:rsidRDefault="002467A9" w:rsidP="00FF3506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EDFEB68" w14:textId="77777777" w:rsidR="002467A9" w:rsidRPr="008948B1" w:rsidRDefault="002467A9" w:rsidP="00FF3506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4EDFEB69" w14:textId="77777777" w:rsidR="002467A9" w:rsidRPr="00AA3155" w:rsidRDefault="002467A9" w:rsidP="00FF3506">
    <w:pPr>
      <w:pStyle w:val="Footer"/>
    </w:pPr>
  </w:p>
  <w:p w14:paraId="4EDFEB6A" w14:textId="77777777" w:rsidR="002467A9" w:rsidRDefault="002467A9" w:rsidP="00FF35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EF3DE" w14:textId="77777777" w:rsidR="002467A9" w:rsidRDefault="002467A9">
      <w:pPr>
        <w:spacing w:before="0" w:after="0" w:line="240" w:lineRule="auto"/>
      </w:pPr>
      <w:r>
        <w:separator/>
      </w:r>
    </w:p>
  </w:footnote>
  <w:footnote w:type="continuationSeparator" w:id="0">
    <w:p w14:paraId="0F914B6D" w14:textId="77777777" w:rsidR="002467A9" w:rsidRDefault="002467A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FEB5D" w14:textId="77777777" w:rsidR="002467A9" w:rsidRDefault="002467A9" w:rsidP="00FF3506"/>
  <w:p w14:paraId="4EDFEB5E" w14:textId="77777777" w:rsidR="002467A9" w:rsidRDefault="002467A9" w:rsidP="00FF35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FEB5F" w14:textId="77777777" w:rsidR="002467A9" w:rsidRDefault="002467A9" w:rsidP="00FF3506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4EDFEB6B" wp14:editId="4EDFEB6C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FEB65" w14:textId="77777777" w:rsidR="002467A9" w:rsidRDefault="002467A9" w:rsidP="00FF3506">
    <w:pPr>
      <w:pStyle w:val="Header"/>
    </w:pPr>
  </w:p>
  <w:p w14:paraId="4EDFEB66" w14:textId="77777777" w:rsidR="002467A9" w:rsidRDefault="002467A9" w:rsidP="00FF35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BE1E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B2F3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BC7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8A5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00F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099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292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64E5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C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C3960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746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4AD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0AC2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C888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F029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0CF4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885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60B3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70D073A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CC4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BCC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6C80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09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7C3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DE7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760B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F200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B067A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76621"/>
    <w:multiLevelType w:val="hybridMultilevel"/>
    <w:tmpl w:val="74B81672"/>
    <w:lvl w:ilvl="0" w:tplc="8C8EBC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D60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562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0C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25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02F0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EDA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987B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C8E6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A6D47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8BEC7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1E26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A5D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32C0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B8C8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503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CF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9AA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BA6E7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A4BC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36D1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324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CAF3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947D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C03E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CF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1A44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C595C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F0183"/>
    <w:multiLevelType w:val="hybridMultilevel"/>
    <w:tmpl w:val="3AE60CFA"/>
    <w:lvl w:ilvl="0" w:tplc="A0F07F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A143AD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ECC9B0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0A2AAE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3E492F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7E2A06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D10636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12AA0E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BE4056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8270E3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615FA"/>
    <w:multiLevelType w:val="hybridMultilevel"/>
    <w:tmpl w:val="F2DA347E"/>
    <w:lvl w:ilvl="0" w:tplc="BC6C2D3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0B4AB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46F0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854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A63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3E7F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E0B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5A5F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20E8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746E4"/>
    <w:multiLevelType w:val="hybridMultilevel"/>
    <w:tmpl w:val="1C4CF6A2"/>
    <w:lvl w:ilvl="0" w:tplc="8356E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423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BCAE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325B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024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624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884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6D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54F5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64F4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4" w15:restartNumberingAfterBreak="0">
    <w:nsid w:val="31264159"/>
    <w:multiLevelType w:val="hybridMultilevel"/>
    <w:tmpl w:val="667C43EC"/>
    <w:lvl w:ilvl="0" w:tplc="795656D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52EA5CFE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CF801382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A6E64852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D0B2D2E0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A865E9C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E1AAC2BE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94FAD636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7C680B8E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33AD3DEC"/>
    <w:multiLevelType w:val="hybridMultilevel"/>
    <w:tmpl w:val="37A0660C"/>
    <w:lvl w:ilvl="0" w:tplc="27E03B4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BE43E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800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BC6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5C9A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8200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EB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3C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C002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E4481"/>
    <w:multiLevelType w:val="hybridMultilevel"/>
    <w:tmpl w:val="79CAB512"/>
    <w:lvl w:ilvl="0" w:tplc="742E8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220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96D8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A47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20E4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049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AABA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688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8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D3AFE"/>
    <w:multiLevelType w:val="hybridMultilevel"/>
    <w:tmpl w:val="C49E9C1C"/>
    <w:lvl w:ilvl="0" w:tplc="46D003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48E0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8CD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5489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985A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3A7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AB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4EE6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724D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95877"/>
    <w:multiLevelType w:val="hybridMultilevel"/>
    <w:tmpl w:val="171AC9B2"/>
    <w:lvl w:ilvl="0" w:tplc="E3221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862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AD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0007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2EF3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388C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980C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EF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B06B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B4039"/>
    <w:multiLevelType w:val="hybridMultilevel"/>
    <w:tmpl w:val="488E0178"/>
    <w:lvl w:ilvl="0" w:tplc="B4080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E7251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6C0D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C4B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F07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20F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680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F4AB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4EB5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D1502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40714"/>
    <w:multiLevelType w:val="hybridMultilevel"/>
    <w:tmpl w:val="6B0C15AA"/>
    <w:lvl w:ilvl="0" w:tplc="5D2E18D6">
      <w:start w:val="1"/>
      <w:numFmt w:val="lowerLetter"/>
      <w:lvlText w:val="%1)"/>
      <w:lvlJc w:val="left"/>
      <w:pPr>
        <w:ind w:left="720" w:hanging="360"/>
      </w:pPr>
    </w:lvl>
    <w:lvl w:ilvl="1" w:tplc="4A32CEA6" w:tentative="1">
      <w:start w:val="1"/>
      <w:numFmt w:val="lowerLetter"/>
      <w:lvlText w:val="%2."/>
      <w:lvlJc w:val="left"/>
      <w:pPr>
        <w:ind w:left="1440" w:hanging="360"/>
      </w:pPr>
    </w:lvl>
    <w:lvl w:ilvl="2" w:tplc="4FE8E640" w:tentative="1">
      <w:start w:val="1"/>
      <w:numFmt w:val="lowerRoman"/>
      <w:lvlText w:val="%3."/>
      <w:lvlJc w:val="right"/>
      <w:pPr>
        <w:ind w:left="2160" w:hanging="180"/>
      </w:pPr>
    </w:lvl>
    <w:lvl w:ilvl="3" w:tplc="AC7458C8" w:tentative="1">
      <w:start w:val="1"/>
      <w:numFmt w:val="decimal"/>
      <w:lvlText w:val="%4."/>
      <w:lvlJc w:val="left"/>
      <w:pPr>
        <w:ind w:left="2880" w:hanging="360"/>
      </w:pPr>
    </w:lvl>
    <w:lvl w:ilvl="4" w:tplc="87B6FC32" w:tentative="1">
      <w:start w:val="1"/>
      <w:numFmt w:val="lowerLetter"/>
      <w:lvlText w:val="%5."/>
      <w:lvlJc w:val="left"/>
      <w:pPr>
        <w:ind w:left="3600" w:hanging="360"/>
      </w:pPr>
    </w:lvl>
    <w:lvl w:ilvl="5" w:tplc="A080DA86" w:tentative="1">
      <w:start w:val="1"/>
      <w:numFmt w:val="lowerRoman"/>
      <w:lvlText w:val="%6."/>
      <w:lvlJc w:val="right"/>
      <w:pPr>
        <w:ind w:left="4320" w:hanging="180"/>
      </w:pPr>
    </w:lvl>
    <w:lvl w:ilvl="6" w:tplc="EF7CED9E" w:tentative="1">
      <w:start w:val="1"/>
      <w:numFmt w:val="decimal"/>
      <w:lvlText w:val="%7."/>
      <w:lvlJc w:val="left"/>
      <w:pPr>
        <w:ind w:left="5040" w:hanging="360"/>
      </w:pPr>
    </w:lvl>
    <w:lvl w:ilvl="7" w:tplc="8D4AFB7A" w:tentative="1">
      <w:start w:val="1"/>
      <w:numFmt w:val="lowerLetter"/>
      <w:lvlText w:val="%8."/>
      <w:lvlJc w:val="left"/>
      <w:pPr>
        <w:ind w:left="5760" w:hanging="360"/>
      </w:pPr>
    </w:lvl>
    <w:lvl w:ilvl="8" w:tplc="2814EC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A5358"/>
    <w:multiLevelType w:val="hybridMultilevel"/>
    <w:tmpl w:val="366E9E88"/>
    <w:lvl w:ilvl="0" w:tplc="BCD24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E640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802B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E03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A03B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E1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8485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5293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EEA8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8120E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0754E"/>
    <w:multiLevelType w:val="hybridMultilevel"/>
    <w:tmpl w:val="1ADE0A8A"/>
    <w:lvl w:ilvl="0" w:tplc="A7DE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4C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C0A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CD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80F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321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E4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E285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1823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BDB"/>
    <w:multiLevelType w:val="hybridMultilevel"/>
    <w:tmpl w:val="CD408890"/>
    <w:lvl w:ilvl="0" w:tplc="B8C4D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4E2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A2D0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EE0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849F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CA0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CC56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C260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B0E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D16329"/>
    <w:multiLevelType w:val="hybridMultilevel"/>
    <w:tmpl w:val="CB0AEB06"/>
    <w:lvl w:ilvl="0" w:tplc="7B1A1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81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04C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4AA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B03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6EB1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5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76A6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F80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0F509A"/>
    <w:multiLevelType w:val="hybridMultilevel"/>
    <w:tmpl w:val="84727A1C"/>
    <w:lvl w:ilvl="0" w:tplc="278EB4DE">
      <w:start w:val="1"/>
      <w:numFmt w:val="decimal"/>
      <w:lvlText w:val="%1."/>
      <w:lvlJc w:val="left"/>
      <w:pPr>
        <w:ind w:left="720" w:hanging="360"/>
      </w:pPr>
    </w:lvl>
    <w:lvl w:ilvl="1" w:tplc="53D45DC0">
      <w:start w:val="1"/>
      <w:numFmt w:val="lowerLetter"/>
      <w:lvlText w:val="%2."/>
      <w:lvlJc w:val="left"/>
      <w:pPr>
        <w:ind w:left="1440" w:hanging="360"/>
      </w:pPr>
    </w:lvl>
    <w:lvl w:ilvl="2" w:tplc="252C5602">
      <w:start w:val="1"/>
      <w:numFmt w:val="lowerRoman"/>
      <w:lvlText w:val="%3."/>
      <w:lvlJc w:val="right"/>
      <w:pPr>
        <w:ind w:left="2160" w:hanging="180"/>
      </w:pPr>
    </w:lvl>
    <w:lvl w:ilvl="3" w:tplc="FE440F6C">
      <w:start w:val="1"/>
      <w:numFmt w:val="decimal"/>
      <w:lvlText w:val="%4."/>
      <w:lvlJc w:val="left"/>
      <w:pPr>
        <w:ind w:left="2880" w:hanging="360"/>
      </w:pPr>
    </w:lvl>
    <w:lvl w:ilvl="4" w:tplc="F856A6A4">
      <w:start w:val="1"/>
      <w:numFmt w:val="lowerLetter"/>
      <w:lvlText w:val="%5."/>
      <w:lvlJc w:val="left"/>
      <w:pPr>
        <w:ind w:left="3600" w:hanging="360"/>
      </w:pPr>
    </w:lvl>
    <w:lvl w:ilvl="5" w:tplc="7B34F57C">
      <w:start w:val="1"/>
      <w:numFmt w:val="lowerRoman"/>
      <w:lvlText w:val="%6."/>
      <w:lvlJc w:val="right"/>
      <w:pPr>
        <w:ind w:left="4320" w:hanging="180"/>
      </w:pPr>
    </w:lvl>
    <w:lvl w:ilvl="6" w:tplc="202A773E">
      <w:start w:val="1"/>
      <w:numFmt w:val="decimal"/>
      <w:lvlText w:val="%7."/>
      <w:lvlJc w:val="left"/>
      <w:pPr>
        <w:ind w:left="5040" w:hanging="360"/>
      </w:pPr>
    </w:lvl>
    <w:lvl w:ilvl="7" w:tplc="E7ECF1E4">
      <w:start w:val="1"/>
      <w:numFmt w:val="lowerLetter"/>
      <w:lvlText w:val="%8."/>
      <w:lvlJc w:val="left"/>
      <w:pPr>
        <w:ind w:left="5760" w:hanging="360"/>
      </w:pPr>
    </w:lvl>
    <w:lvl w:ilvl="8" w:tplc="3B1E556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402EE"/>
    <w:multiLevelType w:val="hybridMultilevel"/>
    <w:tmpl w:val="1184421A"/>
    <w:lvl w:ilvl="0" w:tplc="FEE41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8AF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AAD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B2E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4D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4A2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40E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6291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D0A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331697"/>
    <w:multiLevelType w:val="hybridMultilevel"/>
    <w:tmpl w:val="A4665168"/>
    <w:lvl w:ilvl="0" w:tplc="3E361E98">
      <w:start w:val="1"/>
      <w:numFmt w:val="decimal"/>
      <w:lvlText w:val="%1."/>
      <w:lvlJc w:val="left"/>
      <w:pPr>
        <w:ind w:left="720" w:hanging="360"/>
      </w:pPr>
    </w:lvl>
    <w:lvl w:ilvl="1" w:tplc="2A42753C">
      <w:start w:val="1"/>
      <w:numFmt w:val="lowerLetter"/>
      <w:lvlText w:val="%2."/>
      <w:lvlJc w:val="left"/>
      <w:pPr>
        <w:ind w:left="1440" w:hanging="360"/>
      </w:pPr>
    </w:lvl>
    <w:lvl w:ilvl="2" w:tplc="F8BE3120">
      <w:start w:val="1"/>
      <w:numFmt w:val="lowerRoman"/>
      <w:lvlText w:val="%3."/>
      <w:lvlJc w:val="right"/>
      <w:pPr>
        <w:ind w:left="2160" w:hanging="180"/>
      </w:pPr>
    </w:lvl>
    <w:lvl w:ilvl="3" w:tplc="E6806780" w:tentative="1">
      <w:start w:val="1"/>
      <w:numFmt w:val="decimal"/>
      <w:lvlText w:val="%4."/>
      <w:lvlJc w:val="left"/>
      <w:pPr>
        <w:ind w:left="2880" w:hanging="360"/>
      </w:pPr>
    </w:lvl>
    <w:lvl w:ilvl="4" w:tplc="1E922E80" w:tentative="1">
      <w:start w:val="1"/>
      <w:numFmt w:val="lowerLetter"/>
      <w:lvlText w:val="%5."/>
      <w:lvlJc w:val="left"/>
      <w:pPr>
        <w:ind w:left="3600" w:hanging="360"/>
      </w:pPr>
    </w:lvl>
    <w:lvl w:ilvl="5" w:tplc="72303F2C" w:tentative="1">
      <w:start w:val="1"/>
      <w:numFmt w:val="lowerRoman"/>
      <w:lvlText w:val="%6."/>
      <w:lvlJc w:val="right"/>
      <w:pPr>
        <w:ind w:left="4320" w:hanging="180"/>
      </w:pPr>
    </w:lvl>
    <w:lvl w:ilvl="6" w:tplc="EB9ECAF6" w:tentative="1">
      <w:start w:val="1"/>
      <w:numFmt w:val="decimal"/>
      <w:lvlText w:val="%7."/>
      <w:lvlJc w:val="left"/>
      <w:pPr>
        <w:ind w:left="5040" w:hanging="360"/>
      </w:pPr>
    </w:lvl>
    <w:lvl w:ilvl="7" w:tplc="B972E054" w:tentative="1">
      <w:start w:val="1"/>
      <w:numFmt w:val="lowerLetter"/>
      <w:lvlText w:val="%8."/>
      <w:lvlJc w:val="left"/>
      <w:pPr>
        <w:ind w:left="5760" w:hanging="360"/>
      </w:pPr>
    </w:lvl>
    <w:lvl w:ilvl="8" w:tplc="A53A1E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B3FAE"/>
    <w:multiLevelType w:val="hybridMultilevel"/>
    <w:tmpl w:val="A89618B0"/>
    <w:lvl w:ilvl="0" w:tplc="3644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125F84" w:tentative="1">
      <w:start w:val="1"/>
      <w:numFmt w:val="lowerLetter"/>
      <w:lvlText w:val="%2."/>
      <w:lvlJc w:val="left"/>
      <w:pPr>
        <w:ind w:left="1440" w:hanging="360"/>
      </w:pPr>
    </w:lvl>
    <w:lvl w:ilvl="2" w:tplc="D4D0D808" w:tentative="1">
      <w:start w:val="1"/>
      <w:numFmt w:val="lowerRoman"/>
      <w:lvlText w:val="%3."/>
      <w:lvlJc w:val="right"/>
      <w:pPr>
        <w:ind w:left="2160" w:hanging="180"/>
      </w:pPr>
    </w:lvl>
    <w:lvl w:ilvl="3" w:tplc="68BC745C" w:tentative="1">
      <w:start w:val="1"/>
      <w:numFmt w:val="decimal"/>
      <w:lvlText w:val="%4."/>
      <w:lvlJc w:val="left"/>
      <w:pPr>
        <w:ind w:left="2880" w:hanging="360"/>
      </w:pPr>
    </w:lvl>
    <w:lvl w:ilvl="4" w:tplc="787A4C70" w:tentative="1">
      <w:start w:val="1"/>
      <w:numFmt w:val="lowerLetter"/>
      <w:lvlText w:val="%5."/>
      <w:lvlJc w:val="left"/>
      <w:pPr>
        <w:ind w:left="3600" w:hanging="360"/>
      </w:pPr>
    </w:lvl>
    <w:lvl w:ilvl="5" w:tplc="C4F43E76" w:tentative="1">
      <w:start w:val="1"/>
      <w:numFmt w:val="lowerRoman"/>
      <w:lvlText w:val="%6."/>
      <w:lvlJc w:val="right"/>
      <w:pPr>
        <w:ind w:left="4320" w:hanging="180"/>
      </w:pPr>
    </w:lvl>
    <w:lvl w:ilvl="6" w:tplc="7F820BD2" w:tentative="1">
      <w:start w:val="1"/>
      <w:numFmt w:val="decimal"/>
      <w:lvlText w:val="%7."/>
      <w:lvlJc w:val="left"/>
      <w:pPr>
        <w:ind w:left="5040" w:hanging="360"/>
      </w:pPr>
    </w:lvl>
    <w:lvl w:ilvl="7" w:tplc="EE6C5A50" w:tentative="1">
      <w:start w:val="1"/>
      <w:numFmt w:val="lowerLetter"/>
      <w:lvlText w:val="%8."/>
      <w:lvlJc w:val="left"/>
      <w:pPr>
        <w:ind w:left="5760" w:hanging="360"/>
      </w:pPr>
    </w:lvl>
    <w:lvl w:ilvl="8" w:tplc="076AB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185E"/>
    <w:multiLevelType w:val="hybridMultilevel"/>
    <w:tmpl w:val="FFDC3934"/>
    <w:lvl w:ilvl="0" w:tplc="3D7AC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0B1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52E8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4E6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2087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08C6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63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341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4CB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85EF0"/>
    <w:multiLevelType w:val="hybridMultilevel"/>
    <w:tmpl w:val="CD6C1E34"/>
    <w:lvl w:ilvl="0" w:tplc="C5447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B692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1A87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FA17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7CB0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1C0F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DC7A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40C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D0C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67E9D"/>
    <w:multiLevelType w:val="hybridMultilevel"/>
    <w:tmpl w:val="F17A9AE6"/>
    <w:lvl w:ilvl="0" w:tplc="C5AAC18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0F0191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C66277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888565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964C0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E0025E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620FB4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202AD6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56E5A2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AE6133"/>
    <w:multiLevelType w:val="hybridMultilevel"/>
    <w:tmpl w:val="6D84E280"/>
    <w:lvl w:ilvl="0" w:tplc="991062B0">
      <w:start w:val="1"/>
      <w:numFmt w:val="decimal"/>
      <w:lvlText w:val="%1."/>
      <w:lvlJc w:val="left"/>
      <w:pPr>
        <w:ind w:left="720" w:hanging="360"/>
      </w:pPr>
    </w:lvl>
    <w:lvl w:ilvl="1" w:tplc="5E567946" w:tentative="1">
      <w:start w:val="1"/>
      <w:numFmt w:val="lowerLetter"/>
      <w:lvlText w:val="%2."/>
      <w:lvlJc w:val="left"/>
      <w:pPr>
        <w:ind w:left="1440" w:hanging="360"/>
      </w:pPr>
    </w:lvl>
    <w:lvl w:ilvl="2" w:tplc="038C72EE" w:tentative="1">
      <w:start w:val="1"/>
      <w:numFmt w:val="lowerRoman"/>
      <w:lvlText w:val="%3."/>
      <w:lvlJc w:val="right"/>
      <w:pPr>
        <w:ind w:left="2160" w:hanging="180"/>
      </w:pPr>
    </w:lvl>
    <w:lvl w:ilvl="3" w:tplc="7E66B61E" w:tentative="1">
      <w:start w:val="1"/>
      <w:numFmt w:val="decimal"/>
      <w:lvlText w:val="%4."/>
      <w:lvlJc w:val="left"/>
      <w:pPr>
        <w:ind w:left="2880" w:hanging="360"/>
      </w:pPr>
    </w:lvl>
    <w:lvl w:ilvl="4" w:tplc="10F60448" w:tentative="1">
      <w:start w:val="1"/>
      <w:numFmt w:val="lowerLetter"/>
      <w:lvlText w:val="%5."/>
      <w:lvlJc w:val="left"/>
      <w:pPr>
        <w:ind w:left="3600" w:hanging="360"/>
      </w:pPr>
    </w:lvl>
    <w:lvl w:ilvl="5" w:tplc="9B101F6E" w:tentative="1">
      <w:start w:val="1"/>
      <w:numFmt w:val="lowerRoman"/>
      <w:lvlText w:val="%6."/>
      <w:lvlJc w:val="right"/>
      <w:pPr>
        <w:ind w:left="4320" w:hanging="180"/>
      </w:pPr>
    </w:lvl>
    <w:lvl w:ilvl="6" w:tplc="27E83BE4" w:tentative="1">
      <w:start w:val="1"/>
      <w:numFmt w:val="decimal"/>
      <w:lvlText w:val="%7."/>
      <w:lvlJc w:val="left"/>
      <w:pPr>
        <w:ind w:left="5040" w:hanging="360"/>
      </w:pPr>
    </w:lvl>
    <w:lvl w:ilvl="7" w:tplc="191ED380" w:tentative="1">
      <w:start w:val="1"/>
      <w:numFmt w:val="lowerLetter"/>
      <w:lvlText w:val="%8."/>
      <w:lvlJc w:val="left"/>
      <w:pPr>
        <w:ind w:left="5760" w:hanging="360"/>
      </w:pPr>
    </w:lvl>
    <w:lvl w:ilvl="8" w:tplc="8A2C5F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37D6E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20FDB"/>
    <w:multiLevelType w:val="hybridMultilevel"/>
    <w:tmpl w:val="CA7CB0F0"/>
    <w:lvl w:ilvl="0" w:tplc="41720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1CE0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B463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2C5E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69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F66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477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61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1E8B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E14B6"/>
    <w:multiLevelType w:val="hybridMultilevel"/>
    <w:tmpl w:val="4232E460"/>
    <w:lvl w:ilvl="0" w:tplc="F998C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187F3A" w:tentative="1">
      <w:start w:val="1"/>
      <w:numFmt w:val="lowerLetter"/>
      <w:lvlText w:val="%2."/>
      <w:lvlJc w:val="left"/>
      <w:pPr>
        <w:ind w:left="1440" w:hanging="360"/>
      </w:pPr>
    </w:lvl>
    <w:lvl w:ilvl="2" w:tplc="6276B760" w:tentative="1">
      <w:start w:val="1"/>
      <w:numFmt w:val="lowerRoman"/>
      <w:lvlText w:val="%3."/>
      <w:lvlJc w:val="right"/>
      <w:pPr>
        <w:ind w:left="2160" w:hanging="180"/>
      </w:pPr>
    </w:lvl>
    <w:lvl w:ilvl="3" w:tplc="69F67B02" w:tentative="1">
      <w:start w:val="1"/>
      <w:numFmt w:val="decimal"/>
      <w:lvlText w:val="%4."/>
      <w:lvlJc w:val="left"/>
      <w:pPr>
        <w:ind w:left="2880" w:hanging="360"/>
      </w:pPr>
    </w:lvl>
    <w:lvl w:ilvl="4" w:tplc="70165B26" w:tentative="1">
      <w:start w:val="1"/>
      <w:numFmt w:val="lowerLetter"/>
      <w:lvlText w:val="%5."/>
      <w:lvlJc w:val="left"/>
      <w:pPr>
        <w:ind w:left="3600" w:hanging="360"/>
      </w:pPr>
    </w:lvl>
    <w:lvl w:ilvl="5" w:tplc="4248554E" w:tentative="1">
      <w:start w:val="1"/>
      <w:numFmt w:val="lowerRoman"/>
      <w:lvlText w:val="%6."/>
      <w:lvlJc w:val="right"/>
      <w:pPr>
        <w:ind w:left="4320" w:hanging="180"/>
      </w:pPr>
    </w:lvl>
    <w:lvl w:ilvl="6" w:tplc="FA3460A2" w:tentative="1">
      <w:start w:val="1"/>
      <w:numFmt w:val="decimal"/>
      <w:lvlText w:val="%7."/>
      <w:lvlJc w:val="left"/>
      <w:pPr>
        <w:ind w:left="5040" w:hanging="360"/>
      </w:pPr>
    </w:lvl>
    <w:lvl w:ilvl="7" w:tplc="B5DC4A86" w:tentative="1">
      <w:start w:val="1"/>
      <w:numFmt w:val="lowerLetter"/>
      <w:lvlText w:val="%8."/>
      <w:lvlJc w:val="left"/>
      <w:pPr>
        <w:ind w:left="5760" w:hanging="360"/>
      </w:pPr>
    </w:lvl>
    <w:lvl w:ilvl="8" w:tplc="649C41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B1A58"/>
    <w:multiLevelType w:val="hybridMultilevel"/>
    <w:tmpl w:val="CA1AC826"/>
    <w:lvl w:ilvl="0" w:tplc="4D948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BEB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B42A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6B5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B84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81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267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44D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A9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58121E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B7B7E"/>
    <w:multiLevelType w:val="hybridMultilevel"/>
    <w:tmpl w:val="B58077B8"/>
    <w:lvl w:ilvl="0" w:tplc="39BC44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32F686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0226E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E4E2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7EF4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1E78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48E1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7ABC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24C8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2015E0"/>
    <w:multiLevelType w:val="hybridMultilevel"/>
    <w:tmpl w:val="AE02F512"/>
    <w:lvl w:ilvl="0" w:tplc="A8346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0C6832">
      <w:start w:val="1"/>
      <w:numFmt w:val="lowerLetter"/>
      <w:lvlText w:val="%2."/>
      <w:lvlJc w:val="left"/>
      <w:pPr>
        <w:ind w:left="1440" w:hanging="360"/>
      </w:pPr>
    </w:lvl>
    <w:lvl w:ilvl="2" w:tplc="D960E614" w:tentative="1">
      <w:start w:val="1"/>
      <w:numFmt w:val="lowerRoman"/>
      <w:lvlText w:val="%3."/>
      <w:lvlJc w:val="right"/>
      <w:pPr>
        <w:ind w:left="2160" w:hanging="180"/>
      </w:pPr>
    </w:lvl>
    <w:lvl w:ilvl="3" w:tplc="531E347C" w:tentative="1">
      <w:start w:val="1"/>
      <w:numFmt w:val="decimal"/>
      <w:lvlText w:val="%4."/>
      <w:lvlJc w:val="left"/>
      <w:pPr>
        <w:ind w:left="2880" w:hanging="360"/>
      </w:pPr>
    </w:lvl>
    <w:lvl w:ilvl="4" w:tplc="C6D67F42" w:tentative="1">
      <w:start w:val="1"/>
      <w:numFmt w:val="lowerLetter"/>
      <w:lvlText w:val="%5."/>
      <w:lvlJc w:val="left"/>
      <w:pPr>
        <w:ind w:left="3600" w:hanging="360"/>
      </w:pPr>
    </w:lvl>
    <w:lvl w:ilvl="5" w:tplc="7FB4AD7A" w:tentative="1">
      <w:start w:val="1"/>
      <w:numFmt w:val="lowerRoman"/>
      <w:lvlText w:val="%6."/>
      <w:lvlJc w:val="right"/>
      <w:pPr>
        <w:ind w:left="4320" w:hanging="180"/>
      </w:pPr>
    </w:lvl>
    <w:lvl w:ilvl="6" w:tplc="AFDE8EC2" w:tentative="1">
      <w:start w:val="1"/>
      <w:numFmt w:val="decimal"/>
      <w:lvlText w:val="%7."/>
      <w:lvlJc w:val="left"/>
      <w:pPr>
        <w:ind w:left="5040" w:hanging="360"/>
      </w:pPr>
    </w:lvl>
    <w:lvl w:ilvl="7" w:tplc="4596F622" w:tentative="1">
      <w:start w:val="1"/>
      <w:numFmt w:val="lowerLetter"/>
      <w:lvlText w:val="%8."/>
      <w:lvlJc w:val="left"/>
      <w:pPr>
        <w:ind w:left="5760" w:hanging="360"/>
      </w:pPr>
    </w:lvl>
    <w:lvl w:ilvl="8" w:tplc="23F28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7750D"/>
    <w:multiLevelType w:val="hybridMultilevel"/>
    <w:tmpl w:val="7E7A8CBA"/>
    <w:lvl w:ilvl="0" w:tplc="EFDECB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8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DE00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22A8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C899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86CC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BC1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24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6E3F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5"/>
  </w:num>
  <w:num w:numId="5">
    <w:abstractNumId w:val="4"/>
  </w:num>
  <w:num w:numId="6">
    <w:abstractNumId w:val="34"/>
  </w:num>
  <w:num w:numId="7">
    <w:abstractNumId w:val="38"/>
  </w:num>
  <w:num w:numId="8">
    <w:abstractNumId w:val="6"/>
  </w:num>
  <w:num w:numId="9">
    <w:abstractNumId w:val="28"/>
  </w:num>
  <w:num w:numId="10">
    <w:abstractNumId w:val="29"/>
  </w:num>
  <w:num w:numId="11">
    <w:abstractNumId w:val="24"/>
  </w:num>
  <w:num w:numId="12">
    <w:abstractNumId w:val="26"/>
  </w:num>
  <w:num w:numId="13">
    <w:abstractNumId w:val="25"/>
  </w:num>
  <w:num w:numId="14">
    <w:abstractNumId w:val="33"/>
  </w:num>
  <w:num w:numId="15">
    <w:abstractNumId w:val="31"/>
  </w:num>
  <w:num w:numId="16">
    <w:abstractNumId w:val="16"/>
  </w:num>
  <w:num w:numId="17">
    <w:abstractNumId w:val="8"/>
  </w:num>
  <w:num w:numId="18">
    <w:abstractNumId w:val="0"/>
  </w:num>
  <w:num w:numId="19">
    <w:abstractNumId w:val="11"/>
  </w:num>
  <w:num w:numId="20">
    <w:abstractNumId w:val="36"/>
  </w:num>
  <w:num w:numId="21">
    <w:abstractNumId w:val="32"/>
  </w:num>
  <w:num w:numId="22">
    <w:abstractNumId w:val="4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7"/>
  </w:num>
  <w:num w:numId="26">
    <w:abstractNumId w:val="18"/>
  </w:num>
  <w:num w:numId="27">
    <w:abstractNumId w:val="1"/>
  </w:num>
  <w:num w:numId="28">
    <w:abstractNumId w:val="17"/>
  </w:num>
  <w:num w:numId="29">
    <w:abstractNumId w:val="19"/>
  </w:num>
  <w:num w:numId="30">
    <w:abstractNumId w:val="5"/>
  </w:num>
  <w:num w:numId="31">
    <w:abstractNumId w:val="37"/>
  </w:num>
  <w:num w:numId="32">
    <w:abstractNumId w:val="41"/>
  </w:num>
  <w:num w:numId="33">
    <w:abstractNumId w:val="21"/>
  </w:num>
  <w:num w:numId="34">
    <w:abstractNumId w:val="30"/>
  </w:num>
  <w:num w:numId="35">
    <w:abstractNumId w:val="14"/>
  </w:num>
  <w:num w:numId="36">
    <w:abstractNumId w:val="7"/>
  </w:num>
  <w:num w:numId="37">
    <w:abstractNumId w:val="39"/>
  </w:num>
  <w:num w:numId="38">
    <w:abstractNumId w:val="23"/>
  </w:num>
  <w:num w:numId="39">
    <w:abstractNumId w:val="35"/>
  </w:num>
  <w:num w:numId="40">
    <w:abstractNumId w:val="20"/>
  </w:num>
  <w:num w:numId="41">
    <w:abstractNumId w:val="9"/>
  </w:num>
  <w:num w:numId="42">
    <w:abstractNumId w:val="3"/>
  </w:num>
  <w:num w:numId="43">
    <w:abstractNumId w:val="12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c0MLIwMLSwNDQxNjFU0lEKTi0uzszPAykwrAUAFAET6iwAAAA="/>
  </w:docVars>
  <w:rsids>
    <w:rsidRoot w:val="00FE1CFD"/>
    <w:rsid w:val="000D144A"/>
    <w:rsid w:val="00144BE6"/>
    <w:rsid w:val="001D2825"/>
    <w:rsid w:val="00221AFA"/>
    <w:rsid w:val="002467A9"/>
    <w:rsid w:val="00312FC2"/>
    <w:rsid w:val="003D10C0"/>
    <w:rsid w:val="0040426A"/>
    <w:rsid w:val="00417007"/>
    <w:rsid w:val="0041750F"/>
    <w:rsid w:val="00446057"/>
    <w:rsid w:val="004477A9"/>
    <w:rsid w:val="00451DC6"/>
    <w:rsid w:val="004654C9"/>
    <w:rsid w:val="004A10A2"/>
    <w:rsid w:val="005A54D1"/>
    <w:rsid w:val="005E3316"/>
    <w:rsid w:val="00612986"/>
    <w:rsid w:val="00747190"/>
    <w:rsid w:val="0075046B"/>
    <w:rsid w:val="00753005"/>
    <w:rsid w:val="0076641B"/>
    <w:rsid w:val="007D4856"/>
    <w:rsid w:val="008065B7"/>
    <w:rsid w:val="008D56E3"/>
    <w:rsid w:val="008E746B"/>
    <w:rsid w:val="008F7A64"/>
    <w:rsid w:val="0093309F"/>
    <w:rsid w:val="009D71BF"/>
    <w:rsid w:val="00A17EE8"/>
    <w:rsid w:val="00A434D2"/>
    <w:rsid w:val="00A436E3"/>
    <w:rsid w:val="00A95400"/>
    <w:rsid w:val="00B237EF"/>
    <w:rsid w:val="00BA6A5E"/>
    <w:rsid w:val="00BF4A89"/>
    <w:rsid w:val="00C677E0"/>
    <w:rsid w:val="00C7126E"/>
    <w:rsid w:val="00C966AD"/>
    <w:rsid w:val="00DB1268"/>
    <w:rsid w:val="00DF56E6"/>
    <w:rsid w:val="00E0696A"/>
    <w:rsid w:val="00E23C14"/>
    <w:rsid w:val="00E43833"/>
    <w:rsid w:val="00E76A44"/>
    <w:rsid w:val="00EA0956"/>
    <w:rsid w:val="00EA0FD6"/>
    <w:rsid w:val="00EB56D1"/>
    <w:rsid w:val="00F33974"/>
    <w:rsid w:val="00F40885"/>
    <w:rsid w:val="00F73BD8"/>
    <w:rsid w:val="00FE1CFD"/>
    <w:rsid w:val="00FF3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FE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2DBEA-6A6F-417F-825F-CC100FBB3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939196-0CCB-4000-AEE8-FA53812C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17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MSL953003_MG_Kn_3of3_20181015</vt:lpstr>
    </vt:vector>
  </TitlesOfParts>
  <Company/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MSL953003_MG_Kn_3of3_20181015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2019-10-31T00:01:00Z</dcterms:created>
  <dcterms:modified xsi:type="dcterms:W3CDTF">2020-02-11T00:49:00Z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