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96C8D" w14:textId="77777777" w:rsidR="00FC48B2" w:rsidRDefault="004B7EBF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17296C8E" w14:textId="77777777" w:rsidR="00CC3D37" w:rsidRPr="00A56627" w:rsidRDefault="004B7EBF" w:rsidP="00CC3D37">
      <w:pPr>
        <w:pStyle w:val="Heading2"/>
      </w:pPr>
      <w:r w:rsidRPr="00A56627">
        <w:t>Criteria</w:t>
      </w:r>
    </w:p>
    <w:p w14:paraId="17296C8F" w14:textId="77777777" w:rsidR="00CC3D37" w:rsidRDefault="004B7EBF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8A67FF9" w14:textId="57E11589" w:rsidR="00680219" w:rsidRDefault="002807C2" w:rsidP="006802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 xml:space="preserve">MSL40118 - </w:t>
      </w:r>
      <w:r w:rsidR="00680219">
        <w:rPr>
          <w:sz w:val="22"/>
          <w:szCs w:val="22"/>
          <w:lang w:eastAsia="en-AU"/>
        </w:rPr>
        <w:t>Certificate IV in Laboratory Techniques</w:t>
      </w:r>
      <w:r>
        <w:rPr>
          <w:sz w:val="22"/>
          <w:szCs w:val="22"/>
          <w:lang w:eastAsia="en-AU"/>
        </w:rPr>
        <w:t xml:space="preserve"> (1)</w:t>
      </w:r>
    </w:p>
    <w:p w14:paraId="46883492" w14:textId="481FDC59" w:rsidR="00680219" w:rsidRDefault="002807C2" w:rsidP="006802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MSL30118 - </w:t>
      </w:r>
      <w:r w:rsidR="00680219">
        <w:rPr>
          <w:sz w:val="22"/>
          <w:szCs w:val="22"/>
          <w:lang w:eastAsia="en-AU"/>
        </w:rPr>
        <w:t>Certific</w:t>
      </w:r>
      <w:r>
        <w:rPr>
          <w:sz w:val="22"/>
          <w:szCs w:val="22"/>
          <w:lang w:eastAsia="en-AU"/>
        </w:rPr>
        <w:t>ate III in Laboratory Skills (1)</w:t>
      </w:r>
    </w:p>
    <w:p w14:paraId="725598F5" w14:textId="77777777" w:rsidR="00680219" w:rsidRDefault="00680219" w:rsidP="006802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17296C92" w14:textId="77777777" w:rsidR="00CC3D37" w:rsidRDefault="004B7EBF" w:rsidP="00CC3D37">
      <w:pPr>
        <w:pStyle w:val="Heading3"/>
      </w:pPr>
      <w:r w:rsidRPr="007A6B4A">
        <w:t>Unit code, name and release number</w:t>
      </w:r>
    </w:p>
    <w:p w14:paraId="17296C93" w14:textId="77777777" w:rsidR="00CC3D37" w:rsidRPr="00D83795" w:rsidRDefault="004B7EB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MSL953003 - Receive and prepare samples for testing (1)</w:t>
      </w:r>
      <w:bookmarkEnd w:id="1"/>
    </w:p>
    <w:p w14:paraId="17296C94" w14:textId="77777777" w:rsidR="00CC3D37" w:rsidRPr="00D83795" w:rsidRDefault="00B54527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7296C95" w14:textId="77777777" w:rsidR="00BC4442" w:rsidRPr="004A551B" w:rsidRDefault="004B7EBF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17296C96" w14:textId="77777777" w:rsidR="0040694E" w:rsidRPr="004A551B" w:rsidRDefault="004B7EBF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17296C97" w14:textId="77777777" w:rsidR="0040694E" w:rsidRPr="004A551B" w:rsidRDefault="004B7EB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17296C98" w14:textId="77777777" w:rsidR="0040694E" w:rsidRPr="004A551B" w:rsidRDefault="004B7EB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17296C99" w14:textId="77777777" w:rsidR="0040694E" w:rsidRPr="004A551B" w:rsidRDefault="004B7EB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17296C9A" w14:textId="77777777" w:rsidR="0040694E" w:rsidRPr="004A551B" w:rsidRDefault="004B7EB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17296C9B" w14:textId="77777777" w:rsidR="0040694E" w:rsidRPr="004A551B" w:rsidRDefault="004B7EB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17296C9C" w14:textId="77777777" w:rsidR="003F73CB" w:rsidRDefault="004B7EBF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6B470D" w14:paraId="17296CA1" w14:textId="77777777" w:rsidTr="006B4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17296C9D" w14:textId="77777777" w:rsidR="007E10A9" w:rsidRDefault="004B7EB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17296C9E" w14:textId="77777777" w:rsidR="007E10A9" w:rsidRDefault="004B7EB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17296C9F" w14:textId="77777777" w:rsidR="007E10A9" w:rsidRDefault="004B7EB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17296CA0" w14:textId="77777777" w:rsidR="007E10A9" w:rsidRDefault="004B7EB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6B470D" w14:paraId="17296CA6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A2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36E8DB69" w14:textId="1F3E4B43" w:rsidR="0094114D" w:rsidRDefault="0094114D" w:rsidP="00BC6DBB">
            <w:pPr>
              <w:rPr>
                <w:lang w:eastAsia="en-AU"/>
              </w:rPr>
            </w:pPr>
          </w:p>
          <w:p w14:paraId="2A411C3F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62FA5B66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12B26A2D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51DAE5FE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49A4D1E4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33DA0D13" w14:textId="55B631E4" w:rsidR="00984EC4" w:rsidRPr="0094114D" w:rsidRDefault="00984EC4" w:rsidP="0094114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A4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A5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AB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A7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0F8BF43B" w14:textId="263EECCC" w:rsidR="0094114D" w:rsidRDefault="0094114D" w:rsidP="00BC6DBB">
            <w:pPr>
              <w:rPr>
                <w:lang w:eastAsia="en-AU"/>
              </w:rPr>
            </w:pPr>
          </w:p>
          <w:p w14:paraId="1EB91672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13E13539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02665199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1AF5338B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570F0269" w14:textId="2A5506DE" w:rsidR="00984EC4" w:rsidRPr="0094114D" w:rsidRDefault="00984EC4" w:rsidP="0094114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A9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AA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B0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AC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D2DB242" w14:textId="5AE710BC" w:rsidR="0094114D" w:rsidRDefault="0094114D" w:rsidP="00BC6DBB">
            <w:pPr>
              <w:rPr>
                <w:lang w:eastAsia="en-AU"/>
              </w:rPr>
            </w:pPr>
          </w:p>
          <w:p w14:paraId="0D011F13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6B52F6A1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062B34D0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6D79E006" w14:textId="68CC7180" w:rsidR="00984EC4" w:rsidRPr="0094114D" w:rsidRDefault="00984EC4" w:rsidP="0094114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AE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AF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B5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B1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E81307B" w14:textId="439FC4B5" w:rsidR="0094114D" w:rsidRDefault="0094114D" w:rsidP="00BC6DBB">
            <w:pPr>
              <w:rPr>
                <w:lang w:eastAsia="en-AU"/>
              </w:rPr>
            </w:pPr>
          </w:p>
          <w:p w14:paraId="2A8ABB19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3A6ACC75" w14:textId="77777777" w:rsidR="0094114D" w:rsidRPr="0094114D" w:rsidRDefault="0094114D" w:rsidP="0094114D">
            <w:pPr>
              <w:rPr>
                <w:lang w:eastAsia="en-AU"/>
              </w:rPr>
            </w:pPr>
          </w:p>
          <w:p w14:paraId="634A31C9" w14:textId="27386AED" w:rsidR="00984EC4" w:rsidRPr="0094114D" w:rsidRDefault="00984EC4" w:rsidP="0094114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B3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B4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BA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B6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67D91A86" w14:textId="6AE16626" w:rsidR="0094114D" w:rsidRDefault="0094114D" w:rsidP="00BC6DBB">
            <w:pPr>
              <w:rPr>
                <w:lang w:eastAsia="en-AU"/>
              </w:rPr>
            </w:pPr>
          </w:p>
          <w:p w14:paraId="6418B8F6" w14:textId="3F223C7F" w:rsidR="00C339B5" w:rsidRDefault="00C339B5" w:rsidP="0094114D">
            <w:pPr>
              <w:rPr>
                <w:lang w:eastAsia="en-AU"/>
              </w:rPr>
            </w:pPr>
          </w:p>
          <w:p w14:paraId="1F77B2D9" w14:textId="7342D295" w:rsidR="00984EC4" w:rsidRPr="00C339B5" w:rsidRDefault="00C339B5" w:rsidP="00C339B5">
            <w:pPr>
              <w:tabs>
                <w:tab w:val="clear" w:pos="284"/>
                <w:tab w:val="left" w:pos="1257"/>
              </w:tabs>
              <w:rPr>
                <w:lang w:eastAsia="en-AU"/>
              </w:rPr>
            </w:pPr>
            <w:bookmarkStart w:id="2" w:name="_GoBack"/>
            <w:bookmarkEnd w:id="2"/>
            <w:r>
              <w:rPr>
                <w:lang w:eastAsia="en-AU"/>
              </w:rPr>
              <w:tab/>
            </w:r>
          </w:p>
        </w:tc>
        <w:tc>
          <w:tcPr>
            <w:tcW w:w="660" w:type="pct"/>
            <w:vAlign w:val="top"/>
          </w:tcPr>
          <w:p w14:paraId="17296CB8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B9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BF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BB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17296CBC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BD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BE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C4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C0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17296CC1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C2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C3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6B470D" w14:paraId="17296CC9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7296CC5" w14:textId="77777777" w:rsidR="007E10A9" w:rsidRPr="007E10A9" w:rsidRDefault="004B7EB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17296CC6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296CC7" w14:textId="77777777" w:rsidR="007E10A9" w:rsidRDefault="00B545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296CC8" w14:textId="77777777" w:rsidR="007E10A9" w:rsidRDefault="00B54527" w:rsidP="007E10A9">
            <w:pPr>
              <w:rPr>
                <w:lang w:eastAsia="en-AU"/>
              </w:rPr>
            </w:pPr>
          </w:p>
        </w:tc>
      </w:tr>
      <w:tr w:rsidR="0094114D" w14:paraId="71A37099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7230E633" w14:textId="351DC3C4" w:rsidR="0094114D" w:rsidRPr="007E10A9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58FC2ED5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D9D8867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F86CE40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6470D6BA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B57E0DB" w14:textId="45C52FAF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6559EEA0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6244B63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96CF7F1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5AC86055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9154C78" w14:textId="79848E60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01236958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68D0EF7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C83E3D6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7890091F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67839345" w14:textId="7E02C1DB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DB5BD98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374FE8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5012908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13925A35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59D6501D" w14:textId="5ECEFEBA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0DCC4945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123A2A5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F239830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3A92B8C0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6CDE78A" w14:textId="5AEE2918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6438754B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4F8A81E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25679FD" w14:textId="77777777" w:rsidR="0094114D" w:rsidRDefault="0094114D" w:rsidP="007E10A9">
            <w:pPr>
              <w:rPr>
                <w:lang w:eastAsia="en-AU"/>
              </w:rPr>
            </w:pPr>
          </w:p>
        </w:tc>
      </w:tr>
      <w:tr w:rsidR="0094114D" w14:paraId="330081AE" w14:textId="77777777" w:rsidTr="0094114D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71C5A670" w14:textId="6D4DC661" w:rsidR="0094114D" w:rsidRDefault="0094114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68F07C2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296BA0" w14:textId="77777777" w:rsidR="0094114D" w:rsidRDefault="0094114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812C445" w14:textId="77777777" w:rsidR="0094114D" w:rsidRDefault="0094114D" w:rsidP="007E10A9">
            <w:pPr>
              <w:rPr>
                <w:lang w:eastAsia="en-AU"/>
              </w:rPr>
            </w:pPr>
          </w:p>
        </w:tc>
      </w:tr>
    </w:tbl>
    <w:p w14:paraId="17296CCA" w14:textId="77777777" w:rsidR="00BC4442" w:rsidRDefault="00B54527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37324" w14:textId="77777777" w:rsidR="00C15CF6" w:rsidRDefault="00C15CF6">
      <w:pPr>
        <w:spacing w:before="0" w:after="0" w:line="240" w:lineRule="auto"/>
      </w:pPr>
      <w:r>
        <w:separator/>
      </w:r>
    </w:p>
  </w:endnote>
  <w:endnote w:type="continuationSeparator" w:id="0">
    <w:p w14:paraId="6023DB05" w14:textId="77777777" w:rsidR="00C15CF6" w:rsidRDefault="00C15C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6CCE" w14:textId="77777777" w:rsidR="00CC4677" w:rsidRPr="004820C4" w:rsidRDefault="00B54527" w:rsidP="0002323C">
    <w:pPr>
      <w:pStyle w:val="Footer-DocumentTitleLeft"/>
    </w:pPr>
  </w:p>
  <w:p w14:paraId="17296CCF" w14:textId="77777777" w:rsidR="00CC4677" w:rsidRDefault="004B7EBF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7296CD0" w14:textId="77777777" w:rsidR="00CC4677" w:rsidRPr="0006452B" w:rsidRDefault="00B54527" w:rsidP="00EE3A11"/>
  <w:p w14:paraId="17296CD1" w14:textId="77777777" w:rsidR="00BA0812" w:rsidRDefault="00B5452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BDCBF7D" w14:textId="6DC113FD" w:rsidR="004B7EBF" w:rsidRDefault="004B7EBF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fldSimple w:instr=" FILENAME   \* MERGEFORMAT ">
          <w:r w:rsidR="00B54527">
            <w:rPr>
              <w:noProof/>
            </w:rPr>
            <w:t>MSL953003_StDec</w:t>
          </w:r>
        </w:fldSimple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B54527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B54527">
          <w:rPr>
            <w:noProof/>
          </w:rPr>
          <w:t>2</w:t>
        </w:r>
        <w:r>
          <w:rPr>
            <w:noProof/>
          </w:rPr>
          <w:fldChar w:fldCharType="end"/>
        </w:r>
      </w:p>
      <w:p w14:paraId="17296CD2" w14:textId="3BC4CB6A" w:rsidR="00BA0812" w:rsidRDefault="004B7EBF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 xml:space="preserve">Resource ID: </w:t>
        </w:r>
        <w:r w:rsidRPr="004B7EBF">
          <w:rPr>
            <w:noProof/>
          </w:rPr>
          <w:t>MRS_18_07_</w:t>
        </w:r>
        <w:r>
          <w:rPr>
            <w:noProof/>
          </w:rPr>
          <w:t>MSL953003_StDec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6CD5" w14:textId="77777777" w:rsidR="00AA3155" w:rsidRPr="008D467A" w:rsidRDefault="004B7EBF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7296CD6" w14:textId="77777777" w:rsidR="00AA3155" w:rsidRPr="008948B1" w:rsidRDefault="004B7EBF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7296CD7" w14:textId="77777777" w:rsidR="00CC4677" w:rsidRPr="00AA3155" w:rsidRDefault="00B54527" w:rsidP="00EE3A11">
    <w:pPr>
      <w:pStyle w:val="Footer"/>
    </w:pPr>
  </w:p>
  <w:p w14:paraId="17296CD8" w14:textId="77777777" w:rsidR="00BA0812" w:rsidRDefault="00B5452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D4688" w14:textId="77777777" w:rsidR="00C15CF6" w:rsidRDefault="00C15CF6">
      <w:pPr>
        <w:spacing w:before="0" w:after="0" w:line="240" w:lineRule="auto"/>
      </w:pPr>
      <w:r>
        <w:separator/>
      </w:r>
    </w:p>
  </w:footnote>
  <w:footnote w:type="continuationSeparator" w:id="0">
    <w:p w14:paraId="67D643F4" w14:textId="77777777" w:rsidR="00C15CF6" w:rsidRDefault="00C15C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6CCB" w14:textId="77777777" w:rsidR="00CC4677" w:rsidRDefault="00B54527" w:rsidP="00EE3A11"/>
  <w:p w14:paraId="17296CCC" w14:textId="77777777" w:rsidR="00BA0812" w:rsidRDefault="00B5452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6CCD" w14:textId="77777777" w:rsidR="00BA0812" w:rsidRDefault="004B7EBF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7296CD9" wp14:editId="17296CDA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6CD3" w14:textId="77777777" w:rsidR="004238CB" w:rsidRDefault="00B54527" w:rsidP="00EE3A11">
    <w:pPr>
      <w:pStyle w:val="Header"/>
    </w:pPr>
  </w:p>
  <w:p w14:paraId="17296CD4" w14:textId="77777777" w:rsidR="00BA0812" w:rsidRDefault="00B5452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0908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83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2F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C2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23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AE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E3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C9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C8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12CE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4CA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07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4A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122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92DE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45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2EE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E57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2B819C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461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8D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4A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6C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A0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41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022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68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0CE1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04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05D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0B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ACF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47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0A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A4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E49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40A46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644A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A8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DA5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68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AD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4F9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0B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2F0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E15E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9E8A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684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04A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64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E4A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E7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02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4CE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34587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E8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A5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03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2BA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C3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1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69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4F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A50CC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E24C6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A6CA4C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E8869F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7827A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96E88E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D2CA4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4881A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330C7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6A6F63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20CC2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49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86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726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E3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4B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822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22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BFEAF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CD4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C2F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4E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AAA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E5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24A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A8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743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3250B64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F5AD3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8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80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E4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E1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E2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9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8A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55783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809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FAF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CA7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0E7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44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AF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CE8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382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4608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82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861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8E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228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861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2A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3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5CE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420E8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90F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C6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C1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0D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C8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0CE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8A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A0C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1E46B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1BAC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82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68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4C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56B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2D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84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6CD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51A21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288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8AB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AB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873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E7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644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A5D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483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A82D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26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65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A5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A8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6E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24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21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563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F48B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4C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D4B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E1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4A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0F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B87F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6F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64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DBB2C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C6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0E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EF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C6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27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62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72CD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3EF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BC875AA">
      <w:start w:val="1"/>
      <w:numFmt w:val="decimal"/>
      <w:lvlText w:val="%1."/>
      <w:lvlJc w:val="left"/>
      <w:pPr>
        <w:ind w:left="720" w:hanging="360"/>
      </w:pPr>
    </w:lvl>
    <w:lvl w:ilvl="1" w:tplc="5F001A10">
      <w:start w:val="1"/>
      <w:numFmt w:val="lowerLetter"/>
      <w:lvlText w:val="%2."/>
      <w:lvlJc w:val="left"/>
      <w:pPr>
        <w:ind w:left="1440" w:hanging="360"/>
      </w:pPr>
    </w:lvl>
    <w:lvl w:ilvl="2" w:tplc="60A2A3D8">
      <w:start w:val="1"/>
      <w:numFmt w:val="lowerRoman"/>
      <w:lvlText w:val="%3."/>
      <w:lvlJc w:val="right"/>
      <w:pPr>
        <w:ind w:left="2160" w:hanging="180"/>
      </w:pPr>
    </w:lvl>
    <w:lvl w:ilvl="3" w:tplc="2FA8BD76">
      <w:start w:val="1"/>
      <w:numFmt w:val="decimal"/>
      <w:lvlText w:val="%4."/>
      <w:lvlJc w:val="left"/>
      <w:pPr>
        <w:ind w:left="2880" w:hanging="360"/>
      </w:pPr>
    </w:lvl>
    <w:lvl w:ilvl="4" w:tplc="E6BE9F34">
      <w:start w:val="1"/>
      <w:numFmt w:val="lowerLetter"/>
      <w:lvlText w:val="%5."/>
      <w:lvlJc w:val="left"/>
      <w:pPr>
        <w:ind w:left="3600" w:hanging="360"/>
      </w:pPr>
    </w:lvl>
    <w:lvl w:ilvl="5" w:tplc="3AA65280">
      <w:start w:val="1"/>
      <w:numFmt w:val="lowerRoman"/>
      <w:lvlText w:val="%6."/>
      <w:lvlJc w:val="right"/>
      <w:pPr>
        <w:ind w:left="4320" w:hanging="180"/>
      </w:pPr>
    </w:lvl>
    <w:lvl w:ilvl="6" w:tplc="54E2E224">
      <w:start w:val="1"/>
      <w:numFmt w:val="decimal"/>
      <w:lvlText w:val="%7."/>
      <w:lvlJc w:val="left"/>
      <w:pPr>
        <w:ind w:left="5040" w:hanging="360"/>
      </w:pPr>
    </w:lvl>
    <w:lvl w:ilvl="7" w:tplc="2DD0F0B4">
      <w:start w:val="1"/>
      <w:numFmt w:val="lowerLetter"/>
      <w:lvlText w:val="%8."/>
      <w:lvlJc w:val="left"/>
      <w:pPr>
        <w:ind w:left="5760" w:hanging="360"/>
      </w:pPr>
    </w:lvl>
    <w:lvl w:ilvl="8" w:tplc="B054230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2076B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401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8C0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ACB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A2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D4D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0A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46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8F6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0B169D90">
      <w:start w:val="1"/>
      <w:numFmt w:val="decimal"/>
      <w:lvlText w:val="%1."/>
      <w:lvlJc w:val="left"/>
      <w:pPr>
        <w:ind w:left="720" w:hanging="360"/>
      </w:pPr>
    </w:lvl>
    <w:lvl w:ilvl="1" w:tplc="266ECA5A">
      <w:start w:val="1"/>
      <w:numFmt w:val="lowerLetter"/>
      <w:lvlText w:val="%2."/>
      <w:lvlJc w:val="left"/>
      <w:pPr>
        <w:ind w:left="1440" w:hanging="360"/>
      </w:pPr>
    </w:lvl>
    <w:lvl w:ilvl="2" w:tplc="591AC3EA">
      <w:start w:val="1"/>
      <w:numFmt w:val="lowerRoman"/>
      <w:lvlText w:val="%3."/>
      <w:lvlJc w:val="right"/>
      <w:pPr>
        <w:ind w:left="2160" w:hanging="180"/>
      </w:pPr>
    </w:lvl>
    <w:lvl w:ilvl="3" w:tplc="900EFB82" w:tentative="1">
      <w:start w:val="1"/>
      <w:numFmt w:val="decimal"/>
      <w:lvlText w:val="%4."/>
      <w:lvlJc w:val="left"/>
      <w:pPr>
        <w:ind w:left="2880" w:hanging="360"/>
      </w:pPr>
    </w:lvl>
    <w:lvl w:ilvl="4" w:tplc="6810882E" w:tentative="1">
      <w:start w:val="1"/>
      <w:numFmt w:val="lowerLetter"/>
      <w:lvlText w:val="%5."/>
      <w:lvlJc w:val="left"/>
      <w:pPr>
        <w:ind w:left="3600" w:hanging="360"/>
      </w:pPr>
    </w:lvl>
    <w:lvl w:ilvl="5" w:tplc="CDFCDA54" w:tentative="1">
      <w:start w:val="1"/>
      <w:numFmt w:val="lowerRoman"/>
      <w:lvlText w:val="%6."/>
      <w:lvlJc w:val="right"/>
      <w:pPr>
        <w:ind w:left="4320" w:hanging="180"/>
      </w:pPr>
    </w:lvl>
    <w:lvl w:ilvl="6" w:tplc="4204FC66" w:tentative="1">
      <w:start w:val="1"/>
      <w:numFmt w:val="decimal"/>
      <w:lvlText w:val="%7."/>
      <w:lvlJc w:val="left"/>
      <w:pPr>
        <w:ind w:left="5040" w:hanging="360"/>
      </w:pPr>
    </w:lvl>
    <w:lvl w:ilvl="7" w:tplc="65DE68B6" w:tentative="1">
      <w:start w:val="1"/>
      <w:numFmt w:val="lowerLetter"/>
      <w:lvlText w:val="%8."/>
      <w:lvlJc w:val="left"/>
      <w:pPr>
        <w:ind w:left="5760" w:hanging="360"/>
      </w:pPr>
    </w:lvl>
    <w:lvl w:ilvl="8" w:tplc="AAAAB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41E42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1C6D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C1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47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E6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587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C1E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8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B4FA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562A2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089B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1C9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42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BA9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D07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CC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6A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2D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5B402A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6B858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1FC413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4AAFE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E003B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F8EB50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5A031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5F42A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908C03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449C7372">
      <w:start w:val="1"/>
      <w:numFmt w:val="decimal"/>
      <w:lvlText w:val="%1."/>
      <w:lvlJc w:val="left"/>
      <w:pPr>
        <w:ind w:left="720" w:hanging="360"/>
      </w:pPr>
    </w:lvl>
    <w:lvl w:ilvl="1" w:tplc="7C4E61C8" w:tentative="1">
      <w:start w:val="1"/>
      <w:numFmt w:val="lowerLetter"/>
      <w:lvlText w:val="%2."/>
      <w:lvlJc w:val="left"/>
      <w:pPr>
        <w:ind w:left="1440" w:hanging="360"/>
      </w:pPr>
    </w:lvl>
    <w:lvl w:ilvl="2" w:tplc="A7A26B82" w:tentative="1">
      <w:start w:val="1"/>
      <w:numFmt w:val="lowerRoman"/>
      <w:lvlText w:val="%3."/>
      <w:lvlJc w:val="right"/>
      <w:pPr>
        <w:ind w:left="2160" w:hanging="180"/>
      </w:pPr>
    </w:lvl>
    <w:lvl w:ilvl="3" w:tplc="EB9E9902" w:tentative="1">
      <w:start w:val="1"/>
      <w:numFmt w:val="decimal"/>
      <w:lvlText w:val="%4."/>
      <w:lvlJc w:val="left"/>
      <w:pPr>
        <w:ind w:left="2880" w:hanging="360"/>
      </w:pPr>
    </w:lvl>
    <w:lvl w:ilvl="4" w:tplc="7A84BF0E" w:tentative="1">
      <w:start w:val="1"/>
      <w:numFmt w:val="lowerLetter"/>
      <w:lvlText w:val="%5."/>
      <w:lvlJc w:val="left"/>
      <w:pPr>
        <w:ind w:left="3600" w:hanging="360"/>
      </w:pPr>
    </w:lvl>
    <w:lvl w:ilvl="5" w:tplc="F2DA323A" w:tentative="1">
      <w:start w:val="1"/>
      <w:numFmt w:val="lowerRoman"/>
      <w:lvlText w:val="%6."/>
      <w:lvlJc w:val="right"/>
      <w:pPr>
        <w:ind w:left="4320" w:hanging="180"/>
      </w:pPr>
    </w:lvl>
    <w:lvl w:ilvl="6" w:tplc="3650041C" w:tentative="1">
      <w:start w:val="1"/>
      <w:numFmt w:val="decimal"/>
      <w:lvlText w:val="%7."/>
      <w:lvlJc w:val="left"/>
      <w:pPr>
        <w:ind w:left="5040" w:hanging="360"/>
      </w:pPr>
    </w:lvl>
    <w:lvl w:ilvl="7" w:tplc="E2CA2562" w:tentative="1">
      <w:start w:val="1"/>
      <w:numFmt w:val="lowerLetter"/>
      <w:lvlText w:val="%8."/>
      <w:lvlJc w:val="left"/>
      <w:pPr>
        <w:ind w:left="5760" w:hanging="360"/>
      </w:pPr>
    </w:lvl>
    <w:lvl w:ilvl="8" w:tplc="883CD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9D681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85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43A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21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AC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81F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DA68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BC7B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964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F9749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9EB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C6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C0A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5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E1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24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8B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25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70D4E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B8B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CA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88A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4E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44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E59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03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C4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0MDA0MzKxMDQ0NTJU0lEKTi0uzszPAykwqgUADMswMiwAAAA="/>
  </w:docVars>
  <w:rsids>
    <w:rsidRoot w:val="006B470D"/>
    <w:rsid w:val="002807C2"/>
    <w:rsid w:val="004B7EBF"/>
    <w:rsid w:val="00680219"/>
    <w:rsid w:val="006B470D"/>
    <w:rsid w:val="007A4017"/>
    <w:rsid w:val="0094114D"/>
    <w:rsid w:val="00984EC4"/>
    <w:rsid w:val="00B54527"/>
    <w:rsid w:val="00B7454B"/>
    <w:rsid w:val="00BC6DBB"/>
    <w:rsid w:val="00C15CF6"/>
    <w:rsid w:val="00C3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9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069D61-C225-4E51-9DF0-E1D117B2A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F693A-A9A1-4FEF-993B-3FDEB2EC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2020-02-11T02:46:00Z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