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D9167" w14:textId="5432262B" w:rsidR="00674AE3" w:rsidRDefault="00D347F3" w:rsidP="00EF52B6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</w:t>
      </w:r>
      <w:r w:rsidR="00CB5AE9">
        <w:rPr>
          <w:rFonts w:eastAsia="MS Mincho"/>
        </w:rPr>
        <w:t xml:space="preserve"> </w:t>
      </w:r>
      <w:r w:rsidR="00A82A03">
        <w:rPr>
          <w:rFonts w:eastAsia="MS Mincho"/>
        </w:rPr>
        <w:t>assessment</w:t>
      </w:r>
      <w:r>
        <w:rPr>
          <w:rFonts w:eastAsia="MS Mincho"/>
        </w:rPr>
        <w:t xml:space="preserve"> 2</w:t>
      </w:r>
    </w:p>
    <w:p w14:paraId="22EF2527" w14:textId="764D0982" w:rsidR="00E97177" w:rsidRPr="007C33A5" w:rsidRDefault="00E97177" w:rsidP="00E97177">
      <w:pPr>
        <w:rPr>
          <w:b/>
          <w:sz w:val="28"/>
          <w:szCs w:val="28"/>
          <w:lang w:eastAsia="en-AU"/>
        </w:rPr>
      </w:pPr>
      <w:r w:rsidRPr="007C33A5">
        <w:rPr>
          <w:b/>
          <w:sz w:val="28"/>
          <w:szCs w:val="28"/>
          <w:lang w:eastAsia="en-AU"/>
        </w:rPr>
        <w:t>Assessment event 2 of 6</w:t>
      </w:r>
    </w:p>
    <w:p w14:paraId="501D9168" w14:textId="77777777" w:rsidR="00E92663" w:rsidRPr="00EF52B6" w:rsidRDefault="00663CE4" w:rsidP="00EF52B6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501D9169" w14:textId="77777777" w:rsidR="009516B4" w:rsidRPr="00A56627" w:rsidRDefault="00663CE4" w:rsidP="009516B4">
      <w:pPr>
        <w:pStyle w:val="Heading2"/>
      </w:pPr>
      <w:r w:rsidRPr="00A56627">
        <w:t>Criteria</w:t>
      </w:r>
    </w:p>
    <w:p w14:paraId="501D916A" w14:textId="77777777" w:rsidR="009516B4" w:rsidRDefault="00663CE4" w:rsidP="009516B4">
      <w:pPr>
        <w:pStyle w:val="Heading3"/>
      </w:pPr>
      <w:r w:rsidRPr="007A6B4A">
        <w:t>Unit code, name and release number</w:t>
      </w:r>
    </w:p>
    <w:p w14:paraId="501D916B" w14:textId="77777777" w:rsidR="009516B4" w:rsidRPr="00D83795" w:rsidRDefault="00663CE4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MSL954003 - Relate anatomical and physiological features to laboratory samples (1)</w:t>
      </w:r>
      <w:bookmarkEnd w:id="1"/>
    </w:p>
    <w:p w14:paraId="501D916C" w14:textId="77777777" w:rsidR="009516B4" w:rsidRPr="00D83795" w:rsidRDefault="00C17E68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01D916D" w14:textId="77777777" w:rsidR="009516B4" w:rsidRDefault="00663CE4" w:rsidP="009516B4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01D916E" w14:textId="77777777" w:rsidR="001C462B" w:rsidRDefault="001C462B" w:rsidP="001C462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>
        <w:rPr>
          <w:sz w:val="22"/>
          <w:szCs w:val="22"/>
          <w:lang w:eastAsia="en-AU"/>
        </w:rPr>
        <w:t>MSL50118 - Diploma of Laboratory Technology (1)</w:t>
      </w:r>
      <w:bookmarkEnd w:id="2"/>
    </w:p>
    <w:p w14:paraId="501D916F" w14:textId="77777777" w:rsidR="009516B4" w:rsidRDefault="001C462B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501D9170" w14:textId="77777777" w:rsidR="00150BAC" w:rsidRPr="00150BAC" w:rsidRDefault="00150BAC" w:rsidP="00150BA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</w:t>
      </w:r>
      <w:bookmarkStart w:id="3" w:name="_GoBack"/>
      <w:bookmarkEnd w:id="3"/>
      <w:r>
        <w:rPr>
          <w:color w:val="FF0000"/>
          <w:sz w:val="22"/>
          <w:szCs w:val="22"/>
          <w:lang w:eastAsia="en-AU"/>
        </w:rPr>
        <w:t>ualification the student is enrolled in**</w:t>
      </w:r>
    </w:p>
    <w:p w14:paraId="501D9171" w14:textId="77777777" w:rsidR="006D4C3B" w:rsidRDefault="00C17E68" w:rsidP="00855665">
      <w:pPr>
        <w:rPr>
          <w:lang w:val="en-US" w:bidi="en-US"/>
        </w:rPr>
        <w:sectPr w:rsidR="006D4C3B" w:rsidSect="00E451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501D9172" w14:textId="77777777" w:rsidR="005A115D" w:rsidRPr="007C33A5" w:rsidRDefault="00663CE4" w:rsidP="005A115D">
      <w:pPr>
        <w:pStyle w:val="SmallerText-Black"/>
        <w:tabs>
          <w:tab w:val="left" w:pos="2127"/>
        </w:tabs>
        <w:rPr>
          <w:color w:val="000000" w:themeColor="text1"/>
        </w:rPr>
      </w:pPr>
      <w:r w:rsidRPr="007C33A5">
        <w:rPr>
          <w:color w:val="000000" w:themeColor="text1"/>
        </w:rPr>
        <w:lastRenderedPageBreak/>
        <w:t>Version:</w:t>
      </w:r>
      <w:r w:rsidRPr="007C33A5">
        <w:rPr>
          <w:color w:val="000000" w:themeColor="text1"/>
        </w:rPr>
        <w:tab/>
        <w:t>1.0</w:t>
      </w:r>
    </w:p>
    <w:p w14:paraId="7289747E" w14:textId="0EDC97D7" w:rsidR="007C33A5" w:rsidRPr="007C33A5" w:rsidRDefault="007C33A5" w:rsidP="005A115D">
      <w:pPr>
        <w:pStyle w:val="SmallerText-Black"/>
        <w:tabs>
          <w:tab w:val="left" w:pos="2127"/>
        </w:tabs>
        <w:rPr>
          <w:color w:val="000000" w:themeColor="text1"/>
        </w:rPr>
      </w:pPr>
      <w:r w:rsidRPr="007C33A5">
        <w:rPr>
          <w:color w:val="000000" w:themeColor="text1"/>
        </w:rPr>
        <w:t>Date created:</w:t>
      </w:r>
      <w:r w:rsidRPr="007C33A5">
        <w:rPr>
          <w:color w:val="000000" w:themeColor="text1"/>
        </w:rPr>
        <w:tab/>
        <w:t>13/05/2019</w:t>
      </w:r>
    </w:p>
    <w:p w14:paraId="501D9174" w14:textId="3305C5D5" w:rsidR="005A115D" w:rsidRPr="007C33A5" w:rsidRDefault="00663CE4" w:rsidP="005A115D">
      <w:pPr>
        <w:pStyle w:val="SmallerText-Black"/>
        <w:tabs>
          <w:tab w:val="left" w:pos="2127"/>
        </w:tabs>
        <w:rPr>
          <w:color w:val="000000" w:themeColor="text1"/>
        </w:rPr>
      </w:pPr>
      <w:r w:rsidRPr="007C33A5">
        <w:rPr>
          <w:color w:val="000000" w:themeColor="text1"/>
        </w:rPr>
        <w:t>Date modified:</w:t>
      </w:r>
      <w:r w:rsidRPr="007C33A5">
        <w:rPr>
          <w:color w:val="000000" w:themeColor="text1"/>
        </w:rPr>
        <w:tab/>
      </w:r>
      <w:r w:rsidRPr="007C33A5">
        <w:rPr>
          <w:color w:val="000000" w:themeColor="text1"/>
        </w:rPr>
        <w:fldChar w:fldCharType="begin"/>
      </w:r>
      <w:r w:rsidRPr="007C33A5">
        <w:rPr>
          <w:color w:val="000000" w:themeColor="text1"/>
        </w:rPr>
        <w:instrText xml:space="preserve"> DATE  \@ "dd/MM/yyyy"  \* MERGEFORMAT </w:instrText>
      </w:r>
      <w:r w:rsidRPr="007C33A5">
        <w:rPr>
          <w:color w:val="000000" w:themeColor="text1"/>
        </w:rPr>
        <w:fldChar w:fldCharType="separate"/>
      </w:r>
      <w:r w:rsidR="00C17E68">
        <w:rPr>
          <w:noProof/>
          <w:color w:val="000000" w:themeColor="text1"/>
        </w:rPr>
        <w:t>06/12/2019</w:t>
      </w:r>
      <w:r w:rsidRPr="007C33A5">
        <w:rPr>
          <w:color w:val="000000" w:themeColor="text1"/>
        </w:rPr>
        <w:fldChar w:fldCharType="end"/>
      </w:r>
    </w:p>
    <w:p w14:paraId="501D9175" w14:textId="77777777" w:rsidR="005A115D" w:rsidRPr="007C33A5" w:rsidRDefault="00C17E68" w:rsidP="005A115D">
      <w:pPr>
        <w:pStyle w:val="SmallerText-Black"/>
        <w:rPr>
          <w:color w:val="000000" w:themeColor="text1"/>
        </w:rPr>
      </w:pPr>
    </w:p>
    <w:bookmarkEnd w:id="0"/>
    <w:p w14:paraId="501D9176" w14:textId="77777777" w:rsidR="00DF5BED" w:rsidRPr="007C33A5" w:rsidRDefault="00663CE4" w:rsidP="00DF5BED">
      <w:pPr>
        <w:rPr>
          <w:color w:val="000000" w:themeColor="text1"/>
        </w:rPr>
      </w:pPr>
      <w:r w:rsidRPr="007C33A5">
        <w:rPr>
          <w:color w:val="000000" w:themeColor="text1"/>
        </w:rPr>
        <w:t>For queries, please contact:</w:t>
      </w:r>
    </w:p>
    <w:p w14:paraId="501D9177" w14:textId="77777777" w:rsidR="00F7599C" w:rsidRPr="007C33A5" w:rsidRDefault="00F7599C" w:rsidP="00F7599C">
      <w:pPr>
        <w:pStyle w:val="SmallerText-Black"/>
        <w:rPr>
          <w:color w:val="000000" w:themeColor="text1"/>
        </w:rPr>
      </w:pPr>
      <w:r w:rsidRPr="007C33A5">
        <w:rPr>
          <w:color w:val="000000" w:themeColor="text1"/>
        </w:rPr>
        <w:t>Innovative Manufacturi</w:t>
      </w:r>
      <w:r w:rsidR="004E3A8E" w:rsidRPr="007C33A5">
        <w:rPr>
          <w:color w:val="000000" w:themeColor="text1"/>
        </w:rPr>
        <w:t>ng, Robotics and Science Skills</w:t>
      </w:r>
      <w:r w:rsidRPr="007C33A5">
        <w:rPr>
          <w:color w:val="000000" w:themeColor="text1"/>
        </w:rPr>
        <w:t>Point</w:t>
      </w:r>
    </w:p>
    <w:p w14:paraId="501D9178" w14:textId="77777777" w:rsidR="00F7599C" w:rsidRPr="007C33A5" w:rsidRDefault="004E3A8E" w:rsidP="00F7599C">
      <w:pPr>
        <w:pStyle w:val="SmallerText-Black"/>
        <w:rPr>
          <w:color w:val="000000" w:themeColor="text1"/>
        </w:rPr>
      </w:pPr>
      <w:r w:rsidRPr="007C33A5">
        <w:rPr>
          <w:color w:val="000000" w:themeColor="text1"/>
        </w:rPr>
        <w:t>Hamilton Campus</w:t>
      </w:r>
    </w:p>
    <w:p w14:paraId="501D9179" w14:textId="77777777" w:rsidR="00DF5BED" w:rsidRPr="000301F0" w:rsidRDefault="00663CE4" w:rsidP="00DF5BED">
      <w:pPr>
        <w:pStyle w:val="SmallerText-Black"/>
        <w:spacing w:before="1440"/>
      </w:pPr>
      <w:r>
        <w:t>© 2019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501D917A" w14:textId="77777777" w:rsidR="00DF5BED" w:rsidRPr="00D23A6C" w:rsidRDefault="00663CE4" w:rsidP="00DF5BED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501D917B" w14:textId="0584FC9E" w:rsidR="00DF5BED" w:rsidRPr="000301F0" w:rsidRDefault="009F3F8A" w:rsidP="00DF5BED">
      <w:pPr>
        <w:pStyle w:val="SmallerText-Black"/>
      </w:pPr>
      <w:r w:rsidRPr="000301F0">
        <w:t xml:space="preserve">The content </w:t>
      </w:r>
      <w:r>
        <w:t>of</w:t>
      </w:r>
      <w:r w:rsidRPr="000301F0">
        <w:t xml:space="preserve"> this docum</w:t>
      </w:r>
      <w:r>
        <w:t xml:space="preserve">ent is copyright </w:t>
      </w:r>
      <w:r w:rsidR="00663CE4">
        <w:t>© TAFE NSW 2019</w:t>
      </w:r>
      <w:r w:rsidR="00663CE4" w:rsidRPr="000301F0">
        <w:t xml:space="preserve">, and should not be reproduced without the permission of the TAFE NSW. Information contained in this document is correct at time of printing: </w:t>
      </w:r>
      <w:r w:rsidR="00663CE4" w:rsidRPr="000301F0">
        <w:fldChar w:fldCharType="begin"/>
      </w:r>
      <w:r w:rsidR="00663CE4" w:rsidRPr="000301F0">
        <w:instrText xml:space="preserve"> DATE  \@ "d MMMM yyyy"  \* MERGEFORMAT </w:instrText>
      </w:r>
      <w:r w:rsidR="00663CE4" w:rsidRPr="000301F0">
        <w:fldChar w:fldCharType="separate"/>
      </w:r>
      <w:r w:rsidR="00C17E68">
        <w:rPr>
          <w:noProof/>
        </w:rPr>
        <w:t>6 December 2019</w:t>
      </w:r>
      <w:r w:rsidR="00663CE4" w:rsidRPr="000301F0">
        <w:fldChar w:fldCharType="end"/>
      </w:r>
      <w:r w:rsidR="00663CE4" w:rsidRPr="000301F0">
        <w:t>. For current information please refer to our website</w:t>
      </w:r>
      <w:r w:rsidR="00663CE4">
        <w:t xml:space="preserve"> or your teacher as appropriate</w:t>
      </w:r>
      <w:r w:rsidR="00663CE4" w:rsidRPr="000301F0">
        <w:t>.</w:t>
      </w:r>
    </w:p>
    <w:p w14:paraId="501D917C" w14:textId="77777777" w:rsidR="006D4C3B" w:rsidRDefault="00C17E68" w:rsidP="00855665">
      <w:pPr>
        <w:sectPr w:rsidR="006D4C3B" w:rsidSect="00086638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501D917D" w14:textId="77777777" w:rsidR="008A6997" w:rsidRDefault="00663CE4" w:rsidP="00CC1742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501D917E" w14:textId="77777777" w:rsidR="00322DEB" w:rsidRDefault="00663CE4" w:rsidP="00322DE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096736" w14:paraId="501D9181" w14:textId="77777777" w:rsidTr="00096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501D917F" w14:textId="77777777" w:rsidR="00E2658C" w:rsidRDefault="00663CE4" w:rsidP="00E265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501D9180" w14:textId="77777777" w:rsidR="00E2658C" w:rsidRDefault="00663CE4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096736" w14:paraId="501D918F" w14:textId="77777777" w:rsidTr="00096736">
        <w:tc>
          <w:tcPr>
            <w:tcW w:w="2405" w:type="dxa"/>
            <w:vAlign w:val="top"/>
          </w:tcPr>
          <w:p w14:paraId="501D9182" w14:textId="77777777" w:rsidR="00E2658C" w:rsidRPr="00B30F8E" w:rsidRDefault="00663CE4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501D9183" w14:textId="77777777" w:rsidR="00C35347" w:rsidRPr="00B30F8E" w:rsidRDefault="00663CE4" w:rsidP="00855665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501D9184" w14:textId="62E5FCF9" w:rsidR="00E2658C" w:rsidRPr="00B30F8E" w:rsidRDefault="00663CE4" w:rsidP="00855665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</w:rPr>
              <w:t xml:space="preserve">This assessment is in </w:t>
            </w:r>
            <w:r w:rsidR="001266BC">
              <w:rPr>
                <w:sz w:val="22"/>
                <w:szCs w:val="22"/>
              </w:rPr>
              <w:t>3</w:t>
            </w:r>
            <w:r w:rsidRPr="00B30F8E">
              <w:rPr>
                <w:sz w:val="22"/>
                <w:szCs w:val="22"/>
              </w:rPr>
              <w:t xml:space="preserve"> parts:</w:t>
            </w:r>
          </w:p>
          <w:p w14:paraId="501D9185" w14:textId="77777777" w:rsidR="00FC63D9" w:rsidRPr="008E3CE0" w:rsidRDefault="00663CE4" w:rsidP="005E27A8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8E3CE0">
              <w:rPr>
                <w:sz w:val="22"/>
                <w:szCs w:val="22"/>
              </w:rPr>
              <w:t>Multiple choice questions</w:t>
            </w:r>
          </w:p>
          <w:p w14:paraId="501D9186" w14:textId="77777777" w:rsidR="00717F30" w:rsidRDefault="00663CE4" w:rsidP="005E27A8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8E3CE0">
              <w:rPr>
                <w:sz w:val="22"/>
                <w:szCs w:val="22"/>
              </w:rPr>
              <w:t>Short answer questions</w:t>
            </w:r>
          </w:p>
          <w:p w14:paraId="501D9188" w14:textId="77777777" w:rsidR="00FF07BE" w:rsidRPr="008E3CE0" w:rsidRDefault="00FF07BE" w:rsidP="005E27A8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Assessment feedback</w:t>
            </w:r>
          </w:p>
          <w:p w14:paraId="56488BB1" w14:textId="77777777" w:rsidR="00F54C4F" w:rsidRDefault="00F54C4F" w:rsidP="00855665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This is an open book assessment.</w:t>
            </w:r>
          </w:p>
          <w:p w14:paraId="501D9189" w14:textId="112093F0" w:rsidR="00AD6668" w:rsidRPr="00B30F8E" w:rsidRDefault="00663CE4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501D918A" w14:textId="77777777" w:rsidR="00AD6668" w:rsidRDefault="00663CE4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501D918B" w14:textId="77777777" w:rsidR="005D782B" w:rsidRPr="00210A7E" w:rsidRDefault="00663CE4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501D918C" w14:textId="77777777" w:rsidR="005D782B" w:rsidRDefault="00663CE4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501D918D" w14:textId="77777777" w:rsidR="00F076A9" w:rsidRDefault="00663CE4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501D918E" w14:textId="77777777" w:rsidR="005D782B" w:rsidRPr="00B30F8E" w:rsidRDefault="00663CE4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096736" w14:paraId="501D91A3" w14:textId="77777777" w:rsidTr="00096736">
        <w:tc>
          <w:tcPr>
            <w:tcW w:w="2405" w:type="dxa"/>
            <w:vAlign w:val="top"/>
          </w:tcPr>
          <w:p w14:paraId="501D9190" w14:textId="3823E0F0" w:rsidR="00E2658C" w:rsidRPr="00B30F8E" w:rsidRDefault="00663CE4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501D9191" w14:textId="77777777" w:rsidR="00CF57A1" w:rsidRPr="00B30F8E" w:rsidRDefault="00663CE4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501D9192" w14:textId="77777777" w:rsidR="00CF57A1" w:rsidRPr="00B30F8E" w:rsidRDefault="00663CE4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501D9193" w14:textId="77777777" w:rsidR="00AD6668" w:rsidRPr="00B30F8E" w:rsidRDefault="00663CE4" w:rsidP="00855665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501D9194" w14:textId="77777777" w:rsidR="00AD6668" w:rsidRPr="00B30F8E" w:rsidRDefault="00663CE4" w:rsidP="005E27A8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501D9195" w14:textId="77777777" w:rsidR="00AD6668" w:rsidRPr="00B30F8E" w:rsidRDefault="00663CE4" w:rsidP="005E27A8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501D9196" w14:textId="77777777" w:rsidR="00AD6668" w:rsidRPr="00B30F8E" w:rsidRDefault="00663CE4" w:rsidP="005E27A8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501D9197" w14:textId="77777777" w:rsidR="00AD6668" w:rsidRPr="00B30F8E" w:rsidRDefault="00663CE4" w:rsidP="005E27A8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501D9198" w14:textId="77777777" w:rsidR="00C35347" w:rsidRDefault="00663CE4" w:rsidP="005E27A8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501D9199" w14:textId="77777777" w:rsidR="00AC4F35" w:rsidRDefault="00663CE4" w:rsidP="005E27A8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501D919A" w14:textId="77777777" w:rsidR="00AC4F35" w:rsidRDefault="00663CE4" w:rsidP="005E27A8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501D919B" w14:textId="77777777" w:rsidR="00AC4F35" w:rsidRDefault="00663CE4" w:rsidP="005E27A8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501D919C" w14:textId="77777777" w:rsidR="00AC4F35" w:rsidRDefault="00663CE4" w:rsidP="005E27A8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501D919D" w14:textId="77777777" w:rsidR="00AC4F35" w:rsidRDefault="00663CE4" w:rsidP="005E27A8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501D919E" w14:textId="77777777" w:rsidR="00AC4F35" w:rsidRDefault="00663CE4" w:rsidP="005E27A8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501D919F" w14:textId="77777777" w:rsidR="00AC4F35" w:rsidRDefault="00663CE4" w:rsidP="005E27A8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501D91A0" w14:textId="77777777" w:rsidR="00AC4F35" w:rsidRDefault="00663CE4" w:rsidP="005E27A8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501D91A1" w14:textId="77777777" w:rsidR="00AC4F35" w:rsidRDefault="00663CE4" w:rsidP="005E27A8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501D91A2" w14:textId="77777777" w:rsidR="00AC4F35" w:rsidRPr="00B30F8E" w:rsidRDefault="00663CE4" w:rsidP="005E27A8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096736" w14:paraId="501D91A6" w14:textId="77777777" w:rsidTr="00096736">
        <w:tc>
          <w:tcPr>
            <w:tcW w:w="2405" w:type="dxa"/>
            <w:vAlign w:val="top"/>
          </w:tcPr>
          <w:p w14:paraId="501D91A4" w14:textId="77777777" w:rsidR="008F5F37" w:rsidRPr="002E7A2C" w:rsidRDefault="00663CE4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501D91A5" w14:textId="5898474F" w:rsidR="00404341" w:rsidRPr="0013753F" w:rsidRDefault="0013753F" w:rsidP="00855665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Pens</w:t>
            </w:r>
            <w:r w:rsidR="00F54C4F">
              <w:rPr>
                <w:sz w:val="22"/>
                <w:szCs w:val="22"/>
              </w:rPr>
              <w:t>, student workbook for this unit</w:t>
            </w:r>
          </w:p>
        </w:tc>
      </w:tr>
      <w:tr w:rsidR="00096736" w14:paraId="501D91A9" w14:textId="77777777" w:rsidTr="00096736">
        <w:tc>
          <w:tcPr>
            <w:tcW w:w="2405" w:type="dxa"/>
            <w:vAlign w:val="top"/>
          </w:tcPr>
          <w:p w14:paraId="501D91A7" w14:textId="77777777" w:rsidR="008F5F37" w:rsidRPr="002E7A2C" w:rsidRDefault="00663CE4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501D91A8" w14:textId="77777777" w:rsidR="00404341" w:rsidRPr="0013753F" w:rsidRDefault="0013753F" w:rsidP="00855665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This assessment task, suitable classroom for an exam</w:t>
            </w:r>
          </w:p>
        </w:tc>
      </w:tr>
      <w:tr w:rsidR="00096736" w14:paraId="501D91AC" w14:textId="77777777" w:rsidTr="00096736">
        <w:tc>
          <w:tcPr>
            <w:tcW w:w="2405" w:type="dxa"/>
            <w:vAlign w:val="top"/>
          </w:tcPr>
          <w:p w14:paraId="501D91AA" w14:textId="77777777" w:rsidR="0067653D" w:rsidRPr="0067653D" w:rsidRDefault="00663CE4" w:rsidP="00855665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501D91AB" w14:textId="77777777" w:rsidR="0067653D" w:rsidRPr="0013753F" w:rsidRDefault="0013753F" w:rsidP="00855665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</w:t>
            </w:r>
            <w:r w:rsidR="00524389">
              <w:rPr>
                <w:sz w:val="22"/>
                <w:szCs w:val="22"/>
                <w:lang w:eastAsia="en-AU"/>
              </w:rPr>
              <w:t>.5</w:t>
            </w:r>
            <w:r>
              <w:rPr>
                <w:sz w:val="22"/>
                <w:szCs w:val="22"/>
                <w:lang w:eastAsia="en-AU"/>
              </w:rPr>
              <w:t xml:space="preserve"> hour</w:t>
            </w:r>
            <w:r w:rsidR="00524389">
              <w:rPr>
                <w:sz w:val="22"/>
                <w:szCs w:val="22"/>
                <w:lang w:eastAsia="en-AU"/>
              </w:rPr>
              <w:t>s</w:t>
            </w:r>
          </w:p>
        </w:tc>
      </w:tr>
    </w:tbl>
    <w:p w14:paraId="501D91AD" w14:textId="77777777" w:rsidR="007E6E99" w:rsidRDefault="00663CE4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501D91AE" w14:textId="77777777" w:rsidR="00497FAD" w:rsidRDefault="00497FAD" w:rsidP="00497FAD">
      <w:pPr>
        <w:pStyle w:val="Heading2"/>
      </w:pPr>
      <w:r>
        <w:lastRenderedPageBreak/>
        <w:t>Part 1: Multiple choice</w:t>
      </w:r>
    </w:p>
    <w:p w14:paraId="501D91AF" w14:textId="77777777" w:rsidR="00497FAD" w:rsidRDefault="00497FAD" w:rsidP="00497FAD">
      <w:pPr>
        <w:pStyle w:val="Body"/>
        <w:rPr>
          <w:sz w:val="22"/>
          <w:szCs w:val="22"/>
        </w:rPr>
      </w:pPr>
      <w:r>
        <w:rPr>
          <w:sz w:val="22"/>
          <w:szCs w:val="22"/>
        </w:rPr>
        <w:t>Read the question and each answer carefully. Put an X in the table next to your chosen answer.</w:t>
      </w:r>
    </w:p>
    <w:p w14:paraId="501D91B0" w14:textId="77777777" w:rsidR="00497FAD" w:rsidRPr="00E97177" w:rsidRDefault="00497FAD" w:rsidP="00E97177">
      <w:pPr>
        <w:pStyle w:val="Body"/>
        <w:numPr>
          <w:ilvl w:val="0"/>
          <w:numId w:val="7"/>
        </w:numPr>
        <w:tabs>
          <w:tab w:val="clear" w:pos="284"/>
          <w:tab w:val="left" w:pos="720"/>
        </w:tabs>
        <w:spacing w:line="240" w:lineRule="auto"/>
        <w:ind w:left="567"/>
        <w:rPr>
          <w:szCs w:val="24"/>
        </w:rPr>
      </w:pPr>
      <w:r w:rsidRPr="00E97177">
        <w:rPr>
          <w:szCs w:val="24"/>
        </w:rPr>
        <w:t>The cardiovascular system is responsible for:</w:t>
      </w:r>
    </w:p>
    <w:p w14:paraId="501D91B1" w14:textId="77777777" w:rsidR="00497FAD" w:rsidRPr="00E97177" w:rsidRDefault="00497FAD" w:rsidP="00E97177">
      <w:pPr>
        <w:pStyle w:val="Caption"/>
        <w:keepNext/>
        <w:spacing w:before="120" w:after="120" w:line="240" w:lineRule="auto"/>
      </w:pPr>
      <w:r w:rsidRPr="00E97177">
        <w:t xml:space="preserve">Table </w:t>
      </w:r>
      <w:r w:rsidRPr="00E97177">
        <w:rPr>
          <w:noProof/>
        </w:rPr>
        <w:fldChar w:fldCharType="begin"/>
      </w:r>
      <w:r w:rsidRPr="00E97177">
        <w:rPr>
          <w:noProof/>
        </w:rPr>
        <w:instrText xml:space="preserve"> SEQ Table \* ARABIC </w:instrText>
      </w:r>
      <w:r w:rsidRPr="00E97177">
        <w:rPr>
          <w:noProof/>
        </w:rPr>
        <w:fldChar w:fldCharType="separate"/>
      </w:r>
      <w:r w:rsidRPr="00E97177">
        <w:rPr>
          <w:noProof/>
        </w:rPr>
        <w:t>2</w:t>
      </w:r>
      <w:r w:rsidRPr="00E97177">
        <w:rPr>
          <w:noProof/>
        </w:rPr>
        <w:fldChar w:fldCharType="end"/>
      </w:r>
      <w:r w:rsidRPr="00E97177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497FAD" w:rsidRPr="00E97177" w14:paraId="501D91B4" w14:textId="77777777" w:rsidTr="0049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B2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B3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Put X next to your answer</w:t>
            </w:r>
          </w:p>
        </w:tc>
      </w:tr>
      <w:tr w:rsidR="00497FAD" w:rsidRPr="00E97177" w14:paraId="501D91B7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B5" w14:textId="4A538B94" w:rsidR="00497FAD" w:rsidRPr="00E97177" w:rsidRDefault="00DC741A" w:rsidP="00E97177">
            <w:pPr>
              <w:pStyle w:val="Body"/>
              <w:numPr>
                <w:ilvl w:val="0"/>
                <w:numId w:val="8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p</w:t>
            </w:r>
            <w:r w:rsidR="00497FAD" w:rsidRPr="00E97177">
              <w:rPr>
                <w:color w:val="FF0000"/>
                <w:szCs w:val="24"/>
              </w:rPr>
              <w:t>umping blood around the body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B6" w14:textId="77777777" w:rsidR="00497FAD" w:rsidRPr="00E97177" w:rsidRDefault="009F3F8A" w:rsidP="00E97177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X</w:t>
            </w:r>
          </w:p>
        </w:tc>
      </w:tr>
      <w:tr w:rsidR="00497FAD" w:rsidRPr="00E97177" w14:paraId="501D91BA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B8" w14:textId="67558308" w:rsidR="00497FAD" w:rsidRPr="00E97177" w:rsidRDefault="00DC741A" w:rsidP="00E97177">
            <w:pPr>
              <w:pStyle w:val="Body"/>
              <w:numPr>
                <w:ilvl w:val="0"/>
                <w:numId w:val="8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h</w:t>
            </w:r>
            <w:r w:rsidR="00497FAD" w:rsidRPr="00E97177">
              <w:rPr>
                <w:szCs w:val="24"/>
              </w:rPr>
              <w:t>ow fast you breathe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B9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1BD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BB" w14:textId="08D21D71" w:rsidR="00497FAD" w:rsidRPr="00E97177" w:rsidRDefault="00DC741A" w:rsidP="00E97177">
            <w:pPr>
              <w:pStyle w:val="Body"/>
              <w:numPr>
                <w:ilvl w:val="0"/>
                <w:numId w:val="8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t</w:t>
            </w:r>
            <w:r w:rsidR="00497FAD" w:rsidRPr="00E97177">
              <w:rPr>
                <w:szCs w:val="24"/>
              </w:rPr>
              <w:t>he processing of nutrients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BC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1C0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BE" w14:textId="7F16EAA7" w:rsidR="00497FAD" w:rsidRPr="00E97177" w:rsidRDefault="00DC741A" w:rsidP="00E97177">
            <w:pPr>
              <w:pStyle w:val="Body"/>
              <w:numPr>
                <w:ilvl w:val="0"/>
                <w:numId w:val="8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a</w:t>
            </w:r>
            <w:r w:rsidR="00497FAD" w:rsidRPr="00E97177">
              <w:rPr>
                <w:szCs w:val="24"/>
              </w:rPr>
              <w:t>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BF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501D91C1" w14:textId="77777777" w:rsidR="00497FAD" w:rsidRPr="00E97177" w:rsidRDefault="00497FAD" w:rsidP="00E97177">
      <w:pPr>
        <w:pStyle w:val="Body"/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501D91C2" w14:textId="77777777" w:rsidR="00497FAD" w:rsidRPr="00E97177" w:rsidRDefault="00497FAD" w:rsidP="00E97177">
      <w:pPr>
        <w:pStyle w:val="Body"/>
        <w:numPr>
          <w:ilvl w:val="0"/>
          <w:numId w:val="7"/>
        </w:numPr>
        <w:tabs>
          <w:tab w:val="clear" w:pos="284"/>
          <w:tab w:val="left" w:pos="720"/>
        </w:tabs>
        <w:spacing w:line="240" w:lineRule="auto"/>
        <w:ind w:left="567"/>
        <w:rPr>
          <w:szCs w:val="24"/>
        </w:rPr>
      </w:pPr>
      <w:r w:rsidRPr="00E97177">
        <w:rPr>
          <w:szCs w:val="24"/>
        </w:rPr>
        <w:t>Blood has four main functions. They are:</w:t>
      </w:r>
    </w:p>
    <w:p w14:paraId="501D91C3" w14:textId="77777777" w:rsidR="00497FAD" w:rsidRPr="00E97177" w:rsidRDefault="00497FAD" w:rsidP="00E97177">
      <w:pPr>
        <w:pStyle w:val="Caption"/>
        <w:keepNext/>
        <w:spacing w:before="120" w:after="120" w:line="240" w:lineRule="auto"/>
      </w:pPr>
      <w:r w:rsidRPr="00E97177">
        <w:t xml:space="preserve">Table </w:t>
      </w:r>
      <w:r w:rsidRPr="00E97177">
        <w:rPr>
          <w:noProof/>
        </w:rPr>
        <w:fldChar w:fldCharType="begin"/>
      </w:r>
      <w:r w:rsidRPr="00E97177">
        <w:rPr>
          <w:noProof/>
        </w:rPr>
        <w:instrText xml:space="preserve"> SEQ Table \* ARABIC </w:instrText>
      </w:r>
      <w:r w:rsidRPr="00E97177">
        <w:rPr>
          <w:noProof/>
        </w:rPr>
        <w:fldChar w:fldCharType="separate"/>
      </w:r>
      <w:r w:rsidRPr="00E97177">
        <w:rPr>
          <w:noProof/>
        </w:rPr>
        <w:t>3</w:t>
      </w:r>
      <w:r w:rsidRPr="00E97177">
        <w:rPr>
          <w:noProof/>
        </w:rPr>
        <w:fldChar w:fldCharType="end"/>
      </w:r>
      <w:r w:rsidRPr="00E97177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497FAD" w:rsidRPr="00E97177" w14:paraId="501D91C6" w14:textId="77777777" w:rsidTr="0049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C4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C5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Put X next to your answer</w:t>
            </w:r>
          </w:p>
        </w:tc>
      </w:tr>
      <w:tr w:rsidR="00497FAD" w:rsidRPr="00E97177" w14:paraId="501D91C9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C7" w14:textId="65F5AC84" w:rsidR="00497FAD" w:rsidRPr="00E97177" w:rsidRDefault="00DC741A" w:rsidP="00E97177">
            <w:pPr>
              <w:pStyle w:val="Body"/>
              <w:numPr>
                <w:ilvl w:val="0"/>
                <w:numId w:val="9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  <w:rPr>
                <w:szCs w:val="24"/>
              </w:rPr>
            </w:pPr>
            <w:r w:rsidRPr="00E97177">
              <w:rPr>
                <w:szCs w:val="24"/>
              </w:rPr>
              <w:t>t</w:t>
            </w:r>
            <w:r w:rsidR="00497FAD" w:rsidRPr="00E97177">
              <w:rPr>
                <w:szCs w:val="24"/>
              </w:rPr>
              <w:t>ransport, defence, regulation, corpuscular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C8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1CC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CA" w14:textId="13553DAF" w:rsidR="00497FAD" w:rsidRPr="00E97177" w:rsidRDefault="00DC741A" w:rsidP="00E97177">
            <w:pPr>
              <w:pStyle w:val="Body"/>
              <w:numPr>
                <w:ilvl w:val="0"/>
                <w:numId w:val="9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t</w:t>
            </w:r>
            <w:r w:rsidR="00497FAD" w:rsidRPr="00E97177">
              <w:rPr>
                <w:szCs w:val="24"/>
              </w:rPr>
              <w:t>ransport, deterrence, regulation, clotting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CB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1CF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CD" w14:textId="5F34186F" w:rsidR="00497FAD" w:rsidRPr="00E97177" w:rsidRDefault="00DC741A" w:rsidP="00E97177">
            <w:pPr>
              <w:pStyle w:val="Body"/>
              <w:numPr>
                <w:ilvl w:val="0"/>
                <w:numId w:val="9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t</w:t>
            </w:r>
            <w:r w:rsidR="00497FAD" w:rsidRPr="00E97177">
              <w:rPr>
                <w:color w:val="FF0000"/>
                <w:szCs w:val="24"/>
              </w:rPr>
              <w:t>ransport, defence, regulation, clotting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CE" w14:textId="77777777" w:rsidR="00497FAD" w:rsidRPr="00E97177" w:rsidRDefault="009F3F8A" w:rsidP="00E97177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X</w:t>
            </w:r>
          </w:p>
        </w:tc>
      </w:tr>
      <w:tr w:rsidR="00497FAD" w:rsidRPr="00E97177" w14:paraId="501D91D2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D0" w14:textId="76EEF177" w:rsidR="00497FAD" w:rsidRPr="00E97177" w:rsidRDefault="00DC741A" w:rsidP="00E97177">
            <w:pPr>
              <w:pStyle w:val="Body"/>
              <w:numPr>
                <w:ilvl w:val="0"/>
                <w:numId w:val="9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t</w:t>
            </w:r>
            <w:r w:rsidR="00497FAD" w:rsidRPr="00E97177">
              <w:rPr>
                <w:szCs w:val="24"/>
              </w:rPr>
              <w:t>ransport, defence, regurgitation, clotting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D1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501D91D3" w14:textId="77777777" w:rsidR="00497FAD" w:rsidRPr="00E97177" w:rsidRDefault="00497FAD" w:rsidP="00E97177">
      <w:pP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501D91D4" w14:textId="77777777" w:rsidR="00497FAD" w:rsidRPr="00E97177" w:rsidRDefault="00497FAD" w:rsidP="00E97177">
      <w:pPr>
        <w:pStyle w:val="Body"/>
        <w:numPr>
          <w:ilvl w:val="0"/>
          <w:numId w:val="7"/>
        </w:numPr>
        <w:tabs>
          <w:tab w:val="clear" w:pos="284"/>
          <w:tab w:val="left" w:pos="720"/>
        </w:tabs>
        <w:spacing w:line="240" w:lineRule="auto"/>
        <w:ind w:left="567"/>
        <w:rPr>
          <w:szCs w:val="24"/>
        </w:rPr>
      </w:pPr>
      <w:r w:rsidRPr="00E97177">
        <w:rPr>
          <w:szCs w:val="24"/>
        </w:rPr>
        <w:t>The small intestine is a component of the:</w:t>
      </w:r>
    </w:p>
    <w:p w14:paraId="501D91D5" w14:textId="77777777" w:rsidR="00497FAD" w:rsidRPr="00E97177" w:rsidRDefault="00497FAD" w:rsidP="00E97177">
      <w:pPr>
        <w:pStyle w:val="Caption"/>
        <w:keepNext/>
        <w:spacing w:before="120" w:after="120" w:line="240" w:lineRule="auto"/>
      </w:pPr>
      <w:r w:rsidRPr="00E97177">
        <w:t xml:space="preserve">Table </w:t>
      </w:r>
      <w:r w:rsidRPr="00E97177">
        <w:rPr>
          <w:noProof/>
        </w:rPr>
        <w:fldChar w:fldCharType="begin"/>
      </w:r>
      <w:r w:rsidRPr="00E97177">
        <w:rPr>
          <w:noProof/>
        </w:rPr>
        <w:instrText xml:space="preserve"> SEQ Table \* ARABIC </w:instrText>
      </w:r>
      <w:r w:rsidRPr="00E97177">
        <w:rPr>
          <w:noProof/>
        </w:rPr>
        <w:fldChar w:fldCharType="separate"/>
      </w:r>
      <w:r w:rsidRPr="00E97177">
        <w:rPr>
          <w:noProof/>
        </w:rPr>
        <w:t>4</w:t>
      </w:r>
      <w:r w:rsidRPr="00E97177">
        <w:rPr>
          <w:noProof/>
        </w:rPr>
        <w:fldChar w:fldCharType="end"/>
      </w:r>
      <w:r w:rsidRPr="00E97177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497FAD" w:rsidRPr="00E97177" w14:paraId="501D91D8" w14:textId="77777777" w:rsidTr="0049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D6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D7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Put X next to your answer</w:t>
            </w:r>
          </w:p>
        </w:tc>
      </w:tr>
      <w:tr w:rsidR="00497FAD" w:rsidRPr="00E97177" w14:paraId="501D91DB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D9" w14:textId="122F6BE9" w:rsidR="00497FAD" w:rsidRPr="00E97177" w:rsidRDefault="00DC741A" w:rsidP="00E97177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s</w:t>
            </w:r>
            <w:r w:rsidR="00497FAD" w:rsidRPr="00E97177">
              <w:rPr>
                <w:szCs w:val="24"/>
              </w:rPr>
              <w:t>tomach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DA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1DE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DC" w14:textId="0125BCA6" w:rsidR="00497FAD" w:rsidRPr="00E97177" w:rsidRDefault="00DC741A" w:rsidP="00E97177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l</w:t>
            </w:r>
            <w:r w:rsidR="00497FAD" w:rsidRPr="00E97177">
              <w:rPr>
                <w:szCs w:val="24"/>
              </w:rPr>
              <w:t>arge intestine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DD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1E1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DF" w14:textId="2BA888E3" w:rsidR="00497FAD" w:rsidRPr="00E97177" w:rsidRDefault="00DC741A" w:rsidP="00E97177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d</w:t>
            </w:r>
            <w:r w:rsidR="00497FAD" w:rsidRPr="00E97177">
              <w:rPr>
                <w:color w:val="FF0000"/>
                <w:szCs w:val="24"/>
              </w:rPr>
              <w:t>igestive system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E0" w14:textId="77777777" w:rsidR="00497FAD" w:rsidRPr="00E97177" w:rsidRDefault="009210F5" w:rsidP="00E97177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X</w:t>
            </w:r>
          </w:p>
        </w:tc>
      </w:tr>
      <w:tr w:rsidR="00497FAD" w:rsidRPr="00E97177" w14:paraId="501D91E4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E2" w14:textId="19B46832" w:rsidR="00497FAD" w:rsidRPr="00E97177" w:rsidRDefault="00DC741A" w:rsidP="00E97177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e</w:t>
            </w:r>
            <w:r w:rsidR="00497FAD" w:rsidRPr="00E97177">
              <w:rPr>
                <w:szCs w:val="24"/>
              </w:rPr>
              <w:t>xcretory system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E3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4D3CBC0F" w14:textId="77777777" w:rsidR="00E97177" w:rsidRDefault="00E97177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501D91E6" w14:textId="77777777" w:rsidR="00497FAD" w:rsidRPr="00E97177" w:rsidRDefault="00497FAD" w:rsidP="00E97177">
      <w:pPr>
        <w:pStyle w:val="Body"/>
        <w:numPr>
          <w:ilvl w:val="0"/>
          <w:numId w:val="7"/>
        </w:numPr>
        <w:tabs>
          <w:tab w:val="clear" w:pos="284"/>
          <w:tab w:val="left" w:pos="720"/>
        </w:tabs>
        <w:spacing w:line="240" w:lineRule="auto"/>
        <w:ind w:left="567"/>
        <w:rPr>
          <w:szCs w:val="24"/>
        </w:rPr>
      </w:pPr>
      <w:r w:rsidRPr="00E97177">
        <w:rPr>
          <w:szCs w:val="24"/>
        </w:rPr>
        <w:lastRenderedPageBreak/>
        <w:t>The skeletal system:</w:t>
      </w:r>
    </w:p>
    <w:p w14:paraId="501D91E7" w14:textId="77777777" w:rsidR="00497FAD" w:rsidRPr="00E97177" w:rsidRDefault="00497FAD" w:rsidP="00E97177">
      <w:pPr>
        <w:pStyle w:val="Caption"/>
        <w:keepNext/>
        <w:spacing w:before="120" w:after="120" w:line="240" w:lineRule="auto"/>
      </w:pPr>
      <w:r w:rsidRPr="00E97177">
        <w:t xml:space="preserve">Table </w:t>
      </w:r>
      <w:r w:rsidRPr="00E97177">
        <w:rPr>
          <w:noProof/>
        </w:rPr>
        <w:fldChar w:fldCharType="begin"/>
      </w:r>
      <w:r w:rsidRPr="00E97177">
        <w:rPr>
          <w:noProof/>
        </w:rPr>
        <w:instrText xml:space="preserve"> SEQ Table \* ARABIC </w:instrText>
      </w:r>
      <w:r w:rsidRPr="00E97177">
        <w:rPr>
          <w:noProof/>
        </w:rPr>
        <w:fldChar w:fldCharType="separate"/>
      </w:r>
      <w:r w:rsidRPr="00E97177">
        <w:rPr>
          <w:noProof/>
        </w:rPr>
        <w:t>5</w:t>
      </w:r>
      <w:r w:rsidRPr="00E97177">
        <w:rPr>
          <w:noProof/>
        </w:rPr>
        <w:fldChar w:fldCharType="end"/>
      </w:r>
      <w:r w:rsidRPr="00E97177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497FAD" w:rsidRPr="00E97177" w14:paraId="501D91EA" w14:textId="77777777" w:rsidTr="0049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E8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E9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Put X next to your answer</w:t>
            </w:r>
          </w:p>
        </w:tc>
      </w:tr>
      <w:tr w:rsidR="00497FAD" w:rsidRPr="00E97177" w14:paraId="501D91ED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EB" w14:textId="68A1D513" w:rsidR="00497FAD" w:rsidRPr="00E97177" w:rsidRDefault="00DC741A" w:rsidP="00E97177">
            <w:pPr>
              <w:pStyle w:val="Body"/>
              <w:numPr>
                <w:ilvl w:val="0"/>
                <w:numId w:val="11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s</w:t>
            </w:r>
            <w:r w:rsidR="00497FAD" w:rsidRPr="00E97177">
              <w:rPr>
                <w:szCs w:val="24"/>
              </w:rPr>
              <w:t>upports the body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EC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1F0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EE" w14:textId="5493C3EA" w:rsidR="00497FAD" w:rsidRPr="00E97177" w:rsidRDefault="00DC741A" w:rsidP="00E97177">
            <w:pPr>
              <w:pStyle w:val="Body"/>
              <w:numPr>
                <w:ilvl w:val="0"/>
                <w:numId w:val="11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c</w:t>
            </w:r>
            <w:r w:rsidR="00497FAD" w:rsidRPr="00E97177">
              <w:rPr>
                <w:szCs w:val="24"/>
              </w:rPr>
              <w:t>onsists of bones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EF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1F3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F1" w14:textId="1412F618" w:rsidR="00497FAD" w:rsidRPr="00E97177" w:rsidRDefault="00DC741A" w:rsidP="00E97177">
            <w:pPr>
              <w:pStyle w:val="Body"/>
              <w:numPr>
                <w:ilvl w:val="0"/>
                <w:numId w:val="11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c</w:t>
            </w:r>
            <w:r w:rsidR="00497FAD" w:rsidRPr="00E97177">
              <w:rPr>
                <w:szCs w:val="24"/>
              </w:rPr>
              <w:t>ontains connective tissue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F2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1F6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F4" w14:textId="289248C9" w:rsidR="00497FAD" w:rsidRPr="00E97177" w:rsidRDefault="00DC741A" w:rsidP="00E97177">
            <w:pPr>
              <w:pStyle w:val="Body"/>
              <w:numPr>
                <w:ilvl w:val="0"/>
                <w:numId w:val="11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a</w:t>
            </w:r>
            <w:r w:rsidR="00497FAD" w:rsidRPr="00E97177">
              <w:rPr>
                <w:color w:val="FF0000"/>
                <w:szCs w:val="24"/>
              </w:rPr>
              <w:t>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F5" w14:textId="77777777" w:rsidR="00497FAD" w:rsidRPr="00E97177" w:rsidRDefault="009210F5" w:rsidP="00E97177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X</w:t>
            </w:r>
          </w:p>
        </w:tc>
      </w:tr>
    </w:tbl>
    <w:p w14:paraId="501D91F7" w14:textId="77777777" w:rsidR="00497FAD" w:rsidRPr="00E97177" w:rsidRDefault="00497FAD" w:rsidP="00E97177">
      <w:pP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501D91F8" w14:textId="77777777" w:rsidR="00497FAD" w:rsidRPr="00E97177" w:rsidRDefault="00497FAD" w:rsidP="00E97177">
      <w:pPr>
        <w:pStyle w:val="Body"/>
        <w:numPr>
          <w:ilvl w:val="0"/>
          <w:numId w:val="7"/>
        </w:numPr>
        <w:tabs>
          <w:tab w:val="clear" w:pos="284"/>
          <w:tab w:val="left" w:pos="720"/>
        </w:tabs>
        <w:spacing w:line="240" w:lineRule="auto"/>
        <w:ind w:left="567"/>
        <w:rPr>
          <w:szCs w:val="24"/>
        </w:rPr>
      </w:pPr>
      <w:r w:rsidRPr="00E97177">
        <w:rPr>
          <w:szCs w:val="24"/>
        </w:rPr>
        <w:t>The heart is a part of the:</w:t>
      </w:r>
    </w:p>
    <w:p w14:paraId="501D91F9" w14:textId="77777777" w:rsidR="00497FAD" w:rsidRPr="00E97177" w:rsidRDefault="00497FAD" w:rsidP="00E97177">
      <w:pPr>
        <w:pStyle w:val="Caption"/>
        <w:keepNext/>
        <w:spacing w:before="120" w:after="120" w:line="240" w:lineRule="auto"/>
      </w:pPr>
      <w:r w:rsidRPr="00E97177">
        <w:t xml:space="preserve">Table </w:t>
      </w:r>
      <w:r w:rsidRPr="00E97177">
        <w:rPr>
          <w:noProof/>
        </w:rPr>
        <w:fldChar w:fldCharType="begin"/>
      </w:r>
      <w:r w:rsidRPr="00E97177">
        <w:rPr>
          <w:noProof/>
        </w:rPr>
        <w:instrText xml:space="preserve"> SEQ Table \* ARABIC </w:instrText>
      </w:r>
      <w:r w:rsidRPr="00E97177">
        <w:rPr>
          <w:noProof/>
        </w:rPr>
        <w:fldChar w:fldCharType="separate"/>
      </w:r>
      <w:r w:rsidRPr="00E97177">
        <w:rPr>
          <w:noProof/>
        </w:rPr>
        <w:t>6</w:t>
      </w:r>
      <w:r w:rsidRPr="00E97177">
        <w:rPr>
          <w:noProof/>
        </w:rPr>
        <w:fldChar w:fldCharType="end"/>
      </w:r>
      <w:r w:rsidRPr="00E97177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497FAD" w:rsidRPr="00E97177" w14:paraId="501D91FC" w14:textId="77777777" w:rsidTr="0049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FA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FB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Put X next to your answer</w:t>
            </w:r>
          </w:p>
        </w:tc>
      </w:tr>
      <w:tr w:rsidR="00497FAD" w:rsidRPr="00E97177" w14:paraId="501D91FF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1FD" w14:textId="698E8CC5" w:rsidR="00497FAD" w:rsidRPr="00E97177" w:rsidRDefault="00DC741A" w:rsidP="00E97177">
            <w:pPr>
              <w:pStyle w:val="Body"/>
              <w:numPr>
                <w:ilvl w:val="0"/>
                <w:numId w:val="12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e</w:t>
            </w:r>
            <w:r w:rsidR="00497FAD" w:rsidRPr="00E97177">
              <w:rPr>
                <w:szCs w:val="24"/>
              </w:rPr>
              <w:t>ndocrine system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1FE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202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00" w14:textId="571388BE" w:rsidR="00497FAD" w:rsidRPr="00E97177" w:rsidRDefault="00DC741A" w:rsidP="00E97177">
            <w:pPr>
              <w:pStyle w:val="Body"/>
              <w:numPr>
                <w:ilvl w:val="0"/>
                <w:numId w:val="12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m</w:t>
            </w:r>
            <w:r w:rsidR="00497FAD" w:rsidRPr="00E97177">
              <w:rPr>
                <w:color w:val="FF0000"/>
                <w:szCs w:val="24"/>
              </w:rPr>
              <w:t>uscular and cardiovascular system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01" w14:textId="77777777" w:rsidR="00497FAD" w:rsidRPr="00E97177" w:rsidRDefault="009210F5" w:rsidP="00E97177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X</w:t>
            </w:r>
          </w:p>
        </w:tc>
      </w:tr>
      <w:tr w:rsidR="00497FAD" w:rsidRPr="00E97177" w14:paraId="501D9205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03" w14:textId="608FDA1F" w:rsidR="00497FAD" w:rsidRPr="00E97177" w:rsidRDefault="00DC741A" w:rsidP="00E97177">
            <w:pPr>
              <w:pStyle w:val="Body"/>
              <w:numPr>
                <w:ilvl w:val="0"/>
                <w:numId w:val="12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l</w:t>
            </w:r>
            <w:r w:rsidR="00497FAD" w:rsidRPr="00E97177">
              <w:rPr>
                <w:szCs w:val="24"/>
              </w:rPr>
              <w:t>ymphatic system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04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208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06" w14:textId="395A085F" w:rsidR="00497FAD" w:rsidRPr="00E97177" w:rsidRDefault="00DC741A" w:rsidP="00E97177">
            <w:pPr>
              <w:pStyle w:val="Body"/>
              <w:numPr>
                <w:ilvl w:val="0"/>
                <w:numId w:val="12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r</w:t>
            </w:r>
            <w:r w:rsidR="00497FAD" w:rsidRPr="00E97177">
              <w:rPr>
                <w:szCs w:val="24"/>
              </w:rPr>
              <w:t>espiratory and cardiovascular system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07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501D9209" w14:textId="77777777" w:rsidR="00497FAD" w:rsidRPr="00E97177" w:rsidRDefault="00497FAD" w:rsidP="00E97177">
      <w:pP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501D920A" w14:textId="77777777" w:rsidR="00497FAD" w:rsidRPr="00E97177" w:rsidRDefault="00497FAD" w:rsidP="00E97177">
      <w:pPr>
        <w:pStyle w:val="Body"/>
        <w:numPr>
          <w:ilvl w:val="0"/>
          <w:numId w:val="7"/>
        </w:numPr>
        <w:tabs>
          <w:tab w:val="clear" w:pos="284"/>
          <w:tab w:val="left" w:pos="720"/>
        </w:tabs>
        <w:spacing w:line="240" w:lineRule="auto"/>
        <w:ind w:left="567"/>
        <w:rPr>
          <w:szCs w:val="24"/>
        </w:rPr>
      </w:pPr>
      <w:r w:rsidRPr="00E97177">
        <w:rPr>
          <w:szCs w:val="24"/>
        </w:rPr>
        <w:t>Immunohaematology is the study of:</w:t>
      </w:r>
    </w:p>
    <w:p w14:paraId="501D920B" w14:textId="77777777" w:rsidR="00497FAD" w:rsidRPr="00E97177" w:rsidRDefault="00497FAD" w:rsidP="00E97177">
      <w:pPr>
        <w:pStyle w:val="Caption"/>
        <w:keepNext/>
        <w:spacing w:before="120" w:after="120" w:line="240" w:lineRule="auto"/>
      </w:pPr>
      <w:r w:rsidRPr="00E97177">
        <w:t xml:space="preserve">Table </w:t>
      </w:r>
      <w:r w:rsidRPr="00E97177">
        <w:rPr>
          <w:noProof/>
        </w:rPr>
        <w:fldChar w:fldCharType="begin"/>
      </w:r>
      <w:r w:rsidRPr="00E97177">
        <w:rPr>
          <w:noProof/>
        </w:rPr>
        <w:instrText xml:space="preserve"> SEQ Table \* ARABIC </w:instrText>
      </w:r>
      <w:r w:rsidRPr="00E97177">
        <w:rPr>
          <w:noProof/>
        </w:rPr>
        <w:fldChar w:fldCharType="separate"/>
      </w:r>
      <w:r w:rsidRPr="00E97177">
        <w:rPr>
          <w:noProof/>
        </w:rPr>
        <w:t>7</w:t>
      </w:r>
      <w:r w:rsidRPr="00E97177">
        <w:rPr>
          <w:noProof/>
        </w:rPr>
        <w:fldChar w:fldCharType="end"/>
      </w:r>
      <w:r w:rsidRPr="00E97177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497FAD" w:rsidRPr="00E97177" w14:paraId="501D920E" w14:textId="77777777" w:rsidTr="0049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0C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0D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Put X next to your answer</w:t>
            </w:r>
          </w:p>
        </w:tc>
      </w:tr>
      <w:tr w:rsidR="00497FAD" w:rsidRPr="00E97177" w14:paraId="501D9211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0F" w14:textId="21F56F54" w:rsidR="00497FAD" w:rsidRPr="00E97177" w:rsidRDefault="00DC741A" w:rsidP="00E97177">
            <w:pPr>
              <w:pStyle w:val="Body"/>
              <w:numPr>
                <w:ilvl w:val="0"/>
                <w:numId w:val="13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t</w:t>
            </w:r>
            <w:r w:rsidR="00497FAD" w:rsidRPr="00E97177">
              <w:rPr>
                <w:szCs w:val="24"/>
              </w:rPr>
              <w:t>he blood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10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214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12" w14:textId="352427D5" w:rsidR="00497FAD" w:rsidRPr="00E97177" w:rsidRDefault="00DC741A" w:rsidP="00E97177">
            <w:pPr>
              <w:pStyle w:val="Body"/>
              <w:numPr>
                <w:ilvl w:val="0"/>
                <w:numId w:val="13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b</w:t>
            </w:r>
            <w:r w:rsidR="00497FAD" w:rsidRPr="00E97177">
              <w:rPr>
                <w:szCs w:val="24"/>
              </w:rPr>
              <w:t>lood products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13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217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15" w14:textId="07A2F723" w:rsidR="00497FAD" w:rsidRPr="00E97177" w:rsidRDefault="00DC741A" w:rsidP="00E97177">
            <w:pPr>
              <w:pStyle w:val="Body"/>
              <w:numPr>
                <w:ilvl w:val="0"/>
                <w:numId w:val="13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w</w:t>
            </w:r>
            <w:r w:rsidR="00497FAD" w:rsidRPr="00E97177">
              <w:rPr>
                <w:szCs w:val="24"/>
              </w:rPr>
              <w:t xml:space="preserve">hite blood cells 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16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21A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18" w14:textId="519B8CED" w:rsidR="00497FAD" w:rsidRPr="00E97177" w:rsidRDefault="00DC741A" w:rsidP="00E97177">
            <w:pPr>
              <w:pStyle w:val="Body"/>
              <w:numPr>
                <w:ilvl w:val="0"/>
                <w:numId w:val="13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t</w:t>
            </w:r>
            <w:r w:rsidR="00497FAD" w:rsidRPr="00E97177">
              <w:rPr>
                <w:color w:val="FF0000"/>
                <w:szCs w:val="24"/>
              </w:rPr>
              <w:t>he antibodies and antigens on RBC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19" w14:textId="77777777" w:rsidR="00497FAD" w:rsidRPr="00E97177" w:rsidRDefault="009210F5" w:rsidP="00E97177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X</w:t>
            </w:r>
          </w:p>
        </w:tc>
      </w:tr>
    </w:tbl>
    <w:p w14:paraId="193898A6" w14:textId="77777777" w:rsidR="00E97177" w:rsidRDefault="00E97177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501D921C" w14:textId="77777777" w:rsidR="00497FAD" w:rsidRPr="00E97177" w:rsidRDefault="00497FAD" w:rsidP="00E97177">
      <w:pPr>
        <w:pStyle w:val="Body"/>
        <w:numPr>
          <w:ilvl w:val="0"/>
          <w:numId w:val="7"/>
        </w:numPr>
        <w:tabs>
          <w:tab w:val="clear" w:pos="284"/>
          <w:tab w:val="left" w:pos="720"/>
        </w:tabs>
        <w:spacing w:line="240" w:lineRule="auto"/>
        <w:ind w:left="567"/>
        <w:rPr>
          <w:szCs w:val="24"/>
        </w:rPr>
      </w:pPr>
      <w:r w:rsidRPr="00E97177">
        <w:rPr>
          <w:szCs w:val="24"/>
        </w:rPr>
        <w:lastRenderedPageBreak/>
        <w:t>All red blood cells begin life in the:</w:t>
      </w:r>
    </w:p>
    <w:p w14:paraId="501D921D" w14:textId="77777777" w:rsidR="00497FAD" w:rsidRPr="00E97177" w:rsidRDefault="00497FAD" w:rsidP="00E97177">
      <w:pPr>
        <w:pStyle w:val="Caption"/>
        <w:keepNext/>
        <w:spacing w:before="120" w:after="120" w:line="240" w:lineRule="auto"/>
      </w:pPr>
      <w:r w:rsidRPr="00E97177">
        <w:t xml:space="preserve">Table </w:t>
      </w:r>
      <w:r w:rsidRPr="00E97177">
        <w:rPr>
          <w:noProof/>
        </w:rPr>
        <w:fldChar w:fldCharType="begin"/>
      </w:r>
      <w:r w:rsidRPr="00E97177">
        <w:rPr>
          <w:noProof/>
        </w:rPr>
        <w:instrText xml:space="preserve"> SEQ Table \* ARABIC </w:instrText>
      </w:r>
      <w:r w:rsidRPr="00E97177">
        <w:rPr>
          <w:noProof/>
        </w:rPr>
        <w:fldChar w:fldCharType="separate"/>
      </w:r>
      <w:r w:rsidRPr="00E97177">
        <w:rPr>
          <w:noProof/>
        </w:rPr>
        <w:t>8</w:t>
      </w:r>
      <w:r w:rsidRPr="00E97177">
        <w:rPr>
          <w:noProof/>
        </w:rPr>
        <w:fldChar w:fldCharType="end"/>
      </w:r>
      <w:r w:rsidRPr="00E97177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497FAD" w:rsidRPr="00E97177" w14:paraId="501D9220" w14:textId="77777777" w:rsidTr="0049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1E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1F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Put X next to your answer</w:t>
            </w:r>
          </w:p>
        </w:tc>
      </w:tr>
      <w:tr w:rsidR="00497FAD" w:rsidRPr="00E97177" w14:paraId="501D9223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21" w14:textId="49EC64C0" w:rsidR="00497FAD" w:rsidRPr="00E97177" w:rsidRDefault="00DC741A" w:rsidP="00E97177">
            <w:pPr>
              <w:pStyle w:val="Body"/>
              <w:numPr>
                <w:ilvl w:val="0"/>
                <w:numId w:val="14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v</w:t>
            </w:r>
            <w:r w:rsidR="00497FAD" w:rsidRPr="00E97177">
              <w:rPr>
                <w:szCs w:val="24"/>
              </w:rPr>
              <w:t>eins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22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226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24" w14:textId="39CF0F8A" w:rsidR="00497FAD" w:rsidRPr="00E97177" w:rsidRDefault="00DC741A" w:rsidP="00E97177">
            <w:pPr>
              <w:pStyle w:val="Body"/>
              <w:numPr>
                <w:ilvl w:val="0"/>
                <w:numId w:val="14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b</w:t>
            </w:r>
            <w:r w:rsidR="00497FAD" w:rsidRPr="00E97177">
              <w:rPr>
                <w:color w:val="FF0000"/>
                <w:szCs w:val="24"/>
              </w:rPr>
              <w:t>one marrow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25" w14:textId="77777777" w:rsidR="00497FAD" w:rsidRPr="00E97177" w:rsidRDefault="009210F5" w:rsidP="00E97177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X</w:t>
            </w:r>
          </w:p>
        </w:tc>
      </w:tr>
      <w:tr w:rsidR="00497FAD" w:rsidRPr="00E97177" w14:paraId="501D9229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27" w14:textId="60F94C2F" w:rsidR="00497FAD" w:rsidRPr="00E97177" w:rsidRDefault="00DC741A" w:rsidP="00E97177">
            <w:pPr>
              <w:pStyle w:val="Body"/>
              <w:numPr>
                <w:ilvl w:val="0"/>
                <w:numId w:val="14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a</w:t>
            </w:r>
            <w:r w:rsidR="00497FAD" w:rsidRPr="00E97177">
              <w:rPr>
                <w:szCs w:val="24"/>
              </w:rPr>
              <w:t>rteries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28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22C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2A" w14:textId="64876E7E" w:rsidR="00497FAD" w:rsidRPr="00E97177" w:rsidRDefault="00DC741A" w:rsidP="00E97177">
            <w:pPr>
              <w:pStyle w:val="Body"/>
              <w:numPr>
                <w:ilvl w:val="0"/>
                <w:numId w:val="14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l</w:t>
            </w:r>
            <w:r w:rsidR="00497FAD" w:rsidRPr="00E97177">
              <w:rPr>
                <w:szCs w:val="24"/>
              </w:rPr>
              <w:t>ymph nodes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2B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501D922D" w14:textId="77777777" w:rsidR="00497FAD" w:rsidRPr="00E97177" w:rsidRDefault="00497FAD" w:rsidP="00E97177">
      <w:pP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501D922E" w14:textId="77777777" w:rsidR="00497FAD" w:rsidRPr="00E97177" w:rsidRDefault="00497FAD" w:rsidP="00E97177">
      <w:pPr>
        <w:pStyle w:val="Body"/>
        <w:numPr>
          <w:ilvl w:val="0"/>
          <w:numId w:val="7"/>
        </w:numPr>
        <w:tabs>
          <w:tab w:val="clear" w:pos="284"/>
          <w:tab w:val="left" w:pos="720"/>
        </w:tabs>
        <w:spacing w:line="240" w:lineRule="auto"/>
        <w:ind w:left="567"/>
        <w:rPr>
          <w:szCs w:val="24"/>
        </w:rPr>
      </w:pPr>
      <w:r w:rsidRPr="00E97177">
        <w:rPr>
          <w:szCs w:val="24"/>
        </w:rPr>
        <w:t>Innate immunity and acquired immunity are described as:</w:t>
      </w:r>
    </w:p>
    <w:p w14:paraId="501D922F" w14:textId="77777777" w:rsidR="00497FAD" w:rsidRPr="00E97177" w:rsidRDefault="00497FAD" w:rsidP="00E97177">
      <w:pPr>
        <w:pStyle w:val="Caption"/>
        <w:keepNext/>
        <w:spacing w:before="120" w:after="120" w:line="240" w:lineRule="auto"/>
      </w:pPr>
      <w:r w:rsidRPr="00E97177">
        <w:t xml:space="preserve">Table </w:t>
      </w:r>
      <w:r w:rsidRPr="00E97177">
        <w:rPr>
          <w:noProof/>
        </w:rPr>
        <w:fldChar w:fldCharType="begin"/>
      </w:r>
      <w:r w:rsidRPr="00E97177">
        <w:rPr>
          <w:noProof/>
        </w:rPr>
        <w:instrText xml:space="preserve"> SEQ Table \* ARABIC </w:instrText>
      </w:r>
      <w:r w:rsidRPr="00E97177">
        <w:rPr>
          <w:noProof/>
        </w:rPr>
        <w:fldChar w:fldCharType="separate"/>
      </w:r>
      <w:r w:rsidR="00C71D83" w:rsidRPr="00E97177">
        <w:rPr>
          <w:noProof/>
        </w:rPr>
        <w:t>9</w:t>
      </w:r>
      <w:r w:rsidRPr="00E97177">
        <w:rPr>
          <w:noProof/>
        </w:rPr>
        <w:fldChar w:fldCharType="end"/>
      </w:r>
      <w:r w:rsidRPr="00E97177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497FAD" w:rsidRPr="00E97177" w14:paraId="501D9232" w14:textId="77777777" w:rsidTr="0049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30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31" w14:textId="77777777" w:rsidR="00497FAD" w:rsidRPr="00E97177" w:rsidRDefault="00497FAD" w:rsidP="00E97177">
            <w:pPr>
              <w:pStyle w:val="Body"/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Put X next to your answer</w:t>
            </w:r>
          </w:p>
        </w:tc>
      </w:tr>
      <w:tr w:rsidR="00497FAD" w:rsidRPr="00E97177" w14:paraId="501D9235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33" w14:textId="6D1EBEC9" w:rsidR="00497FAD" w:rsidRPr="00E97177" w:rsidRDefault="00DC741A" w:rsidP="00E97177">
            <w:pPr>
              <w:pStyle w:val="Body"/>
              <w:numPr>
                <w:ilvl w:val="0"/>
                <w:numId w:val="15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y</w:t>
            </w:r>
            <w:r w:rsidR="00497FAD" w:rsidRPr="00E97177">
              <w:rPr>
                <w:color w:val="FF0000"/>
                <w:szCs w:val="24"/>
              </w:rPr>
              <w:t>ou are born with innate immunity, acquired immunity comes from an external source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34" w14:textId="77777777" w:rsidR="00497FAD" w:rsidRPr="00E97177" w:rsidRDefault="009210F5" w:rsidP="00E97177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 w:rsidRPr="00E97177">
              <w:rPr>
                <w:color w:val="FF0000"/>
                <w:szCs w:val="24"/>
              </w:rPr>
              <w:t>X</w:t>
            </w:r>
          </w:p>
        </w:tc>
      </w:tr>
      <w:tr w:rsidR="00497FAD" w:rsidRPr="00E97177" w14:paraId="501D9238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36" w14:textId="7D4AC0EC" w:rsidR="00497FAD" w:rsidRPr="00E97177" w:rsidRDefault="00DC741A" w:rsidP="00E97177">
            <w:pPr>
              <w:pStyle w:val="Body"/>
              <w:numPr>
                <w:ilvl w:val="0"/>
                <w:numId w:val="15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y</w:t>
            </w:r>
            <w:r w:rsidR="00497FAD" w:rsidRPr="00E97177">
              <w:rPr>
                <w:szCs w:val="24"/>
              </w:rPr>
              <w:t>ou are born with acquired immunity, innate immunity comes from an external source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37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23B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39" w14:textId="789136E6" w:rsidR="00497FAD" w:rsidRPr="00E97177" w:rsidRDefault="00DC741A" w:rsidP="00E97177">
            <w:pPr>
              <w:pStyle w:val="Body"/>
              <w:numPr>
                <w:ilvl w:val="0"/>
                <w:numId w:val="15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i</w:t>
            </w:r>
            <w:r w:rsidR="00497FAD" w:rsidRPr="00E97177">
              <w:rPr>
                <w:szCs w:val="24"/>
              </w:rPr>
              <w:t>nnate immunity comes naturally, whilst acquired immunity comes at a price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3A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97FAD" w:rsidRPr="00E97177" w14:paraId="501D923E" w14:textId="77777777" w:rsidTr="00497FAD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1D923C" w14:textId="30F91988" w:rsidR="00497FAD" w:rsidRPr="00E97177" w:rsidRDefault="00DC741A" w:rsidP="00E97177">
            <w:pPr>
              <w:pStyle w:val="Body"/>
              <w:numPr>
                <w:ilvl w:val="0"/>
                <w:numId w:val="15"/>
              </w:numPr>
              <w:tabs>
                <w:tab w:val="clear" w:pos="284"/>
                <w:tab w:val="left" w:pos="720"/>
              </w:tabs>
              <w:spacing w:line="240" w:lineRule="auto"/>
              <w:ind w:left="455"/>
              <w:rPr>
                <w:szCs w:val="24"/>
              </w:rPr>
            </w:pPr>
            <w:r w:rsidRPr="00E97177">
              <w:rPr>
                <w:szCs w:val="24"/>
              </w:rPr>
              <w:t>a</w:t>
            </w:r>
            <w:r w:rsidR="00497FAD" w:rsidRPr="00E97177">
              <w:rPr>
                <w:szCs w:val="24"/>
              </w:rPr>
              <w:t>cquired immunity comes from aging, innate immunity is a function of living in modern society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1D923D" w14:textId="77777777" w:rsidR="00497FAD" w:rsidRPr="00E97177" w:rsidRDefault="00497FAD" w:rsidP="00E97177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501D923F" w14:textId="77777777" w:rsidR="00497FAD" w:rsidRPr="00E97177" w:rsidRDefault="00497FAD" w:rsidP="00E97177">
      <w:pPr>
        <w:tabs>
          <w:tab w:val="clear" w:pos="284"/>
          <w:tab w:val="left" w:pos="720"/>
        </w:tabs>
        <w:spacing w:line="240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  <w:r w:rsidRPr="00E97177">
        <w:rPr>
          <w:szCs w:val="24"/>
        </w:rPr>
        <w:br w:type="page"/>
      </w:r>
    </w:p>
    <w:p w14:paraId="501D9240" w14:textId="77777777" w:rsidR="00497FAD" w:rsidRDefault="00497FAD" w:rsidP="00497FAD">
      <w:pPr>
        <w:pStyle w:val="Heading2"/>
      </w:pPr>
      <w:r>
        <w:lastRenderedPageBreak/>
        <w:t xml:space="preserve">Part </w:t>
      </w:r>
      <w:r w:rsidR="009936C5">
        <w:t>2</w:t>
      </w:r>
      <w:r>
        <w:t>: Short answer</w:t>
      </w:r>
    </w:p>
    <w:p w14:paraId="501D9241" w14:textId="77777777" w:rsidR="009936C5" w:rsidRDefault="009936C5" w:rsidP="009936C5">
      <w:pPr>
        <w:rPr>
          <w:sz w:val="22"/>
          <w:szCs w:val="22"/>
        </w:rPr>
      </w:pPr>
      <w:r>
        <w:rPr>
          <w:sz w:val="22"/>
          <w:szCs w:val="22"/>
        </w:rPr>
        <w:t>Read the question carefully. The recommended word count is listed at the end of each question.</w:t>
      </w:r>
    </w:p>
    <w:p w14:paraId="501D9242" w14:textId="0AF93969" w:rsidR="00497FAD" w:rsidRPr="00E97177" w:rsidRDefault="00497FAD" w:rsidP="005E27A8">
      <w:pPr>
        <w:pStyle w:val="Body"/>
        <w:numPr>
          <w:ilvl w:val="0"/>
          <w:numId w:val="17"/>
        </w:numPr>
        <w:rPr>
          <w:szCs w:val="24"/>
        </w:rPr>
      </w:pPr>
      <w:r w:rsidRPr="00E97177">
        <w:rPr>
          <w:szCs w:val="24"/>
        </w:rPr>
        <w:t>List the</w:t>
      </w:r>
      <w:r w:rsidR="00E13E3A" w:rsidRPr="00E97177">
        <w:rPr>
          <w:szCs w:val="24"/>
        </w:rPr>
        <w:t xml:space="preserve"> five </w:t>
      </w:r>
      <w:r w:rsidRPr="00E97177">
        <w:rPr>
          <w:szCs w:val="24"/>
        </w:rPr>
        <w:t>different types of leucocytes</w:t>
      </w:r>
      <w:r w:rsidR="009936C5" w:rsidRPr="00E97177">
        <w:rPr>
          <w:szCs w:val="24"/>
        </w:rPr>
        <w:t xml:space="preserve"> (</w:t>
      </w:r>
      <w:r w:rsidR="00E13E3A" w:rsidRPr="00E97177">
        <w:rPr>
          <w:szCs w:val="24"/>
        </w:rPr>
        <w:t>5</w:t>
      </w:r>
      <w:r w:rsidR="009936C5" w:rsidRPr="00E97177">
        <w:rPr>
          <w:szCs w:val="24"/>
        </w:rPr>
        <w:t xml:space="preserve"> words)</w:t>
      </w:r>
      <w:r w:rsidRPr="00E97177">
        <w:rPr>
          <w:szCs w:val="24"/>
        </w:rPr>
        <w:t>:</w:t>
      </w:r>
    </w:p>
    <w:p w14:paraId="1903FD33" w14:textId="77777777" w:rsidR="00E13E3A" w:rsidRPr="00E97177" w:rsidRDefault="00E13E3A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N</w:t>
      </w:r>
      <w:r w:rsidR="00497FAD" w:rsidRPr="00E97177">
        <w:rPr>
          <w:color w:val="FF0000"/>
          <w:szCs w:val="24"/>
        </w:rPr>
        <w:t>eutrophils</w:t>
      </w:r>
    </w:p>
    <w:p w14:paraId="2B8DE56A" w14:textId="58F56BF5" w:rsidR="00E13E3A" w:rsidRPr="00E97177" w:rsidRDefault="00E13E3A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E</w:t>
      </w:r>
      <w:r w:rsidR="00497FAD" w:rsidRPr="00E97177">
        <w:rPr>
          <w:color w:val="FF0000"/>
          <w:szCs w:val="24"/>
        </w:rPr>
        <w:t>osinophils</w:t>
      </w:r>
    </w:p>
    <w:p w14:paraId="501D9243" w14:textId="5332C433" w:rsidR="00497FAD" w:rsidRPr="00E97177" w:rsidRDefault="00E13E3A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B</w:t>
      </w:r>
      <w:r w:rsidR="00497FAD" w:rsidRPr="00E97177">
        <w:rPr>
          <w:color w:val="FF0000"/>
          <w:szCs w:val="24"/>
        </w:rPr>
        <w:t>asophils</w:t>
      </w:r>
    </w:p>
    <w:p w14:paraId="28834F26" w14:textId="05D9970D" w:rsidR="00E13E3A" w:rsidRPr="00E97177" w:rsidRDefault="00E13E3A" w:rsidP="00E13E3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Monocytes</w:t>
      </w:r>
    </w:p>
    <w:p w14:paraId="501D9247" w14:textId="20DA1C26" w:rsidR="00497FAD" w:rsidRPr="00E97177" w:rsidRDefault="00E13E3A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  <w:r w:rsidRPr="00E97177">
        <w:rPr>
          <w:color w:val="FF0000"/>
          <w:szCs w:val="24"/>
        </w:rPr>
        <w:t>Lymphocytes</w:t>
      </w:r>
    </w:p>
    <w:p w14:paraId="20863142" w14:textId="77777777" w:rsidR="00E97177" w:rsidRPr="00E97177" w:rsidRDefault="00E97177" w:rsidP="00E97177">
      <w:pPr>
        <w:pStyle w:val="Body"/>
        <w:rPr>
          <w:szCs w:val="24"/>
        </w:rPr>
      </w:pPr>
    </w:p>
    <w:p w14:paraId="501D9248" w14:textId="6AB0ED22" w:rsidR="00497FAD" w:rsidRPr="00E97177" w:rsidRDefault="00497FAD" w:rsidP="005E27A8">
      <w:pPr>
        <w:pStyle w:val="Body"/>
        <w:numPr>
          <w:ilvl w:val="0"/>
          <w:numId w:val="17"/>
        </w:numPr>
        <w:rPr>
          <w:szCs w:val="24"/>
        </w:rPr>
      </w:pPr>
      <w:r w:rsidRPr="00E97177">
        <w:rPr>
          <w:szCs w:val="24"/>
        </w:rPr>
        <w:t>List the major blood groups</w:t>
      </w:r>
      <w:r w:rsidR="00E13E3A" w:rsidRPr="00E97177">
        <w:rPr>
          <w:szCs w:val="24"/>
        </w:rPr>
        <w:t xml:space="preserve"> </w:t>
      </w:r>
      <w:r w:rsidR="009936C5" w:rsidRPr="00E97177">
        <w:rPr>
          <w:szCs w:val="24"/>
        </w:rPr>
        <w:t>(4 words)</w:t>
      </w:r>
      <w:r w:rsidRPr="00E97177">
        <w:rPr>
          <w:szCs w:val="24"/>
        </w:rPr>
        <w:t>:</w:t>
      </w:r>
    </w:p>
    <w:p w14:paraId="543FF033" w14:textId="77777777" w:rsidR="002D25C2" w:rsidRPr="00E97177" w:rsidRDefault="00497FAD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A</w:t>
      </w:r>
    </w:p>
    <w:p w14:paraId="7C0F3BF3" w14:textId="77777777" w:rsidR="002D25C2" w:rsidRPr="00E97177" w:rsidRDefault="00497FAD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B</w:t>
      </w:r>
    </w:p>
    <w:p w14:paraId="402F25B9" w14:textId="77777777" w:rsidR="002D25C2" w:rsidRPr="00E97177" w:rsidRDefault="00497FAD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O</w:t>
      </w:r>
    </w:p>
    <w:p w14:paraId="501D924B" w14:textId="339C0E34" w:rsidR="00497FAD" w:rsidRPr="00E97177" w:rsidRDefault="00497FAD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  <w:r w:rsidRPr="00E97177">
        <w:rPr>
          <w:color w:val="FF0000"/>
          <w:szCs w:val="24"/>
        </w:rPr>
        <w:t>AB</w:t>
      </w:r>
    </w:p>
    <w:p w14:paraId="779FA3CD" w14:textId="77777777" w:rsidR="00E97177" w:rsidRDefault="00E97177" w:rsidP="00E97177">
      <w:pPr>
        <w:pStyle w:val="Body"/>
        <w:rPr>
          <w:szCs w:val="24"/>
        </w:rPr>
      </w:pPr>
    </w:p>
    <w:p w14:paraId="501D924C" w14:textId="571C66C6" w:rsidR="00497FAD" w:rsidRPr="00E97177" w:rsidRDefault="00E97177" w:rsidP="005E27A8">
      <w:pPr>
        <w:pStyle w:val="Body"/>
        <w:numPr>
          <w:ilvl w:val="0"/>
          <w:numId w:val="17"/>
        </w:numPr>
        <w:rPr>
          <w:szCs w:val="24"/>
        </w:rPr>
      </w:pPr>
      <w:bookmarkStart w:id="4" w:name="_Hlk22739407"/>
      <w:r w:rsidRPr="00E97177">
        <w:rPr>
          <w:szCs w:val="24"/>
        </w:rPr>
        <w:t>List the two types of acquired immunity</w:t>
      </w:r>
      <w:r w:rsidR="005B3837" w:rsidRPr="00E97177">
        <w:rPr>
          <w:szCs w:val="24"/>
        </w:rPr>
        <w:t xml:space="preserve"> </w:t>
      </w:r>
      <w:r w:rsidR="009936C5" w:rsidRPr="00E97177">
        <w:rPr>
          <w:szCs w:val="24"/>
        </w:rPr>
        <w:t>(</w:t>
      </w:r>
      <w:r w:rsidRPr="00E97177">
        <w:rPr>
          <w:szCs w:val="24"/>
        </w:rPr>
        <w:t>2</w:t>
      </w:r>
      <w:r w:rsidR="009936C5" w:rsidRPr="00E97177">
        <w:rPr>
          <w:szCs w:val="24"/>
        </w:rPr>
        <w:t xml:space="preserve"> words)</w:t>
      </w:r>
      <w:r w:rsidR="00497FAD" w:rsidRPr="00E97177">
        <w:rPr>
          <w:szCs w:val="24"/>
        </w:rPr>
        <w:t>:</w:t>
      </w:r>
    </w:p>
    <w:bookmarkEnd w:id="4"/>
    <w:p w14:paraId="501D924F" w14:textId="687E317F" w:rsidR="00497FAD" w:rsidRPr="00E97177" w:rsidRDefault="00E97177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Passive</w:t>
      </w:r>
    </w:p>
    <w:p w14:paraId="4C3DC77A" w14:textId="62AEE5C0" w:rsidR="00E97177" w:rsidRPr="00E97177" w:rsidRDefault="00E97177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Active</w:t>
      </w:r>
    </w:p>
    <w:p w14:paraId="5A0F8826" w14:textId="77777777" w:rsidR="00E97177" w:rsidRDefault="00E97177" w:rsidP="00E97177">
      <w:pPr>
        <w:pStyle w:val="Body"/>
        <w:rPr>
          <w:szCs w:val="24"/>
        </w:rPr>
      </w:pPr>
    </w:p>
    <w:p w14:paraId="501D9250" w14:textId="425BE290" w:rsidR="00497FAD" w:rsidRPr="00E97177" w:rsidRDefault="00497FAD" w:rsidP="005E27A8">
      <w:pPr>
        <w:pStyle w:val="Body"/>
        <w:numPr>
          <w:ilvl w:val="0"/>
          <w:numId w:val="17"/>
        </w:numPr>
        <w:rPr>
          <w:szCs w:val="24"/>
        </w:rPr>
      </w:pPr>
      <w:r w:rsidRPr="00E97177">
        <w:rPr>
          <w:szCs w:val="24"/>
        </w:rPr>
        <w:t xml:space="preserve">Describe innate immunity and provide </w:t>
      </w:r>
      <w:r w:rsidR="002D25C2" w:rsidRPr="00E97177">
        <w:rPr>
          <w:szCs w:val="24"/>
        </w:rPr>
        <w:t>two</w:t>
      </w:r>
      <w:r w:rsidRPr="00E97177">
        <w:rPr>
          <w:szCs w:val="24"/>
        </w:rPr>
        <w:t xml:space="preserve"> examples of how the body supports this</w:t>
      </w:r>
      <w:r w:rsidR="009936C5" w:rsidRPr="00E97177">
        <w:rPr>
          <w:szCs w:val="24"/>
        </w:rPr>
        <w:t xml:space="preserve"> (</w:t>
      </w:r>
      <w:r w:rsidR="002D25C2" w:rsidRPr="00E97177">
        <w:rPr>
          <w:szCs w:val="24"/>
        </w:rPr>
        <w:t>15</w:t>
      </w:r>
      <w:r w:rsidR="009936C5" w:rsidRPr="00E97177">
        <w:rPr>
          <w:szCs w:val="24"/>
        </w:rPr>
        <w:t xml:space="preserve"> to </w:t>
      </w:r>
      <w:r w:rsidR="002D25C2" w:rsidRPr="00E97177">
        <w:rPr>
          <w:szCs w:val="24"/>
        </w:rPr>
        <w:t>3</w:t>
      </w:r>
      <w:r w:rsidR="009936C5" w:rsidRPr="00E97177">
        <w:rPr>
          <w:szCs w:val="24"/>
        </w:rPr>
        <w:t>0 words)</w:t>
      </w:r>
      <w:r w:rsidRPr="00E97177">
        <w:rPr>
          <w:szCs w:val="24"/>
        </w:rPr>
        <w:t>:</w:t>
      </w:r>
    </w:p>
    <w:p w14:paraId="501D9251" w14:textId="77777777" w:rsidR="00497FAD" w:rsidRPr="00E97177" w:rsidRDefault="00497FAD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Innate immunity is that we are born with, it is our body’s natural defence system.</w:t>
      </w:r>
    </w:p>
    <w:p w14:paraId="1FBEA6ED" w14:textId="5C60EE86" w:rsidR="002D25C2" w:rsidRPr="00E97177" w:rsidRDefault="002D25C2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  <w:r w:rsidRPr="00E97177">
        <w:rPr>
          <w:szCs w:val="24"/>
        </w:rPr>
        <w:t>Any two of the following</w:t>
      </w:r>
      <w:r w:rsidR="00E97177" w:rsidRPr="00E97177">
        <w:rPr>
          <w:szCs w:val="24"/>
        </w:rPr>
        <w:t xml:space="preserve"> (i.e. physical barriers </w:t>
      </w:r>
      <w:r w:rsidR="00E97177" w:rsidRPr="00E97177">
        <w:rPr>
          <w:b/>
          <w:bCs/>
          <w:szCs w:val="24"/>
          <w:u w:val="single"/>
        </w:rPr>
        <w:t>or</w:t>
      </w:r>
      <w:r w:rsidR="00E97177" w:rsidRPr="00E97177">
        <w:rPr>
          <w:szCs w:val="24"/>
        </w:rPr>
        <w:t xml:space="preserve"> skin would be acceptable)</w:t>
      </w:r>
      <w:r w:rsidRPr="00E97177">
        <w:rPr>
          <w:szCs w:val="24"/>
        </w:rPr>
        <w:t>:</w:t>
      </w:r>
    </w:p>
    <w:p w14:paraId="501D9252" w14:textId="32219BF1" w:rsidR="00497FAD" w:rsidRPr="00E97177" w:rsidRDefault="00497FAD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Physical barriers – skin, mucous membranes</w:t>
      </w:r>
      <w:r w:rsidR="00E97177">
        <w:rPr>
          <w:color w:val="FF0000"/>
          <w:szCs w:val="24"/>
        </w:rPr>
        <w:t>, cilia, secretions</w:t>
      </w:r>
    </w:p>
    <w:p w14:paraId="501D9253" w14:textId="1415F7E1" w:rsidR="00497FAD" w:rsidRPr="00E97177" w:rsidRDefault="00497FAD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Physiological barriers – stomach acid, bile, nasal hair, urine, ear wax</w:t>
      </w:r>
      <w:r w:rsidR="00E97177">
        <w:rPr>
          <w:color w:val="FF0000"/>
          <w:szCs w:val="24"/>
        </w:rPr>
        <w:t>, normal flora</w:t>
      </w:r>
    </w:p>
    <w:p w14:paraId="501D9254" w14:textId="77777777" w:rsidR="00497FAD" w:rsidRPr="00E97177" w:rsidRDefault="00497FAD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Cellular barriers – leucocytes, NK cells, inflammation, fever</w:t>
      </w:r>
    </w:p>
    <w:p w14:paraId="08FA0CF4" w14:textId="7BCF9FF7" w:rsidR="00E97177" w:rsidRPr="00E97177" w:rsidRDefault="00497FAD" w:rsidP="00E971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Cytokine barriers – chemical messengers of immune cells</w:t>
      </w:r>
    </w:p>
    <w:p w14:paraId="5BA43E7E" w14:textId="77777777" w:rsidR="00E97177" w:rsidRDefault="00E97177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3FF926D5" w14:textId="05DE1419" w:rsidR="00E97177" w:rsidRPr="00623A6F" w:rsidRDefault="00E97177" w:rsidP="00E97177">
      <w:pPr>
        <w:pStyle w:val="Body"/>
        <w:numPr>
          <w:ilvl w:val="0"/>
          <w:numId w:val="17"/>
        </w:numPr>
        <w:spacing w:line="240" w:lineRule="auto"/>
        <w:rPr>
          <w:szCs w:val="24"/>
        </w:rPr>
      </w:pPr>
      <w:r>
        <w:rPr>
          <w:szCs w:val="24"/>
        </w:rPr>
        <w:lastRenderedPageBreak/>
        <w:t>G</w:t>
      </w:r>
      <w:r w:rsidRPr="00623A6F">
        <w:rPr>
          <w:szCs w:val="24"/>
        </w:rPr>
        <w:t xml:space="preserve">ive two examples </w:t>
      </w:r>
      <w:r>
        <w:rPr>
          <w:szCs w:val="24"/>
        </w:rPr>
        <w:t xml:space="preserve">of metabolic diseases </w:t>
      </w:r>
      <w:r w:rsidRPr="00623A6F">
        <w:rPr>
          <w:szCs w:val="24"/>
        </w:rPr>
        <w:t xml:space="preserve">(2 to </w:t>
      </w:r>
      <w:r>
        <w:rPr>
          <w:szCs w:val="24"/>
        </w:rPr>
        <w:t>6</w:t>
      </w:r>
      <w:r w:rsidRPr="00623A6F">
        <w:rPr>
          <w:szCs w:val="24"/>
        </w:rPr>
        <w:t xml:space="preserve"> words):</w:t>
      </w:r>
    </w:p>
    <w:p w14:paraId="501D9258" w14:textId="78D72E2C" w:rsidR="00497FAD" w:rsidRPr="00E97177" w:rsidRDefault="00E24ECB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  <w:r>
        <w:rPr>
          <w:szCs w:val="24"/>
        </w:rPr>
        <w:t>Answer may include any of the following but is not limited to:</w:t>
      </w:r>
    </w:p>
    <w:p w14:paraId="501D9259" w14:textId="77777777" w:rsidR="00497FAD" w:rsidRPr="00E97177" w:rsidRDefault="00497FAD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Thyroid disease, diabetes type 2, crohn’s disease</w:t>
      </w:r>
    </w:p>
    <w:p w14:paraId="501D925A" w14:textId="77777777" w:rsidR="00497FAD" w:rsidRPr="00E97177" w:rsidRDefault="00497FAD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</w:p>
    <w:p w14:paraId="272A278A" w14:textId="77777777" w:rsidR="00E97177" w:rsidRDefault="00E97177" w:rsidP="00E97177">
      <w:pPr>
        <w:pStyle w:val="Body"/>
        <w:rPr>
          <w:szCs w:val="24"/>
        </w:rPr>
      </w:pPr>
    </w:p>
    <w:p w14:paraId="501D925B" w14:textId="18E7A124" w:rsidR="00497FAD" w:rsidRPr="00E97177" w:rsidRDefault="00E97177" w:rsidP="00E97177">
      <w:pPr>
        <w:pStyle w:val="Body"/>
        <w:numPr>
          <w:ilvl w:val="0"/>
          <w:numId w:val="17"/>
        </w:numPr>
        <w:rPr>
          <w:szCs w:val="24"/>
        </w:rPr>
      </w:pPr>
      <w:r>
        <w:rPr>
          <w:szCs w:val="24"/>
        </w:rPr>
        <w:t>What is cancer</w:t>
      </w:r>
      <w:r w:rsidR="009936C5" w:rsidRPr="00E97177">
        <w:rPr>
          <w:szCs w:val="24"/>
        </w:rPr>
        <w:t xml:space="preserve"> (</w:t>
      </w:r>
      <w:r>
        <w:rPr>
          <w:szCs w:val="24"/>
        </w:rPr>
        <w:t>3</w:t>
      </w:r>
      <w:r w:rsidR="009936C5" w:rsidRPr="00E97177">
        <w:rPr>
          <w:szCs w:val="24"/>
        </w:rPr>
        <w:t xml:space="preserve"> to </w:t>
      </w:r>
      <w:r>
        <w:rPr>
          <w:szCs w:val="24"/>
        </w:rPr>
        <w:t>10</w:t>
      </w:r>
      <w:r w:rsidR="009936C5" w:rsidRPr="00E97177">
        <w:rPr>
          <w:szCs w:val="24"/>
        </w:rPr>
        <w:t xml:space="preserve"> words)</w:t>
      </w:r>
      <w:r>
        <w:rPr>
          <w:szCs w:val="24"/>
        </w:rPr>
        <w:t>?</w:t>
      </w:r>
    </w:p>
    <w:p w14:paraId="501D925D" w14:textId="78911FB9" w:rsidR="00497FAD" w:rsidRDefault="00E24ECB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>
        <w:rPr>
          <w:szCs w:val="24"/>
        </w:rPr>
        <w:t>The first answer is correct, however the other two are acceptable responses.</w:t>
      </w:r>
    </w:p>
    <w:p w14:paraId="16A27A18" w14:textId="596E0902" w:rsidR="00E97177" w:rsidRPr="00E97177" w:rsidRDefault="00E97177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>
        <w:rPr>
          <w:color w:val="FF0000"/>
          <w:szCs w:val="24"/>
        </w:rPr>
        <w:t>Abnormal cell growth, tumours, blood diseases</w:t>
      </w:r>
    </w:p>
    <w:p w14:paraId="501D925E" w14:textId="77777777" w:rsidR="00497FAD" w:rsidRPr="00E97177" w:rsidRDefault="00497FAD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</w:p>
    <w:p w14:paraId="73C999D1" w14:textId="77777777" w:rsidR="00E97177" w:rsidRDefault="00E97177" w:rsidP="00E97177">
      <w:pPr>
        <w:pStyle w:val="Body"/>
        <w:rPr>
          <w:szCs w:val="24"/>
        </w:rPr>
      </w:pPr>
    </w:p>
    <w:p w14:paraId="501D925F" w14:textId="6B56961C" w:rsidR="00497FAD" w:rsidRPr="00E97177" w:rsidRDefault="006B0B57" w:rsidP="00E97177">
      <w:pPr>
        <w:pStyle w:val="Body"/>
        <w:numPr>
          <w:ilvl w:val="0"/>
          <w:numId w:val="17"/>
        </w:numPr>
        <w:rPr>
          <w:szCs w:val="24"/>
        </w:rPr>
      </w:pPr>
      <w:r w:rsidRPr="00E97177">
        <w:rPr>
          <w:szCs w:val="24"/>
        </w:rPr>
        <w:t xml:space="preserve">Complete the following table on </w:t>
      </w:r>
      <w:r w:rsidR="002D25C2" w:rsidRPr="00E97177">
        <w:rPr>
          <w:szCs w:val="24"/>
        </w:rPr>
        <w:t xml:space="preserve">microorganisms </w:t>
      </w:r>
      <w:r w:rsidRPr="00E97177">
        <w:rPr>
          <w:szCs w:val="24"/>
        </w:rPr>
        <w:t>and their e</w:t>
      </w:r>
      <w:r w:rsidR="002D25C2" w:rsidRPr="00E97177">
        <w:rPr>
          <w:szCs w:val="24"/>
        </w:rPr>
        <w:t>ffect</w:t>
      </w:r>
      <w:r w:rsidRPr="00E97177">
        <w:rPr>
          <w:szCs w:val="24"/>
        </w:rPr>
        <w:t xml:space="preserve"> on</w:t>
      </w:r>
      <w:r w:rsidR="002D25C2" w:rsidRPr="00E97177">
        <w:rPr>
          <w:szCs w:val="24"/>
        </w:rPr>
        <w:t xml:space="preserve"> the human body (1</w:t>
      </w:r>
      <w:r w:rsidR="009936C5" w:rsidRPr="00E97177">
        <w:rPr>
          <w:szCs w:val="24"/>
        </w:rPr>
        <w:t xml:space="preserve"> to </w:t>
      </w:r>
      <w:r w:rsidR="00C71D83" w:rsidRPr="00E97177">
        <w:rPr>
          <w:szCs w:val="24"/>
        </w:rPr>
        <w:t>5</w:t>
      </w:r>
      <w:r w:rsidR="009936C5" w:rsidRPr="00E97177">
        <w:rPr>
          <w:szCs w:val="24"/>
        </w:rPr>
        <w:t xml:space="preserve"> words</w:t>
      </w:r>
      <w:r w:rsidRPr="00E97177">
        <w:rPr>
          <w:szCs w:val="24"/>
        </w:rPr>
        <w:t xml:space="preserve"> per cell</w:t>
      </w:r>
      <w:r w:rsidR="009936C5" w:rsidRPr="00E97177">
        <w:rPr>
          <w:szCs w:val="24"/>
        </w:rPr>
        <w:t>)</w:t>
      </w:r>
      <w:r w:rsidRPr="00E97177">
        <w:rPr>
          <w:szCs w:val="24"/>
        </w:rPr>
        <w:t>:</w:t>
      </w:r>
    </w:p>
    <w:p w14:paraId="4DFD3CDC" w14:textId="77777777" w:rsidR="006B0B57" w:rsidRPr="00E97177" w:rsidRDefault="006B0B57" w:rsidP="006B0B57">
      <w:pPr>
        <w:pStyle w:val="Caption"/>
        <w:keepNext/>
      </w:pPr>
      <w:r w:rsidRPr="00E97177">
        <w:t xml:space="preserve">Table </w:t>
      </w:r>
      <w:r w:rsidRPr="00E97177">
        <w:rPr>
          <w:noProof/>
        </w:rPr>
        <w:fldChar w:fldCharType="begin"/>
      </w:r>
      <w:r w:rsidRPr="00E97177">
        <w:rPr>
          <w:noProof/>
        </w:rPr>
        <w:instrText xml:space="preserve"> SEQ Table \* ARABIC </w:instrText>
      </w:r>
      <w:r w:rsidRPr="00E97177">
        <w:rPr>
          <w:noProof/>
        </w:rPr>
        <w:fldChar w:fldCharType="separate"/>
      </w:r>
      <w:r w:rsidR="00C71D83" w:rsidRPr="00E97177">
        <w:rPr>
          <w:noProof/>
        </w:rPr>
        <w:t>10</w:t>
      </w:r>
      <w:r w:rsidRPr="00E97177">
        <w:rPr>
          <w:noProof/>
        </w:rPr>
        <w:fldChar w:fldCharType="end"/>
      </w:r>
      <w:r w:rsidRPr="00E97177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6B0B57" w:rsidRPr="00E97177" w14:paraId="6B98F3B5" w14:textId="77777777" w:rsidTr="006B0B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149034" w14:textId="22558687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</w:rPr>
            </w:pPr>
            <w:r w:rsidRPr="00E97177">
              <w:rPr>
                <w:szCs w:val="24"/>
              </w:rPr>
              <w:t>Microorganism: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ECCAEC" w14:textId="75FE94FB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jc w:val="center"/>
              <w:rPr>
                <w:szCs w:val="24"/>
              </w:rPr>
            </w:pPr>
            <w:r w:rsidRPr="00E97177">
              <w:rPr>
                <w:i/>
                <w:szCs w:val="24"/>
                <w:lang w:eastAsia="en-AU"/>
              </w:rPr>
              <w:t>E.Coli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3183C5" w14:textId="0719E426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jc w:val="center"/>
              <w:rPr>
                <w:szCs w:val="24"/>
              </w:rPr>
            </w:pPr>
            <w:r w:rsidRPr="00E97177">
              <w:rPr>
                <w:i/>
                <w:szCs w:val="24"/>
                <w:lang w:eastAsia="en-AU"/>
              </w:rPr>
              <w:t>Yeast</w:t>
            </w:r>
          </w:p>
        </w:tc>
      </w:tr>
      <w:tr w:rsidR="006B0B57" w:rsidRPr="00E97177" w14:paraId="3247DC1A" w14:textId="77777777" w:rsidTr="006B0B57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CA4A1B" w14:textId="756EB947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i/>
                <w:szCs w:val="24"/>
                <w:lang w:eastAsia="en-AU"/>
              </w:rPr>
            </w:pPr>
            <w:r w:rsidRPr="00E97177">
              <w:rPr>
                <w:szCs w:val="24"/>
              </w:rPr>
              <w:t>Is it a normal human flora?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89E89E" w14:textId="48D72439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jc w:val="center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yes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ADC412" w14:textId="009586B6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jc w:val="center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yes</w:t>
            </w:r>
          </w:p>
        </w:tc>
      </w:tr>
      <w:tr w:rsidR="006B0B57" w:rsidRPr="00E97177" w14:paraId="77B2FB9E" w14:textId="77777777" w:rsidTr="006B0B57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D3AB23" w14:textId="30D0FADB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i/>
                <w:szCs w:val="24"/>
                <w:lang w:eastAsia="en-AU"/>
              </w:rPr>
            </w:pPr>
            <w:r w:rsidRPr="00E97177">
              <w:rPr>
                <w:szCs w:val="24"/>
              </w:rPr>
              <w:t>Can it cause disease?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592174" w14:textId="035DAC18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jc w:val="center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yes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651A69" w14:textId="3B9FBC22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jc w:val="center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yes</w:t>
            </w:r>
          </w:p>
        </w:tc>
      </w:tr>
      <w:tr w:rsidR="006B0B57" w:rsidRPr="00E97177" w14:paraId="70D8D95B" w14:textId="77777777" w:rsidTr="006B0B57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00A292" w14:textId="43104EA7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</w:rPr>
            </w:pPr>
            <w:r w:rsidRPr="00E97177">
              <w:rPr>
                <w:szCs w:val="24"/>
              </w:rPr>
              <w:t>Give an example of a specimen that could contain it.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DF8D2B" w14:textId="77777777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jc w:val="center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Any of these is acceptable:</w:t>
            </w:r>
          </w:p>
          <w:p w14:paraId="4B69B3C0" w14:textId="4C18D63C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jc w:val="center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Faeces, poo, urine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766293" w14:textId="77777777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jc w:val="center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Any of these is acceptable:</w:t>
            </w:r>
          </w:p>
          <w:p w14:paraId="31219834" w14:textId="7483589E" w:rsidR="006B0B57" w:rsidRPr="00E97177" w:rsidRDefault="006B0B57" w:rsidP="006B0B57">
            <w:pPr>
              <w:tabs>
                <w:tab w:val="clear" w:pos="284"/>
                <w:tab w:val="left" w:pos="720"/>
              </w:tabs>
              <w:spacing w:before="0" w:after="200" w:line="276" w:lineRule="auto"/>
              <w:jc w:val="center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Skin scrapings, swabs</w:t>
            </w:r>
          </w:p>
        </w:tc>
      </w:tr>
    </w:tbl>
    <w:p w14:paraId="7C21BACC" w14:textId="77777777" w:rsidR="00E97177" w:rsidRDefault="00E97177" w:rsidP="00E97177">
      <w:pPr>
        <w:pStyle w:val="Body"/>
        <w:rPr>
          <w:szCs w:val="24"/>
        </w:rPr>
      </w:pPr>
    </w:p>
    <w:p w14:paraId="501D9268" w14:textId="5695F48F" w:rsidR="00497FAD" w:rsidRPr="00E97177" w:rsidRDefault="00497FAD" w:rsidP="00E97177">
      <w:pPr>
        <w:pStyle w:val="Body"/>
        <w:numPr>
          <w:ilvl w:val="0"/>
          <w:numId w:val="17"/>
        </w:numPr>
        <w:rPr>
          <w:szCs w:val="24"/>
        </w:rPr>
      </w:pPr>
      <w:r w:rsidRPr="00E97177">
        <w:rPr>
          <w:szCs w:val="24"/>
        </w:rPr>
        <w:t xml:space="preserve">Give two examples of hormonal </w:t>
      </w:r>
      <w:r w:rsidR="00644B8F">
        <w:rPr>
          <w:szCs w:val="24"/>
        </w:rPr>
        <w:t xml:space="preserve">diseases </w:t>
      </w:r>
      <w:r w:rsidRPr="00E97177">
        <w:rPr>
          <w:szCs w:val="24"/>
        </w:rPr>
        <w:t>and explain which part of the body will be sampled for analysis</w:t>
      </w:r>
      <w:r w:rsidR="009936C5" w:rsidRPr="00E97177">
        <w:rPr>
          <w:szCs w:val="24"/>
        </w:rPr>
        <w:t xml:space="preserve"> (</w:t>
      </w:r>
      <w:r w:rsidR="00E97177">
        <w:rPr>
          <w:szCs w:val="24"/>
        </w:rPr>
        <w:t>5</w:t>
      </w:r>
      <w:r w:rsidR="009936C5" w:rsidRPr="00E97177">
        <w:rPr>
          <w:szCs w:val="24"/>
        </w:rPr>
        <w:t xml:space="preserve"> to </w:t>
      </w:r>
      <w:r w:rsidR="00E97177">
        <w:rPr>
          <w:szCs w:val="24"/>
        </w:rPr>
        <w:t>1</w:t>
      </w:r>
      <w:r w:rsidR="009936C5" w:rsidRPr="00E97177">
        <w:rPr>
          <w:szCs w:val="24"/>
        </w:rPr>
        <w:t>0 words)</w:t>
      </w:r>
      <w:r w:rsidR="00F84CCA">
        <w:rPr>
          <w:szCs w:val="24"/>
        </w:rPr>
        <w:t>:</w:t>
      </w:r>
    </w:p>
    <w:p w14:paraId="17AFE195" w14:textId="5B6EFE38" w:rsidR="002D25C2" w:rsidRPr="00E97177" w:rsidRDefault="00E24ECB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>
        <w:rPr>
          <w:szCs w:val="24"/>
        </w:rPr>
        <w:t>Answer may include the following but is not limited to:</w:t>
      </w:r>
    </w:p>
    <w:p w14:paraId="501D9269" w14:textId="455A3126" w:rsidR="00497FAD" w:rsidRPr="00E97177" w:rsidRDefault="00497FAD" w:rsidP="00497FA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</w:rPr>
        <w:t>Graves disease</w:t>
      </w:r>
      <w:r w:rsidR="00E97177">
        <w:rPr>
          <w:color w:val="FF0000"/>
          <w:szCs w:val="24"/>
        </w:rPr>
        <w:t>, cushings syndrome</w:t>
      </w:r>
      <w:r w:rsidR="00FE67B1">
        <w:rPr>
          <w:color w:val="FF0000"/>
          <w:szCs w:val="24"/>
        </w:rPr>
        <w:t xml:space="preserve"> (or any hormonal disease)</w:t>
      </w:r>
    </w:p>
    <w:p w14:paraId="2B54E71D" w14:textId="73330A7E" w:rsidR="00E97177" w:rsidRPr="00E97177" w:rsidRDefault="00E97177" w:rsidP="00E971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>
        <w:rPr>
          <w:color w:val="FF0000"/>
          <w:szCs w:val="24"/>
        </w:rPr>
        <w:t>Blood samples</w:t>
      </w:r>
    </w:p>
    <w:p w14:paraId="7DC34CF8" w14:textId="486CB6B6" w:rsidR="00E97177" w:rsidRDefault="00E97177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501D926D" w14:textId="74806C2F" w:rsidR="00524389" w:rsidRPr="00E97177" w:rsidRDefault="00524389" w:rsidP="00E97177">
      <w:pPr>
        <w:pStyle w:val="Body"/>
        <w:numPr>
          <w:ilvl w:val="0"/>
          <w:numId w:val="17"/>
        </w:numPr>
        <w:rPr>
          <w:szCs w:val="24"/>
        </w:rPr>
      </w:pPr>
      <w:r w:rsidRPr="00E97177">
        <w:rPr>
          <w:szCs w:val="24"/>
        </w:rPr>
        <w:lastRenderedPageBreak/>
        <w:t xml:space="preserve">Explain the </w:t>
      </w:r>
      <w:r w:rsidR="00E97177">
        <w:rPr>
          <w:szCs w:val="24"/>
        </w:rPr>
        <w:t>role</w:t>
      </w:r>
      <w:r w:rsidRPr="00E97177">
        <w:rPr>
          <w:szCs w:val="24"/>
        </w:rPr>
        <w:t xml:space="preserve"> of the large intestine (5 to 2</w:t>
      </w:r>
      <w:r w:rsidR="00E97177">
        <w:rPr>
          <w:szCs w:val="24"/>
        </w:rPr>
        <w:t>0</w:t>
      </w:r>
      <w:r w:rsidRPr="00E97177">
        <w:rPr>
          <w:szCs w:val="24"/>
        </w:rPr>
        <w:t xml:space="preserve"> words):</w:t>
      </w:r>
    </w:p>
    <w:p w14:paraId="501D9272" w14:textId="23EC6D4B" w:rsidR="00524389" w:rsidRPr="00E97177" w:rsidRDefault="00524389" w:rsidP="0052438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Cs w:val="24"/>
        </w:rPr>
      </w:pPr>
      <w:r w:rsidRPr="00E97177">
        <w:rPr>
          <w:color w:val="FF0000"/>
          <w:szCs w:val="24"/>
          <w:lang w:val="en"/>
        </w:rPr>
        <w:t>The function of the large intestine is to absorb water from the remaining indigestible food matter and get rid of waste material from the body.</w:t>
      </w:r>
    </w:p>
    <w:p w14:paraId="5EA8F538" w14:textId="77777777" w:rsidR="00E97177" w:rsidRPr="00E97177" w:rsidRDefault="00E97177" w:rsidP="00E97177">
      <w:pP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183C7A63" w14:textId="2C76A51C" w:rsidR="000C5B5C" w:rsidRPr="00E97177" w:rsidRDefault="00497FAD" w:rsidP="00E97177">
      <w:pPr>
        <w:pStyle w:val="ListParagraph"/>
        <w:numPr>
          <w:ilvl w:val="0"/>
          <w:numId w:val="17"/>
        </w:numPr>
        <w:tabs>
          <w:tab w:val="clear" w:pos="284"/>
          <w:tab w:val="left" w:pos="720"/>
        </w:tabs>
        <w:spacing w:line="240" w:lineRule="auto"/>
        <w:contextualSpacing w:val="0"/>
        <w:rPr>
          <w:szCs w:val="24"/>
        </w:rPr>
      </w:pPr>
      <w:r w:rsidRPr="00E97177">
        <w:rPr>
          <w:szCs w:val="24"/>
        </w:rPr>
        <w:t>C</w:t>
      </w:r>
      <w:r w:rsidR="000C5B5C" w:rsidRPr="00E97177">
        <w:rPr>
          <w:szCs w:val="24"/>
        </w:rPr>
        <w:t>omplete the table below by:</w:t>
      </w:r>
    </w:p>
    <w:p w14:paraId="501D9276" w14:textId="07DB823B" w:rsidR="00497FAD" w:rsidRPr="00E97177" w:rsidRDefault="000C5B5C" w:rsidP="00E97177">
      <w:pPr>
        <w:pStyle w:val="ListParagraph"/>
        <w:numPr>
          <w:ilvl w:val="1"/>
          <w:numId w:val="22"/>
        </w:numPr>
        <w:tabs>
          <w:tab w:val="clear" w:pos="284"/>
          <w:tab w:val="left" w:pos="720"/>
        </w:tabs>
        <w:spacing w:line="240" w:lineRule="auto"/>
        <w:ind w:hanging="357"/>
        <w:contextualSpacing w:val="0"/>
        <w:rPr>
          <w:szCs w:val="24"/>
        </w:rPr>
      </w:pPr>
      <w:r w:rsidRPr="00E97177">
        <w:rPr>
          <w:szCs w:val="24"/>
        </w:rPr>
        <w:t>Listing the missing body systems in column A</w:t>
      </w:r>
      <w:r w:rsidR="00C71D83" w:rsidRPr="00E97177">
        <w:rPr>
          <w:szCs w:val="24"/>
        </w:rPr>
        <w:t xml:space="preserve"> (2 words per cell)</w:t>
      </w:r>
    </w:p>
    <w:p w14:paraId="7348551B" w14:textId="5E4D5F3E" w:rsidR="000C5B5C" w:rsidRPr="00E97177" w:rsidRDefault="000C5B5C" w:rsidP="00E97177">
      <w:pPr>
        <w:pStyle w:val="ListParagraph"/>
        <w:numPr>
          <w:ilvl w:val="1"/>
          <w:numId w:val="22"/>
        </w:numPr>
        <w:tabs>
          <w:tab w:val="clear" w:pos="284"/>
          <w:tab w:val="left" w:pos="720"/>
        </w:tabs>
        <w:spacing w:line="240" w:lineRule="auto"/>
        <w:ind w:hanging="357"/>
        <w:contextualSpacing w:val="0"/>
        <w:rPr>
          <w:szCs w:val="24"/>
        </w:rPr>
      </w:pPr>
      <w:r w:rsidRPr="00E97177">
        <w:rPr>
          <w:szCs w:val="24"/>
        </w:rPr>
        <w:t>Describing the function of the body systems in column B</w:t>
      </w:r>
      <w:r w:rsidR="00C71D83" w:rsidRPr="00E97177">
        <w:rPr>
          <w:szCs w:val="24"/>
        </w:rPr>
        <w:t xml:space="preserve"> (4 to 10 words per cell)</w:t>
      </w:r>
    </w:p>
    <w:p w14:paraId="0D9F4DA2" w14:textId="4B0676EA" w:rsidR="000C5B5C" w:rsidRPr="00E97177" w:rsidRDefault="000C5B5C" w:rsidP="00E97177">
      <w:pPr>
        <w:pStyle w:val="ListParagraph"/>
        <w:numPr>
          <w:ilvl w:val="1"/>
          <w:numId w:val="22"/>
        </w:numPr>
        <w:tabs>
          <w:tab w:val="clear" w:pos="284"/>
          <w:tab w:val="left" w:pos="720"/>
        </w:tabs>
        <w:spacing w:line="240" w:lineRule="auto"/>
        <w:ind w:hanging="357"/>
        <w:contextualSpacing w:val="0"/>
        <w:rPr>
          <w:szCs w:val="24"/>
        </w:rPr>
      </w:pPr>
      <w:r w:rsidRPr="00E97177">
        <w:rPr>
          <w:szCs w:val="24"/>
        </w:rPr>
        <w:t>Listing two components of that system in column C</w:t>
      </w:r>
      <w:r w:rsidR="00C71D83" w:rsidRPr="00E97177">
        <w:rPr>
          <w:szCs w:val="24"/>
        </w:rPr>
        <w:t xml:space="preserve"> (2 words per cell) </w:t>
      </w:r>
    </w:p>
    <w:p w14:paraId="501D9277" w14:textId="77777777" w:rsidR="00497FAD" w:rsidRPr="00E97177" w:rsidRDefault="00497FAD" w:rsidP="00497FAD">
      <w:pPr>
        <w:pStyle w:val="Caption"/>
        <w:keepNext/>
      </w:pPr>
      <w:r w:rsidRPr="00E97177">
        <w:t xml:space="preserve">Table </w:t>
      </w:r>
      <w:r w:rsidRPr="00E97177">
        <w:rPr>
          <w:noProof/>
        </w:rPr>
        <w:fldChar w:fldCharType="begin"/>
      </w:r>
      <w:r w:rsidRPr="00E97177">
        <w:rPr>
          <w:noProof/>
        </w:rPr>
        <w:instrText xml:space="preserve"> SEQ Table \* ARABIC </w:instrText>
      </w:r>
      <w:r w:rsidRPr="00E97177">
        <w:rPr>
          <w:noProof/>
        </w:rPr>
        <w:fldChar w:fldCharType="separate"/>
      </w:r>
      <w:r w:rsidR="008C1D09" w:rsidRPr="00E97177">
        <w:rPr>
          <w:noProof/>
        </w:rPr>
        <w:t>11</w:t>
      </w:r>
      <w:r w:rsidRPr="00E97177">
        <w:rPr>
          <w:noProof/>
        </w:rPr>
        <w:fldChar w:fldCharType="end"/>
      </w:r>
      <w:r w:rsidRPr="00E97177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497FAD" w:rsidRPr="00E97177" w14:paraId="501D927B" w14:textId="77777777" w:rsidTr="0049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01D9278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</w:rPr>
            </w:pPr>
            <w:r w:rsidRPr="00E97177">
              <w:rPr>
                <w:szCs w:val="24"/>
              </w:rPr>
              <w:t>System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01D9279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</w:rPr>
            </w:pPr>
            <w:r w:rsidRPr="00E97177">
              <w:rPr>
                <w:szCs w:val="24"/>
              </w:rPr>
              <w:t>Functions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01D927A" w14:textId="1C1E0F97" w:rsidR="00497FAD" w:rsidRPr="00E97177" w:rsidRDefault="00C71D83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</w:rPr>
            </w:pPr>
            <w:r w:rsidRPr="00E97177">
              <w:rPr>
                <w:szCs w:val="24"/>
              </w:rPr>
              <w:t>Two components or organs in the system</w:t>
            </w:r>
          </w:p>
        </w:tc>
      </w:tr>
      <w:tr w:rsidR="00497FAD" w:rsidRPr="00E97177" w14:paraId="501D927F" w14:textId="77777777" w:rsidTr="00497FAD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7C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Skeletal system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7D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Supports and protects the body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7E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Bones, joints</w:t>
            </w:r>
          </w:p>
        </w:tc>
      </w:tr>
      <w:tr w:rsidR="00497FAD" w:rsidRPr="00E97177" w14:paraId="501D9283" w14:textId="77777777" w:rsidTr="00497FAD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80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Muscular system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81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Gives movement to the body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82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Muscles, tendons, ligaments</w:t>
            </w:r>
          </w:p>
        </w:tc>
      </w:tr>
      <w:tr w:rsidR="00497FAD" w:rsidRPr="00E97177" w14:paraId="501D9287" w14:textId="77777777" w:rsidTr="00497FAD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84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Digestive system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85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Takes in and absorbs nutrients and eliminates waste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467B0B47" w14:textId="77777777" w:rsidR="00C71D83" w:rsidRPr="00E97177" w:rsidRDefault="00C71D83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</w:rPr>
            </w:pPr>
            <w:r w:rsidRPr="00E97177">
              <w:rPr>
                <w:szCs w:val="24"/>
              </w:rPr>
              <w:t>Any two of the following:</w:t>
            </w:r>
          </w:p>
          <w:p w14:paraId="501D9286" w14:textId="796C85EB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Mouth, teeth, tongue, oesophagus, salivary glands, stomach, duodenum small, intestines, ascending, transverse, descending and sigmoid colon, rectum, anus, appendix, gallbladder, liver, pancreas</w:t>
            </w:r>
          </w:p>
        </w:tc>
      </w:tr>
      <w:tr w:rsidR="00497FAD" w:rsidRPr="00E97177" w14:paraId="501D928B" w14:textId="77777777" w:rsidTr="00497FAD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88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Nervous system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89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Controls activities of the body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8A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Brain, spinal cord and nerves</w:t>
            </w:r>
          </w:p>
        </w:tc>
      </w:tr>
      <w:tr w:rsidR="00497FAD" w:rsidRPr="00E97177" w14:paraId="501D928F" w14:textId="77777777" w:rsidTr="00497FAD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8C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Urinary system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8D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Removes waste from the blood, produces and eliminates urine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612CD3A6" w14:textId="77777777" w:rsidR="00C71D83" w:rsidRPr="00E97177" w:rsidRDefault="00C71D83" w:rsidP="00C71D83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</w:rPr>
            </w:pPr>
            <w:r w:rsidRPr="00E97177">
              <w:rPr>
                <w:szCs w:val="24"/>
              </w:rPr>
              <w:t>Any two of the following:</w:t>
            </w:r>
          </w:p>
          <w:p w14:paraId="501D928E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Kidneys, bladder, ureters, urethra</w:t>
            </w:r>
          </w:p>
        </w:tc>
      </w:tr>
      <w:tr w:rsidR="00497FAD" w:rsidRPr="00E97177" w14:paraId="501D9294" w14:textId="77777777" w:rsidTr="00497FAD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90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lastRenderedPageBreak/>
              <w:t>Reproductive system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91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Reproduction of the species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302795F5" w14:textId="77777777" w:rsidR="00C71D83" w:rsidRPr="00E97177" w:rsidRDefault="00C71D83" w:rsidP="00C71D83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</w:rPr>
            </w:pPr>
            <w:r w:rsidRPr="00E97177">
              <w:rPr>
                <w:szCs w:val="24"/>
              </w:rPr>
              <w:t>Any two of the following:</w:t>
            </w:r>
          </w:p>
          <w:p w14:paraId="501D9292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Male – prostate gland, ductus deferens, testes, scrotum, penis</w:t>
            </w:r>
          </w:p>
          <w:p w14:paraId="501D9293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Female – ovaries, uterus, fallopian tubes, vagina, mammary glands</w:t>
            </w:r>
          </w:p>
        </w:tc>
      </w:tr>
      <w:tr w:rsidR="00497FAD" w:rsidRPr="00E97177" w14:paraId="501D9298" w14:textId="77777777" w:rsidTr="00497FAD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95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Respiratory system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96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Gives the body air to supply oxygen to the cells through the blood and eliminates carbon dioxide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3D23C4A6" w14:textId="77777777" w:rsidR="00C71D83" w:rsidRPr="00E97177" w:rsidRDefault="00C71D83" w:rsidP="00C71D83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</w:rPr>
            </w:pPr>
            <w:r w:rsidRPr="00E97177">
              <w:rPr>
                <w:szCs w:val="24"/>
              </w:rPr>
              <w:t>Any two of the following:</w:t>
            </w:r>
          </w:p>
          <w:p w14:paraId="501D9297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Nose, pharynx, larynx, trachea, bronchi, lungs, alveoli</w:t>
            </w:r>
          </w:p>
        </w:tc>
      </w:tr>
      <w:tr w:rsidR="00497FAD" w:rsidRPr="00E97177" w14:paraId="501D929C" w14:textId="77777777" w:rsidTr="00497FAD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99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Cardiovascular system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9A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Carries food, oxygen, and water to the body cells and removes waste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9B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Heart, blood, arteries, veins, capillaries, bone marrow</w:t>
            </w:r>
          </w:p>
        </w:tc>
      </w:tr>
      <w:tr w:rsidR="00497FAD" w:rsidRPr="00E97177" w14:paraId="501D92A0" w14:textId="77777777" w:rsidTr="00497FAD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9D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Endocrine system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9E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Secretes hormones directly into the blood to regulate body function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9F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Thyroid and parathyroid glands, pineal gland, adrenal glands, testes, ovaries, thymus, pancreas, pituitary gland</w:t>
            </w:r>
          </w:p>
        </w:tc>
      </w:tr>
      <w:tr w:rsidR="00497FAD" w:rsidRPr="00E97177" w14:paraId="501D92A5" w14:textId="77777777" w:rsidTr="00497FAD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</w:tcPr>
          <w:p w14:paraId="501D92A2" w14:textId="5CDF563F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Lymphatic / immune system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A3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Picks up fluid leaked from blood vessels and returns it to blood, disposes of debris in the lymphatic stream houses, white blood cells involved with immunity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22B08D42" w14:textId="77777777" w:rsidR="00C71D83" w:rsidRPr="00E97177" w:rsidRDefault="00C71D83" w:rsidP="00C71D83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</w:rPr>
            </w:pPr>
            <w:r w:rsidRPr="00E97177">
              <w:rPr>
                <w:szCs w:val="24"/>
              </w:rPr>
              <w:t>Any two of the following:</w:t>
            </w:r>
          </w:p>
          <w:p w14:paraId="501D92A4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Bone marrow, thymus, lymphatic vessels, thoracic duct, spleen, lymph nodes</w:t>
            </w:r>
          </w:p>
        </w:tc>
      </w:tr>
      <w:tr w:rsidR="00497FAD" w:rsidRPr="00E97177" w14:paraId="501D92A9" w14:textId="77777777" w:rsidTr="00497FAD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A6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Integumentary system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A7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Provides first line of defence against infection, maintains body temperature, gets rid of waste, synthesises Vitamin D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3CF4490" w14:textId="77777777" w:rsidR="00C71D83" w:rsidRPr="00E97177" w:rsidRDefault="00C71D83" w:rsidP="00C71D83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</w:rPr>
            </w:pPr>
            <w:r w:rsidRPr="00E97177">
              <w:rPr>
                <w:szCs w:val="24"/>
              </w:rPr>
              <w:t>Any two of the following:</w:t>
            </w:r>
          </w:p>
          <w:p w14:paraId="501D92A8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Skin, hair, nails, sweat and oil glands</w:t>
            </w:r>
          </w:p>
        </w:tc>
      </w:tr>
      <w:tr w:rsidR="00497FAD" w:rsidRPr="00E97177" w14:paraId="501D92AD" w14:textId="77777777" w:rsidTr="00497FAD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AA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Sensory system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501D92AB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Allows the body to detect external stimuli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top"/>
            <w:hideMark/>
          </w:tcPr>
          <w:p w14:paraId="6FE3F66B" w14:textId="77777777" w:rsidR="00C71D83" w:rsidRPr="00E97177" w:rsidRDefault="00C71D83" w:rsidP="00C71D83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szCs w:val="24"/>
              </w:rPr>
            </w:pPr>
            <w:r w:rsidRPr="00E97177">
              <w:rPr>
                <w:szCs w:val="24"/>
              </w:rPr>
              <w:t>Any two of the following:</w:t>
            </w:r>
          </w:p>
          <w:p w14:paraId="501D92AC" w14:textId="77777777" w:rsidR="00497FAD" w:rsidRPr="00E97177" w:rsidRDefault="00497FAD">
            <w:pPr>
              <w:tabs>
                <w:tab w:val="clear" w:pos="284"/>
                <w:tab w:val="left" w:pos="720"/>
              </w:tabs>
              <w:spacing w:before="0" w:after="200" w:line="276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Skin, hands, eyes, nose, ears, mouth</w:t>
            </w:r>
          </w:p>
        </w:tc>
      </w:tr>
    </w:tbl>
    <w:p w14:paraId="11068F4F" w14:textId="77777777" w:rsidR="00E97177" w:rsidRDefault="00E97177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0C756AF2" w14:textId="50D4DBF1" w:rsidR="00D136B2" w:rsidRPr="00E97177" w:rsidRDefault="00D136B2" w:rsidP="00E97177">
      <w:pPr>
        <w:pStyle w:val="ListParagraph"/>
        <w:numPr>
          <w:ilvl w:val="0"/>
          <w:numId w:val="17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E97177">
        <w:rPr>
          <w:szCs w:val="24"/>
        </w:rPr>
        <w:lastRenderedPageBreak/>
        <w:t>Complete the table below by:</w:t>
      </w:r>
    </w:p>
    <w:p w14:paraId="0F948A7A" w14:textId="77777777" w:rsidR="00D136B2" w:rsidRPr="00E97177" w:rsidRDefault="00D136B2" w:rsidP="00D136B2">
      <w:pPr>
        <w:pStyle w:val="ListParagraph"/>
        <w:numPr>
          <w:ilvl w:val="1"/>
          <w:numId w:val="21"/>
        </w:numPr>
        <w:tabs>
          <w:tab w:val="clear" w:pos="284"/>
        </w:tabs>
        <w:spacing w:line="240" w:lineRule="auto"/>
        <w:ind w:hanging="357"/>
        <w:contextualSpacing w:val="0"/>
        <w:rPr>
          <w:szCs w:val="24"/>
        </w:rPr>
      </w:pPr>
      <w:r w:rsidRPr="00E97177">
        <w:rPr>
          <w:szCs w:val="24"/>
        </w:rPr>
        <w:t>Listing the tissue type in column A (1 to 2 words per cell)</w:t>
      </w:r>
    </w:p>
    <w:p w14:paraId="50912583" w14:textId="77777777" w:rsidR="00D136B2" w:rsidRPr="00E97177" w:rsidRDefault="00D136B2" w:rsidP="00D136B2">
      <w:pPr>
        <w:pStyle w:val="ListParagraph"/>
        <w:numPr>
          <w:ilvl w:val="1"/>
          <w:numId w:val="21"/>
        </w:numPr>
        <w:tabs>
          <w:tab w:val="clear" w:pos="284"/>
        </w:tabs>
        <w:spacing w:line="240" w:lineRule="auto"/>
        <w:ind w:hanging="357"/>
        <w:contextualSpacing w:val="0"/>
        <w:rPr>
          <w:szCs w:val="24"/>
        </w:rPr>
      </w:pPr>
      <w:r w:rsidRPr="00E97177">
        <w:rPr>
          <w:szCs w:val="24"/>
        </w:rPr>
        <w:t>Describing the function of each of the tissue types (1 to 10 words per cell):</w:t>
      </w:r>
    </w:p>
    <w:p w14:paraId="6B58FF75" w14:textId="77777777" w:rsidR="00D136B2" w:rsidRPr="00E97177" w:rsidRDefault="00D136B2" w:rsidP="00D136B2">
      <w:pPr>
        <w:pStyle w:val="Caption"/>
        <w:keepNext/>
        <w:spacing w:before="120" w:after="120" w:line="240" w:lineRule="auto"/>
      </w:pPr>
      <w:r w:rsidRPr="00E97177">
        <w:t xml:space="preserve">Table </w:t>
      </w:r>
      <w:r w:rsidRPr="00E97177">
        <w:rPr>
          <w:noProof/>
        </w:rPr>
        <w:fldChar w:fldCharType="begin"/>
      </w:r>
      <w:r w:rsidRPr="00E97177">
        <w:rPr>
          <w:noProof/>
        </w:rPr>
        <w:instrText xml:space="preserve"> SEQ Table \* ARABIC </w:instrText>
      </w:r>
      <w:r w:rsidRPr="00E97177">
        <w:rPr>
          <w:noProof/>
        </w:rPr>
        <w:fldChar w:fldCharType="separate"/>
      </w:r>
      <w:r w:rsidRPr="00E97177">
        <w:rPr>
          <w:noProof/>
        </w:rPr>
        <w:t>12</w:t>
      </w:r>
      <w:r w:rsidRPr="00E97177">
        <w:rPr>
          <w:noProof/>
        </w:rPr>
        <w:fldChar w:fldCharType="end"/>
      </w:r>
      <w:r w:rsidRPr="00E97177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6"/>
        <w:gridCol w:w="3211"/>
        <w:gridCol w:w="3953"/>
      </w:tblGrid>
      <w:tr w:rsidR="00D136B2" w:rsidRPr="00E97177" w14:paraId="3363463A" w14:textId="77777777" w:rsidTr="007A42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1896" w:type="dxa"/>
          </w:tcPr>
          <w:p w14:paraId="504D28C9" w14:textId="77777777" w:rsidR="00D136B2" w:rsidRPr="00E97177" w:rsidRDefault="00D136B2" w:rsidP="007A4288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Tissue</w:t>
            </w:r>
          </w:p>
        </w:tc>
        <w:tc>
          <w:tcPr>
            <w:tcW w:w="3211" w:type="dxa"/>
          </w:tcPr>
          <w:p w14:paraId="3B227578" w14:textId="77777777" w:rsidR="00D136B2" w:rsidRPr="00E97177" w:rsidRDefault="00D136B2" w:rsidP="007A4288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Type</w:t>
            </w:r>
          </w:p>
        </w:tc>
        <w:tc>
          <w:tcPr>
            <w:tcW w:w="3953" w:type="dxa"/>
          </w:tcPr>
          <w:p w14:paraId="34015D41" w14:textId="77777777" w:rsidR="00D136B2" w:rsidRPr="00E97177" w:rsidRDefault="00D136B2" w:rsidP="007A4288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E97177">
              <w:rPr>
                <w:szCs w:val="24"/>
              </w:rPr>
              <w:t>What is the function of this tissue?</w:t>
            </w:r>
          </w:p>
        </w:tc>
      </w:tr>
      <w:tr w:rsidR="00D136B2" w:rsidRPr="00E97177" w14:paraId="28DE5D3F" w14:textId="77777777" w:rsidTr="007A4288">
        <w:trPr>
          <w:cantSplit w:val="0"/>
          <w:trHeight w:val="1134"/>
        </w:trPr>
        <w:tc>
          <w:tcPr>
            <w:tcW w:w="1896" w:type="dxa"/>
            <w:vMerge w:val="restart"/>
          </w:tcPr>
          <w:p w14:paraId="028A0115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Muscle</w:t>
            </w:r>
          </w:p>
        </w:tc>
        <w:tc>
          <w:tcPr>
            <w:tcW w:w="3211" w:type="dxa"/>
          </w:tcPr>
          <w:p w14:paraId="03582639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Cardiac</w:t>
            </w:r>
          </w:p>
        </w:tc>
        <w:tc>
          <w:tcPr>
            <w:tcW w:w="3953" w:type="dxa"/>
          </w:tcPr>
          <w:p w14:paraId="67BF16E6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Maintains blood pressure, makes up the heart</w:t>
            </w:r>
          </w:p>
        </w:tc>
      </w:tr>
      <w:tr w:rsidR="00D136B2" w:rsidRPr="00E97177" w14:paraId="7F156D29" w14:textId="77777777" w:rsidTr="007A4288">
        <w:trPr>
          <w:cantSplit w:val="0"/>
          <w:trHeight w:val="1134"/>
        </w:trPr>
        <w:tc>
          <w:tcPr>
            <w:tcW w:w="1896" w:type="dxa"/>
            <w:vMerge/>
          </w:tcPr>
          <w:p w14:paraId="75AC136C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657218C2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Skeletal</w:t>
            </w:r>
          </w:p>
        </w:tc>
        <w:tc>
          <w:tcPr>
            <w:tcW w:w="3953" w:type="dxa"/>
          </w:tcPr>
          <w:p w14:paraId="652CB480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Attaches to skeletal system, aids in movement</w:t>
            </w:r>
          </w:p>
        </w:tc>
      </w:tr>
      <w:tr w:rsidR="00D136B2" w:rsidRPr="00E97177" w14:paraId="14FB4D8C" w14:textId="77777777" w:rsidTr="007A4288">
        <w:trPr>
          <w:cantSplit w:val="0"/>
          <w:trHeight w:val="1134"/>
        </w:trPr>
        <w:tc>
          <w:tcPr>
            <w:tcW w:w="1896" w:type="dxa"/>
            <w:vMerge/>
          </w:tcPr>
          <w:p w14:paraId="7409B5DA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3392650E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Smooth</w:t>
            </w:r>
          </w:p>
        </w:tc>
        <w:tc>
          <w:tcPr>
            <w:tcW w:w="3953" w:type="dxa"/>
          </w:tcPr>
          <w:p w14:paraId="123BA37A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Regulation of flow through peristalsis</w:t>
            </w:r>
          </w:p>
        </w:tc>
      </w:tr>
      <w:tr w:rsidR="00D136B2" w:rsidRPr="00E97177" w14:paraId="70A5320C" w14:textId="77777777" w:rsidTr="007A4288">
        <w:trPr>
          <w:cantSplit w:val="0"/>
          <w:trHeight w:val="1134"/>
        </w:trPr>
        <w:tc>
          <w:tcPr>
            <w:tcW w:w="1896" w:type="dxa"/>
            <w:vMerge w:val="restart"/>
          </w:tcPr>
          <w:p w14:paraId="07DABF9E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Connective tissue</w:t>
            </w:r>
          </w:p>
        </w:tc>
        <w:tc>
          <w:tcPr>
            <w:tcW w:w="3211" w:type="dxa"/>
          </w:tcPr>
          <w:p w14:paraId="6DF5B603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Dense regular</w:t>
            </w:r>
          </w:p>
        </w:tc>
        <w:tc>
          <w:tcPr>
            <w:tcW w:w="3953" w:type="dxa"/>
          </w:tcPr>
          <w:p w14:paraId="065471FA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Binding and supporting, protecting</w:t>
            </w:r>
          </w:p>
        </w:tc>
      </w:tr>
      <w:tr w:rsidR="00D136B2" w:rsidRPr="00E97177" w14:paraId="6FFB23EA" w14:textId="77777777" w:rsidTr="007A4288">
        <w:trPr>
          <w:cantSplit w:val="0"/>
          <w:trHeight w:val="1134"/>
        </w:trPr>
        <w:tc>
          <w:tcPr>
            <w:tcW w:w="1896" w:type="dxa"/>
            <w:vMerge/>
          </w:tcPr>
          <w:p w14:paraId="0C7DF956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57D31F33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Cartilage</w:t>
            </w:r>
          </w:p>
        </w:tc>
        <w:tc>
          <w:tcPr>
            <w:tcW w:w="3953" w:type="dxa"/>
          </w:tcPr>
          <w:p w14:paraId="5960C1E4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Flexible support and binding</w:t>
            </w:r>
          </w:p>
        </w:tc>
      </w:tr>
      <w:tr w:rsidR="00D136B2" w:rsidRPr="00E97177" w14:paraId="709FD55F" w14:textId="77777777" w:rsidTr="007A4288">
        <w:trPr>
          <w:cantSplit w:val="0"/>
          <w:trHeight w:val="1134"/>
        </w:trPr>
        <w:tc>
          <w:tcPr>
            <w:tcW w:w="1896" w:type="dxa"/>
            <w:vMerge/>
          </w:tcPr>
          <w:p w14:paraId="109DAAEB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0BB2A3DC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Adipose</w:t>
            </w:r>
          </w:p>
        </w:tc>
        <w:tc>
          <w:tcPr>
            <w:tcW w:w="3953" w:type="dxa"/>
          </w:tcPr>
          <w:p w14:paraId="5F44E205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Energy storage, insulation, cushioning</w:t>
            </w:r>
          </w:p>
        </w:tc>
      </w:tr>
      <w:tr w:rsidR="00D136B2" w:rsidRPr="00E97177" w14:paraId="03B926E8" w14:textId="77777777" w:rsidTr="007A4288">
        <w:trPr>
          <w:cantSplit w:val="0"/>
          <w:trHeight w:val="1134"/>
        </w:trPr>
        <w:tc>
          <w:tcPr>
            <w:tcW w:w="1896" w:type="dxa"/>
            <w:vMerge/>
          </w:tcPr>
          <w:p w14:paraId="3EC98B82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54F9C694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Blood</w:t>
            </w:r>
          </w:p>
        </w:tc>
        <w:tc>
          <w:tcPr>
            <w:tcW w:w="3953" w:type="dxa"/>
          </w:tcPr>
          <w:p w14:paraId="0D43F921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Delivers required chemical components to the body</w:t>
            </w:r>
          </w:p>
        </w:tc>
      </w:tr>
      <w:tr w:rsidR="00D136B2" w:rsidRPr="00E97177" w14:paraId="4341A19A" w14:textId="77777777" w:rsidTr="007A4288">
        <w:trPr>
          <w:cantSplit w:val="0"/>
          <w:trHeight w:val="1134"/>
        </w:trPr>
        <w:tc>
          <w:tcPr>
            <w:tcW w:w="1896" w:type="dxa"/>
            <w:vMerge w:val="restart"/>
          </w:tcPr>
          <w:p w14:paraId="7116436E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Epithelial tissue</w:t>
            </w:r>
          </w:p>
        </w:tc>
        <w:tc>
          <w:tcPr>
            <w:tcW w:w="3211" w:type="dxa"/>
          </w:tcPr>
          <w:p w14:paraId="7E25D927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Simple cuboidal</w:t>
            </w:r>
          </w:p>
        </w:tc>
        <w:tc>
          <w:tcPr>
            <w:tcW w:w="3953" w:type="dxa"/>
          </w:tcPr>
          <w:p w14:paraId="0D08B9A9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Either or:</w:t>
            </w:r>
          </w:p>
          <w:p w14:paraId="22C7520D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Diffusion and filtration</w:t>
            </w:r>
          </w:p>
          <w:p w14:paraId="53A38567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Secretes lubricating substances</w:t>
            </w:r>
          </w:p>
        </w:tc>
      </w:tr>
      <w:tr w:rsidR="00D136B2" w:rsidRPr="00E97177" w14:paraId="10C63EBF" w14:textId="77777777" w:rsidTr="007A4288">
        <w:trPr>
          <w:cantSplit w:val="0"/>
          <w:trHeight w:val="1134"/>
        </w:trPr>
        <w:tc>
          <w:tcPr>
            <w:tcW w:w="1896" w:type="dxa"/>
            <w:vMerge/>
          </w:tcPr>
          <w:p w14:paraId="47E15AF9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2B6BEDFB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Simple squamous</w:t>
            </w:r>
          </w:p>
        </w:tc>
        <w:tc>
          <w:tcPr>
            <w:tcW w:w="3953" w:type="dxa"/>
          </w:tcPr>
          <w:p w14:paraId="669582C2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Secretes and absorbs</w:t>
            </w:r>
          </w:p>
        </w:tc>
      </w:tr>
      <w:tr w:rsidR="00D136B2" w:rsidRPr="00E97177" w14:paraId="06F67020" w14:textId="77777777" w:rsidTr="007A4288">
        <w:trPr>
          <w:cantSplit w:val="0"/>
          <w:trHeight w:val="1134"/>
        </w:trPr>
        <w:tc>
          <w:tcPr>
            <w:tcW w:w="1896" w:type="dxa"/>
            <w:vMerge/>
          </w:tcPr>
          <w:p w14:paraId="2061D8F1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64CC47D3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E97177">
              <w:rPr>
                <w:szCs w:val="24"/>
                <w:lang w:eastAsia="en-AU"/>
              </w:rPr>
              <w:t>Stratified squamous</w:t>
            </w:r>
          </w:p>
        </w:tc>
        <w:tc>
          <w:tcPr>
            <w:tcW w:w="3953" w:type="dxa"/>
          </w:tcPr>
          <w:p w14:paraId="0BEC654A" w14:textId="77777777" w:rsidR="00D136B2" w:rsidRPr="00E97177" w:rsidRDefault="00D136B2" w:rsidP="007A4288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  <w:r w:rsidRPr="00E97177">
              <w:rPr>
                <w:color w:val="FF0000"/>
                <w:szCs w:val="24"/>
                <w:lang w:eastAsia="en-AU"/>
              </w:rPr>
              <w:t>Protects</w:t>
            </w:r>
          </w:p>
        </w:tc>
      </w:tr>
    </w:tbl>
    <w:p w14:paraId="37381D7E" w14:textId="6C574597" w:rsidR="00D136B2" w:rsidRPr="00E97177" w:rsidRDefault="00D136B2" w:rsidP="00D136B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"/>
          <w:szCs w:val="2"/>
          <w:lang w:eastAsia="en-AU"/>
        </w:rPr>
      </w:pPr>
    </w:p>
    <w:sectPr w:rsidR="00D136B2" w:rsidRPr="00E97177" w:rsidSect="00086638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D3D68" w14:textId="77777777" w:rsidR="00C713E3" w:rsidRDefault="00C713E3">
      <w:pPr>
        <w:spacing w:before="0" w:after="0" w:line="240" w:lineRule="auto"/>
      </w:pPr>
      <w:r>
        <w:separator/>
      </w:r>
    </w:p>
  </w:endnote>
  <w:endnote w:type="continuationSeparator" w:id="0">
    <w:p w14:paraId="505AE3D3" w14:textId="77777777" w:rsidR="00C713E3" w:rsidRDefault="00C713E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D92F1" w14:textId="77777777" w:rsidR="00CC4677" w:rsidRPr="004820C4" w:rsidRDefault="00C17E68" w:rsidP="0002323C">
    <w:pPr>
      <w:pStyle w:val="Footer-DocumentTitleLeft"/>
    </w:pPr>
  </w:p>
  <w:p w14:paraId="501D92F2" w14:textId="77777777" w:rsidR="00CC4677" w:rsidRDefault="00663CE4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501D92F3" w14:textId="77777777" w:rsidR="00CC4677" w:rsidRPr="0006452B" w:rsidRDefault="00C17E68" w:rsidP="00EE3A11"/>
  <w:p w14:paraId="501D92F4" w14:textId="77777777" w:rsidR="00BA0812" w:rsidRDefault="00C17E68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D92F5" w14:textId="3D9F28DF" w:rsidR="00BA0812" w:rsidRDefault="00663CE4" w:rsidP="00064F9E">
    <w:pPr>
      <w:pStyle w:val="Bodyfooter"/>
      <w:rPr>
        <w:noProof/>
      </w:rPr>
    </w:pPr>
    <w:r w:rsidRPr="008D467A">
      <w:t>Document title</w:t>
    </w:r>
    <w:r>
      <w:t>:</w:t>
    </w:r>
    <w:r w:rsidR="00E235F2">
      <w:t xml:space="preserve"> </w:t>
    </w:r>
    <w:r w:rsidR="0090647C">
      <w:rPr>
        <w:noProof/>
      </w:rPr>
      <w:fldChar w:fldCharType="begin"/>
    </w:r>
    <w:r w:rsidR="0090647C">
      <w:rPr>
        <w:noProof/>
      </w:rPr>
      <w:instrText xml:space="preserve"> FILENAME   \* MERGEFORMAT </w:instrText>
    </w:r>
    <w:r w:rsidR="0090647C">
      <w:rPr>
        <w:noProof/>
      </w:rPr>
      <w:fldChar w:fldCharType="separate"/>
    </w:r>
    <w:r w:rsidR="00C17E68">
      <w:rPr>
        <w:noProof/>
      </w:rPr>
      <w:t>MSL954003_MG_Kn_2of6</w:t>
    </w:r>
    <w:r w:rsidR="0090647C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C17E68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C17E68">
      <w:rPr>
        <w:noProof/>
      </w:rPr>
      <w:t>12</w:t>
    </w:r>
    <w:r>
      <w:rPr>
        <w:noProof/>
      </w:rPr>
      <w:fldChar w:fldCharType="end"/>
    </w:r>
  </w:p>
  <w:p w14:paraId="501D92F6" w14:textId="77777777" w:rsidR="00E235F2" w:rsidRDefault="00E235F2" w:rsidP="00064F9E">
    <w:pPr>
      <w:pStyle w:val="Bodyfooter"/>
      <w:rPr>
        <w:noProof/>
      </w:rPr>
    </w:pPr>
    <w:r>
      <w:rPr>
        <w:noProof/>
      </w:rPr>
      <w:t xml:space="preserve">Resource ID: </w:t>
    </w:r>
    <w:r w:rsidRPr="00E235F2">
      <w:rPr>
        <w:noProof/>
      </w:rPr>
      <w:t>MRS_18_05_</w:t>
    </w:r>
    <w:r>
      <w:rPr>
        <w:noProof/>
      </w:rPr>
      <w:t>MSL954003_MG_Kn_2of6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D92F9" w14:textId="77777777" w:rsidR="00AA3155" w:rsidRPr="008D467A" w:rsidRDefault="00663CE4" w:rsidP="00064F9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01D92FA" w14:textId="77777777" w:rsidR="00AA3155" w:rsidRPr="008948B1" w:rsidRDefault="00663CE4" w:rsidP="00064F9E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501D92FB" w14:textId="77777777" w:rsidR="00CC4677" w:rsidRPr="00AA3155" w:rsidRDefault="00C17E68" w:rsidP="00EE3A11">
    <w:pPr>
      <w:pStyle w:val="Footer"/>
    </w:pPr>
  </w:p>
  <w:p w14:paraId="501D92FC" w14:textId="77777777" w:rsidR="00BA0812" w:rsidRDefault="00C17E68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D631D" w14:textId="77777777" w:rsidR="00C713E3" w:rsidRDefault="00C713E3">
      <w:pPr>
        <w:spacing w:before="0" w:after="0" w:line="240" w:lineRule="auto"/>
      </w:pPr>
      <w:r>
        <w:separator/>
      </w:r>
    </w:p>
  </w:footnote>
  <w:footnote w:type="continuationSeparator" w:id="0">
    <w:p w14:paraId="2BA8B4E9" w14:textId="77777777" w:rsidR="00C713E3" w:rsidRDefault="00C713E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D92EE" w14:textId="77777777" w:rsidR="00CC4677" w:rsidRDefault="00C17E68" w:rsidP="00EE3A11"/>
  <w:p w14:paraId="501D92EF" w14:textId="77777777" w:rsidR="00BA0812" w:rsidRDefault="00C17E68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D92F0" w14:textId="77777777" w:rsidR="00BA0812" w:rsidRDefault="00663CE4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01D92FD" wp14:editId="501D92FE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D92F7" w14:textId="77777777" w:rsidR="004238CB" w:rsidRDefault="00C17E68" w:rsidP="00EE3A11">
    <w:pPr>
      <w:pStyle w:val="Header"/>
    </w:pPr>
  </w:p>
  <w:p w14:paraId="501D92F8" w14:textId="77777777" w:rsidR="00BA0812" w:rsidRDefault="00C17E68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9AF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>
      <w:start w:val="1"/>
      <w:numFmt w:val="lowerLetter"/>
      <w:lvlText w:val="%2."/>
      <w:lvlJc w:val="left"/>
      <w:pPr>
        <w:ind w:left="1440" w:hanging="360"/>
      </w:pPr>
    </w:lvl>
    <w:lvl w:ilvl="2" w:tplc="A1001A08">
      <w:start w:val="1"/>
      <w:numFmt w:val="lowerRoman"/>
      <w:lvlText w:val="%3."/>
      <w:lvlJc w:val="right"/>
      <w:pPr>
        <w:ind w:left="2160" w:hanging="180"/>
      </w:pPr>
    </w:lvl>
    <w:lvl w:ilvl="3" w:tplc="2F1C8D1E">
      <w:start w:val="1"/>
      <w:numFmt w:val="decimal"/>
      <w:lvlText w:val="%4."/>
      <w:lvlJc w:val="left"/>
      <w:pPr>
        <w:ind w:left="2880" w:hanging="360"/>
      </w:pPr>
    </w:lvl>
    <w:lvl w:ilvl="4" w:tplc="3A788E0E">
      <w:start w:val="1"/>
      <w:numFmt w:val="lowerLetter"/>
      <w:lvlText w:val="%5."/>
      <w:lvlJc w:val="left"/>
      <w:pPr>
        <w:ind w:left="3600" w:hanging="360"/>
      </w:pPr>
    </w:lvl>
    <w:lvl w:ilvl="5" w:tplc="207C7EBE">
      <w:start w:val="1"/>
      <w:numFmt w:val="lowerRoman"/>
      <w:lvlText w:val="%6."/>
      <w:lvlJc w:val="right"/>
      <w:pPr>
        <w:ind w:left="4320" w:hanging="180"/>
      </w:pPr>
    </w:lvl>
    <w:lvl w:ilvl="6" w:tplc="E7A0673C">
      <w:start w:val="1"/>
      <w:numFmt w:val="decimal"/>
      <w:lvlText w:val="%7."/>
      <w:lvlJc w:val="left"/>
      <w:pPr>
        <w:ind w:left="5040" w:hanging="360"/>
      </w:pPr>
    </w:lvl>
    <w:lvl w:ilvl="7" w:tplc="F29002DE">
      <w:start w:val="1"/>
      <w:numFmt w:val="lowerLetter"/>
      <w:lvlText w:val="%8."/>
      <w:lvlJc w:val="left"/>
      <w:pPr>
        <w:ind w:left="5760" w:hanging="360"/>
      </w:pPr>
    </w:lvl>
    <w:lvl w:ilvl="8" w:tplc="41582A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509D"/>
    <w:multiLevelType w:val="hybridMultilevel"/>
    <w:tmpl w:val="C7D6E560"/>
    <w:lvl w:ilvl="0" w:tplc="A4EA120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025B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FC1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1A2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E21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0A1A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4B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3A7A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EC51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B6C45"/>
    <w:multiLevelType w:val="hybridMultilevel"/>
    <w:tmpl w:val="D6760C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F7C4B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>
      <w:start w:val="1"/>
      <w:numFmt w:val="lowerLetter"/>
      <w:lvlText w:val="%2."/>
      <w:lvlJc w:val="left"/>
      <w:pPr>
        <w:ind w:left="1440" w:hanging="360"/>
      </w:pPr>
    </w:lvl>
    <w:lvl w:ilvl="2" w:tplc="A1001A08">
      <w:start w:val="1"/>
      <w:numFmt w:val="lowerRoman"/>
      <w:lvlText w:val="%3."/>
      <w:lvlJc w:val="right"/>
      <w:pPr>
        <w:ind w:left="2160" w:hanging="180"/>
      </w:pPr>
    </w:lvl>
    <w:lvl w:ilvl="3" w:tplc="2F1C8D1E">
      <w:start w:val="1"/>
      <w:numFmt w:val="decimal"/>
      <w:lvlText w:val="%4."/>
      <w:lvlJc w:val="left"/>
      <w:pPr>
        <w:ind w:left="2880" w:hanging="360"/>
      </w:pPr>
    </w:lvl>
    <w:lvl w:ilvl="4" w:tplc="3A788E0E">
      <w:start w:val="1"/>
      <w:numFmt w:val="lowerLetter"/>
      <w:lvlText w:val="%5."/>
      <w:lvlJc w:val="left"/>
      <w:pPr>
        <w:ind w:left="3600" w:hanging="360"/>
      </w:pPr>
    </w:lvl>
    <w:lvl w:ilvl="5" w:tplc="207C7EBE">
      <w:start w:val="1"/>
      <w:numFmt w:val="lowerRoman"/>
      <w:lvlText w:val="%6."/>
      <w:lvlJc w:val="right"/>
      <w:pPr>
        <w:ind w:left="4320" w:hanging="180"/>
      </w:pPr>
    </w:lvl>
    <w:lvl w:ilvl="6" w:tplc="E7A0673C">
      <w:start w:val="1"/>
      <w:numFmt w:val="decimal"/>
      <w:lvlText w:val="%7."/>
      <w:lvlJc w:val="left"/>
      <w:pPr>
        <w:ind w:left="5040" w:hanging="360"/>
      </w:pPr>
    </w:lvl>
    <w:lvl w:ilvl="7" w:tplc="F29002DE">
      <w:start w:val="1"/>
      <w:numFmt w:val="lowerLetter"/>
      <w:lvlText w:val="%8."/>
      <w:lvlJc w:val="left"/>
      <w:pPr>
        <w:ind w:left="5760" w:hanging="360"/>
      </w:pPr>
    </w:lvl>
    <w:lvl w:ilvl="8" w:tplc="41582A3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52734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>
      <w:start w:val="1"/>
      <w:numFmt w:val="lowerLetter"/>
      <w:lvlText w:val="%2."/>
      <w:lvlJc w:val="left"/>
      <w:pPr>
        <w:ind w:left="1440" w:hanging="360"/>
      </w:pPr>
    </w:lvl>
    <w:lvl w:ilvl="2" w:tplc="A1001A08">
      <w:start w:val="1"/>
      <w:numFmt w:val="lowerRoman"/>
      <w:lvlText w:val="%3."/>
      <w:lvlJc w:val="right"/>
      <w:pPr>
        <w:ind w:left="2160" w:hanging="180"/>
      </w:pPr>
    </w:lvl>
    <w:lvl w:ilvl="3" w:tplc="2F1C8D1E">
      <w:start w:val="1"/>
      <w:numFmt w:val="decimal"/>
      <w:lvlText w:val="%4."/>
      <w:lvlJc w:val="left"/>
      <w:pPr>
        <w:ind w:left="2880" w:hanging="360"/>
      </w:pPr>
    </w:lvl>
    <w:lvl w:ilvl="4" w:tplc="3A788E0E">
      <w:start w:val="1"/>
      <w:numFmt w:val="lowerLetter"/>
      <w:lvlText w:val="%5."/>
      <w:lvlJc w:val="left"/>
      <w:pPr>
        <w:ind w:left="3600" w:hanging="360"/>
      </w:pPr>
    </w:lvl>
    <w:lvl w:ilvl="5" w:tplc="207C7EBE">
      <w:start w:val="1"/>
      <w:numFmt w:val="lowerRoman"/>
      <w:lvlText w:val="%6."/>
      <w:lvlJc w:val="right"/>
      <w:pPr>
        <w:ind w:left="4320" w:hanging="180"/>
      </w:pPr>
    </w:lvl>
    <w:lvl w:ilvl="6" w:tplc="E7A0673C">
      <w:start w:val="1"/>
      <w:numFmt w:val="decimal"/>
      <w:lvlText w:val="%7."/>
      <w:lvlJc w:val="left"/>
      <w:pPr>
        <w:ind w:left="5040" w:hanging="360"/>
      </w:pPr>
    </w:lvl>
    <w:lvl w:ilvl="7" w:tplc="F29002DE">
      <w:start w:val="1"/>
      <w:numFmt w:val="lowerLetter"/>
      <w:lvlText w:val="%8."/>
      <w:lvlJc w:val="left"/>
      <w:pPr>
        <w:ind w:left="5760" w:hanging="360"/>
      </w:pPr>
    </w:lvl>
    <w:lvl w:ilvl="8" w:tplc="41582A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615FA"/>
    <w:multiLevelType w:val="hybridMultilevel"/>
    <w:tmpl w:val="F2DA347E"/>
    <w:lvl w:ilvl="0" w:tplc="9DC40C3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BD0871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461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CAF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6696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A4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7051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884E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C489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7" w15:restartNumberingAfterBreak="0">
    <w:nsid w:val="31264159"/>
    <w:multiLevelType w:val="hybridMultilevel"/>
    <w:tmpl w:val="667C43EC"/>
    <w:lvl w:ilvl="0" w:tplc="D85A9DD2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7627A3C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D3B2EA48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86FE455E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8DA20CB8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340E8906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2C9CD868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9A263048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C4FC823C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33AD3DEC"/>
    <w:multiLevelType w:val="hybridMultilevel"/>
    <w:tmpl w:val="37A0660C"/>
    <w:lvl w:ilvl="0" w:tplc="80B8AFB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7B001A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180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D258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D25C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0C16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26D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B0C5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D8C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66E8D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>
      <w:start w:val="1"/>
      <w:numFmt w:val="lowerLetter"/>
      <w:lvlText w:val="%2."/>
      <w:lvlJc w:val="left"/>
      <w:pPr>
        <w:ind w:left="1440" w:hanging="360"/>
      </w:pPr>
    </w:lvl>
    <w:lvl w:ilvl="2" w:tplc="A1001A08">
      <w:start w:val="1"/>
      <w:numFmt w:val="lowerRoman"/>
      <w:lvlText w:val="%3."/>
      <w:lvlJc w:val="right"/>
      <w:pPr>
        <w:ind w:left="2160" w:hanging="180"/>
      </w:pPr>
    </w:lvl>
    <w:lvl w:ilvl="3" w:tplc="2F1C8D1E">
      <w:start w:val="1"/>
      <w:numFmt w:val="decimal"/>
      <w:lvlText w:val="%4."/>
      <w:lvlJc w:val="left"/>
      <w:pPr>
        <w:ind w:left="2880" w:hanging="360"/>
      </w:pPr>
    </w:lvl>
    <w:lvl w:ilvl="4" w:tplc="3A788E0E">
      <w:start w:val="1"/>
      <w:numFmt w:val="lowerLetter"/>
      <w:lvlText w:val="%5."/>
      <w:lvlJc w:val="left"/>
      <w:pPr>
        <w:ind w:left="3600" w:hanging="360"/>
      </w:pPr>
    </w:lvl>
    <w:lvl w:ilvl="5" w:tplc="207C7EBE">
      <w:start w:val="1"/>
      <w:numFmt w:val="lowerRoman"/>
      <w:lvlText w:val="%6."/>
      <w:lvlJc w:val="right"/>
      <w:pPr>
        <w:ind w:left="4320" w:hanging="180"/>
      </w:pPr>
    </w:lvl>
    <w:lvl w:ilvl="6" w:tplc="E7A0673C">
      <w:start w:val="1"/>
      <w:numFmt w:val="decimal"/>
      <w:lvlText w:val="%7."/>
      <w:lvlJc w:val="left"/>
      <w:pPr>
        <w:ind w:left="5040" w:hanging="360"/>
      </w:pPr>
    </w:lvl>
    <w:lvl w:ilvl="7" w:tplc="F29002DE">
      <w:start w:val="1"/>
      <w:numFmt w:val="lowerLetter"/>
      <w:lvlText w:val="%8."/>
      <w:lvlJc w:val="left"/>
      <w:pPr>
        <w:ind w:left="5760" w:hanging="360"/>
      </w:pPr>
    </w:lvl>
    <w:lvl w:ilvl="8" w:tplc="41582A3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F576D6"/>
    <w:multiLevelType w:val="hybridMultilevel"/>
    <w:tmpl w:val="29E4935A"/>
    <w:lvl w:ilvl="0" w:tplc="2976D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86DAE4">
      <w:start w:val="1"/>
      <w:numFmt w:val="lowerLetter"/>
      <w:lvlText w:val="%2."/>
      <w:lvlJc w:val="left"/>
      <w:pPr>
        <w:ind w:left="1440" w:hanging="360"/>
      </w:pPr>
    </w:lvl>
    <w:lvl w:ilvl="2" w:tplc="F9E6707C" w:tentative="1">
      <w:start w:val="1"/>
      <w:numFmt w:val="lowerRoman"/>
      <w:lvlText w:val="%3."/>
      <w:lvlJc w:val="right"/>
      <w:pPr>
        <w:ind w:left="2160" w:hanging="180"/>
      </w:pPr>
    </w:lvl>
    <w:lvl w:ilvl="3" w:tplc="DA9410B0" w:tentative="1">
      <w:start w:val="1"/>
      <w:numFmt w:val="decimal"/>
      <w:lvlText w:val="%4."/>
      <w:lvlJc w:val="left"/>
      <w:pPr>
        <w:ind w:left="2880" w:hanging="360"/>
      </w:pPr>
    </w:lvl>
    <w:lvl w:ilvl="4" w:tplc="A4B8CCA4" w:tentative="1">
      <w:start w:val="1"/>
      <w:numFmt w:val="lowerLetter"/>
      <w:lvlText w:val="%5."/>
      <w:lvlJc w:val="left"/>
      <w:pPr>
        <w:ind w:left="3600" w:hanging="360"/>
      </w:pPr>
    </w:lvl>
    <w:lvl w:ilvl="5" w:tplc="2DC66612" w:tentative="1">
      <w:start w:val="1"/>
      <w:numFmt w:val="lowerRoman"/>
      <w:lvlText w:val="%6."/>
      <w:lvlJc w:val="right"/>
      <w:pPr>
        <w:ind w:left="4320" w:hanging="180"/>
      </w:pPr>
    </w:lvl>
    <w:lvl w:ilvl="6" w:tplc="161694FA" w:tentative="1">
      <w:start w:val="1"/>
      <w:numFmt w:val="decimal"/>
      <w:lvlText w:val="%7."/>
      <w:lvlJc w:val="left"/>
      <w:pPr>
        <w:ind w:left="5040" w:hanging="360"/>
      </w:pPr>
    </w:lvl>
    <w:lvl w:ilvl="7" w:tplc="BE8C7C78" w:tentative="1">
      <w:start w:val="1"/>
      <w:numFmt w:val="lowerLetter"/>
      <w:lvlText w:val="%8."/>
      <w:lvlJc w:val="left"/>
      <w:pPr>
        <w:ind w:left="5760" w:hanging="360"/>
      </w:pPr>
    </w:lvl>
    <w:lvl w:ilvl="8" w:tplc="A22AD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40714"/>
    <w:multiLevelType w:val="hybridMultilevel"/>
    <w:tmpl w:val="6B0C15AA"/>
    <w:lvl w:ilvl="0" w:tplc="964ED456">
      <w:start w:val="1"/>
      <w:numFmt w:val="lowerLetter"/>
      <w:lvlText w:val="%1)"/>
      <w:lvlJc w:val="left"/>
      <w:pPr>
        <w:ind w:left="720" w:hanging="360"/>
      </w:pPr>
    </w:lvl>
    <w:lvl w:ilvl="1" w:tplc="7A5A4536" w:tentative="1">
      <w:start w:val="1"/>
      <w:numFmt w:val="lowerLetter"/>
      <w:lvlText w:val="%2."/>
      <w:lvlJc w:val="left"/>
      <w:pPr>
        <w:ind w:left="1440" w:hanging="360"/>
      </w:pPr>
    </w:lvl>
    <w:lvl w:ilvl="2" w:tplc="8A06A290" w:tentative="1">
      <w:start w:val="1"/>
      <w:numFmt w:val="lowerRoman"/>
      <w:lvlText w:val="%3."/>
      <w:lvlJc w:val="right"/>
      <w:pPr>
        <w:ind w:left="2160" w:hanging="180"/>
      </w:pPr>
    </w:lvl>
    <w:lvl w:ilvl="3" w:tplc="075E11A0" w:tentative="1">
      <w:start w:val="1"/>
      <w:numFmt w:val="decimal"/>
      <w:lvlText w:val="%4."/>
      <w:lvlJc w:val="left"/>
      <w:pPr>
        <w:ind w:left="2880" w:hanging="360"/>
      </w:pPr>
    </w:lvl>
    <w:lvl w:ilvl="4" w:tplc="944EE2F4" w:tentative="1">
      <w:start w:val="1"/>
      <w:numFmt w:val="lowerLetter"/>
      <w:lvlText w:val="%5."/>
      <w:lvlJc w:val="left"/>
      <w:pPr>
        <w:ind w:left="3600" w:hanging="360"/>
      </w:pPr>
    </w:lvl>
    <w:lvl w:ilvl="5" w:tplc="631ED87A" w:tentative="1">
      <w:start w:val="1"/>
      <w:numFmt w:val="lowerRoman"/>
      <w:lvlText w:val="%6."/>
      <w:lvlJc w:val="right"/>
      <w:pPr>
        <w:ind w:left="4320" w:hanging="180"/>
      </w:pPr>
    </w:lvl>
    <w:lvl w:ilvl="6" w:tplc="6F6E68BE" w:tentative="1">
      <w:start w:val="1"/>
      <w:numFmt w:val="decimal"/>
      <w:lvlText w:val="%7."/>
      <w:lvlJc w:val="left"/>
      <w:pPr>
        <w:ind w:left="5040" w:hanging="360"/>
      </w:pPr>
    </w:lvl>
    <w:lvl w:ilvl="7" w:tplc="A1ACADDC" w:tentative="1">
      <w:start w:val="1"/>
      <w:numFmt w:val="lowerLetter"/>
      <w:lvlText w:val="%8."/>
      <w:lvlJc w:val="left"/>
      <w:pPr>
        <w:ind w:left="5760" w:hanging="360"/>
      </w:pPr>
    </w:lvl>
    <w:lvl w:ilvl="8" w:tplc="6A1877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21AC6"/>
    <w:multiLevelType w:val="hybridMultilevel"/>
    <w:tmpl w:val="35F8D962"/>
    <w:lvl w:ilvl="0" w:tplc="2976D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86DAE4">
      <w:start w:val="1"/>
      <w:numFmt w:val="lowerLetter"/>
      <w:lvlText w:val="%2."/>
      <w:lvlJc w:val="left"/>
      <w:pPr>
        <w:ind w:left="1440" w:hanging="360"/>
      </w:pPr>
    </w:lvl>
    <w:lvl w:ilvl="2" w:tplc="F9E6707C" w:tentative="1">
      <w:start w:val="1"/>
      <w:numFmt w:val="lowerRoman"/>
      <w:lvlText w:val="%3."/>
      <w:lvlJc w:val="right"/>
      <w:pPr>
        <w:ind w:left="2160" w:hanging="180"/>
      </w:pPr>
    </w:lvl>
    <w:lvl w:ilvl="3" w:tplc="DA9410B0" w:tentative="1">
      <w:start w:val="1"/>
      <w:numFmt w:val="decimal"/>
      <w:lvlText w:val="%4."/>
      <w:lvlJc w:val="left"/>
      <w:pPr>
        <w:ind w:left="2880" w:hanging="360"/>
      </w:pPr>
    </w:lvl>
    <w:lvl w:ilvl="4" w:tplc="A4B8CCA4" w:tentative="1">
      <w:start w:val="1"/>
      <w:numFmt w:val="lowerLetter"/>
      <w:lvlText w:val="%5."/>
      <w:lvlJc w:val="left"/>
      <w:pPr>
        <w:ind w:left="3600" w:hanging="360"/>
      </w:pPr>
    </w:lvl>
    <w:lvl w:ilvl="5" w:tplc="2DC66612" w:tentative="1">
      <w:start w:val="1"/>
      <w:numFmt w:val="lowerRoman"/>
      <w:lvlText w:val="%6."/>
      <w:lvlJc w:val="right"/>
      <w:pPr>
        <w:ind w:left="4320" w:hanging="180"/>
      </w:pPr>
    </w:lvl>
    <w:lvl w:ilvl="6" w:tplc="161694FA" w:tentative="1">
      <w:start w:val="1"/>
      <w:numFmt w:val="decimal"/>
      <w:lvlText w:val="%7."/>
      <w:lvlJc w:val="left"/>
      <w:pPr>
        <w:ind w:left="5040" w:hanging="360"/>
      </w:pPr>
    </w:lvl>
    <w:lvl w:ilvl="7" w:tplc="BE8C7C78" w:tentative="1">
      <w:start w:val="1"/>
      <w:numFmt w:val="lowerLetter"/>
      <w:lvlText w:val="%8."/>
      <w:lvlJc w:val="left"/>
      <w:pPr>
        <w:ind w:left="5760" w:hanging="360"/>
      </w:pPr>
    </w:lvl>
    <w:lvl w:ilvl="8" w:tplc="A22AD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2B3FAE"/>
    <w:multiLevelType w:val="hybridMultilevel"/>
    <w:tmpl w:val="A89618B0"/>
    <w:lvl w:ilvl="0" w:tplc="483CB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304D5A" w:tentative="1">
      <w:start w:val="1"/>
      <w:numFmt w:val="lowerLetter"/>
      <w:lvlText w:val="%2."/>
      <w:lvlJc w:val="left"/>
      <w:pPr>
        <w:ind w:left="1440" w:hanging="360"/>
      </w:pPr>
    </w:lvl>
    <w:lvl w:ilvl="2" w:tplc="CE6695E8" w:tentative="1">
      <w:start w:val="1"/>
      <w:numFmt w:val="lowerRoman"/>
      <w:lvlText w:val="%3."/>
      <w:lvlJc w:val="right"/>
      <w:pPr>
        <w:ind w:left="2160" w:hanging="180"/>
      </w:pPr>
    </w:lvl>
    <w:lvl w:ilvl="3" w:tplc="79342258" w:tentative="1">
      <w:start w:val="1"/>
      <w:numFmt w:val="decimal"/>
      <w:lvlText w:val="%4."/>
      <w:lvlJc w:val="left"/>
      <w:pPr>
        <w:ind w:left="2880" w:hanging="360"/>
      </w:pPr>
    </w:lvl>
    <w:lvl w:ilvl="4" w:tplc="DDC8DEDC" w:tentative="1">
      <w:start w:val="1"/>
      <w:numFmt w:val="lowerLetter"/>
      <w:lvlText w:val="%5."/>
      <w:lvlJc w:val="left"/>
      <w:pPr>
        <w:ind w:left="3600" w:hanging="360"/>
      </w:pPr>
    </w:lvl>
    <w:lvl w:ilvl="5" w:tplc="3A4E436A" w:tentative="1">
      <w:start w:val="1"/>
      <w:numFmt w:val="lowerRoman"/>
      <w:lvlText w:val="%6."/>
      <w:lvlJc w:val="right"/>
      <w:pPr>
        <w:ind w:left="4320" w:hanging="180"/>
      </w:pPr>
    </w:lvl>
    <w:lvl w:ilvl="6" w:tplc="A4FCDD0C" w:tentative="1">
      <w:start w:val="1"/>
      <w:numFmt w:val="decimal"/>
      <w:lvlText w:val="%7."/>
      <w:lvlJc w:val="left"/>
      <w:pPr>
        <w:ind w:left="5040" w:hanging="360"/>
      </w:pPr>
    </w:lvl>
    <w:lvl w:ilvl="7" w:tplc="BAD2B8A0" w:tentative="1">
      <w:start w:val="1"/>
      <w:numFmt w:val="lowerLetter"/>
      <w:lvlText w:val="%8."/>
      <w:lvlJc w:val="left"/>
      <w:pPr>
        <w:ind w:left="5760" w:hanging="360"/>
      </w:pPr>
    </w:lvl>
    <w:lvl w:ilvl="8" w:tplc="50CAAB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F4127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>
      <w:start w:val="1"/>
      <w:numFmt w:val="lowerLetter"/>
      <w:lvlText w:val="%2."/>
      <w:lvlJc w:val="left"/>
      <w:pPr>
        <w:ind w:left="1440" w:hanging="360"/>
      </w:pPr>
    </w:lvl>
    <w:lvl w:ilvl="2" w:tplc="A1001A08">
      <w:start w:val="1"/>
      <w:numFmt w:val="lowerRoman"/>
      <w:lvlText w:val="%3."/>
      <w:lvlJc w:val="right"/>
      <w:pPr>
        <w:ind w:left="2160" w:hanging="180"/>
      </w:pPr>
    </w:lvl>
    <w:lvl w:ilvl="3" w:tplc="2F1C8D1E">
      <w:start w:val="1"/>
      <w:numFmt w:val="decimal"/>
      <w:lvlText w:val="%4."/>
      <w:lvlJc w:val="left"/>
      <w:pPr>
        <w:ind w:left="2880" w:hanging="360"/>
      </w:pPr>
    </w:lvl>
    <w:lvl w:ilvl="4" w:tplc="3A788E0E">
      <w:start w:val="1"/>
      <w:numFmt w:val="lowerLetter"/>
      <w:lvlText w:val="%5."/>
      <w:lvlJc w:val="left"/>
      <w:pPr>
        <w:ind w:left="3600" w:hanging="360"/>
      </w:pPr>
    </w:lvl>
    <w:lvl w:ilvl="5" w:tplc="207C7EBE">
      <w:start w:val="1"/>
      <w:numFmt w:val="lowerRoman"/>
      <w:lvlText w:val="%6."/>
      <w:lvlJc w:val="right"/>
      <w:pPr>
        <w:ind w:left="4320" w:hanging="180"/>
      </w:pPr>
    </w:lvl>
    <w:lvl w:ilvl="6" w:tplc="E7A0673C">
      <w:start w:val="1"/>
      <w:numFmt w:val="decimal"/>
      <w:lvlText w:val="%7."/>
      <w:lvlJc w:val="left"/>
      <w:pPr>
        <w:ind w:left="5040" w:hanging="360"/>
      </w:pPr>
    </w:lvl>
    <w:lvl w:ilvl="7" w:tplc="F29002DE">
      <w:start w:val="1"/>
      <w:numFmt w:val="lowerLetter"/>
      <w:lvlText w:val="%8."/>
      <w:lvlJc w:val="left"/>
      <w:pPr>
        <w:ind w:left="5760" w:hanging="360"/>
      </w:pPr>
    </w:lvl>
    <w:lvl w:ilvl="8" w:tplc="41582A3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E14B6"/>
    <w:multiLevelType w:val="hybridMultilevel"/>
    <w:tmpl w:val="4232E460"/>
    <w:lvl w:ilvl="0" w:tplc="D41E1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2C624E" w:tentative="1">
      <w:start w:val="1"/>
      <w:numFmt w:val="lowerLetter"/>
      <w:lvlText w:val="%2."/>
      <w:lvlJc w:val="left"/>
      <w:pPr>
        <w:ind w:left="1440" w:hanging="360"/>
      </w:pPr>
    </w:lvl>
    <w:lvl w:ilvl="2" w:tplc="C120A4B0" w:tentative="1">
      <w:start w:val="1"/>
      <w:numFmt w:val="lowerRoman"/>
      <w:lvlText w:val="%3."/>
      <w:lvlJc w:val="right"/>
      <w:pPr>
        <w:ind w:left="2160" w:hanging="180"/>
      </w:pPr>
    </w:lvl>
    <w:lvl w:ilvl="3" w:tplc="A566C252" w:tentative="1">
      <w:start w:val="1"/>
      <w:numFmt w:val="decimal"/>
      <w:lvlText w:val="%4."/>
      <w:lvlJc w:val="left"/>
      <w:pPr>
        <w:ind w:left="2880" w:hanging="360"/>
      </w:pPr>
    </w:lvl>
    <w:lvl w:ilvl="4" w:tplc="5D8063A2" w:tentative="1">
      <w:start w:val="1"/>
      <w:numFmt w:val="lowerLetter"/>
      <w:lvlText w:val="%5."/>
      <w:lvlJc w:val="left"/>
      <w:pPr>
        <w:ind w:left="3600" w:hanging="360"/>
      </w:pPr>
    </w:lvl>
    <w:lvl w:ilvl="5" w:tplc="AA32B268" w:tentative="1">
      <w:start w:val="1"/>
      <w:numFmt w:val="lowerRoman"/>
      <w:lvlText w:val="%6."/>
      <w:lvlJc w:val="right"/>
      <w:pPr>
        <w:ind w:left="4320" w:hanging="180"/>
      </w:pPr>
    </w:lvl>
    <w:lvl w:ilvl="6" w:tplc="CFFA2C92" w:tentative="1">
      <w:start w:val="1"/>
      <w:numFmt w:val="decimal"/>
      <w:lvlText w:val="%7."/>
      <w:lvlJc w:val="left"/>
      <w:pPr>
        <w:ind w:left="5040" w:hanging="360"/>
      </w:pPr>
    </w:lvl>
    <w:lvl w:ilvl="7" w:tplc="5CD4BABE" w:tentative="1">
      <w:start w:val="1"/>
      <w:numFmt w:val="lowerLetter"/>
      <w:lvlText w:val="%8."/>
      <w:lvlJc w:val="left"/>
      <w:pPr>
        <w:ind w:left="5760" w:hanging="360"/>
      </w:pPr>
    </w:lvl>
    <w:lvl w:ilvl="8" w:tplc="98DE0F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823BB6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>
      <w:start w:val="1"/>
      <w:numFmt w:val="lowerLetter"/>
      <w:lvlText w:val="%2."/>
      <w:lvlJc w:val="left"/>
      <w:pPr>
        <w:ind w:left="1440" w:hanging="360"/>
      </w:pPr>
    </w:lvl>
    <w:lvl w:ilvl="2" w:tplc="A1001A08">
      <w:start w:val="1"/>
      <w:numFmt w:val="lowerRoman"/>
      <w:lvlText w:val="%3."/>
      <w:lvlJc w:val="right"/>
      <w:pPr>
        <w:ind w:left="2160" w:hanging="180"/>
      </w:pPr>
    </w:lvl>
    <w:lvl w:ilvl="3" w:tplc="2F1C8D1E">
      <w:start w:val="1"/>
      <w:numFmt w:val="decimal"/>
      <w:lvlText w:val="%4."/>
      <w:lvlJc w:val="left"/>
      <w:pPr>
        <w:ind w:left="2880" w:hanging="360"/>
      </w:pPr>
    </w:lvl>
    <w:lvl w:ilvl="4" w:tplc="3A788E0E">
      <w:start w:val="1"/>
      <w:numFmt w:val="lowerLetter"/>
      <w:lvlText w:val="%5."/>
      <w:lvlJc w:val="left"/>
      <w:pPr>
        <w:ind w:left="3600" w:hanging="360"/>
      </w:pPr>
    </w:lvl>
    <w:lvl w:ilvl="5" w:tplc="207C7EBE">
      <w:start w:val="1"/>
      <w:numFmt w:val="lowerRoman"/>
      <w:lvlText w:val="%6."/>
      <w:lvlJc w:val="right"/>
      <w:pPr>
        <w:ind w:left="4320" w:hanging="180"/>
      </w:pPr>
    </w:lvl>
    <w:lvl w:ilvl="6" w:tplc="E7A0673C">
      <w:start w:val="1"/>
      <w:numFmt w:val="decimal"/>
      <w:lvlText w:val="%7."/>
      <w:lvlJc w:val="left"/>
      <w:pPr>
        <w:ind w:left="5040" w:hanging="360"/>
      </w:pPr>
    </w:lvl>
    <w:lvl w:ilvl="7" w:tplc="F29002DE">
      <w:start w:val="1"/>
      <w:numFmt w:val="lowerLetter"/>
      <w:lvlText w:val="%8."/>
      <w:lvlJc w:val="left"/>
      <w:pPr>
        <w:ind w:left="5760" w:hanging="360"/>
      </w:pPr>
    </w:lvl>
    <w:lvl w:ilvl="8" w:tplc="41582A3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C24399"/>
    <w:multiLevelType w:val="hybridMultilevel"/>
    <w:tmpl w:val="DDEAD6C0"/>
    <w:lvl w:ilvl="0" w:tplc="0B284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C48716" w:tentative="1">
      <w:start w:val="1"/>
      <w:numFmt w:val="lowerLetter"/>
      <w:lvlText w:val="%2."/>
      <w:lvlJc w:val="left"/>
      <w:pPr>
        <w:ind w:left="1440" w:hanging="360"/>
      </w:pPr>
    </w:lvl>
    <w:lvl w:ilvl="2" w:tplc="E280DCA2" w:tentative="1">
      <w:start w:val="1"/>
      <w:numFmt w:val="lowerRoman"/>
      <w:lvlText w:val="%3."/>
      <w:lvlJc w:val="right"/>
      <w:pPr>
        <w:ind w:left="2160" w:hanging="180"/>
      </w:pPr>
    </w:lvl>
    <w:lvl w:ilvl="3" w:tplc="D5A23B14" w:tentative="1">
      <w:start w:val="1"/>
      <w:numFmt w:val="decimal"/>
      <w:lvlText w:val="%4."/>
      <w:lvlJc w:val="left"/>
      <w:pPr>
        <w:ind w:left="2880" w:hanging="360"/>
      </w:pPr>
    </w:lvl>
    <w:lvl w:ilvl="4" w:tplc="003AF52C" w:tentative="1">
      <w:start w:val="1"/>
      <w:numFmt w:val="lowerLetter"/>
      <w:lvlText w:val="%5."/>
      <w:lvlJc w:val="left"/>
      <w:pPr>
        <w:ind w:left="3600" w:hanging="360"/>
      </w:pPr>
    </w:lvl>
    <w:lvl w:ilvl="5" w:tplc="1F4032F2" w:tentative="1">
      <w:start w:val="1"/>
      <w:numFmt w:val="lowerRoman"/>
      <w:lvlText w:val="%6."/>
      <w:lvlJc w:val="right"/>
      <w:pPr>
        <w:ind w:left="4320" w:hanging="180"/>
      </w:pPr>
    </w:lvl>
    <w:lvl w:ilvl="6" w:tplc="B39A8ECC" w:tentative="1">
      <w:start w:val="1"/>
      <w:numFmt w:val="decimal"/>
      <w:lvlText w:val="%7."/>
      <w:lvlJc w:val="left"/>
      <w:pPr>
        <w:ind w:left="5040" w:hanging="360"/>
      </w:pPr>
    </w:lvl>
    <w:lvl w:ilvl="7" w:tplc="96D4CB5E" w:tentative="1">
      <w:start w:val="1"/>
      <w:numFmt w:val="lowerLetter"/>
      <w:lvlText w:val="%8."/>
      <w:lvlJc w:val="left"/>
      <w:pPr>
        <w:ind w:left="5760" w:hanging="360"/>
      </w:pPr>
    </w:lvl>
    <w:lvl w:ilvl="8" w:tplc="5F98DB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2044F6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>
      <w:start w:val="1"/>
      <w:numFmt w:val="lowerLetter"/>
      <w:lvlText w:val="%2."/>
      <w:lvlJc w:val="left"/>
      <w:pPr>
        <w:ind w:left="1440" w:hanging="360"/>
      </w:pPr>
    </w:lvl>
    <w:lvl w:ilvl="2" w:tplc="A1001A08">
      <w:start w:val="1"/>
      <w:numFmt w:val="lowerRoman"/>
      <w:lvlText w:val="%3."/>
      <w:lvlJc w:val="right"/>
      <w:pPr>
        <w:ind w:left="2160" w:hanging="180"/>
      </w:pPr>
    </w:lvl>
    <w:lvl w:ilvl="3" w:tplc="2F1C8D1E">
      <w:start w:val="1"/>
      <w:numFmt w:val="decimal"/>
      <w:lvlText w:val="%4."/>
      <w:lvlJc w:val="left"/>
      <w:pPr>
        <w:ind w:left="2880" w:hanging="360"/>
      </w:pPr>
    </w:lvl>
    <w:lvl w:ilvl="4" w:tplc="3A788E0E">
      <w:start w:val="1"/>
      <w:numFmt w:val="lowerLetter"/>
      <w:lvlText w:val="%5."/>
      <w:lvlJc w:val="left"/>
      <w:pPr>
        <w:ind w:left="3600" w:hanging="360"/>
      </w:pPr>
    </w:lvl>
    <w:lvl w:ilvl="5" w:tplc="207C7EBE">
      <w:start w:val="1"/>
      <w:numFmt w:val="lowerRoman"/>
      <w:lvlText w:val="%6."/>
      <w:lvlJc w:val="right"/>
      <w:pPr>
        <w:ind w:left="4320" w:hanging="180"/>
      </w:pPr>
    </w:lvl>
    <w:lvl w:ilvl="6" w:tplc="E7A0673C">
      <w:start w:val="1"/>
      <w:numFmt w:val="decimal"/>
      <w:lvlText w:val="%7."/>
      <w:lvlJc w:val="left"/>
      <w:pPr>
        <w:ind w:left="5040" w:hanging="360"/>
      </w:pPr>
    </w:lvl>
    <w:lvl w:ilvl="7" w:tplc="F29002DE">
      <w:start w:val="1"/>
      <w:numFmt w:val="lowerLetter"/>
      <w:lvlText w:val="%8."/>
      <w:lvlJc w:val="left"/>
      <w:pPr>
        <w:ind w:left="5760" w:hanging="360"/>
      </w:pPr>
    </w:lvl>
    <w:lvl w:ilvl="8" w:tplc="41582A3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015E0"/>
    <w:multiLevelType w:val="hybridMultilevel"/>
    <w:tmpl w:val="922C1F90"/>
    <w:lvl w:ilvl="0" w:tplc="2976D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86DAE4">
      <w:start w:val="1"/>
      <w:numFmt w:val="lowerLetter"/>
      <w:lvlText w:val="%2."/>
      <w:lvlJc w:val="left"/>
      <w:pPr>
        <w:ind w:left="1440" w:hanging="360"/>
      </w:pPr>
    </w:lvl>
    <w:lvl w:ilvl="2" w:tplc="F9E6707C" w:tentative="1">
      <w:start w:val="1"/>
      <w:numFmt w:val="lowerRoman"/>
      <w:lvlText w:val="%3."/>
      <w:lvlJc w:val="right"/>
      <w:pPr>
        <w:ind w:left="2160" w:hanging="180"/>
      </w:pPr>
    </w:lvl>
    <w:lvl w:ilvl="3" w:tplc="DA9410B0" w:tentative="1">
      <w:start w:val="1"/>
      <w:numFmt w:val="decimal"/>
      <w:lvlText w:val="%4."/>
      <w:lvlJc w:val="left"/>
      <w:pPr>
        <w:ind w:left="2880" w:hanging="360"/>
      </w:pPr>
    </w:lvl>
    <w:lvl w:ilvl="4" w:tplc="A4B8CCA4" w:tentative="1">
      <w:start w:val="1"/>
      <w:numFmt w:val="lowerLetter"/>
      <w:lvlText w:val="%5."/>
      <w:lvlJc w:val="left"/>
      <w:pPr>
        <w:ind w:left="3600" w:hanging="360"/>
      </w:pPr>
    </w:lvl>
    <w:lvl w:ilvl="5" w:tplc="2DC66612" w:tentative="1">
      <w:start w:val="1"/>
      <w:numFmt w:val="lowerRoman"/>
      <w:lvlText w:val="%6."/>
      <w:lvlJc w:val="right"/>
      <w:pPr>
        <w:ind w:left="4320" w:hanging="180"/>
      </w:pPr>
    </w:lvl>
    <w:lvl w:ilvl="6" w:tplc="161694FA" w:tentative="1">
      <w:start w:val="1"/>
      <w:numFmt w:val="decimal"/>
      <w:lvlText w:val="%7."/>
      <w:lvlJc w:val="left"/>
      <w:pPr>
        <w:ind w:left="5040" w:hanging="360"/>
      </w:pPr>
    </w:lvl>
    <w:lvl w:ilvl="7" w:tplc="BE8C7C78" w:tentative="1">
      <w:start w:val="1"/>
      <w:numFmt w:val="lowerLetter"/>
      <w:lvlText w:val="%8."/>
      <w:lvlJc w:val="left"/>
      <w:pPr>
        <w:ind w:left="5760" w:hanging="360"/>
      </w:pPr>
    </w:lvl>
    <w:lvl w:ilvl="8" w:tplc="A22AD2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13"/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"/>
  </w:num>
  <w:num w:numId="21">
    <w:abstractNumId w:val="12"/>
  </w:num>
  <w:num w:numId="22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1MTIzNrI0NjQwNzdU0lEKTi0uzszPAykwqwUAB3qz0SwAAAA="/>
  </w:docVars>
  <w:rsids>
    <w:rsidRoot w:val="00096736"/>
    <w:rsid w:val="00096736"/>
    <w:rsid w:val="000C5B5C"/>
    <w:rsid w:val="001266BC"/>
    <w:rsid w:val="0013753F"/>
    <w:rsid w:val="00150BAC"/>
    <w:rsid w:val="001C462B"/>
    <w:rsid w:val="0024796E"/>
    <w:rsid w:val="00272FD0"/>
    <w:rsid w:val="002D25C2"/>
    <w:rsid w:val="002D4D37"/>
    <w:rsid w:val="00307068"/>
    <w:rsid w:val="00337856"/>
    <w:rsid w:val="00391964"/>
    <w:rsid w:val="0047030B"/>
    <w:rsid w:val="00497FAD"/>
    <w:rsid w:val="004E3A8E"/>
    <w:rsid w:val="00524389"/>
    <w:rsid w:val="00554748"/>
    <w:rsid w:val="005B3837"/>
    <w:rsid w:val="005B6026"/>
    <w:rsid w:val="005E27A8"/>
    <w:rsid w:val="005F7EDA"/>
    <w:rsid w:val="00644B8F"/>
    <w:rsid w:val="00663CE4"/>
    <w:rsid w:val="00666C0A"/>
    <w:rsid w:val="00671316"/>
    <w:rsid w:val="006760BD"/>
    <w:rsid w:val="006B0B57"/>
    <w:rsid w:val="007A4BD2"/>
    <w:rsid w:val="007C33A5"/>
    <w:rsid w:val="00816ABB"/>
    <w:rsid w:val="00841B0B"/>
    <w:rsid w:val="00846145"/>
    <w:rsid w:val="008516A3"/>
    <w:rsid w:val="008C1D09"/>
    <w:rsid w:val="008E3CE0"/>
    <w:rsid w:val="0090647C"/>
    <w:rsid w:val="009210F5"/>
    <w:rsid w:val="009936C5"/>
    <w:rsid w:val="009F3F8A"/>
    <w:rsid w:val="00A82A03"/>
    <w:rsid w:val="00C17E68"/>
    <w:rsid w:val="00C713E3"/>
    <w:rsid w:val="00C71D83"/>
    <w:rsid w:val="00CB5AE9"/>
    <w:rsid w:val="00CD51D5"/>
    <w:rsid w:val="00D136B2"/>
    <w:rsid w:val="00D347F3"/>
    <w:rsid w:val="00D50852"/>
    <w:rsid w:val="00DC741A"/>
    <w:rsid w:val="00DF2E29"/>
    <w:rsid w:val="00E13E3A"/>
    <w:rsid w:val="00E235F2"/>
    <w:rsid w:val="00E24ECB"/>
    <w:rsid w:val="00E7342E"/>
    <w:rsid w:val="00E97177"/>
    <w:rsid w:val="00F54C4F"/>
    <w:rsid w:val="00F7599C"/>
    <w:rsid w:val="00F84CCA"/>
    <w:rsid w:val="00FE67B1"/>
    <w:rsid w:val="00FF0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01D91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B7172-2679-4EE7-81DF-D648662A9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4E75A0-50E0-445C-978E-9A3AC55E2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12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MSL954003_MG_Kn_2of6_20181015</vt:lpstr>
    </vt:vector>
  </TitlesOfParts>
  <Company/>
  <LinksUpToDate>false</LinksUpToDate>
  <CharactersWithSpaces>11520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MSL954003_MG_Kn_2of6_20181015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2019-10-20T22:03:00Z</dcterms:created>
  <dcterms:modified xsi:type="dcterms:W3CDTF">2019-12-06T00:09:00Z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2019-11-14T02:25:07Z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28232b1c-0997-4a07-ab02-0000f0e6f749</vt:lpwstr>
  </property>
  <property fmtid="{D5CDD505-2E9C-101B-9397-08002B2CF9AE}" pid="9" name="MSIP_Label_1124e982-4ed1-4819-8c70-4a27f3d38393_ContentBits">
    <vt:lpwstr>0</vt:lpwstr>
  </property>
</Properties>
</file>