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677BF" w14:textId="77777777" w:rsidR="00FC48B2" w:rsidRDefault="006F4E8D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5D4C9E0C" w14:textId="77777777" w:rsidR="00CC3D37" w:rsidRPr="00A56627" w:rsidRDefault="006F4E8D" w:rsidP="00CC3D37">
      <w:pPr>
        <w:pStyle w:val="Heading2"/>
      </w:pPr>
      <w:r w:rsidRPr="00A56627">
        <w:t>Criteria</w:t>
      </w:r>
    </w:p>
    <w:p w14:paraId="5F580D05" w14:textId="77777777" w:rsidR="00CC3D37" w:rsidRDefault="006F4E8D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4FF870C7" w14:textId="77777777" w:rsidR="00CC3D37" w:rsidRPr="00D83795" w:rsidRDefault="006F4E8D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r w:rsidRPr="00D83795">
        <w:rPr>
          <w:sz w:val="22"/>
          <w:szCs w:val="22"/>
          <w:lang w:eastAsia="en-AU"/>
        </w:rPr>
        <w:t>MSL30118 - Certificate III in Laboratory Skills (1)</w:t>
      </w:r>
      <w:bookmarkEnd w:id="0"/>
    </w:p>
    <w:p w14:paraId="090B54B8" w14:textId="77777777" w:rsidR="00CC3D37" w:rsidRPr="00D83795" w:rsidRDefault="000B3ACF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2BDC2D4" w14:textId="77777777" w:rsidR="00CC3D37" w:rsidRDefault="006F4E8D" w:rsidP="00CC3D37">
      <w:pPr>
        <w:pStyle w:val="Heading3"/>
      </w:pPr>
      <w:r w:rsidRPr="007A6B4A">
        <w:t>Unit code, name and release number</w:t>
      </w:r>
    </w:p>
    <w:p w14:paraId="14E80A65" w14:textId="77777777" w:rsidR="00CC3D37" w:rsidRPr="00D83795" w:rsidRDefault="006F4E8D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MSL972001 - Conduct routine site measurements (1)</w:t>
      </w:r>
      <w:bookmarkEnd w:id="1"/>
    </w:p>
    <w:p w14:paraId="24E39431" w14:textId="77777777" w:rsidR="00CC3D37" w:rsidRPr="00D83795" w:rsidRDefault="000B3ACF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9B8EAED" w14:textId="77777777" w:rsidR="00BC4442" w:rsidRPr="004A551B" w:rsidRDefault="006F4E8D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561958BE" w14:textId="77777777" w:rsidR="0040694E" w:rsidRPr="004A551B" w:rsidRDefault="006F4E8D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256E5847" w14:textId="77777777" w:rsidR="0040694E" w:rsidRPr="004A551B" w:rsidRDefault="006F4E8D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153D5AD0" w14:textId="77777777" w:rsidR="0040694E" w:rsidRPr="004A551B" w:rsidRDefault="006F4E8D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6DD187D2" w14:textId="77777777" w:rsidR="0040694E" w:rsidRPr="004A551B" w:rsidRDefault="006F4E8D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1A546E37" w14:textId="77777777" w:rsidR="0040694E" w:rsidRPr="004A551B" w:rsidRDefault="006F4E8D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3414EF40" w14:textId="77777777" w:rsidR="0040694E" w:rsidRPr="004A551B" w:rsidRDefault="006F4E8D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222B37BA" w14:textId="77777777" w:rsidR="003F73CB" w:rsidRDefault="006F4E8D" w:rsidP="003F73C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2C3F28" w14:paraId="3A23C2BC" w14:textId="77777777" w:rsidTr="002C3F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6F05AD5D" w14:textId="77777777" w:rsidR="007E10A9" w:rsidRDefault="006F4E8D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47D8BDF9" w14:textId="77777777" w:rsidR="007E10A9" w:rsidRDefault="006F4E8D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60FCD697" w14:textId="77777777" w:rsidR="007E10A9" w:rsidRDefault="006F4E8D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5EC15697" w14:textId="77777777" w:rsidR="007E10A9" w:rsidRDefault="006F4E8D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2C3F28" w14:paraId="0C93AF43" w14:textId="77777777" w:rsidTr="002C3F28">
        <w:tc>
          <w:tcPr>
            <w:tcW w:w="310" w:type="pct"/>
            <w:shd w:val="clear" w:color="auto" w:fill="2D739F"/>
            <w:vAlign w:val="top"/>
          </w:tcPr>
          <w:p w14:paraId="08F28503" w14:textId="77777777" w:rsidR="007E10A9" w:rsidRPr="007E10A9" w:rsidRDefault="006F4E8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5AE567FB" w14:textId="77777777" w:rsidR="007E10A9" w:rsidRDefault="000B3ACF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DD2E240" w14:textId="77777777" w:rsidR="007E10A9" w:rsidRDefault="000B3ACF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E3E7178" w14:textId="77777777" w:rsidR="007E10A9" w:rsidRDefault="000B3ACF" w:rsidP="007E10A9">
            <w:pPr>
              <w:rPr>
                <w:lang w:eastAsia="en-AU"/>
              </w:rPr>
            </w:pPr>
          </w:p>
        </w:tc>
      </w:tr>
      <w:tr w:rsidR="002C3F28" w14:paraId="0A2B98AC" w14:textId="77777777" w:rsidTr="002C3F28">
        <w:tc>
          <w:tcPr>
            <w:tcW w:w="310" w:type="pct"/>
            <w:shd w:val="clear" w:color="auto" w:fill="2D739F"/>
            <w:vAlign w:val="top"/>
          </w:tcPr>
          <w:p w14:paraId="18B74654" w14:textId="77777777" w:rsidR="007E10A9" w:rsidRPr="007E10A9" w:rsidRDefault="006F4E8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4A11C5B4" w14:textId="77777777" w:rsidR="007E10A9" w:rsidRDefault="000B3ACF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6DA6548" w14:textId="77777777" w:rsidR="007E10A9" w:rsidRDefault="000B3ACF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36C3B4C" w14:textId="77777777" w:rsidR="007E10A9" w:rsidRDefault="000B3ACF" w:rsidP="007E10A9">
            <w:pPr>
              <w:rPr>
                <w:lang w:eastAsia="en-AU"/>
              </w:rPr>
            </w:pPr>
          </w:p>
        </w:tc>
      </w:tr>
      <w:tr w:rsidR="002C3F28" w14:paraId="1A24102C" w14:textId="77777777" w:rsidTr="002C3F28">
        <w:tc>
          <w:tcPr>
            <w:tcW w:w="310" w:type="pct"/>
            <w:shd w:val="clear" w:color="auto" w:fill="2D739F"/>
            <w:vAlign w:val="top"/>
          </w:tcPr>
          <w:p w14:paraId="458CAB97" w14:textId="77777777" w:rsidR="007E10A9" w:rsidRPr="007E10A9" w:rsidRDefault="006F4E8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409FA708" w14:textId="77777777" w:rsidR="007E10A9" w:rsidRDefault="000B3ACF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7D7BC51" w14:textId="77777777" w:rsidR="007E10A9" w:rsidRDefault="000B3ACF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A60442C" w14:textId="77777777" w:rsidR="007E10A9" w:rsidRDefault="000B3ACF" w:rsidP="007E10A9">
            <w:pPr>
              <w:rPr>
                <w:lang w:eastAsia="en-AU"/>
              </w:rPr>
            </w:pPr>
          </w:p>
        </w:tc>
      </w:tr>
      <w:tr w:rsidR="002C3F28" w14:paraId="29926589" w14:textId="77777777" w:rsidTr="002C3F28">
        <w:tc>
          <w:tcPr>
            <w:tcW w:w="310" w:type="pct"/>
            <w:shd w:val="clear" w:color="auto" w:fill="2D739F"/>
            <w:vAlign w:val="top"/>
          </w:tcPr>
          <w:p w14:paraId="748D26B2" w14:textId="77777777" w:rsidR="007E10A9" w:rsidRPr="007E10A9" w:rsidRDefault="006F4E8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66127C23" w14:textId="77777777" w:rsidR="007E10A9" w:rsidRDefault="000B3ACF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E31461F" w14:textId="77777777" w:rsidR="007E10A9" w:rsidRDefault="000B3ACF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35BF351" w14:textId="77777777" w:rsidR="007E10A9" w:rsidRDefault="000B3ACF" w:rsidP="007E10A9">
            <w:pPr>
              <w:rPr>
                <w:lang w:eastAsia="en-AU"/>
              </w:rPr>
            </w:pPr>
          </w:p>
        </w:tc>
      </w:tr>
      <w:tr w:rsidR="002C3F28" w14:paraId="62ABAD70" w14:textId="77777777" w:rsidTr="002C3F28">
        <w:tc>
          <w:tcPr>
            <w:tcW w:w="310" w:type="pct"/>
            <w:shd w:val="clear" w:color="auto" w:fill="2D739F"/>
            <w:vAlign w:val="top"/>
          </w:tcPr>
          <w:p w14:paraId="704DFD07" w14:textId="77777777" w:rsidR="007E10A9" w:rsidRPr="007E10A9" w:rsidRDefault="006F4E8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7AF0E196" w14:textId="77777777" w:rsidR="007E10A9" w:rsidRDefault="000B3ACF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60B3500" w14:textId="77777777" w:rsidR="007E10A9" w:rsidRDefault="000B3ACF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6FCFE10" w14:textId="77777777" w:rsidR="007E10A9" w:rsidRDefault="000B3ACF" w:rsidP="007E10A9">
            <w:pPr>
              <w:rPr>
                <w:lang w:eastAsia="en-AU"/>
              </w:rPr>
            </w:pPr>
          </w:p>
        </w:tc>
      </w:tr>
      <w:tr w:rsidR="002C3F28" w14:paraId="00BA9E9A" w14:textId="77777777" w:rsidTr="002C3F28">
        <w:tc>
          <w:tcPr>
            <w:tcW w:w="310" w:type="pct"/>
            <w:shd w:val="clear" w:color="auto" w:fill="2D739F"/>
            <w:vAlign w:val="top"/>
          </w:tcPr>
          <w:p w14:paraId="6F2984D1" w14:textId="77777777" w:rsidR="007E10A9" w:rsidRPr="007E10A9" w:rsidRDefault="006F4E8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26D92BAE" w14:textId="77777777" w:rsidR="007E10A9" w:rsidRDefault="000B3ACF" w:rsidP="007E10A9">
            <w:pPr>
              <w:rPr>
                <w:lang w:eastAsia="en-AU"/>
              </w:rPr>
            </w:pPr>
            <w:bookmarkStart w:id="2" w:name="_GoBack"/>
            <w:bookmarkEnd w:id="2"/>
          </w:p>
        </w:tc>
        <w:tc>
          <w:tcPr>
            <w:tcW w:w="660" w:type="pct"/>
            <w:vAlign w:val="top"/>
          </w:tcPr>
          <w:p w14:paraId="746D7F76" w14:textId="77777777" w:rsidR="007E10A9" w:rsidRDefault="000B3ACF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7BFB620" w14:textId="77777777" w:rsidR="007E10A9" w:rsidRDefault="000B3ACF" w:rsidP="007E10A9">
            <w:pPr>
              <w:rPr>
                <w:lang w:eastAsia="en-AU"/>
              </w:rPr>
            </w:pPr>
          </w:p>
        </w:tc>
      </w:tr>
      <w:tr w:rsidR="002C3F28" w14:paraId="3E60366C" w14:textId="77777777" w:rsidTr="002C3F28">
        <w:tc>
          <w:tcPr>
            <w:tcW w:w="310" w:type="pct"/>
            <w:shd w:val="clear" w:color="auto" w:fill="2D739F"/>
            <w:vAlign w:val="top"/>
          </w:tcPr>
          <w:p w14:paraId="12633D89" w14:textId="77777777" w:rsidR="007E10A9" w:rsidRPr="007E10A9" w:rsidRDefault="006F4E8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7</w:t>
            </w:r>
          </w:p>
        </w:tc>
        <w:tc>
          <w:tcPr>
            <w:tcW w:w="2658" w:type="pct"/>
            <w:vAlign w:val="top"/>
          </w:tcPr>
          <w:p w14:paraId="043C5E1B" w14:textId="77777777" w:rsidR="007E10A9" w:rsidRDefault="000B3ACF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AF2ECAB" w14:textId="77777777" w:rsidR="007E10A9" w:rsidRDefault="000B3ACF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46E1673" w14:textId="77777777" w:rsidR="007E10A9" w:rsidRDefault="000B3ACF" w:rsidP="007E10A9">
            <w:pPr>
              <w:rPr>
                <w:lang w:eastAsia="en-AU"/>
              </w:rPr>
            </w:pPr>
          </w:p>
        </w:tc>
      </w:tr>
      <w:tr w:rsidR="002C3F28" w14:paraId="7EF6F800" w14:textId="77777777" w:rsidTr="002C3F28">
        <w:tc>
          <w:tcPr>
            <w:tcW w:w="310" w:type="pct"/>
            <w:shd w:val="clear" w:color="auto" w:fill="2D739F"/>
            <w:vAlign w:val="top"/>
          </w:tcPr>
          <w:p w14:paraId="0C149A0A" w14:textId="77777777" w:rsidR="007E10A9" w:rsidRPr="007E10A9" w:rsidRDefault="006F4E8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0D662C15" w14:textId="77777777" w:rsidR="007E10A9" w:rsidRDefault="000B3ACF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3B5C8D2" w14:textId="77777777" w:rsidR="007E10A9" w:rsidRDefault="000B3ACF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FE5D3B1" w14:textId="77777777" w:rsidR="007E10A9" w:rsidRDefault="000B3ACF" w:rsidP="007E10A9">
            <w:pPr>
              <w:rPr>
                <w:lang w:eastAsia="en-AU"/>
              </w:rPr>
            </w:pPr>
          </w:p>
        </w:tc>
      </w:tr>
      <w:tr w:rsidR="00531D44" w14:paraId="6C8C6C4E" w14:textId="77777777" w:rsidTr="002C3F28">
        <w:tc>
          <w:tcPr>
            <w:tcW w:w="310" w:type="pct"/>
            <w:shd w:val="clear" w:color="auto" w:fill="2D739F"/>
            <w:vAlign w:val="top"/>
          </w:tcPr>
          <w:p w14:paraId="5C4B0DC8" w14:textId="492007CA" w:rsidR="00531D44" w:rsidRPr="007E10A9" w:rsidRDefault="00531D4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465C9709" w14:textId="77777777" w:rsidR="00531D44" w:rsidRDefault="00531D4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91B04E4" w14:textId="77777777" w:rsidR="00531D44" w:rsidRDefault="00531D4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C9789C0" w14:textId="77777777" w:rsidR="00531D44" w:rsidRDefault="00531D44" w:rsidP="007E10A9">
            <w:pPr>
              <w:rPr>
                <w:lang w:eastAsia="en-AU"/>
              </w:rPr>
            </w:pPr>
          </w:p>
        </w:tc>
      </w:tr>
      <w:tr w:rsidR="00531D44" w14:paraId="5D92DAB5" w14:textId="77777777" w:rsidTr="002C3F28">
        <w:tc>
          <w:tcPr>
            <w:tcW w:w="310" w:type="pct"/>
            <w:shd w:val="clear" w:color="auto" w:fill="2D739F"/>
            <w:vAlign w:val="top"/>
          </w:tcPr>
          <w:p w14:paraId="514DBC41" w14:textId="598100F6" w:rsidR="00531D44" w:rsidRDefault="00531D4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2E3BFA4F" w14:textId="77777777" w:rsidR="00531D44" w:rsidRDefault="00531D4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DFE635E" w14:textId="77777777" w:rsidR="00531D44" w:rsidRDefault="00531D4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336EF9B" w14:textId="77777777" w:rsidR="00531D44" w:rsidRDefault="00531D44" w:rsidP="007E10A9">
            <w:pPr>
              <w:rPr>
                <w:lang w:eastAsia="en-AU"/>
              </w:rPr>
            </w:pPr>
          </w:p>
        </w:tc>
      </w:tr>
      <w:tr w:rsidR="00531D44" w14:paraId="0C7E543D" w14:textId="77777777" w:rsidTr="002C3F28">
        <w:tc>
          <w:tcPr>
            <w:tcW w:w="310" w:type="pct"/>
            <w:shd w:val="clear" w:color="auto" w:fill="2D739F"/>
            <w:vAlign w:val="top"/>
          </w:tcPr>
          <w:p w14:paraId="1E9CAF5A" w14:textId="1608E644" w:rsidR="00531D44" w:rsidRDefault="00531D4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7BFFC08C" w14:textId="77777777" w:rsidR="00531D44" w:rsidRDefault="00531D4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D8AA52F" w14:textId="77777777" w:rsidR="00531D44" w:rsidRDefault="00531D4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AEFCC52" w14:textId="77777777" w:rsidR="00531D44" w:rsidRDefault="00531D44" w:rsidP="007E10A9">
            <w:pPr>
              <w:rPr>
                <w:lang w:eastAsia="en-AU"/>
              </w:rPr>
            </w:pPr>
          </w:p>
        </w:tc>
      </w:tr>
      <w:tr w:rsidR="00531D44" w14:paraId="1290817A" w14:textId="77777777" w:rsidTr="002C3F28">
        <w:tc>
          <w:tcPr>
            <w:tcW w:w="310" w:type="pct"/>
            <w:shd w:val="clear" w:color="auto" w:fill="2D739F"/>
            <w:vAlign w:val="top"/>
          </w:tcPr>
          <w:p w14:paraId="32E59B30" w14:textId="15F3B972" w:rsidR="00531D44" w:rsidRDefault="00531D4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2D7F4C6B" w14:textId="77777777" w:rsidR="00531D44" w:rsidRDefault="00531D4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7A35F65" w14:textId="77777777" w:rsidR="00531D44" w:rsidRDefault="00531D4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18F53D9" w14:textId="77777777" w:rsidR="00531D44" w:rsidRDefault="00531D44" w:rsidP="007E10A9">
            <w:pPr>
              <w:rPr>
                <w:lang w:eastAsia="en-AU"/>
              </w:rPr>
            </w:pPr>
          </w:p>
        </w:tc>
      </w:tr>
      <w:tr w:rsidR="00531D44" w14:paraId="232CAB3E" w14:textId="77777777" w:rsidTr="002C3F28">
        <w:tc>
          <w:tcPr>
            <w:tcW w:w="310" w:type="pct"/>
            <w:shd w:val="clear" w:color="auto" w:fill="2D739F"/>
            <w:vAlign w:val="top"/>
          </w:tcPr>
          <w:p w14:paraId="10E9EFF1" w14:textId="3501C821" w:rsidR="00531D44" w:rsidRDefault="00531D4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13</w:t>
            </w:r>
          </w:p>
        </w:tc>
        <w:tc>
          <w:tcPr>
            <w:tcW w:w="2658" w:type="pct"/>
            <w:vAlign w:val="top"/>
          </w:tcPr>
          <w:p w14:paraId="79A69F74" w14:textId="77777777" w:rsidR="00531D44" w:rsidRDefault="00531D4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8401A1B" w14:textId="77777777" w:rsidR="00531D44" w:rsidRDefault="00531D4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E36461E" w14:textId="77777777" w:rsidR="00531D44" w:rsidRDefault="00531D44" w:rsidP="007E10A9">
            <w:pPr>
              <w:rPr>
                <w:lang w:eastAsia="en-AU"/>
              </w:rPr>
            </w:pPr>
          </w:p>
        </w:tc>
      </w:tr>
      <w:tr w:rsidR="00531D44" w14:paraId="1C725D53" w14:textId="77777777" w:rsidTr="002C3F28">
        <w:tc>
          <w:tcPr>
            <w:tcW w:w="310" w:type="pct"/>
            <w:shd w:val="clear" w:color="auto" w:fill="2D739F"/>
            <w:vAlign w:val="top"/>
          </w:tcPr>
          <w:p w14:paraId="6C95D318" w14:textId="79A8E21F" w:rsidR="00531D44" w:rsidRDefault="00531D4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14</w:t>
            </w:r>
          </w:p>
        </w:tc>
        <w:tc>
          <w:tcPr>
            <w:tcW w:w="2658" w:type="pct"/>
            <w:vAlign w:val="top"/>
          </w:tcPr>
          <w:p w14:paraId="4AD02565" w14:textId="77777777" w:rsidR="00531D44" w:rsidRDefault="00531D4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E378044" w14:textId="77777777" w:rsidR="00531D44" w:rsidRDefault="00531D4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2406BC0" w14:textId="77777777" w:rsidR="00531D44" w:rsidRDefault="00531D44" w:rsidP="007E10A9">
            <w:pPr>
              <w:rPr>
                <w:lang w:eastAsia="en-AU"/>
              </w:rPr>
            </w:pPr>
          </w:p>
        </w:tc>
      </w:tr>
      <w:tr w:rsidR="00531D44" w14:paraId="24E5E2C1" w14:textId="77777777" w:rsidTr="002C3F28">
        <w:tc>
          <w:tcPr>
            <w:tcW w:w="310" w:type="pct"/>
            <w:shd w:val="clear" w:color="auto" w:fill="2D739F"/>
            <w:vAlign w:val="top"/>
          </w:tcPr>
          <w:p w14:paraId="2D967976" w14:textId="2D11F2EE" w:rsidR="00531D44" w:rsidRDefault="00531D4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15</w:t>
            </w:r>
          </w:p>
        </w:tc>
        <w:tc>
          <w:tcPr>
            <w:tcW w:w="2658" w:type="pct"/>
            <w:vAlign w:val="top"/>
          </w:tcPr>
          <w:p w14:paraId="00BE65BC" w14:textId="77777777" w:rsidR="00531D44" w:rsidRDefault="00531D4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35183D0" w14:textId="77777777" w:rsidR="00531D44" w:rsidRDefault="00531D4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93A83FB" w14:textId="77777777" w:rsidR="00531D44" w:rsidRDefault="00531D44" w:rsidP="007E10A9">
            <w:pPr>
              <w:rPr>
                <w:lang w:eastAsia="en-AU"/>
              </w:rPr>
            </w:pPr>
          </w:p>
        </w:tc>
      </w:tr>
    </w:tbl>
    <w:p w14:paraId="63951BDF" w14:textId="77777777" w:rsidR="00BC4442" w:rsidRDefault="000B3ACF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1BBEB" w14:textId="77777777" w:rsidR="00705669" w:rsidRDefault="006F4E8D">
      <w:pPr>
        <w:spacing w:before="0" w:after="0" w:line="240" w:lineRule="auto"/>
      </w:pPr>
      <w:r>
        <w:separator/>
      </w:r>
    </w:p>
  </w:endnote>
  <w:endnote w:type="continuationSeparator" w:id="0">
    <w:p w14:paraId="2F532946" w14:textId="77777777" w:rsidR="00705669" w:rsidRDefault="006F4E8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34EE7" w14:textId="77777777" w:rsidR="00CC4677" w:rsidRPr="004820C4" w:rsidRDefault="000B3ACF" w:rsidP="0002323C">
    <w:pPr>
      <w:pStyle w:val="Footer-DocumentTitleLeft"/>
    </w:pPr>
  </w:p>
  <w:p w14:paraId="3B16D939" w14:textId="77777777" w:rsidR="00CC4677" w:rsidRDefault="006F4E8D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7698295C" w14:textId="77777777" w:rsidR="00CC4677" w:rsidRPr="0006452B" w:rsidRDefault="000B3ACF" w:rsidP="00EE3A11"/>
  <w:p w14:paraId="46779D77" w14:textId="77777777" w:rsidR="00BA0812" w:rsidRDefault="000B3ACF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01CC3919" w14:textId="4AB5E500" w:rsidR="002F4D19" w:rsidRDefault="006F4E8D" w:rsidP="00096F1A">
        <w:pPr>
          <w:pStyle w:val="Bodyfooter"/>
          <w:tabs>
            <w:tab w:val="left" w:pos="4768"/>
          </w:tabs>
          <w:rPr>
            <w:noProof/>
          </w:rPr>
        </w:pPr>
        <w:r w:rsidRPr="008D467A">
          <w:t>Document title</w:t>
        </w:r>
        <w:r>
          <w:t xml:space="preserve">: </w:t>
        </w:r>
        <w:fldSimple w:instr=" FILENAME   \* MERGEFORMAT ">
          <w:r w:rsidR="000B3ACF">
            <w:rPr>
              <w:noProof/>
            </w:rPr>
            <w:t>MSL972001_StDec</w:t>
          </w:r>
        </w:fldSimple>
        <w:r>
          <w:rPr>
            <w:noProof/>
          </w:rPr>
          <w:tab/>
        </w:r>
        <w:r>
          <w:t>RTO Code: 90003</w:t>
        </w:r>
        <w:r>
          <w:rPr>
            <w:noProof/>
          </w:rPr>
          <w:tab/>
        </w:r>
        <w:r w:rsidRPr="008D467A">
          <w:t xml:space="preserve">Page </w:t>
        </w:r>
        <w:r w:rsidRPr="008D467A">
          <w:fldChar w:fldCharType="begin"/>
        </w:r>
        <w:r w:rsidRPr="008D467A">
          <w:instrText xml:space="preserve"> PAGE  \* Arabic  \* MERGEFORMAT </w:instrText>
        </w:r>
        <w:r w:rsidRPr="008D467A">
          <w:fldChar w:fldCharType="separate"/>
        </w:r>
        <w:r w:rsidR="000B3ACF">
          <w:rPr>
            <w:noProof/>
          </w:rPr>
          <w:t>2</w:t>
        </w:r>
        <w:r w:rsidRPr="008D467A">
          <w:fldChar w:fldCharType="end"/>
        </w:r>
        <w:r w:rsidRPr="008D467A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0B3ACF">
          <w:rPr>
            <w:noProof/>
          </w:rPr>
          <w:t>2</w:t>
        </w:r>
        <w:r>
          <w:rPr>
            <w:noProof/>
          </w:rPr>
          <w:fldChar w:fldCharType="end"/>
        </w:r>
      </w:p>
      <w:p w14:paraId="4A21CF47" w14:textId="25989930" w:rsidR="00BA0812" w:rsidRDefault="002F4D19" w:rsidP="002F4D19">
        <w:pPr>
          <w:pStyle w:val="Bodyfooter"/>
          <w:rPr>
            <w:noProof/>
          </w:rPr>
        </w:pPr>
        <w:r>
          <w:rPr>
            <w:noProof/>
          </w:rPr>
          <w:t>Resource ID: MRS_18_08_MSL972001_StDec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A602F" w14:textId="77777777" w:rsidR="00AA3155" w:rsidRPr="008D467A" w:rsidRDefault="006F4E8D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2C18E702" w14:textId="77777777" w:rsidR="00AA3155" w:rsidRPr="008948B1" w:rsidRDefault="006F4E8D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526312D7" w14:textId="77777777" w:rsidR="00CC4677" w:rsidRPr="00AA3155" w:rsidRDefault="000B3ACF" w:rsidP="00EE3A11">
    <w:pPr>
      <w:pStyle w:val="Footer"/>
    </w:pPr>
  </w:p>
  <w:p w14:paraId="3DD69726" w14:textId="77777777" w:rsidR="00BA0812" w:rsidRDefault="000B3ACF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954A6D" w14:textId="77777777" w:rsidR="00705669" w:rsidRDefault="006F4E8D">
      <w:pPr>
        <w:spacing w:before="0" w:after="0" w:line="240" w:lineRule="auto"/>
      </w:pPr>
      <w:r>
        <w:separator/>
      </w:r>
    </w:p>
  </w:footnote>
  <w:footnote w:type="continuationSeparator" w:id="0">
    <w:p w14:paraId="74550585" w14:textId="77777777" w:rsidR="00705669" w:rsidRDefault="006F4E8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93658" w14:textId="77777777" w:rsidR="00CC4677" w:rsidRDefault="000B3ACF" w:rsidP="00EE3A11"/>
  <w:p w14:paraId="4776AE8D" w14:textId="77777777" w:rsidR="00BA0812" w:rsidRDefault="000B3ACF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45B90" w14:textId="77777777" w:rsidR="00BA0812" w:rsidRDefault="006F4E8D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9F7F9" w14:textId="77777777" w:rsidR="004238CB" w:rsidRDefault="000B3ACF" w:rsidP="00EE3A11">
    <w:pPr>
      <w:pStyle w:val="Header"/>
    </w:pPr>
  </w:p>
  <w:p w14:paraId="757AC812" w14:textId="77777777" w:rsidR="00BA0812" w:rsidRDefault="000B3ACF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B562DD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5420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CAE3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7C52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3EC7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8888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D240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BC90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72B7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3C0035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F6BB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881B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9AAF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527A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3447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C211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C28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1434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E93C6104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2CDB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C2E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740B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5A3A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E613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B0F2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6C79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E24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CAE2B8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146D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7C03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D23F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E82C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D2D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36FE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F62E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5001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6F6AC6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4E68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8C37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0262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D0F6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685D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4CCF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E4FC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AA71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44A869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02284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0E8A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E48A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8CDC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AE4A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3EF7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66ED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2AC9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03345B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52B2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4800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50F1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8A19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4EBA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D2C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4290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F2E9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98D49B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57FCBE3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B724F6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9E0DBB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65AC8C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578AF9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3D0AEA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6929D4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70C400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4E5EF56A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6BFE91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829B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5406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16B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9606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B462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A3C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D660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AF283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D2EF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CA70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F4CC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7EDE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FA95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0A55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360A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00DF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38BCCB9E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E356E1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C83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A626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94D8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2A61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A2C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FEEC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C464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901E60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F2D7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2A87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FC83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64F3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10E5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8A4C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4A39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0AB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5964C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64C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F86E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6444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882C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BC67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AC1D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3238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16F5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31B8D7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20B5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24CB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E8B3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C4E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9896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C4F3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98B5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7CF5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B52CF3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6CAE7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F841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307F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B02F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3ADD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6628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A4AF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B433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87321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6CE4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063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DC3F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7EA8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38CB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724A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DEF0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9A66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32AE9B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4EFD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A075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A87F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029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0C7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2CF7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34CD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1AD8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4266D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48E3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44D7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A86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1AB0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BC4A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B4CF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62BC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DCCC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94FCFA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0E3B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6290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2093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F83C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4E17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38A6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0813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92CA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293E8716">
      <w:start w:val="1"/>
      <w:numFmt w:val="decimal"/>
      <w:lvlText w:val="%1."/>
      <w:lvlJc w:val="left"/>
      <w:pPr>
        <w:ind w:left="720" w:hanging="360"/>
      </w:pPr>
    </w:lvl>
    <w:lvl w:ilvl="1" w:tplc="E7483996">
      <w:start w:val="1"/>
      <w:numFmt w:val="lowerLetter"/>
      <w:lvlText w:val="%2."/>
      <w:lvlJc w:val="left"/>
      <w:pPr>
        <w:ind w:left="1440" w:hanging="360"/>
      </w:pPr>
    </w:lvl>
    <w:lvl w:ilvl="2" w:tplc="AF4EB310">
      <w:start w:val="1"/>
      <w:numFmt w:val="lowerRoman"/>
      <w:lvlText w:val="%3."/>
      <w:lvlJc w:val="right"/>
      <w:pPr>
        <w:ind w:left="2160" w:hanging="180"/>
      </w:pPr>
    </w:lvl>
    <w:lvl w:ilvl="3" w:tplc="F384907A">
      <w:start w:val="1"/>
      <w:numFmt w:val="decimal"/>
      <w:lvlText w:val="%4."/>
      <w:lvlJc w:val="left"/>
      <w:pPr>
        <w:ind w:left="2880" w:hanging="360"/>
      </w:pPr>
    </w:lvl>
    <w:lvl w:ilvl="4" w:tplc="20B2C622">
      <w:start w:val="1"/>
      <w:numFmt w:val="lowerLetter"/>
      <w:lvlText w:val="%5."/>
      <w:lvlJc w:val="left"/>
      <w:pPr>
        <w:ind w:left="3600" w:hanging="360"/>
      </w:pPr>
    </w:lvl>
    <w:lvl w:ilvl="5" w:tplc="BA501D4E">
      <w:start w:val="1"/>
      <w:numFmt w:val="lowerRoman"/>
      <w:lvlText w:val="%6."/>
      <w:lvlJc w:val="right"/>
      <w:pPr>
        <w:ind w:left="4320" w:hanging="180"/>
      </w:pPr>
    </w:lvl>
    <w:lvl w:ilvl="6" w:tplc="9D1E2046">
      <w:start w:val="1"/>
      <w:numFmt w:val="decimal"/>
      <w:lvlText w:val="%7."/>
      <w:lvlJc w:val="left"/>
      <w:pPr>
        <w:ind w:left="5040" w:hanging="360"/>
      </w:pPr>
    </w:lvl>
    <w:lvl w:ilvl="7" w:tplc="A0D20468">
      <w:start w:val="1"/>
      <w:numFmt w:val="lowerLetter"/>
      <w:lvlText w:val="%8."/>
      <w:lvlJc w:val="left"/>
      <w:pPr>
        <w:ind w:left="5760" w:hanging="360"/>
      </w:pPr>
    </w:lvl>
    <w:lvl w:ilvl="8" w:tplc="5CBAE5F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722684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E66F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0856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62D0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DC8A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B4DD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C8EC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3C96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C6DE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69928D54">
      <w:start w:val="1"/>
      <w:numFmt w:val="decimal"/>
      <w:lvlText w:val="%1."/>
      <w:lvlJc w:val="left"/>
      <w:pPr>
        <w:ind w:left="720" w:hanging="360"/>
      </w:pPr>
    </w:lvl>
    <w:lvl w:ilvl="1" w:tplc="519AF908">
      <w:start w:val="1"/>
      <w:numFmt w:val="lowerLetter"/>
      <w:lvlText w:val="%2."/>
      <w:lvlJc w:val="left"/>
      <w:pPr>
        <w:ind w:left="1440" w:hanging="360"/>
      </w:pPr>
    </w:lvl>
    <w:lvl w:ilvl="2" w:tplc="3BD4B682">
      <w:start w:val="1"/>
      <w:numFmt w:val="lowerRoman"/>
      <w:lvlText w:val="%3."/>
      <w:lvlJc w:val="right"/>
      <w:pPr>
        <w:ind w:left="2160" w:hanging="180"/>
      </w:pPr>
    </w:lvl>
    <w:lvl w:ilvl="3" w:tplc="326A70C2" w:tentative="1">
      <w:start w:val="1"/>
      <w:numFmt w:val="decimal"/>
      <w:lvlText w:val="%4."/>
      <w:lvlJc w:val="left"/>
      <w:pPr>
        <w:ind w:left="2880" w:hanging="360"/>
      </w:pPr>
    </w:lvl>
    <w:lvl w:ilvl="4" w:tplc="6410158C" w:tentative="1">
      <w:start w:val="1"/>
      <w:numFmt w:val="lowerLetter"/>
      <w:lvlText w:val="%5."/>
      <w:lvlJc w:val="left"/>
      <w:pPr>
        <w:ind w:left="3600" w:hanging="360"/>
      </w:pPr>
    </w:lvl>
    <w:lvl w:ilvl="5" w:tplc="16D41B32" w:tentative="1">
      <w:start w:val="1"/>
      <w:numFmt w:val="lowerRoman"/>
      <w:lvlText w:val="%6."/>
      <w:lvlJc w:val="right"/>
      <w:pPr>
        <w:ind w:left="4320" w:hanging="180"/>
      </w:pPr>
    </w:lvl>
    <w:lvl w:ilvl="6" w:tplc="9C005650" w:tentative="1">
      <w:start w:val="1"/>
      <w:numFmt w:val="decimal"/>
      <w:lvlText w:val="%7."/>
      <w:lvlJc w:val="left"/>
      <w:pPr>
        <w:ind w:left="5040" w:hanging="360"/>
      </w:pPr>
    </w:lvl>
    <w:lvl w:ilvl="7" w:tplc="8DBCD7FC" w:tentative="1">
      <w:start w:val="1"/>
      <w:numFmt w:val="lowerLetter"/>
      <w:lvlText w:val="%8."/>
      <w:lvlJc w:val="left"/>
      <w:pPr>
        <w:ind w:left="5760" w:hanging="360"/>
      </w:pPr>
    </w:lvl>
    <w:lvl w:ilvl="8" w:tplc="5A76CC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91C812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F2C7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80A8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2450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F608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50EB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0687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D6B8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6890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2BA6E3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A6F7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98E8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981B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AA84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68A6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5065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6A32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1E9B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0DCE031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A02A5B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2C2AC4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438FD2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DD80B8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62238E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3B62CC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8EED4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F2ACC1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377C04F6">
      <w:start w:val="1"/>
      <w:numFmt w:val="decimal"/>
      <w:lvlText w:val="%1."/>
      <w:lvlJc w:val="left"/>
      <w:pPr>
        <w:ind w:left="720" w:hanging="360"/>
      </w:pPr>
    </w:lvl>
    <w:lvl w:ilvl="1" w:tplc="CB5E5E56" w:tentative="1">
      <w:start w:val="1"/>
      <w:numFmt w:val="lowerLetter"/>
      <w:lvlText w:val="%2."/>
      <w:lvlJc w:val="left"/>
      <w:pPr>
        <w:ind w:left="1440" w:hanging="360"/>
      </w:pPr>
    </w:lvl>
    <w:lvl w:ilvl="2" w:tplc="78608DC4" w:tentative="1">
      <w:start w:val="1"/>
      <w:numFmt w:val="lowerRoman"/>
      <w:lvlText w:val="%3."/>
      <w:lvlJc w:val="right"/>
      <w:pPr>
        <w:ind w:left="2160" w:hanging="180"/>
      </w:pPr>
    </w:lvl>
    <w:lvl w:ilvl="3" w:tplc="0896AE1A" w:tentative="1">
      <w:start w:val="1"/>
      <w:numFmt w:val="decimal"/>
      <w:lvlText w:val="%4."/>
      <w:lvlJc w:val="left"/>
      <w:pPr>
        <w:ind w:left="2880" w:hanging="360"/>
      </w:pPr>
    </w:lvl>
    <w:lvl w:ilvl="4" w:tplc="9ABA3B92" w:tentative="1">
      <w:start w:val="1"/>
      <w:numFmt w:val="lowerLetter"/>
      <w:lvlText w:val="%5."/>
      <w:lvlJc w:val="left"/>
      <w:pPr>
        <w:ind w:left="3600" w:hanging="360"/>
      </w:pPr>
    </w:lvl>
    <w:lvl w:ilvl="5" w:tplc="B01EF238" w:tentative="1">
      <w:start w:val="1"/>
      <w:numFmt w:val="lowerRoman"/>
      <w:lvlText w:val="%6."/>
      <w:lvlJc w:val="right"/>
      <w:pPr>
        <w:ind w:left="4320" w:hanging="180"/>
      </w:pPr>
    </w:lvl>
    <w:lvl w:ilvl="6" w:tplc="EC3A0FC2" w:tentative="1">
      <w:start w:val="1"/>
      <w:numFmt w:val="decimal"/>
      <w:lvlText w:val="%7."/>
      <w:lvlJc w:val="left"/>
      <w:pPr>
        <w:ind w:left="5040" w:hanging="360"/>
      </w:pPr>
    </w:lvl>
    <w:lvl w:ilvl="7" w:tplc="0C06AD90" w:tentative="1">
      <w:start w:val="1"/>
      <w:numFmt w:val="lowerLetter"/>
      <w:lvlText w:val="%8."/>
      <w:lvlJc w:val="left"/>
      <w:pPr>
        <w:ind w:left="5760" w:hanging="360"/>
      </w:pPr>
    </w:lvl>
    <w:lvl w:ilvl="8" w:tplc="E3E2FE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FC504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E4F1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A26C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38A5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6040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1AC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2678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EA2C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6007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AB905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8C9C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F273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601A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8211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540C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E28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2EAD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88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FE328F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0C49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EA16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C09B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A8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4868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D084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F6B4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5024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F28"/>
    <w:rsid w:val="000B3ACF"/>
    <w:rsid w:val="002C3F28"/>
    <w:rsid w:val="002F4D19"/>
    <w:rsid w:val="00531D44"/>
    <w:rsid w:val="005D2EA0"/>
    <w:rsid w:val="006F4E8D"/>
    <w:rsid w:val="00705669"/>
    <w:rsid w:val="00ED24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9250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82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DCDF513-95C3-4F56-8405-DCAD65E21D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0F1204-1F90-4727-B816-4B26D07BE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Code_StDec_1of1_20180913</vt:lpstr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Code_StDec_1of1_20180913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2019-11-20T20:16:00Z</dcterms:created>
  <dcterms:modified xsi:type="dcterms:W3CDTF">2020-01-29T01:02:00Z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MSIP_Label_1124e982-4ed1-4819-8c70-4a27f3d38393_Enabled">
    <vt:lpwstr>true</vt:lpwstr>
  </property>
  <property fmtid="{D5CDD505-2E9C-101B-9397-08002B2CF9AE}" pid="4" name="MSIP_Label_1124e982-4ed1-4819-8c70-4a27f3d38393_SetDate">
    <vt:lpwstr>2019-11-20T20:15:32Z</vt:lpwstr>
  </property>
  <property fmtid="{D5CDD505-2E9C-101B-9397-08002B2CF9AE}" pid="5" name="MSIP_Label_1124e982-4ed1-4819-8c70-4a27f3d38393_Method">
    <vt:lpwstr>Standard</vt:lpwstr>
  </property>
  <property fmtid="{D5CDD505-2E9C-101B-9397-08002B2CF9AE}" pid="6" name="MSIP_Label_1124e982-4ed1-4819-8c70-4a27f3d38393_Name">
    <vt:lpwstr>No DLM Required</vt:lpwstr>
  </property>
  <property fmtid="{D5CDD505-2E9C-101B-9397-08002B2CF9AE}" pid="7" name="MSIP_Label_1124e982-4ed1-4819-8c70-4a27f3d38393_SiteId">
    <vt:lpwstr>19537222-55d7-4581-84fb-c2da6e835c74</vt:lpwstr>
  </property>
  <property fmtid="{D5CDD505-2E9C-101B-9397-08002B2CF9AE}" pid="8" name="MSIP_Label_1124e982-4ed1-4819-8c70-4a27f3d38393_ActionId">
    <vt:lpwstr>8a7de340-5af5-489d-b652-0000c9cd6803</vt:lpwstr>
  </property>
  <property fmtid="{D5CDD505-2E9C-101B-9397-08002B2CF9AE}" pid="9" name="MSIP_Label_1124e982-4ed1-4819-8c70-4a27f3d38393_ContentBits">
    <vt:lpwstr>0</vt:lpwstr>
  </property>
</Properties>
</file>