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29900" w14:textId="77777777" w:rsidR="00FC48B2" w:rsidRDefault="005D453B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1FDF52F2" w14:textId="77777777" w:rsidR="00CC3D37" w:rsidRPr="00A56627" w:rsidRDefault="005D453B" w:rsidP="00CC3D37">
      <w:pPr>
        <w:pStyle w:val="Heading2"/>
      </w:pPr>
      <w:r w:rsidRPr="00A56627">
        <w:t>Criteria</w:t>
      </w:r>
    </w:p>
    <w:p w14:paraId="62D0B9F7" w14:textId="77777777" w:rsidR="00CC3D37" w:rsidRDefault="005D453B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5543A4B" w14:textId="77777777" w:rsidR="00CC3D37" w:rsidRDefault="1613A44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1613A446">
        <w:rPr>
          <w:sz w:val="22"/>
          <w:szCs w:val="22"/>
          <w:lang w:eastAsia="en-AU"/>
        </w:rPr>
        <w:t>MSL30118 - Certificate III in Laboratory Skills (1)</w:t>
      </w:r>
      <w:bookmarkEnd w:id="0"/>
    </w:p>
    <w:p w14:paraId="2A0D6B20" w14:textId="29B9EE72" w:rsidR="00275635" w:rsidRDefault="0027563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– Certificate IV in Laboratory Techniques (1)</w:t>
      </w:r>
    </w:p>
    <w:p w14:paraId="4AF15FA1" w14:textId="0F965875" w:rsidR="005F396E" w:rsidRPr="00D83795" w:rsidRDefault="005F396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5F396E"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31E6AEDC" w14:textId="77777777" w:rsidR="00CC3D37" w:rsidRDefault="005D453B" w:rsidP="00CC3D37">
      <w:pPr>
        <w:pStyle w:val="Heading3"/>
      </w:pPr>
      <w:r w:rsidRPr="007A6B4A">
        <w:t>Unit code, name and release number</w:t>
      </w:r>
    </w:p>
    <w:p w14:paraId="0A37501D" w14:textId="673A72C9" w:rsidR="00CC3D37" w:rsidRDefault="005D453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MSL973013 - Perform basic tests (1)</w:t>
      </w:r>
      <w:bookmarkEnd w:id="1"/>
    </w:p>
    <w:p w14:paraId="48528480" w14:textId="77777777" w:rsidR="005F396E" w:rsidRPr="00D83795" w:rsidRDefault="005F396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844CE2" w14:textId="77777777" w:rsidR="00BC4442" w:rsidRPr="004A551B" w:rsidRDefault="005D453B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0B239001" w14:textId="77777777" w:rsidR="0040694E" w:rsidRPr="004A551B" w:rsidRDefault="005D453B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6DDCD4F6" w14:textId="77777777" w:rsidR="0040694E" w:rsidRPr="004A551B" w:rsidRDefault="005D453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065D810C" w14:textId="77777777" w:rsidR="0040694E" w:rsidRPr="004A551B" w:rsidRDefault="005D453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27B2613" w14:textId="77777777" w:rsidR="0040694E" w:rsidRPr="004A551B" w:rsidRDefault="005D453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91CCA04" w14:textId="77777777" w:rsidR="0040694E" w:rsidRPr="004A551B" w:rsidRDefault="005D453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CB2D7C6" w14:textId="77777777" w:rsidR="0040694E" w:rsidRPr="004A551B" w:rsidRDefault="005D453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>/or resources</w:t>
      </w:r>
    </w:p>
    <w:p w14:paraId="64245693" w14:textId="77777777" w:rsidR="003F73CB" w:rsidRDefault="005D453B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495834" w14:paraId="0DE8FB5A" w14:textId="77777777" w:rsidTr="004958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65804BD3" w14:textId="77777777" w:rsidR="007E10A9" w:rsidRDefault="005D453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7074D77" w14:textId="77777777" w:rsidR="007E10A9" w:rsidRDefault="005D453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91072FA" w14:textId="77777777" w:rsidR="007E10A9" w:rsidRDefault="005D453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CCB031D" w14:textId="77777777" w:rsidR="007E10A9" w:rsidRDefault="005D453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495834" w14:paraId="649841BE" w14:textId="77777777" w:rsidTr="00495834">
        <w:tc>
          <w:tcPr>
            <w:tcW w:w="310" w:type="pct"/>
            <w:shd w:val="clear" w:color="auto" w:fill="2D739F"/>
            <w:vAlign w:val="top"/>
          </w:tcPr>
          <w:p w14:paraId="56B20A0C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02410C1D" w14:textId="258A6304" w:rsidR="000F3A05" w:rsidRDefault="000F3A05" w:rsidP="005F396E">
            <w:pPr>
              <w:rPr>
                <w:lang w:eastAsia="en-AU"/>
              </w:rPr>
            </w:pPr>
          </w:p>
          <w:p w14:paraId="252C9785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132CC0A0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44F5915A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7E915693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7DA7FDE7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49055696" w14:textId="28B33293" w:rsidR="007E10A9" w:rsidRPr="000F3A05" w:rsidRDefault="005352DE" w:rsidP="000F3A0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2EB378F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A05A809" w14:textId="77777777" w:rsidR="007E10A9" w:rsidRDefault="005352DE" w:rsidP="007E10A9">
            <w:pPr>
              <w:rPr>
                <w:lang w:eastAsia="en-AU"/>
              </w:rPr>
            </w:pPr>
          </w:p>
        </w:tc>
      </w:tr>
      <w:tr w:rsidR="00495834" w14:paraId="18F999B5" w14:textId="77777777" w:rsidTr="00495834">
        <w:tc>
          <w:tcPr>
            <w:tcW w:w="310" w:type="pct"/>
            <w:shd w:val="clear" w:color="auto" w:fill="2D739F"/>
            <w:vAlign w:val="top"/>
          </w:tcPr>
          <w:p w14:paraId="7144751B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DE4CFF6" w14:textId="454C425A" w:rsidR="000F3A05" w:rsidRDefault="000F3A05" w:rsidP="005F396E">
            <w:pPr>
              <w:rPr>
                <w:lang w:eastAsia="en-AU"/>
              </w:rPr>
            </w:pPr>
          </w:p>
          <w:p w14:paraId="3C434F31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6149B7A4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5F381306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5029F605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199A4F57" w14:textId="053EAAC5" w:rsidR="007E10A9" w:rsidRPr="000F3A05" w:rsidRDefault="005352DE" w:rsidP="000F3A0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C8F396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A3D3EC" w14:textId="77777777" w:rsidR="007E10A9" w:rsidRDefault="005352DE" w:rsidP="007E10A9">
            <w:pPr>
              <w:rPr>
                <w:lang w:eastAsia="en-AU"/>
              </w:rPr>
            </w:pPr>
          </w:p>
        </w:tc>
      </w:tr>
      <w:tr w:rsidR="00495834" w14:paraId="5FCD5EC4" w14:textId="77777777" w:rsidTr="00495834">
        <w:tc>
          <w:tcPr>
            <w:tcW w:w="310" w:type="pct"/>
            <w:shd w:val="clear" w:color="auto" w:fill="2D739F"/>
            <w:vAlign w:val="top"/>
          </w:tcPr>
          <w:p w14:paraId="0B778152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7A695DAC" w14:textId="40154D0D" w:rsidR="000F3A05" w:rsidRDefault="000F3A05" w:rsidP="005F396E">
            <w:pPr>
              <w:rPr>
                <w:lang w:eastAsia="en-AU"/>
              </w:rPr>
            </w:pPr>
          </w:p>
          <w:p w14:paraId="17301B81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16B4BE5B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634F5DCF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0C39CAA9" w14:textId="2EF760F5" w:rsidR="007E10A9" w:rsidRPr="000F3A05" w:rsidRDefault="005352DE" w:rsidP="000F3A0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E27B00A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0061E4C" w14:textId="77777777" w:rsidR="007E10A9" w:rsidRDefault="005352DE" w:rsidP="007E10A9">
            <w:pPr>
              <w:rPr>
                <w:lang w:eastAsia="en-AU"/>
              </w:rPr>
            </w:pPr>
          </w:p>
        </w:tc>
      </w:tr>
      <w:tr w:rsidR="00495834" w14:paraId="2598DEE6" w14:textId="77777777" w:rsidTr="00495834">
        <w:tc>
          <w:tcPr>
            <w:tcW w:w="310" w:type="pct"/>
            <w:shd w:val="clear" w:color="auto" w:fill="2D739F"/>
            <w:vAlign w:val="top"/>
          </w:tcPr>
          <w:p w14:paraId="279935FF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9838E0F" w14:textId="6ADDDD4D" w:rsidR="000F3A05" w:rsidRDefault="000F3A05" w:rsidP="005F396E">
            <w:pPr>
              <w:rPr>
                <w:lang w:eastAsia="en-AU"/>
              </w:rPr>
            </w:pPr>
          </w:p>
          <w:p w14:paraId="23DDDA91" w14:textId="77777777" w:rsidR="000F3A05" w:rsidRPr="000F3A05" w:rsidRDefault="000F3A05" w:rsidP="000F3A05">
            <w:pPr>
              <w:rPr>
                <w:lang w:eastAsia="en-AU"/>
              </w:rPr>
            </w:pPr>
          </w:p>
          <w:p w14:paraId="5C7FB8CC" w14:textId="2AE1649E" w:rsidR="007E10A9" w:rsidRPr="000F3A05" w:rsidRDefault="005352DE" w:rsidP="000F3A0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B94D5A5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DEEC669" w14:textId="77777777" w:rsidR="007E10A9" w:rsidRDefault="005352DE" w:rsidP="007E10A9">
            <w:pPr>
              <w:rPr>
                <w:lang w:eastAsia="en-AU"/>
              </w:rPr>
            </w:pPr>
          </w:p>
        </w:tc>
      </w:tr>
      <w:tr w:rsidR="00495834" w14:paraId="78941E47" w14:textId="77777777" w:rsidTr="00495834">
        <w:tc>
          <w:tcPr>
            <w:tcW w:w="310" w:type="pct"/>
            <w:shd w:val="clear" w:color="auto" w:fill="2D739F"/>
            <w:vAlign w:val="top"/>
          </w:tcPr>
          <w:p w14:paraId="44240AAE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3656B9AB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5FB0818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49F31CB" w14:textId="77777777" w:rsidR="007E10A9" w:rsidRDefault="005352DE" w:rsidP="007E10A9">
            <w:pPr>
              <w:rPr>
                <w:lang w:eastAsia="en-AU"/>
              </w:rPr>
            </w:pPr>
          </w:p>
        </w:tc>
      </w:tr>
      <w:tr w:rsidR="00495834" w14:paraId="29B4EA11" w14:textId="77777777" w:rsidTr="00495834">
        <w:tc>
          <w:tcPr>
            <w:tcW w:w="310" w:type="pct"/>
            <w:shd w:val="clear" w:color="auto" w:fill="2D739F"/>
            <w:vAlign w:val="top"/>
          </w:tcPr>
          <w:p w14:paraId="1B87E3DE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3128261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2486C05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01652C" w14:textId="77777777" w:rsidR="007E10A9" w:rsidRDefault="005352DE" w:rsidP="007E10A9">
            <w:pPr>
              <w:rPr>
                <w:lang w:eastAsia="en-AU"/>
              </w:rPr>
            </w:pPr>
          </w:p>
        </w:tc>
      </w:tr>
      <w:tr w:rsidR="00495834" w14:paraId="75697EEC" w14:textId="77777777" w:rsidTr="00495834">
        <w:tc>
          <w:tcPr>
            <w:tcW w:w="310" w:type="pct"/>
            <w:shd w:val="clear" w:color="auto" w:fill="2D739F"/>
            <w:vAlign w:val="top"/>
          </w:tcPr>
          <w:p w14:paraId="109B8484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4B99056E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299C43A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DDBEF00" w14:textId="77777777" w:rsidR="007E10A9" w:rsidRDefault="005352DE" w:rsidP="007E10A9">
            <w:pPr>
              <w:rPr>
                <w:lang w:eastAsia="en-AU"/>
              </w:rPr>
            </w:pPr>
          </w:p>
        </w:tc>
      </w:tr>
      <w:tr w:rsidR="00495834" w14:paraId="44B0A208" w14:textId="77777777" w:rsidTr="00495834">
        <w:tc>
          <w:tcPr>
            <w:tcW w:w="310" w:type="pct"/>
            <w:shd w:val="clear" w:color="auto" w:fill="2D739F"/>
            <w:vAlign w:val="top"/>
          </w:tcPr>
          <w:p w14:paraId="03853697" w14:textId="77777777" w:rsidR="007E10A9" w:rsidRPr="007E10A9" w:rsidRDefault="005D453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3461D779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CF2D8B6" w14:textId="77777777" w:rsidR="007E10A9" w:rsidRDefault="005352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FB78278" w14:textId="77777777" w:rsidR="007E10A9" w:rsidRDefault="005352DE" w:rsidP="007E10A9">
            <w:pPr>
              <w:rPr>
                <w:lang w:eastAsia="en-AU"/>
              </w:rPr>
            </w:pPr>
          </w:p>
        </w:tc>
      </w:tr>
    </w:tbl>
    <w:p w14:paraId="1FC39945" w14:textId="77777777" w:rsidR="00BC4442" w:rsidRDefault="005352DE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390B3" w14:textId="77777777" w:rsidR="00AC6693" w:rsidRDefault="005D453B">
      <w:pPr>
        <w:spacing w:before="0" w:after="0" w:line="240" w:lineRule="auto"/>
      </w:pPr>
      <w:r>
        <w:separator/>
      </w:r>
    </w:p>
  </w:endnote>
  <w:endnote w:type="continuationSeparator" w:id="0">
    <w:p w14:paraId="76A35164" w14:textId="77777777" w:rsidR="00AC6693" w:rsidRDefault="005D45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CB0E" w14:textId="77777777" w:rsidR="00CC4677" w:rsidRPr="004820C4" w:rsidRDefault="005352DE" w:rsidP="0002323C">
    <w:pPr>
      <w:pStyle w:val="Footer-DocumentTitleLeft"/>
    </w:pPr>
  </w:p>
  <w:p w14:paraId="15F6B249" w14:textId="77777777" w:rsidR="00CC4677" w:rsidRDefault="005D453B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4CE0A41" w14:textId="77777777" w:rsidR="00CC4677" w:rsidRPr="0006452B" w:rsidRDefault="005352DE" w:rsidP="00EE3A11"/>
  <w:p w14:paraId="62EBF3C5" w14:textId="77777777" w:rsidR="00BA0812" w:rsidRDefault="005352D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610448E" w14:textId="0622F62B" w:rsidR="005F396E" w:rsidRDefault="005D453B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r w:rsidR="00413CFE">
          <w:rPr>
            <w:noProof/>
          </w:rPr>
          <w:fldChar w:fldCharType="begin"/>
        </w:r>
        <w:r w:rsidR="00413CFE">
          <w:rPr>
            <w:noProof/>
          </w:rPr>
          <w:instrText xml:space="preserve"> FILENAME   \* MERGEFORMAT </w:instrText>
        </w:r>
        <w:r w:rsidR="00413CFE">
          <w:rPr>
            <w:noProof/>
          </w:rPr>
          <w:fldChar w:fldCharType="separate"/>
        </w:r>
        <w:r w:rsidR="005352DE">
          <w:rPr>
            <w:noProof/>
          </w:rPr>
          <w:t>MSL973013_StDec</w:t>
        </w:r>
        <w:r w:rsidR="00413CFE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5352DE">
          <w:rPr>
            <w:noProof/>
          </w:rPr>
          <w:t>3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5352DE">
          <w:rPr>
            <w:noProof/>
          </w:rPr>
          <w:t>3</w:t>
        </w:r>
        <w:r>
          <w:rPr>
            <w:noProof/>
          </w:rPr>
          <w:fldChar w:fldCharType="end"/>
        </w:r>
      </w:p>
      <w:p w14:paraId="2F1D427B" w14:textId="6E3CD9BD" w:rsidR="00BA0812" w:rsidRDefault="005F396E" w:rsidP="005F396E">
        <w:pPr>
          <w:pStyle w:val="Bodyfooter"/>
          <w:rPr>
            <w:noProof/>
          </w:rPr>
        </w:pPr>
        <w:r>
          <w:rPr>
            <w:noProof/>
          </w:rPr>
          <w:t>Resource ID: MRS_18_08_MSL973013_StDec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AA3155" w:rsidRPr="008D467A" w:rsidRDefault="005D453B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0C29DDE" w14:textId="77777777" w:rsidR="00AA3155" w:rsidRPr="008948B1" w:rsidRDefault="005D453B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997CC1D" w14:textId="77777777" w:rsidR="00CC4677" w:rsidRPr="00AA3155" w:rsidRDefault="005352DE" w:rsidP="00EE3A11">
    <w:pPr>
      <w:pStyle w:val="Footer"/>
    </w:pPr>
  </w:p>
  <w:p w14:paraId="110FFD37" w14:textId="77777777" w:rsidR="00BA0812" w:rsidRDefault="005352D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28EC0" w14:textId="77777777" w:rsidR="00AC6693" w:rsidRDefault="005D453B">
      <w:pPr>
        <w:spacing w:before="0" w:after="0" w:line="240" w:lineRule="auto"/>
      </w:pPr>
      <w:r>
        <w:separator/>
      </w:r>
    </w:p>
  </w:footnote>
  <w:footnote w:type="continuationSeparator" w:id="0">
    <w:p w14:paraId="6780FE96" w14:textId="77777777" w:rsidR="00AC6693" w:rsidRDefault="005D45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99379" w14:textId="77777777" w:rsidR="00CC4677" w:rsidRDefault="005352DE" w:rsidP="00EE3A11"/>
  <w:p w14:paraId="3FE9F23F" w14:textId="77777777" w:rsidR="00BA0812" w:rsidRDefault="005352D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BA0812" w:rsidRDefault="005D453B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878DCDD" wp14:editId="0777777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A12B" w14:textId="77777777" w:rsidR="004238CB" w:rsidRDefault="005352DE" w:rsidP="00EE3A11">
    <w:pPr>
      <w:pStyle w:val="Header"/>
    </w:pPr>
  </w:p>
  <w:p w14:paraId="2946DB82" w14:textId="77777777" w:rsidR="00BA0812" w:rsidRDefault="005352D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4FCC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9AE7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D44F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E2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FC2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2C14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4AED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301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C28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8F24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B23D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A01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66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DCF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CD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C5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8B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E5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6BA05B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5CCA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104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C4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0C0E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2E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F83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CE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04D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3CC49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868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502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A3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EAF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C41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FECA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E2C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140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CEC0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C682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F63B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B2A7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7C22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9EE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0C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6ADF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908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69181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FA27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A25F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05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2A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8A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94E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E0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0AC3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0DD03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ACC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FAB4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66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881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0B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C0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4E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AF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C8BA2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960711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6B28C2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042D4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25C8A9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466302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F444C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CE6E0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2BE13B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3AAA55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BDCEB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F0B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68E3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529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D6B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442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6D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8CE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069C1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04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E2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47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29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06C0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EC6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AD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867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634CE82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12A8D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7CCF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9C27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25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E9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00F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C7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9A5D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86FE3A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AED2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1E4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7A51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03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5CC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5240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8083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988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D7DA6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226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A64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1AC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D0B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801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23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8A6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A01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A28C6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D82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2CC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148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BE3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24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1E5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A2D0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D4C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06261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19CD2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4C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C86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F6AF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863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C2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66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6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D2E8B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F66C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E6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C2D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4C1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52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D28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A2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6655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D1880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126E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E2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92BC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49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01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AF4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C5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A2A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77768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C678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6F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2D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A4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8879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6A2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4A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5E7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2B40B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4AEE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E24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0C5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E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E843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25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C06D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AEAD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EA5EA938">
      <w:start w:val="1"/>
      <w:numFmt w:val="decimal"/>
      <w:lvlText w:val="%1."/>
      <w:lvlJc w:val="left"/>
      <w:pPr>
        <w:ind w:left="720" w:hanging="360"/>
      </w:pPr>
    </w:lvl>
    <w:lvl w:ilvl="1" w:tplc="6EF2959C">
      <w:start w:val="1"/>
      <w:numFmt w:val="lowerLetter"/>
      <w:lvlText w:val="%2."/>
      <w:lvlJc w:val="left"/>
      <w:pPr>
        <w:ind w:left="1440" w:hanging="360"/>
      </w:pPr>
    </w:lvl>
    <w:lvl w:ilvl="2" w:tplc="2042D89A">
      <w:start w:val="1"/>
      <w:numFmt w:val="lowerRoman"/>
      <w:lvlText w:val="%3."/>
      <w:lvlJc w:val="right"/>
      <w:pPr>
        <w:ind w:left="2160" w:hanging="180"/>
      </w:pPr>
    </w:lvl>
    <w:lvl w:ilvl="3" w:tplc="1F3EE46E">
      <w:start w:val="1"/>
      <w:numFmt w:val="decimal"/>
      <w:lvlText w:val="%4."/>
      <w:lvlJc w:val="left"/>
      <w:pPr>
        <w:ind w:left="2880" w:hanging="360"/>
      </w:pPr>
    </w:lvl>
    <w:lvl w:ilvl="4" w:tplc="D102E0CA">
      <w:start w:val="1"/>
      <w:numFmt w:val="lowerLetter"/>
      <w:lvlText w:val="%5."/>
      <w:lvlJc w:val="left"/>
      <w:pPr>
        <w:ind w:left="3600" w:hanging="360"/>
      </w:pPr>
    </w:lvl>
    <w:lvl w:ilvl="5" w:tplc="39667420">
      <w:start w:val="1"/>
      <w:numFmt w:val="lowerRoman"/>
      <w:lvlText w:val="%6."/>
      <w:lvlJc w:val="right"/>
      <w:pPr>
        <w:ind w:left="4320" w:hanging="180"/>
      </w:pPr>
    </w:lvl>
    <w:lvl w:ilvl="6" w:tplc="7ADA930E">
      <w:start w:val="1"/>
      <w:numFmt w:val="decimal"/>
      <w:lvlText w:val="%7."/>
      <w:lvlJc w:val="left"/>
      <w:pPr>
        <w:ind w:left="5040" w:hanging="360"/>
      </w:pPr>
    </w:lvl>
    <w:lvl w:ilvl="7" w:tplc="E72E8AFE">
      <w:start w:val="1"/>
      <w:numFmt w:val="lowerLetter"/>
      <w:lvlText w:val="%8."/>
      <w:lvlJc w:val="left"/>
      <w:pPr>
        <w:ind w:left="5760" w:hanging="360"/>
      </w:pPr>
    </w:lvl>
    <w:lvl w:ilvl="8" w:tplc="CA34A5C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B4862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A62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F88C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CA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8CA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66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EE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E7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94A8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5FF6B540">
      <w:start w:val="1"/>
      <w:numFmt w:val="decimal"/>
      <w:lvlText w:val="%1."/>
      <w:lvlJc w:val="left"/>
      <w:pPr>
        <w:ind w:left="720" w:hanging="360"/>
      </w:pPr>
    </w:lvl>
    <w:lvl w:ilvl="1" w:tplc="F4C6F072">
      <w:start w:val="1"/>
      <w:numFmt w:val="lowerLetter"/>
      <w:lvlText w:val="%2."/>
      <w:lvlJc w:val="left"/>
      <w:pPr>
        <w:ind w:left="1440" w:hanging="360"/>
      </w:pPr>
    </w:lvl>
    <w:lvl w:ilvl="2" w:tplc="F210F264">
      <w:start w:val="1"/>
      <w:numFmt w:val="lowerRoman"/>
      <w:lvlText w:val="%3."/>
      <w:lvlJc w:val="right"/>
      <w:pPr>
        <w:ind w:left="2160" w:hanging="180"/>
      </w:pPr>
    </w:lvl>
    <w:lvl w:ilvl="3" w:tplc="9C88B95E" w:tentative="1">
      <w:start w:val="1"/>
      <w:numFmt w:val="decimal"/>
      <w:lvlText w:val="%4."/>
      <w:lvlJc w:val="left"/>
      <w:pPr>
        <w:ind w:left="2880" w:hanging="360"/>
      </w:pPr>
    </w:lvl>
    <w:lvl w:ilvl="4" w:tplc="F96C63F8" w:tentative="1">
      <w:start w:val="1"/>
      <w:numFmt w:val="lowerLetter"/>
      <w:lvlText w:val="%5."/>
      <w:lvlJc w:val="left"/>
      <w:pPr>
        <w:ind w:left="3600" w:hanging="360"/>
      </w:pPr>
    </w:lvl>
    <w:lvl w:ilvl="5" w:tplc="AE0442F8" w:tentative="1">
      <w:start w:val="1"/>
      <w:numFmt w:val="lowerRoman"/>
      <w:lvlText w:val="%6."/>
      <w:lvlJc w:val="right"/>
      <w:pPr>
        <w:ind w:left="4320" w:hanging="180"/>
      </w:pPr>
    </w:lvl>
    <w:lvl w:ilvl="6" w:tplc="935E1ED8" w:tentative="1">
      <w:start w:val="1"/>
      <w:numFmt w:val="decimal"/>
      <w:lvlText w:val="%7."/>
      <w:lvlJc w:val="left"/>
      <w:pPr>
        <w:ind w:left="5040" w:hanging="360"/>
      </w:pPr>
    </w:lvl>
    <w:lvl w:ilvl="7" w:tplc="A9441AD0" w:tentative="1">
      <w:start w:val="1"/>
      <w:numFmt w:val="lowerLetter"/>
      <w:lvlText w:val="%8."/>
      <w:lvlJc w:val="left"/>
      <w:pPr>
        <w:ind w:left="5760" w:hanging="360"/>
      </w:pPr>
    </w:lvl>
    <w:lvl w:ilvl="8" w:tplc="FEBC0A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74CE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A78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2230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8454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8F6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785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64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8C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CF4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F2BEF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61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06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EA4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A4D4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B69C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8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F67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6D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965276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C6629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060B1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64686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9204E4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72EC3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A275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3E8A2B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CF0EAE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6E5E7BE8">
      <w:start w:val="1"/>
      <w:numFmt w:val="decimal"/>
      <w:lvlText w:val="%1."/>
      <w:lvlJc w:val="left"/>
      <w:pPr>
        <w:ind w:left="720" w:hanging="360"/>
      </w:pPr>
    </w:lvl>
    <w:lvl w:ilvl="1" w:tplc="F15A8E4E" w:tentative="1">
      <w:start w:val="1"/>
      <w:numFmt w:val="lowerLetter"/>
      <w:lvlText w:val="%2."/>
      <w:lvlJc w:val="left"/>
      <w:pPr>
        <w:ind w:left="1440" w:hanging="360"/>
      </w:pPr>
    </w:lvl>
    <w:lvl w:ilvl="2" w:tplc="C77431CC" w:tentative="1">
      <w:start w:val="1"/>
      <w:numFmt w:val="lowerRoman"/>
      <w:lvlText w:val="%3."/>
      <w:lvlJc w:val="right"/>
      <w:pPr>
        <w:ind w:left="2160" w:hanging="180"/>
      </w:pPr>
    </w:lvl>
    <w:lvl w:ilvl="3" w:tplc="AF305C02" w:tentative="1">
      <w:start w:val="1"/>
      <w:numFmt w:val="decimal"/>
      <w:lvlText w:val="%4."/>
      <w:lvlJc w:val="left"/>
      <w:pPr>
        <w:ind w:left="2880" w:hanging="360"/>
      </w:pPr>
    </w:lvl>
    <w:lvl w:ilvl="4" w:tplc="27461446" w:tentative="1">
      <w:start w:val="1"/>
      <w:numFmt w:val="lowerLetter"/>
      <w:lvlText w:val="%5."/>
      <w:lvlJc w:val="left"/>
      <w:pPr>
        <w:ind w:left="3600" w:hanging="360"/>
      </w:pPr>
    </w:lvl>
    <w:lvl w:ilvl="5" w:tplc="FE40AA14" w:tentative="1">
      <w:start w:val="1"/>
      <w:numFmt w:val="lowerRoman"/>
      <w:lvlText w:val="%6."/>
      <w:lvlJc w:val="right"/>
      <w:pPr>
        <w:ind w:left="4320" w:hanging="180"/>
      </w:pPr>
    </w:lvl>
    <w:lvl w:ilvl="6" w:tplc="735AA59A" w:tentative="1">
      <w:start w:val="1"/>
      <w:numFmt w:val="decimal"/>
      <w:lvlText w:val="%7."/>
      <w:lvlJc w:val="left"/>
      <w:pPr>
        <w:ind w:left="5040" w:hanging="360"/>
      </w:pPr>
    </w:lvl>
    <w:lvl w:ilvl="7" w:tplc="B462B176" w:tentative="1">
      <w:start w:val="1"/>
      <w:numFmt w:val="lowerLetter"/>
      <w:lvlText w:val="%8."/>
      <w:lvlJc w:val="left"/>
      <w:pPr>
        <w:ind w:left="5760" w:hanging="360"/>
      </w:pPr>
    </w:lvl>
    <w:lvl w:ilvl="8" w:tplc="860262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2A60E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436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A0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A84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E57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9CF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6E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E698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46D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142C1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283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505A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76B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E9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B83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0F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A5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87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2A6A6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85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874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E4C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EF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20EC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708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907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347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13A446"/>
    <w:rsid w:val="000F3A05"/>
    <w:rsid w:val="00141D03"/>
    <w:rsid w:val="001C0A9B"/>
    <w:rsid w:val="00275635"/>
    <w:rsid w:val="00413CFE"/>
    <w:rsid w:val="00495834"/>
    <w:rsid w:val="005352DE"/>
    <w:rsid w:val="005D453B"/>
    <w:rsid w:val="005F396E"/>
    <w:rsid w:val="006E45F3"/>
    <w:rsid w:val="007320F8"/>
    <w:rsid w:val="00AC6693"/>
    <w:rsid w:val="00AD7D0F"/>
    <w:rsid w:val="00E50945"/>
    <w:rsid w:val="1613A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4538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0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C971-6337-4FE9-BFA7-185A08801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CD73BD5-D059-4C6B-84F4-158510B4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2019-09-11T00:32:00Z</dcterms:created>
  <dcterms:modified xsi:type="dcterms:W3CDTF">2019-12-15T23:19:00Z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