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789D39" w14:textId="1C862A51" w:rsidR="00674AE3" w:rsidRDefault="007F25DF" w:rsidP="00EF52B6">
      <w:pPr>
        <w:pStyle w:val="Heading1"/>
        <w:rPr>
          <w:rFonts w:eastAsia="MS Mincho"/>
        </w:rPr>
      </w:pPr>
      <w:bookmarkStart w:id="0" w:name="_Toc511220124"/>
      <w:r>
        <w:rPr>
          <w:rFonts w:eastAsia="MS Mincho"/>
        </w:rPr>
        <w:t>Knowledge assessment</w:t>
      </w:r>
      <w:r w:rsidR="007B3021">
        <w:rPr>
          <w:rFonts w:eastAsia="MS Mincho"/>
        </w:rPr>
        <w:t xml:space="preserve"> 2</w:t>
      </w:r>
    </w:p>
    <w:p w14:paraId="6DCE8679" w14:textId="39131736" w:rsidR="006A66E3" w:rsidRDefault="006A66E3" w:rsidP="006A66E3">
      <w:pPr>
        <w:rPr>
          <w:b/>
          <w:sz w:val="28"/>
          <w:lang w:eastAsia="en-AU"/>
        </w:rPr>
      </w:pPr>
      <w:r>
        <w:rPr>
          <w:b/>
          <w:sz w:val="28"/>
          <w:lang w:eastAsia="en-AU"/>
        </w:rPr>
        <w:t xml:space="preserve">Assessment event </w:t>
      </w:r>
      <w:r w:rsidR="00420D10">
        <w:rPr>
          <w:b/>
          <w:sz w:val="28"/>
          <w:lang w:eastAsia="en-AU"/>
        </w:rPr>
        <w:t>2</w:t>
      </w:r>
      <w:r>
        <w:rPr>
          <w:b/>
          <w:sz w:val="28"/>
          <w:lang w:eastAsia="en-AU"/>
        </w:rPr>
        <w:t xml:space="preserve"> of 3</w:t>
      </w:r>
    </w:p>
    <w:p w14:paraId="7B34612E" w14:textId="77777777" w:rsidR="00E92663" w:rsidRPr="00EF52B6" w:rsidRDefault="008F2F03" w:rsidP="00EF52B6">
      <w:pPr>
        <w:pStyle w:val="Heading1"/>
        <w:rPr>
          <w:rFonts w:eastAsia="MS Mincho"/>
        </w:rPr>
      </w:pPr>
      <w:r w:rsidRPr="00EF52B6">
        <w:rPr>
          <w:rFonts w:eastAsia="MS Mincho"/>
        </w:rPr>
        <w:t>Trainer &amp; Assessor Marking Guide</w:t>
      </w:r>
    </w:p>
    <w:p w14:paraId="23811ADF" w14:textId="77777777" w:rsidR="009516B4" w:rsidRPr="00A56627" w:rsidRDefault="008F2F03" w:rsidP="009516B4">
      <w:pPr>
        <w:pStyle w:val="Heading2"/>
      </w:pPr>
      <w:r w:rsidRPr="00A56627">
        <w:t>Criteria</w:t>
      </w:r>
    </w:p>
    <w:p w14:paraId="2AF0ABEA" w14:textId="77777777" w:rsidR="009516B4" w:rsidRDefault="008F2F03" w:rsidP="009516B4">
      <w:pPr>
        <w:pStyle w:val="Heading3"/>
      </w:pPr>
      <w:r w:rsidRPr="007A6B4A">
        <w:t>Unit code, name and release number</w:t>
      </w:r>
    </w:p>
    <w:p w14:paraId="6DFFEDBF" w14:textId="77777777" w:rsidR="009516B4" w:rsidRPr="00D83795" w:rsidRDefault="008F2F03" w:rsidP="009516B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MSL973016 - Perform aseptic techniques (1)</w:t>
      </w:r>
      <w:bookmarkEnd w:id="1"/>
    </w:p>
    <w:p w14:paraId="0E50AC01" w14:textId="77777777" w:rsidR="009516B4" w:rsidRPr="00D83795" w:rsidRDefault="009337C1" w:rsidP="009516B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7E36054" w14:textId="77777777" w:rsidR="009516B4" w:rsidRDefault="008F2F03" w:rsidP="009516B4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60F32F54" w14:textId="77777777" w:rsidR="00D22B8B" w:rsidRDefault="00D22B8B" w:rsidP="00D22B8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bookmarkStart w:id="2" w:name="Qualification"/>
      <w:bookmarkEnd w:id="2"/>
      <w:r>
        <w:rPr>
          <w:sz w:val="22"/>
          <w:szCs w:val="22"/>
          <w:lang w:eastAsia="en-AU"/>
        </w:rPr>
        <w:t>MSL50118 - Diploma of Laboratory Technology (1)</w:t>
      </w:r>
    </w:p>
    <w:p w14:paraId="6C6BA179" w14:textId="77777777" w:rsidR="00D22B8B" w:rsidRDefault="00D22B8B" w:rsidP="00D22B8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MSL40118 - Certificate IV in Laboratory Techniques (1)</w:t>
      </w:r>
    </w:p>
    <w:p w14:paraId="781E97BD" w14:textId="77777777" w:rsidR="00D22B8B" w:rsidRDefault="00D22B8B" w:rsidP="00D22B8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MSL30118 - Certificate III in Laboratory Skills (1)</w:t>
      </w:r>
    </w:p>
    <w:p w14:paraId="48B0265F" w14:textId="77777777" w:rsidR="00D22B8B" w:rsidRDefault="00D22B8B" w:rsidP="00D22B8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0" w:after="0" w:line="240" w:lineRule="auto"/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 xml:space="preserve">**Amend the qualification box before distributing to the student. The information here should only contain the qualification the student </w:t>
      </w:r>
      <w:proofErr w:type="gramStart"/>
      <w:r>
        <w:rPr>
          <w:color w:val="FF0000"/>
          <w:sz w:val="22"/>
          <w:szCs w:val="22"/>
          <w:lang w:eastAsia="en-AU"/>
        </w:rPr>
        <w:t>is enrolled</w:t>
      </w:r>
      <w:proofErr w:type="gramEnd"/>
      <w:r>
        <w:rPr>
          <w:color w:val="FF0000"/>
          <w:sz w:val="22"/>
          <w:szCs w:val="22"/>
          <w:lang w:eastAsia="en-AU"/>
        </w:rPr>
        <w:t xml:space="preserve"> in**</w:t>
      </w:r>
    </w:p>
    <w:p w14:paraId="7A9EBD42" w14:textId="77777777" w:rsidR="008953BF" w:rsidRDefault="008953BF" w:rsidP="00855665">
      <w:pPr>
        <w:rPr>
          <w:lang w:val="en-US" w:bidi="en-US"/>
        </w:rPr>
      </w:pPr>
    </w:p>
    <w:p w14:paraId="36CF8BC2" w14:textId="77777777" w:rsidR="008953BF" w:rsidRPr="008953BF" w:rsidRDefault="008953BF" w:rsidP="008953BF">
      <w:pPr>
        <w:rPr>
          <w:lang w:val="en-US" w:bidi="en-US"/>
        </w:rPr>
      </w:pPr>
    </w:p>
    <w:p w14:paraId="2CC8FE2A" w14:textId="356505A9" w:rsidR="001957EC" w:rsidRDefault="001957EC" w:rsidP="008953BF">
      <w:pPr>
        <w:rPr>
          <w:lang w:val="en-US" w:bidi="en-US"/>
        </w:rPr>
      </w:pPr>
    </w:p>
    <w:p w14:paraId="7F96E654" w14:textId="283BFB9F" w:rsidR="001957EC" w:rsidRDefault="001957EC" w:rsidP="008953BF">
      <w:pPr>
        <w:rPr>
          <w:lang w:val="en-US" w:bidi="en-US"/>
        </w:rPr>
      </w:pPr>
    </w:p>
    <w:p w14:paraId="2030CC45" w14:textId="62D2BBE9" w:rsidR="001957EC" w:rsidRDefault="001957EC" w:rsidP="008953BF">
      <w:pPr>
        <w:rPr>
          <w:lang w:val="en-US" w:bidi="en-US"/>
        </w:rPr>
      </w:pPr>
    </w:p>
    <w:p w14:paraId="79DF5C06" w14:textId="77B6F1E9" w:rsidR="001957EC" w:rsidRDefault="001957EC" w:rsidP="008953BF">
      <w:pPr>
        <w:rPr>
          <w:lang w:val="en-US" w:bidi="en-US"/>
        </w:rPr>
      </w:pPr>
    </w:p>
    <w:p w14:paraId="3DB1B153" w14:textId="77777777" w:rsidR="001957EC" w:rsidRPr="008953BF" w:rsidRDefault="001957EC" w:rsidP="008953BF">
      <w:pPr>
        <w:rPr>
          <w:lang w:val="en-US" w:bidi="en-US"/>
        </w:rPr>
        <w:sectPr w:rsidR="001957EC" w:rsidRPr="008953BF" w:rsidSect="00E4518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  <w:bookmarkStart w:id="3" w:name="_GoBack"/>
      <w:bookmarkEnd w:id="3"/>
    </w:p>
    <w:bookmarkEnd w:id="0"/>
    <w:p w14:paraId="0A91DBD7" w14:textId="77777777" w:rsidR="00997EFD" w:rsidRPr="00420D10" w:rsidRDefault="00997EFD" w:rsidP="00997EFD">
      <w:pPr>
        <w:pStyle w:val="SmallerText-Black"/>
        <w:tabs>
          <w:tab w:val="left" w:pos="2127"/>
        </w:tabs>
        <w:rPr>
          <w:color w:val="000000" w:themeColor="text1"/>
        </w:rPr>
      </w:pPr>
      <w:r w:rsidRPr="00420D10">
        <w:rPr>
          <w:color w:val="000000" w:themeColor="text1"/>
        </w:rPr>
        <w:lastRenderedPageBreak/>
        <w:t>Version:</w:t>
      </w:r>
      <w:r w:rsidRPr="00420D10">
        <w:rPr>
          <w:color w:val="000000" w:themeColor="text1"/>
        </w:rPr>
        <w:tab/>
        <w:t>1.0</w:t>
      </w:r>
    </w:p>
    <w:p w14:paraId="18AB8D2B" w14:textId="77777777" w:rsidR="00997EFD" w:rsidRPr="00420D10" w:rsidRDefault="00997EFD" w:rsidP="00997EFD">
      <w:pPr>
        <w:pStyle w:val="SmallerText-Black"/>
        <w:tabs>
          <w:tab w:val="left" w:pos="2127"/>
        </w:tabs>
        <w:rPr>
          <w:color w:val="000000" w:themeColor="text1"/>
        </w:rPr>
      </w:pPr>
      <w:r w:rsidRPr="00420D10">
        <w:rPr>
          <w:color w:val="000000" w:themeColor="text1"/>
        </w:rPr>
        <w:t xml:space="preserve">Date </w:t>
      </w:r>
      <w:proofErr w:type="gramStart"/>
      <w:r w:rsidRPr="00420D10">
        <w:rPr>
          <w:color w:val="000000" w:themeColor="text1"/>
        </w:rPr>
        <w:t>created:</w:t>
      </w:r>
      <w:proofErr w:type="gramEnd"/>
      <w:r w:rsidRPr="00420D10">
        <w:rPr>
          <w:color w:val="000000" w:themeColor="text1"/>
        </w:rPr>
        <w:tab/>
        <w:t>22/07/2019</w:t>
      </w:r>
    </w:p>
    <w:p w14:paraId="085357BB" w14:textId="2E1A7230" w:rsidR="00997EFD" w:rsidRPr="00420D10" w:rsidRDefault="00997EFD" w:rsidP="00997EFD">
      <w:pPr>
        <w:pStyle w:val="SmallerText-Black"/>
        <w:tabs>
          <w:tab w:val="left" w:pos="2127"/>
        </w:tabs>
        <w:rPr>
          <w:color w:val="000000" w:themeColor="text1"/>
        </w:rPr>
      </w:pPr>
      <w:r w:rsidRPr="00420D10">
        <w:rPr>
          <w:color w:val="000000" w:themeColor="text1"/>
        </w:rPr>
        <w:t xml:space="preserve">Date </w:t>
      </w:r>
      <w:proofErr w:type="gramStart"/>
      <w:r w:rsidRPr="00420D10">
        <w:rPr>
          <w:color w:val="000000" w:themeColor="text1"/>
        </w:rPr>
        <w:t>modified:</w:t>
      </w:r>
      <w:proofErr w:type="gramEnd"/>
      <w:r w:rsidRPr="00420D10">
        <w:rPr>
          <w:color w:val="000000" w:themeColor="text1"/>
        </w:rPr>
        <w:tab/>
      </w:r>
      <w:r w:rsidRPr="00420D10">
        <w:rPr>
          <w:color w:val="000000" w:themeColor="text1"/>
        </w:rPr>
        <w:fldChar w:fldCharType="begin"/>
      </w:r>
      <w:r w:rsidRPr="00420D10">
        <w:rPr>
          <w:color w:val="000000" w:themeColor="text1"/>
        </w:rPr>
        <w:instrText xml:space="preserve"> DATE  \@ "dd/MM/yyyy"  \* MERGEFORMAT </w:instrText>
      </w:r>
      <w:r w:rsidRPr="00420D10">
        <w:rPr>
          <w:color w:val="000000" w:themeColor="text1"/>
        </w:rPr>
        <w:fldChar w:fldCharType="separate"/>
      </w:r>
      <w:r w:rsidR="009337C1">
        <w:rPr>
          <w:noProof/>
          <w:color w:val="000000" w:themeColor="text1"/>
        </w:rPr>
        <w:t>12/11/2019</w:t>
      </w:r>
      <w:r w:rsidRPr="00420D10">
        <w:rPr>
          <w:color w:val="000000" w:themeColor="text1"/>
        </w:rPr>
        <w:fldChar w:fldCharType="end"/>
      </w:r>
    </w:p>
    <w:p w14:paraId="005961C0" w14:textId="77777777" w:rsidR="00997EFD" w:rsidRPr="00420D10" w:rsidRDefault="00997EFD" w:rsidP="00997EFD">
      <w:pPr>
        <w:pStyle w:val="SmallerText-Black"/>
        <w:rPr>
          <w:color w:val="000000" w:themeColor="text1"/>
        </w:rPr>
      </w:pPr>
    </w:p>
    <w:p w14:paraId="0007BACD" w14:textId="77777777" w:rsidR="00997EFD" w:rsidRPr="00420D10" w:rsidRDefault="00997EFD" w:rsidP="00997EFD">
      <w:pPr>
        <w:rPr>
          <w:color w:val="000000" w:themeColor="text1"/>
        </w:rPr>
      </w:pPr>
      <w:r w:rsidRPr="00420D10">
        <w:rPr>
          <w:color w:val="000000" w:themeColor="text1"/>
        </w:rPr>
        <w:t>For queries, please contact:</w:t>
      </w:r>
    </w:p>
    <w:p w14:paraId="4395F8DB" w14:textId="77777777" w:rsidR="00997EFD" w:rsidRPr="00420D10" w:rsidRDefault="00997EFD" w:rsidP="00997EFD">
      <w:pPr>
        <w:pStyle w:val="SmallerText-Black"/>
        <w:rPr>
          <w:color w:val="000000" w:themeColor="text1"/>
        </w:rPr>
      </w:pPr>
      <w:r w:rsidRPr="00420D10">
        <w:rPr>
          <w:color w:val="000000" w:themeColor="text1"/>
        </w:rPr>
        <w:t xml:space="preserve">Innovative Manufacturing, Robotics and Science SkillsPoint </w:t>
      </w:r>
    </w:p>
    <w:p w14:paraId="6B78BC1D" w14:textId="77777777" w:rsidR="00997EFD" w:rsidRPr="00420D10" w:rsidRDefault="00997EFD" w:rsidP="00997EFD">
      <w:pPr>
        <w:pStyle w:val="SmallerText-Black"/>
        <w:rPr>
          <w:color w:val="000000" w:themeColor="text1"/>
        </w:rPr>
      </w:pPr>
      <w:r w:rsidRPr="00420D10">
        <w:rPr>
          <w:color w:val="000000" w:themeColor="text1"/>
        </w:rPr>
        <w:t>Hamilton Campus</w:t>
      </w:r>
    </w:p>
    <w:p w14:paraId="11D5A4D1" w14:textId="77777777" w:rsidR="00997EFD" w:rsidRDefault="00997EFD" w:rsidP="00997EFD">
      <w:pPr>
        <w:pStyle w:val="SmallerText-Black"/>
        <w:spacing w:before="1440"/>
      </w:pPr>
      <w:r>
        <w:t>© 2019 TAFE NSW, Sydney</w:t>
      </w:r>
      <w:r>
        <w:rPr>
          <w:noProof/>
          <w:lang w:eastAsia="en-AU"/>
        </w:rPr>
        <w:br/>
      </w:r>
      <w:r>
        <w:t>RTO Provider Number 90003 | CRICOS Provider Code: 00591E</w:t>
      </w:r>
    </w:p>
    <w:p w14:paraId="4C209834" w14:textId="77777777" w:rsidR="00997EFD" w:rsidRDefault="00997EFD" w:rsidP="00997EFD">
      <w:pPr>
        <w:pStyle w:val="SmallerText-Black"/>
      </w:pPr>
      <w:r>
        <w:t xml:space="preserve">This assessment can be found in </w:t>
      </w:r>
      <w:proofErr w:type="gramStart"/>
      <w:r>
        <w:t>the:</w:t>
      </w:r>
      <w:proofErr w:type="gramEnd"/>
      <w:r>
        <w:t xml:space="preserve"> </w:t>
      </w:r>
      <w:hyperlink r:id="rId17" w:history="1">
        <w:r>
          <w:rPr>
            <w:rStyle w:val="Hyperlink"/>
          </w:rPr>
          <w:t>Learning Bank</w:t>
        </w:r>
      </w:hyperlink>
    </w:p>
    <w:p w14:paraId="70C5F859" w14:textId="446F42DF" w:rsidR="006D4C3B" w:rsidRDefault="00997EFD" w:rsidP="00597C74">
      <w:pPr>
        <w:tabs>
          <w:tab w:val="clear" w:pos="284"/>
          <w:tab w:val="left" w:pos="720"/>
        </w:tabs>
        <w:spacing w:before="0" w:after="200" w:line="276" w:lineRule="auto"/>
        <w:sectPr w:rsidR="006D4C3B" w:rsidSect="00086638"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  <w:r>
        <w:t xml:space="preserve">The contents of this document are copyright © TAFE NSW 2019, and </w:t>
      </w:r>
      <w:proofErr w:type="gramStart"/>
      <w:r>
        <w:t>should not be reproduced</w:t>
      </w:r>
      <w:proofErr w:type="gramEnd"/>
      <w:r>
        <w:t xml:space="preserve"> without the permission of the TAFE NSW. Information contained in this document is correct at time of printing: </w:t>
      </w:r>
      <w:r>
        <w:fldChar w:fldCharType="begin"/>
      </w:r>
      <w:r>
        <w:instrText xml:space="preserve"> DATE  \@ "d MMMM yyyy"  \* MERGEFORMAT </w:instrText>
      </w:r>
      <w:r>
        <w:fldChar w:fldCharType="separate"/>
      </w:r>
      <w:r w:rsidR="009337C1">
        <w:rPr>
          <w:noProof/>
        </w:rPr>
        <w:t>12 November 2019</w:t>
      </w:r>
      <w:r>
        <w:fldChar w:fldCharType="end"/>
      </w:r>
      <w:r>
        <w:t xml:space="preserve">. For current </w:t>
      </w:r>
      <w:proofErr w:type="gramStart"/>
      <w:r>
        <w:t>information</w:t>
      </w:r>
      <w:proofErr w:type="gramEnd"/>
      <w:r>
        <w:t xml:space="preserve"> please refer to our website or your teacher as appropriate.</w:t>
      </w:r>
    </w:p>
    <w:p w14:paraId="75D5713B" w14:textId="77777777" w:rsidR="008A6997" w:rsidRDefault="008F2F03" w:rsidP="00CC1742">
      <w:pPr>
        <w:pStyle w:val="Heading2"/>
      </w:pPr>
      <w:r>
        <w:lastRenderedPageBreak/>
        <w:t>A</w:t>
      </w:r>
      <w:r w:rsidRPr="00EA68F5">
        <w:t>ssessment</w:t>
      </w:r>
      <w:r>
        <w:t xml:space="preserve"> instructions</w:t>
      </w:r>
    </w:p>
    <w:p w14:paraId="1865CADD" w14:textId="77777777" w:rsidR="00322DEB" w:rsidRDefault="008F2F03" w:rsidP="00322DE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6862FC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FA5F68" w14:paraId="00DDAEED" w14:textId="77777777" w:rsidTr="00FA5F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14243F74" w14:textId="77777777" w:rsidR="00E2658C" w:rsidRDefault="008F2F03" w:rsidP="00E2658C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4DA2FD56" w14:textId="77777777" w:rsidR="00E2658C" w:rsidRDefault="008F2F03" w:rsidP="00EA68F5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FA5F68" w14:paraId="57B6755C" w14:textId="77777777" w:rsidTr="00FA5F68">
        <w:tc>
          <w:tcPr>
            <w:tcW w:w="2405" w:type="dxa"/>
            <w:vAlign w:val="top"/>
          </w:tcPr>
          <w:p w14:paraId="538C760A" w14:textId="77777777" w:rsidR="00E2658C" w:rsidRPr="00B30F8E" w:rsidRDefault="008F2F03" w:rsidP="00855665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t>Instructions for the trainer and assessor</w:t>
            </w:r>
          </w:p>
        </w:tc>
        <w:tc>
          <w:tcPr>
            <w:tcW w:w="6655" w:type="dxa"/>
            <w:vAlign w:val="top"/>
          </w:tcPr>
          <w:p w14:paraId="4E994376" w14:textId="77777777" w:rsidR="00C35347" w:rsidRPr="00B30F8E" w:rsidRDefault="008F2F03" w:rsidP="00855665">
            <w:pPr>
              <w:pStyle w:val="Body"/>
              <w:rPr>
                <w:sz w:val="22"/>
                <w:szCs w:val="22"/>
              </w:rPr>
            </w:pPr>
            <w:proofErr w:type="gramStart"/>
            <w:r w:rsidRPr="00B30F8E">
              <w:rPr>
                <w:sz w:val="22"/>
                <w:szCs w:val="22"/>
                <w:lang w:eastAsia="en-AU"/>
              </w:rPr>
              <w:t>This is a written assessment and will be assessing the student on their knowledge of the unit.</w:t>
            </w:r>
            <w:proofErr w:type="gramEnd"/>
          </w:p>
          <w:p w14:paraId="68BDE566" w14:textId="77777777" w:rsidR="00E53F7D" w:rsidRDefault="00E53F7D" w:rsidP="00E53F7D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This assessment is in 5 parts:</w:t>
            </w:r>
          </w:p>
          <w:p w14:paraId="58166A99" w14:textId="1B6AD4B0" w:rsidR="00E53F7D" w:rsidRDefault="00E92FCB" w:rsidP="007B5C18">
            <w:pPr>
              <w:pStyle w:val="Body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Multiple choice questions</w:t>
            </w:r>
          </w:p>
          <w:p w14:paraId="6F0442AD" w14:textId="7F366317" w:rsidR="00E53F7D" w:rsidRDefault="00E53F7D" w:rsidP="007B5C18">
            <w:pPr>
              <w:pStyle w:val="Body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True or False questions</w:t>
            </w:r>
          </w:p>
          <w:p w14:paraId="117ED18C" w14:textId="33C8722F" w:rsidR="00E53F7D" w:rsidRDefault="00E53F7D" w:rsidP="007B5C18">
            <w:pPr>
              <w:pStyle w:val="Body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Short answer </w:t>
            </w:r>
            <w:r w:rsidR="00E92FCB">
              <w:rPr>
                <w:sz w:val="22"/>
                <w:szCs w:val="22"/>
              </w:rPr>
              <w:t>questions</w:t>
            </w:r>
          </w:p>
          <w:p w14:paraId="4939B483" w14:textId="7912D8DD" w:rsidR="00E53F7D" w:rsidRDefault="00E92FCB" w:rsidP="007B5C18">
            <w:pPr>
              <w:pStyle w:val="Body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Complete the table</w:t>
            </w:r>
          </w:p>
          <w:p w14:paraId="45CED876" w14:textId="77777777" w:rsidR="00A2010B" w:rsidRPr="00E53F7D" w:rsidRDefault="00E53F7D" w:rsidP="007B5C18">
            <w:pPr>
              <w:pStyle w:val="Body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53F7D">
              <w:rPr>
                <w:sz w:val="22"/>
                <w:szCs w:val="22"/>
              </w:rPr>
              <w:t>Assessment feedback</w:t>
            </w:r>
          </w:p>
          <w:p w14:paraId="2B52FCA9" w14:textId="19B701FB" w:rsidR="00AD6668" w:rsidRPr="00B30F8E" w:rsidRDefault="008F2F03" w:rsidP="00855665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Model answers</w:t>
            </w:r>
            <w:r>
              <w:rPr>
                <w:sz w:val="22"/>
                <w:szCs w:val="22"/>
                <w:lang w:eastAsia="en-AU"/>
              </w:rPr>
              <w:t xml:space="preserve">, sample responses or </w:t>
            </w:r>
            <w:proofErr w:type="gramStart"/>
            <w:r>
              <w:rPr>
                <w:sz w:val="22"/>
                <w:szCs w:val="22"/>
                <w:lang w:eastAsia="en-AU"/>
              </w:rPr>
              <w:t xml:space="preserve">a </w:t>
            </w:r>
            <w:r w:rsidRPr="00B30F8E">
              <w:rPr>
                <w:sz w:val="22"/>
                <w:szCs w:val="22"/>
                <w:lang w:eastAsia="en-AU"/>
              </w:rPr>
              <w:t>criteria</w:t>
            </w:r>
            <w:proofErr w:type="gramEnd"/>
            <w:r w:rsidRPr="00B30F8E">
              <w:rPr>
                <w:sz w:val="22"/>
                <w:szCs w:val="22"/>
                <w:lang w:eastAsia="en-AU"/>
              </w:rPr>
              <w:t xml:space="preserve"> for ea</w:t>
            </w:r>
            <w:r>
              <w:rPr>
                <w:sz w:val="22"/>
                <w:szCs w:val="22"/>
                <w:lang w:eastAsia="en-AU"/>
              </w:rPr>
              <w:t>ch question are provided below.</w:t>
            </w:r>
          </w:p>
          <w:p w14:paraId="29B3B869" w14:textId="77777777" w:rsidR="00AD6668" w:rsidRDefault="008F2F03" w:rsidP="00855665">
            <w:pPr>
              <w:pStyle w:val="Body"/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Use these to support your judgement when determining a satisfactory result</w:t>
            </w:r>
            <w:r>
              <w:rPr>
                <w:sz w:val="22"/>
                <w:szCs w:val="22"/>
                <w:lang w:eastAsia="en-AU"/>
              </w:rPr>
              <w:t>.</w:t>
            </w:r>
          </w:p>
          <w:p w14:paraId="6EB665E4" w14:textId="77777777" w:rsidR="005D782B" w:rsidRPr="00210A7E" w:rsidRDefault="008F2F03" w:rsidP="00855665">
            <w:pPr>
              <w:pStyle w:val="Body"/>
              <w:rPr>
                <w:sz w:val="22"/>
                <w:szCs w:val="22"/>
                <w:lang w:eastAsia="en-AU"/>
              </w:rPr>
            </w:pPr>
            <w:r w:rsidRPr="00210A7E">
              <w:rPr>
                <w:sz w:val="22"/>
                <w:szCs w:val="22"/>
                <w:lang w:eastAsia="en-AU"/>
              </w:rPr>
              <w:t xml:space="preserve">The </w:t>
            </w:r>
            <w:r>
              <w:rPr>
                <w:sz w:val="22"/>
                <w:szCs w:val="22"/>
                <w:lang w:eastAsia="en-AU"/>
              </w:rPr>
              <w:t>student</w:t>
            </w:r>
            <w:r w:rsidRPr="00210A7E">
              <w:rPr>
                <w:sz w:val="22"/>
                <w:szCs w:val="22"/>
                <w:lang w:eastAsia="en-AU"/>
              </w:rPr>
              <w:t>’s response to each question must contain the information indicated in this marking guide in order for their response to be correct.</w:t>
            </w:r>
            <w:r>
              <w:rPr>
                <w:sz w:val="22"/>
                <w:szCs w:val="22"/>
                <w:lang w:eastAsia="en-AU"/>
              </w:rPr>
              <w:t xml:space="preserve"> However, if a student provides information other than indicated below, and in the professional opinion of the assessor it is appropriate and meets the intent of the question, it </w:t>
            </w:r>
            <w:proofErr w:type="gramStart"/>
            <w:r>
              <w:rPr>
                <w:sz w:val="22"/>
                <w:szCs w:val="22"/>
                <w:lang w:eastAsia="en-AU"/>
              </w:rPr>
              <w:t>may be considered</w:t>
            </w:r>
            <w:proofErr w:type="gramEnd"/>
            <w:r>
              <w:rPr>
                <w:sz w:val="22"/>
                <w:szCs w:val="22"/>
                <w:lang w:eastAsia="en-AU"/>
              </w:rPr>
              <w:t xml:space="preserve"> correct.</w:t>
            </w:r>
          </w:p>
          <w:p w14:paraId="666FBC2F" w14:textId="77777777" w:rsidR="005D782B" w:rsidRDefault="008F2F03" w:rsidP="00855665">
            <w:pPr>
              <w:pStyle w:val="Body"/>
              <w:rPr>
                <w:sz w:val="22"/>
                <w:szCs w:val="22"/>
                <w:lang w:eastAsia="en-AU"/>
              </w:rPr>
            </w:pPr>
            <w:proofErr w:type="gramStart"/>
            <w:r>
              <w:rPr>
                <w:sz w:val="22"/>
                <w:szCs w:val="22"/>
                <w:lang w:eastAsia="en-AU"/>
              </w:rPr>
              <w:t>The assessment feedback page must be signed by both the student and the assessor</w:t>
            </w:r>
            <w:proofErr w:type="gramEnd"/>
            <w:r>
              <w:rPr>
                <w:sz w:val="22"/>
                <w:szCs w:val="22"/>
                <w:lang w:eastAsia="en-AU"/>
              </w:rPr>
              <w:t xml:space="preserve"> so the student displays that they have received, understood and accepted the feedback.</w:t>
            </w:r>
          </w:p>
          <w:p w14:paraId="679347B0" w14:textId="77777777" w:rsidR="00F076A9" w:rsidRDefault="008F2F03" w:rsidP="00855665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 xml:space="preserve">Complete the assessment feedback to the student and ensure you have taken a copy of the assessment prior to it </w:t>
            </w:r>
            <w:proofErr w:type="gramStart"/>
            <w:r>
              <w:rPr>
                <w:sz w:val="22"/>
                <w:szCs w:val="22"/>
                <w:lang w:eastAsia="en-AU"/>
              </w:rPr>
              <w:t>being returned</w:t>
            </w:r>
            <w:proofErr w:type="gramEnd"/>
            <w:r>
              <w:rPr>
                <w:sz w:val="22"/>
                <w:szCs w:val="22"/>
                <w:lang w:eastAsia="en-AU"/>
              </w:rPr>
              <w:t xml:space="preserve"> to the student.</w:t>
            </w:r>
          </w:p>
          <w:p w14:paraId="18322B5E" w14:textId="77777777" w:rsidR="005D782B" w:rsidRPr="00B30F8E" w:rsidRDefault="008F2F03" w:rsidP="00855665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Ensure the students name appears on the bottom of each page of the submitted assessment.</w:t>
            </w:r>
          </w:p>
        </w:tc>
      </w:tr>
      <w:tr w:rsidR="00FA5F68" w14:paraId="6875E4D9" w14:textId="77777777" w:rsidTr="00FA5F68">
        <w:tc>
          <w:tcPr>
            <w:tcW w:w="2405" w:type="dxa"/>
            <w:vAlign w:val="top"/>
          </w:tcPr>
          <w:p w14:paraId="0DC13DD1" w14:textId="77777777" w:rsidR="00E2658C" w:rsidRPr="00B30F8E" w:rsidRDefault="008F2F03" w:rsidP="00855665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lastRenderedPageBreak/>
              <w:t>About this marking guide</w:t>
            </w:r>
          </w:p>
        </w:tc>
        <w:tc>
          <w:tcPr>
            <w:tcW w:w="6655" w:type="dxa"/>
            <w:vAlign w:val="top"/>
          </w:tcPr>
          <w:p w14:paraId="496D23E9" w14:textId="77777777" w:rsidR="00CF57A1" w:rsidRPr="00B30F8E" w:rsidRDefault="008F2F03" w:rsidP="00855665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The student’s response to each question must contain the information indicated in this marking guide in order fo</w:t>
            </w:r>
            <w:r>
              <w:rPr>
                <w:sz w:val="22"/>
                <w:szCs w:val="22"/>
                <w:lang w:eastAsia="en-AU"/>
              </w:rPr>
              <w:t>r their response to be correct.</w:t>
            </w:r>
          </w:p>
          <w:p w14:paraId="7B078931" w14:textId="77777777" w:rsidR="00CF57A1" w:rsidRPr="00B30F8E" w:rsidRDefault="008F2F03" w:rsidP="00855665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 xml:space="preserve">All questions </w:t>
            </w:r>
            <w:proofErr w:type="gramStart"/>
            <w:r w:rsidRPr="00B30F8E">
              <w:rPr>
                <w:sz w:val="22"/>
                <w:szCs w:val="22"/>
                <w:lang w:eastAsia="en-AU"/>
              </w:rPr>
              <w:t>must be answered</w:t>
            </w:r>
            <w:proofErr w:type="gramEnd"/>
            <w:r w:rsidRPr="00B30F8E">
              <w:rPr>
                <w:sz w:val="22"/>
                <w:szCs w:val="22"/>
                <w:lang w:eastAsia="en-AU"/>
              </w:rPr>
              <w:t xml:space="preserve"> correctly in order to satisfactorily complete this assessment event.</w:t>
            </w:r>
          </w:p>
          <w:p w14:paraId="6B271E0D" w14:textId="77777777" w:rsidR="00AD6668" w:rsidRPr="00B30F8E" w:rsidRDefault="008F2F03" w:rsidP="00855665">
            <w:pPr>
              <w:rPr>
                <w:rFonts w:cs="Arial"/>
                <w:sz w:val="22"/>
                <w:szCs w:val="22"/>
                <w:lang w:val="en-GB" w:eastAsia="en-AU"/>
              </w:rPr>
            </w:pPr>
            <w:r w:rsidRPr="00B30F8E">
              <w:rPr>
                <w:rFonts w:cs="Arial"/>
                <w:sz w:val="22"/>
                <w:szCs w:val="22"/>
                <w:lang w:val="en-GB" w:eastAsia="en-AU"/>
              </w:rPr>
              <w:t>Assessors will need to make a judgement call as to whether each answer/response meets the criteria based upon the:</w:t>
            </w:r>
          </w:p>
          <w:p w14:paraId="56B8BF4C" w14:textId="77777777" w:rsidR="00AD6668" w:rsidRPr="00B30F8E" w:rsidRDefault="008F2F03" w:rsidP="007B5C18">
            <w:pPr>
              <w:numPr>
                <w:ilvl w:val="0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Rules of E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vidence:</w:t>
            </w:r>
          </w:p>
          <w:p w14:paraId="088FBA14" w14:textId="77777777" w:rsidR="00AD6668" w:rsidRPr="00B30F8E" w:rsidRDefault="008F2F03" w:rsidP="007B5C18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alidity – does the answer address the assessment question and does the evidence reflect the four dimensions of competency?</w:t>
            </w:r>
          </w:p>
          <w:p w14:paraId="0CE24139" w14:textId="77777777" w:rsidR="00AD6668" w:rsidRPr="00B30F8E" w:rsidRDefault="008F2F03" w:rsidP="007B5C18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S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ufficiency – is the answer sufficient in terms of length and depth?</w:t>
            </w:r>
          </w:p>
          <w:p w14:paraId="5EECE4C6" w14:textId="77777777" w:rsidR="00AD6668" w:rsidRPr="00B30F8E" w:rsidRDefault="008F2F03" w:rsidP="007B5C18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 xml:space="preserve">urrency – </w:t>
            </w:r>
            <w:proofErr w:type="gramStart"/>
            <w:r w:rsidRPr="00B30F8E">
              <w:rPr>
                <w:rFonts w:cs="Arial"/>
                <w:sz w:val="22"/>
                <w:szCs w:val="22"/>
                <w:lang w:val="en-GB" w:eastAsia="en-AU"/>
              </w:rPr>
              <w:t>has the work been done</w:t>
            </w:r>
            <w:proofErr w:type="gramEnd"/>
            <w:r w:rsidRPr="00B30F8E">
              <w:rPr>
                <w:rFonts w:cs="Arial"/>
                <w:sz w:val="22"/>
                <w:szCs w:val="22"/>
                <w:lang w:val="en-GB" w:eastAsia="en-AU"/>
              </w:rPr>
              <w:t xml:space="preserve"> so recently as to be current?</w:t>
            </w:r>
          </w:p>
          <w:p w14:paraId="41115B31" w14:textId="77777777" w:rsidR="00C35347" w:rsidRDefault="008F2F03" w:rsidP="007B5C18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A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uthenticity – is this work the student’s own authentic work?</w:t>
            </w:r>
          </w:p>
          <w:p w14:paraId="51E449C8" w14:textId="77777777" w:rsidR="00AC4F35" w:rsidRDefault="008F2F03" w:rsidP="007B5C18">
            <w:pPr>
              <w:numPr>
                <w:ilvl w:val="0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Principles of Assessment:</w:t>
            </w:r>
          </w:p>
          <w:p w14:paraId="3DEF5579" w14:textId="77777777" w:rsidR="00AC4F35" w:rsidRDefault="008F2F03" w:rsidP="007B5C18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Fairness – individual student’s needs are considered in the assessment process</w:t>
            </w:r>
          </w:p>
          <w:p w14:paraId="21AED84D" w14:textId="77777777" w:rsidR="00AC4F35" w:rsidRDefault="008F2F03" w:rsidP="007B5C18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 xml:space="preserve">Flexibility – assessment is flexible to the individual student </w:t>
            </w:r>
          </w:p>
          <w:p w14:paraId="4BACD78A" w14:textId="77777777" w:rsidR="00AC4F35" w:rsidRDefault="008F2F03" w:rsidP="007B5C18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Validity – any assessment decision is justified, based on the evidence of performance of the student</w:t>
            </w:r>
          </w:p>
          <w:p w14:paraId="40D5B39B" w14:textId="77777777" w:rsidR="00AC4F35" w:rsidRDefault="008F2F03" w:rsidP="007B5C18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Reliability – evidence presented for assessment is consistently interpreted and assessment results are comparable irrespective of the assessor conducting the assessment</w:t>
            </w:r>
          </w:p>
          <w:p w14:paraId="61581F6B" w14:textId="77777777" w:rsidR="00AC4F35" w:rsidRDefault="008F2F03" w:rsidP="007B5C18">
            <w:pPr>
              <w:numPr>
                <w:ilvl w:val="0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Dimensions of competency</w:t>
            </w:r>
          </w:p>
          <w:p w14:paraId="0CBA2B1C" w14:textId="77777777" w:rsidR="00AC4F35" w:rsidRDefault="008F2F03" w:rsidP="007B5C18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skills</w:t>
            </w:r>
          </w:p>
          <w:p w14:paraId="5D147F7A" w14:textId="77777777" w:rsidR="00AC4F35" w:rsidRDefault="008F2F03" w:rsidP="007B5C18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Management Skills</w:t>
            </w:r>
          </w:p>
          <w:p w14:paraId="766B4EE6" w14:textId="77777777" w:rsidR="00AC4F35" w:rsidRDefault="008F2F03" w:rsidP="007B5C18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Contingency Planning Skills</w:t>
            </w:r>
          </w:p>
          <w:p w14:paraId="0DBEB6C2" w14:textId="77777777" w:rsidR="00AC4F35" w:rsidRPr="00B30F8E" w:rsidRDefault="008F2F03" w:rsidP="007B5C18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Job Role Environment Skills</w:t>
            </w:r>
          </w:p>
        </w:tc>
      </w:tr>
      <w:tr w:rsidR="00FA5F68" w14:paraId="744111CC" w14:textId="77777777" w:rsidTr="00FA5F68">
        <w:tc>
          <w:tcPr>
            <w:tcW w:w="2405" w:type="dxa"/>
            <w:vAlign w:val="top"/>
          </w:tcPr>
          <w:p w14:paraId="0DD957C4" w14:textId="77777777" w:rsidR="008F5F37" w:rsidRPr="002E7A2C" w:rsidRDefault="008F2F03" w:rsidP="00855665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Student must provide</w:t>
            </w:r>
          </w:p>
        </w:tc>
        <w:tc>
          <w:tcPr>
            <w:tcW w:w="6655" w:type="dxa"/>
            <w:vAlign w:val="top"/>
          </w:tcPr>
          <w:p w14:paraId="6608A223" w14:textId="5FE0612E" w:rsidR="00404341" w:rsidRPr="00B30F8E" w:rsidRDefault="00597C74" w:rsidP="00E53F7D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Pens and your student workbook for this unit</w:t>
            </w:r>
          </w:p>
        </w:tc>
      </w:tr>
      <w:tr w:rsidR="00FA5F68" w14:paraId="4B4C6CDF" w14:textId="77777777" w:rsidTr="00FA5F68">
        <w:tc>
          <w:tcPr>
            <w:tcW w:w="2405" w:type="dxa"/>
            <w:vAlign w:val="top"/>
          </w:tcPr>
          <w:p w14:paraId="7F54AD53" w14:textId="77777777" w:rsidR="008F5F37" w:rsidRPr="002E7A2C" w:rsidRDefault="008F2F03" w:rsidP="00855665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Assessor must provide</w:t>
            </w:r>
          </w:p>
        </w:tc>
        <w:tc>
          <w:tcPr>
            <w:tcW w:w="6655" w:type="dxa"/>
            <w:vAlign w:val="top"/>
          </w:tcPr>
          <w:p w14:paraId="6E8A50D8" w14:textId="1927DCD1" w:rsidR="00404341" w:rsidRPr="00E53F7D" w:rsidRDefault="00ED482B" w:rsidP="00855665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A room suitable for examination, a timer, spare pens</w:t>
            </w:r>
          </w:p>
        </w:tc>
      </w:tr>
      <w:tr w:rsidR="00FA5F68" w14:paraId="6C04A9FB" w14:textId="77777777" w:rsidTr="00FA5F68">
        <w:tc>
          <w:tcPr>
            <w:tcW w:w="2405" w:type="dxa"/>
            <w:vAlign w:val="top"/>
          </w:tcPr>
          <w:p w14:paraId="4DF99156" w14:textId="77777777" w:rsidR="0067653D" w:rsidRPr="0067653D" w:rsidRDefault="008F2F03" w:rsidP="00855665">
            <w:pPr>
              <w:pStyle w:val="Body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Time allowed</w:t>
            </w:r>
          </w:p>
        </w:tc>
        <w:tc>
          <w:tcPr>
            <w:tcW w:w="6655" w:type="dxa"/>
            <w:vAlign w:val="top"/>
          </w:tcPr>
          <w:p w14:paraId="7A49606A" w14:textId="77777777" w:rsidR="0067653D" w:rsidRPr="00E53F7D" w:rsidRDefault="00E92FCB" w:rsidP="00855665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30 minutes</w:t>
            </w:r>
          </w:p>
        </w:tc>
      </w:tr>
    </w:tbl>
    <w:p w14:paraId="09F9FC8C" w14:textId="77777777" w:rsidR="007E6E99" w:rsidRDefault="008F2F03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2D739F"/>
          <w:kern w:val="22"/>
          <w:sz w:val="32"/>
          <w:szCs w:val="32"/>
          <w:lang w:eastAsia="en-AU"/>
        </w:rPr>
      </w:pPr>
      <w:r>
        <w:br w:type="page"/>
      </w:r>
    </w:p>
    <w:p w14:paraId="565A2BCC" w14:textId="77777777" w:rsidR="00E92FCB" w:rsidRPr="00F64BB2" w:rsidRDefault="00E92FCB" w:rsidP="00E92FCB">
      <w:pPr>
        <w:pStyle w:val="Heading2"/>
      </w:pPr>
      <w:r w:rsidRPr="00F64BB2">
        <w:lastRenderedPageBreak/>
        <w:t>Part 1: Multiple choice</w:t>
      </w:r>
    </w:p>
    <w:p w14:paraId="5C4F2000" w14:textId="77777777" w:rsidR="00E92FCB" w:rsidRPr="00F64BB2" w:rsidRDefault="00E92FCB" w:rsidP="00E92FCB">
      <w:pPr>
        <w:pStyle w:val="Body"/>
        <w:spacing w:line="240" w:lineRule="auto"/>
        <w:rPr>
          <w:sz w:val="22"/>
          <w:szCs w:val="22"/>
        </w:rPr>
      </w:pPr>
      <w:r w:rsidRPr="00F64BB2">
        <w:rPr>
          <w:sz w:val="22"/>
          <w:szCs w:val="22"/>
        </w:rPr>
        <w:t>Read the question and each answer carefully. Put an X in the table next to your chosen answer.</w:t>
      </w:r>
    </w:p>
    <w:p w14:paraId="628B999B" w14:textId="77777777" w:rsidR="00E92FCB" w:rsidRPr="00B566CD" w:rsidRDefault="00E92FCB" w:rsidP="007B5C18">
      <w:pPr>
        <w:pStyle w:val="Body"/>
        <w:numPr>
          <w:ilvl w:val="0"/>
          <w:numId w:val="5"/>
        </w:numPr>
        <w:spacing w:line="240" w:lineRule="auto"/>
        <w:rPr>
          <w:szCs w:val="22"/>
        </w:rPr>
      </w:pPr>
      <w:r w:rsidRPr="00B566CD">
        <w:rPr>
          <w:szCs w:val="22"/>
        </w:rPr>
        <w:t>What does sterile mean?</w:t>
      </w:r>
    </w:p>
    <w:p w14:paraId="2090C7F2" w14:textId="77777777" w:rsidR="00E92FCB" w:rsidRPr="00F64BB2" w:rsidRDefault="00E92FCB" w:rsidP="00E92FCB">
      <w:pPr>
        <w:pStyle w:val="Caption"/>
        <w:keepNext/>
        <w:spacing w:before="120" w:after="120" w:line="240" w:lineRule="auto"/>
      </w:pPr>
      <w:r w:rsidRPr="00F64BB2">
        <w:t xml:space="preserve">Table </w:t>
      </w:r>
      <w:r w:rsidRPr="00F64BB2">
        <w:rPr>
          <w:noProof/>
        </w:rPr>
        <w:fldChar w:fldCharType="begin"/>
      </w:r>
      <w:r w:rsidRPr="00F64BB2">
        <w:rPr>
          <w:noProof/>
        </w:rPr>
        <w:instrText xml:space="preserve"> SEQ Table \* ARABIC </w:instrText>
      </w:r>
      <w:r w:rsidRPr="00F64BB2">
        <w:rPr>
          <w:noProof/>
        </w:rPr>
        <w:fldChar w:fldCharType="separate"/>
      </w:r>
      <w:r w:rsidRPr="00F64BB2">
        <w:rPr>
          <w:noProof/>
        </w:rPr>
        <w:t>2</w:t>
      </w:r>
      <w:r w:rsidRPr="00F64BB2">
        <w:rPr>
          <w:noProof/>
        </w:rPr>
        <w:fldChar w:fldCharType="end"/>
      </w:r>
      <w:r w:rsidRPr="00F64BB2">
        <w:t xml:space="preserve"> </w:t>
      </w:r>
      <w:proofErr w:type="gramStart"/>
      <w:r w:rsidRPr="00F64BB2">
        <w:t>Multiple</w:t>
      </w:r>
      <w:proofErr w:type="gramEnd"/>
      <w:r w:rsidRPr="00F64BB2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E92FCB" w:rsidRPr="00F64BB2" w14:paraId="7AFCFCAD" w14:textId="77777777" w:rsidTr="00AC6D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6D535352" w14:textId="77777777" w:rsidR="00E92FCB" w:rsidRPr="00F64BB2" w:rsidRDefault="00E92FCB" w:rsidP="00AC6D68">
            <w:pPr>
              <w:pStyle w:val="Body"/>
              <w:spacing w:line="240" w:lineRule="auto"/>
            </w:pPr>
            <w:r w:rsidRPr="00F64BB2">
              <w:t>Answer choices</w:t>
            </w:r>
          </w:p>
        </w:tc>
        <w:tc>
          <w:tcPr>
            <w:tcW w:w="1694" w:type="dxa"/>
          </w:tcPr>
          <w:p w14:paraId="30B06AC6" w14:textId="77777777" w:rsidR="00E92FCB" w:rsidRPr="00F64BB2" w:rsidRDefault="00E92FCB" w:rsidP="00AC6D68">
            <w:pPr>
              <w:pStyle w:val="Body"/>
              <w:spacing w:line="240" w:lineRule="auto"/>
            </w:pPr>
            <w:r w:rsidRPr="00F64BB2">
              <w:t>Put X next to your answer</w:t>
            </w:r>
          </w:p>
        </w:tc>
      </w:tr>
      <w:tr w:rsidR="00E92FCB" w:rsidRPr="00F64BB2" w14:paraId="2676AC2E" w14:textId="77777777" w:rsidTr="00AC6D68">
        <w:tc>
          <w:tcPr>
            <w:tcW w:w="7366" w:type="dxa"/>
          </w:tcPr>
          <w:p w14:paraId="56767561" w14:textId="77777777" w:rsidR="00E92FCB" w:rsidRPr="00F64BB2" w:rsidRDefault="00E92FCB" w:rsidP="007B5C18">
            <w:pPr>
              <w:pStyle w:val="Body"/>
              <w:numPr>
                <w:ilvl w:val="0"/>
                <w:numId w:val="7"/>
              </w:numPr>
              <w:tabs>
                <w:tab w:val="clear" w:pos="284"/>
              </w:tabs>
              <w:spacing w:line="240" w:lineRule="auto"/>
              <w:ind w:left="454"/>
            </w:pPr>
            <w:r w:rsidRPr="00F64BB2">
              <w:t>Free from spores</w:t>
            </w:r>
          </w:p>
        </w:tc>
        <w:tc>
          <w:tcPr>
            <w:tcW w:w="1694" w:type="dxa"/>
          </w:tcPr>
          <w:p w14:paraId="1981DFE2" w14:textId="77777777" w:rsidR="00E92FCB" w:rsidRPr="00F64BB2" w:rsidRDefault="00E92FCB" w:rsidP="00AC6D68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E92FCB" w:rsidRPr="00F64BB2" w14:paraId="2F74725D" w14:textId="77777777" w:rsidTr="00AC6D68">
        <w:tc>
          <w:tcPr>
            <w:tcW w:w="7366" w:type="dxa"/>
          </w:tcPr>
          <w:p w14:paraId="31B83AB3" w14:textId="77777777" w:rsidR="00E92FCB" w:rsidRPr="00F64BB2" w:rsidRDefault="00E92FCB" w:rsidP="007B5C18">
            <w:pPr>
              <w:pStyle w:val="Body"/>
              <w:numPr>
                <w:ilvl w:val="0"/>
                <w:numId w:val="7"/>
              </w:numPr>
              <w:tabs>
                <w:tab w:val="clear" w:pos="284"/>
              </w:tabs>
              <w:spacing w:line="240" w:lineRule="auto"/>
              <w:ind w:left="454"/>
            </w:pPr>
            <w:r w:rsidRPr="00F64BB2">
              <w:t>Free from any living microorganism and spores</w:t>
            </w:r>
          </w:p>
        </w:tc>
        <w:tc>
          <w:tcPr>
            <w:tcW w:w="1694" w:type="dxa"/>
          </w:tcPr>
          <w:p w14:paraId="03B0C4A4" w14:textId="77777777" w:rsidR="00E92FCB" w:rsidRPr="00F64BB2" w:rsidRDefault="00E92FCB" w:rsidP="00AC6D68">
            <w:pPr>
              <w:pStyle w:val="Body"/>
              <w:spacing w:line="240" w:lineRule="auto"/>
              <w:jc w:val="center"/>
              <w:rPr>
                <w:color w:val="FF0000"/>
              </w:rPr>
            </w:pPr>
            <w:r w:rsidRPr="00F64BB2">
              <w:rPr>
                <w:color w:val="FF0000"/>
              </w:rPr>
              <w:t>X</w:t>
            </w:r>
          </w:p>
        </w:tc>
      </w:tr>
      <w:tr w:rsidR="00E92FCB" w:rsidRPr="00F64BB2" w14:paraId="598C3B5A" w14:textId="77777777" w:rsidTr="00AC6D68">
        <w:tc>
          <w:tcPr>
            <w:tcW w:w="7366" w:type="dxa"/>
          </w:tcPr>
          <w:p w14:paraId="215428C3" w14:textId="77777777" w:rsidR="00E92FCB" w:rsidRPr="00F64BB2" w:rsidRDefault="00E92FCB" w:rsidP="007B5C18">
            <w:pPr>
              <w:pStyle w:val="Body"/>
              <w:numPr>
                <w:ilvl w:val="0"/>
                <w:numId w:val="7"/>
              </w:numPr>
              <w:tabs>
                <w:tab w:val="clear" w:pos="284"/>
              </w:tabs>
              <w:spacing w:line="240" w:lineRule="auto"/>
              <w:ind w:left="454"/>
            </w:pPr>
            <w:r w:rsidRPr="00F64BB2">
              <w:t>Free from spores of mould</w:t>
            </w:r>
          </w:p>
        </w:tc>
        <w:tc>
          <w:tcPr>
            <w:tcW w:w="1694" w:type="dxa"/>
          </w:tcPr>
          <w:p w14:paraId="34AC858D" w14:textId="77777777" w:rsidR="00E92FCB" w:rsidRPr="00F64BB2" w:rsidRDefault="00E92FCB" w:rsidP="00AC6D68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E92FCB" w:rsidRPr="00F64BB2" w14:paraId="430D5AD9" w14:textId="77777777" w:rsidTr="00AC6D68">
        <w:tc>
          <w:tcPr>
            <w:tcW w:w="7366" w:type="dxa"/>
          </w:tcPr>
          <w:p w14:paraId="73CDD052" w14:textId="77777777" w:rsidR="00E92FCB" w:rsidRPr="00F64BB2" w:rsidRDefault="00E92FCB" w:rsidP="007B5C18">
            <w:pPr>
              <w:pStyle w:val="Body"/>
              <w:numPr>
                <w:ilvl w:val="0"/>
                <w:numId w:val="7"/>
              </w:numPr>
              <w:tabs>
                <w:tab w:val="clear" w:pos="284"/>
              </w:tabs>
              <w:spacing w:line="240" w:lineRule="auto"/>
              <w:ind w:left="454"/>
            </w:pPr>
            <w:r w:rsidRPr="00F64BB2">
              <w:t>Free from microorganisms</w:t>
            </w:r>
          </w:p>
        </w:tc>
        <w:tc>
          <w:tcPr>
            <w:tcW w:w="1694" w:type="dxa"/>
          </w:tcPr>
          <w:p w14:paraId="39BDD7D2" w14:textId="77777777" w:rsidR="00E92FCB" w:rsidRPr="00F64BB2" w:rsidRDefault="00E92FCB" w:rsidP="00AC6D68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</w:tbl>
    <w:p w14:paraId="7262FC36" w14:textId="77777777" w:rsidR="00E92FCB" w:rsidRPr="00F64BB2" w:rsidRDefault="00E92FCB" w:rsidP="00E92FCB">
      <w:pPr>
        <w:tabs>
          <w:tab w:val="clear" w:pos="284"/>
        </w:tabs>
        <w:spacing w:line="240" w:lineRule="auto"/>
      </w:pPr>
    </w:p>
    <w:p w14:paraId="5A72AB76" w14:textId="77777777" w:rsidR="00E92FCB" w:rsidRPr="00B566CD" w:rsidRDefault="00E92FCB" w:rsidP="007B5C18">
      <w:pPr>
        <w:pStyle w:val="Body"/>
        <w:numPr>
          <w:ilvl w:val="0"/>
          <w:numId w:val="5"/>
        </w:numPr>
        <w:spacing w:line="240" w:lineRule="auto"/>
        <w:rPr>
          <w:szCs w:val="22"/>
        </w:rPr>
      </w:pPr>
      <w:r w:rsidRPr="00B566CD">
        <w:rPr>
          <w:szCs w:val="22"/>
        </w:rPr>
        <w:t>What is the function of an autoclave?</w:t>
      </w:r>
    </w:p>
    <w:p w14:paraId="7C28B3D7" w14:textId="77777777" w:rsidR="00E92FCB" w:rsidRPr="00F64BB2" w:rsidRDefault="00E92FCB" w:rsidP="00E92FCB">
      <w:pPr>
        <w:pStyle w:val="Caption"/>
        <w:keepNext/>
        <w:spacing w:before="120" w:after="120" w:line="240" w:lineRule="auto"/>
      </w:pPr>
      <w:r w:rsidRPr="00F64BB2">
        <w:t xml:space="preserve">Table </w:t>
      </w:r>
      <w:r w:rsidRPr="00F64BB2">
        <w:rPr>
          <w:noProof/>
        </w:rPr>
        <w:fldChar w:fldCharType="begin"/>
      </w:r>
      <w:r w:rsidRPr="00F64BB2">
        <w:rPr>
          <w:noProof/>
        </w:rPr>
        <w:instrText xml:space="preserve"> SEQ Table \* ARABIC </w:instrText>
      </w:r>
      <w:r w:rsidRPr="00F64BB2">
        <w:rPr>
          <w:noProof/>
        </w:rPr>
        <w:fldChar w:fldCharType="separate"/>
      </w:r>
      <w:r>
        <w:rPr>
          <w:noProof/>
        </w:rPr>
        <w:t>3</w:t>
      </w:r>
      <w:r w:rsidRPr="00F64BB2">
        <w:rPr>
          <w:noProof/>
        </w:rPr>
        <w:fldChar w:fldCharType="end"/>
      </w:r>
      <w:r w:rsidRPr="00F64BB2">
        <w:t xml:space="preserve"> </w:t>
      </w:r>
      <w:proofErr w:type="gramStart"/>
      <w:r w:rsidRPr="00F64BB2">
        <w:t>Multiple</w:t>
      </w:r>
      <w:proofErr w:type="gramEnd"/>
      <w:r w:rsidRPr="00F64BB2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E92FCB" w:rsidRPr="00F64BB2" w14:paraId="5277AAFC" w14:textId="77777777" w:rsidTr="00AC6D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4088477A" w14:textId="77777777" w:rsidR="00E92FCB" w:rsidRPr="00F64BB2" w:rsidRDefault="00E92FCB" w:rsidP="00AC6D68">
            <w:pPr>
              <w:pStyle w:val="Body"/>
              <w:spacing w:line="240" w:lineRule="auto"/>
            </w:pPr>
            <w:r w:rsidRPr="00F64BB2">
              <w:t>Answer choices</w:t>
            </w:r>
          </w:p>
        </w:tc>
        <w:tc>
          <w:tcPr>
            <w:tcW w:w="1694" w:type="dxa"/>
          </w:tcPr>
          <w:p w14:paraId="472ADD46" w14:textId="77777777" w:rsidR="00E92FCB" w:rsidRPr="00F64BB2" w:rsidRDefault="00E92FCB" w:rsidP="00AC6D68">
            <w:pPr>
              <w:pStyle w:val="Body"/>
              <w:spacing w:line="240" w:lineRule="auto"/>
            </w:pPr>
            <w:r w:rsidRPr="00F64BB2">
              <w:t>Put X next to your answer</w:t>
            </w:r>
          </w:p>
        </w:tc>
      </w:tr>
      <w:tr w:rsidR="00E92FCB" w:rsidRPr="00F64BB2" w14:paraId="143911F2" w14:textId="77777777" w:rsidTr="00AC6D68">
        <w:tc>
          <w:tcPr>
            <w:tcW w:w="7366" w:type="dxa"/>
          </w:tcPr>
          <w:p w14:paraId="53E7563E" w14:textId="77777777" w:rsidR="00E92FCB" w:rsidRPr="00F64BB2" w:rsidRDefault="00E92FCB" w:rsidP="007B5C18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spacing w:line="240" w:lineRule="auto"/>
              <w:ind w:left="454"/>
            </w:pPr>
            <w:r w:rsidRPr="00F64BB2">
              <w:rPr>
                <w:kern w:val="24"/>
              </w:rPr>
              <w:t>To sterilise culture media, materials and contaminated waste using steam under pressure</w:t>
            </w:r>
          </w:p>
        </w:tc>
        <w:tc>
          <w:tcPr>
            <w:tcW w:w="1694" w:type="dxa"/>
          </w:tcPr>
          <w:p w14:paraId="6CE47A69" w14:textId="77777777" w:rsidR="00E92FCB" w:rsidRPr="00F64BB2" w:rsidRDefault="00E92FCB" w:rsidP="00AC6D68">
            <w:pPr>
              <w:pStyle w:val="Body"/>
              <w:spacing w:line="240" w:lineRule="auto"/>
              <w:jc w:val="center"/>
              <w:rPr>
                <w:color w:val="FF0000"/>
              </w:rPr>
            </w:pPr>
            <w:r w:rsidRPr="00F64BB2">
              <w:rPr>
                <w:color w:val="FF0000"/>
              </w:rPr>
              <w:t>X</w:t>
            </w:r>
          </w:p>
        </w:tc>
      </w:tr>
      <w:tr w:rsidR="00E92FCB" w:rsidRPr="00F64BB2" w14:paraId="5A707F1C" w14:textId="77777777" w:rsidTr="00AC6D68">
        <w:tc>
          <w:tcPr>
            <w:tcW w:w="7366" w:type="dxa"/>
          </w:tcPr>
          <w:p w14:paraId="6C7237DE" w14:textId="1BC774AA" w:rsidR="00E92FCB" w:rsidRPr="00F64BB2" w:rsidRDefault="00E92FCB" w:rsidP="003037A5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spacing w:line="240" w:lineRule="auto"/>
              <w:ind w:left="454"/>
            </w:pPr>
            <w:r w:rsidRPr="00F64BB2">
              <w:rPr>
                <w:szCs w:val="24"/>
              </w:rPr>
              <w:t xml:space="preserve">To sterilise </w:t>
            </w:r>
            <w:r w:rsidR="003037A5">
              <w:rPr>
                <w:szCs w:val="24"/>
              </w:rPr>
              <w:t>heat sensitive / labile materials</w:t>
            </w:r>
          </w:p>
        </w:tc>
        <w:tc>
          <w:tcPr>
            <w:tcW w:w="1694" w:type="dxa"/>
          </w:tcPr>
          <w:p w14:paraId="74D6405F" w14:textId="77777777" w:rsidR="00E92FCB" w:rsidRPr="00F64BB2" w:rsidRDefault="00E92FCB" w:rsidP="00AC6D68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E92FCB" w:rsidRPr="00F64BB2" w14:paraId="3274138E" w14:textId="77777777" w:rsidTr="00AC6D68">
        <w:tc>
          <w:tcPr>
            <w:tcW w:w="7366" w:type="dxa"/>
          </w:tcPr>
          <w:p w14:paraId="28C94617" w14:textId="7C311C61" w:rsidR="00E92FCB" w:rsidRPr="00F64BB2" w:rsidRDefault="00E92FCB" w:rsidP="003037A5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spacing w:line="240" w:lineRule="auto"/>
              <w:ind w:left="454"/>
            </w:pPr>
            <w:r w:rsidRPr="00F64BB2">
              <w:rPr>
                <w:szCs w:val="24"/>
              </w:rPr>
              <w:t>To incubate culture media and contaminated waste</w:t>
            </w:r>
          </w:p>
        </w:tc>
        <w:tc>
          <w:tcPr>
            <w:tcW w:w="1694" w:type="dxa"/>
          </w:tcPr>
          <w:p w14:paraId="4C92AFEE" w14:textId="77777777" w:rsidR="00E92FCB" w:rsidRPr="00F64BB2" w:rsidRDefault="00E92FCB" w:rsidP="00AC6D68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E92FCB" w:rsidRPr="00F64BB2" w14:paraId="30352DF8" w14:textId="77777777" w:rsidTr="00AC6D68">
        <w:tc>
          <w:tcPr>
            <w:tcW w:w="7366" w:type="dxa"/>
          </w:tcPr>
          <w:p w14:paraId="2A1EFD1D" w14:textId="77777777" w:rsidR="00E92FCB" w:rsidRPr="00F64BB2" w:rsidRDefault="00E92FCB" w:rsidP="007B5C18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spacing w:line="240" w:lineRule="auto"/>
              <w:ind w:left="454"/>
            </w:pPr>
            <w:r w:rsidRPr="00F64BB2">
              <w:rPr>
                <w:kern w:val="24"/>
                <w:szCs w:val="24"/>
              </w:rPr>
              <w:t>To sterilise culture media, materials and contaminated waste using boiling water</w:t>
            </w:r>
          </w:p>
        </w:tc>
        <w:tc>
          <w:tcPr>
            <w:tcW w:w="1694" w:type="dxa"/>
          </w:tcPr>
          <w:p w14:paraId="01E102CD" w14:textId="77777777" w:rsidR="00E92FCB" w:rsidRPr="00F64BB2" w:rsidRDefault="00E92FCB" w:rsidP="00AC6D68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</w:tbl>
    <w:p w14:paraId="03313F1E" w14:textId="77777777" w:rsidR="00E92FCB" w:rsidRDefault="00E92FCB" w:rsidP="00E92FCB">
      <w:pPr>
        <w:tabs>
          <w:tab w:val="clear" w:pos="284"/>
        </w:tabs>
        <w:spacing w:line="240" w:lineRule="auto"/>
      </w:pPr>
    </w:p>
    <w:p w14:paraId="134F18F9" w14:textId="77777777" w:rsidR="00E92FCB" w:rsidRPr="00F64BB2" w:rsidRDefault="00E92FCB" w:rsidP="007B5C18">
      <w:pPr>
        <w:pStyle w:val="Body"/>
        <w:numPr>
          <w:ilvl w:val="0"/>
          <w:numId w:val="5"/>
        </w:numPr>
        <w:spacing w:line="240" w:lineRule="auto"/>
        <w:rPr>
          <w:sz w:val="22"/>
          <w:szCs w:val="22"/>
        </w:rPr>
      </w:pPr>
      <w:r w:rsidRPr="00677D7A">
        <w:rPr>
          <w:szCs w:val="24"/>
        </w:rPr>
        <w:t xml:space="preserve">A water sample </w:t>
      </w:r>
      <w:proofErr w:type="gramStart"/>
      <w:r w:rsidRPr="00677D7A">
        <w:rPr>
          <w:szCs w:val="24"/>
        </w:rPr>
        <w:t>was passed</w:t>
      </w:r>
      <w:proofErr w:type="gramEnd"/>
      <w:r w:rsidRPr="00677D7A">
        <w:rPr>
          <w:szCs w:val="24"/>
        </w:rPr>
        <w:t xml:space="preserve"> through a 0.2um membrane in a Millipore filtration apparatus. The water sample filtrate </w:t>
      </w:r>
      <w:proofErr w:type="gramStart"/>
      <w:r w:rsidRPr="00677D7A">
        <w:rPr>
          <w:szCs w:val="24"/>
        </w:rPr>
        <w:t>was streaked onto TSA and incubated</w:t>
      </w:r>
      <w:proofErr w:type="gramEnd"/>
      <w:r w:rsidRPr="00677D7A">
        <w:rPr>
          <w:szCs w:val="24"/>
        </w:rPr>
        <w:t>. Which result would indicate that the filtrate is sterile?</w:t>
      </w:r>
    </w:p>
    <w:p w14:paraId="5C7DCF57" w14:textId="77777777" w:rsidR="00E92FCB" w:rsidRPr="00F64BB2" w:rsidRDefault="00E92FCB" w:rsidP="00E92FCB">
      <w:pPr>
        <w:pStyle w:val="Caption"/>
        <w:keepNext/>
        <w:spacing w:before="120" w:after="120" w:line="240" w:lineRule="auto"/>
      </w:pPr>
      <w:r w:rsidRPr="00F64BB2">
        <w:t xml:space="preserve">Table </w:t>
      </w:r>
      <w:r w:rsidRPr="00F64BB2">
        <w:rPr>
          <w:noProof/>
        </w:rPr>
        <w:fldChar w:fldCharType="begin"/>
      </w:r>
      <w:r w:rsidRPr="00F64BB2">
        <w:rPr>
          <w:noProof/>
        </w:rPr>
        <w:instrText xml:space="preserve"> SEQ Table \* ARABIC </w:instrText>
      </w:r>
      <w:r w:rsidRPr="00F64BB2">
        <w:rPr>
          <w:noProof/>
        </w:rPr>
        <w:fldChar w:fldCharType="separate"/>
      </w:r>
      <w:r>
        <w:rPr>
          <w:noProof/>
        </w:rPr>
        <w:t>4</w:t>
      </w:r>
      <w:r w:rsidRPr="00F64BB2">
        <w:rPr>
          <w:noProof/>
        </w:rPr>
        <w:fldChar w:fldCharType="end"/>
      </w:r>
      <w:r w:rsidRPr="00F64BB2">
        <w:t xml:space="preserve"> </w:t>
      </w:r>
      <w:proofErr w:type="gramStart"/>
      <w:r w:rsidRPr="00F64BB2">
        <w:t>Multiple</w:t>
      </w:r>
      <w:proofErr w:type="gramEnd"/>
      <w:r w:rsidRPr="00F64BB2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E92FCB" w:rsidRPr="00F64BB2" w14:paraId="0E17C039" w14:textId="77777777" w:rsidTr="00AC6D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61882700" w14:textId="77777777" w:rsidR="00E92FCB" w:rsidRPr="00F64BB2" w:rsidRDefault="00E92FCB" w:rsidP="00AC6D68">
            <w:pPr>
              <w:pStyle w:val="Body"/>
              <w:spacing w:line="240" w:lineRule="auto"/>
            </w:pPr>
            <w:r w:rsidRPr="00F64BB2">
              <w:t>Answer choices</w:t>
            </w:r>
          </w:p>
        </w:tc>
        <w:tc>
          <w:tcPr>
            <w:tcW w:w="1694" w:type="dxa"/>
          </w:tcPr>
          <w:p w14:paraId="3F4D2881" w14:textId="77777777" w:rsidR="00E92FCB" w:rsidRPr="00F64BB2" w:rsidRDefault="00E92FCB" w:rsidP="00AC6D68">
            <w:pPr>
              <w:pStyle w:val="Body"/>
              <w:spacing w:line="240" w:lineRule="auto"/>
            </w:pPr>
            <w:r w:rsidRPr="00F64BB2">
              <w:t>Put X next to your answer</w:t>
            </w:r>
          </w:p>
        </w:tc>
      </w:tr>
      <w:tr w:rsidR="00E92FCB" w:rsidRPr="00F64BB2" w14:paraId="4C9836DE" w14:textId="77777777" w:rsidTr="00AC6D68">
        <w:tc>
          <w:tcPr>
            <w:tcW w:w="7366" w:type="dxa"/>
          </w:tcPr>
          <w:p w14:paraId="4035F8A3" w14:textId="77777777" w:rsidR="00E92FCB" w:rsidRPr="00F64BB2" w:rsidRDefault="00E92FCB" w:rsidP="007B5C18">
            <w:pPr>
              <w:pStyle w:val="Body"/>
              <w:numPr>
                <w:ilvl w:val="0"/>
                <w:numId w:val="13"/>
              </w:numPr>
              <w:tabs>
                <w:tab w:val="clear" w:pos="284"/>
              </w:tabs>
              <w:spacing w:line="240" w:lineRule="auto"/>
              <w:ind w:left="454"/>
            </w:pPr>
            <w:r w:rsidRPr="00F04896">
              <w:t>Bacteria from the water sample passed through the membrane and colonies of bacteria had grown on the TSA plate</w:t>
            </w:r>
          </w:p>
        </w:tc>
        <w:tc>
          <w:tcPr>
            <w:tcW w:w="1694" w:type="dxa"/>
          </w:tcPr>
          <w:p w14:paraId="71906C50" w14:textId="77777777" w:rsidR="00E92FCB" w:rsidRPr="00F64BB2" w:rsidRDefault="00E92FCB" w:rsidP="00AC6D68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E92FCB" w:rsidRPr="00F64BB2" w14:paraId="29ABDD55" w14:textId="77777777" w:rsidTr="00AC6D68">
        <w:tc>
          <w:tcPr>
            <w:tcW w:w="7366" w:type="dxa"/>
          </w:tcPr>
          <w:p w14:paraId="067DBB98" w14:textId="77777777" w:rsidR="00E92FCB" w:rsidRPr="00F64BB2" w:rsidRDefault="00E92FCB" w:rsidP="007B5C18">
            <w:pPr>
              <w:pStyle w:val="Body"/>
              <w:numPr>
                <w:ilvl w:val="0"/>
                <w:numId w:val="13"/>
              </w:numPr>
              <w:tabs>
                <w:tab w:val="clear" w:pos="284"/>
              </w:tabs>
              <w:spacing w:line="240" w:lineRule="auto"/>
              <w:ind w:left="454"/>
            </w:pPr>
            <w:r w:rsidRPr="00F04896">
              <w:t>Bacteria from the water sample passed through the membrane and there was no growth on the TSA plate</w:t>
            </w:r>
          </w:p>
        </w:tc>
        <w:tc>
          <w:tcPr>
            <w:tcW w:w="1694" w:type="dxa"/>
          </w:tcPr>
          <w:p w14:paraId="20925AA3" w14:textId="77777777" w:rsidR="00E92FCB" w:rsidRPr="00F64BB2" w:rsidRDefault="00E92FCB" w:rsidP="00AC6D68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E92FCB" w:rsidRPr="00F64BB2" w14:paraId="2B5A1DDA" w14:textId="77777777" w:rsidTr="00AC6D68">
        <w:tc>
          <w:tcPr>
            <w:tcW w:w="7366" w:type="dxa"/>
          </w:tcPr>
          <w:p w14:paraId="4156CF9C" w14:textId="77777777" w:rsidR="00E92FCB" w:rsidRPr="00F64BB2" w:rsidRDefault="00E92FCB" w:rsidP="007B5C18">
            <w:pPr>
              <w:pStyle w:val="Body"/>
              <w:numPr>
                <w:ilvl w:val="0"/>
                <w:numId w:val="13"/>
              </w:numPr>
              <w:tabs>
                <w:tab w:val="clear" w:pos="284"/>
              </w:tabs>
              <w:spacing w:line="240" w:lineRule="auto"/>
              <w:ind w:left="454"/>
            </w:pPr>
            <w:r w:rsidRPr="00F04896">
              <w:lastRenderedPageBreak/>
              <w:t>Bacteria from the water sample was unable to pass through the membrane and colonies of bacteria had grown on the TSA plate</w:t>
            </w:r>
          </w:p>
        </w:tc>
        <w:tc>
          <w:tcPr>
            <w:tcW w:w="1694" w:type="dxa"/>
          </w:tcPr>
          <w:p w14:paraId="3A676352" w14:textId="77777777" w:rsidR="00E92FCB" w:rsidRPr="00F64BB2" w:rsidRDefault="00E92FCB" w:rsidP="00AC6D68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E92FCB" w:rsidRPr="00F64BB2" w14:paraId="20420177" w14:textId="77777777" w:rsidTr="00AC6D68">
        <w:tc>
          <w:tcPr>
            <w:tcW w:w="7366" w:type="dxa"/>
          </w:tcPr>
          <w:p w14:paraId="3B37FE9A" w14:textId="77777777" w:rsidR="00E92FCB" w:rsidRPr="00F64BB2" w:rsidRDefault="00E92FCB" w:rsidP="007B5C18">
            <w:pPr>
              <w:pStyle w:val="Body"/>
              <w:numPr>
                <w:ilvl w:val="0"/>
                <w:numId w:val="13"/>
              </w:numPr>
              <w:tabs>
                <w:tab w:val="clear" w:pos="284"/>
              </w:tabs>
              <w:spacing w:line="240" w:lineRule="auto"/>
              <w:ind w:left="454"/>
            </w:pPr>
            <w:r w:rsidRPr="00F04896">
              <w:t>Bacteria from the water sample was unable to pass through the membrane and there was no growth on the TSA plate</w:t>
            </w:r>
          </w:p>
        </w:tc>
        <w:tc>
          <w:tcPr>
            <w:tcW w:w="1694" w:type="dxa"/>
          </w:tcPr>
          <w:p w14:paraId="6E2F1B94" w14:textId="77777777" w:rsidR="00E92FCB" w:rsidRPr="00F64BB2" w:rsidRDefault="00E92FCB" w:rsidP="00AC6D68">
            <w:pPr>
              <w:pStyle w:val="Body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</w:tbl>
    <w:p w14:paraId="1F3F0015" w14:textId="77777777" w:rsidR="00E92FCB" w:rsidRPr="00B566CD" w:rsidRDefault="00E92FCB" w:rsidP="00E92FCB">
      <w:pPr>
        <w:pStyle w:val="Body"/>
        <w:spacing w:line="240" w:lineRule="auto"/>
        <w:rPr>
          <w:szCs w:val="22"/>
        </w:rPr>
      </w:pPr>
    </w:p>
    <w:p w14:paraId="4EF2F4E7" w14:textId="77777777" w:rsidR="00E92FCB" w:rsidRPr="00B566CD" w:rsidRDefault="00E92FCB" w:rsidP="007B5C18">
      <w:pPr>
        <w:pStyle w:val="Body"/>
        <w:numPr>
          <w:ilvl w:val="0"/>
          <w:numId w:val="5"/>
        </w:numPr>
        <w:spacing w:line="240" w:lineRule="auto"/>
        <w:rPr>
          <w:szCs w:val="22"/>
        </w:rPr>
      </w:pPr>
      <w:r w:rsidRPr="00B566CD">
        <w:rPr>
          <w:szCs w:val="22"/>
        </w:rPr>
        <w:t>Membrane filtration is used to:</w:t>
      </w:r>
    </w:p>
    <w:p w14:paraId="59AA2280" w14:textId="77777777" w:rsidR="00E92FCB" w:rsidRPr="00F64BB2" w:rsidRDefault="00E92FCB" w:rsidP="00E92FCB">
      <w:pPr>
        <w:pStyle w:val="Caption"/>
        <w:keepNext/>
        <w:spacing w:before="120" w:after="120" w:line="240" w:lineRule="auto"/>
      </w:pPr>
      <w:r w:rsidRPr="00F64BB2">
        <w:t xml:space="preserve">Table </w:t>
      </w:r>
      <w:r w:rsidRPr="00F64BB2">
        <w:rPr>
          <w:noProof/>
        </w:rPr>
        <w:fldChar w:fldCharType="begin"/>
      </w:r>
      <w:r w:rsidRPr="00F64BB2">
        <w:rPr>
          <w:noProof/>
        </w:rPr>
        <w:instrText xml:space="preserve"> SEQ Table \* ARABIC </w:instrText>
      </w:r>
      <w:r w:rsidRPr="00F64BB2">
        <w:rPr>
          <w:noProof/>
        </w:rPr>
        <w:fldChar w:fldCharType="separate"/>
      </w:r>
      <w:r>
        <w:rPr>
          <w:noProof/>
        </w:rPr>
        <w:t>5</w:t>
      </w:r>
      <w:r w:rsidRPr="00F64BB2">
        <w:rPr>
          <w:noProof/>
        </w:rPr>
        <w:fldChar w:fldCharType="end"/>
      </w:r>
      <w:r w:rsidRPr="00F64BB2">
        <w:t xml:space="preserve"> </w:t>
      </w:r>
      <w:proofErr w:type="gramStart"/>
      <w:r w:rsidRPr="00F64BB2">
        <w:t>Multiple</w:t>
      </w:r>
      <w:proofErr w:type="gramEnd"/>
      <w:r w:rsidRPr="00F64BB2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E92FCB" w:rsidRPr="00F64BB2" w14:paraId="1DE988B7" w14:textId="77777777" w:rsidTr="00AC6D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6EFA6782" w14:textId="77777777" w:rsidR="00E92FCB" w:rsidRPr="00F64BB2" w:rsidRDefault="00E92FCB" w:rsidP="00AC6D68">
            <w:pPr>
              <w:pStyle w:val="Body"/>
              <w:spacing w:line="240" w:lineRule="auto"/>
            </w:pPr>
            <w:r w:rsidRPr="00F64BB2">
              <w:t>Answer choices</w:t>
            </w:r>
          </w:p>
        </w:tc>
        <w:tc>
          <w:tcPr>
            <w:tcW w:w="1694" w:type="dxa"/>
          </w:tcPr>
          <w:p w14:paraId="1761CC5B" w14:textId="77777777" w:rsidR="00E92FCB" w:rsidRPr="00F64BB2" w:rsidRDefault="00E92FCB" w:rsidP="00AC6D68">
            <w:pPr>
              <w:pStyle w:val="Body"/>
              <w:spacing w:line="240" w:lineRule="auto"/>
            </w:pPr>
            <w:r w:rsidRPr="00F64BB2">
              <w:t>Put X next to your answer</w:t>
            </w:r>
          </w:p>
        </w:tc>
      </w:tr>
      <w:tr w:rsidR="003037A5" w:rsidRPr="00F64BB2" w14:paraId="705F3C4B" w14:textId="77777777" w:rsidTr="00AC6D68">
        <w:tc>
          <w:tcPr>
            <w:tcW w:w="7366" w:type="dxa"/>
          </w:tcPr>
          <w:p w14:paraId="232E9D2A" w14:textId="586D78D2" w:rsidR="003037A5" w:rsidRPr="00F64BB2" w:rsidRDefault="003037A5" w:rsidP="003037A5">
            <w:pPr>
              <w:pStyle w:val="Body"/>
              <w:numPr>
                <w:ilvl w:val="0"/>
                <w:numId w:val="14"/>
              </w:numPr>
              <w:tabs>
                <w:tab w:val="clear" w:pos="284"/>
              </w:tabs>
              <w:spacing w:line="240" w:lineRule="auto"/>
              <w:ind w:left="454"/>
            </w:pPr>
            <w:r>
              <w:t>sterilise liquid by physically removing microorganisms</w:t>
            </w:r>
          </w:p>
        </w:tc>
        <w:tc>
          <w:tcPr>
            <w:tcW w:w="1694" w:type="dxa"/>
          </w:tcPr>
          <w:p w14:paraId="4E500F13" w14:textId="02C3A662" w:rsidR="003037A5" w:rsidRPr="00F64BB2" w:rsidRDefault="003037A5" w:rsidP="003037A5">
            <w:pPr>
              <w:pStyle w:val="Body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  <w:tr w:rsidR="003037A5" w:rsidRPr="00F64BB2" w14:paraId="41DC9537" w14:textId="77777777" w:rsidTr="00AC6D68">
        <w:tc>
          <w:tcPr>
            <w:tcW w:w="7366" w:type="dxa"/>
          </w:tcPr>
          <w:p w14:paraId="1098F4C5" w14:textId="2F58F608" w:rsidR="003037A5" w:rsidRPr="00F64BB2" w:rsidRDefault="003037A5" w:rsidP="003037A5">
            <w:pPr>
              <w:pStyle w:val="Body"/>
              <w:numPr>
                <w:ilvl w:val="0"/>
                <w:numId w:val="14"/>
              </w:numPr>
              <w:tabs>
                <w:tab w:val="clear" w:pos="284"/>
              </w:tabs>
              <w:spacing w:line="240" w:lineRule="auto"/>
              <w:ind w:left="454"/>
            </w:pPr>
            <w:r>
              <w:t>chemically inhibit the growth of microorganisms</w:t>
            </w:r>
          </w:p>
        </w:tc>
        <w:tc>
          <w:tcPr>
            <w:tcW w:w="1694" w:type="dxa"/>
          </w:tcPr>
          <w:p w14:paraId="56F2F638" w14:textId="77777777" w:rsidR="003037A5" w:rsidRPr="00F64BB2" w:rsidRDefault="003037A5" w:rsidP="003037A5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3037A5" w:rsidRPr="00F64BB2" w14:paraId="3584DDA9" w14:textId="77777777" w:rsidTr="00AC6D68">
        <w:tc>
          <w:tcPr>
            <w:tcW w:w="7366" w:type="dxa"/>
          </w:tcPr>
          <w:p w14:paraId="465534C6" w14:textId="7BB86A68" w:rsidR="003037A5" w:rsidRPr="00F64BB2" w:rsidRDefault="003037A5" w:rsidP="003037A5">
            <w:pPr>
              <w:pStyle w:val="Body"/>
              <w:numPr>
                <w:ilvl w:val="0"/>
                <w:numId w:val="14"/>
              </w:numPr>
              <w:tabs>
                <w:tab w:val="clear" w:pos="284"/>
              </w:tabs>
              <w:spacing w:line="240" w:lineRule="auto"/>
              <w:ind w:left="454"/>
            </w:pPr>
            <w:r>
              <w:t>kill microorganisms</w:t>
            </w:r>
          </w:p>
        </w:tc>
        <w:tc>
          <w:tcPr>
            <w:tcW w:w="1694" w:type="dxa"/>
          </w:tcPr>
          <w:p w14:paraId="4DD668F2" w14:textId="77777777" w:rsidR="003037A5" w:rsidRPr="00F64BB2" w:rsidRDefault="003037A5" w:rsidP="003037A5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3037A5" w:rsidRPr="00F64BB2" w14:paraId="3B25AA79" w14:textId="77777777" w:rsidTr="00AC6D68">
        <w:tc>
          <w:tcPr>
            <w:tcW w:w="7366" w:type="dxa"/>
          </w:tcPr>
          <w:p w14:paraId="45387CC1" w14:textId="7C00A2D8" w:rsidR="003037A5" w:rsidRPr="00F64BB2" w:rsidRDefault="003037A5" w:rsidP="003037A5">
            <w:pPr>
              <w:pStyle w:val="Body"/>
              <w:numPr>
                <w:ilvl w:val="0"/>
                <w:numId w:val="14"/>
              </w:numPr>
              <w:tabs>
                <w:tab w:val="clear" w:pos="284"/>
              </w:tabs>
              <w:spacing w:line="240" w:lineRule="auto"/>
              <w:ind w:left="454"/>
            </w:pPr>
            <w:r>
              <w:t>physically kill spores</w:t>
            </w:r>
          </w:p>
        </w:tc>
        <w:tc>
          <w:tcPr>
            <w:tcW w:w="1694" w:type="dxa"/>
          </w:tcPr>
          <w:p w14:paraId="2316C238" w14:textId="6F58B4CC" w:rsidR="003037A5" w:rsidRPr="00F64BB2" w:rsidRDefault="003037A5" w:rsidP="003037A5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</w:tbl>
    <w:p w14:paraId="2F09AC6A" w14:textId="77777777" w:rsidR="00E92FCB" w:rsidRPr="00F64BB2" w:rsidRDefault="00E92FCB" w:rsidP="00E92FCB">
      <w:pPr>
        <w:tabs>
          <w:tab w:val="clear" w:pos="284"/>
        </w:tabs>
        <w:spacing w:line="240" w:lineRule="auto"/>
      </w:pPr>
    </w:p>
    <w:p w14:paraId="21282AC9" w14:textId="77777777" w:rsidR="00E92FCB" w:rsidRPr="00B566CD" w:rsidRDefault="00E92FCB" w:rsidP="007B5C18">
      <w:pPr>
        <w:pStyle w:val="Body"/>
        <w:numPr>
          <w:ilvl w:val="0"/>
          <w:numId w:val="5"/>
        </w:numPr>
        <w:spacing w:line="240" w:lineRule="auto"/>
        <w:rPr>
          <w:szCs w:val="22"/>
        </w:rPr>
      </w:pPr>
      <w:r w:rsidRPr="00B566CD">
        <w:rPr>
          <w:szCs w:val="22"/>
        </w:rPr>
        <w:t>Radiation is used as a method of sterilising:</w:t>
      </w:r>
    </w:p>
    <w:p w14:paraId="1CFE376A" w14:textId="77777777" w:rsidR="00E92FCB" w:rsidRPr="00F64BB2" w:rsidRDefault="00E92FCB" w:rsidP="00E92FCB">
      <w:pPr>
        <w:pStyle w:val="Caption"/>
        <w:keepNext/>
        <w:spacing w:before="120" w:after="120" w:line="240" w:lineRule="auto"/>
      </w:pPr>
      <w:r w:rsidRPr="00F64BB2">
        <w:t xml:space="preserve">Table </w:t>
      </w:r>
      <w:r w:rsidRPr="00F64BB2">
        <w:rPr>
          <w:noProof/>
        </w:rPr>
        <w:fldChar w:fldCharType="begin"/>
      </w:r>
      <w:r w:rsidRPr="00F64BB2">
        <w:rPr>
          <w:noProof/>
        </w:rPr>
        <w:instrText xml:space="preserve"> SEQ Table \* ARABIC </w:instrText>
      </w:r>
      <w:r w:rsidRPr="00F64BB2">
        <w:rPr>
          <w:noProof/>
        </w:rPr>
        <w:fldChar w:fldCharType="separate"/>
      </w:r>
      <w:r>
        <w:rPr>
          <w:noProof/>
        </w:rPr>
        <w:t>6</w:t>
      </w:r>
      <w:r w:rsidRPr="00F64BB2">
        <w:rPr>
          <w:noProof/>
        </w:rPr>
        <w:fldChar w:fldCharType="end"/>
      </w:r>
      <w:r w:rsidRPr="00F64BB2">
        <w:t xml:space="preserve"> </w:t>
      </w:r>
      <w:proofErr w:type="gramStart"/>
      <w:r w:rsidRPr="00F64BB2">
        <w:t>Multiple</w:t>
      </w:r>
      <w:proofErr w:type="gramEnd"/>
      <w:r w:rsidRPr="00F64BB2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E92FCB" w:rsidRPr="00F64BB2" w14:paraId="40BDD892" w14:textId="77777777" w:rsidTr="00AC6D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5FA0A18B" w14:textId="77777777" w:rsidR="00E92FCB" w:rsidRPr="00F64BB2" w:rsidRDefault="00E92FCB" w:rsidP="00AC6D68">
            <w:pPr>
              <w:pStyle w:val="Body"/>
              <w:spacing w:line="240" w:lineRule="auto"/>
            </w:pPr>
            <w:r w:rsidRPr="00F64BB2">
              <w:t>Answer choices</w:t>
            </w:r>
          </w:p>
        </w:tc>
        <w:tc>
          <w:tcPr>
            <w:tcW w:w="1694" w:type="dxa"/>
          </w:tcPr>
          <w:p w14:paraId="306228A4" w14:textId="77777777" w:rsidR="00E92FCB" w:rsidRPr="00F64BB2" w:rsidRDefault="00E92FCB" w:rsidP="00AC6D68">
            <w:pPr>
              <w:pStyle w:val="Body"/>
              <w:spacing w:line="240" w:lineRule="auto"/>
            </w:pPr>
            <w:r w:rsidRPr="00F64BB2">
              <w:t>Put X next to your answer</w:t>
            </w:r>
          </w:p>
        </w:tc>
      </w:tr>
      <w:tr w:rsidR="00E92FCB" w:rsidRPr="00F64BB2" w14:paraId="570B00A0" w14:textId="77777777" w:rsidTr="00AC6D68">
        <w:tc>
          <w:tcPr>
            <w:tcW w:w="7366" w:type="dxa"/>
          </w:tcPr>
          <w:p w14:paraId="4E2A2D55" w14:textId="055E8F20" w:rsidR="00E92FCB" w:rsidRPr="00F64BB2" w:rsidRDefault="003037A5" w:rsidP="007B5C18">
            <w:pPr>
              <w:pStyle w:val="Body"/>
              <w:numPr>
                <w:ilvl w:val="0"/>
                <w:numId w:val="15"/>
              </w:numPr>
              <w:tabs>
                <w:tab w:val="clear" w:pos="284"/>
              </w:tabs>
              <w:spacing w:line="240" w:lineRule="auto"/>
              <w:ind w:left="454"/>
            </w:pPr>
            <w:r>
              <w:t>p</w:t>
            </w:r>
            <w:r w:rsidR="00E92FCB">
              <w:t>lastic consumables and other heat sensitive equipment</w:t>
            </w:r>
          </w:p>
        </w:tc>
        <w:tc>
          <w:tcPr>
            <w:tcW w:w="1694" w:type="dxa"/>
          </w:tcPr>
          <w:p w14:paraId="4319FCFB" w14:textId="77777777" w:rsidR="00E92FCB" w:rsidRPr="00F64BB2" w:rsidRDefault="00E92FCB" w:rsidP="00AC6D68">
            <w:pPr>
              <w:pStyle w:val="Body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  <w:tr w:rsidR="00E92FCB" w:rsidRPr="00F64BB2" w14:paraId="0028F43C" w14:textId="77777777" w:rsidTr="00AC6D68">
        <w:tc>
          <w:tcPr>
            <w:tcW w:w="7366" w:type="dxa"/>
          </w:tcPr>
          <w:p w14:paraId="5C23D2FD" w14:textId="098ADB77" w:rsidR="00E92FCB" w:rsidRPr="00F64BB2" w:rsidRDefault="003037A5" w:rsidP="007B5C18">
            <w:pPr>
              <w:pStyle w:val="Body"/>
              <w:numPr>
                <w:ilvl w:val="0"/>
                <w:numId w:val="15"/>
              </w:numPr>
              <w:tabs>
                <w:tab w:val="clear" w:pos="284"/>
              </w:tabs>
              <w:spacing w:line="240" w:lineRule="auto"/>
              <w:ind w:left="454"/>
            </w:pPr>
            <w:r>
              <w:t>g</w:t>
            </w:r>
            <w:r w:rsidR="00E92FCB">
              <w:t>lass test tubes and broth bottles</w:t>
            </w:r>
          </w:p>
        </w:tc>
        <w:tc>
          <w:tcPr>
            <w:tcW w:w="1694" w:type="dxa"/>
          </w:tcPr>
          <w:p w14:paraId="65621E15" w14:textId="77777777" w:rsidR="00E92FCB" w:rsidRPr="00F64BB2" w:rsidRDefault="00E92FCB" w:rsidP="00AC6D68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E92FCB" w:rsidRPr="00F64BB2" w14:paraId="15E13D47" w14:textId="77777777" w:rsidTr="00AC6D68">
        <w:tc>
          <w:tcPr>
            <w:tcW w:w="7366" w:type="dxa"/>
          </w:tcPr>
          <w:p w14:paraId="3E2E44CA" w14:textId="3B51B345" w:rsidR="00E92FCB" w:rsidRPr="00F64BB2" w:rsidRDefault="003037A5" w:rsidP="007B5C18">
            <w:pPr>
              <w:pStyle w:val="Body"/>
              <w:numPr>
                <w:ilvl w:val="0"/>
                <w:numId w:val="15"/>
              </w:numPr>
              <w:tabs>
                <w:tab w:val="clear" w:pos="284"/>
              </w:tabs>
              <w:spacing w:line="240" w:lineRule="auto"/>
              <w:ind w:left="454"/>
            </w:pPr>
            <w:r>
              <w:t>a</w:t>
            </w:r>
            <w:r w:rsidR="00E92FCB">
              <w:t>gar and agar plates</w:t>
            </w:r>
          </w:p>
        </w:tc>
        <w:tc>
          <w:tcPr>
            <w:tcW w:w="1694" w:type="dxa"/>
          </w:tcPr>
          <w:p w14:paraId="1011CC8F" w14:textId="77777777" w:rsidR="00E92FCB" w:rsidRPr="00F64BB2" w:rsidRDefault="00E92FCB" w:rsidP="00AC6D68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E92FCB" w:rsidRPr="00F64BB2" w14:paraId="71CEF665" w14:textId="77777777" w:rsidTr="00AC6D68">
        <w:tc>
          <w:tcPr>
            <w:tcW w:w="7366" w:type="dxa"/>
          </w:tcPr>
          <w:p w14:paraId="7CF89086" w14:textId="2137B98C" w:rsidR="00E92FCB" w:rsidRPr="00F64BB2" w:rsidRDefault="003037A5" w:rsidP="007B5C18">
            <w:pPr>
              <w:pStyle w:val="Body"/>
              <w:numPr>
                <w:ilvl w:val="0"/>
                <w:numId w:val="15"/>
              </w:numPr>
              <w:tabs>
                <w:tab w:val="clear" w:pos="284"/>
              </w:tabs>
              <w:spacing w:line="240" w:lineRule="auto"/>
              <w:ind w:left="454"/>
            </w:pPr>
            <w:r>
              <w:t>a</w:t>
            </w:r>
            <w:r w:rsidR="00E92FCB">
              <w:t>ll of the above</w:t>
            </w:r>
          </w:p>
        </w:tc>
        <w:tc>
          <w:tcPr>
            <w:tcW w:w="1694" w:type="dxa"/>
          </w:tcPr>
          <w:p w14:paraId="66CD6CAC" w14:textId="77777777" w:rsidR="00E92FCB" w:rsidRPr="00F64BB2" w:rsidRDefault="00E92FCB" w:rsidP="00AC6D68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</w:tbl>
    <w:p w14:paraId="2BCF80D2" w14:textId="77777777" w:rsidR="00E92FCB" w:rsidRDefault="00E92FCB" w:rsidP="00E92FCB">
      <w:pPr>
        <w:tabs>
          <w:tab w:val="clear" w:pos="284"/>
        </w:tabs>
        <w:spacing w:line="240" w:lineRule="auto"/>
      </w:pPr>
    </w:p>
    <w:p w14:paraId="528DC324" w14:textId="77777777" w:rsidR="00E92FCB" w:rsidRDefault="00E92FCB" w:rsidP="00E92FCB">
      <w:pPr>
        <w:tabs>
          <w:tab w:val="clear" w:pos="284"/>
        </w:tabs>
        <w:spacing w:before="0" w:after="200" w:line="276" w:lineRule="auto"/>
      </w:pPr>
      <w:r>
        <w:br w:type="page"/>
      </w:r>
    </w:p>
    <w:p w14:paraId="23842787" w14:textId="77777777" w:rsidR="00E92FCB" w:rsidRPr="00B566CD" w:rsidRDefault="00E92FCB" w:rsidP="007B5C18">
      <w:pPr>
        <w:pStyle w:val="Body"/>
        <w:numPr>
          <w:ilvl w:val="0"/>
          <w:numId w:val="5"/>
        </w:numPr>
        <w:spacing w:line="240" w:lineRule="auto"/>
        <w:rPr>
          <w:szCs w:val="22"/>
        </w:rPr>
      </w:pPr>
      <w:r w:rsidRPr="00B566CD">
        <w:rPr>
          <w:szCs w:val="22"/>
        </w:rPr>
        <w:lastRenderedPageBreak/>
        <w:t>Ethical behaviour in a microbiology laboratory would be considered to be:</w:t>
      </w:r>
    </w:p>
    <w:p w14:paraId="1FED2BA7" w14:textId="77777777" w:rsidR="00E92FCB" w:rsidRPr="00F64BB2" w:rsidRDefault="00E92FCB" w:rsidP="00E92FCB">
      <w:pPr>
        <w:pStyle w:val="Caption"/>
        <w:keepNext/>
        <w:spacing w:before="120" w:after="120" w:line="240" w:lineRule="auto"/>
      </w:pPr>
      <w:r w:rsidRPr="00F64BB2">
        <w:t xml:space="preserve">Table </w:t>
      </w:r>
      <w:r w:rsidRPr="00F64BB2">
        <w:rPr>
          <w:noProof/>
        </w:rPr>
        <w:fldChar w:fldCharType="begin"/>
      </w:r>
      <w:r w:rsidRPr="00F64BB2">
        <w:rPr>
          <w:noProof/>
        </w:rPr>
        <w:instrText xml:space="preserve"> SEQ Table \* ARABIC </w:instrText>
      </w:r>
      <w:r w:rsidRPr="00F64BB2">
        <w:rPr>
          <w:noProof/>
        </w:rPr>
        <w:fldChar w:fldCharType="separate"/>
      </w:r>
      <w:r>
        <w:rPr>
          <w:noProof/>
        </w:rPr>
        <w:t>6</w:t>
      </w:r>
      <w:r w:rsidRPr="00F64BB2">
        <w:rPr>
          <w:noProof/>
        </w:rPr>
        <w:fldChar w:fldCharType="end"/>
      </w:r>
      <w:r w:rsidRPr="00F64BB2">
        <w:t xml:space="preserve"> </w:t>
      </w:r>
      <w:proofErr w:type="gramStart"/>
      <w:r w:rsidRPr="00F64BB2">
        <w:t>Multiple</w:t>
      </w:r>
      <w:proofErr w:type="gramEnd"/>
      <w:r w:rsidRPr="00F64BB2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E92FCB" w:rsidRPr="00F64BB2" w14:paraId="14817445" w14:textId="77777777" w:rsidTr="00AC6D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68B075B0" w14:textId="77777777" w:rsidR="00E92FCB" w:rsidRPr="00F64BB2" w:rsidRDefault="00E92FCB" w:rsidP="00AC6D68">
            <w:pPr>
              <w:pStyle w:val="Body"/>
              <w:spacing w:line="240" w:lineRule="auto"/>
            </w:pPr>
            <w:r w:rsidRPr="00F64BB2">
              <w:t>Answer choices</w:t>
            </w:r>
          </w:p>
        </w:tc>
        <w:tc>
          <w:tcPr>
            <w:tcW w:w="1694" w:type="dxa"/>
          </w:tcPr>
          <w:p w14:paraId="549FE0D7" w14:textId="77777777" w:rsidR="00E92FCB" w:rsidRPr="00F64BB2" w:rsidRDefault="00E92FCB" w:rsidP="00AC6D68">
            <w:pPr>
              <w:pStyle w:val="Body"/>
              <w:spacing w:line="240" w:lineRule="auto"/>
            </w:pPr>
            <w:r w:rsidRPr="00F64BB2">
              <w:t>Put X next to your answer</w:t>
            </w:r>
          </w:p>
        </w:tc>
      </w:tr>
      <w:tr w:rsidR="00E92FCB" w:rsidRPr="00F64BB2" w14:paraId="066D3B9E" w14:textId="77777777" w:rsidTr="00AC6D68">
        <w:tc>
          <w:tcPr>
            <w:tcW w:w="7366" w:type="dxa"/>
          </w:tcPr>
          <w:p w14:paraId="45563E94" w14:textId="4AAC67AB" w:rsidR="00E92FCB" w:rsidRPr="00F64BB2" w:rsidRDefault="003037A5" w:rsidP="007B5C18">
            <w:pPr>
              <w:pStyle w:val="Body"/>
              <w:numPr>
                <w:ilvl w:val="0"/>
                <w:numId w:val="16"/>
              </w:numPr>
              <w:tabs>
                <w:tab w:val="clear" w:pos="284"/>
              </w:tabs>
              <w:spacing w:line="240" w:lineRule="auto"/>
              <w:ind w:left="454"/>
            </w:pPr>
            <w:r>
              <w:t>s</w:t>
            </w:r>
            <w:r w:rsidR="00E92FCB">
              <w:t>haring confidential test results with your colleagues over lunch</w:t>
            </w:r>
          </w:p>
        </w:tc>
        <w:tc>
          <w:tcPr>
            <w:tcW w:w="1694" w:type="dxa"/>
          </w:tcPr>
          <w:p w14:paraId="18AB807F" w14:textId="77777777" w:rsidR="00E92FCB" w:rsidRPr="00F64BB2" w:rsidRDefault="00E92FCB" w:rsidP="00AC6D68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E92FCB" w:rsidRPr="00F64BB2" w14:paraId="4B490DAB" w14:textId="77777777" w:rsidTr="00AC6D68">
        <w:tc>
          <w:tcPr>
            <w:tcW w:w="7366" w:type="dxa"/>
          </w:tcPr>
          <w:p w14:paraId="2794C7B5" w14:textId="30B0B67C" w:rsidR="00E92FCB" w:rsidRPr="00F64BB2" w:rsidRDefault="003037A5" w:rsidP="007B5C18">
            <w:pPr>
              <w:pStyle w:val="Body"/>
              <w:numPr>
                <w:ilvl w:val="0"/>
                <w:numId w:val="16"/>
              </w:numPr>
              <w:tabs>
                <w:tab w:val="clear" w:pos="284"/>
              </w:tabs>
              <w:spacing w:line="240" w:lineRule="auto"/>
              <w:ind w:left="454"/>
            </w:pPr>
            <w:r>
              <w:t>a</w:t>
            </w:r>
            <w:r w:rsidR="00E92FCB">
              <w:t>ccidentally contaminating a sample and not informing your supervisor</w:t>
            </w:r>
          </w:p>
        </w:tc>
        <w:tc>
          <w:tcPr>
            <w:tcW w:w="1694" w:type="dxa"/>
          </w:tcPr>
          <w:p w14:paraId="11BE4426" w14:textId="77777777" w:rsidR="00E92FCB" w:rsidRPr="00F64BB2" w:rsidRDefault="00E92FCB" w:rsidP="00AC6D68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E92FCB" w:rsidRPr="00F64BB2" w14:paraId="217E6A94" w14:textId="77777777" w:rsidTr="00AC6D68">
        <w:tc>
          <w:tcPr>
            <w:tcW w:w="7366" w:type="dxa"/>
          </w:tcPr>
          <w:p w14:paraId="4C9E24E0" w14:textId="1D653088" w:rsidR="00E92FCB" w:rsidRPr="00F64BB2" w:rsidRDefault="003037A5" w:rsidP="007B5C18">
            <w:pPr>
              <w:pStyle w:val="Body"/>
              <w:numPr>
                <w:ilvl w:val="0"/>
                <w:numId w:val="16"/>
              </w:numPr>
              <w:tabs>
                <w:tab w:val="clear" w:pos="284"/>
              </w:tabs>
              <w:spacing w:line="240" w:lineRule="auto"/>
              <w:ind w:left="454"/>
            </w:pPr>
            <w:r>
              <w:t>t</w:t>
            </w:r>
            <w:r w:rsidR="00E92FCB">
              <w:t>hrowing out a sample that has incorrect paperwork and failing to inform the requesting or authorised doctor</w:t>
            </w:r>
          </w:p>
        </w:tc>
        <w:tc>
          <w:tcPr>
            <w:tcW w:w="1694" w:type="dxa"/>
          </w:tcPr>
          <w:p w14:paraId="69F9715A" w14:textId="77777777" w:rsidR="00E92FCB" w:rsidRPr="00F64BB2" w:rsidRDefault="00E92FCB" w:rsidP="00AC6D68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E92FCB" w:rsidRPr="00F64BB2" w14:paraId="6758A855" w14:textId="77777777" w:rsidTr="00AC6D68">
        <w:tc>
          <w:tcPr>
            <w:tcW w:w="7366" w:type="dxa"/>
          </w:tcPr>
          <w:p w14:paraId="09CB844A" w14:textId="74B265B0" w:rsidR="00E92FCB" w:rsidRPr="00F64BB2" w:rsidRDefault="003037A5" w:rsidP="007B5C18">
            <w:pPr>
              <w:pStyle w:val="Body"/>
              <w:numPr>
                <w:ilvl w:val="0"/>
                <w:numId w:val="16"/>
              </w:numPr>
              <w:tabs>
                <w:tab w:val="clear" w:pos="284"/>
              </w:tabs>
              <w:spacing w:line="240" w:lineRule="auto"/>
              <w:ind w:left="454"/>
            </w:pPr>
            <w:r>
              <w:t>n</w:t>
            </w:r>
            <w:r w:rsidR="00E92FCB">
              <w:t>one of the above</w:t>
            </w:r>
          </w:p>
        </w:tc>
        <w:tc>
          <w:tcPr>
            <w:tcW w:w="1694" w:type="dxa"/>
          </w:tcPr>
          <w:p w14:paraId="5F9EBA29" w14:textId="77777777" w:rsidR="00E92FCB" w:rsidRPr="00F64BB2" w:rsidRDefault="00E92FCB" w:rsidP="00AC6D68">
            <w:pPr>
              <w:pStyle w:val="Body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</w:tbl>
    <w:p w14:paraId="4F3EC53B" w14:textId="77777777" w:rsidR="00E92FCB" w:rsidRPr="00F64BB2" w:rsidRDefault="00E92FCB" w:rsidP="00E92FCB">
      <w:pPr>
        <w:tabs>
          <w:tab w:val="clear" w:pos="284"/>
        </w:tabs>
        <w:spacing w:line="240" w:lineRule="auto"/>
      </w:pPr>
    </w:p>
    <w:p w14:paraId="3621480B" w14:textId="77777777" w:rsidR="00E92FCB" w:rsidRPr="00F64BB2" w:rsidRDefault="00E92FCB" w:rsidP="00E92FCB">
      <w:pPr>
        <w:tabs>
          <w:tab w:val="clear" w:pos="284"/>
        </w:tabs>
        <w:spacing w:line="240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 w:rsidRPr="00F64BB2">
        <w:br w:type="page"/>
      </w:r>
    </w:p>
    <w:p w14:paraId="35D59F25" w14:textId="77777777" w:rsidR="00E92FCB" w:rsidRPr="00F64BB2" w:rsidRDefault="00E92FCB" w:rsidP="00E92FCB">
      <w:pPr>
        <w:pStyle w:val="Heading2"/>
      </w:pPr>
      <w:r w:rsidRPr="00F64BB2">
        <w:lastRenderedPageBreak/>
        <w:t>Part 2: True or false</w:t>
      </w:r>
    </w:p>
    <w:p w14:paraId="5F471D6A" w14:textId="77777777" w:rsidR="00E92FCB" w:rsidRPr="00F64BB2" w:rsidRDefault="00E92FCB" w:rsidP="00E92FCB">
      <w:pPr>
        <w:rPr>
          <w:sz w:val="22"/>
          <w:szCs w:val="22"/>
          <w:lang w:eastAsia="en-AU"/>
        </w:rPr>
      </w:pPr>
      <w:r w:rsidRPr="00F64BB2">
        <w:rPr>
          <w:sz w:val="22"/>
          <w:szCs w:val="22"/>
          <w:lang w:eastAsia="en-AU"/>
        </w:rPr>
        <w:t xml:space="preserve">Read the question and then write </w:t>
      </w:r>
      <w:r w:rsidRPr="00F64BB2">
        <w:rPr>
          <w:b/>
          <w:sz w:val="22"/>
          <w:szCs w:val="22"/>
          <w:lang w:eastAsia="en-AU"/>
        </w:rPr>
        <w:t>True</w:t>
      </w:r>
      <w:r w:rsidRPr="00F64BB2">
        <w:rPr>
          <w:sz w:val="22"/>
          <w:szCs w:val="22"/>
          <w:lang w:eastAsia="en-AU"/>
        </w:rPr>
        <w:t xml:space="preserve"> or </w:t>
      </w:r>
      <w:r w:rsidRPr="00F64BB2">
        <w:rPr>
          <w:b/>
          <w:sz w:val="22"/>
          <w:szCs w:val="22"/>
          <w:lang w:eastAsia="en-AU"/>
        </w:rPr>
        <w:t>False</w:t>
      </w:r>
      <w:r w:rsidRPr="00F64BB2">
        <w:rPr>
          <w:sz w:val="22"/>
          <w:szCs w:val="22"/>
          <w:lang w:eastAsia="en-AU"/>
        </w:rPr>
        <w:t xml:space="preserve"> in the space provided.</w:t>
      </w:r>
    </w:p>
    <w:p w14:paraId="46405695" w14:textId="77777777" w:rsidR="00E92FCB" w:rsidRPr="00F64BB2" w:rsidRDefault="00E92FCB" w:rsidP="00E92FCB">
      <w:pPr>
        <w:pStyle w:val="Caption"/>
        <w:keepNext/>
      </w:pPr>
      <w:r w:rsidRPr="00F64BB2">
        <w:t xml:space="preserve">Table </w:t>
      </w:r>
      <w:r w:rsidRPr="00F64BB2">
        <w:rPr>
          <w:noProof/>
        </w:rPr>
        <w:fldChar w:fldCharType="begin"/>
      </w:r>
      <w:r w:rsidRPr="00F64BB2">
        <w:rPr>
          <w:noProof/>
        </w:rPr>
        <w:instrText xml:space="preserve"> SEQ Table \* ARABIC </w:instrText>
      </w:r>
      <w:r w:rsidRPr="00F64BB2">
        <w:rPr>
          <w:noProof/>
        </w:rPr>
        <w:fldChar w:fldCharType="separate"/>
      </w:r>
      <w:r w:rsidRPr="00F64BB2">
        <w:rPr>
          <w:noProof/>
        </w:rPr>
        <w:t>12</w:t>
      </w:r>
      <w:r w:rsidRPr="00F64BB2">
        <w:rPr>
          <w:noProof/>
        </w:rPr>
        <w:fldChar w:fldCharType="end"/>
      </w:r>
      <w:r w:rsidRPr="00F64BB2">
        <w:t xml:space="preserve"> </w:t>
      </w:r>
      <w:proofErr w:type="gramStart"/>
      <w:r w:rsidRPr="00F64BB2">
        <w:t>True</w:t>
      </w:r>
      <w:proofErr w:type="gramEnd"/>
      <w:r w:rsidRPr="00F64BB2">
        <w:t xml:space="preserve"> or false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rue or false"/>
      </w:tblPr>
      <w:tblGrid>
        <w:gridCol w:w="7366"/>
        <w:gridCol w:w="1694"/>
      </w:tblGrid>
      <w:tr w:rsidR="00E92FCB" w:rsidRPr="00F64BB2" w14:paraId="36872CFA" w14:textId="77777777" w:rsidTr="00AC6D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2D465B43" w14:textId="77777777" w:rsidR="00E92FCB" w:rsidRPr="00F64BB2" w:rsidRDefault="00E92FCB" w:rsidP="00AC6D68">
            <w:pPr>
              <w:pStyle w:val="Body"/>
            </w:pPr>
            <w:r w:rsidRPr="00F64BB2">
              <w:t>Question</w:t>
            </w:r>
          </w:p>
        </w:tc>
        <w:tc>
          <w:tcPr>
            <w:tcW w:w="1694" w:type="dxa"/>
          </w:tcPr>
          <w:p w14:paraId="7F27D79A" w14:textId="77777777" w:rsidR="00E92FCB" w:rsidRPr="00F64BB2" w:rsidRDefault="00E92FCB" w:rsidP="00AC6D68">
            <w:pPr>
              <w:pStyle w:val="Body"/>
            </w:pPr>
            <w:r w:rsidRPr="00F64BB2">
              <w:t xml:space="preserve">Write </w:t>
            </w:r>
            <w:r w:rsidRPr="00F64BB2">
              <w:rPr>
                <w:i/>
              </w:rPr>
              <w:t>True</w:t>
            </w:r>
            <w:r w:rsidRPr="00F64BB2">
              <w:t xml:space="preserve"> or </w:t>
            </w:r>
            <w:r w:rsidRPr="00F64BB2">
              <w:rPr>
                <w:i/>
              </w:rPr>
              <w:t>False</w:t>
            </w:r>
          </w:p>
        </w:tc>
      </w:tr>
      <w:tr w:rsidR="00E92FCB" w:rsidRPr="00F64BB2" w14:paraId="24E09565" w14:textId="77777777" w:rsidTr="00AC6D68">
        <w:tc>
          <w:tcPr>
            <w:tcW w:w="7366" w:type="dxa"/>
          </w:tcPr>
          <w:p w14:paraId="7AD53A60" w14:textId="77777777" w:rsidR="00E92FCB" w:rsidRPr="00B566CD" w:rsidRDefault="00E92FCB" w:rsidP="007B5C18">
            <w:pPr>
              <w:pStyle w:val="Body"/>
              <w:numPr>
                <w:ilvl w:val="0"/>
                <w:numId w:val="10"/>
              </w:numPr>
              <w:tabs>
                <w:tab w:val="clear" w:pos="284"/>
              </w:tabs>
              <w:ind w:left="454"/>
              <w:rPr>
                <w:szCs w:val="22"/>
              </w:rPr>
            </w:pPr>
            <w:r w:rsidRPr="00B566CD">
              <w:rPr>
                <w:szCs w:val="22"/>
              </w:rPr>
              <w:t>Boiling kills living microorganisms and spores</w:t>
            </w:r>
          </w:p>
        </w:tc>
        <w:tc>
          <w:tcPr>
            <w:tcW w:w="1694" w:type="dxa"/>
          </w:tcPr>
          <w:p w14:paraId="612D609F" w14:textId="77777777" w:rsidR="00E92FCB" w:rsidRPr="00B566CD" w:rsidRDefault="00E92FCB" w:rsidP="00AC6D68">
            <w:pPr>
              <w:pStyle w:val="Body"/>
              <w:jc w:val="center"/>
              <w:rPr>
                <w:color w:val="FF0000"/>
              </w:rPr>
            </w:pPr>
            <w:r w:rsidRPr="00B566CD">
              <w:rPr>
                <w:color w:val="FF0000"/>
              </w:rPr>
              <w:t>F</w:t>
            </w:r>
          </w:p>
        </w:tc>
      </w:tr>
      <w:tr w:rsidR="00E92FCB" w:rsidRPr="00F64BB2" w14:paraId="421EE4B2" w14:textId="77777777" w:rsidTr="00AC6D68">
        <w:tc>
          <w:tcPr>
            <w:tcW w:w="7366" w:type="dxa"/>
          </w:tcPr>
          <w:p w14:paraId="56D0112B" w14:textId="1B2B75C7" w:rsidR="00E92FCB" w:rsidRPr="00B566CD" w:rsidRDefault="00ED482B" w:rsidP="007B5C18">
            <w:pPr>
              <w:pStyle w:val="Body"/>
              <w:numPr>
                <w:ilvl w:val="0"/>
                <w:numId w:val="10"/>
              </w:numPr>
              <w:tabs>
                <w:tab w:val="clear" w:pos="284"/>
              </w:tabs>
              <w:ind w:left="454"/>
              <w:rPr>
                <w:szCs w:val="22"/>
              </w:rPr>
            </w:pPr>
            <w:r>
              <w:rPr>
                <w:szCs w:val="22"/>
              </w:rPr>
              <w:t>An inoculation instrument is flamed to sterilise it</w:t>
            </w:r>
          </w:p>
        </w:tc>
        <w:tc>
          <w:tcPr>
            <w:tcW w:w="1694" w:type="dxa"/>
          </w:tcPr>
          <w:p w14:paraId="072F716C" w14:textId="77777777" w:rsidR="00E92FCB" w:rsidRPr="00B566CD" w:rsidRDefault="00E92FCB" w:rsidP="00AC6D68">
            <w:pPr>
              <w:pStyle w:val="Body"/>
              <w:jc w:val="center"/>
              <w:rPr>
                <w:color w:val="FF0000"/>
              </w:rPr>
            </w:pPr>
            <w:r w:rsidRPr="00B566CD">
              <w:rPr>
                <w:color w:val="FF0000"/>
              </w:rPr>
              <w:t>T</w:t>
            </w:r>
          </w:p>
        </w:tc>
      </w:tr>
      <w:tr w:rsidR="00E92FCB" w:rsidRPr="00F64BB2" w14:paraId="023E0C5A" w14:textId="77777777" w:rsidTr="00AC6D68">
        <w:tc>
          <w:tcPr>
            <w:tcW w:w="7366" w:type="dxa"/>
          </w:tcPr>
          <w:p w14:paraId="36385DCD" w14:textId="77777777" w:rsidR="00E92FCB" w:rsidRPr="00B566CD" w:rsidRDefault="00E92FCB" w:rsidP="007B5C18">
            <w:pPr>
              <w:pStyle w:val="Body"/>
              <w:numPr>
                <w:ilvl w:val="0"/>
                <w:numId w:val="10"/>
              </w:numPr>
              <w:tabs>
                <w:tab w:val="clear" w:pos="284"/>
              </w:tabs>
              <w:ind w:left="454"/>
              <w:rPr>
                <w:szCs w:val="22"/>
              </w:rPr>
            </w:pPr>
            <w:r w:rsidRPr="00B566CD">
              <w:rPr>
                <w:szCs w:val="22"/>
              </w:rPr>
              <w:t>The blue flame is used for sterilising</w:t>
            </w:r>
          </w:p>
        </w:tc>
        <w:tc>
          <w:tcPr>
            <w:tcW w:w="1694" w:type="dxa"/>
          </w:tcPr>
          <w:p w14:paraId="2B7352D9" w14:textId="77777777" w:rsidR="00E92FCB" w:rsidRPr="00B566CD" w:rsidRDefault="00E92FCB" w:rsidP="00AC6D68">
            <w:pPr>
              <w:pStyle w:val="Body"/>
              <w:jc w:val="center"/>
              <w:rPr>
                <w:color w:val="FF0000"/>
              </w:rPr>
            </w:pPr>
            <w:r w:rsidRPr="00B566CD">
              <w:rPr>
                <w:color w:val="FF0000"/>
              </w:rPr>
              <w:t>T</w:t>
            </w:r>
          </w:p>
        </w:tc>
      </w:tr>
      <w:tr w:rsidR="00E92FCB" w:rsidRPr="00F64BB2" w14:paraId="28401152" w14:textId="77777777" w:rsidTr="00AC6D68">
        <w:tc>
          <w:tcPr>
            <w:tcW w:w="7366" w:type="dxa"/>
          </w:tcPr>
          <w:p w14:paraId="216C910B" w14:textId="77777777" w:rsidR="00E92FCB" w:rsidRPr="00B566CD" w:rsidRDefault="00E92FCB" w:rsidP="007B5C18">
            <w:pPr>
              <w:pStyle w:val="Body"/>
              <w:numPr>
                <w:ilvl w:val="0"/>
                <w:numId w:val="10"/>
              </w:numPr>
              <w:tabs>
                <w:tab w:val="clear" w:pos="284"/>
              </w:tabs>
              <w:ind w:left="454"/>
              <w:rPr>
                <w:szCs w:val="22"/>
              </w:rPr>
            </w:pPr>
            <w:r w:rsidRPr="00B566CD">
              <w:rPr>
                <w:szCs w:val="22"/>
              </w:rPr>
              <w:t>It is ethical to share a patient’s test results with their family when they call</w:t>
            </w:r>
          </w:p>
        </w:tc>
        <w:tc>
          <w:tcPr>
            <w:tcW w:w="1694" w:type="dxa"/>
          </w:tcPr>
          <w:p w14:paraId="5D051D40" w14:textId="77777777" w:rsidR="00E92FCB" w:rsidRPr="00B566CD" w:rsidRDefault="00E92FCB" w:rsidP="00AC6D68">
            <w:pPr>
              <w:pStyle w:val="Body"/>
              <w:jc w:val="center"/>
              <w:rPr>
                <w:color w:val="FF0000"/>
              </w:rPr>
            </w:pPr>
            <w:r w:rsidRPr="00B566CD">
              <w:rPr>
                <w:color w:val="FF0000"/>
              </w:rPr>
              <w:t>F</w:t>
            </w:r>
          </w:p>
        </w:tc>
      </w:tr>
      <w:tr w:rsidR="00E92FCB" w:rsidRPr="00F64BB2" w14:paraId="4E2D34E8" w14:textId="77777777" w:rsidTr="00AC6D68">
        <w:tc>
          <w:tcPr>
            <w:tcW w:w="7366" w:type="dxa"/>
          </w:tcPr>
          <w:p w14:paraId="3CE52DF0" w14:textId="6C4E5077" w:rsidR="00E92FCB" w:rsidRPr="00B566CD" w:rsidRDefault="00ED482B" w:rsidP="007B5C18">
            <w:pPr>
              <w:pStyle w:val="Body"/>
              <w:numPr>
                <w:ilvl w:val="0"/>
                <w:numId w:val="10"/>
              </w:numPr>
              <w:tabs>
                <w:tab w:val="clear" w:pos="284"/>
              </w:tabs>
              <w:ind w:left="454"/>
              <w:rPr>
                <w:szCs w:val="22"/>
              </w:rPr>
            </w:pPr>
            <w:r>
              <w:rPr>
                <w:szCs w:val="22"/>
              </w:rPr>
              <w:t>A</w:t>
            </w:r>
            <w:r w:rsidRPr="002E65DF">
              <w:rPr>
                <w:szCs w:val="22"/>
              </w:rPr>
              <w:t>utoclav</w:t>
            </w:r>
            <w:r>
              <w:rPr>
                <w:szCs w:val="22"/>
              </w:rPr>
              <w:t>ing</w:t>
            </w:r>
            <w:r w:rsidRPr="002E65DF">
              <w:rPr>
                <w:szCs w:val="22"/>
              </w:rPr>
              <w:t xml:space="preserve"> and reus</w:t>
            </w:r>
            <w:r>
              <w:rPr>
                <w:szCs w:val="22"/>
              </w:rPr>
              <w:t>ing</w:t>
            </w:r>
            <w:r w:rsidRPr="002E65DF">
              <w:rPr>
                <w:szCs w:val="22"/>
              </w:rPr>
              <w:t xml:space="preserve"> glass containers and test tubes</w:t>
            </w:r>
            <w:r>
              <w:rPr>
                <w:szCs w:val="22"/>
              </w:rPr>
              <w:t xml:space="preserve"> reduces waste</w:t>
            </w:r>
          </w:p>
        </w:tc>
        <w:tc>
          <w:tcPr>
            <w:tcW w:w="1694" w:type="dxa"/>
          </w:tcPr>
          <w:p w14:paraId="3F201E0A" w14:textId="77777777" w:rsidR="00E92FCB" w:rsidRPr="00B566CD" w:rsidRDefault="00E92FCB" w:rsidP="00AC6D68">
            <w:pPr>
              <w:pStyle w:val="Body"/>
              <w:jc w:val="center"/>
              <w:rPr>
                <w:color w:val="FF0000"/>
              </w:rPr>
            </w:pPr>
            <w:r w:rsidRPr="00B566CD">
              <w:rPr>
                <w:color w:val="FF0000"/>
              </w:rPr>
              <w:t>T</w:t>
            </w:r>
          </w:p>
        </w:tc>
      </w:tr>
    </w:tbl>
    <w:p w14:paraId="375388DD" w14:textId="77777777" w:rsidR="00E92FCB" w:rsidRPr="00F64BB2" w:rsidRDefault="00E92FCB" w:rsidP="00E92FCB">
      <w:pPr>
        <w:rPr>
          <w:rFonts w:eastAsia="Times New Roman"/>
          <w:noProof/>
          <w:color w:val="464748"/>
          <w:kern w:val="22"/>
          <w:sz w:val="36"/>
          <w:szCs w:val="36"/>
          <w:lang w:eastAsia="en-AU"/>
        </w:rPr>
      </w:pPr>
      <w:r w:rsidRPr="00F64BB2">
        <w:br w:type="page"/>
      </w:r>
    </w:p>
    <w:p w14:paraId="1AB6654C" w14:textId="77777777" w:rsidR="00E92FCB" w:rsidRPr="00F64BB2" w:rsidRDefault="00E92FCB" w:rsidP="00E92FCB">
      <w:pPr>
        <w:pStyle w:val="Heading2"/>
      </w:pPr>
      <w:r w:rsidRPr="00F64BB2">
        <w:lastRenderedPageBreak/>
        <w:t>Part 3: Short answer</w:t>
      </w:r>
    </w:p>
    <w:p w14:paraId="6258D45F" w14:textId="77777777" w:rsidR="00E92FCB" w:rsidRPr="00B566CD" w:rsidRDefault="00E92FCB" w:rsidP="00E92FCB">
      <w:pPr>
        <w:rPr>
          <w:szCs w:val="24"/>
        </w:rPr>
      </w:pPr>
      <w:r w:rsidRPr="00B566CD">
        <w:rPr>
          <w:szCs w:val="24"/>
        </w:rPr>
        <w:t xml:space="preserve">Read the question carefully. The word count </w:t>
      </w:r>
      <w:proofErr w:type="gramStart"/>
      <w:r w:rsidRPr="00B566CD">
        <w:rPr>
          <w:szCs w:val="24"/>
        </w:rPr>
        <w:t>is listed</w:t>
      </w:r>
      <w:proofErr w:type="gramEnd"/>
      <w:r w:rsidRPr="00B566CD">
        <w:rPr>
          <w:szCs w:val="24"/>
        </w:rPr>
        <w:t xml:space="preserve"> at the end of each question below.</w:t>
      </w:r>
    </w:p>
    <w:p w14:paraId="74C7BA37" w14:textId="346A9367" w:rsidR="00E92FCB" w:rsidRPr="00B566CD" w:rsidRDefault="00E92FCB" w:rsidP="007B5C18">
      <w:pPr>
        <w:pStyle w:val="Body"/>
        <w:numPr>
          <w:ilvl w:val="0"/>
          <w:numId w:val="6"/>
        </w:numPr>
        <w:rPr>
          <w:szCs w:val="24"/>
        </w:rPr>
      </w:pPr>
      <w:r w:rsidRPr="00B566CD">
        <w:rPr>
          <w:szCs w:val="24"/>
        </w:rPr>
        <w:t xml:space="preserve">Name </w:t>
      </w:r>
      <w:r w:rsidRPr="003037A5">
        <w:rPr>
          <w:b/>
          <w:szCs w:val="24"/>
        </w:rPr>
        <w:t>two</w:t>
      </w:r>
      <w:r w:rsidRPr="00B566CD">
        <w:rPr>
          <w:szCs w:val="24"/>
        </w:rPr>
        <w:t xml:space="preserve"> items that should be flamed (3 to 10 words).</w:t>
      </w:r>
    </w:p>
    <w:p w14:paraId="7E6EFE86" w14:textId="77777777" w:rsidR="007F4294" w:rsidRPr="00DB4B98" w:rsidRDefault="007F4294" w:rsidP="007F4294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b/>
          <w:color w:val="FF0000"/>
          <w:szCs w:val="24"/>
          <w:u w:val="single"/>
        </w:rPr>
      </w:pPr>
      <w:r w:rsidRPr="00DB4B98">
        <w:rPr>
          <w:b/>
          <w:color w:val="FF0000"/>
          <w:szCs w:val="24"/>
          <w:u w:val="single"/>
        </w:rPr>
        <w:t>Any 2 of the following is correct</w:t>
      </w:r>
    </w:p>
    <w:p w14:paraId="2D3FB549" w14:textId="77777777" w:rsidR="00E92FCB" w:rsidRPr="00B566CD" w:rsidRDefault="00E92FCB" w:rsidP="00E92FC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Cs w:val="24"/>
        </w:rPr>
      </w:pPr>
      <w:r w:rsidRPr="00B566CD">
        <w:rPr>
          <w:color w:val="FF0000"/>
          <w:szCs w:val="24"/>
        </w:rPr>
        <w:t>Inoculation loop</w:t>
      </w:r>
    </w:p>
    <w:p w14:paraId="001A7B2E" w14:textId="77777777" w:rsidR="00E92FCB" w:rsidRPr="00B566CD" w:rsidRDefault="00E92FCB" w:rsidP="00E92FC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Cs w:val="24"/>
        </w:rPr>
      </w:pPr>
      <w:r w:rsidRPr="00B566CD">
        <w:rPr>
          <w:color w:val="FF0000"/>
          <w:szCs w:val="24"/>
        </w:rPr>
        <w:t>Stab wire</w:t>
      </w:r>
    </w:p>
    <w:p w14:paraId="12F43608" w14:textId="77777777" w:rsidR="00E92FCB" w:rsidRPr="00B566CD" w:rsidRDefault="00E92FCB" w:rsidP="00E92FC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Cs w:val="24"/>
        </w:rPr>
      </w:pPr>
      <w:r w:rsidRPr="00B566CD">
        <w:rPr>
          <w:color w:val="FF0000"/>
          <w:szCs w:val="24"/>
        </w:rPr>
        <w:t>Glass container or test tube</w:t>
      </w:r>
    </w:p>
    <w:p w14:paraId="780236F7" w14:textId="77777777" w:rsidR="00E92FCB" w:rsidRPr="00B566CD" w:rsidRDefault="00E92FCB" w:rsidP="00E92FC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08039054" w14:textId="349FAEC6" w:rsidR="00E92FCB" w:rsidRPr="00B566CD" w:rsidRDefault="00E92FCB" w:rsidP="007B5C18">
      <w:pPr>
        <w:pStyle w:val="Body"/>
        <w:numPr>
          <w:ilvl w:val="0"/>
          <w:numId w:val="6"/>
        </w:numPr>
        <w:rPr>
          <w:szCs w:val="24"/>
        </w:rPr>
      </w:pPr>
      <w:r w:rsidRPr="00B566CD">
        <w:rPr>
          <w:szCs w:val="24"/>
        </w:rPr>
        <w:t xml:space="preserve">List </w:t>
      </w:r>
      <w:r w:rsidRPr="003037A5">
        <w:rPr>
          <w:b/>
          <w:szCs w:val="24"/>
        </w:rPr>
        <w:t>four</w:t>
      </w:r>
      <w:r w:rsidRPr="00B566CD">
        <w:rPr>
          <w:szCs w:val="24"/>
        </w:rPr>
        <w:t xml:space="preserve"> sterilisation techniques used in a microbiology laboratory (4 to 10 words):</w:t>
      </w:r>
    </w:p>
    <w:p w14:paraId="68598D6C" w14:textId="2F4B6D17" w:rsidR="007F4294" w:rsidRPr="00DB4B98" w:rsidRDefault="007F4294" w:rsidP="007F4294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b/>
          <w:color w:val="FF0000"/>
          <w:szCs w:val="24"/>
          <w:u w:val="single"/>
        </w:rPr>
      </w:pPr>
      <w:r w:rsidRPr="00DB4B98">
        <w:rPr>
          <w:b/>
          <w:color w:val="FF0000"/>
          <w:szCs w:val="24"/>
          <w:u w:val="single"/>
        </w:rPr>
        <w:t xml:space="preserve">Any </w:t>
      </w:r>
      <w:r>
        <w:rPr>
          <w:b/>
          <w:color w:val="FF0000"/>
          <w:szCs w:val="24"/>
          <w:u w:val="single"/>
        </w:rPr>
        <w:t>4</w:t>
      </w:r>
      <w:r w:rsidRPr="00DB4B98">
        <w:rPr>
          <w:b/>
          <w:color w:val="FF0000"/>
          <w:szCs w:val="24"/>
          <w:u w:val="single"/>
        </w:rPr>
        <w:t xml:space="preserve"> of the following is correct</w:t>
      </w:r>
    </w:p>
    <w:p w14:paraId="0BC49DE4" w14:textId="77777777" w:rsidR="00E92FCB" w:rsidRPr="00B566CD" w:rsidRDefault="00E92FCB" w:rsidP="00E92FC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Cs w:val="24"/>
        </w:rPr>
      </w:pPr>
      <w:r w:rsidRPr="00B566CD">
        <w:rPr>
          <w:color w:val="FF0000"/>
          <w:szCs w:val="24"/>
        </w:rPr>
        <w:t>Autoclaving, UV light, radiation, high temperature boiling, membrane filtration, gas or chemical treatment</w:t>
      </w:r>
    </w:p>
    <w:p w14:paraId="10E9F039" w14:textId="77777777" w:rsidR="00E92FCB" w:rsidRPr="00B566CD" w:rsidRDefault="00E92FCB" w:rsidP="00E92FC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79B17D9D" w14:textId="77777777" w:rsidR="00E92FCB" w:rsidRPr="00B566CD" w:rsidRDefault="00E92FCB" w:rsidP="00E92FC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292CF81B" w14:textId="77777777" w:rsidR="00E92FCB" w:rsidRPr="00B566CD" w:rsidRDefault="00E92FCB" w:rsidP="007B5C18">
      <w:pPr>
        <w:pStyle w:val="Body"/>
        <w:numPr>
          <w:ilvl w:val="0"/>
          <w:numId w:val="6"/>
        </w:numPr>
        <w:rPr>
          <w:szCs w:val="24"/>
        </w:rPr>
      </w:pPr>
      <w:r w:rsidRPr="00B566CD">
        <w:rPr>
          <w:szCs w:val="24"/>
        </w:rPr>
        <w:t xml:space="preserve">When working in a laboratory undertaking testing of patient specimens, what legal requirements need to </w:t>
      </w:r>
      <w:proofErr w:type="gramStart"/>
      <w:r w:rsidRPr="00B566CD">
        <w:rPr>
          <w:szCs w:val="24"/>
        </w:rPr>
        <w:t>be considered</w:t>
      </w:r>
      <w:proofErr w:type="gramEnd"/>
      <w:r w:rsidRPr="00B566CD">
        <w:rPr>
          <w:szCs w:val="24"/>
        </w:rPr>
        <w:t xml:space="preserve"> (10 to 30 words)?</w:t>
      </w:r>
    </w:p>
    <w:p w14:paraId="3D36F841" w14:textId="77777777" w:rsidR="00E92FCB" w:rsidRPr="00B566CD" w:rsidRDefault="00E92FCB" w:rsidP="00E92FC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Cs w:val="24"/>
        </w:rPr>
      </w:pPr>
      <w:r w:rsidRPr="00B566CD">
        <w:rPr>
          <w:color w:val="FF0000"/>
          <w:szCs w:val="24"/>
        </w:rPr>
        <w:t>Patient confidentiality, document security, release of records to authorised agents (i.e. requesting doctor or authorised doctor)</w:t>
      </w:r>
    </w:p>
    <w:p w14:paraId="00DEA44B" w14:textId="77777777" w:rsidR="00E92FCB" w:rsidRPr="00B566CD" w:rsidRDefault="00E92FCB" w:rsidP="00E92FC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78517A14" w14:textId="77777777" w:rsidR="00E92FCB" w:rsidRPr="00B566CD" w:rsidRDefault="00E92FCB" w:rsidP="00E92FC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68C5513E" w14:textId="5044C2CC" w:rsidR="00E92FCB" w:rsidRPr="00B566CD" w:rsidRDefault="00E92FCB" w:rsidP="007B5C18">
      <w:pPr>
        <w:pStyle w:val="Body"/>
        <w:numPr>
          <w:ilvl w:val="0"/>
          <w:numId w:val="6"/>
        </w:numPr>
        <w:rPr>
          <w:szCs w:val="24"/>
        </w:rPr>
      </w:pPr>
      <w:r w:rsidRPr="00B566CD">
        <w:rPr>
          <w:szCs w:val="24"/>
        </w:rPr>
        <w:t xml:space="preserve">You are about to conduct an aseptic transfer. List the environmental sustainability issues related to this task (10 to </w:t>
      </w:r>
      <w:r w:rsidR="00ED482B">
        <w:rPr>
          <w:szCs w:val="24"/>
        </w:rPr>
        <w:t>5</w:t>
      </w:r>
      <w:r w:rsidRPr="00B566CD">
        <w:rPr>
          <w:szCs w:val="24"/>
        </w:rPr>
        <w:t>0 words):</w:t>
      </w:r>
    </w:p>
    <w:p w14:paraId="74CAA631" w14:textId="77777777" w:rsidR="00E92FCB" w:rsidRPr="00B566CD" w:rsidRDefault="00E92FCB" w:rsidP="00E92FC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Cs w:val="24"/>
        </w:rPr>
      </w:pPr>
      <w:r w:rsidRPr="00B566CD">
        <w:rPr>
          <w:color w:val="FF0000"/>
          <w:szCs w:val="24"/>
        </w:rPr>
        <w:t>Biohazardous materials – safe disposal</w:t>
      </w:r>
    </w:p>
    <w:p w14:paraId="1D568A82" w14:textId="77777777" w:rsidR="00E92FCB" w:rsidRPr="00B566CD" w:rsidRDefault="00E92FCB" w:rsidP="00E92FC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Cs w:val="24"/>
        </w:rPr>
      </w:pPr>
      <w:r w:rsidRPr="00B566CD">
        <w:rPr>
          <w:color w:val="FF0000"/>
          <w:szCs w:val="24"/>
        </w:rPr>
        <w:t>Consumption of energy (gas and electricity)</w:t>
      </w:r>
    </w:p>
    <w:p w14:paraId="1C0C5580" w14:textId="77777777" w:rsidR="00E92FCB" w:rsidRPr="00B566CD" w:rsidRDefault="00E92FCB" w:rsidP="00E92FC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Cs w:val="24"/>
        </w:rPr>
      </w:pPr>
      <w:r w:rsidRPr="00B566CD">
        <w:rPr>
          <w:color w:val="FF0000"/>
          <w:szCs w:val="24"/>
        </w:rPr>
        <w:t>Water usage (RO water – electricity and water usage)</w:t>
      </w:r>
    </w:p>
    <w:p w14:paraId="2038D2CA" w14:textId="77777777" w:rsidR="00E92FCB" w:rsidRPr="00B566CD" w:rsidRDefault="00E92FCB" w:rsidP="00E92FC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Cs w:val="24"/>
        </w:rPr>
      </w:pPr>
      <w:r w:rsidRPr="00B566CD">
        <w:rPr>
          <w:color w:val="FF0000"/>
          <w:szCs w:val="24"/>
        </w:rPr>
        <w:t>Sharps – safe disposal, could be recycled</w:t>
      </w:r>
    </w:p>
    <w:p w14:paraId="3EFB4734" w14:textId="77777777" w:rsidR="00E92FCB" w:rsidRPr="00B566CD" w:rsidRDefault="00E92FCB" w:rsidP="00E92FC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Cs w:val="24"/>
        </w:rPr>
      </w:pPr>
      <w:r w:rsidRPr="00B566CD">
        <w:rPr>
          <w:color w:val="FF0000"/>
          <w:szCs w:val="24"/>
        </w:rPr>
        <w:t>Consumables – safe disposal and / or recycling of</w:t>
      </w:r>
    </w:p>
    <w:p w14:paraId="73907544" w14:textId="77777777" w:rsidR="00E92FCB" w:rsidRPr="00B566CD" w:rsidRDefault="00E92FCB" w:rsidP="00E92FC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07EF95A9" w14:textId="77777777" w:rsidR="00E92FCB" w:rsidRPr="00F64BB2" w:rsidRDefault="00E92FCB" w:rsidP="00E92FCB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 w:rsidRPr="00F64BB2">
        <w:br w:type="page"/>
      </w:r>
    </w:p>
    <w:p w14:paraId="0D4D33DD" w14:textId="77777777" w:rsidR="00E92FCB" w:rsidRPr="00F64BB2" w:rsidRDefault="00E92FCB" w:rsidP="00E92FCB">
      <w:pPr>
        <w:pStyle w:val="Heading2"/>
      </w:pPr>
      <w:r w:rsidRPr="00F64BB2">
        <w:lastRenderedPageBreak/>
        <w:t>Part 4: Complete the table</w:t>
      </w:r>
    </w:p>
    <w:p w14:paraId="65CB52FD" w14:textId="2B014E6E" w:rsidR="00E92FCB" w:rsidRPr="00F64BB2" w:rsidRDefault="00E92FCB" w:rsidP="00E92FCB">
      <w:pPr>
        <w:rPr>
          <w:sz w:val="22"/>
          <w:szCs w:val="22"/>
        </w:rPr>
      </w:pPr>
      <w:r w:rsidRPr="00F64BB2">
        <w:rPr>
          <w:sz w:val="22"/>
          <w:szCs w:val="22"/>
        </w:rPr>
        <w:t xml:space="preserve">Read </w:t>
      </w:r>
      <w:r>
        <w:rPr>
          <w:sz w:val="22"/>
          <w:szCs w:val="22"/>
        </w:rPr>
        <w:t>each</w:t>
      </w:r>
      <w:r w:rsidRPr="00F64BB2">
        <w:rPr>
          <w:sz w:val="22"/>
          <w:szCs w:val="22"/>
        </w:rPr>
        <w:t xml:space="preserve"> question carefully</w:t>
      </w:r>
      <w:r>
        <w:rPr>
          <w:sz w:val="22"/>
          <w:szCs w:val="22"/>
        </w:rPr>
        <w:t xml:space="preserve"> and complete each </w:t>
      </w:r>
      <w:r w:rsidR="00ED482B">
        <w:rPr>
          <w:sz w:val="22"/>
          <w:szCs w:val="22"/>
        </w:rPr>
        <w:t xml:space="preserve">row of each </w:t>
      </w:r>
      <w:r>
        <w:rPr>
          <w:sz w:val="22"/>
          <w:szCs w:val="22"/>
        </w:rPr>
        <w:t>table below.</w:t>
      </w:r>
    </w:p>
    <w:p w14:paraId="443BAC78" w14:textId="77777777" w:rsidR="00E92FCB" w:rsidRPr="00F64BB2" w:rsidRDefault="00E92FCB" w:rsidP="007B5C18">
      <w:pPr>
        <w:pStyle w:val="ListParagraph"/>
        <w:numPr>
          <w:ilvl w:val="0"/>
          <w:numId w:val="11"/>
        </w:numPr>
        <w:tabs>
          <w:tab w:val="clear" w:pos="284"/>
        </w:tabs>
        <w:spacing w:before="0" w:after="200" w:line="276" w:lineRule="auto"/>
      </w:pPr>
      <w:r>
        <w:t>Complete the following table comparing radiation and autoclaving as a method of sterilisation</w:t>
      </w:r>
      <w:r w:rsidRPr="00F64BB2">
        <w:t>.</w:t>
      </w:r>
      <w:r>
        <w:t xml:space="preserve"> Circle the correct answer.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3022"/>
        <w:gridCol w:w="3022"/>
        <w:gridCol w:w="3023"/>
      </w:tblGrid>
      <w:tr w:rsidR="00E92FCB" w:rsidRPr="00F64BB2" w14:paraId="009435E4" w14:textId="77777777" w:rsidTr="00AC6D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22" w:type="dxa"/>
          </w:tcPr>
          <w:p w14:paraId="40545B66" w14:textId="77777777" w:rsidR="00E92FCB" w:rsidRPr="00F64BB2" w:rsidRDefault="00E92FCB" w:rsidP="00AC6D68">
            <w:pPr>
              <w:tabs>
                <w:tab w:val="clear" w:pos="284"/>
              </w:tabs>
              <w:spacing w:before="0" w:after="200" w:line="276" w:lineRule="auto"/>
            </w:pPr>
            <w:r>
              <w:t>Sterilisation technique</w:t>
            </w:r>
          </w:p>
        </w:tc>
        <w:tc>
          <w:tcPr>
            <w:tcW w:w="3022" w:type="dxa"/>
          </w:tcPr>
          <w:p w14:paraId="7F432FCB" w14:textId="77777777" w:rsidR="00E92FCB" w:rsidRPr="00F64BB2" w:rsidRDefault="00E92FCB" w:rsidP="00AC6D68">
            <w:pPr>
              <w:tabs>
                <w:tab w:val="clear" w:pos="284"/>
              </w:tabs>
              <w:spacing w:before="0" w:after="200" w:line="276" w:lineRule="auto"/>
              <w:jc w:val="center"/>
            </w:pPr>
            <w:r>
              <w:t>Penetrates plastic packaging</w:t>
            </w:r>
          </w:p>
        </w:tc>
        <w:tc>
          <w:tcPr>
            <w:tcW w:w="3023" w:type="dxa"/>
          </w:tcPr>
          <w:p w14:paraId="4F8D737C" w14:textId="77777777" w:rsidR="00E92FCB" w:rsidRPr="00F64BB2" w:rsidRDefault="00E92FCB" w:rsidP="00AC6D68">
            <w:pPr>
              <w:tabs>
                <w:tab w:val="clear" w:pos="284"/>
              </w:tabs>
              <w:spacing w:before="0" w:after="200" w:line="276" w:lineRule="auto"/>
              <w:jc w:val="center"/>
            </w:pPr>
            <w:r>
              <w:t>High temperature required</w:t>
            </w:r>
          </w:p>
        </w:tc>
      </w:tr>
      <w:tr w:rsidR="00E92FCB" w:rsidRPr="00F64BB2" w14:paraId="329A6E3C" w14:textId="77777777" w:rsidTr="00AC6D68">
        <w:tc>
          <w:tcPr>
            <w:tcW w:w="3022" w:type="dxa"/>
          </w:tcPr>
          <w:p w14:paraId="50E41723" w14:textId="77777777" w:rsidR="00E92FCB" w:rsidRPr="00F64BB2" w:rsidRDefault="00E92FCB" w:rsidP="00AC6D68">
            <w:pPr>
              <w:tabs>
                <w:tab w:val="clear" w:pos="284"/>
              </w:tabs>
              <w:spacing w:before="0" w:after="200" w:line="276" w:lineRule="auto"/>
            </w:pPr>
            <w:r>
              <w:t>Autoclaving</w:t>
            </w:r>
          </w:p>
        </w:tc>
        <w:tc>
          <w:tcPr>
            <w:tcW w:w="3022" w:type="dxa"/>
          </w:tcPr>
          <w:p w14:paraId="5958731B" w14:textId="6DF1E127" w:rsidR="00E92FCB" w:rsidRPr="00F64BB2" w:rsidRDefault="00ED482B" w:rsidP="00ED482B">
            <w:pPr>
              <w:tabs>
                <w:tab w:val="clear" w:pos="284"/>
              </w:tabs>
              <w:spacing w:before="0" w:after="200" w:line="276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N</w:t>
            </w:r>
            <w:r w:rsidR="00E92FCB">
              <w:rPr>
                <w:color w:val="FF0000"/>
              </w:rPr>
              <w:t>o</w:t>
            </w:r>
          </w:p>
        </w:tc>
        <w:tc>
          <w:tcPr>
            <w:tcW w:w="3023" w:type="dxa"/>
          </w:tcPr>
          <w:p w14:paraId="3144AC80" w14:textId="71204E7E" w:rsidR="00E92FCB" w:rsidRPr="00F64BB2" w:rsidRDefault="00E92FCB" w:rsidP="00ED482B">
            <w:pPr>
              <w:tabs>
                <w:tab w:val="clear" w:pos="284"/>
              </w:tabs>
              <w:spacing w:before="0" w:after="200" w:line="276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</w:tr>
      <w:tr w:rsidR="00E92FCB" w:rsidRPr="00F64BB2" w14:paraId="56C12CDF" w14:textId="77777777" w:rsidTr="00AC6D68">
        <w:tc>
          <w:tcPr>
            <w:tcW w:w="3022" w:type="dxa"/>
          </w:tcPr>
          <w:p w14:paraId="6983D56D" w14:textId="77777777" w:rsidR="00E92FCB" w:rsidRPr="00F64BB2" w:rsidRDefault="00E92FCB" w:rsidP="00AC6D68">
            <w:pPr>
              <w:tabs>
                <w:tab w:val="clear" w:pos="284"/>
              </w:tabs>
              <w:spacing w:before="0" w:after="200" w:line="276" w:lineRule="auto"/>
            </w:pPr>
            <w:r>
              <w:t>Radiation</w:t>
            </w:r>
          </w:p>
        </w:tc>
        <w:tc>
          <w:tcPr>
            <w:tcW w:w="3022" w:type="dxa"/>
          </w:tcPr>
          <w:p w14:paraId="019FAA71" w14:textId="4B7C7C25" w:rsidR="00E92FCB" w:rsidRPr="00F64BB2" w:rsidRDefault="00E92FCB" w:rsidP="00AC6D68">
            <w:pPr>
              <w:tabs>
                <w:tab w:val="clear" w:pos="284"/>
              </w:tabs>
              <w:spacing w:before="0" w:after="200" w:line="276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023" w:type="dxa"/>
          </w:tcPr>
          <w:p w14:paraId="655A5D7B" w14:textId="15374F47" w:rsidR="00E92FCB" w:rsidRPr="00F64BB2" w:rsidRDefault="00E92FCB" w:rsidP="00ED482B">
            <w:pPr>
              <w:tabs>
                <w:tab w:val="clear" w:pos="284"/>
              </w:tabs>
              <w:spacing w:before="0" w:after="200" w:line="276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No</w:t>
            </w:r>
          </w:p>
        </w:tc>
      </w:tr>
    </w:tbl>
    <w:p w14:paraId="4BE34F9C" w14:textId="77777777" w:rsidR="00E92FCB" w:rsidRPr="00F64BB2" w:rsidRDefault="00E92FCB" w:rsidP="00E92FCB">
      <w:pPr>
        <w:tabs>
          <w:tab w:val="clear" w:pos="284"/>
        </w:tabs>
        <w:spacing w:before="0" w:after="200" w:line="276" w:lineRule="auto"/>
      </w:pPr>
    </w:p>
    <w:p w14:paraId="6A720363" w14:textId="3E59F8BF" w:rsidR="00E92FCB" w:rsidRPr="00F64BB2" w:rsidRDefault="00E92FCB" w:rsidP="007B5C18">
      <w:pPr>
        <w:pStyle w:val="ListParagraph"/>
        <w:numPr>
          <w:ilvl w:val="0"/>
          <w:numId w:val="11"/>
        </w:numPr>
        <w:tabs>
          <w:tab w:val="clear" w:pos="284"/>
        </w:tabs>
        <w:spacing w:before="0" w:after="200" w:line="276" w:lineRule="auto"/>
      </w:pPr>
      <w:r w:rsidRPr="00F64BB2">
        <w:t xml:space="preserve">Completed the table below for </w:t>
      </w:r>
      <w:r w:rsidR="00ED482B">
        <w:t>work health and safety</w:t>
      </w:r>
      <w:r>
        <w:t xml:space="preserve"> requirements in a microbiology laboratory</w:t>
      </w:r>
      <w:r w:rsidR="00ED482B">
        <w:t xml:space="preserve"> (5 to 20 words per cell)</w:t>
      </w:r>
      <w:r w:rsidRPr="00F64BB2">
        <w:t>.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265"/>
        <w:gridCol w:w="6802"/>
      </w:tblGrid>
      <w:tr w:rsidR="00E92FCB" w:rsidRPr="00F64BB2" w14:paraId="15F9B25F" w14:textId="77777777" w:rsidTr="00AC6D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5" w:type="dxa"/>
          </w:tcPr>
          <w:p w14:paraId="32F8E680" w14:textId="77777777" w:rsidR="00E92FCB" w:rsidRPr="00F64BB2" w:rsidRDefault="00E92FCB" w:rsidP="00AC6D68">
            <w:pPr>
              <w:tabs>
                <w:tab w:val="clear" w:pos="284"/>
              </w:tabs>
              <w:spacing w:line="240" w:lineRule="auto"/>
            </w:pPr>
            <w:r>
              <w:t>Stage of processing</w:t>
            </w:r>
          </w:p>
        </w:tc>
        <w:tc>
          <w:tcPr>
            <w:tcW w:w="6802" w:type="dxa"/>
          </w:tcPr>
          <w:p w14:paraId="11AF87CE" w14:textId="2842B329" w:rsidR="00E92FCB" w:rsidRPr="00D755AC" w:rsidRDefault="00D755AC" w:rsidP="00D755AC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auto"/>
              </w:rPr>
            </w:pPr>
            <w:r>
              <w:t>Work Health and Safety (WHS) requirements</w:t>
            </w:r>
          </w:p>
        </w:tc>
      </w:tr>
      <w:tr w:rsidR="00E92FCB" w:rsidRPr="00F64BB2" w14:paraId="17F553B3" w14:textId="77777777" w:rsidTr="00AC6D68">
        <w:tc>
          <w:tcPr>
            <w:tcW w:w="2265" w:type="dxa"/>
          </w:tcPr>
          <w:p w14:paraId="273C9365" w14:textId="77777777" w:rsidR="00E92FCB" w:rsidRPr="00F64BB2" w:rsidRDefault="00E92FCB" w:rsidP="00AC6D68">
            <w:pPr>
              <w:tabs>
                <w:tab w:val="clear" w:pos="284"/>
              </w:tabs>
              <w:spacing w:line="240" w:lineRule="auto"/>
            </w:pPr>
            <w:r>
              <w:t>Sample receipt</w:t>
            </w:r>
          </w:p>
        </w:tc>
        <w:tc>
          <w:tcPr>
            <w:tcW w:w="6802" w:type="dxa"/>
          </w:tcPr>
          <w:p w14:paraId="59EF5BF6" w14:textId="77777777" w:rsidR="00E92FCB" w:rsidRDefault="00E92FCB" w:rsidP="00AC6D68">
            <w:pPr>
              <w:tabs>
                <w:tab w:val="clear" w:pos="284"/>
              </w:tabs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PPE</w:t>
            </w:r>
          </w:p>
          <w:p w14:paraId="4EA7D724" w14:textId="77777777" w:rsidR="00E92FCB" w:rsidRPr="00F64BB2" w:rsidRDefault="00E92FCB" w:rsidP="00AC6D68">
            <w:pPr>
              <w:tabs>
                <w:tab w:val="clear" w:pos="284"/>
              </w:tabs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Care with handling breakable / infectious packages (cuts and infection control)</w:t>
            </w:r>
          </w:p>
        </w:tc>
      </w:tr>
      <w:tr w:rsidR="00E92FCB" w:rsidRPr="00F64BB2" w14:paraId="091B1655" w14:textId="77777777" w:rsidTr="00AC6D68">
        <w:tc>
          <w:tcPr>
            <w:tcW w:w="2265" w:type="dxa"/>
          </w:tcPr>
          <w:p w14:paraId="3998C8C7" w14:textId="77777777" w:rsidR="00E92FCB" w:rsidRPr="00F64BB2" w:rsidRDefault="00E92FCB" w:rsidP="00AC6D68">
            <w:pPr>
              <w:tabs>
                <w:tab w:val="clear" w:pos="284"/>
              </w:tabs>
              <w:spacing w:line="240" w:lineRule="auto"/>
            </w:pPr>
            <w:r>
              <w:t>Preparation for aseptic transfer</w:t>
            </w:r>
          </w:p>
        </w:tc>
        <w:tc>
          <w:tcPr>
            <w:tcW w:w="6802" w:type="dxa"/>
          </w:tcPr>
          <w:p w14:paraId="355B5076" w14:textId="77777777" w:rsidR="00E92FCB" w:rsidRDefault="00E92FCB" w:rsidP="00AC6D68">
            <w:pPr>
              <w:tabs>
                <w:tab w:val="clear" w:pos="284"/>
              </w:tabs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Disinfection of workstation and equipment</w:t>
            </w:r>
          </w:p>
          <w:p w14:paraId="0B2A945D" w14:textId="77777777" w:rsidR="00E92FCB" w:rsidRDefault="00E92FCB" w:rsidP="00AC6D68">
            <w:pPr>
              <w:tabs>
                <w:tab w:val="clear" w:pos="284"/>
              </w:tabs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Handwashing</w:t>
            </w:r>
          </w:p>
          <w:p w14:paraId="7B8A70EC" w14:textId="77777777" w:rsidR="00E92FCB" w:rsidRPr="00F64BB2" w:rsidRDefault="00E92FCB" w:rsidP="00AC6D68">
            <w:pPr>
              <w:tabs>
                <w:tab w:val="clear" w:pos="284"/>
              </w:tabs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PPE</w:t>
            </w:r>
          </w:p>
        </w:tc>
      </w:tr>
      <w:tr w:rsidR="00E92FCB" w:rsidRPr="00F64BB2" w14:paraId="11B688E9" w14:textId="77777777" w:rsidTr="00AC6D68">
        <w:tc>
          <w:tcPr>
            <w:tcW w:w="2265" w:type="dxa"/>
          </w:tcPr>
          <w:p w14:paraId="6F347372" w14:textId="77777777" w:rsidR="00E92FCB" w:rsidRPr="00F64BB2" w:rsidRDefault="00E92FCB" w:rsidP="00AC6D68">
            <w:pPr>
              <w:tabs>
                <w:tab w:val="clear" w:pos="284"/>
              </w:tabs>
              <w:spacing w:line="240" w:lineRule="auto"/>
            </w:pPr>
            <w:r>
              <w:t>Aseptic transfer</w:t>
            </w:r>
          </w:p>
        </w:tc>
        <w:tc>
          <w:tcPr>
            <w:tcW w:w="6802" w:type="dxa"/>
          </w:tcPr>
          <w:p w14:paraId="4A3DE1F0" w14:textId="77777777" w:rsidR="00E92FCB" w:rsidRDefault="00E92FCB" w:rsidP="00AC6D68">
            <w:pPr>
              <w:tabs>
                <w:tab w:val="clear" w:pos="284"/>
              </w:tabs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PPE</w:t>
            </w:r>
          </w:p>
          <w:p w14:paraId="4311820A" w14:textId="77777777" w:rsidR="00E92FCB" w:rsidRPr="00F64BB2" w:rsidRDefault="00E92FCB" w:rsidP="00AC6D68">
            <w:pPr>
              <w:tabs>
                <w:tab w:val="clear" w:pos="284"/>
              </w:tabs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Sharps and infectious agents covered until use and after use</w:t>
            </w:r>
          </w:p>
        </w:tc>
      </w:tr>
      <w:tr w:rsidR="00E92FCB" w:rsidRPr="00F64BB2" w14:paraId="68C1C474" w14:textId="77777777" w:rsidTr="00AC6D68">
        <w:tc>
          <w:tcPr>
            <w:tcW w:w="2265" w:type="dxa"/>
          </w:tcPr>
          <w:p w14:paraId="22AF0CDE" w14:textId="77777777" w:rsidR="00E92FCB" w:rsidRPr="00F64BB2" w:rsidRDefault="00E92FCB" w:rsidP="00AC6D68">
            <w:pPr>
              <w:tabs>
                <w:tab w:val="clear" w:pos="284"/>
              </w:tabs>
              <w:spacing w:line="240" w:lineRule="auto"/>
            </w:pPr>
            <w:r>
              <w:t>Analysis of results</w:t>
            </w:r>
          </w:p>
        </w:tc>
        <w:tc>
          <w:tcPr>
            <w:tcW w:w="6802" w:type="dxa"/>
          </w:tcPr>
          <w:p w14:paraId="308D594C" w14:textId="77777777" w:rsidR="00E92FCB" w:rsidRDefault="00E92FCB" w:rsidP="00AC6D68">
            <w:pPr>
              <w:tabs>
                <w:tab w:val="clear" w:pos="284"/>
              </w:tabs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PPE</w:t>
            </w:r>
          </w:p>
          <w:p w14:paraId="39A77860" w14:textId="77777777" w:rsidR="00E92FCB" w:rsidRPr="00F64BB2" w:rsidRDefault="00E92FCB" w:rsidP="00AC6D68">
            <w:pPr>
              <w:tabs>
                <w:tab w:val="clear" w:pos="284"/>
              </w:tabs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Care with handling breakable / infectious items (cuts and infection control)</w:t>
            </w:r>
          </w:p>
        </w:tc>
      </w:tr>
      <w:tr w:rsidR="00E92FCB" w:rsidRPr="00F64BB2" w14:paraId="545AE65C" w14:textId="77777777" w:rsidTr="00AC6D68">
        <w:tc>
          <w:tcPr>
            <w:tcW w:w="2265" w:type="dxa"/>
          </w:tcPr>
          <w:p w14:paraId="6C9A7E37" w14:textId="77777777" w:rsidR="00E92FCB" w:rsidRPr="00F64BB2" w:rsidRDefault="00E92FCB" w:rsidP="00AC6D68">
            <w:pPr>
              <w:tabs>
                <w:tab w:val="clear" w:pos="284"/>
              </w:tabs>
              <w:spacing w:line="240" w:lineRule="auto"/>
            </w:pPr>
            <w:r>
              <w:t>Housekeeping</w:t>
            </w:r>
          </w:p>
        </w:tc>
        <w:tc>
          <w:tcPr>
            <w:tcW w:w="6802" w:type="dxa"/>
          </w:tcPr>
          <w:p w14:paraId="7DE8E948" w14:textId="77777777" w:rsidR="00E92FCB" w:rsidRDefault="00E92FCB" w:rsidP="00AC6D68">
            <w:pPr>
              <w:tabs>
                <w:tab w:val="clear" w:pos="284"/>
              </w:tabs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Disinfection of workstation and equipment</w:t>
            </w:r>
          </w:p>
          <w:p w14:paraId="6B4A5F2C" w14:textId="77777777" w:rsidR="00E92FCB" w:rsidRDefault="00E92FCB" w:rsidP="00AC6D68">
            <w:pPr>
              <w:tabs>
                <w:tab w:val="clear" w:pos="284"/>
              </w:tabs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Handwashing</w:t>
            </w:r>
          </w:p>
          <w:p w14:paraId="1F320A1B" w14:textId="77777777" w:rsidR="00E92FCB" w:rsidRDefault="00E92FCB" w:rsidP="00AC6D68">
            <w:pPr>
              <w:tabs>
                <w:tab w:val="clear" w:pos="284"/>
              </w:tabs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PPE</w:t>
            </w:r>
          </w:p>
          <w:p w14:paraId="5DBA6FAB" w14:textId="77777777" w:rsidR="00E92FCB" w:rsidRPr="00F64BB2" w:rsidRDefault="00E92FCB" w:rsidP="00AC6D68">
            <w:pPr>
              <w:tabs>
                <w:tab w:val="clear" w:pos="284"/>
              </w:tabs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Safe and correct disposal of wastes</w:t>
            </w:r>
          </w:p>
        </w:tc>
      </w:tr>
    </w:tbl>
    <w:p w14:paraId="488EF608" w14:textId="77777777" w:rsidR="00FC48B2" w:rsidRPr="00ED482B" w:rsidRDefault="009337C1" w:rsidP="00E92FCB">
      <w:pPr>
        <w:pStyle w:val="Heading2"/>
        <w:rPr>
          <w:sz w:val="2"/>
          <w:szCs w:val="2"/>
        </w:rPr>
      </w:pPr>
    </w:p>
    <w:sectPr w:rsidR="00FC48B2" w:rsidRPr="00ED482B" w:rsidSect="00086638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D2D5C4" w14:textId="77777777" w:rsidR="00FB12AB" w:rsidRDefault="00FB12AB">
      <w:pPr>
        <w:spacing w:before="0" w:after="0" w:line="240" w:lineRule="auto"/>
      </w:pPr>
      <w:r>
        <w:separator/>
      </w:r>
    </w:p>
  </w:endnote>
  <w:endnote w:type="continuationSeparator" w:id="0">
    <w:p w14:paraId="7F122238" w14:textId="77777777" w:rsidR="00FB12AB" w:rsidRDefault="00FB12A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3CF08" w14:textId="77777777" w:rsidR="00CC4677" w:rsidRPr="004820C4" w:rsidRDefault="009337C1" w:rsidP="0002323C">
    <w:pPr>
      <w:pStyle w:val="Footer-DocumentTitleLeft"/>
    </w:pPr>
  </w:p>
  <w:p w14:paraId="09CA4B23" w14:textId="77777777" w:rsidR="00CC4677" w:rsidRDefault="008F2F03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30B14067" w14:textId="77777777" w:rsidR="00CC4677" w:rsidRPr="0006452B" w:rsidRDefault="009337C1" w:rsidP="00EE3A11"/>
  <w:p w14:paraId="1B007C39" w14:textId="77777777" w:rsidR="00BA0812" w:rsidRDefault="009337C1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812B8" w14:textId="61641F4C" w:rsidR="00BA0812" w:rsidRDefault="008F2F03" w:rsidP="00064F9E">
    <w:pPr>
      <w:pStyle w:val="Bodyfooter"/>
      <w:rPr>
        <w:noProof/>
      </w:rPr>
    </w:pPr>
    <w:r w:rsidRPr="008D467A">
      <w:t>Document title</w:t>
    </w:r>
    <w:r>
      <w:t>:</w:t>
    </w:r>
    <w:r w:rsidR="009337C1">
      <w:t xml:space="preserve"> </w:t>
    </w:r>
    <w:fldSimple w:instr=" FILENAME   \* MERGEFORMAT ">
      <w:r w:rsidR="009337C1">
        <w:rPr>
          <w:noProof/>
        </w:rPr>
        <w:t>MSL973016_MG_Kn_2of3</w:t>
      </w:r>
    </w:fldSimple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9337C1">
      <w:rPr>
        <w:noProof/>
      </w:rPr>
      <w:t>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9337C1">
      <w:rPr>
        <w:noProof/>
      </w:rPr>
      <w:t>10</w:t>
    </w:r>
    <w:r>
      <w:rPr>
        <w:noProof/>
      </w:rPr>
      <w:fldChar w:fldCharType="end"/>
    </w:r>
  </w:p>
  <w:p w14:paraId="3F58C25C" w14:textId="0435DB09" w:rsidR="00420D10" w:rsidRDefault="00420D10" w:rsidP="00420D10">
    <w:pPr>
      <w:pStyle w:val="Bodyfooter"/>
      <w:rPr>
        <w:noProof/>
      </w:rPr>
    </w:pPr>
    <w:r>
      <w:t>Resource ID: MRS_18_08_</w:t>
    </w:r>
    <w:r>
      <w:rPr>
        <w:noProof/>
      </w:rPr>
      <w:t>MSL973016_MG_Kn_2of3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01C91" w14:textId="77777777" w:rsidR="00AA3155" w:rsidRPr="008D467A" w:rsidRDefault="008F2F03" w:rsidP="00064F9E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4C64D904" w14:textId="77777777" w:rsidR="00AA3155" w:rsidRPr="008948B1" w:rsidRDefault="008F2F03" w:rsidP="00064F9E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53E65AE0" w14:textId="77777777" w:rsidR="00CC4677" w:rsidRPr="00AA3155" w:rsidRDefault="009337C1" w:rsidP="00EE3A11">
    <w:pPr>
      <w:pStyle w:val="Footer"/>
    </w:pPr>
  </w:p>
  <w:p w14:paraId="473916D8" w14:textId="77777777" w:rsidR="00BA0812" w:rsidRDefault="009337C1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1F67F5" w14:textId="77777777" w:rsidR="00FB12AB" w:rsidRDefault="00FB12AB">
      <w:pPr>
        <w:spacing w:before="0" w:after="0" w:line="240" w:lineRule="auto"/>
      </w:pPr>
      <w:r>
        <w:separator/>
      </w:r>
    </w:p>
  </w:footnote>
  <w:footnote w:type="continuationSeparator" w:id="0">
    <w:p w14:paraId="596CD438" w14:textId="77777777" w:rsidR="00FB12AB" w:rsidRDefault="00FB12A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6A95C" w14:textId="77777777" w:rsidR="00CC4677" w:rsidRDefault="009337C1" w:rsidP="00EE3A11"/>
  <w:p w14:paraId="5E7C2435" w14:textId="77777777" w:rsidR="00BA0812" w:rsidRDefault="009337C1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5C9B2" w14:textId="77777777" w:rsidR="00BA0812" w:rsidRDefault="008F2F03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60C2E5F3" wp14:editId="2FFC87DA">
          <wp:extent cx="1591359" cy="397840"/>
          <wp:effectExtent l="0" t="0" r="0" b="2540"/>
          <wp:docPr id="2" name="Picture 2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E693F" w14:textId="77777777" w:rsidR="004238CB" w:rsidRDefault="009337C1" w:rsidP="00EE3A11">
    <w:pPr>
      <w:pStyle w:val="Header"/>
    </w:pPr>
  </w:p>
  <w:p w14:paraId="07486F48" w14:textId="77777777" w:rsidR="00BA0812" w:rsidRDefault="009337C1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B509D"/>
    <w:multiLevelType w:val="hybridMultilevel"/>
    <w:tmpl w:val="C7D6E560"/>
    <w:lvl w:ilvl="0" w:tplc="02F83D34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A6C6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08E3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2E82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5834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CE30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FEF9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E13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64D9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0710A"/>
    <w:multiLevelType w:val="hybridMultilevel"/>
    <w:tmpl w:val="6B0C15AA"/>
    <w:lvl w:ilvl="0" w:tplc="5CF8FAC0">
      <w:start w:val="1"/>
      <w:numFmt w:val="lowerLetter"/>
      <w:lvlText w:val="%1)"/>
      <w:lvlJc w:val="left"/>
      <w:pPr>
        <w:ind w:left="720" w:hanging="360"/>
      </w:pPr>
    </w:lvl>
    <w:lvl w:ilvl="1" w:tplc="19149DF2" w:tentative="1">
      <w:start w:val="1"/>
      <w:numFmt w:val="lowerLetter"/>
      <w:lvlText w:val="%2."/>
      <w:lvlJc w:val="left"/>
      <w:pPr>
        <w:ind w:left="1440" w:hanging="360"/>
      </w:pPr>
    </w:lvl>
    <w:lvl w:ilvl="2" w:tplc="B2E44B36" w:tentative="1">
      <w:start w:val="1"/>
      <w:numFmt w:val="lowerRoman"/>
      <w:lvlText w:val="%3."/>
      <w:lvlJc w:val="right"/>
      <w:pPr>
        <w:ind w:left="2160" w:hanging="180"/>
      </w:pPr>
    </w:lvl>
    <w:lvl w:ilvl="3" w:tplc="D12E6E18" w:tentative="1">
      <w:start w:val="1"/>
      <w:numFmt w:val="decimal"/>
      <w:lvlText w:val="%4."/>
      <w:lvlJc w:val="left"/>
      <w:pPr>
        <w:ind w:left="2880" w:hanging="360"/>
      </w:pPr>
    </w:lvl>
    <w:lvl w:ilvl="4" w:tplc="016E1080" w:tentative="1">
      <w:start w:val="1"/>
      <w:numFmt w:val="lowerLetter"/>
      <w:lvlText w:val="%5."/>
      <w:lvlJc w:val="left"/>
      <w:pPr>
        <w:ind w:left="3600" w:hanging="360"/>
      </w:pPr>
    </w:lvl>
    <w:lvl w:ilvl="5" w:tplc="55E21DF0" w:tentative="1">
      <w:start w:val="1"/>
      <w:numFmt w:val="lowerRoman"/>
      <w:lvlText w:val="%6."/>
      <w:lvlJc w:val="right"/>
      <w:pPr>
        <w:ind w:left="4320" w:hanging="180"/>
      </w:pPr>
    </w:lvl>
    <w:lvl w:ilvl="6" w:tplc="F984C566" w:tentative="1">
      <w:start w:val="1"/>
      <w:numFmt w:val="decimal"/>
      <w:lvlText w:val="%7."/>
      <w:lvlJc w:val="left"/>
      <w:pPr>
        <w:ind w:left="5040" w:hanging="360"/>
      </w:pPr>
    </w:lvl>
    <w:lvl w:ilvl="7" w:tplc="70AE4716" w:tentative="1">
      <w:start w:val="1"/>
      <w:numFmt w:val="lowerLetter"/>
      <w:lvlText w:val="%8."/>
      <w:lvlJc w:val="left"/>
      <w:pPr>
        <w:ind w:left="5760" w:hanging="360"/>
      </w:pPr>
    </w:lvl>
    <w:lvl w:ilvl="8" w:tplc="6EF045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615FA"/>
    <w:multiLevelType w:val="hybridMultilevel"/>
    <w:tmpl w:val="F2DA347E"/>
    <w:lvl w:ilvl="0" w:tplc="CD40C9C4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0B2C0E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2ADC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1476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44C9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04E4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202A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FA03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5681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4" w15:restartNumberingAfterBreak="0">
    <w:nsid w:val="31264159"/>
    <w:multiLevelType w:val="hybridMultilevel"/>
    <w:tmpl w:val="667C43EC"/>
    <w:lvl w:ilvl="0" w:tplc="DD660FE0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54940F52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05065C2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4396433A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62885004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DCC3AF8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CD2CCAC2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2541294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14AC59A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33AD3DEC"/>
    <w:multiLevelType w:val="hybridMultilevel"/>
    <w:tmpl w:val="37A0660C"/>
    <w:lvl w:ilvl="0" w:tplc="1E8A13B6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903A66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9078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9A52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8A5B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06FD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6C0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3236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4E93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F40714"/>
    <w:multiLevelType w:val="hybridMultilevel"/>
    <w:tmpl w:val="6B0C15AA"/>
    <w:lvl w:ilvl="0" w:tplc="3E768284">
      <w:start w:val="1"/>
      <w:numFmt w:val="lowerLetter"/>
      <w:lvlText w:val="%1)"/>
      <w:lvlJc w:val="left"/>
      <w:pPr>
        <w:ind w:left="720" w:hanging="360"/>
      </w:pPr>
    </w:lvl>
    <w:lvl w:ilvl="1" w:tplc="6B52B02E" w:tentative="1">
      <w:start w:val="1"/>
      <w:numFmt w:val="lowerLetter"/>
      <w:lvlText w:val="%2."/>
      <w:lvlJc w:val="left"/>
      <w:pPr>
        <w:ind w:left="1440" w:hanging="360"/>
      </w:pPr>
    </w:lvl>
    <w:lvl w:ilvl="2" w:tplc="652CD362" w:tentative="1">
      <w:start w:val="1"/>
      <w:numFmt w:val="lowerRoman"/>
      <w:lvlText w:val="%3."/>
      <w:lvlJc w:val="right"/>
      <w:pPr>
        <w:ind w:left="2160" w:hanging="180"/>
      </w:pPr>
    </w:lvl>
    <w:lvl w:ilvl="3" w:tplc="D7DA7D64" w:tentative="1">
      <w:start w:val="1"/>
      <w:numFmt w:val="decimal"/>
      <w:lvlText w:val="%4."/>
      <w:lvlJc w:val="left"/>
      <w:pPr>
        <w:ind w:left="2880" w:hanging="360"/>
      </w:pPr>
    </w:lvl>
    <w:lvl w:ilvl="4" w:tplc="FA285DC0" w:tentative="1">
      <w:start w:val="1"/>
      <w:numFmt w:val="lowerLetter"/>
      <w:lvlText w:val="%5."/>
      <w:lvlJc w:val="left"/>
      <w:pPr>
        <w:ind w:left="3600" w:hanging="360"/>
      </w:pPr>
    </w:lvl>
    <w:lvl w:ilvl="5" w:tplc="E820B2E8" w:tentative="1">
      <w:start w:val="1"/>
      <w:numFmt w:val="lowerRoman"/>
      <w:lvlText w:val="%6."/>
      <w:lvlJc w:val="right"/>
      <w:pPr>
        <w:ind w:left="4320" w:hanging="180"/>
      </w:pPr>
    </w:lvl>
    <w:lvl w:ilvl="6" w:tplc="0E16D45C" w:tentative="1">
      <w:start w:val="1"/>
      <w:numFmt w:val="decimal"/>
      <w:lvlText w:val="%7."/>
      <w:lvlJc w:val="left"/>
      <w:pPr>
        <w:ind w:left="5040" w:hanging="360"/>
      </w:pPr>
    </w:lvl>
    <w:lvl w:ilvl="7" w:tplc="5358BC32" w:tentative="1">
      <w:start w:val="1"/>
      <w:numFmt w:val="lowerLetter"/>
      <w:lvlText w:val="%8."/>
      <w:lvlJc w:val="left"/>
      <w:pPr>
        <w:ind w:left="5760" w:hanging="360"/>
      </w:pPr>
    </w:lvl>
    <w:lvl w:ilvl="8" w:tplc="64A6B9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BD227F"/>
    <w:multiLevelType w:val="hybridMultilevel"/>
    <w:tmpl w:val="6B0C15AA"/>
    <w:lvl w:ilvl="0" w:tplc="5CF8FAC0">
      <w:start w:val="1"/>
      <w:numFmt w:val="lowerLetter"/>
      <w:lvlText w:val="%1)"/>
      <w:lvlJc w:val="left"/>
      <w:pPr>
        <w:ind w:left="720" w:hanging="360"/>
      </w:pPr>
    </w:lvl>
    <w:lvl w:ilvl="1" w:tplc="19149DF2" w:tentative="1">
      <w:start w:val="1"/>
      <w:numFmt w:val="lowerLetter"/>
      <w:lvlText w:val="%2."/>
      <w:lvlJc w:val="left"/>
      <w:pPr>
        <w:ind w:left="1440" w:hanging="360"/>
      </w:pPr>
    </w:lvl>
    <w:lvl w:ilvl="2" w:tplc="B2E44B36" w:tentative="1">
      <w:start w:val="1"/>
      <w:numFmt w:val="lowerRoman"/>
      <w:lvlText w:val="%3."/>
      <w:lvlJc w:val="right"/>
      <w:pPr>
        <w:ind w:left="2160" w:hanging="180"/>
      </w:pPr>
    </w:lvl>
    <w:lvl w:ilvl="3" w:tplc="D12E6E18" w:tentative="1">
      <w:start w:val="1"/>
      <w:numFmt w:val="decimal"/>
      <w:lvlText w:val="%4."/>
      <w:lvlJc w:val="left"/>
      <w:pPr>
        <w:ind w:left="2880" w:hanging="360"/>
      </w:pPr>
    </w:lvl>
    <w:lvl w:ilvl="4" w:tplc="016E1080" w:tentative="1">
      <w:start w:val="1"/>
      <w:numFmt w:val="lowerLetter"/>
      <w:lvlText w:val="%5."/>
      <w:lvlJc w:val="left"/>
      <w:pPr>
        <w:ind w:left="3600" w:hanging="360"/>
      </w:pPr>
    </w:lvl>
    <w:lvl w:ilvl="5" w:tplc="55E21DF0" w:tentative="1">
      <w:start w:val="1"/>
      <w:numFmt w:val="lowerRoman"/>
      <w:lvlText w:val="%6."/>
      <w:lvlJc w:val="right"/>
      <w:pPr>
        <w:ind w:left="4320" w:hanging="180"/>
      </w:pPr>
    </w:lvl>
    <w:lvl w:ilvl="6" w:tplc="F984C566" w:tentative="1">
      <w:start w:val="1"/>
      <w:numFmt w:val="decimal"/>
      <w:lvlText w:val="%7."/>
      <w:lvlJc w:val="left"/>
      <w:pPr>
        <w:ind w:left="5040" w:hanging="360"/>
      </w:pPr>
    </w:lvl>
    <w:lvl w:ilvl="7" w:tplc="70AE4716" w:tentative="1">
      <w:start w:val="1"/>
      <w:numFmt w:val="lowerLetter"/>
      <w:lvlText w:val="%8."/>
      <w:lvlJc w:val="left"/>
      <w:pPr>
        <w:ind w:left="5760" w:hanging="360"/>
      </w:pPr>
    </w:lvl>
    <w:lvl w:ilvl="8" w:tplc="6EF045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A6165"/>
    <w:multiLevelType w:val="hybridMultilevel"/>
    <w:tmpl w:val="6B0C15AA"/>
    <w:lvl w:ilvl="0" w:tplc="5CF8FAC0">
      <w:start w:val="1"/>
      <w:numFmt w:val="lowerLetter"/>
      <w:lvlText w:val="%1)"/>
      <w:lvlJc w:val="left"/>
      <w:pPr>
        <w:ind w:left="720" w:hanging="360"/>
      </w:pPr>
    </w:lvl>
    <w:lvl w:ilvl="1" w:tplc="19149DF2" w:tentative="1">
      <w:start w:val="1"/>
      <w:numFmt w:val="lowerLetter"/>
      <w:lvlText w:val="%2."/>
      <w:lvlJc w:val="left"/>
      <w:pPr>
        <w:ind w:left="1440" w:hanging="360"/>
      </w:pPr>
    </w:lvl>
    <w:lvl w:ilvl="2" w:tplc="B2E44B36" w:tentative="1">
      <w:start w:val="1"/>
      <w:numFmt w:val="lowerRoman"/>
      <w:lvlText w:val="%3."/>
      <w:lvlJc w:val="right"/>
      <w:pPr>
        <w:ind w:left="2160" w:hanging="180"/>
      </w:pPr>
    </w:lvl>
    <w:lvl w:ilvl="3" w:tplc="D12E6E18" w:tentative="1">
      <w:start w:val="1"/>
      <w:numFmt w:val="decimal"/>
      <w:lvlText w:val="%4."/>
      <w:lvlJc w:val="left"/>
      <w:pPr>
        <w:ind w:left="2880" w:hanging="360"/>
      </w:pPr>
    </w:lvl>
    <w:lvl w:ilvl="4" w:tplc="016E1080" w:tentative="1">
      <w:start w:val="1"/>
      <w:numFmt w:val="lowerLetter"/>
      <w:lvlText w:val="%5."/>
      <w:lvlJc w:val="left"/>
      <w:pPr>
        <w:ind w:left="3600" w:hanging="360"/>
      </w:pPr>
    </w:lvl>
    <w:lvl w:ilvl="5" w:tplc="55E21DF0" w:tentative="1">
      <w:start w:val="1"/>
      <w:numFmt w:val="lowerRoman"/>
      <w:lvlText w:val="%6."/>
      <w:lvlJc w:val="right"/>
      <w:pPr>
        <w:ind w:left="4320" w:hanging="180"/>
      </w:pPr>
    </w:lvl>
    <w:lvl w:ilvl="6" w:tplc="F984C566" w:tentative="1">
      <w:start w:val="1"/>
      <w:numFmt w:val="decimal"/>
      <w:lvlText w:val="%7."/>
      <w:lvlJc w:val="left"/>
      <w:pPr>
        <w:ind w:left="5040" w:hanging="360"/>
      </w:pPr>
    </w:lvl>
    <w:lvl w:ilvl="7" w:tplc="70AE4716" w:tentative="1">
      <w:start w:val="1"/>
      <w:numFmt w:val="lowerLetter"/>
      <w:lvlText w:val="%8."/>
      <w:lvlJc w:val="left"/>
      <w:pPr>
        <w:ind w:left="5760" w:hanging="360"/>
      </w:pPr>
    </w:lvl>
    <w:lvl w:ilvl="8" w:tplc="6EF045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2B3FAE"/>
    <w:multiLevelType w:val="hybridMultilevel"/>
    <w:tmpl w:val="A89618B0"/>
    <w:lvl w:ilvl="0" w:tplc="74BE10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8A296A" w:tentative="1">
      <w:start w:val="1"/>
      <w:numFmt w:val="lowerLetter"/>
      <w:lvlText w:val="%2."/>
      <w:lvlJc w:val="left"/>
      <w:pPr>
        <w:ind w:left="1440" w:hanging="360"/>
      </w:pPr>
    </w:lvl>
    <w:lvl w:ilvl="2" w:tplc="46B03418" w:tentative="1">
      <w:start w:val="1"/>
      <w:numFmt w:val="lowerRoman"/>
      <w:lvlText w:val="%3."/>
      <w:lvlJc w:val="right"/>
      <w:pPr>
        <w:ind w:left="2160" w:hanging="180"/>
      </w:pPr>
    </w:lvl>
    <w:lvl w:ilvl="3" w:tplc="D514F5DE" w:tentative="1">
      <w:start w:val="1"/>
      <w:numFmt w:val="decimal"/>
      <w:lvlText w:val="%4."/>
      <w:lvlJc w:val="left"/>
      <w:pPr>
        <w:ind w:left="2880" w:hanging="360"/>
      </w:pPr>
    </w:lvl>
    <w:lvl w:ilvl="4" w:tplc="F67EC544" w:tentative="1">
      <w:start w:val="1"/>
      <w:numFmt w:val="lowerLetter"/>
      <w:lvlText w:val="%5."/>
      <w:lvlJc w:val="left"/>
      <w:pPr>
        <w:ind w:left="3600" w:hanging="360"/>
      </w:pPr>
    </w:lvl>
    <w:lvl w:ilvl="5" w:tplc="4B6257FE" w:tentative="1">
      <w:start w:val="1"/>
      <w:numFmt w:val="lowerRoman"/>
      <w:lvlText w:val="%6."/>
      <w:lvlJc w:val="right"/>
      <w:pPr>
        <w:ind w:left="4320" w:hanging="180"/>
      </w:pPr>
    </w:lvl>
    <w:lvl w:ilvl="6" w:tplc="1BC49EFE" w:tentative="1">
      <w:start w:val="1"/>
      <w:numFmt w:val="decimal"/>
      <w:lvlText w:val="%7."/>
      <w:lvlJc w:val="left"/>
      <w:pPr>
        <w:ind w:left="5040" w:hanging="360"/>
      </w:pPr>
    </w:lvl>
    <w:lvl w:ilvl="7" w:tplc="F586CB8A" w:tentative="1">
      <w:start w:val="1"/>
      <w:numFmt w:val="lowerLetter"/>
      <w:lvlText w:val="%8."/>
      <w:lvlJc w:val="left"/>
      <w:pPr>
        <w:ind w:left="5760" w:hanging="360"/>
      </w:pPr>
    </w:lvl>
    <w:lvl w:ilvl="8" w:tplc="291442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AD2F59"/>
    <w:multiLevelType w:val="hybridMultilevel"/>
    <w:tmpl w:val="6B0C15AA"/>
    <w:lvl w:ilvl="0" w:tplc="5CF8FAC0">
      <w:start w:val="1"/>
      <w:numFmt w:val="lowerLetter"/>
      <w:lvlText w:val="%1)"/>
      <w:lvlJc w:val="left"/>
      <w:pPr>
        <w:ind w:left="720" w:hanging="360"/>
      </w:pPr>
    </w:lvl>
    <w:lvl w:ilvl="1" w:tplc="19149DF2" w:tentative="1">
      <w:start w:val="1"/>
      <w:numFmt w:val="lowerLetter"/>
      <w:lvlText w:val="%2."/>
      <w:lvlJc w:val="left"/>
      <w:pPr>
        <w:ind w:left="1440" w:hanging="360"/>
      </w:pPr>
    </w:lvl>
    <w:lvl w:ilvl="2" w:tplc="B2E44B36" w:tentative="1">
      <w:start w:val="1"/>
      <w:numFmt w:val="lowerRoman"/>
      <w:lvlText w:val="%3."/>
      <w:lvlJc w:val="right"/>
      <w:pPr>
        <w:ind w:left="2160" w:hanging="180"/>
      </w:pPr>
    </w:lvl>
    <w:lvl w:ilvl="3" w:tplc="D12E6E18" w:tentative="1">
      <w:start w:val="1"/>
      <w:numFmt w:val="decimal"/>
      <w:lvlText w:val="%4."/>
      <w:lvlJc w:val="left"/>
      <w:pPr>
        <w:ind w:left="2880" w:hanging="360"/>
      </w:pPr>
    </w:lvl>
    <w:lvl w:ilvl="4" w:tplc="016E1080" w:tentative="1">
      <w:start w:val="1"/>
      <w:numFmt w:val="lowerLetter"/>
      <w:lvlText w:val="%5."/>
      <w:lvlJc w:val="left"/>
      <w:pPr>
        <w:ind w:left="3600" w:hanging="360"/>
      </w:pPr>
    </w:lvl>
    <w:lvl w:ilvl="5" w:tplc="55E21DF0" w:tentative="1">
      <w:start w:val="1"/>
      <w:numFmt w:val="lowerRoman"/>
      <w:lvlText w:val="%6."/>
      <w:lvlJc w:val="right"/>
      <w:pPr>
        <w:ind w:left="4320" w:hanging="180"/>
      </w:pPr>
    </w:lvl>
    <w:lvl w:ilvl="6" w:tplc="F984C566" w:tentative="1">
      <w:start w:val="1"/>
      <w:numFmt w:val="decimal"/>
      <w:lvlText w:val="%7."/>
      <w:lvlJc w:val="left"/>
      <w:pPr>
        <w:ind w:left="5040" w:hanging="360"/>
      </w:pPr>
    </w:lvl>
    <w:lvl w:ilvl="7" w:tplc="70AE4716" w:tentative="1">
      <w:start w:val="1"/>
      <w:numFmt w:val="lowerLetter"/>
      <w:lvlText w:val="%8."/>
      <w:lvlJc w:val="left"/>
      <w:pPr>
        <w:ind w:left="5760" w:hanging="360"/>
      </w:pPr>
    </w:lvl>
    <w:lvl w:ilvl="8" w:tplc="6EF045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2E14B6"/>
    <w:multiLevelType w:val="hybridMultilevel"/>
    <w:tmpl w:val="4232E460"/>
    <w:lvl w:ilvl="0" w:tplc="21F2B8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3C5046" w:tentative="1">
      <w:start w:val="1"/>
      <w:numFmt w:val="lowerLetter"/>
      <w:lvlText w:val="%2."/>
      <w:lvlJc w:val="left"/>
      <w:pPr>
        <w:ind w:left="1440" w:hanging="360"/>
      </w:pPr>
    </w:lvl>
    <w:lvl w:ilvl="2" w:tplc="E5685F52" w:tentative="1">
      <w:start w:val="1"/>
      <w:numFmt w:val="lowerRoman"/>
      <w:lvlText w:val="%3."/>
      <w:lvlJc w:val="right"/>
      <w:pPr>
        <w:ind w:left="2160" w:hanging="180"/>
      </w:pPr>
    </w:lvl>
    <w:lvl w:ilvl="3" w:tplc="27EC0126" w:tentative="1">
      <w:start w:val="1"/>
      <w:numFmt w:val="decimal"/>
      <w:lvlText w:val="%4."/>
      <w:lvlJc w:val="left"/>
      <w:pPr>
        <w:ind w:left="2880" w:hanging="360"/>
      </w:pPr>
    </w:lvl>
    <w:lvl w:ilvl="4" w:tplc="63D8C872" w:tentative="1">
      <w:start w:val="1"/>
      <w:numFmt w:val="lowerLetter"/>
      <w:lvlText w:val="%5."/>
      <w:lvlJc w:val="left"/>
      <w:pPr>
        <w:ind w:left="3600" w:hanging="360"/>
      </w:pPr>
    </w:lvl>
    <w:lvl w:ilvl="5" w:tplc="6A92DE1C" w:tentative="1">
      <w:start w:val="1"/>
      <w:numFmt w:val="lowerRoman"/>
      <w:lvlText w:val="%6."/>
      <w:lvlJc w:val="right"/>
      <w:pPr>
        <w:ind w:left="4320" w:hanging="180"/>
      </w:pPr>
    </w:lvl>
    <w:lvl w:ilvl="6" w:tplc="55B8FA06" w:tentative="1">
      <w:start w:val="1"/>
      <w:numFmt w:val="decimal"/>
      <w:lvlText w:val="%7."/>
      <w:lvlJc w:val="left"/>
      <w:pPr>
        <w:ind w:left="5040" w:hanging="360"/>
      </w:pPr>
    </w:lvl>
    <w:lvl w:ilvl="7" w:tplc="7B04B7B2" w:tentative="1">
      <w:start w:val="1"/>
      <w:numFmt w:val="lowerLetter"/>
      <w:lvlText w:val="%8."/>
      <w:lvlJc w:val="left"/>
      <w:pPr>
        <w:ind w:left="5760" w:hanging="360"/>
      </w:pPr>
    </w:lvl>
    <w:lvl w:ilvl="8" w:tplc="DA4069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13009B"/>
    <w:multiLevelType w:val="hybridMultilevel"/>
    <w:tmpl w:val="713A5A6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2015E0"/>
    <w:multiLevelType w:val="hybridMultilevel"/>
    <w:tmpl w:val="DDEAD6C0"/>
    <w:lvl w:ilvl="0" w:tplc="1F60E9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940F338">
      <w:start w:val="1"/>
      <w:numFmt w:val="lowerLetter"/>
      <w:lvlText w:val="%2."/>
      <w:lvlJc w:val="left"/>
      <w:pPr>
        <w:ind w:left="1440" w:hanging="360"/>
      </w:pPr>
    </w:lvl>
    <w:lvl w:ilvl="2" w:tplc="3F7E1282" w:tentative="1">
      <w:start w:val="1"/>
      <w:numFmt w:val="lowerRoman"/>
      <w:lvlText w:val="%3."/>
      <w:lvlJc w:val="right"/>
      <w:pPr>
        <w:ind w:left="2160" w:hanging="180"/>
      </w:pPr>
    </w:lvl>
    <w:lvl w:ilvl="3" w:tplc="82407156" w:tentative="1">
      <w:start w:val="1"/>
      <w:numFmt w:val="decimal"/>
      <w:lvlText w:val="%4."/>
      <w:lvlJc w:val="left"/>
      <w:pPr>
        <w:ind w:left="2880" w:hanging="360"/>
      </w:pPr>
    </w:lvl>
    <w:lvl w:ilvl="4" w:tplc="6146250E" w:tentative="1">
      <w:start w:val="1"/>
      <w:numFmt w:val="lowerLetter"/>
      <w:lvlText w:val="%5."/>
      <w:lvlJc w:val="left"/>
      <w:pPr>
        <w:ind w:left="3600" w:hanging="360"/>
      </w:pPr>
    </w:lvl>
    <w:lvl w:ilvl="5" w:tplc="166221A2" w:tentative="1">
      <w:start w:val="1"/>
      <w:numFmt w:val="lowerRoman"/>
      <w:lvlText w:val="%6."/>
      <w:lvlJc w:val="right"/>
      <w:pPr>
        <w:ind w:left="4320" w:hanging="180"/>
      </w:pPr>
    </w:lvl>
    <w:lvl w:ilvl="6" w:tplc="C1F08604" w:tentative="1">
      <w:start w:val="1"/>
      <w:numFmt w:val="decimal"/>
      <w:lvlText w:val="%7."/>
      <w:lvlJc w:val="left"/>
      <w:pPr>
        <w:ind w:left="5040" w:hanging="360"/>
      </w:pPr>
    </w:lvl>
    <w:lvl w:ilvl="7" w:tplc="E312D9FE" w:tentative="1">
      <w:start w:val="1"/>
      <w:numFmt w:val="lowerLetter"/>
      <w:lvlText w:val="%8."/>
      <w:lvlJc w:val="left"/>
      <w:pPr>
        <w:ind w:left="5760" w:hanging="360"/>
      </w:pPr>
    </w:lvl>
    <w:lvl w:ilvl="8" w:tplc="86F4A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0569B6"/>
    <w:multiLevelType w:val="hybridMultilevel"/>
    <w:tmpl w:val="8326B02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E7149"/>
    <w:multiLevelType w:val="hybridMultilevel"/>
    <w:tmpl w:val="6B0C15AA"/>
    <w:lvl w:ilvl="0" w:tplc="5CF8FAC0">
      <w:start w:val="1"/>
      <w:numFmt w:val="lowerLetter"/>
      <w:lvlText w:val="%1)"/>
      <w:lvlJc w:val="left"/>
      <w:pPr>
        <w:ind w:left="720" w:hanging="360"/>
      </w:pPr>
    </w:lvl>
    <w:lvl w:ilvl="1" w:tplc="19149DF2" w:tentative="1">
      <w:start w:val="1"/>
      <w:numFmt w:val="lowerLetter"/>
      <w:lvlText w:val="%2."/>
      <w:lvlJc w:val="left"/>
      <w:pPr>
        <w:ind w:left="1440" w:hanging="360"/>
      </w:pPr>
    </w:lvl>
    <w:lvl w:ilvl="2" w:tplc="B2E44B36" w:tentative="1">
      <w:start w:val="1"/>
      <w:numFmt w:val="lowerRoman"/>
      <w:lvlText w:val="%3."/>
      <w:lvlJc w:val="right"/>
      <w:pPr>
        <w:ind w:left="2160" w:hanging="180"/>
      </w:pPr>
    </w:lvl>
    <w:lvl w:ilvl="3" w:tplc="D12E6E18" w:tentative="1">
      <w:start w:val="1"/>
      <w:numFmt w:val="decimal"/>
      <w:lvlText w:val="%4."/>
      <w:lvlJc w:val="left"/>
      <w:pPr>
        <w:ind w:left="2880" w:hanging="360"/>
      </w:pPr>
    </w:lvl>
    <w:lvl w:ilvl="4" w:tplc="016E1080" w:tentative="1">
      <w:start w:val="1"/>
      <w:numFmt w:val="lowerLetter"/>
      <w:lvlText w:val="%5."/>
      <w:lvlJc w:val="left"/>
      <w:pPr>
        <w:ind w:left="3600" w:hanging="360"/>
      </w:pPr>
    </w:lvl>
    <w:lvl w:ilvl="5" w:tplc="55E21DF0" w:tentative="1">
      <w:start w:val="1"/>
      <w:numFmt w:val="lowerRoman"/>
      <w:lvlText w:val="%6."/>
      <w:lvlJc w:val="right"/>
      <w:pPr>
        <w:ind w:left="4320" w:hanging="180"/>
      </w:pPr>
    </w:lvl>
    <w:lvl w:ilvl="6" w:tplc="F984C566" w:tentative="1">
      <w:start w:val="1"/>
      <w:numFmt w:val="decimal"/>
      <w:lvlText w:val="%7."/>
      <w:lvlJc w:val="left"/>
      <w:pPr>
        <w:ind w:left="5040" w:hanging="360"/>
      </w:pPr>
    </w:lvl>
    <w:lvl w:ilvl="7" w:tplc="70AE4716" w:tentative="1">
      <w:start w:val="1"/>
      <w:numFmt w:val="lowerLetter"/>
      <w:lvlText w:val="%8."/>
      <w:lvlJc w:val="left"/>
      <w:pPr>
        <w:ind w:left="5760" w:hanging="360"/>
      </w:pPr>
    </w:lvl>
    <w:lvl w:ilvl="8" w:tplc="6EF0454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1"/>
  </w:num>
  <w:num w:numId="6">
    <w:abstractNumId w:val="13"/>
  </w:num>
  <w:num w:numId="7">
    <w:abstractNumId w:val="6"/>
  </w:num>
  <w:num w:numId="8">
    <w:abstractNumId w:val="4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2"/>
  </w:num>
  <w:num w:numId="12">
    <w:abstractNumId w:val="15"/>
  </w:num>
  <w:num w:numId="13">
    <w:abstractNumId w:val="8"/>
  </w:num>
  <w:num w:numId="14">
    <w:abstractNumId w:val="1"/>
  </w:num>
  <w:num w:numId="15">
    <w:abstractNumId w:val="10"/>
  </w:num>
  <w:num w:numId="16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c0NzExMbW0sDAFIiUdpeDU4uLM/DyQAuNaAJdYYRssAAAA"/>
  </w:docVars>
  <w:rsids>
    <w:rsidRoot w:val="00FA5F68"/>
    <w:rsid w:val="000379BE"/>
    <w:rsid w:val="001957EC"/>
    <w:rsid w:val="00247079"/>
    <w:rsid w:val="002732AD"/>
    <w:rsid w:val="003037A5"/>
    <w:rsid w:val="00420D10"/>
    <w:rsid w:val="005001A8"/>
    <w:rsid w:val="00597C74"/>
    <w:rsid w:val="005D2071"/>
    <w:rsid w:val="006A66E3"/>
    <w:rsid w:val="00772AF0"/>
    <w:rsid w:val="007B3021"/>
    <w:rsid w:val="007B5C18"/>
    <w:rsid w:val="007F25DF"/>
    <w:rsid w:val="007F4294"/>
    <w:rsid w:val="00830E55"/>
    <w:rsid w:val="00860F7A"/>
    <w:rsid w:val="008953BF"/>
    <w:rsid w:val="008F2F03"/>
    <w:rsid w:val="009337C1"/>
    <w:rsid w:val="00997EFD"/>
    <w:rsid w:val="00B566CD"/>
    <w:rsid w:val="00B64183"/>
    <w:rsid w:val="00C132F3"/>
    <w:rsid w:val="00D22B8B"/>
    <w:rsid w:val="00D755AC"/>
    <w:rsid w:val="00E53F7D"/>
    <w:rsid w:val="00E92FCB"/>
    <w:rsid w:val="00ED482B"/>
    <w:rsid w:val="00FA5F68"/>
    <w:rsid w:val="00FB12AB"/>
    <w:rsid w:val="00FE44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47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A340F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064F9E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A340F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E92663"/>
    <w:rPr>
      <w:rFonts w:ascii="Calibri" w:eastAsiaTheme="minorEastAsia" w:hAnsi="Calibri"/>
      <w:sz w:val="20"/>
      <w:szCs w:val="24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064F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2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F58D16-A835-4BDB-A50F-CD88A88BBFEB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1502bd91-4821-4a00-aa5e-8d420a883b7a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C5AA5AB-3C3C-40FF-B2E5-BF20574C7B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C266FD-A8A0-4647-9884-EBAC6A096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10</Pages>
  <Words>1379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MSL973016_MG_Kn_2of3_design_feedback</vt:lpstr>
    </vt:vector>
  </TitlesOfParts>
  <Company/>
  <LinksUpToDate>false</LinksUpToDate>
  <CharactersWithSpaces>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MSL973016_MG_Kn_2of3_design_feedback</dc:title>
  <dc:creator/>
  <dc:description>Generated by the Document Automation for Training and Assessment system. 
Developed by: Marc Fearby, Tamworth Campus
Copyright © 2013 TAFE NSW.</dc:description>
  <cp:lastModifiedBy/>
  <cp:revision>1</cp:revision>
  <dcterms:created xsi:type="dcterms:W3CDTF">2019-10-07T23:00:00Z</dcterms:created>
  <dcterms:modified xsi:type="dcterms:W3CDTF">2019-11-11T23:50:00Z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