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CBD13" w14:textId="77777777" w:rsidR="00FC48B2" w:rsidRDefault="00A071FD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0BCCBD14" w14:textId="77777777" w:rsidR="00CC3D37" w:rsidRPr="00A56627" w:rsidRDefault="00A071FD" w:rsidP="00CC3D37">
      <w:pPr>
        <w:pStyle w:val="Heading2"/>
      </w:pPr>
      <w:r w:rsidRPr="00A56627">
        <w:t>Criteria</w:t>
      </w:r>
    </w:p>
    <w:p w14:paraId="0BCCBD15" w14:textId="77777777" w:rsidR="00CC3D37" w:rsidRDefault="00A071FD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072AAC7" w14:textId="77777777" w:rsidR="006070D7" w:rsidRDefault="006070D7" w:rsidP="006070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MSL50118 - Diploma of Laboratory Technology (1)</w:t>
      </w:r>
    </w:p>
    <w:p w14:paraId="5A0E78EC" w14:textId="77777777" w:rsidR="006070D7" w:rsidRDefault="006070D7" w:rsidP="006070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7841CD66" w14:textId="77777777" w:rsidR="006070D7" w:rsidRDefault="006070D7" w:rsidP="006070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0F71AFD4" w14:textId="77777777" w:rsidR="006070D7" w:rsidRDefault="006070D7" w:rsidP="006070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0BCCBD18" w14:textId="77777777" w:rsidR="00CC3D37" w:rsidRDefault="00A071FD" w:rsidP="00CC3D37">
      <w:pPr>
        <w:pStyle w:val="Heading3"/>
      </w:pPr>
      <w:r w:rsidRPr="007A6B4A">
        <w:t>Unit code, name and release number</w:t>
      </w:r>
    </w:p>
    <w:p w14:paraId="0BCCBD19" w14:textId="77777777" w:rsidR="00CC3D37" w:rsidRPr="00D83795" w:rsidRDefault="00A071F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MSL973016 - Perform aseptic techniques (1)</w:t>
      </w:r>
      <w:bookmarkEnd w:id="1"/>
    </w:p>
    <w:p w14:paraId="0BCCBD1A" w14:textId="77777777" w:rsidR="00CC3D37" w:rsidRPr="00D83795" w:rsidRDefault="00024A8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BCCBD1B" w14:textId="77777777" w:rsidR="00BC4442" w:rsidRPr="004A551B" w:rsidRDefault="00A071FD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0BCCBD1C" w14:textId="77777777" w:rsidR="0040694E" w:rsidRPr="004A551B" w:rsidRDefault="00A071FD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0BCCBD1D" w14:textId="77777777" w:rsidR="0040694E" w:rsidRPr="004A551B" w:rsidRDefault="00A071F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0BCCBD1E" w14:textId="77777777" w:rsidR="0040694E" w:rsidRPr="004A551B" w:rsidRDefault="00A071F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0BCCBD1F" w14:textId="77777777" w:rsidR="0040694E" w:rsidRPr="004A551B" w:rsidRDefault="00A071F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0BCCBD20" w14:textId="77777777" w:rsidR="0040694E" w:rsidRPr="004A551B" w:rsidRDefault="00A071F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BCCBD21" w14:textId="77777777" w:rsidR="0040694E" w:rsidRPr="004A551B" w:rsidRDefault="00A071F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0BCCBD22" w14:textId="77777777" w:rsidR="003F73CB" w:rsidRDefault="00A071FD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671F5B" w14:paraId="0BCCBD27" w14:textId="77777777" w:rsidTr="00671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0BCCBD23" w14:textId="77777777" w:rsidR="007E10A9" w:rsidRDefault="00A071F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0BCCBD24" w14:textId="77777777" w:rsidR="007E10A9" w:rsidRDefault="00A071F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0BCCBD25" w14:textId="77777777" w:rsidR="007E10A9" w:rsidRDefault="00A071F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0BCCBD26" w14:textId="77777777" w:rsidR="007E10A9" w:rsidRDefault="00A071F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671F5B" w14:paraId="0BCCBD2C" w14:textId="77777777" w:rsidTr="00671F5B">
        <w:tc>
          <w:tcPr>
            <w:tcW w:w="310" w:type="pct"/>
            <w:shd w:val="clear" w:color="auto" w:fill="2D739F"/>
            <w:vAlign w:val="top"/>
          </w:tcPr>
          <w:p w14:paraId="0BCCBD28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0BCCBD29" w14:textId="0298A973" w:rsidR="00024A82" w:rsidRDefault="00024A82" w:rsidP="007E10A9">
            <w:pPr>
              <w:rPr>
                <w:lang w:eastAsia="en-AU"/>
              </w:rPr>
            </w:pPr>
          </w:p>
          <w:p w14:paraId="3A778227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58BF52A3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1F0433CF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7903993D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0EF26EC7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35A94245" w14:textId="1A1ABDDC" w:rsidR="007E10A9" w:rsidRPr="00024A82" w:rsidRDefault="00024A82" w:rsidP="00024A82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2A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2B" w14:textId="77777777" w:rsidR="007E10A9" w:rsidRDefault="00024A82" w:rsidP="007E10A9">
            <w:pPr>
              <w:rPr>
                <w:lang w:eastAsia="en-AU"/>
              </w:rPr>
            </w:pPr>
          </w:p>
        </w:tc>
      </w:tr>
      <w:tr w:rsidR="00671F5B" w14:paraId="0BCCBD31" w14:textId="77777777" w:rsidTr="00671F5B">
        <w:tc>
          <w:tcPr>
            <w:tcW w:w="310" w:type="pct"/>
            <w:shd w:val="clear" w:color="auto" w:fill="2D739F"/>
            <w:vAlign w:val="top"/>
          </w:tcPr>
          <w:p w14:paraId="0BCCBD2D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0BCCBD2E" w14:textId="1E88A627" w:rsidR="00024A82" w:rsidRDefault="00024A82" w:rsidP="007E10A9">
            <w:pPr>
              <w:rPr>
                <w:lang w:eastAsia="en-AU"/>
              </w:rPr>
            </w:pPr>
          </w:p>
          <w:p w14:paraId="06DCDEC6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5B04C045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1BA42C8D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3AFB35CA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7B5AEB53" w14:textId="044DE29C" w:rsidR="007E10A9" w:rsidRPr="00024A82" w:rsidRDefault="00024A82" w:rsidP="00024A82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2F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30" w14:textId="77777777" w:rsidR="007E10A9" w:rsidRDefault="00024A82" w:rsidP="007E10A9">
            <w:pPr>
              <w:rPr>
                <w:lang w:eastAsia="en-AU"/>
              </w:rPr>
            </w:pPr>
          </w:p>
        </w:tc>
      </w:tr>
      <w:tr w:rsidR="00671F5B" w14:paraId="0BCCBD36" w14:textId="77777777" w:rsidTr="00671F5B">
        <w:tc>
          <w:tcPr>
            <w:tcW w:w="310" w:type="pct"/>
            <w:shd w:val="clear" w:color="auto" w:fill="2D739F"/>
            <w:vAlign w:val="top"/>
          </w:tcPr>
          <w:p w14:paraId="0BCCBD32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0BCCBD33" w14:textId="3DA52D13" w:rsidR="00024A82" w:rsidRDefault="00024A82" w:rsidP="007E10A9">
            <w:pPr>
              <w:rPr>
                <w:lang w:eastAsia="en-AU"/>
              </w:rPr>
            </w:pPr>
          </w:p>
          <w:p w14:paraId="572D5FA3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54EE9559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582CE993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04BF0D5B" w14:textId="5FE46614" w:rsidR="007E10A9" w:rsidRPr="00024A82" w:rsidRDefault="00024A82" w:rsidP="00024A82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34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35" w14:textId="77777777" w:rsidR="007E10A9" w:rsidRDefault="00024A82" w:rsidP="007E10A9">
            <w:pPr>
              <w:rPr>
                <w:lang w:eastAsia="en-AU"/>
              </w:rPr>
            </w:pPr>
          </w:p>
        </w:tc>
      </w:tr>
      <w:tr w:rsidR="00671F5B" w14:paraId="0BCCBD3B" w14:textId="77777777" w:rsidTr="00671F5B">
        <w:tc>
          <w:tcPr>
            <w:tcW w:w="310" w:type="pct"/>
            <w:shd w:val="clear" w:color="auto" w:fill="2D739F"/>
            <w:vAlign w:val="top"/>
          </w:tcPr>
          <w:p w14:paraId="0BCCBD37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0BCCBD38" w14:textId="4D9E82A7" w:rsidR="00024A82" w:rsidRDefault="00024A82" w:rsidP="007E10A9">
            <w:pPr>
              <w:rPr>
                <w:lang w:eastAsia="en-AU"/>
              </w:rPr>
            </w:pPr>
            <w:bookmarkStart w:id="2" w:name="_GoBack"/>
            <w:bookmarkEnd w:id="2"/>
          </w:p>
          <w:p w14:paraId="22248DA6" w14:textId="77777777" w:rsidR="00024A82" w:rsidRPr="00024A82" w:rsidRDefault="00024A82" w:rsidP="00024A82">
            <w:pPr>
              <w:rPr>
                <w:lang w:eastAsia="en-AU"/>
              </w:rPr>
            </w:pPr>
          </w:p>
          <w:p w14:paraId="55071749" w14:textId="0C152477" w:rsidR="007E10A9" w:rsidRPr="00024A82" w:rsidRDefault="00024A82" w:rsidP="00024A82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39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3A" w14:textId="77777777" w:rsidR="007E10A9" w:rsidRDefault="00024A82" w:rsidP="007E10A9">
            <w:pPr>
              <w:rPr>
                <w:lang w:eastAsia="en-AU"/>
              </w:rPr>
            </w:pPr>
          </w:p>
        </w:tc>
      </w:tr>
      <w:tr w:rsidR="00671F5B" w14:paraId="0BCCBD40" w14:textId="77777777" w:rsidTr="00671F5B">
        <w:tc>
          <w:tcPr>
            <w:tcW w:w="310" w:type="pct"/>
            <w:shd w:val="clear" w:color="auto" w:fill="2D739F"/>
            <w:vAlign w:val="top"/>
          </w:tcPr>
          <w:p w14:paraId="0BCCBD3C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0BCCBD3D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3E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3F" w14:textId="77777777" w:rsidR="007E10A9" w:rsidRDefault="00024A82" w:rsidP="007E10A9">
            <w:pPr>
              <w:rPr>
                <w:lang w:eastAsia="en-AU"/>
              </w:rPr>
            </w:pPr>
          </w:p>
        </w:tc>
      </w:tr>
      <w:tr w:rsidR="00671F5B" w14:paraId="0BCCBD45" w14:textId="77777777" w:rsidTr="00671F5B">
        <w:tc>
          <w:tcPr>
            <w:tcW w:w="310" w:type="pct"/>
            <w:shd w:val="clear" w:color="auto" w:fill="2D739F"/>
            <w:vAlign w:val="top"/>
          </w:tcPr>
          <w:p w14:paraId="0BCCBD41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0BCCBD42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43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44" w14:textId="77777777" w:rsidR="007E10A9" w:rsidRDefault="00024A82" w:rsidP="007E10A9">
            <w:pPr>
              <w:rPr>
                <w:lang w:eastAsia="en-AU"/>
              </w:rPr>
            </w:pPr>
          </w:p>
        </w:tc>
      </w:tr>
      <w:tr w:rsidR="00671F5B" w14:paraId="0BCCBD4A" w14:textId="77777777" w:rsidTr="00671F5B">
        <w:tc>
          <w:tcPr>
            <w:tcW w:w="310" w:type="pct"/>
            <w:shd w:val="clear" w:color="auto" w:fill="2D739F"/>
            <w:vAlign w:val="top"/>
          </w:tcPr>
          <w:p w14:paraId="0BCCBD46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0BCCBD47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48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49" w14:textId="77777777" w:rsidR="007E10A9" w:rsidRDefault="00024A82" w:rsidP="007E10A9">
            <w:pPr>
              <w:rPr>
                <w:lang w:eastAsia="en-AU"/>
              </w:rPr>
            </w:pPr>
          </w:p>
        </w:tc>
      </w:tr>
      <w:tr w:rsidR="00671F5B" w14:paraId="0BCCBD4F" w14:textId="77777777" w:rsidTr="00671F5B">
        <w:tc>
          <w:tcPr>
            <w:tcW w:w="310" w:type="pct"/>
            <w:shd w:val="clear" w:color="auto" w:fill="2D739F"/>
            <w:vAlign w:val="top"/>
          </w:tcPr>
          <w:p w14:paraId="0BCCBD4B" w14:textId="77777777" w:rsidR="007E10A9" w:rsidRPr="007E10A9" w:rsidRDefault="00A071F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8</w:t>
            </w:r>
          </w:p>
        </w:tc>
        <w:tc>
          <w:tcPr>
            <w:tcW w:w="2658" w:type="pct"/>
            <w:vAlign w:val="top"/>
          </w:tcPr>
          <w:p w14:paraId="0BCCBD4C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CCBD4D" w14:textId="77777777" w:rsidR="007E10A9" w:rsidRDefault="00024A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CBD4E" w14:textId="77777777" w:rsidR="007E10A9" w:rsidRDefault="00024A82" w:rsidP="007E10A9">
            <w:pPr>
              <w:rPr>
                <w:lang w:eastAsia="en-AU"/>
              </w:rPr>
            </w:pPr>
          </w:p>
        </w:tc>
      </w:tr>
    </w:tbl>
    <w:p w14:paraId="0BCCBD50" w14:textId="77777777" w:rsidR="00BC4442" w:rsidRDefault="00024A82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CBD63" w14:textId="77777777" w:rsidR="00210B0E" w:rsidRDefault="00A071FD">
      <w:pPr>
        <w:spacing w:before="0" w:after="0" w:line="240" w:lineRule="auto"/>
      </w:pPr>
      <w:r>
        <w:separator/>
      </w:r>
    </w:p>
  </w:endnote>
  <w:endnote w:type="continuationSeparator" w:id="0">
    <w:p w14:paraId="0BCCBD65" w14:textId="77777777" w:rsidR="00210B0E" w:rsidRDefault="00A071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BD54" w14:textId="77777777" w:rsidR="00CC4677" w:rsidRPr="004820C4" w:rsidRDefault="00024A82" w:rsidP="0002323C">
    <w:pPr>
      <w:pStyle w:val="Footer-DocumentTitleLeft"/>
    </w:pPr>
  </w:p>
  <w:p w14:paraId="0BCCBD55" w14:textId="77777777" w:rsidR="00CC4677" w:rsidRDefault="00A071FD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BCCBD56" w14:textId="77777777" w:rsidR="00CC4677" w:rsidRPr="0006452B" w:rsidRDefault="00024A82" w:rsidP="00EE3A11"/>
  <w:p w14:paraId="0BCCBD57" w14:textId="77777777" w:rsidR="00BA0812" w:rsidRDefault="00024A82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BCCBD58" w14:textId="40E21133" w:rsidR="00BA0812" w:rsidRDefault="00A071FD" w:rsidP="00CC3D37">
        <w:pPr>
          <w:pStyle w:val="Bodyfooter"/>
          <w:rPr>
            <w:noProof/>
          </w:rPr>
        </w:pPr>
        <w:r w:rsidRPr="008D467A">
          <w:t>Document title</w:t>
        </w:r>
        <w:r>
          <w:t>:</w:t>
        </w:r>
        <w:r w:rsidR="00F906ED">
          <w:t xml:space="preserve"> </w:t>
        </w:r>
        <w:r w:rsidR="00024A82">
          <w:fldChar w:fldCharType="begin"/>
        </w:r>
        <w:r w:rsidR="00024A82">
          <w:instrText xml:space="preserve"> FILENAME   \* MERGEFORMAT </w:instrText>
        </w:r>
        <w:r w:rsidR="00024A82">
          <w:fldChar w:fldCharType="separate"/>
        </w:r>
        <w:r w:rsidR="00024A82">
          <w:rPr>
            <w:noProof/>
          </w:rPr>
          <w:t>MSL973016_StDec</w:t>
        </w:r>
        <w:r w:rsidR="00024A82">
          <w:rPr>
            <w:noProof/>
          </w:rPr>
          <w:fldChar w:fldCharType="end"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024A82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024A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D75630" w14:textId="4E2D1721" w:rsidR="00F906ED" w:rsidRDefault="00F906ED" w:rsidP="00CC3D37">
    <w:pPr>
      <w:pStyle w:val="Bodyfooter"/>
      <w:rPr>
        <w:noProof/>
      </w:rPr>
    </w:pPr>
    <w:r>
      <w:rPr>
        <w:noProof/>
      </w:rPr>
      <w:t xml:space="preserve">Resource ID: </w:t>
    </w:r>
    <w:r>
      <w:t>MRS_18_08_</w:t>
    </w:r>
    <w:r w:rsidRPr="00F906ED">
      <w:rPr>
        <w:noProof/>
      </w:rPr>
      <w:t xml:space="preserve"> </w:t>
    </w:r>
    <w:r>
      <w:rPr>
        <w:noProof/>
      </w:rPr>
      <w:t>MSL973016_StDec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BD5B" w14:textId="77777777" w:rsidR="00AA3155" w:rsidRPr="008D467A" w:rsidRDefault="00A071FD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BCCBD5C" w14:textId="77777777" w:rsidR="00AA3155" w:rsidRPr="008948B1" w:rsidRDefault="00A071FD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BCCBD5D" w14:textId="77777777" w:rsidR="00CC4677" w:rsidRPr="00AA3155" w:rsidRDefault="00024A82" w:rsidP="00EE3A11">
    <w:pPr>
      <w:pStyle w:val="Footer"/>
    </w:pPr>
  </w:p>
  <w:p w14:paraId="0BCCBD5E" w14:textId="77777777" w:rsidR="00BA0812" w:rsidRDefault="00024A82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CBD5F" w14:textId="77777777" w:rsidR="00210B0E" w:rsidRDefault="00A071FD">
      <w:pPr>
        <w:spacing w:before="0" w:after="0" w:line="240" w:lineRule="auto"/>
      </w:pPr>
      <w:r>
        <w:separator/>
      </w:r>
    </w:p>
  </w:footnote>
  <w:footnote w:type="continuationSeparator" w:id="0">
    <w:p w14:paraId="0BCCBD61" w14:textId="77777777" w:rsidR="00210B0E" w:rsidRDefault="00A071F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BD51" w14:textId="77777777" w:rsidR="00CC4677" w:rsidRDefault="00024A82" w:rsidP="00EE3A11"/>
  <w:p w14:paraId="0BCCBD52" w14:textId="77777777" w:rsidR="00BA0812" w:rsidRDefault="00024A82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BD53" w14:textId="77777777" w:rsidR="00BA0812" w:rsidRDefault="00A071FD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BCCBD5F" wp14:editId="0BCCBD6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BD59" w14:textId="77777777" w:rsidR="004238CB" w:rsidRDefault="00024A82" w:rsidP="00EE3A11">
    <w:pPr>
      <w:pStyle w:val="Header"/>
    </w:pPr>
  </w:p>
  <w:p w14:paraId="0BCCBD5A" w14:textId="77777777" w:rsidR="00BA0812" w:rsidRDefault="00024A82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4510F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CB6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CEC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D07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D09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8CD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604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8D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BED3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9423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F67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5CB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CC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3ED9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C8A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1A1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620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980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B34F3D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A36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684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BA3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2A6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A6E5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011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9CF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86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87B4A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DCD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7A1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6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4F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47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C5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07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D6A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85964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2AAC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0AC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CA0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DC7E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0E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C8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4D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7A2F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58B21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6C4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298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C8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96F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AF5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27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028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D46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83A82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FEA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0E15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E8C3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ED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CA8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6E5F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F22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58B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DABC19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E2639A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A22E3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1D651F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EE5B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F9650C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661FD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A6C35C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F6614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4B904C0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CAAF0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680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E37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6CA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A2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CE1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04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BA1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208AA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3A98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29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03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A0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5809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80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AA30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FC0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CD86377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EEAF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5E8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DC0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D87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C4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9640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6A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741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3A121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8DB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BAD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F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5A1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F45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E5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C7C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846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F93C1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2A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C64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12E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28F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DA5F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EE5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C46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D4F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BFB89E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C28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B2F4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0F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C1C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FE0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2C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2E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A62E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272C2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D89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2C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E4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3A2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5EE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A61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46AD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286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7DAED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A65D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1A4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83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46E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AC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A646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EDB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8CDC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00C61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207A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26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87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AEF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48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61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D4E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0A2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FD124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147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C22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C8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81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C60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2B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40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820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D8FE2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52E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B80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02E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A7C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A42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8CB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6F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23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7BC01A9E">
      <w:start w:val="1"/>
      <w:numFmt w:val="decimal"/>
      <w:lvlText w:val="%1."/>
      <w:lvlJc w:val="left"/>
      <w:pPr>
        <w:ind w:left="720" w:hanging="360"/>
      </w:pPr>
    </w:lvl>
    <w:lvl w:ilvl="1" w:tplc="A9A47BDA">
      <w:start w:val="1"/>
      <w:numFmt w:val="lowerLetter"/>
      <w:lvlText w:val="%2."/>
      <w:lvlJc w:val="left"/>
      <w:pPr>
        <w:ind w:left="1440" w:hanging="360"/>
      </w:pPr>
    </w:lvl>
    <w:lvl w:ilvl="2" w:tplc="FC3EA082">
      <w:start w:val="1"/>
      <w:numFmt w:val="lowerRoman"/>
      <w:lvlText w:val="%3."/>
      <w:lvlJc w:val="right"/>
      <w:pPr>
        <w:ind w:left="2160" w:hanging="180"/>
      </w:pPr>
    </w:lvl>
    <w:lvl w:ilvl="3" w:tplc="413E4C08">
      <w:start w:val="1"/>
      <w:numFmt w:val="decimal"/>
      <w:lvlText w:val="%4."/>
      <w:lvlJc w:val="left"/>
      <w:pPr>
        <w:ind w:left="2880" w:hanging="360"/>
      </w:pPr>
    </w:lvl>
    <w:lvl w:ilvl="4" w:tplc="39A26330">
      <w:start w:val="1"/>
      <w:numFmt w:val="lowerLetter"/>
      <w:lvlText w:val="%5."/>
      <w:lvlJc w:val="left"/>
      <w:pPr>
        <w:ind w:left="3600" w:hanging="360"/>
      </w:pPr>
    </w:lvl>
    <w:lvl w:ilvl="5" w:tplc="A77A7FB0">
      <w:start w:val="1"/>
      <w:numFmt w:val="lowerRoman"/>
      <w:lvlText w:val="%6."/>
      <w:lvlJc w:val="right"/>
      <w:pPr>
        <w:ind w:left="4320" w:hanging="180"/>
      </w:pPr>
    </w:lvl>
    <w:lvl w:ilvl="6" w:tplc="1B3A09B2">
      <w:start w:val="1"/>
      <w:numFmt w:val="decimal"/>
      <w:lvlText w:val="%7."/>
      <w:lvlJc w:val="left"/>
      <w:pPr>
        <w:ind w:left="5040" w:hanging="360"/>
      </w:pPr>
    </w:lvl>
    <w:lvl w:ilvl="7" w:tplc="5B88DCC6">
      <w:start w:val="1"/>
      <w:numFmt w:val="lowerLetter"/>
      <w:lvlText w:val="%8."/>
      <w:lvlJc w:val="left"/>
      <w:pPr>
        <w:ind w:left="5760" w:hanging="360"/>
      </w:pPr>
    </w:lvl>
    <w:lvl w:ilvl="8" w:tplc="16B0D47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80B2A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80D8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FE3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0AB3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C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D4B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AFE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9C02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02F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8EE0CC04">
      <w:start w:val="1"/>
      <w:numFmt w:val="decimal"/>
      <w:lvlText w:val="%1."/>
      <w:lvlJc w:val="left"/>
      <w:pPr>
        <w:ind w:left="720" w:hanging="360"/>
      </w:pPr>
    </w:lvl>
    <w:lvl w:ilvl="1" w:tplc="6BE0E918">
      <w:start w:val="1"/>
      <w:numFmt w:val="lowerLetter"/>
      <w:lvlText w:val="%2."/>
      <w:lvlJc w:val="left"/>
      <w:pPr>
        <w:ind w:left="1440" w:hanging="360"/>
      </w:pPr>
    </w:lvl>
    <w:lvl w:ilvl="2" w:tplc="E820B7C4">
      <w:start w:val="1"/>
      <w:numFmt w:val="lowerRoman"/>
      <w:lvlText w:val="%3."/>
      <w:lvlJc w:val="right"/>
      <w:pPr>
        <w:ind w:left="2160" w:hanging="180"/>
      </w:pPr>
    </w:lvl>
    <w:lvl w:ilvl="3" w:tplc="531A8CB0" w:tentative="1">
      <w:start w:val="1"/>
      <w:numFmt w:val="decimal"/>
      <w:lvlText w:val="%4."/>
      <w:lvlJc w:val="left"/>
      <w:pPr>
        <w:ind w:left="2880" w:hanging="360"/>
      </w:pPr>
    </w:lvl>
    <w:lvl w:ilvl="4" w:tplc="A69666F0" w:tentative="1">
      <w:start w:val="1"/>
      <w:numFmt w:val="lowerLetter"/>
      <w:lvlText w:val="%5."/>
      <w:lvlJc w:val="left"/>
      <w:pPr>
        <w:ind w:left="3600" w:hanging="360"/>
      </w:pPr>
    </w:lvl>
    <w:lvl w:ilvl="5" w:tplc="85C8C63A" w:tentative="1">
      <w:start w:val="1"/>
      <w:numFmt w:val="lowerRoman"/>
      <w:lvlText w:val="%6."/>
      <w:lvlJc w:val="right"/>
      <w:pPr>
        <w:ind w:left="4320" w:hanging="180"/>
      </w:pPr>
    </w:lvl>
    <w:lvl w:ilvl="6" w:tplc="2E56E2D8" w:tentative="1">
      <w:start w:val="1"/>
      <w:numFmt w:val="decimal"/>
      <w:lvlText w:val="%7."/>
      <w:lvlJc w:val="left"/>
      <w:pPr>
        <w:ind w:left="5040" w:hanging="360"/>
      </w:pPr>
    </w:lvl>
    <w:lvl w:ilvl="7" w:tplc="2C5ADAD4" w:tentative="1">
      <w:start w:val="1"/>
      <w:numFmt w:val="lowerLetter"/>
      <w:lvlText w:val="%8."/>
      <w:lvlJc w:val="left"/>
      <w:pPr>
        <w:ind w:left="5760" w:hanging="360"/>
      </w:pPr>
    </w:lvl>
    <w:lvl w:ilvl="8" w:tplc="815AB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F2766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225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1AF7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22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4C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81B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CD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A8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9AD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16ECE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44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707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1A1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588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74BD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DAA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A9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D638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FF12E9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B5CB8A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A74155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FA00B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13AF7D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23A22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2A82A0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3D22AD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D60412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6E46CD26">
      <w:start w:val="1"/>
      <w:numFmt w:val="decimal"/>
      <w:lvlText w:val="%1."/>
      <w:lvlJc w:val="left"/>
      <w:pPr>
        <w:ind w:left="720" w:hanging="360"/>
      </w:pPr>
    </w:lvl>
    <w:lvl w:ilvl="1" w:tplc="C2CECFFA" w:tentative="1">
      <w:start w:val="1"/>
      <w:numFmt w:val="lowerLetter"/>
      <w:lvlText w:val="%2."/>
      <w:lvlJc w:val="left"/>
      <w:pPr>
        <w:ind w:left="1440" w:hanging="360"/>
      </w:pPr>
    </w:lvl>
    <w:lvl w:ilvl="2" w:tplc="58EE23B8" w:tentative="1">
      <w:start w:val="1"/>
      <w:numFmt w:val="lowerRoman"/>
      <w:lvlText w:val="%3."/>
      <w:lvlJc w:val="right"/>
      <w:pPr>
        <w:ind w:left="2160" w:hanging="180"/>
      </w:pPr>
    </w:lvl>
    <w:lvl w:ilvl="3" w:tplc="AE686136" w:tentative="1">
      <w:start w:val="1"/>
      <w:numFmt w:val="decimal"/>
      <w:lvlText w:val="%4."/>
      <w:lvlJc w:val="left"/>
      <w:pPr>
        <w:ind w:left="2880" w:hanging="360"/>
      </w:pPr>
    </w:lvl>
    <w:lvl w:ilvl="4" w:tplc="F238DFB4" w:tentative="1">
      <w:start w:val="1"/>
      <w:numFmt w:val="lowerLetter"/>
      <w:lvlText w:val="%5."/>
      <w:lvlJc w:val="left"/>
      <w:pPr>
        <w:ind w:left="3600" w:hanging="360"/>
      </w:pPr>
    </w:lvl>
    <w:lvl w:ilvl="5" w:tplc="B4D28B9A" w:tentative="1">
      <w:start w:val="1"/>
      <w:numFmt w:val="lowerRoman"/>
      <w:lvlText w:val="%6."/>
      <w:lvlJc w:val="right"/>
      <w:pPr>
        <w:ind w:left="4320" w:hanging="180"/>
      </w:pPr>
    </w:lvl>
    <w:lvl w:ilvl="6" w:tplc="F5BCB332" w:tentative="1">
      <w:start w:val="1"/>
      <w:numFmt w:val="decimal"/>
      <w:lvlText w:val="%7."/>
      <w:lvlJc w:val="left"/>
      <w:pPr>
        <w:ind w:left="5040" w:hanging="360"/>
      </w:pPr>
    </w:lvl>
    <w:lvl w:ilvl="7" w:tplc="07F230E6" w:tentative="1">
      <w:start w:val="1"/>
      <w:numFmt w:val="lowerLetter"/>
      <w:lvlText w:val="%8."/>
      <w:lvlJc w:val="left"/>
      <w:pPr>
        <w:ind w:left="5760" w:hanging="360"/>
      </w:pPr>
    </w:lvl>
    <w:lvl w:ilvl="8" w:tplc="429A90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5EEAC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DE6B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FC0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6C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69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1A1A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8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6CE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06C6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151AC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52E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64BC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7C45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E82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5AF6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324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8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928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F4DC4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82D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2E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232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8F8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B6C1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E9D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427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CC9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c0NzExsbA0sDA3tbRU0lEKTi0uzszPAykwrAUA0OOVLSwAAAA="/>
  </w:docVars>
  <w:rsids>
    <w:rsidRoot w:val="00671F5B"/>
    <w:rsid w:val="00024A82"/>
    <w:rsid w:val="00210B0E"/>
    <w:rsid w:val="006070D7"/>
    <w:rsid w:val="00671F5B"/>
    <w:rsid w:val="00A071FD"/>
    <w:rsid w:val="00F90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CB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9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502bd91-4821-4a00-aa5e-8d420a883b7a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6B2C9-7DAD-420D-BC60-D18E4A743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BC475D-13A4-4B7E-9BF2-FFEB9C50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2019-11-11T23:51:00Z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