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A9160F" w14:textId="0F560C93" w:rsidR="00FC48B2" w:rsidRDefault="00446CB0" w:rsidP="003C3244">
      <w:pPr>
        <w:pStyle w:val="Heading1"/>
      </w:pPr>
      <w:r>
        <w:t xml:space="preserve"> </w:t>
      </w:r>
      <w:r w:rsidR="00717533" w:rsidRPr="007E10A9">
        <w:t>Student</w:t>
      </w:r>
      <w:r w:rsidR="00717533" w:rsidRPr="003C3244">
        <w:t xml:space="preserve"> Declaration</w:t>
      </w:r>
    </w:p>
    <w:p w14:paraId="41A91610" w14:textId="77777777" w:rsidR="00CC3D37" w:rsidRPr="00A56627" w:rsidRDefault="00717533" w:rsidP="00CC3D37">
      <w:pPr>
        <w:pStyle w:val="Heading2"/>
      </w:pPr>
      <w:r w:rsidRPr="00A56627">
        <w:t>Criteria</w:t>
      </w:r>
    </w:p>
    <w:p w14:paraId="41A91611" w14:textId="77777777" w:rsidR="00CC3D37" w:rsidRDefault="00717533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41A91612" w14:textId="77777777" w:rsidR="00CC3D37" w:rsidRDefault="00717533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Qualification"/>
      <w:r w:rsidRPr="00D83795">
        <w:rPr>
          <w:sz w:val="22"/>
          <w:szCs w:val="22"/>
          <w:lang w:eastAsia="en-AU"/>
        </w:rPr>
        <w:t>MSL40118 - Certificate IV in Laboratory Techniques (1)</w:t>
      </w:r>
      <w:bookmarkEnd w:id="0"/>
    </w:p>
    <w:p w14:paraId="06CC84E3" w14:textId="19152F32" w:rsidR="00516228" w:rsidRPr="00D83795" w:rsidRDefault="7E838CE7" w:rsidP="7E838CE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7E838CE7">
        <w:rPr>
          <w:sz w:val="22"/>
          <w:szCs w:val="22"/>
          <w:lang w:eastAsia="en-AU"/>
        </w:rPr>
        <w:t>MSL50118 - Diploma of Laboratory Technology (1)</w:t>
      </w:r>
    </w:p>
    <w:p w14:paraId="41A91613" w14:textId="6450F798" w:rsidR="00CC3D37" w:rsidRPr="00101086" w:rsidRDefault="00101086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qualification the student is enrolled in.**</w:t>
      </w:r>
    </w:p>
    <w:p w14:paraId="41A91614" w14:textId="77777777" w:rsidR="00CC3D37" w:rsidRDefault="00717533" w:rsidP="00CC3D37">
      <w:pPr>
        <w:pStyle w:val="Heading3"/>
      </w:pPr>
      <w:r w:rsidRPr="007A6B4A">
        <w:t>Unit code, name and release number</w:t>
      </w:r>
    </w:p>
    <w:p w14:paraId="23092847" w14:textId="315AE33E" w:rsidR="00516228" w:rsidRPr="00D83795" w:rsidRDefault="00717533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MSL974019 - Perform chemical tests and procedures (1)</w:t>
      </w:r>
      <w:bookmarkEnd w:id="1"/>
    </w:p>
    <w:p w14:paraId="41A91616" w14:textId="77777777" w:rsidR="00CC3D37" w:rsidRPr="00D83795" w:rsidRDefault="00446CB0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1A91617" w14:textId="77777777" w:rsidR="00BC4442" w:rsidRPr="004A551B" w:rsidRDefault="00717533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41A91618" w14:textId="77777777" w:rsidR="0040694E" w:rsidRPr="004A551B" w:rsidRDefault="00717533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41A91619" w14:textId="77777777" w:rsidR="0040694E" w:rsidRPr="004A551B" w:rsidRDefault="00717533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41A9161A" w14:textId="77777777" w:rsidR="0040694E" w:rsidRPr="004A551B" w:rsidRDefault="00717533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41A9161B" w14:textId="77777777" w:rsidR="0040694E" w:rsidRPr="004A551B" w:rsidRDefault="00717533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41A9161C" w14:textId="77777777" w:rsidR="0040694E" w:rsidRPr="004A551B" w:rsidRDefault="00717533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41A9161D" w14:textId="77777777" w:rsidR="0040694E" w:rsidRPr="004A551B" w:rsidRDefault="00717533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</w:t>
      </w:r>
      <w:bookmarkStart w:id="2" w:name="_GoBack"/>
      <w:bookmarkEnd w:id="2"/>
      <w:r w:rsidRPr="004A551B">
        <w:rPr>
          <w:sz w:val="22"/>
          <w:szCs w:val="22"/>
          <w:lang w:eastAsia="en-AU"/>
        </w:rPr>
        <w:t>cess to all required learning materials and/or resources</w:t>
      </w:r>
    </w:p>
    <w:p w14:paraId="41A9161E" w14:textId="77777777" w:rsidR="003F73CB" w:rsidRDefault="00717533" w:rsidP="003F73CB">
      <w:pPr>
        <w:pStyle w:val="Caption"/>
        <w:keepNext/>
      </w:pPr>
      <w:r>
        <w:lastRenderedPageBreak/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FE56F6" w14:paraId="41A91623" w14:textId="77777777" w:rsidTr="00FE56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41A9161F" w14:textId="77777777" w:rsidR="007E10A9" w:rsidRDefault="00717533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41A91620" w14:textId="77777777" w:rsidR="007E10A9" w:rsidRDefault="00717533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41A91621" w14:textId="77777777" w:rsidR="007E10A9" w:rsidRDefault="00717533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41A91622" w14:textId="77777777" w:rsidR="007E10A9" w:rsidRDefault="00717533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FE56F6" w14:paraId="41A91628" w14:textId="77777777" w:rsidTr="00FE56F6">
        <w:tc>
          <w:tcPr>
            <w:tcW w:w="310" w:type="pct"/>
            <w:shd w:val="clear" w:color="auto" w:fill="2D739F"/>
            <w:vAlign w:val="top"/>
          </w:tcPr>
          <w:p w14:paraId="41A91624" w14:textId="77777777" w:rsidR="007E10A9" w:rsidRPr="007E10A9" w:rsidRDefault="0071753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41A91625" w14:textId="50DDD474" w:rsidR="00A0726F" w:rsidRDefault="00A0726F" w:rsidP="007E10A9">
            <w:pPr>
              <w:rPr>
                <w:lang w:eastAsia="en-AU"/>
              </w:rPr>
            </w:pPr>
          </w:p>
          <w:p w14:paraId="7A9116B8" w14:textId="77777777" w:rsidR="00A0726F" w:rsidRPr="00A0726F" w:rsidRDefault="00A0726F" w:rsidP="00A0726F">
            <w:pPr>
              <w:rPr>
                <w:lang w:eastAsia="en-AU"/>
              </w:rPr>
            </w:pPr>
          </w:p>
          <w:p w14:paraId="42840292" w14:textId="77777777" w:rsidR="00A0726F" w:rsidRPr="00A0726F" w:rsidRDefault="00A0726F" w:rsidP="00A0726F">
            <w:pPr>
              <w:rPr>
                <w:lang w:eastAsia="en-AU"/>
              </w:rPr>
            </w:pPr>
          </w:p>
          <w:p w14:paraId="4BFD881B" w14:textId="77777777" w:rsidR="00A0726F" w:rsidRPr="00A0726F" w:rsidRDefault="00A0726F" w:rsidP="00A0726F">
            <w:pPr>
              <w:rPr>
                <w:lang w:eastAsia="en-AU"/>
              </w:rPr>
            </w:pPr>
          </w:p>
          <w:p w14:paraId="451A244F" w14:textId="77777777" w:rsidR="00A0726F" w:rsidRPr="00A0726F" w:rsidRDefault="00A0726F" w:rsidP="00A0726F">
            <w:pPr>
              <w:rPr>
                <w:lang w:eastAsia="en-AU"/>
              </w:rPr>
            </w:pPr>
          </w:p>
          <w:p w14:paraId="06931C79" w14:textId="77777777" w:rsidR="00A0726F" w:rsidRPr="00A0726F" w:rsidRDefault="00A0726F" w:rsidP="00A0726F">
            <w:pPr>
              <w:rPr>
                <w:lang w:eastAsia="en-AU"/>
              </w:rPr>
            </w:pPr>
          </w:p>
          <w:p w14:paraId="692C52A2" w14:textId="16EFBF85" w:rsidR="007E10A9" w:rsidRPr="00A0726F" w:rsidRDefault="00446CB0" w:rsidP="00A0726F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1A91626" w14:textId="77777777" w:rsidR="007E10A9" w:rsidRDefault="00446CB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1A91627" w14:textId="77777777" w:rsidR="007E10A9" w:rsidRDefault="00446CB0" w:rsidP="007E10A9">
            <w:pPr>
              <w:rPr>
                <w:lang w:eastAsia="en-AU"/>
              </w:rPr>
            </w:pPr>
          </w:p>
        </w:tc>
      </w:tr>
      <w:tr w:rsidR="00FE56F6" w14:paraId="41A9162D" w14:textId="77777777" w:rsidTr="00FE56F6">
        <w:tc>
          <w:tcPr>
            <w:tcW w:w="310" w:type="pct"/>
            <w:shd w:val="clear" w:color="auto" w:fill="2D739F"/>
            <w:vAlign w:val="top"/>
          </w:tcPr>
          <w:p w14:paraId="41A91629" w14:textId="77777777" w:rsidR="007E10A9" w:rsidRPr="007E10A9" w:rsidRDefault="0071753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41A9162A" w14:textId="489538A6" w:rsidR="00A0726F" w:rsidRDefault="00A0726F" w:rsidP="007E10A9">
            <w:pPr>
              <w:rPr>
                <w:lang w:eastAsia="en-AU"/>
              </w:rPr>
            </w:pPr>
          </w:p>
          <w:p w14:paraId="63742ADD" w14:textId="77777777" w:rsidR="00A0726F" w:rsidRPr="00A0726F" w:rsidRDefault="00A0726F" w:rsidP="00A0726F">
            <w:pPr>
              <w:rPr>
                <w:lang w:eastAsia="en-AU"/>
              </w:rPr>
            </w:pPr>
          </w:p>
          <w:p w14:paraId="00387EDC" w14:textId="77777777" w:rsidR="00A0726F" w:rsidRPr="00A0726F" w:rsidRDefault="00A0726F" w:rsidP="00A0726F">
            <w:pPr>
              <w:rPr>
                <w:lang w:eastAsia="en-AU"/>
              </w:rPr>
            </w:pPr>
          </w:p>
          <w:p w14:paraId="256AA83F" w14:textId="77777777" w:rsidR="00A0726F" w:rsidRPr="00A0726F" w:rsidRDefault="00A0726F" w:rsidP="00A0726F">
            <w:pPr>
              <w:rPr>
                <w:lang w:eastAsia="en-AU"/>
              </w:rPr>
            </w:pPr>
          </w:p>
          <w:p w14:paraId="36D21101" w14:textId="77777777" w:rsidR="00A0726F" w:rsidRPr="00A0726F" w:rsidRDefault="00A0726F" w:rsidP="00A0726F">
            <w:pPr>
              <w:rPr>
                <w:lang w:eastAsia="en-AU"/>
              </w:rPr>
            </w:pPr>
          </w:p>
          <w:p w14:paraId="1FAB190A" w14:textId="07C54AC5" w:rsidR="007E10A9" w:rsidRPr="00A0726F" w:rsidRDefault="00446CB0" w:rsidP="00A0726F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1A9162B" w14:textId="77777777" w:rsidR="007E10A9" w:rsidRDefault="00446CB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1A9162C" w14:textId="77777777" w:rsidR="007E10A9" w:rsidRDefault="00446CB0" w:rsidP="007E10A9">
            <w:pPr>
              <w:rPr>
                <w:lang w:eastAsia="en-AU"/>
              </w:rPr>
            </w:pPr>
          </w:p>
        </w:tc>
      </w:tr>
      <w:tr w:rsidR="00FE56F6" w14:paraId="41A91632" w14:textId="77777777" w:rsidTr="00FE56F6">
        <w:tc>
          <w:tcPr>
            <w:tcW w:w="310" w:type="pct"/>
            <w:shd w:val="clear" w:color="auto" w:fill="2D739F"/>
            <w:vAlign w:val="top"/>
          </w:tcPr>
          <w:p w14:paraId="41A9162E" w14:textId="77777777" w:rsidR="007E10A9" w:rsidRPr="007E10A9" w:rsidRDefault="0071753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41A9162F" w14:textId="24287B20" w:rsidR="00A0726F" w:rsidRDefault="00A0726F" w:rsidP="007E10A9">
            <w:pPr>
              <w:rPr>
                <w:lang w:eastAsia="en-AU"/>
              </w:rPr>
            </w:pPr>
          </w:p>
          <w:p w14:paraId="5BD482A9" w14:textId="77777777" w:rsidR="00A0726F" w:rsidRPr="00A0726F" w:rsidRDefault="00A0726F" w:rsidP="00A0726F">
            <w:pPr>
              <w:rPr>
                <w:lang w:eastAsia="en-AU"/>
              </w:rPr>
            </w:pPr>
          </w:p>
          <w:p w14:paraId="1E483C8A" w14:textId="77777777" w:rsidR="00A0726F" w:rsidRPr="00A0726F" w:rsidRDefault="00A0726F" w:rsidP="00A0726F">
            <w:pPr>
              <w:rPr>
                <w:lang w:eastAsia="en-AU"/>
              </w:rPr>
            </w:pPr>
          </w:p>
          <w:p w14:paraId="40084734" w14:textId="02A5660A" w:rsidR="007E10A9" w:rsidRPr="00A0726F" w:rsidRDefault="00446CB0" w:rsidP="00A0726F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1A91630" w14:textId="77777777" w:rsidR="007E10A9" w:rsidRDefault="00446CB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1A91631" w14:textId="77777777" w:rsidR="007E10A9" w:rsidRDefault="00446CB0" w:rsidP="007E10A9">
            <w:pPr>
              <w:rPr>
                <w:lang w:eastAsia="en-AU"/>
              </w:rPr>
            </w:pPr>
          </w:p>
        </w:tc>
      </w:tr>
      <w:tr w:rsidR="00FE56F6" w14:paraId="41A91637" w14:textId="77777777" w:rsidTr="00FE56F6">
        <w:tc>
          <w:tcPr>
            <w:tcW w:w="310" w:type="pct"/>
            <w:shd w:val="clear" w:color="auto" w:fill="2D739F"/>
            <w:vAlign w:val="top"/>
          </w:tcPr>
          <w:p w14:paraId="41A91633" w14:textId="77777777" w:rsidR="007E10A9" w:rsidRPr="007E10A9" w:rsidRDefault="0071753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41A91634" w14:textId="6F00B4D4" w:rsidR="00A0726F" w:rsidRDefault="00A0726F" w:rsidP="007E10A9">
            <w:pPr>
              <w:rPr>
                <w:lang w:eastAsia="en-AU"/>
              </w:rPr>
            </w:pPr>
          </w:p>
          <w:p w14:paraId="4FA2077E" w14:textId="77777777" w:rsidR="00A0726F" w:rsidRPr="00A0726F" w:rsidRDefault="00A0726F" w:rsidP="00A0726F">
            <w:pPr>
              <w:rPr>
                <w:lang w:eastAsia="en-AU"/>
              </w:rPr>
            </w:pPr>
          </w:p>
          <w:p w14:paraId="09260DDF" w14:textId="13EEEA5F" w:rsidR="007E10A9" w:rsidRPr="00A0726F" w:rsidRDefault="00446CB0" w:rsidP="00A0726F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1A91635" w14:textId="77777777" w:rsidR="007E10A9" w:rsidRDefault="00446CB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1A91636" w14:textId="77777777" w:rsidR="007E10A9" w:rsidRDefault="00446CB0" w:rsidP="007E10A9">
            <w:pPr>
              <w:rPr>
                <w:lang w:eastAsia="en-AU"/>
              </w:rPr>
            </w:pPr>
          </w:p>
        </w:tc>
      </w:tr>
      <w:tr w:rsidR="00FE56F6" w14:paraId="41A9163C" w14:textId="77777777" w:rsidTr="00FE56F6">
        <w:tc>
          <w:tcPr>
            <w:tcW w:w="310" w:type="pct"/>
            <w:shd w:val="clear" w:color="auto" w:fill="2D739F"/>
            <w:vAlign w:val="top"/>
          </w:tcPr>
          <w:p w14:paraId="41A91638" w14:textId="77777777" w:rsidR="007E10A9" w:rsidRPr="007E10A9" w:rsidRDefault="0071753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41A91639" w14:textId="77777777" w:rsidR="007E10A9" w:rsidRDefault="00446CB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1A9163A" w14:textId="77777777" w:rsidR="007E10A9" w:rsidRDefault="00446CB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1A9163B" w14:textId="77777777" w:rsidR="007E10A9" w:rsidRDefault="00446CB0" w:rsidP="007E10A9">
            <w:pPr>
              <w:rPr>
                <w:lang w:eastAsia="en-AU"/>
              </w:rPr>
            </w:pPr>
          </w:p>
        </w:tc>
      </w:tr>
      <w:tr w:rsidR="00FE56F6" w14:paraId="41A91641" w14:textId="77777777" w:rsidTr="00FE56F6">
        <w:tc>
          <w:tcPr>
            <w:tcW w:w="310" w:type="pct"/>
            <w:shd w:val="clear" w:color="auto" w:fill="2D739F"/>
            <w:vAlign w:val="top"/>
          </w:tcPr>
          <w:p w14:paraId="41A9163D" w14:textId="77777777" w:rsidR="007E10A9" w:rsidRPr="007E10A9" w:rsidRDefault="0071753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41A9163E" w14:textId="77777777" w:rsidR="007E10A9" w:rsidRDefault="00446CB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1A9163F" w14:textId="77777777" w:rsidR="007E10A9" w:rsidRDefault="00446CB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1A91640" w14:textId="77777777" w:rsidR="007E10A9" w:rsidRDefault="00446CB0" w:rsidP="007E10A9">
            <w:pPr>
              <w:rPr>
                <w:lang w:eastAsia="en-AU"/>
              </w:rPr>
            </w:pPr>
          </w:p>
        </w:tc>
      </w:tr>
      <w:tr w:rsidR="00FE56F6" w14:paraId="41A91646" w14:textId="77777777" w:rsidTr="00FE56F6">
        <w:tc>
          <w:tcPr>
            <w:tcW w:w="310" w:type="pct"/>
            <w:shd w:val="clear" w:color="auto" w:fill="2D739F"/>
            <w:vAlign w:val="top"/>
          </w:tcPr>
          <w:p w14:paraId="41A91642" w14:textId="77777777" w:rsidR="007E10A9" w:rsidRPr="007E10A9" w:rsidRDefault="0071753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7</w:t>
            </w:r>
          </w:p>
        </w:tc>
        <w:tc>
          <w:tcPr>
            <w:tcW w:w="2658" w:type="pct"/>
            <w:vAlign w:val="top"/>
          </w:tcPr>
          <w:p w14:paraId="41A91643" w14:textId="77777777" w:rsidR="007E10A9" w:rsidRDefault="00446CB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1A91644" w14:textId="77777777" w:rsidR="007E10A9" w:rsidRDefault="00446CB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1A91645" w14:textId="77777777" w:rsidR="007E10A9" w:rsidRDefault="00446CB0" w:rsidP="007E10A9">
            <w:pPr>
              <w:rPr>
                <w:lang w:eastAsia="en-AU"/>
              </w:rPr>
            </w:pPr>
          </w:p>
        </w:tc>
      </w:tr>
      <w:tr w:rsidR="00FE56F6" w14:paraId="41A9164B" w14:textId="77777777" w:rsidTr="00FE56F6">
        <w:tc>
          <w:tcPr>
            <w:tcW w:w="310" w:type="pct"/>
            <w:shd w:val="clear" w:color="auto" w:fill="2D739F"/>
            <w:vAlign w:val="top"/>
          </w:tcPr>
          <w:p w14:paraId="41A91647" w14:textId="77777777" w:rsidR="007E10A9" w:rsidRPr="007E10A9" w:rsidRDefault="0071753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41A91648" w14:textId="77777777" w:rsidR="007E10A9" w:rsidRDefault="00446CB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1A91649" w14:textId="77777777" w:rsidR="007E10A9" w:rsidRDefault="00446CB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1A9164A" w14:textId="77777777" w:rsidR="007E10A9" w:rsidRDefault="00446CB0" w:rsidP="007E10A9">
            <w:pPr>
              <w:rPr>
                <w:lang w:eastAsia="en-AU"/>
              </w:rPr>
            </w:pPr>
          </w:p>
        </w:tc>
      </w:tr>
    </w:tbl>
    <w:p w14:paraId="41A9164C" w14:textId="77777777" w:rsidR="00BC4442" w:rsidRDefault="00446CB0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A9164F" w14:textId="77777777" w:rsidR="000639B8" w:rsidRDefault="00717533">
      <w:pPr>
        <w:spacing w:before="0" w:after="0" w:line="240" w:lineRule="auto"/>
      </w:pPr>
      <w:r>
        <w:separator/>
      </w:r>
    </w:p>
  </w:endnote>
  <w:endnote w:type="continuationSeparator" w:id="0">
    <w:p w14:paraId="41A91650" w14:textId="77777777" w:rsidR="000639B8" w:rsidRDefault="0071753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91654" w14:textId="77777777" w:rsidR="00CC4677" w:rsidRPr="004820C4" w:rsidRDefault="00446CB0" w:rsidP="0002323C">
    <w:pPr>
      <w:pStyle w:val="Footer-DocumentTitleLeft"/>
    </w:pPr>
  </w:p>
  <w:p w14:paraId="41A91655" w14:textId="77777777" w:rsidR="00CC4677" w:rsidRDefault="00717533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41A91656" w14:textId="77777777" w:rsidR="00CC4677" w:rsidRPr="0006452B" w:rsidRDefault="00446CB0" w:rsidP="00EE3A11"/>
  <w:p w14:paraId="41A91657" w14:textId="77777777" w:rsidR="00BA0812" w:rsidRDefault="00446CB0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509A72BE" w14:textId="117573C7" w:rsidR="00672186" w:rsidRDefault="00717533" w:rsidP="00096F1A">
        <w:pPr>
          <w:pStyle w:val="Bodyfooter"/>
          <w:tabs>
            <w:tab w:val="left" w:pos="4768"/>
          </w:tabs>
          <w:rPr>
            <w:noProof/>
          </w:rPr>
        </w:pPr>
        <w:r w:rsidRPr="008D467A">
          <w:t>Document title</w:t>
        </w:r>
        <w:r>
          <w:t>:</w:t>
        </w:r>
        <w:r w:rsidR="00672186">
          <w:t xml:space="preserve"> </w:t>
        </w:r>
        <w:r w:rsidR="00516228">
          <w:rPr>
            <w:noProof/>
          </w:rPr>
          <w:fldChar w:fldCharType="begin"/>
        </w:r>
        <w:r w:rsidR="00516228">
          <w:rPr>
            <w:noProof/>
          </w:rPr>
          <w:instrText xml:space="preserve"> FILENAME   \* MERGEFORMAT </w:instrText>
        </w:r>
        <w:r w:rsidR="00516228">
          <w:rPr>
            <w:noProof/>
          </w:rPr>
          <w:fldChar w:fldCharType="separate"/>
        </w:r>
        <w:r w:rsidR="00446CB0">
          <w:rPr>
            <w:noProof/>
          </w:rPr>
          <w:t>MSL974019_StDec</w:t>
        </w:r>
        <w:r w:rsidR="00516228">
          <w:rPr>
            <w:noProof/>
          </w:rPr>
          <w:fldChar w:fldCharType="end"/>
        </w:r>
        <w:r>
          <w:rPr>
            <w:noProof/>
          </w:rPr>
          <w:tab/>
        </w:r>
        <w:r>
          <w:t>RTO Code: 90003</w:t>
        </w:r>
        <w:r>
          <w:rPr>
            <w:noProof/>
          </w:rPr>
          <w:tab/>
        </w:r>
        <w:r w:rsidRPr="008D467A">
          <w:t xml:space="preserve">Page </w:t>
        </w:r>
        <w:r w:rsidRPr="008D467A">
          <w:fldChar w:fldCharType="begin"/>
        </w:r>
        <w:r w:rsidRPr="008D467A">
          <w:instrText xml:space="preserve"> PAGE  \* Arabic  \* MERGEFORMAT </w:instrText>
        </w:r>
        <w:r w:rsidRPr="008D467A">
          <w:fldChar w:fldCharType="separate"/>
        </w:r>
        <w:r w:rsidR="00446CB0">
          <w:rPr>
            <w:noProof/>
          </w:rPr>
          <w:t>1</w:t>
        </w:r>
        <w:r w:rsidRPr="008D467A">
          <w:fldChar w:fldCharType="end"/>
        </w:r>
        <w:r w:rsidRPr="008D467A"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 w:rsidR="00446CB0">
          <w:rPr>
            <w:noProof/>
          </w:rPr>
          <w:t>3</w:t>
        </w:r>
        <w:r>
          <w:rPr>
            <w:noProof/>
          </w:rPr>
          <w:fldChar w:fldCharType="end"/>
        </w:r>
      </w:p>
      <w:p w14:paraId="41A91658" w14:textId="5AB22651" w:rsidR="00BA0812" w:rsidRDefault="00672186" w:rsidP="00096F1A">
        <w:pPr>
          <w:pStyle w:val="Bodyfooter"/>
          <w:tabs>
            <w:tab w:val="left" w:pos="4768"/>
          </w:tabs>
          <w:rPr>
            <w:noProof/>
          </w:rPr>
        </w:pPr>
        <w:r>
          <w:rPr>
            <w:noProof/>
          </w:rPr>
          <w:t xml:space="preserve">Resource ID: </w:t>
        </w:r>
        <w:r w:rsidRPr="00672186">
          <w:rPr>
            <w:noProof/>
          </w:rPr>
          <w:t>MRS_18_07_</w:t>
        </w:r>
        <w:r>
          <w:rPr>
            <w:noProof/>
          </w:rPr>
          <w:t>MSL974019_StDec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9165B" w14:textId="77777777" w:rsidR="00AA3155" w:rsidRPr="008D467A" w:rsidRDefault="00717533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41A9165C" w14:textId="77777777" w:rsidR="00AA3155" w:rsidRPr="008948B1" w:rsidRDefault="00717533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41A9165D" w14:textId="77777777" w:rsidR="00CC4677" w:rsidRPr="00AA3155" w:rsidRDefault="00446CB0" w:rsidP="00EE3A11">
    <w:pPr>
      <w:pStyle w:val="Footer"/>
    </w:pPr>
  </w:p>
  <w:p w14:paraId="41A9165E" w14:textId="77777777" w:rsidR="00BA0812" w:rsidRDefault="00446CB0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9164D" w14:textId="77777777" w:rsidR="000639B8" w:rsidRDefault="00717533">
      <w:pPr>
        <w:spacing w:before="0" w:after="0" w:line="240" w:lineRule="auto"/>
      </w:pPr>
      <w:r>
        <w:separator/>
      </w:r>
    </w:p>
  </w:footnote>
  <w:footnote w:type="continuationSeparator" w:id="0">
    <w:p w14:paraId="41A9164E" w14:textId="77777777" w:rsidR="000639B8" w:rsidRDefault="0071753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91651" w14:textId="77777777" w:rsidR="00CC4677" w:rsidRDefault="00446CB0" w:rsidP="00EE3A11"/>
  <w:p w14:paraId="41A91652" w14:textId="77777777" w:rsidR="00BA0812" w:rsidRDefault="00446CB0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91653" w14:textId="77777777" w:rsidR="00BA0812" w:rsidRDefault="00717533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41A9165F" wp14:editId="41A91660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91659" w14:textId="77777777" w:rsidR="004238CB" w:rsidRDefault="00446CB0" w:rsidP="00EE3A11">
    <w:pPr>
      <w:pStyle w:val="Header"/>
    </w:pPr>
  </w:p>
  <w:p w14:paraId="41A9165A" w14:textId="77777777" w:rsidR="00BA0812" w:rsidRDefault="00446CB0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463E3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068A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C6B6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E41F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E0DF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C40A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F8A5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80CA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72E5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2A30D4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A054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C064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DE98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641A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3C3C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68BB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288F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3218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5F2A3A3A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DA51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D030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9637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D460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2A75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2C01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F423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7CD1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B3EAC6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2825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10A0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CA92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786C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2AC8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4A32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5E69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D6FA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C2607C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7AC2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8660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C428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AA8B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B8D4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D4F0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AA93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A2F1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67884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AA365F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2E0B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AE51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E89F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34E3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0A16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C634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AA81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54E435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2E8F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2C29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12DC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A8C1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22B4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8CE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B627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BCDD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F77CE0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9D82092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F6A7E8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6B656B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6F284C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B343F2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978371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7C4BAE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D2E23E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CEC013C6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ED5096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1C23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28EB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A2B6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9840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7EE7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4016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F49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C02251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7497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DAF5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8837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E2B2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CE4F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BA69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44AA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6093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5FF00218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C36E07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EB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A2D4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702B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7064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FE59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6B0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AE28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F4B0CF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E7E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18E7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1A4B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A0F0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4A13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AE22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8285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EC9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691E1D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C63E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AE0D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9E3C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FEE0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DAE8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9498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5854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70A4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20D292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9C4A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90B1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606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7EFB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8E42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BE25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9E90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FA25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ADA87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B9ECC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2E39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E694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BE0A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E870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BA5F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E42B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B8AB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3026A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453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22B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7017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4ABB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F02B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72C8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DA509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02CB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AC1AF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BE4F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38D4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DAEC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D0E8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EC4B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E0E0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2EA6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503D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0434BD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8451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2A48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AC3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608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1CA9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00F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7466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007E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6E1243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0AAE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24B3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EA4A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AA12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5AE5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C4A1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9CD1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D07A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C8A028B4">
      <w:start w:val="1"/>
      <w:numFmt w:val="decimal"/>
      <w:lvlText w:val="%1."/>
      <w:lvlJc w:val="left"/>
      <w:pPr>
        <w:ind w:left="720" w:hanging="360"/>
      </w:pPr>
    </w:lvl>
    <w:lvl w:ilvl="1" w:tplc="F70C19EE">
      <w:start w:val="1"/>
      <w:numFmt w:val="lowerLetter"/>
      <w:lvlText w:val="%2."/>
      <w:lvlJc w:val="left"/>
      <w:pPr>
        <w:ind w:left="1440" w:hanging="360"/>
      </w:pPr>
    </w:lvl>
    <w:lvl w:ilvl="2" w:tplc="2A2C4D62">
      <w:start w:val="1"/>
      <w:numFmt w:val="lowerRoman"/>
      <w:lvlText w:val="%3."/>
      <w:lvlJc w:val="right"/>
      <w:pPr>
        <w:ind w:left="2160" w:hanging="180"/>
      </w:pPr>
    </w:lvl>
    <w:lvl w:ilvl="3" w:tplc="3580E8CC">
      <w:start w:val="1"/>
      <w:numFmt w:val="decimal"/>
      <w:lvlText w:val="%4."/>
      <w:lvlJc w:val="left"/>
      <w:pPr>
        <w:ind w:left="2880" w:hanging="360"/>
      </w:pPr>
    </w:lvl>
    <w:lvl w:ilvl="4" w:tplc="99C6DF2C">
      <w:start w:val="1"/>
      <w:numFmt w:val="lowerLetter"/>
      <w:lvlText w:val="%5."/>
      <w:lvlJc w:val="left"/>
      <w:pPr>
        <w:ind w:left="3600" w:hanging="360"/>
      </w:pPr>
    </w:lvl>
    <w:lvl w:ilvl="5" w:tplc="2CC033F0">
      <w:start w:val="1"/>
      <w:numFmt w:val="lowerRoman"/>
      <w:lvlText w:val="%6."/>
      <w:lvlJc w:val="right"/>
      <w:pPr>
        <w:ind w:left="4320" w:hanging="180"/>
      </w:pPr>
    </w:lvl>
    <w:lvl w:ilvl="6" w:tplc="DD2EDBB6">
      <w:start w:val="1"/>
      <w:numFmt w:val="decimal"/>
      <w:lvlText w:val="%7."/>
      <w:lvlJc w:val="left"/>
      <w:pPr>
        <w:ind w:left="5040" w:hanging="360"/>
      </w:pPr>
    </w:lvl>
    <w:lvl w:ilvl="7" w:tplc="65D4F6E2">
      <w:start w:val="1"/>
      <w:numFmt w:val="lowerLetter"/>
      <w:lvlText w:val="%8."/>
      <w:lvlJc w:val="left"/>
      <w:pPr>
        <w:ind w:left="5760" w:hanging="360"/>
      </w:pPr>
    </w:lvl>
    <w:lvl w:ilvl="8" w:tplc="EBFCC010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CC7094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2CB1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8C70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D883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663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047A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049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9E38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CA8A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A8BE0F14">
      <w:start w:val="1"/>
      <w:numFmt w:val="decimal"/>
      <w:lvlText w:val="%1."/>
      <w:lvlJc w:val="left"/>
      <w:pPr>
        <w:ind w:left="720" w:hanging="360"/>
      </w:pPr>
    </w:lvl>
    <w:lvl w:ilvl="1" w:tplc="F09ACF02">
      <w:start w:val="1"/>
      <w:numFmt w:val="lowerLetter"/>
      <w:lvlText w:val="%2."/>
      <w:lvlJc w:val="left"/>
      <w:pPr>
        <w:ind w:left="1440" w:hanging="360"/>
      </w:pPr>
    </w:lvl>
    <w:lvl w:ilvl="2" w:tplc="3452991E">
      <w:start w:val="1"/>
      <w:numFmt w:val="lowerRoman"/>
      <w:lvlText w:val="%3."/>
      <w:lvlJc w:val="right"/>
      <w:pPr>
        <w:ind w:left="2160" w:hanging="180"/>
      </w:pPr>
    </w:lvl>
    <w:lvl w:ilvl="3" w:tplc="895026C4" w:tentative="1">
      <w:start w:val="1"/>
      <w:numFmt w:val="decimal"/>
      <w:lvlText w:val="%4."/>
      <w:lvlJc w:val="left"/>
      <w:pPr>
        <w:ind w:left="2880" w:hanging="360"/>
      </w:pPr>
    </w:lvl>
    <w:lvl w:ilvl="4" w:tplc="A4641034" w:tentative="1">
      <w:start w:val="1"/>
      <w:numFmt w:val="lowerLetter"/>
      <w:lvlText w:val="%5."/>
      <w:lvlJc w:val="left"/>
      <w:pPr>
        <w:ind w:left="3600" w:hanging="360"/>
      </w:pPr>
    </w:lvl>
    <w:lvl w:ilvl="5" w:tplc="DF4643E6" w:tentative="1">
      <w:start w:val="1"/>
      <w:numFmt w:val="lowerRoman"/>
      <w:lvlText w:val="%6."/>
      <w:lvlJc w:val="right"/>
      <w:pPr>
        <w:ind w:left="4320" w:hanging="180"/>
      </w:pPr>
    </w:lvl>
    <w:lvl w:ilvl="6" w:tplc="2FDEBE1E" w:tentative="1">
      <w:start w:val="1"/>
      <w:numFmt w:val="decimal"/>
      <w:lvlText w:val="%7."/>
      <w:lvlJc w:val="left"/>
      <w:pPr>
        <w:ind w:left="5040" w:hanging="360"/>
      </w:pPr>
    </w:lvl>
    <w:lvl w:ilvl="7" w:tplc="0B24D764" w:tentative="1">
      <w:start w:val="1"/>
      <w:numFmt w:val="lowerLetter"/>
      <w:lvlText w:val="%8."/>
      <w:lvlJc w:val="left"/>
      <w:pPr>
        <w:ind w:left="5760" w:hanging="360"/>
      </w:pPr>
    </w:lvl>
    <w:lvl w:ilvl="8" w:tplc="D1D428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B8729D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CC45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BC57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AC00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D879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2061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0C08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920B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9EDC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04FC75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5474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A443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5490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1A3D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3CCE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5CAD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B611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4A3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77D475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B2673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C86400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76559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96E148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AB2AFF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9DEF89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822271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A0587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F2589B9E">
      <w:start w:val="1"/>
      <w:numFmt w:val="decimal"/>
      <w:lvlText w:val="%1."/>
      <w:lvlJc w:val="left"/>
      <w:pPr>
        <w:ind w:left="720" w:hanging="360"/>
      </w:pPr>
    </w:lvl>
    <w:lvl w:ilvl="1" w:tplc="89565418" w:tentative="1">
      <w:start w:val="1"/>
      <w:numFmt w:val="lowerLetter"/>
      <w:lvlText w:val="%2."/>
      <w:lvlJc w:val="left"/>
      <w:pPr>
        <w:ind w:left="1440" w:hanging="360"/>
      </w:pPr>
    </w:lvl>
    <w:lvl w:ilvl="2" w:tplc="B4B40D0C" w:tentative="1">
      <w:start w:val="1"/>
      <w:numFmt w:val="lowerRoman"/>
      <w:lvlText w:val="%3."/>
      <w:lvlJc w:val="right"/>
      <w:pPr>
        <w:ind w:left="2160" w:hanging="180"/>
      </w:pPr>
    </w:lvl>
    <w:lvl w:ilvl="3" w:tplc="D8D87180" w:tentative="1">
      <w:start w:val="1"/>
      <w:numFmt w:val="decimal"/>
      <w:lvlText w:val="%4."/>
      <w:lvlJc w:val="left"/>
      <w:pPr>
        <w:ind w:left="2880" w:hanging="360"/>
      </w:pPr>
    </w:lvl>
    <w:lvl w:ilvl="4" w:tplc="C7D265EC" w:tentative="1">
      <w:start w:val="1"/>
      <w:numFmt w:val="lowerLetter"/>
      <w:lvlText w:val="%5."/>
      <w:lvlJc w:val="left"/>
      <w:pPr>
        <w:ind w:left="3600" w:hanging="360"/>
      </w:pPr>
    </w:lvl>
    <w:lvl w:ilvl="5" w:tplc="983A5F3A" w:tentative="1">
      <w:start w:val="1"/>
      <w:numFmt w:val="lowerRoman"/>
      <w:lvlText w:val="%6."/>
      <w:lvlJc w:val="right"/>
      <w:pPr>
        <w:ind w:left="4320" w:hanging="180"/>
      </w:pPr>
    </w:lvl>
    <w:lvl w:ilvl="6" w:tplc="9BDE37C8" w:tentative="1">
      <w:start w:val="1"/>
      <w:numFmt w:val="decimal"/>
      <w:lvlText w:val="%7."/>
      <w:lvlJc w:val="left"/>
      <w:pPr>
        <w:ind w:left="5040" w:hanging="360"/>
      </w:pPr>
    </w:lvl>
    <w:lvl w:ilvl="7" w:tplc="565C7C28" w:tentative="1">
      <w:start w:val="1"/>
      <w:numFmt w:val="lowerLetter"/>
      <w:lvlText w:val="%8."/>
      <w:lvlJc w:val="left"/>
      <w:pPr>
        <w:ind w:left="5760" w:hanging="360"/>
      </w:pPr>
    </w:lvl>
    <w:lvl w:ilvl="8" w:tplc="79E834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693473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A97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581B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02F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8AEA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B018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7AF4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6AF6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C6C2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0CC07D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622D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D63A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4EA6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6870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3A35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06AD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CCC6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5E9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C8EA40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54D1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F67D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6876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9865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84A6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EADA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0863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BE0B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DAwtzQ1NDE1tzC1tLRU0lEKTi0uzszPAykwrAUArWKp4ywAAAA="/>
  </w:docVars>
  <w:rsids>
    <w:rsidRoot w:val="00FE56F6"/>
    <w:rsid w:val="000639B8"/>
    <w:rsid w:val="000739E4"/>
    <w:rsid w:val="000F3400"/>
    <w:rsid w:val="00101086"/>
    <w:rsid w:val="001C745D"/>
    <w:rsid w:val="00446CB0"/>
    <w:rsid w:val="004F3EE1"/>
    <w:rsid w:val="005051C4"/>
    <w:rsid w:val="00516228"/>
    <w:rsid w:val="00672186"/>
    <w:rsid w:val="0068142B"/>
    <w:rsid w:val="00717533"/>
    <w:rsid w:val="007445FA"/>
    <w:rsid w:val="00825CBD"/>
    <w:rsid w:val="008B7D13"/>
    <w:rsid w:val="00A0726F"/>
    <w:rsid w:val="00B05F86"/>
    <w:rsid w:val="00C06EC8"/>
    <w:rsid w:val="00CC76B9"/>
    <w:rsid w:val="00FE56F6"/>
    <w:rsid w:val="7E838C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916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2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1502bd91-4821-4a00-aa5e-8d420a883b7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B0FDDCB-EFD0-4F8B-A542-F88C5B1542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A7151D-F4F7-43D6-88F7-4D545DD4E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MSL974019_StDec_1of1_20180913</vt:lpstr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MSL974019_StDec_1of1_20180913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2019-10-18T01:11:00Z</dcterms:created>
  <dcterms:modified xsi:type="dcterms:W3CDTF">2019-11-18T23:18:00Z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