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787C6" w14:textId="77777777" w:rsidR="009838D5" w:rsidRDefault="00BF0822" w:rsidP="009838D5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 assessment 2</w:t>
      </w:r>
    </w:p>
    <w:p w14:paraId="249089F4" w14:textId="77777777" w:rsidR="006C7172" w:rsidRPr="00DF7D2C" w:rsidRDefault="006C7172" w:rsidP="006C7172">
      <w:pPr>
        <w:rPr>
          <w:b/>
          <w:sz w:val="28"/>
          <w:lang w:eastAsia="en-AU"/>
        </w:rPr>
      </w:pPr>
      <w:r w:rsidRPr="00DF7D2C">
        <w:rPr>
          <w:b/>
          <w:sz w:val="28"/>
          <w:lang w:eastAsia="en-AU"/>
        </w:rPr>
        <w:t>Assessment event 2 of 6</w:t>
      </w:r>
    </w:p>
    <w:p w14:paraId="58091301" w14:textId="77777777" w:rsidR="009838D5" w:rsidRPr="00A56627" w:rsidRDefault="00A526FC" w:rsidP="009838D5">
      <w:pPr>
        <w:pStyle w:val="Heading2"/>
      </w:pPr>
      <w:r w:rsidRPr="00A56627">
        <w:t>Criteria</w:t>
      </w:r>
    </w:p>
    <w:p w14:paraId="6F2B047F" w14:textId="77777777" w:rsidR="009838D5" w:rsidRDefault="00A526FC" w:rsidP="009838D5">
      <w:pPr>
        <w:pStyle w:val="Heading3"/>
      </w:pPr>
      <w:r w:rsidRPr="007A6B4A">
        <w:t>Unit code, name and release number</w:t>
      </w:r>
    </w:p>
    <w:p w14:paraId="605874FF" w14:textId="77777777" w:rsidR="009838D5" w:rsidRPr="00D83795" w:rsidRDefault="00A526FC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MSL974021 - Perform biological procedures (1)</w:t>
      </w:r>
      <w:bookmarkEnd w:id="1"/>
    </w:p>
    <w:p w14:paraId="3C8D3407" w14:textId="77777777" w:rsidR="009838D5" w:rsidRPr="00D8379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011BEC5" w14:textId="77777777" w:rsidR="009838D5" w:rsidRDefault="00A526FC" w:rsidP="009838D5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3D05752" w14:textId="77777777" w:rsidR="00901E32" w:rsidRDefault="00901E32" w:rsidP="00901E3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3AB2B0C4" w14:textId="77777777" w:rsidR="00901E32" w:rsidRDefault="00901E32" w:rsidP="00901E3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74343015" w14:textId="77777777" w:rsidR="00901E32" w:rsidRDefault="00901E32" w:rsidP="00901E3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11259084" w14:textId="77777777" w:rsidR="009838D5" w:rsidRPr="00A56627" w:rsidRDefault="00A526FC" w:rsidP="009838D5">
      <w:pPr>
        <w:pStyle w:val="Heading2"/>
      </w:pPr>
      <w:r w:rsidRPr="00A56627">
        <w:t>Student details</w:t>
      </w:r>
    </w:p>
    <w:p w14:paraId="6925C73B" w14:textId="77777777" w:rsidR="009838D5" w:rsidRDefault="00A526FC" w:rsidP="009838D5">
      <w:pPr>
        <w:pStyle w:val="Heading3"/>
      </w:pPr>
      <w:r w:rsidRPr="00AA18CF">
        <w:t>Student number</w:t>
      </w:r>
    </w:p>
    <w:p w14:paraId="695913DF" w14:textId="77777777" w:rsidR="009838D5" w:rsidRPr="00D8379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95C525E" w14:textId="77777777" w:rsidR="009838D5" w:rsidRDefault="00A526FC" w:rsidP="009838D5">
      <w:pPr>
        <w:pStyle w:val="Heading3"/>
      </w:pPr>
      <w:r w:rsidRPr="00AA18CF">
        <w:t xml:space="preserve">Student </w:t>
      </w:r>
      <w:r>
        <w:t>name</w:t>
      </w:r>
    </w:p>
    <w:p w14:paraId="05D09966" w14:textId="77777777" w:rsidR="009838D5" w:rsidRPr="00D8379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E9988D7" w14:textId="77777777" w:rsidR="009838D5" w:rsidRPr="00A56627" w:rsidRDefault="00A526FC" w:rsidP="009838D5">
      <w:pPr>
        <w:pStyle w:val="Heading2"/>
      </w:pPr>
      <w:r w:rsidRPr="00A56627">
        <w:t>Assessment Declaration</w:t>
      </w:r>
    </w:p>
    <w:p w14:paraId="53236F14" w14:textId="77777777" w:rsidR="009838D5" w:rsidRPr="00FF3AA4" w:rsidRDefault="00A526FC" w:rsidP="009838D5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11693D57" w14:textId="77777777" w:rsidR="009838D5" w:rsidRPr="00FF3AA4" w:rsidRDefault="00A526FC" w:rsidP="009838D5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0D62FBBD" w14:textId="77777777" w:rsidR="009838D5" w:rsidRPr="00FF3AA4" w:rsidRDefault="00A526FC" w:rsidP="009838D5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AA1D7D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29603FED" w14:textId="77777777" w:rsidR="009838D5" w:rsidRDefault="00A526FC" w:rsidP="009838D5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6C813EC3" w14:textId="77777777" w:rsidR="009838D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51AC9C" w14:textId="77777777" w:rsidR="009838D5" w:rsidRPr="00D8379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614C63D" w14:textId="77777777" w:rsidR="009838D5" w:rsidRDefault="009838D5" w:rsidP="009838D5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9838D5" w:rsidSect="009838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bookmarkEnd w:id="0"/>
    <w:p w14:paraId="5605CFC0" w14:textId="77777777" w:rsidR="00AA1D7D" w:rsidRDefault="00AA1D7D" w:rsidP="00AA1D7D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lastRenderedPageBreak/>
        <w:t>Version:</w:t>
      </w:r>
      <w:r>
        <w:rPr>
          <w:color w:val="000000" w:themeColor="text1"/>
        </w:rPr>
        <w:tab/>
      </w:r>
      <w:r>
        <w:rPr>
          <w:i/>
          <w:color w:val="000000" w:themeColor="text1"/>
        </w:rPr>
        <w:t>1.0</w:t>
      </w:r>
    </w:p>
    <w:p w14:paraId="37FFDE6E" w14:textId="77777777" w:rsidR="00AA1D7D" w:rsidRDefault="00AA1D7D" w:rsidP="00AA1D7D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t>Date created:</w:t>
      </w:r>
      <w:r>
        <w:rPr>
          <w:color w:val="000000" w:themeColor="text1"/>
        </w:rPr>
        <w:tab/>
        <w:t>23/09/2019</w:t>
      </w:r>
    </w:p>
    <w:p w14:paraId="6E04E817" w14:textId="2FAA93E1" w:rsidR="00AA1D7D" w:rsidRDefault="00AA1D7D" w:rsidP="00AA1D7D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t>Date modified:</w:t>
      </w:r>
      <w:r>
        <w:rPr>
          <w:color w:val="000000" w:themeColor="text1"/>
        </w:rPr>
        <w:tab/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DATE  \@ "dd/MM/yyyy"  \* MERGEFORMAT </w:instrText>
      </w:r>
      <w:r>
        <w:rPr>
          <w:color w:val="000000" w:themeColor="text1"/>
        </w:rPr>
        <w:fldChar w:fldCharType="separate"/>
      </w:r>
      <w:r w:rsidR="007D1ED3">
        <w:rPr>
          <w:noProof/>
          <w:color w:val="000000" w:themeColor="text1"/>
        </w:rPr>
        <w:t>27/11/2019</w:t>
      </w:r>
      <w:r>
        <w:rPr>
          <w:color w:val="000000" w:themeColor="text1"/>
        </w:rPr>
        <w:fldChar w:fldCharType="end"/>
      </w:r>
    </w:p>
    <w:p w14:paraId="4D48BB28" w14:textId="77777777" w:rsidR="00AA1D7D" w:rsidRDefault="00AA1D7D" w:rsidP="00AA1D7D">
      <w:pPr>
        <w:pStyle w:val="SmallerText-Black"/>
      </w:pPr>
    </w:p>
    <w:p w14:paraId="7A40D0A8" w14:textId="77777777" w:rsidR="00AA1D7D" w:rsidRDefault="00AA1D7D" w:rsidP="00AA1D7D">
      <w:r>
        <w:t>For queries, please contact:</w:t>
      </w:r>
    </w:p>
    <w:p w14:paraId="2391C926" w14:textId="77777777" w:rsidR="00AA1D7D" w:rsidRDefault="00AA1D7D" w:rsidP="00AA1D7D">
      <w:pPr>
        <w:pStyle w:val="SmallerText-Black"/>
        <w:rPr>
          <w:color w:val="000000" w:themeColor="text1"/>
        </w:rPr>
      </w:pPr>
      <w:r>
        <w:rPr>
          <w:color w:val="000000" w:themeColor="text1"/>
        </w:rPr>
        <w:t xml:space="preserve">Innovative Manufacturing, Robotics and Science SkillsPoint </w:t>
      </w:r>
    </w:p>
    <w:p w14:paraId="2ADE840F" w14:textId="77777777" w:rsidR="00AA1D7D" w:rsidRDefault="00AA1D7D" w:rsidP="00AA1D7D">
      <w:pPr>
        <w:pStyle w:val="SmallerText-Black"/>
        <w:rPr>
          <w:color w:val="000000" w:themeColor="text1"/>
        </w:rPr>
      </w:pPr>
      <w:r>
        <w:rPr>
          <w:color w:val="000000" w:themeColor="text1"/>
        </w:rPr>
        <w:t>Hamilton Campus</w:t>
      </w:r>
    </w:p>
    <w:p w14:paraId="357CF157" w14:textId="77777777" w:rsidR="00AA1D7D" w:rsidRDefault="00AA1D7D" w:rsidP="00AA1D7D">
      <w:pPr>
        <w:pStyle w:val="SmallerText-Black"/>
        <w:spacing w:before="1440"/>
      </w:pPr>
      <w:r>
        <w:t>© 2018 TAFE NSW, Sydney</w:t>
      </w:r>
      <w:r>
        <w:rPr>
          <w:noProof/>
          <w:lang w:eastAsia="en-AU"/>
        </w:rPr>
        <w:br/>
      </w:r>
      <w:r>
        <w:t>RTO Provider Number 90003 | CRICOS Provider Code: 00591E</w:t>
      </w:r>
    </w:p>
    <w:p w14:paraId="154371CC" w14:textId="77777777" w:rsidR="00AA1D7D" w:rsidRDefault="00AA1D7D" w:rsidP="00AA1D7D">
      <w:pPr>
        <w:pStyle w:val="SmallerText-Black"/>
      </w:pPr>
      <w:r>
        <w:t xml:space="preserve">This assessment can be found in the: </w:t>
      </w:r>
      <w:hyperlink r:id="rId17" w:history="1">
        <w:r>
          <w:rPr>
            <w:rStyle w:val="Hyperlink"/>
          </w:rPr>
          <w:t>Learning Bank</w:t>
        </w:r>
      </w:hyperlink>
    </w:p>
    <w:p w14:paraId="577154C2" w14:textId="5605E693" w:rsidR="00AA1D7D" w:rsidRDefault="00AA1D7D" w:rsidP="00AA1D7D">
      <w:pPr>
        <w:pStyle w:val="SmallerText-Black"/>
      </w:pPr>
      <w:r>
        <w:t xml:space="preserve">The contents of this document are copyright © TAFE NSW 2018, and should not be reproduced without the permission of the TAFE NSW. Information contained in this document is correct at time of printing: </w:t>
      </w: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7D1ED3">
        <w:rPr>
          <w:noProof/>
        </w:rPr>
        <w:t>27 November 2019</w:t>
      </w:r>
      <w:r>
        <w:fldChar w:fldCharType="end"/>
      </w:r>
      <w:r>
        <w:t>. For current information please refer to our website or your teacher as appropriate.</w:t>
      </w:r>
    </w:p>
    <w:p w14:paraId="31CD726A" w14:textId="77777777" w:rsidR="009838D5" w:rsidRPr="000301F0" w:rsidRDefault="009838D5" w:rsidP="009838D5">
      <w:pPr>
        <w:pStyle w:val="SmallerText-Black"/>
      </w:pPr>
    </w:p>
    <w:p w14:paraId="31AB217A" w14:textId="77777777" w:rsidR="009838D5" w:rsidRDefault="009838D5" w:rsidP="009838D5">
      <w:pPr>
        <w:pStyle w:val="Heading2"/>
        <w:sectPr w:rsidR="009838D5" w:rsidSect="009838D5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D301E6A" w14:textId="77777777" w:rsidR="009838D5" w:rsidRPr="000A08F6" w:rsidRDefault="00A526FC" w:rsidP="009838D5">
      <w:pPr>
        <w:pStyle w:val="Heading2"/>
      </w:pPr>
      <w:r w:rsidRPr="000A08F6">
        <w:lastRenderedPageBreak/>
        <w:t>Assessment instructions</w:t>
      </w:r>
    </w:p>
    <w:p w14:paraId="0A0B7ADD" w14:textId="77777777" w:rsidR="009838D5" w:rsidRDefault="00A526FC" w:rsidP="009838D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3933A4" w14:paraId="507ED4A1" w14:textId="77777777" w:rsidTr="00393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5752628" w14:textId="77777777" w:rsidR="009838D5" w:rsidRDefault="00A526FC" w:rsidP="00A83F05">
            <w:pPr>
              <w:spacing w:line="240" w:lineRule="auto"/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A45BD60" w14:textId="77777777" w:rsidR="009838D5" w:rsidRDefault="00A526FC" w:rsidP="00A83F05">
            <w:pPr>
              <w:spacing w:line="240" w:lineRule="auto"/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3933A4" w14:paraId="05FC41F3" w14:textId="77777777" w:rsidTr="003933A4">
        <w:tc>
          <w:tcPr>
            <w:tcW w:w="2405" w:type="dxa"/>
            <w:vAlign w:val="top"/>
          </w:tcPr>
          <w:p w14:paraId="2CB00CA4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8E1B57C" w14:textId="77777777" w:rsidR="009838D5" w:rsidRPr="000412B1" w:rsidRDefault="00A526FC" w:rsidP="00A83F05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A83F05">
              <w:rPr>
                <w:sz w:val="22"/>
                <w:szCs w:val="22"/>
                <w:lang w:eastAsia="en-AU"/>
              </w:rPr>
              <w:t>understand the role of cellular biology and biochemistry when working within a microbiology laboratory.</w:t>
            </w:r>
          </w:p>
        </w:tc>
      </w:tr>
      <w:tr w:rsidR="003933A4" w14:paraId="307403E7" w14:textId="77777777" w:rsidTr="003933A4">
        <w:tc>
          <w:tcPr>
            <w:tcW w:w="2405" w:type="dxa"/>
            <w:vAlign w:val="top"/>
          </w:tcPr>
          <w:p w14:paraId="397AA9F8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31D76CC1" w14:textId="77777777" w:rsidR="009838D5" w:rsidRPr="00A83F05" w:rsidRDefault="00A83F05" w:rsidP="00A83F05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  <w:r w:rsidR="00A526FC">
              <w:rPr>
                <w:sz w:val="22"/>
                <w:szCs w:val="22"/>
                <w:lang w:eastAsia="en-AU"/>
              </w:rPr>
              <w:t xml:space="preserve"> of </w:t>
            </w:r>
            <w:r w:rsidR="00517CB6">
              <w:rPr>
                <w:sz w:val="22"/>
                <w:szCs w:val="22"/>
                <w:lang w:eastAsia="en-AU"/>
              </w:rPr>
              <w:t>6</w:t>
            </w:r>
          </w:p>
        </w:tc>
      </w:tr>
      <w:tr w:rsidR="003933A4" w14:paraId="4AF32FC4" w14:textId="77777777" w:rsidTr="003933A4">
        <w:tc>
          <w:tcPr>
            <w:tcW w:w="2405" w:type="dxa"/>
            <w:vAlign w:val="top"/>
          </w:tcPr>
          <w:p w14:paraId="6DC67BF3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728DFA9B" w14:textId="77777777" w:rsidR="009838D5" w:rsidRPr="00C14A60" w:rsidRDefault="00A526FC" w:rsidP="00A83F05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  <w:r w:rsidR="00A83F05">
              <w:rPr>
                <w:sz w:val="22"/>
                <w:szCs w:val="22"/>
                <w:lang w:eastAsia="en-AU"/>
              </w:rPr>
              <w:t xml:space="preserve"> Th</w:t>
            </w:r>
            <w:r w:rsidR="00517CB6">
              <w:rPr>
                <w:sz w:val="22"/>
                <w:szCs w:val="22"/>
                <w:lang w:eastAsia="en-AU"/>
              </w:rPr>
              <w:t>is assessment is in 6 parts:</w:t>
            </w:r>
          </w:p>
          <w:p w14:paraId="4BD40AB6" w14:textId="77777777" w:rsidR="009838D5" w:rsidRPr="00C14A60" w:rsidRDefault="00A526FC" w:rsidP="00A83F05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E651AC">
              <w:rPr>
                <w:sz w:val="22"/>
                <w:szCs w:val="22"/>
              </w:rPr>
              <w:t>4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20ABD271" w14:textId="77777777" w:rsidR="009838D5" w:rsidRPr="00A83F05" w:rsidRDefault="00A526FC" w:rsidP="00A83F05">
            <w:pPr>
              <w:pStyle w:val="Body"/>
              <w:numPr>
                <w:ilvl w:val="0"/>
                <w:numId w:val="5"/>
              </w:numPr>
              <w:spacing w:line="240" w:lineRule="auto"/>
              <w:rPr>
                <w:iCs/>
                <w:sz w:val="22"/>
                <w:szCs w:val="22"/>
              </w:rPr>
            </w:pPr>
            <w:r w:rsidRPr="00A83F05">
              <w:rPr>
                <w:iCs/>
                <w:sz w:val="22"/>
                <w:szCs w:val="22"/>
              </w:rPr>
              <w:t>Multiple choice questions</w:t>
            </w:r>
          </w:p>
          <w:p w14:paraId="7AB50939" w14:textId="77777777" w:rsidR="009838D5" w:rsidRPr="00A83F05" w:rsidRDefault="00A526FC" w:rsidP="00A83F05">
            <w:pPr>
              <w:pStyle w:val="Body"/>
              <w:numPr>
                <w:ilvl w:val="0"/>
                <w:numId w:val="5"/>
              </w:numPr>
              <w:spacing w:line="240" w:lineRule="auto"/>
              <w:rPr>
                <w:iCs/>
                <w:sz w:val="22"/>
                <w:szCs w:val="22"/>
              </w:rPr>
            </w:pPr>
            <w:r w:rsidRPr="00A83F05">
              <w:rPr>
                <w:iCs/>
                <w:sz w:val="22"/>
                <w:szCs w:val="22"/>
              </w:rPr>
              <w:t>True or False questions</w:t>
            </w:r>
          </w:p>
          <w:p w14:paraId="0E2FB730" w14:textId="77777777" w:rsidR="009838D5" w:rsidRPr="00A83F05" w:rsidRDefault="00A526FC" w:rsidP="00A83F05">
            <w:pPr>
              <w:pStyle w:val="Body"/>
              <w:numPr>
                <w:ilvl w:val="0"/>
                <w:numId w:val="5"/>
              </w:numPr>
              <w:spacing w:line="240" w:lineRule="auto"/>
              <w:rPr>
                <w:iCs/>
                <w:sz w:val="22"/>
                <w:szCs w:val="22"/>
              </w:rPr>
            </w:pPr>
            <w:r w:rsidRPr="00A83F05">
              <w:rPr>
                <w:iCs/>
                <w:sz w:val="22"/>
                <w:szCs w:val="22"/>
              </w:rPr>
              <w:t>Short answer questions</w:t>
            </w:r>
          </w:p>
          <w:p w14:paraId="57935A11" w14:textId="77777777" w:rsidR="009838D5" w:rsidRPr="00AA3388" w:rsidRDefault="00A526FC" w:rsidP="00A83F05">
            <w:pPr>
              <w:pStyle w:val="Body"/>
              <w:numPr>
                <w:ilvl w:val="0"/>
                <w:numId w:val="5"/>
              </w:numPr>
              <w:spacing w:line="240" w:lineRule="auto"/>
              <w:rPr>
                <w:sz w:val="22"/>
                <w:szCs w:val="22"/>
              </w:rPr>
            </w:pPr>
            <w:r w:rsidRPr="00A83F05">
              <w:rPr>
                <w:iCs/>
                <w:sz w:val="22"/>
                <w:szCs w:val="22"/>
              </w:rPr>
              <w:t>Assessment feedback</w:t>
            </w:r>
          </w:p>
        </w:tc>
      </w:tr>
      <w:tr w:rsidR="003933A4" w14:paraId="3724F5AD" w14:textId="77777777" w:rsidTr="003933A4">
        <w:tc>
          <w:tcPr>
            <w:tcW w:w="2405" w:type="dxa"/>
            <w:vAlign w:val="top"/>
          </w:tcPr>
          <w:p w14:paraId="6E7C5A20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339A7B5B" w14:textId="77777777" w:rsidR="009838D5" w:rsidRPr="00E6443E" w:rsidRDefault="00A526FC" w:rsidP="00A83F05">
            <w:pPr>
              <w:pStyle w:val="Body"/>
              <w:spacing w:line="240" w:lineRule="auto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487B241B" w14:textId="77777777" w:rsidR="009838D5" w:rsidRPr="00C14A60" w:rsidRDefault="00A526FC" w:rsidP="00A83F05">
            <w:pPr>
              <w:pStyle w:val="Body"/>
              <w:spacing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3933A4" w14:paraId="29F53119" w14:textId="77777777" w:rsidTr="003933A4">
        <w:tc>
          <w:tcPr>
            <w:tcW w:w="2405" w:type="dxa"/>
            <w:vAlign w:val="top"/>
          </w:tcPr>
          <w:p w14:paraId="1FF1CDD5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1A723202" w14:textId="77777777" w:rsidR="009838D5" w:rsidRPr="000412B1" w:rsidRDefault="00A526FC" w:rsidP="00A83F05">
            <w:pPr>
              <w:pStyle w:val="Body"/>
              <w:spacing w:line="240" w:lineRule="auto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3933A4" w14:paraId="19388146" w14:textId="77777777" w:rsidTr="003933A4">
        <w:tc>
          <w:tcPr>
            <w:tcW w:w="2405" w:type="dxa"/>
            <w:vAlign w:val="top"/>
          </w:tcPr>
          <w:p w14:paraId="3E6952AA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699521A4" w14:textId="77777777" w:rsidR="009838D5" w:rsidRPr="00AA3388" w:rsidRDefault="00A83F05" w:rsidP="00A83F05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  <w:r w:rsidR="00C441E0">
              <w:rPr>
                <w:sz w:val="22"/>
                <w:szCs w:val="22"/>
              </w:rPr>
              <w:t>, student workbook for this unit</w:t>
            </w:r>
          </w:p>
        </w:tc>
      </w:tr>
      <w:tr w:rsidR="003933A4" w14:paraId="0F877589" w14:textId="77777777" w:rsidTr="003933A4">
        <w:tc>
          <w:tcPr>
            <w:tcW w:w="2405" w:type="dxa"/>
            <w:vAlign w:val="top"/>
          </w:tcPr>
          <w:p w14:paraId="27C4151A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286A428A" w14:textId="77777777" w:rsidR="009838D5" w:rsidRPr="00AA3388" w:rsidRDefault="00A83F05" w:rsidP="00A83F05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 hours</w:t>
            </w:r>
          </w:p>
        </w:tc>
      </w:tr>
      <w:tr w:rsidR="003933A4" w14:paraId="2A1C4BCE" w14:textId="77777777" w:rsidTr="003933A4">
        <w:tc>
          <w:tcPr>
            <w:tcW w:w="2405" w:type="dxa"/>
            <w:vAlign w:val="top"/>
          </w:tcPr>
          <w:p w14:paraId="5AB4D498" w14:textId="77777777" w:rsidR="009838D5" w:rsidRPr="0063453E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664CC487" w14:textId="77777777" w:rsidR="009838D5" w:rsidRPr="0063453E" w:rsidRDefault="00AA3388" w:rsidP="00A83F05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Appeals are addressed in accordance with Every Student</w:t>
            </w:r>
            <w:r w:rsidR="009C7F17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1A94F2BB" w14:textId="77777777" w:rsidR="009838D5" w:rsidRDefault="00A526F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F30C20E" w14:textId="77777777" w:rsidR="007A095F" w:rsidRDefault="007A095F" w:rsidP="007A095F">
      <w:pPr>
        <w:pStyle w:val="Heading2"/>
      </w:pPr>
      <w:bookmarkStart w:id="4" w:name="_Hlk12268246"/>
      <w:r>
        <w:lastRenderedPageBreak/>
        <w:t>Part 1: Multiple choice</w:t>
      </w:r>
    </w:p>
    <w:p w14:paraId="6C916FEB" w14:textId="77777777" w:rsidR="007A095F" w:rsidRDefault="007A095F" w:rsidP="007A095F">
      <w:pPr>
        <w:pStyle w:val="Body"/>
        <w:rPr>
          <w:sz w:val="22"/>
          <w:szCs w:val="22"/>
        </w:rPr>
      </w:pPr>
      <w:r>
        <w:rPr>
          <w:sz w:val="22"/>
          <w:szCs w:val="22"/>
        </w:rPr>
        <w:t>Read the question and each answer carefully. Put an X in the table next to your chosen answer.</w:t>
      </w:r>
    </w:p>
    <w:p w14:paraId="227F8C99" w14:textId="77777777" w:rsidR="007A095F" w:rsidRDefault="007D2AA2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The phases of the cell cycle are:</w:t>
      </w:r>
    </w:p>
    <w:p w14:paraId="124197BC" w14:textId="77777777" w:rsidR="007A095F" w:rsidRDefault="007A095F" w:rsidP="007D2AA2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7A095F" w14:paraId="38A4ED27" w14:textId="77777777" w:rsidTr="007D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966CC14" w14:textId="77777777" w:rsidR="007A095F" w:rsidRDefault="007A095F" w:rsidP="007D2AA2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7B011B9" w14:textId="77777777" w:rsidR="007A095F" w:rsidRDefault="007A095F" w:rsidP="007D2AA2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7A095F" w14:paraId="310D5FCB" w14:textId="77777777" w:rsidTr="007D2AA2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A2AD041" w14:textId="77777777" w:rsidR="007A095F" w:rsidRDefault="00EF3025" w:rsidP="00616B8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p</w:t>
            </w:r>
            <w:r w:rsidR="007D2AA2">
              <w:t>rophase, metaphase, anaphase, telophase, cytokinesis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7841458" w14:textId="77777777" w:rsidR="007A095F" w:rsidRPr="008D0176" w:rsidRDefault="007A095F" w:rsidP="007D2AA2">
            <w:pPr>
              <w:pStyle w:val="Body"/>
              <w:spacing w:line="240" w:lineRule="auto"/>
              <w:jc w:val="center"/>
            </w:pPr>
          </w:p>
        </w:tc>
      </w:tr>
      <w:tr w:rsidR="007A095F" w14:paraId="1D61A94F" w14:textId="77777777" w:rsidTr="007D2AA2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920B0D5" w14:textId="77777777" w:rsidR="007A095F" w:rsidRDefault="00EF3025" w:rsidP="00616B8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i</w:t>
            </w:r>
            <w:r w:rsidR="007D2AA2">
              <w:t>nterphase, mitosis, cytokinesis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62CBD2A" w14:textId="77777777" w:rsidR="007A095F" w:rsidRPr="008D0176" w:rsidRDefault="007A095F" w:rsidP="007D2AA2">
            <w:pPr>
              <w:pStyle w:val="Body"/>
              <w:spacing w:line="240" w:lineRule="auto"/>
              <w:jc w:val="center"/>
            </w:pPr>
          </w:p>
        </w:tc>
      </w:tr>
      <w:tr w:rsidR="007A095F" w14:paraId="0956F689" w14:textId="77777777" w:rsidTr="007D2AA2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6A90641" w14:textId="77777777" w:rsidR="007A095F" w:rsidRDefault="00EF3025" w:rsidP="00616B8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p</w:t>
            </w:r>
            <w:r w:rsidR="007D2AA2">
              <w:t>rophase, mitosis, cytokinesis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D61BB30" w14:textId="77777777" w:rsidR="007A095F" w:rsidRPr="008D0176" w:rsidRDefault="007A095F" w:rsidP="007D2AA2">
            <w:pPr>
              <w:pStyle w:val="Body"/>
              <w:spacing w:line="240" w:lineRule="auto"/>
              <w:jc w:val="center"/>
            </w:pPr>
          </w:p>
        </w:tc>
      </w:tr>
      <w:tr w:rsidR="007A095F" w14:paraId="7004ECD9" w14:textId="77777777" w:rsidTr="007D2AA2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83C8DEE" w14:textId="77777777" w:rsidR="007A095F" w:rsidRDefault="00EF3025" w:rsidP="00616B8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7D2AA2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61DCB15" w14:textId="77777777" w:rsidR="007A095F" w:rsidRPr="008D0176" w:rsidRDefault="007A095F" w:rsidP="007D2AA2">
            <w:pPr>
              <w:pStyle w:val="Body"/>
              <w:spacing w:line="240" w:lineRule="auto"/>
              <w:jc w:val="center"/>
            </w:pPr>
          </w:p>
        </w:tc>
      </w:tr>
    </w:tbl>
    <w:p w14:paraId="07FF235E" w14:textId="77777777" w:rsidR="007D2AA2" w:rsidRDefault="007D2AA2" w:rsidP="007D2AA2">
      <w:pPr>
        <w:tabs>
          <w:tab w:val="clear" w:pos="284"/>
          <w:tab w:val="left" w:pos="720"/>
        </w:tabs>
        <w:spacing w:line="240" w:lineRule="auto"/>
      </w:pPr>
    </w:p>
    <w:p w14:paraId="61FC7B3A" w14:textId="77777777" w:rsidR="007D2AA2" w:rsidRDefault="007D2AA2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Interphase is the:</w:t>
      </w:r>
    </w:p>
    <w:p w14:paraId="2E10551C" w14:textId="77777777" w:rsidR="007D2AA2" w:rsidRDefault="007D2AA2" w:rsidP="007D2AA2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7D2AA2" w14:paraId="3DFD1EC1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39DE25F" w14:textId="77777777" w:rsidR="007D2AA2" w:rsidRDefault="007D2AA2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B023021" w14:textId="77777777" w:rsidR="007D2AA2" w:rsidRDefault="007D2AA2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7D2AA2" w14:paraId="22EF7812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291B7DE" w14:textId="77777777" w:rsidR="007D2AA2" w:rsidRDefault="00EF3025" w:rsidP="00616B8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7D2AA2">
              <w:t>tage between successive cell divisions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B478CC1" w14:textId="77777777" w:rsidR="007D2AA2" w:rsidRPr="008D0176" w:rsidRDefault="007D2AA2" w:rsidP="009838D5">
            <w:pPr>
              <w:pStyle w:val="Body"/>
              <w:spacing w:line="240" w:lineRule="auto"/>
              <w:jc w:val="center"/>
            </w:pPr>
          </w:p>
        </w:tc>
      </w:tr>
      <w:tr w:rsidR="007D2AA2" w14:paraId="73DAE404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7DE079B" w14:textId="77777777" w:rsidR="007D2AA2" w:rsidRDefault="00EF3025" w:rsidP="00616B8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7D2AA2">
              <w:t>he phase before mitosis commences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BD6A091" w14:textId="77777777" w:rsidR="007D2AA2" w:rsidRPr="008D0176" w:rsidRDefault="007D2AA2" w:rsidP="009838D5">
            <w:pPr>
              <w:pStyle w:val="Body"/>
              <w:spacing w:line="240" w:lineRule="auto"/>
              <w:jc w:val="center"/>
            </w:pPr>
          </w:p>
        </w:tc>
      </w:tr>
      <w:tr w:rsidR="007D2AA2" w14:paraId="088DCC7F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F6A6BB5" w14:textId="77777777" w:rsidR="007D2AA2" w:rsidRDefault="00EF3025" w:rsidP="00616B8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7D2AA2">
              <w:t>he phase after cytokinesis completes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0B2DB25" w14:textId="77777777" w:rsidR="007D2AA2" w:rsidRPr="008D0176" w:rsidRDefault="007D2AA2" w:rsidP="009838D5">
            <w:pPr>
              <w:pStyle w:val="Body"/>
              <w:spacing w:line="240" w:lineRule="auto"/>
              <w:jc w:val="center"/>
            </w:pPr>
          </w:p>
        </w:tc>
      </w:tr>
      <w:tr w:rsidR="007D2AA2" w14:paraId="47D8E556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2EAE480" w14:textId="77777777" w:rsidR="007D2AA2" w:rsidRDefault="00EF3025" w:rsidP="00616B86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7D2AA2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84CDD76" w14:textId="77777777" w:rsidR="007D2AA2" w:rsidRPr="008D0176" w:rsidRDefault="007D2AA2" w:rsidP="009838D5">
            <w:pPr>
              <w:pStyle w:val="Body"/>
              <w:spacing w:line="240" w:lineRule="auto"/>
              <w:jc w:val="center"/>
            </w:pPr>
          </w:p>
        </w:tc>
      </w:tr>
    </w:tbl>
    <w:p w14:paraId="66E2FC8A" w14:textId="77777777" w:rsidR="007D2AA2" w:rsidRDefault="007D2AA2" w:rsidP="007D2AA2">
      <w:pPr>
        <w:tabs>
          <w:tab w:val="clear" w:pos="284"/>
          <w:tab w:val="left" w:pos="720"/>
        </w:tabs>
        <w:spacing w:line="240" w:lineRule="auto"/>
      </w:pPr>
    </w:p>
    <w:p w14:paraId="2CFF3458" w14:textId="77777777" w:rsidR="009838D5" w:rsidRDefault="009838D5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The basic function of a</w:t>
      </w:r>
      <w:r w:rsidR="00911860">
        <w:rPr>
          <w:sz w:val="22"/>
          <w:szCs w:val="22"/>
        </w:rPr>
        <w:t xml:space="preserve"> cell is:</w:t>
      </w:r>
    </w:p>
    <w:p w14:paraId="5587D142" w14:textId="77777777" w:rsidR="009838D5" w:rsidRDefault="009838D5" w:rsidP="009838D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9838D5" w14:paraId="00A83B65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673C125" w14:textId="77777777" w:rsidR="009838D5" w:rsidRDefault="009838D5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1C57F0F" w14:textId="77777777" w:rsidR="009838D5" w:rsidRDefault="009838D5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838D5" w14:paraId="49FA8213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FB361B" w14:textId="77777777" w:rsidR="009838D5" w:rsidRDefault="00EF3025" w:rsidP="00616B86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911860">
              <w:t>aking nutrients from food and converting them into energy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578E4A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6B51F8A4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A5D00E6" w14:textId="77777777" w:rsidR="009838D5" w:rsidRDefault="00EF3025" w:rsidP="00616B86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911860">
              <w:t>arrying out specialised functions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CF843E8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0DD9D69C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2BC91DB" w14:textId="77777777" w:rsidR="009838D5" w:rsidRDefault="00EF3025" w:rsidP="00616B86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911860">
              <w:t>arrying hereditary material and making copies of themselves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7345626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11860" w14:paraId="6A88470D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90ADA3D" w14:textId="77777777" w:rsidR="00911860" w:rsidRDefault="00EF3025" w:rsidP="00616B86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911860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0633F83" w14:textId="77777777" w:rsidR="00911860" w:rsidRPr="008D0176" w:rsidRDefault="00911860" w:rsidP="009838D5">
            <w:pPr>
              <w:pStyle w:val="Body"/>
              <w:spacing w:line="240" w:lineRule="auto"/>
              <w:jc w:val="center"/>
            </w:pPr>
          </w:p>
        </w:tc>
      </w:tr>
    </w:tbl>
    <w:p w14:paraId="091A9BFC" w14:textId="77777777" w:rsidR="008D0176" w:rsidRDefault="008D0176" w:rsidP="008D0176">
      <w:r>
        <w:br w:type="page"/>
      </w:r>
    </w:p>
    <w:p w14:paraId="5CDED95A" w14:textId="77777777" w:rsidR="009838D5" w:rsidRDefault="00603A54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What is the purpose of procedures in a microbiology laboratory?</w:t>
      </w:r>
    </w:p>
    <w:p w14:paraId="6C45447C" w14:textId="77777777" w:rsidR="009838D5" w:rsidRDefault="009838D5" w:rsidP="009838D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9838D5" w14:paraId="15BC50AC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8612D60" w14:textId="77777777" w:rsidR="009838D5" w:rsidRDefault="009838D5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3169E1C" w14:textId="77777777" w:rsidR="009838D5" w:rsidRDefault="009838D5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838D5" w14:paraId="6031DBCC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46F8850" w14:textId="77777777" w:rsidR="009838D5" w:rsidRDefault="00603A54" w:rsidP="00616B86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To provide a safe working environment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5CD4DE2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78CE9654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3CA1552" w14:textId="77777777" w:rsidR="009838D5" w:rsidRDefault="00603A54" w:rsidP="00616B86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To ensure quality control of testing procedures and documentation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AA0E06E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3B081B2F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86A0177" w14:textId="77777777" w:rsidR="009838D5" w:rsidRDefault="00603A54" w:rsidP="00616B86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To show staff how to conduct their job roles safely and adequately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5C6E9E8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5A70C721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107B2DD" w14:textId="77777777" w:rsidR="009838D5" w:rsidRDefault="00603A54" w:rsidP="00616B86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F65AB7D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</w:tbl>
    <w:p w14:paraId="33942C55" w14:textId="77777777" w:rsidR="009838D5" w:rsidRDefault="009838D5" w:rsidP="007D2AA2">
      <w:pPr>
        <w:tabs>
          <w:tab w:val="clear" w:pos="284"/>
          <w:tab w:val="left" w:pos="720"/>
        </w:tabs>
        <w:spacing w:line="240" w:lineRule="auto"/>
      </w:pPr>
    </w:p>
    <w:p w14:paraId="56758F92" w14:textId="77777777" w:rsidR="009838D5" w:rsidRDefault="00603A54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Workplace procedures demonstrate</w:t>
      </w:r>
      <w:r w:rsidR="009838D5">
        <w:rPr>
          <w:sz w:val="22"/>
          <w:szCs w:val="22"/>
        </w:rPr>
        <w:t>:</w:t>
      </w:r>
    </w:p>
    <w:p w14:paraId="7711B3F2" w14:textId="77777777" w:rsidR="009838D5" w:rsidRDefault="009838D5" w:rsidP="009838D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9838D5" w14:paraId="60F8A95D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D3137EE" w14:textId="77777777" w:rsidR="009838D5" w:rsidRDefault="009838D5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43BB0C0" w14:textId="77777777" w:rsidR="009838D5" w:rsidRDefault="009838D5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838D5" w14:paraId="4736C74D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E86390A" w14:textId="77777777" w:rsidR="009838D5" w:rsidRDefault="00EF3025" w:rsidP="00616B86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h</w:t>
            </w:r>
            <w:r w:rsidR="00603A54">
              <w:t>ow to perform a task safely and correctly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E470FD2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6A18F31F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B88B0EA" w14:textId="77777777" w:rsidR="009838D5" w:rsidRDefault="00EF3025" w:rsidP="00616B86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w</w:t>
            </w:r>
            <w:r w:rsidR="00603A54">
              <w:t>hat equipment should be used to complete a task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5F7AF9C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47D5DCF3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A33EB57" w14:textId="77777777" w:rsidR="009838D5" w:rsidRDefault="00603A54" w:rsidP="00616B86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how to maintain customer confidentiality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4D844D8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32F95794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28A1EE1" w14:textId="77777777" w:rsidR="009838D5" w:rsidRDefault="00603A54" w:rsidP="00616B86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7CF9E51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</w:tbl>
    <w:p w14:paraId="22A18D8D" w14:textId="77777777" w:rsidR="009838D5" w:rsidRDefault="009838D5" w:rsidP="007D2AA2">
      <w:pPr>
        <w:tabs>
          <w:tab w:val="clear" w:pos="284"/>
          <w:tab w:val="left" w:pos="720"/>
        </w:tabs>
        <w:spacing w:line="240" w:lineRule="auto"/>
      </w:pPr>
    </w:p>
    <w:p w14:paraId="2AC02A53" w14:textId="77777777" w:rsidR="009838D5" w:rsidRDefault="003E0938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Organic compounds always contain</w:t>
      </w:r>
      <w:r w:rsidR="009838D5">
        <w:rPr>
          <w:sz w:val="22"/>
          <w:szCs w:val="22"/>
        </w:rPr>
        <w:t>:</w:t>
      </w:r>
    </w:p>
    <w:p w14:paraId="29246C4C" w14:textId="77777777" w:rsidR="009838D5" w:rsidRDefault="009838D5" w:rsidP="009838D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9838D5" w14:paraId="0883E1F2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55B77A6" w14:textId="77777777" w:rsidR="009838D5" w:rsidRDefault="009838D5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10A058D" w14:textId="77777777" w:rsidR="009838D5" w:rsidRDefault="009838D5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838D5" w14:paraId="2C68331F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67FADB9" w14:textId="77777777" w:rsidR="009838D5" w:rsidRDefault="00EF3025" w:rsidP="00616B86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3E0938">
              <w:t>arbon and oxygen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B385D83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3E7A22E9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47DFF82" w14:textId="77777777" w:rsidR="009838D5" w:rsidRDefault="00EF3025" w:rsidP="00616B86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3E0938">
              <w:t>arbon and nitrogen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0BFF07F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5F07B362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E9A1843" w14:textId="77777777" w:rsidR="009838D5" w:rsidRDefault="00EF3025" w:rsidP="00616B86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3E0938">
              <w:t>arbon and hydrogen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8A1B774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2ED9DCC5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5799310" w14:textId="77777777" w:rsidR="009838D5" w:rsidRDefault="00EF3025" w:rsidP="00616B86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3E0938">
              <w:t xml:space="preserve">arbon and </w:t>
            </w:r>
            <w:proofErr w:type="spellStart"/>
            <w:r w:rsidR="003E0938">
              <w:t>sulfur</w:t>
            </w:r>
            <w:proofErr w:type="spellEnd"/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40BAC32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</w:tbl>
    <w:p w14:paraId="76F74CE7" w14:textId="77777777" w:rsidR="008D0176" w:rsidRDefault="008D0176" w:rsidP="008D0176">
      <w:r>
        <w:br w:type="page"/>
      </w:r>
    </w:p>
    <w:p w14:paraId="084E23DF" w14:textId="77777777" w:rsidR="009838D5" w:rsidRDefault="003E0938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The atoms in organic compounds are held together by</w:t>
      </w:r>
      <w:r w:rsidR="009838D5">
        <w:rPr>
          <w:sz w:val="22"/>
          <w:szCs w:val="22"/>
        </w:rPr>
        <w:t>:</w:t>
      </w:r>
    </w:p>
    <w:p w14:paraId="38C2CF7E" w14:textId="77777777" w:rsidR="009838D5" w:rsidRDefault="009838D5" w:rsidP="009838D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9838D5" w14:paraId="72F2FED1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49EF86E" w14:textId="77777777" w:rsidR="009838D5" w:rsidRDefault="009838D5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1AD5DC5" w14:textId="77777777" w:rsidR="009838D5" w:rsidRDefault="009838D5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838D5" w14:paraId="1736DD79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F26973B" w14:textId="77777777" w:rsidR="009838D5" w:rsidRDefault="00EF3025" w:rsidP="00616B86">
            <w:pPr>
              <w:pStyle w:val="Body"/>
              <w:numPr>
                <w:ilvl w:val="0"/>
                <w:numId w:val="2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3E0938">
              <w:t>ovalent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6849437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74A07B29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EDB161E" w14:textId="77777777" w:rsidR="009838D5" w:rsidRDefault="00EF3025" w:rsidP="00616B86">
            <w:pPr>
              <w:pStyle w:val="Body"/>
              <w:numPr>
                <w:ilvl w:val="0"/>
                <w:numId w:val="2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i</w:t>
            </w:r>
            <w:r w:rsidR="003E0938">
              <w:t>onic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5EC485A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22AE8306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BA1C543" w14:textId="77777777" w:rsidR="009838D5" w:rsidRDefault="00EF3025" w:rsidP="00616B86">
            <w:pPr>
              <w:pStyle w:val="Body"/>
              <w:numPr>
                <w:ilvl w:val="0"/>
                <w:numId w:val="2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m</w:t>
            </w:r>
            <w:r w:rsidR="003E0938">
              <w:t>etallic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8196E70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4376C40B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BE549D5" w14:textId="77777777" w:rsidR="009838D5" w:rsidRDefault="00EF3025" w:rsidP="00616B86">
            <w:pPr>
              <w:pStyle w:val="Body"/>
              <w:numPr>
                <w:ilvl w:val="0"/>
                <w:numId w:val="2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h</w:t>
            </w:r>
            <w:r w:rsidR="003E0938">
              <w:t>ydrophilic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64E4340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</w:tbl>
    <w:p w14:paraId="3E4BB303" w14:textId="77777777" w:rsidR="009838D5" w:rsidRDefault="009838D5" w:rsidP="009838D5">
      <w:pPr>
        <w:tabs>
          <w:tab w:val="clear" w:pos="284"/>
          <w:tab w:val="left" w:pos="720"/>
        </w:tabs>
        <w:spacing w:line="240" w:lineRule="auto"/>
      </w:pPr>
    </w:p>
    <w:p w14:paraId="791F4BD5" w14:textId="77777777" w:rsidR="009838D5" w:rsidRDefault="003E0938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What is the principal carbohydrate storage product in plants</w:t>
      </w:r>
      <w:r w:rsidR="009838D5">
        <w:rPr>
          <w:sz w:val="22"/>
          <w:szCs w:val="22"/>
        </w:rPr>
        <w:t>:</w:t>
      </w:r>
    </w:p>
    <w:p w14:paraId="40AD311A" w14:textId="77777777" w:rsidR="009838D5" w:rsidRDefault="009838D5" w:rsidP="009838D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9838D5" w14:paraId="731E8DEE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F417CB3" w14:textId="77777777" w:rsidR="009838D5" w:rsidRDefault="009838D5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E59B918" w14:textId="77777777" w:rsidR="009838D5" w:rsidRDefault="009838D5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838D5" w14:paraId="6F98141F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637D6D9" w14:textId="77777777" w:rsidR="009838D5" w:rsidRDefault="00EF3025" w:rsidP="00616B86">
            <w:pPr>
              <w:pStyle w:val="Body"/>
              <w:numPr>
                <w:ilvl w:val="0"/>
                <w:numId w:val="2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g</w:t>
            </w:r>
            <w:r w:rsidR="003E0938">
              <w:t>lycogen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73A388B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68D9F054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848CB1E" w14:textId="77777777" w:rsidR="009838D5" w:rsidRDefault="00EF3025" w:rsidP="00616B86">
            <w:pPr>
              <w:pStyle w:val="Body"/>
              <w:numPr>
                <w:ilvl w:val="0"/>
                <w:numId w:val="2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3E0938">
              <w:t>tarch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BA5206E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6DAB51CD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BE5B497" w14:textId="77777777" w:rsidR="009838D5" w:rsidRDefault="00EF3025" w:rsidP="00616B86">
            <w:pPr>
              <w:pStyle w:val="Body"/>
              <w:numPr>
                <w:ilvl w:val="0"/>
                <w:numId w:val="2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3E0938">
              <w:t>ellulose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64DB1D1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776E8DBA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06E0C1F" w14:textId="77777777" w:rsidR="009838D5" w:rsidRDefault="00EF3025" w:rsidP="00616B86">
            <w:pPr>
              <w:pStyle w:val="Body"/>
              <w:numPr>
                <w:ilvl w:val="0"/>
                <w:numId w:val="2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g</w:t>
            </w:r>
            <w:r w:rsidR="003E0938">
              <w:t>lucose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8D3FBC4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</w:tbl>
    <w:p w14:paraId="67401EC4" w14:textId="77777777" w:rsidR="009838D5" w:rsidRDefault="009838D5" w:rsidP="009838D5">
      <w:pPr>
        <w:tabs>
          <w:tab w:val="clear" w:pos="284"/>
          <w:tab w:val="left" w:pos="720"/>
        </w:tabs>
        <w:spacing w:line="240" w:lineRule="auto"/>
      </w:pPr>
    </w:p>
    <w:p w14:paraId="21E92B55" w14:textId="77777777" w:rsidR="009838D5" w:rsidRDefault="003E0938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Carbohydrates are a good source of energy because they have</w:t>
      </w:r>
      <w:r w:rsidR="009838D5">
        <w:rPr>
          <w:sz w:val="22"/>
          <w:szCs w:val="22"/>
        </w:rPr>
        <w:t>:</w:t>
      </w:r>
    </w:p>
    <w:p w14:paraId="09302576" w14:textId="77777777" w:rsidR="009838D5" w:rsidRDefault="009838D5" w:rsidP="009838D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9838D5" w14:paraId="490E0C31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719E195" w14:textId="77777777" w:rsidR="009838D5" w:rsidRDefault="009838D5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6EFD011" w14:textId="77777777" w:rsidR="009838D5" w:rsidRDefault="009838D5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838D5" w14:paraId="712EE5B2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AF6A2D8" w14:textId="77777777" w:rsidR="009838D5" w:rsidRDefault="00EF3025" w:rsidP="00616B86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c</w:t>
            </w:r>
            <w:r w:rsidR="003E0938">
              <w:t>arbon-hydrogen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2D219A7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76285C39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F2EC930" w14:textId="77777777" w:rsidR="009838D5" w:rsidRDefault="00EF3025" w:rsidP="00616B86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g</w:t>
            </w:r>
            <w:r w:rsidR="003E0938">
              <w:t>lycerol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0E90317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19F5F898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566F2DE" w14:textId="77777777" w:rsidR="009838D5" w:rsidRDefault="00EF3025" w:rsidP="00616B86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p</w:t>
            </w:r>
            <w:r w:rsidR="003E0938">
              <w:t>hosphate groups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97FE160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376E6122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C4E9518" w14:textId="77777777" w:rsidR="009838D5" w:rsidRDefault="00EF3025" w:rsidP="00616B86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spacing w:line="240" w:lineRule="auto"/>
              <w:ind w:left="454"/>
            </w:pPr>
            <w:proofErr w:type="spellStart"/>
            <w:r>
              <w:t>s</w:t>
            </w:r>
            <w:r w:rsidR="003E0938">
              <w:t>ulfur</w:t>
            </w:r>
            <w:proofErr w:type="spellEnd"/>
            <w:r w:rsidR="003E0938">
              <w:t xml:space="preserve">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DBA8433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</w:tbl>
    <w:p w14:paraId="20912F91" w14:textId="77777777" w:rsidR="008D0176" w:rsidRDefault="008D0176" w:rsidP="008D0176">
      <w:r>
        <w:br w:type="page"/>
      </w:r>
    </w:p>
    <w:p w14:paraId="7CDA9BD3" w14:textId="77777777" w:rsidR="009838D5" w:rsidRDefault="005258C5" w:rsidP="00616B86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Which statement about fats is false?</w:t>
      </w:r>
    </w:p>
    <w:p w14:paraId="6998D8CC" w14:textId="77777777" w:rsidR="009838D5" w:rsidRDefault="009838D5" w:rsidP="009838D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9838D5" w14:paraId="6D46C3AE" w14:textId="77777777" w:rsidTr="0098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7C200B9" w14:textId="77777777" w:rsidR="009838D5" w:rsidRDefault="009838D5" w:rsidP="009838D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8A28149" w14:textId="77777777" w:rsidR="009838D5" w:rsidRDefault="009838D5" w:rsidP="009838D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838D5" w14:paraId="4AD0CD0B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ECDD535" w14:textId="77777777" w:rsidR="009838D5" w:rsidRDefault="005258C5" w:rsidP="00616B86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Fats are part of the structural component of membranes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9793AC7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3F23DA9D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756F64A" w14:textId="77777777" w:rsidR="009838D5" w:rsidRDefault="005258C5" w:rsidP="00616B86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Fats are responsible for the transport of oxygen to the tissues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E333FCF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0FC30232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D86A0F6" w14:textId="77777777" w:rsidR="009838D5" w:rsidRDefault="005258C5" w:rsidP="00616B86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Fats help protect the body from shock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0D9D4BD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  <w:tr w:rsidR="009838D5" w14:paraId="262790CB" w14:textId="77777777" w:rsidTr="009838D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7380018" w14:textId="77777777" w:rsidR="009838D5" w:rsidRDefault="005258C5" w:rsidP="00616B86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Fats are also known as triglycerides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A6880F2" w14:textId="77777777" w:rsidR="009838D5" w:rsidRPr="008D0176" w:rsidRDefault="009838D5" w:rsidP="009838D5">
            <w:pPr>
              <w:pStyle w:val="Body"/>
              <w:spacing w:line="240" w:lineRule="auto"/>
              <w:jc w:val="center"/>
            </w:pPr>
          </w:p>
        </w:tc>
      </w:tr>
    </w:tbl>
    <w:p w14:paraId="56EA7D28" w14:textId="77777777" w:rsidR="003E0938" w:rsidRDefault="003E0938" w:rsidP="003E0938">
      <w:pPr>
        <w:pStyle w:val="Body"/>
        <w:spacing w:line="240" w:lineRule="auto"/>
        <w:rPr>
          <w:sz w:val="22"/>
          <w:szCs w:val="22"/>
        </w:rPr>
      </w:pPr>
    </w:p>
    <w:p w14:paraId="7CD05752" w14:textId="77777777" w:rsidR="003E0938" w:rsidRDefault="005258C5" w:rsidP="003E0938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How many naturally occurring amino acids are there?</w:t>
      </w:r>
    </w:p>
    <w:p w14:paraId="5FB2E54A" w14:textId="77777777" w:rsidR="003E0938" w:rsidRDefault="003E0938" w:rsidP="003E093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3E0938" w14:paraId="1863CF6A" w14:textId="77777777" w:rsidTr="00A83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D133580" w14:textId="77777777" w:rsidR="003E0938" w:rsidRDefault="003E0938" w:rsidP="00A83F0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4F865BD" w14:textId="77777777" w:rsidR="003E0938" w:rsidRDefault="003E0938" w:rsidP="00A83F0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3E0938" w14:paraId="79A1A8FA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818E17C" w14:textId="77777777" w:rsidR="003E0938" w:rsidRDefault="005258C5" w:rsidP="003E0938">
            <w:pPr>
              <w:pStyle w:val="Body"/>
              <w:numPr>
                <w:ilvl w:val="0"/>
                <w:numId w:val="2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20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D8F32ED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61D16C94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9DC7AD4" w14:textId="77777777" w:rsidR="003E0938" w:rsidRDefault="005258C5" w:rsidP="003E0938">
            <w:pPr>
              <w:pStyle w:val="Body"/>
              <w:numPr>
                <w:ilvl w:val="0"/>
                <w:numId w:val="2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30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A60E22C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381C2A2B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A3F4541" w14:textId="77777777" w:rsidR="003E0938" w:rsidRDefault="005258C5" w:rsidP="003E0938">
            <w:pPr>
              <w:pStyle w:val="Body"/>
              <w:numPr>
                <w:ilvl w:val="0"/>
                <w:numId w:val="2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10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850A023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46B71F71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B8A8A17" w14:textId="77777777" w:rsidR="003E0938" w:rsidRDefault="005258C5" w:rsidP="003E0938">
            <w:pPr>
              <w:pStyle w:val="Body"/>
              <w:numPr>
                <w:ilvl w:val="0"/>
                <w:numId w:val="2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15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CE05F5B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</w:tbl>
    <w:p w14:paraId="7A3E15C7" w14:textId="77777777" w:rsidR="003E0938" w:rsidRDefault="003E0938" w:rsidP="003E0938">
      <w:pPr>
        <w:pStyle w:val="Body"/>
        <w:spacing w:line="240" w:lineRule="auto"/>
        <w:rPr>
          <w:sz w:val="22"/>
          <w:szCs w:val="22"/>
        </w:rPr>
      </w:pPr>
    </w:p>
    <w:p w14:paraId="3AD66A6E" w14:textId="77777777" w:rsidR="003E0938" w:rsidRDefault="005258C5" w:rsidP="003E0938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In any protein, the amino acid residue with the free COOH group is called</w:t>
      </w:r>
      <w:r w:rsidR="003E0938">
        <w:rPr>
          <w:sz w:val="22"/>
          <w:szCs w:val="22"/>
        </w:rPr>
        <w:t>:</w:t>
      </w:r>
    </w:p>
    <w:p w14:paraId="4EBDD09B" w14:textId="77777777" w:rsidR="003E0938" w:rsidRDefault="003E0938" w:rsidP="003E093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3E0938" w14:paraId="6DD38723" w14:textId="77777777" w:rsidTr="00A83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2F8B18F" w14:textId="77777777" w:rsidR="003E0938" w:rsidRDefault="003E0938" w:rsidP="00A83F0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9C0A053" w14:textId="77777777" w:rsidR="003E0938" w:rsidRDefault="003E0938" w:rsidP="00A83F0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3E0938" w14:paraId="6D6F7C4E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6F434A3" w14:textId="77777777" w:rsidR="003E0938" w:rsidRDefault="00EF3025" w:rsidP="003E0938">
            <w:pPr>
              <w:pStyle w:val="Body"/>
              <w:numPr>
                <w:ilvl w:val="0"/>
                <w:numId w:val="2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5258C5">
              <w:t>he C-terminal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19432D9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31B87560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900B57E" w14:textId="77777777" w:rsidR="003E0938" w:rsidRDefault="00EF3025" w:rsidP="003E0938">
            <w:pPr>
              <w:pStyle w:val="Body"/>
              <w:numPr>
                <w:ilvl w:val="0"/>
                <w:numId w:val="2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5258C5">
              <w:t>he amino group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B3F9809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3E601EED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C7BB121" w14:textId="77777777" w:rsidR="003E0938" w:rsidRDefault="00EF3025" w:rsidP="003E0938">
            <w:pPr>
              <w:pStyle w:val="Body"/>
              <w:numPr>
                <w:ilvl w:val="0"/>
                <w:numId w:val="2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5258C5">
              <w:t>he M-terminal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046FCE2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33AAFA50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88F461D" w14:textId="77777777" w:rsidR="003E0938" w:rsidRDefault="00EF3025" w:rsidP="003E0938">
            <w:pPr>
              <w:pStyle w:val="Body"/>
              <w:numPr>
                <w:ilvl w:val="0"/>
                <w:numId w:val="2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5258C5">
              <w:t>he carboxylic group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B818A7E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</w:tbl>
    <w:p w14:paraId="41519053" w14:textId="77777777" w:rsidR="008D0176" w:rsidRDefault="008D0176" w:rsidP="008D0176">
      <w:r>
        <w:br w:type="page"/>
      </w:r>
    </w:p>
    <w:p w14:paraId="711AA202" w14:textId="77777777" w:rsidR="003E0938" w:rsidRDefault="005258C5" w:rsidP="003E0938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What molecules are the building blocks of proteins?</w:t>
      </w:r>
    </w:p>
    <w:p w14:paraId="25C6091C" w14:textId="77777777" w:rsidR="003E0938" w:rsidRDefault="003E0938" w:rsidP="003E093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3E0938" w14:paraId="6D41A770" w14:textId="77777777" w:rsidTr="00A83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9583DAE" w14:textId="77777777" w:rsidR="003E0938" w:rsidRDefault="003E0938" w:rsidP="00A83F0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9431322" w14:textId="77777777" w:rsidR="003E0938" w:rsidRDefault="003E0938" w:rsidP="00A83F0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3E0938" w14:paraId="2B9D7AAA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AC15459" w14:textId="77777777" w:rsidR="003E0938" w:rsidRDefault="005258C5" w:rsidP="003E0938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Sugars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5CD9A19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099D5636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3778D78" w14:textId="77777777" w:rsidR="003E0938" w:rsidRDefault="005258C5" w:rsidP="003E0938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Amino acids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C7B19E6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571A77D9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4011E4B" w14:textId="77777777" w:rsidR="003E0938" w:rsidRDefault="005258C5" w:rsidP="003E0938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Fatty acids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9F42ACA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57A746F3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D74B253" w14:textId="77777777" w:rsidR="003E0938" w:rsidRDefault="005258C5" w:rsidP="003E0938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Disaccharides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0E9E29B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</w:tbl>
    <w:p w14:paraId="4759AED2" w14:textId="77777777" w:rsidR="003E0938" w:rsidRDefault="003E0938" w:rsidP="003E0938">
      <w:pPr>
        <w:pStyle w:val="Body"/>
        <w:spacing w:line="240" w:lineRule="auto"/>
        <w:rPr>
          <w:sz w:val="22"/>
          <w:szCs w:val="22"/>
        </w:rPr>
      </w:pPr>
    </w:p>
    <w:p w14:paraId="56948042" w14:textId="77777777" w:rsidR="003E0938" w:rsidRDefault="005258C5" w:rsidP="003E0938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The sequence of amino acids in a protein is said to be which structure of the protein?</w:t>
      </w:r>
    </w:p>
    <w:p w14:paraId="1A09593E" w14:textId="77777777" w:rsidR="003E0938" w:rsidRDefault="003E0938" w:rsidP="003E093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3E0938" w14:paraId="070462F9" w14:textId="77777777" w:rsidTr="00A83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3B15D43" w14:textId="77777777" w:rsidR="003E0938" w:rsidRDefault="003E0938" w:rsidP="00A83F0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653C6F4" w14:textId="77777777" w:rsidR="003E0938" w:rsidRDefault="003E0938" w:rsidP="00A83F0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3E0938" w14:paraId="4BC65448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E55A653" w14:textId="77777777" w:rsidR="003E0938" w:rsidRDefault="005258C5" w:rsidP="003E0938">
            <w:pPr>
              <w:pStyle w:val="Body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Primary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6DA9D03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76C9F4C9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29C1FFB" w14:textId="77777777" w:rsidR="003E0938" w:rsidRDefault="005258C5" w:rsidP="003E0938">
            <w:pPr>
              <w:pStyle w:val="Body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Secondary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A83A126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70E328F5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CC0B5E3" w14:textId="77777777" w:rsidR="003E0938" w:rsidRDefault="005258C5" w:rsidP="003E0938">
            <w:pPr>
              <w:pStyle w:val="Body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Tertiary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80E8A79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  <w:tr w:rsidR="003E0938" w14:paraId="0475BEAC" w14:textId="77777777" w:rsidTr="00A83F05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5A73983" w14:textId="77777777" w:rsidR="003E0938" w:rsidRDefault="005258C5" w:rsidP="003E0938">
            <w:pPr>
              <w:pStyle w:val="Body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Quaternary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B562FD5" w14:textId="77777777" w:rsidR="003E0938" w:rsidRPr="008D0176" w:rsidRDefault="003E0938" w:rsidP="00A83F05">
            <w:pPr>
              <w:pStyle w:val="Body"/>
              <w:spacing w:line="240" w:lineRule="auto"/>
              <w:jc w:val="center"/>
            </w:pPr>
          </w:p>
        </w:tc>
      </w:tr>
    </w:tbl>
    <w:p w14:paraId="34207A1E" w14:textId="77777777" w:rsidR="00110AE0" w:rsidRDefault="00110AE0" w:rsidP="007D2AA2">
      <w:pPr>
        <w:tabs>
          <w:tab w:val="clear" w:pos="284"/>
          <w:tab w:val="left" w:pos="720"/>
        </w:tabs>
        <w:spacing w:line="240" w:lineRule="auto"/>
      </w:pPr>
    </w:p>
    <w:p w14:paraId="5CF99C20" w14:textId="77777777" w:rsidR="00110AE0" w:rsidRDefault="00110AE0" w:rsidP="00110AE0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The legal requirements specific to biological procedures could be:</w:t>
      </w:r>
    </w:p>
    <w:p w14:paraId="6EE75F8C" w14:textId="77777777" w:rsidR="00110AE0" w:rsidRDefault="00110AE0" w:rsidP="00110AE0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110AE0" w14:paraId="5D7C70C9" w14:textId="77777777" w:rsidTr="00BE72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D497B97" w14:textId="77777777" w:rsidR="00110AE0" w:rsidRDefault="00110AE0" w:rsidP="00BE723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71721E7" w14:textId="77777777" w:rsidR="00110AE0" w:rsidRDefault="00110AE0" w:rsidP="00BE723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110AE0" w14:paraId="09EC78A5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9FFAF02" w14:textId="77777777" w:rsidR="00110AE0" w:rsidRDefault="00EF3025" w:rsidP="00110AE0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m</w:t>
            </w:r>
            <w:r w:rsidR="00110AE0">
              <w:t>aintaining client confidentiality, running all samples through a LIMS and having a QMS for business management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0E986FE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31564702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FDD1886" w14:textId="77777777" w:rsidR="00110AE0" w:rsidRDefault="00EF3025" w:rsidP="00110AE0">
            <w:pPr>
              <w:pStyle w:val="Body"/>
              <w:numPr>
                <w:ilvl w:val="0"/>
                <w:numId w:val="2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110AE0">
              <w:t>here are no specific legal requirements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002AA90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148B3235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5EED265" w14:textId="77777777" w:rsidR="00110AE0" w:rsidRDefault="00EF3025" w:rsidP="00110AE0">
            <w:pPr>
              <w:pStyle w:val="Body"/>
              <w:numPr>
                <w:ilvl w:val="0"/>
                <w:numId w:val="2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h</w:t>
            </w:r>
            <w:r w:rsidR="00110AE0">
              <w:t>aving NATA accreditation and participating in round robins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60A4F26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40595B2A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B11E715" w14:textId="77777777" w:rsidR="00110AE0" w:rsidRDefault="00110AE0" w:rsidP="00110AE0">
            <w:pPr>
              <w:pStyle w:val="Body"/>
              <w:numPr>
                <w:ilvl w:val="0"/>
                <w:numId w:val="2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a) and c)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8DAE393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</w:tbl>
    <w:p w14:paraId="3F0B2F27" w14:textId="77777777" w:rsidR="00C441E0" w:rsidRDefault="00C441E0" w:rsidP="00C441E0">
      <w:pPr>
        <w:tabs>
          <w:tab w:val="clear" w:pos="284"/>
          <w:tab w:val="left" w:pos="720"/>
        </w:tabs>
        <w:spacing w:line="240" w:lineRule="auto"/>
      </w:pPr>
      <w:r>
        <w:br w:type="page"/>
      </w:r>
    </w:p>
    <w:p w14:paraId="2B1CBD4A" w14:textId="77777777" w:rsidR="00110AE0" w:rsidRDefault="00110AE0" w:rsidP="00110AE0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Ethical behaviour when working with biological materials includes, but is not limited to:</w:t>
      </w:r>
    </w:p>
    <w:p w14:paraId="08969CB9" w14:textId="77777777" w:rsidR="00110AE0" w:rsidRDefault="00110AE0" w:rsidP="00110AE0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110AE0" w14:paraId="0C9E4C54" w14:textId="77777777" w:rsidTr="00BE72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5071AB5" w14:textId="77777777" w:rsidR="00110AE0" w:rsidRDefault="00110AE0" w:rsidP="00BE723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C985FC1" w14:textId="77777777" w:rsidR="00110AE0" w:rsidRDefault="00110AE0" w:rsidP="00BE723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110AE0" w14:paraId="63C9617D" w14:textId="77777777" w:rsidTr="00110AE0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FE2E47E" w14:textId="77777777" w:rsidR="00110AE0" w:rsidRDefault="00EF3025" w:rsidP="00110AE0">
            <w:pPr>
              <w:pStyle w:val="Body"/>
              <w:numPr>
                <w:ilvl w:val="0"/>
                <w:numId w:val="3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110AE0">
              <w:t>racking samples, disposing of biohazardous materials correctly and not sharing confidential information about clients or the business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E649588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7BF82F05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FADE582" w14:textId="77777777" w:rsidR="00110AE0" w:rsidRDefault="00EF3025" w:rsidP="00110AE0">
            <w:pPr>
              <w:pStyle w:val="Body"/>
              <w:numPr>
                <w:ilvl w:val="0"/>
                <w:numId w:val="3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e</w:t>
            </w:r>
            <w:r w:rsidR="00110AE0">
              <w:t>thics is a personal choice, so there are no formal requirements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D4A71B0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4DDAA528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B30DAF5" w14:textId="77777777" w:rsidR="00110AE0" w:rsidRDefault="00EF3025" w:rsidP="00110AE0">
            <w:pPr>
              <w:pStyle w:val="Body"/>
              <w:numPr>
                <w:ilvl w:val="0"/>
                <w:numId w:val="3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m</w:t>
            </w:r>
            <w:r w:rsidR="00110AE0">
              <w:t>aking the most money for the company by skipping controls and blanks and just getting the work done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C4CEADB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7B31D849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7FEC1F4" w14:textId="77777777" w:rsidR="00110AE0" w:rsidRDefault="00EF3025" w:rsidP="00110AE0">
            <w:pPr>
              <w:pStyle w:val="Body"/>
              <w:numPr>
                <w:ilvl w:val="0"/>
                <w:numId w:val="3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110AE0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3637FFC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</w:tbl>
    <w:p w14:paraId="42435E62" w14:textId="77777777" w:rsidR="00110AE0" w:rsidRDefault="00110AE0" w:rsidP="00110AE0">
      <w:pPr>
        <w:tabs>
          <w:tab w:val="clear" w:pos="284"/>
          <w:tab w:val="left" w:pos="720"/>
        </w:tabs>
        <w:spacing w:line="240" w:lineRule="auto"/>
      </w:pPr>
    </w:p>
    <w:p w14:paraId="2D88A4CD" w14:textId="77777777" w:rsidR="00110AE0" w:rsidRDefault="00110AE0" w:rsidP="00110AE0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Requirements for storage of confidential documents and samples are:</w:t>
      </w:r>
    </w:p>
    <w:p w14:paraId="6E272616" w14:textId="77777777" w:rsidR="00110AE0" w:rsidRDefault="00110AE0" w:rsidP="00110AE0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110AE0" w14:paraId="5CED6A80" w14:textId="77777777" w:rsidTr="00BE72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EECFD1F" w14:textId="77777777" w:rsidR="00110AE0" w:rsidRDefault="00110AE0" w:rsidP="00BE723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4B77418" w14:textId="77777777" w:rsidR="00110AE0" w:rsidRDefault="00110AE0" w:rsidP="00BE723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110AE0" w14:paraId="7D05AD2A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B1B89AB" w14:textId="77777777" w:rsidR="00110AE0" w:rsidRDefault="00EF3025" w:rsidP="00110AE0">
            <w:pPr>
              <w:pStyle w:val="Body"/>
              <w:numPr>
                <w:ilvl w:val="0"/>
                <w:numId w:val="3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o</w:t>
            </w:r>
            <w:r w:rsidR="00110AE0">
              <w:t>nerous and expensive, and not compulsory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A7D1E72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41FF7143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DD11579" w14:textId="77777777" w:rsidR="00110AE0" w:rsidRDefault="00110AE0" w:rsidP="00110AE0">
            <w:pPr>
              <w:pStyle w:val="Body"/>
              <w:numPr>
                <w:ilvl w:val="0"/>
                <w:numId w:val="3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4 years for documents, 7 years for reports and 2 days after final report for samples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931AE7B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03B1F055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FA8E33D" w14:textId="77777777" w:rsidR="00110AE0" w:rsidRDefault="00110AE0" w:rsidP="00110AE0">
            <w:pPr>
              <w:pStyle w:val="Body"/>
              <w:numPr>
                <w:ilvl w:val="0"/>
                <w:numId w:val="3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10 years for all samples and documents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D229B71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1ED867FF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C5D9BC8" w14:textId="77777777" w:rsidR="00110AE0" w:rsidRDefault="00EF3025" w:rsidP="00110AE0">
            <w:pPr>
              <w:pStyle w:val="Body"/>
              <w:numPr>
                <w:ilvl w:val="0"/>
                <w:numId w:val="3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n</w:t>
            </w:r>
            <w:r w:rsidR="00110AE0">
              <w:t>one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E2E3C9F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</w:tbl>
    <w:p w14:paraId="6F1A5902" w14:textId="77777777" w:rsidR="00110AE0" w:rsidRDefault="00110AE0" w:rsidP="00110AE0">
      <w:pPr>
        <w:tabs>
          <w:tab w:val="clear" w:pos="284"/>
          <w:tab w:val="left" w:pos="720"/>
        </w:tabs>
        <w:spacing w:line="240" w:lineRule="auto"/>
      </w:pPr>
    </w:p>
    <w:p w14:paraId="60D5847B" w14:textId="77777777" w:rsidR="00110AE0" w:rsidRDefault="00110AE0" w:rsidP="00110AE0">
      <w:pPr>
        <w:pStyle w:val="Body"/>
        <w:numPr>
          <w:ilvl w:val="0"/>
          <w:numId w:val="1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Security requirements for a microbiological laboratory might include:</w:t>
      </w:r>
    </w:p>
    <w:p w14:paraId="7A484C1B" w14:textId="77777777" w:rsidR="00110AE0" w:rsidRDefault="00110AE0" w:rsidP="00110AE0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110AE0" w14:paraId="01580423" w14:textId="77777777" w:rsidTr="00BE72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29C9774" w14:textId="77777777" w:rsidR="00110AE0" w:rsidRDefault="00110AE0" w:rsidP="00BE723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C6B097F" w14:textId="77777777" w:rsidR="00110AE0" w:rsidRDefault="00110AE0" w:rsidP="00BE723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110AE0" w14:paraId="15C9ABB3" w14:textId="77777777" w:rsidTr="00110AE0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8A372A1" w14:textId="77777777" w:rsidR="00110AE0" w:rsidRDefault="00EF3025" w:rsidP="00110AE0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110AE0">
              <w:t>torage of confidential records behind a two-factor login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1716202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0E8D0614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4CCC05D" w14:textId="77777777" w:rsidR="00110AE0" w:rsidRDefault="00EF3025" w:rsidP="00110AE0">
            <w:pPr>
              <w:pStyle w:val="Body"/>
              <w:numPr>
                <w:ilvl w:val="0"/>
                <w:numId w:val="3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o</w:t>
            </w:r>
            <w:r w:rsidR="00110AE0">
              <w:t>nly having authorised people permitted access to confidential records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DFC992B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1D777D96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32EDFB1" w14:textId="77777777" w:rsidR="00110AE0" w:rsidRDefault="00EF3025" w:rsidP="00110AE0">
            <w:pPr>
              <w:pStyle w:val="Body"/>
              <w:numPr>
                <w:ilvl w:val="0"/>
                <w:numId w:val="3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110AE0">
              <w:t xml:space="preserve"> securely locked and monitored records storage location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8486C81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  <w:tr w:rsidR="00110AE0" w14:paraId="5659E436" w14:textId="77777777" w:rsidTr="00BE723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C19AC7A" w14:textId="77777777" w:rsidR="00110AE0" w:rsidRDefault="00EF3025" w:rsidP="00110AE0">
            <w:pPr>
              <w:pStyle w:val="Body"/>
              <w:numPr>
                <w:ilvl w:val="0"/>
                <w:numId w:val="3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110AE0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FFA74A6" w14:textId="77777777" w:rsidR="00110AE0" w:rsidRPr="00110AE0" w:rsidRDefault="00110AE0" w:rsidP="00BE7239">
            <w:pPr>
              <w:pStyle w:val="Body"/>
              <w:spacing w:line="240" w:lineRule="auto"/>
              <w:jc w:val="center"/>
            </w:pPr>
          </w:p>
        </w:tc>
      </w:tr>
    </w:tbl>
    <w:p w14:paraId="5194D8A3" w14:textId="77777777" w:rsidR="007A095F" w:rsidRDefault="007A095F" w:rsidP="007D2AA2">
      <w:pPr>
        <w:tabs>
          <w:tab w:val="clear" w:pos="284"/>
          <w:tab w:val="left" w:pos="720"/>
        </w:tabs>
        <w:spacing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647CA11" w14:textId="77777777" w:rsidR="009838D5" w:rsidRPr="000412B1" w:rsidRDefault="00A526FC" w:rsidP="009838D5">
      <w:pPr>
        <w:pStyle w:val="Heading2"/>
      </w:pPr>
      <w:r w:rsidRPr="000412B1">
        <w:lastRenderedPageBreak/>
        <w:t xml:space="preserve">Part </w:t>
      </w:r>
      <w:r w:rsidR="007A095F">
        <w:t>2</w:t>
      </w:r>
      <w:r w:rsidRPr="000412B1">
        <w:t>: True or false</w:t>
      </w:r>
    </w:p>
    <w:p w14:paraId="1B1FDAC0" w14:textId="77777777" w:rsidR="009838D5" w:rsidRPr="0063453E" w:rsidRDefault="00A526FC" w:rsidP="009838D5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3017B2CB" w14:textId="77777777" w:rsidR="009838D5" w:rsidRDefault="00A526FC" w:rsidP="009838D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0AE0">
        <w:rPr>
          <w:noProof/>
        </w:rPr>
        <w:t>20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3933A4" w14:paraId="6A528836" w14:textId="77777777" w:rsidTr="00393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832F4AF" w14:textId="77777777" w:rsidR="009838D5" w:rsidRDefault="00A526FC" w:rsidP="003B2D40">
            <w:pPr>
              <w:pStyle w:val="Body"/>
              <w:spacing w:line="240" w:lineRule="auto"/>
            </w:pPr>
            <w:r>
              <w:t>Question</w:t>
            </w:r>
          </w:p>
        </w:tc>
        <w:tc>
          <w:tcPr>
            <w:tcW w:w="1694" w:type="dxa"/>
          </w:tcPr>
          <w:p w14:paraId="75E1965E" w14:textId="77777777" w:rsidR="009838D5" w:rsidRDefault="00A526FC" w:rsidP="003B2D40">
            <w:pPr>
              <w:pStyle w:val="Body"/>
              <w:spacing w:line="240" w:lineRule="auto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3933A4" w14:paraId="43DA1A67" w14:textId="77777777" w:rsidTr="003933A4">
        <w:tc>
          <w:tcPr>
            <w:tcW w:w="7366" w:type="dxa"/>
          </w:tcPr>
          <w:p w14:paraId="7B406764" w14:textId="77777777" w:rsidR="009838D5" w:rsidRPr="00B30F8E" w:rsidRDefault="003B2D40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Plasmolysis is a state in which the cell membrane has detached from the cell wall during hypertonic conditions.</w:t>
            </w:r>
          </w:p>
        </w:tc>
        <w:tc>
          <w:tcPr>
            <w:tcW w:w="1694" w:type="dxa"/>
          </w:tcPr>
          <w:p w14:paraId="70CB571E" w14:textId="77777777" w:rsidR="009838D5" w:rsidRPr="00AF3957" w:rsidRDefault="009838D5" w:rsidP="009838D5">
            <w:pPr>
              <w:pStyle w:val="Body"/>
              <w:jc w:val="center"/>
            </w:pPr>
          </w:p>
        </w:tc>
      </w:tr>
      <w:tr w:rsidR="003933A4" w14:paraId="44B9B8CF" w14:textId="77777777" w:rsidTr="003933A4">
        <w:tc>
          <w:tcPr>
            <w:tcW w:w="7366" w:type="dxa"/>
          </w:tcPr>
          <w:p w14:paraId="2133A8AD" w14:textId="77777777" w:rsidR="009838D5" w:rsidRPr="00B30F8E" w:rsidRDefault="00EF53DA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Tonicity is the ability of a solution to make water move in or out of a cell by osmosis.</w:t>
            </w:r>
          </w:p>
        </w:tc>
        <w:tc>
          <w:tcPr>
            <w:tcW w:w="1694" w:type="dxa"/>
          </w:tcPr>
          <w:p w14:paraId="55DAC4B8" w14:textId="77777777" w:rsidR="009838D5" w:rsidRPr="00AF3957" w:rsidRDefault="009838D5" w:rsidP="009838D5">
            <w:pPr>
              <w:pStyle w:val="Body"/>
              <w:jc w:val="center"/>
            </w:pPr>
          </w:p>
        </w:tc>
      </w:tr>
      <w:tr w:rsidR="008C6F7A" w14:paraId="7D8FF84E" w14:textId="77777777" w:rsidTr="003933A4">
        <w:tc>
          <w:tcPr>
            <w:tcW w:w="7366" w:type="dxa"/>
          </w:tcPr>
          <w:p w14:paraId="23F3C19B" w14:textId="77777777" w:rsidR="008C6F7A" w:rsidRDefault="007D2AA2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Both plants and animals have vascular tissues</w:t>
            </w:r>
          </w:p>
        </w:tc>
        <w:tc>
          <w:tcPr>
            <w:tcW w:w="1694" w:type="dxa"/>
          </w:tcPr>
          <w:p w14:paraId="59571A12" w14:textId="77777777" w:rsidR="008C6F7A" w:rsidRPr="00AF3957" w:rsidRDefault="008C6F7A" w:rsidP="009838D5">
            <w:pPr>
              <w:pStyle w:val="Body"/>
              <w:jc w:val="center"/>
            </w:pPr>
          </w:p>
        </w:tc>
      </w:tr>
      <w:tr w:rsidR="008C6F7A" w14:paraId="73897AF0" w14:textId="77777777" w:rsidTr="003933A4">
        <w:tc>
          <w:tcPr>
            <w:tcW w:w="7366" w:type="dxa"/>
          </w:tcPr>
          <w:p w14:paraId="1735CB63" w14:textId="77777777" w:rsidR="008C6F7A" w:rsidRDefault="007D2AA2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Both plants and animals have xylem and phloem</w:t>
            </w:r>
          </w:p>
        </w:tc>
        <w:tc>
          <w:tcPr>
            <w:tcW w:w="1694" w:type="dxa"/>
          </w:tcPr>
          <w:p w14:paraId="05C862F8" w14:textId="77777777" w:rsidR="008C6F7A" w:rsidRPr="00AF3957" w:rsidRDefault="008C6F7A" w:rsidP="009838D5">
            <w:pPr>
              <w:pStyle w:val="Body"/>
              <w:jc w:val="center"/>
            </w:pPr>
          </w:p>
        </w:tc>
      </w:tr>
      <w:tr w:rsidR="008C6F7A" w14:paraId="77099A85" w14:textId="77777777" w:rsidTr="003933A4">
        <w:tc>
          <w:tcPr>
            <w:tcW w:w="7366" w:type="dxa"/>
          </w:tcPr>
          <w:p w14:paraId="7C3E47E3" w14:textId="77777777" w:rsidR="008C6F7A" w:rsidRDefault="00911860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Cells are the basic building blocks of all living things</w:t>
            </w:r>
          </w:p>
        </w:tc>
        <w:tc>
          <w:tcPr>
            <w:tcW w:w="1694" w:type="dxa"/>
          </w:tcPr>
          <w:p w14:paraId="7C58D5A8" w14:textId="77777777" w:rsidR="008C6F7A" w:rsidRPr="00AF3957" w:rsidRDefault="008C6F7A" w:rsidP="009838D5">
            <w:pPr>
              <w:pStyle w:val="Body"/>
              <w:jc w:val="center"/>
            </w:pPr>
          </w:p>
        </w:tc>
      </w:tr>
      <w:tr w:rsidR="008C6F7A" w14:paraId="371C8DCA" w14:textId="77777777" w:rsidTr="003933A4">
        <w:tc>
          <w:tcPr>
            <w:tcW w:w="7366" w:type="dxa"/>
          </w:tcPr>
          <w:p w14:paraId="4679D056" w14:textId="77777777" w:rsidR="008C6F7A" w:rsidRDefault="00603A54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Procedures are implemented to maintain workplace quality standards</w:t>
            </w:r>
          </w:p>
        </w:tc>
        <w:tc>
          <w:tcPr>
            <w:tcW w:w="1694" w:type="dxa"/>
          </w:tcPr>
          <w:p w14:paraId="4A3A3BFF" w14:textId="77777777" w:rsidR="008C6F7A" w:rsidRPr="00AF3957" w:rsidRDefault="008C6F7A" w:rsidP="009838D5">
            <w:pPr>
              <w:pStyle w:val="Body"/>
              <w:jc w:val="center"/>
            </w:pPr>
          </w:p>
        </w:tc>
      </w:tr>
      <w:tr w:rsidR="008C6F7A" w14:paraId="6CD0DFB5" w14:textId="77777777" w:rsidTr="003933A4">
        <w:tc>
          <w:tcPr>
            <w:tcW w:w="7366" w:type="dxa"/>
          </w:tcPr>
          <w:p w14:paraId="5D78444A" w14:textId="77777777" w:rsidR="008C6F7A" w:rsidRDefault="003E0938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Organic molecules that contain two sugar units are called oligosaccharides</w:t>
            </w:r>
          </w:p>
        </w:tc>
        <w:tc>
          <w:tcPr>
            <w:tcW w:w="1694" w:type="dxa"/>
          </w:tcPr>
          <w:p w14:paraId="69E0B6C7" w14:textId="77777777" w:rsidR="008C6F7A" w:rsidRPr="00AF3957" w:rsidRDefault="008C6F7A" w:rsidP="009838D5">
            <w:pPr>
              <w:pStyle w:val="Body"/>
              <w:jc w:val="center"/>
            </w:pPr>
          </w:p>
        </w:tc>
      </w:tr>
      <w:tr w:rsidR="008C6F7A" w14:paraId="7C11B866" w14:textId="77777777" w:rsidTr="003933A4">
        <w:tc>
          <w:tcPr>
            <w:tcW w:w="7366" w:type="dxa"/>
          </w:tcPr>
          <w:p w14:paraId="242326C8" w14:textId="77777777" w:rsidR="008C6F7A" w:rsidRDefault="005258C5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Fats are capable of generating twice the amount of energy than proteins</w:t>
            </w:r>
          </w:p>
        </w:tc>
        <w:tc>
          <w:tcPr>
            <w:tcW w:w="1694" w:type="dxa"/>
          </w:tcPr>
          <w:p w14:paraId="73937C3A" w14:textId="77777777" w:rsidR="008C6F7A" w:rsidRPr="00AF3957" w:rsidRDefault="008C6F7A" w:rsidP="009838D5">
            <w:pPr>
              <w:pStyle w:val="Body"/>
              <w:jc w:val="center"/>
            </w:pPr>
          </w:p>
        </w:tc>
      </w:tr>
      <w:tr w:rsidR="008C6F7A" w14:paraId="6D45F470" w14:textId="77777777" w:rsidTr="003933A4">
        <w:tc>
          <w:tcPr>
            <w:tcW w:w="7366" w:type="dxa"/>
          </w:tcPr>
          <w:p w14:paraId="4EDC20A8" w14:textId="77777777" w:rsidR="008C6F7A" w:rsidRDefault="005258C5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chain of many amino acids is referred to as a polysaccharide</w:t>
            </w:r>
          </w:p>
        </w:tc>
        <w:tc>
          <w:tcPr>
            <w:tcW w:w="1694" w:type="dxa"/>
          </w:tcPr>
          <w:p w14:paraId="6DDDB3C1" w14:textId="77777777" w:rsidR="008C6F7A" w:rsidRPr="00AF3957" w:rsidRDefault="008C6F7A" w:rsidP="009838D5">
            <w:pPr>
              <w:pStyle w:val="Body"/>
              <w:jc w:val="center"/>
            </w:pPr>
          </w:p>
        </w:tc>
      </w:tr>
      <w:tr w:rsidR="008C6F7A" w14:paraId="046DAAE1" w14:textId="77777777" w:rsidTr="003933A4">
        <w:tc>
          <w:tcPr>
            <w:tcW w:w="7366" w:type="dxa"/>
          </w:tcPr>
          <w:p w14:paraId="2FBF5A4F" w14:textId="77777777" w:rsidR="008C6F7A" w:rsidRDefault="00415EA9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Amino acids and proteins are not stored within the body and must be consumed</w:t>
            </w:r>
          </w:p>
        </w:tc>
        <w:tc>
          <w:tcPr>
            <w:tcW w:w="1694" w:type="dxa"/>
          </w:tcPr>
          <w:p w14:paraId="5AF858A5" w14:textId="77777777" w:rsidR="008C6F7A" w:rsidRPr="00AF3957" w:rsidRDefault="008C6F7A" w:rsidP="009838D5">
            <w:pPr>
              <w:pStyle w:val="Body"/>
              <w:jc w:val="center"/>
            </w:pPr>
          </w:p>
        </w:tc>
      </w:tr>
      <w:tr w:rsidR="005258C5" w14:paraId="70133AA7" w14:textId="77777777" w:rsidTr="003933A4">
        <w:tc>
          <w:tcPr>
            <w:tcW w:w="7366" w:type="dxa"/>
          </w:tcPr>
          <w:p w14:paraId="7E4133A8" w14:textId="77777777" w:rsidR="005258C5" w:rsidRDefault="00A4695D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  <w:rPr>
                <w:sz w:val="22"/>
                <w:szCs w:val="22"/>
              </w:rPr>
            </w:pPr>
            <w:r>
              <w:t>Each chromosome is made of protein and a single molecule of DNA</w:t>
            </w:r>
          </w:p>
        </w:tc>
        <w:tc>
          <w:tcPr>
            <w:tcW w:w="1694" w:type="dxa"/>
          </w:tcPr>
          <w:p w14:paraId="26679D88" w14:textId="77777777" w:rsidR="005258C5" w:rsidRPr="00AF3957" w:rsidRDefault="005258C5" w:rsidP="009838D5">
            <w:pPr>
              <w:pStyle w:val="Body"/>
              <w:jc w:val="center"/>
            </w:pPr>
          </w:p>
        </w:tc>
      </w:tr>
      <w:tr w:rsidR="00564E5A" w14:paraId="21A96E9F" w14:textId="77777777" w:rsidTr="003933A4">
        <w:tc>
          <w:tcPr>
            <w:tcW w:w="7366" w:type="dxa"/>
          </w:tcPr>
          <w:p w14:paraId="2CBE071D" w14:textId="77777777" w:rsidR="00564E5A" w:rsidRDefault="00A60DAF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</w:pPr>
            <w:r>
              <w:t>Alcohols are polar because of the length of the carbon chain</w:t>
            </w:r>
          </w:p>
        </w:tc>
        <w:tc>
          <w:tcPr>
            <w:tcW w:w="1694" w:type="dxa"/>
          </w:tcPr>
          <w:p w14:paraId="1123B37D" w14:textId="77777777" w:rsidR="00564E5A" w:rsidRPr="00AF3957" w:rsidRDefault="00564E5A" w:rsidP="009838D5">
            <w:pPr>
              <w:pStyle w:val="Body"/>
              <w:jc w:val="center"/>
            </w:pPr>
          </w:p>
        </w:tc>
      </w:tr>
      <w:tr w:rsidR="00564E5A" w14:paraId="70C47D5D" w14:textId="77777777" w:rsidTr="003933A4">
        <w:tc>
          <w:tcPr>
            <w:tcW w:w="7366" w:type="dxa"/>
          </w:tcPr>
          <w:p w14:paraId="7C0583AE" w14:textId="77777777" w:rsidR="00564E5A" w:rsidRDefault="00A60DAF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</w:pPr>
            <w:proofErr w:type="spellStart"/>
            <w:r>
              <w:t>Alkanals</w:t>
            </w:r>
            <w:proofErr w:type="spellEnd"/>
            <w:r>
              <w:t xml:space="preserve"> and Aldehydes undergo oxidation-reduction reactions</w:t>
            </w:r>
          </w:p>
        </w:tc>
        <w:tc>
          <w:tcPr>
            <w:tcW w:w="1694" w:type="dxa"/>
          </w:tcPr>
          <w:p w14:paraId="7A9993B5" w14:textId="77777777" w:rsidR="00564E5A" w:rsidRPr="00AF3957" w:rsidRDefault="00564E5A" w:rsidP="009838D5">
            <w:pPr>
              <w:pStyle w:val="Body"/>
              <w:jc w:val="center"/>
            </w:pPr>
          </w:p>
        </w:tc>
      </w:tr>
      <w:tr w:rsidR="00564E5A" w14:paraId="13837632" w14:textId="77777777" w:rsidTr="003933A4">
        <w:tc>
          <w:tcPr>
            <w:tcW w:w="7366" w:type="dxa"/>
          </w:tcPr>
          <w:p w14:paraId="3D0A474E" w14:textId="77777777" w:rsidR="00564E5A" w:rsidRDefault="00A60DAF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</w:pPr>
            <w:r>
              <w:t>Aromatics all have one or more a benzene rings within their structure</w:t>
            </w:r>
          </w:p>
        </w:tc>
        <w:tc>
          <w:tcPr>
            <w:tcW w:w="1694" w:type="dxa"/>
          </w:tcPr>
          <w:p w14:paraId="4E5E522D" w14:textId="77777777" w:rsidR="00564E5A" w:rsidRPr="00AF3957" w:rsidRDefault="00564E5A" w:rsidP="009838D5">
            <w:pPr>
              <w:pStyle w:val="Body"/>
              <w:jc w:val="center"/>
            </w:pPr>
          </w:p>
        </w:tc>
      </w:tr>
      <w:tr w:rsidR="00564E5A" w14:paraId="7A9B4CAC" w14:textId="77777777" w:rsidTr="003933A4">
        <w:tc>
          <w:tcPr>
            <w:tcW w:w="7366" w:type="dxa"/>
          </w:tcPr>
          <w:p w14:paraId="355A1A95" w14:textId="77777777" w:rsidR="00564E5A" w:rsidRDefault="00A60DAF" w:rsidP="00616B86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313"/>
            </w:pPr>
            <w:r>
              <w:t>All organic molecules are non-toxic</w:t>
            </w:r>
          </w:p>
        </w:tc>
        <w:tc>
          <w:tcPr>
            <w:tcW w:w="1694" w:type="dxa"/>
          </w:tcPr>
          <w:p w14:paraId="5CBA855E" w14:textId="77777777" w:rsidR="00564E5A" w:rsidRPr="00AF3957" w:rsidRDefault="00564E5A" w:rsidP="009838D5">
            <w:pPr>
              <w:pStyle w:val="Body"/>
              <w:jc w:val="center"/>
            </w:pPr>
          </w:p>
        </w:tc>
      </w:tr>
    </w:tbl>
    <w:p w14:paraId="32D96769" w14:textId="77777777" w:rsidR="009838D5" w:rsidRDefault="00A526FC" w:rsidP="009838D5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bookmarkEnd w:id="4"/>
    <w:p w14:paraId="5960E39C" w14:textId="77777777" w:rsidR="009838D5" w:rsidRPr="00A51B52" w:rsidRDefault="00A526FC" w:rsidP="009838D5">
      <w:pPr>
        <w:pStyle w:val="Heading2"/>
        <w:rPr>
          <w:color w:val="auto"/>
        </w:rPr>
      </w:pPr>
      <w:r w:rsidRPr="00A51B52">
        <w:rPr>
          <w:color w:val="auto"/>
        </w:rPr>
        <w:lastRenderedPageBreak/>
        <w:t xml:space="preserve">Part </w:t>
      </w:r>
      <w:r w:rsidR="007A095F" w:rsidRPr="00A51B52">
        <w:rPr>
          <w:color w:val="auto"/>
        </w:rPr>
        <w:t>3</w:t>
      </w:r>
      <w:r w:rsidRPr="00A51B52">
        <w:rPr>
          <w:color w:val="auto"/>
        </w:rPr>
        <w:t>: Short answer</w:t>
      </w:r>
    </w:p>
    <w:p w14:paraId="7508C7E9" w14:textId="77777777" w:rsidR="009838D5" w:rsidRPr="00A51B52" w:rsidRDefault="00A526FC" w:rsidP="00C441E0">
      <w:p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Read the question carefully</w:t>
      </w:r>
      <w:r w:rsidR="003B2D40" w:rsidRPr="00A51B52">
        <w:rPr>
          <w:sz w:val="22"/>
          <w:szCs w:val="22"/>
        </w:rPr>
        <w:t>, then answer in the space provided</w:t>
      </w:r>
      <w:r w:rsidRPr="00A51B52">
        <w:rPr>
          <w:sz w:val="22"/>
          <w:szCs w:val="22"/>
        </w:rPr>
        <w:t xml:space="preserve">. </w:t>
      </w:r>
      <w:r w:rsidR="00637EBD" w:rsidRPr="00A51B52">
        <w:rPr>
          <w:sz w:val="22"/>
          <w:szCs w:val="22"/>
        </w:rPr>
        <w:t>The word count is listed at the end of each question.</w:t>
      </w:r>
    </w:p>
    <w:p w14:paraId="6CEA3997" w14:textId="77777777" w:rsidR="00637EBD" w:rsidRPr="00A51B52" w:rsidRDefault="00637EBD" w:rsidP="00C441E0">
      <w:pPr>
        <w:spacing w:line="240" w:lineRule="auto"/>
        <w:rPr>
          <w:sz w:val="22"/>
          <w:szCs w:val="22"/>
        </w:rPr>
      </w:pPr>
    </w:p>
    <w:p w14:paraId="70B0511C" w14:textId="77777777" w:rsidR="009838D5" w:rsidRPr="00A51B52" w:rsidRDefault="00637EBD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 xml:space="preserve">Explain the process of </w:t>
      </w:r>
      <w:r w:rsidR="00E61B4A" w:rsidRPr="00A51B52">
        <w:rPr>
          <w:sz w:val="22"/>
          <w:szCs w:val="22"/>
        </w:rPr>
        <w:t xml:space="preserve">osmosis, and provide </w:t>
      </w:r>
      <w:r w:rsidR="00BD7293">
        <w:rPr>
          <w:sz w:val="22"/>
          <w:szCs w:val="22"/>
        </w:rPr>
        <w:t>one</w:t>
      </w:r>
      <w:r w:rsidR="00E61B4A" w:rsidRPr="00A51B52">
        <w:rPr>
          <w:sz w:val="22"/>
          <w:szCs w:val="22"/>
        </w:rPr>
        <w:t xml:space="preserve"> example for plant and animal cells</w:t>
      </w:r>
      <w:r w:rsidR="001721D4" w:rsidRPr="00A51B52">
        <w:rPr>
          <w:sz w:val="22"/>
          <w:szCs w:val="22"/>
        </w:rPr>
        <w:t>.</w:t>
      </w:r>
      <w:r w:rsidR="008B4467" w:rsidRPr="00A51B52">
        <w:rPr>
          <w:sz w:val="22"/>
          <w:szCs w:val="22"/>
        </w:rPr>
        <w:t xml:space="preserve"> (2</w:t>
      </w:r>
      <w:r w:rsidR="00C441E0">
        <w:rPr>
          <w:sz w:val="22"/>
          <w:szCs w:val="22"/>
        </w:rPr>
        <w:t>0</w:t>
      </w:r>
      <w:r w:rsidR="008B4467" w:rsidRPr="00A51B52">
        <w:rPr>
          <w:sz w:val="22"/>
          <w:szCs w:val="22"/>
        </w:rPr>
        <w:t xml:space="preserve"> to </w:t>
      </w:r>
      <w:r w:rsidR="00C441E0">
        <w:rPr>
          <w:sz w:val="22"/>
          <w:szCs w:val="22"/>
        </w:rPr>
        <w:t>3</w:t>
      </w:r>
      <w:r w:rsidR="008B4467" w:rsidRPr="00A51B52">
        <w:rPr>
          <w:sz w:val="22"/>
          <w:szCs w:val="22"/>
        </w:rPr>
        <w:t>0 words)</w:t>
      </w:r>
    </w:p>
    <w:p w14:paraId="372497BB" w14:textId="77777777" w:rsidR="009838D5" w:rsidRDefault="009838D5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11DDC4D1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03D43E47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0065CDB0" w14:textId="77777777" w:rsidR="00C441E0" w:rsidRDefault="00C441E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C908CA3" w14:textId="77777777" w:rsidR="00C441E0" w:rsidRDefault="00C441E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30702FCB" w14:textId="77777777" w:rsidR="00C441E0" w:rsidRDefault="00C441E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AE65A28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21DA173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5C7885A" w14:textId="77777777" w:rsidR="00C441E0" w:rsidRDefault="00C441E0" w:rsidP="00C441E0">
      <w:pPr>
        <w:pStyle w:val="Body"/>
        <w:spacing w:line="240" w:lineRule="auto"/>
        <w:rPr>
          <w:sz w:val="22"/>
          <w:szCs w:val="22"/>
        </w:rPr>
      </w:pPr>
    </w:p>
    <w:p w14:paraId="62C6BAC9" w14:textId="77777777" w:rsidR="009838D5" w:rsidRPr="00A51B52" w:rsidRDefault="008B4467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Explain the meaning of the following types of diffusion, and provide an example of each:</w:t>
      </w:r>
    </w:p>
    <w:p w14:paraId="7CF8A5E7" w14:textId="77777777" w:rsidR="008B4467" w:rsidRPr="00A51B52" w:rsidRDefault="008B4467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Passive (</w:t>
      </w:r>
      <w:r w:rsidR="00C441E0">
        <w:rPr>
          <w:sz w:val="22"/>
          <w:szCs w:val="22"/>
        </w:rPr>
        <w:t>20</w:t>
      </w:r>
      <w:r w:rsidRPr="00A51B52">
        <w:rPr>
          <w:sz w:val="22"/>
          <w:szCs w:val="22"/>
        </w:rPr>
        <w:t xml:space="preserve"> to </w:t>
      </w:r>
      <w:r w:rsidR="00BD7293">
        <w:rPr>
          <w:sz w:val="22"/>
          <w:szCs w:val="22"/>
        </w:rPr>
        <w:t>40</w:t>
      </w:r>
      <w:r w:rsidRPr="00A51B52">
        <w:rPr>
          <w:sz w:val="22"/>
          <w:szCs w:val="22"/>
        </w:rPr>
        <w:t xml:space="preserve"> words)</w:t>
      </w:r>
    </w:p>
    <w:p w14:paraId="6A019CE8" w14:textId="77777777" w:rsidR="009838D5" w:rsidRDefault="009838D5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AED5236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D77CAF7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7B24E67" w14:textId="77777777" w:rsidR="00BD7293" w:rsidRDefault="00BD7293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6E76BC1A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5C1B26DB" w14:textId="77777777" w:rsidR="00C441E0" w:rsidRDefault="00C441E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18AE91AD" w14:textId="77777777" w:rsidR="00C441E0" w:rsidRDefault="00C441E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7C1765D2" w14:textId="77777777" w:rsidR="00C441E0" w:rsidRPr="00A51B52" w:rsidRDefault="00C441E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8AA3089" w14:textId="77777777" w:rsidR="009838D5" w:rsidRPr="00A51B52" w:rsidRDefault="009838D5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414CC5E" w14:textId="77777777" w:rsidR="00C441E0" w:rsidRDefault="00C441E0" w:rsidP="00C441E0">
      <w:pPr>
        <w:pStyle w:val="Body"/>
        <w:spacing w:line="240" w:lineRule="auto"/>
        <w:rPr>
          <w:sz w:val="22"/>
          <w:szCs w:val="22"/>
        </w:rPr>
      </w:pPr>
    </w:p>
    <w:p w14:paraId="4CF0E865" w14:textId="77777777" w:rsidR="008B4467" w:rsidRPr="00A51B52" w:rsidRDefault="008B4467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Facilitated (</w:t>
      </w:r>
      <w:r w:rsidR="00BD7293">
        <w:rPr>
          <w:sz w:val="22"/>
          <w:szCs w:val="22"/>
        </w:rPr>
        <w:t>1</w:t>
      </w:r>
      <w:r w:rsidR="00C441E0">
        <w:rPr>
          <w:sz w:val="22"/>
          <w:szCs w:val="22"/>
        </w:rPr>
        <w:t>0</w:t>
      </w:r>
      <w:r w:rsidR="00C441E0" w:rsidRPr="00A51B52">
        <w:rPr>
          <w:sz w:val="22"/>
          <w:szCs w:val="22"/>
        </w:rPr>
        <w:t xml:space="preserve"> to </w:t>
      </w:r>
      <w:r w:rsidR="00BD7293">
        <w:rPr>
          <w:sz w:val="22"/>
          <w:szCs w:val="22"/>
        </w:rPr>
        <w:t>20</w:t>
      </w:r>
      <w:r w:rsidR="00C441E0" w:rsidRPr="00A51B52">
        <w:rPr>
          <w:sz w:val="22"/>
          <w:szCs w:val="22"/>
        </w:rPr>
        <w:t xml:space="preserve"> </w:t>
      </w:r>
      <w:r w:rsidRPr="00A51B52">
        <w:rPr>
          <w:sz w:val="22"/>
          <w:szCs w:val="22"/>
        </w:rPr>
        <w:t>words)</w:t>
      </w:r>
    </w:p>
    <w:p w14:paraId="51105803" w14:textId="77777777" w:rsidR="008B4467" w:rsidRDefault="008B4467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7B0D4573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72E4F3A" w14:textId="77777777" w:rsidR="00C441E0" w:rsidRDefault="00C441E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56A2470D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A8C958A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6E51A479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D1FB1E3" w14:textId="77777777" w:rsidR="00A51B52" w:rsidRDefault="00A51B52" w:rsidP="00C441E0">
      <w:pPr>
        <w:tabs>
          <w:tab w:val="clear" w:pos="284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3F83C16" w14:textId="77777777" w:rsidR="008B4467" w:rsidRPr="00A51B52" w:rsidRDefault="008B4467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lastRenderedPageBreak/>
        <w:t>Active (</w:t>
      </w:r>
      <w:r w:rsidR="00FE0B42">
        <w:rPr>
          <w:sz w:val="22"/>
          <w:szCs w:val="22"/>
        </w:rPr>
        <w:t>10</w:t>
      </w:r>
      <w:r w:rsidRPr="00A51B52">
        <w:rPr>
          <w:sz w:val="22"/>
          <w:szCs w:val="22"/>
        </w:rPr>
        <w:t xml:space="preserve"> to </w:t>
      </w:r>
      <w:r w:rsidR="00FE0B42">
        <w:rPr>
          <w:sz w:val="22"/>
          <w:szCs w:val="22"/>
        </w:rPr>
        <w:t>2</w:t>
      </w:r>
      <w:r w:rsidRPr="00A51B52">
        <w:rPr>
          <w:sz w:val="22"/>
          <w:szCs w:val="22"/>
        </w:rPr>
        <w:t>0 words)</w:t>
      </w:r>
    </w:p>
    <w:p w14:paraId="75260409" w14:textId="77777777" w:rsidR="008B4467" w:rsidRDefault="008B4467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E75CAA0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17EB319F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4DB5DE7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5EAE4926" w14:textId="77777777" w:rsidR="00FE0B42" w:rsidRDefault="00FE0B4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5F3915AA" w14:textId="77777777" w:rsidR="00FE0B42" w:rsidRDefault="00FE0B4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C00F2F3" w14:textId="77777777" w:rsidR="00FE0B42" w:rsidRPr="00A51B52" w:rsidRDefault="00FE0B4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B75261A" w14:textId="77777777" w:rsidR="008B4467" w:rsidRPr="00A51B52" w:rsidRDefault="008B4467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18437469" w14:textId="77777777" w:rsidR="00FE0B42" w:rsidRDefault="00FE0B42" w:rsidP="00FE0B42">
      <w:pPr>
        <w:pStyle w:val="Body"/>
        <w:spacing w:line="240" w:lineRule="auto"/>
        <w:rPr>
          <w:sz w:val="22"/>
          <w:szCs w:val="22"/>
        </w:rPr>
      </w:pPr>
    </w:p>
    <w:p w14:paraId="6ED5A620" w14:textId="77777777" w:rsidR="009838D5" w:rsidRPr="00A51B52" w:rsidRDefault="003B2D40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Explain the terms:</w:t>
      </w:r>
    </w:p>
    <w:p w14:paraId="15530C7E" w14:textId="77777777" w:rsidR="003B2D40" w:rsidRPr="00A51B52" w:rsidRDefault="003B2D40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Hypotonic</w:t>
      </w:r>
      <w:r w:rsidR="00EF53DA" w:rsidRPr="00A51B52">
        <w:rPr>
          <w:sz w:val="22"/>
          <w:szCs w:val="22"/>
        </w:rPr>
        <w:t xml:space="preserve"> (5 to 15 words)</w:t>
      </w:r>
    </w:p>
    <w:p w14:paraId="2E1302C9" w14:textId="77777777" w:rsidR="009838D5" w:rsidRDefault="009838D5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A5E97A9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09ED028B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6487414C" w14:textId="77777777" w:rsidR="009838D5" w:rsidRPr="00A51B52" w:rsidRDefault="009838D5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3E0E04B" w14:textId="77777777" w:rsidR="009838D5" w:rsidRPr="00A51B52" w:rsidRDefault="009838D5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509755C" w14:textId="77777777" w:rsidR="00FE0B42" w:rsidRDefault="00FE0B42" w:rsidP="00FE0B42">
      <w:pPr>
        <w:pStyle w:val="Body"/>
        <w:spacing w:line="240" w:lineRule="auto"/>
        <w:rPr>
          <w:sz w:val="22"/>
          <w:szCs w:val="22"/>
        </w:rPr>
      </w:pPr>
    </w:p>
    <w:p w14:paraId="66E83BA3" w14:textId="77777777" w:rsidR="003B2D40" w:rsidRPr="00A51B52" w:rsidRDefault="003B2D40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Isotonic</w:t>
      </w:r>
      <w:r w:rsidR="00EF53DA" w:rsidRPr="00A51B52">
        <w:rPr>
          <w:sz w:val="22"/>
          <w:szCs w:val="22"/>
        </w:rPr>
        <w:t xml:space="preserve"> (5 to 15 words)</w:t>
      </w:r>
    </w:p>
    <w:p w14:paraId="7644C7A9" w14:textId="77777777" w:rsidR="00EF53DA" w:rsidRDefault="00EF53DA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7AC8A5E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145083F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105A3966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7058AFBB" w14:textId="77777777" w:rsidR="003B2D40" w:rsidRPr="00A51B52" w:rsidRDefault="003B2D4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155A832F" w14:textId="77777777" w:rsidR="003B2D40" w:rsidRPr="00A51B52" w:rsidRDefault="003B2D4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4C676B6E" w14:textId="77777777" w:rsidR="00FE0B42" w:rsidRDefault="00FE0B42" w:rsidP="00FE0B42">
      <w:pPr>
        <w:pStyle w:val="Body"/>
        <w:spacing w:line="240" w:lineRule="auto"/>
        <w:rPr>
          <w:sz w:val="22"/>
          <w:szCs w:val="22"/>
        </w:rPr>
      </w:pPr>
    </w:p>
    <w:p w14:paraId="36912E22" w14:textId="77777777" w:rsidR="003B2D40" w:rsidRPr="00A51B52" w:rsidRDefault="003B2D40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Hypertonic</w:t>
      </w:r>
      <w:r w:rsidR="00EF53DA" w:rsidRPr="00A51B52">
        <w:rPr>
          <w:sz w:val="22"/>
          <w:szCs w:val="22"/>
        </w:rPr>
        <w:t xml:space="preserve"> (5 to 15 words)</w:t>
      </w:r>
    </w:p>
    <w:p w14:paraId="7AA399A7" w14:textId="77777777" w:rsidR="00EF53DA" w:rsidRDefault="00EF53DA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714A8A8F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53B2898F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0354054D" w14:textId="77777777" w:rsidR="003B2D40" w:rsidRPr="00A51B52" w:rsidRDefault="003B2D4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95BFFFD" w14:textId="77777777" w:rsidR="003B2D40" w:rsidRPr="00A51B52" w:rsidRDefault="003B2D4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69785C69" w14:textId="77777777" w:rsidR="00A51B52" w:rsidRDefault="00A51B52" w:rsidP="00C441E0">
      <w:pPr>
        <w:tabs>
          <w:tab w:val="clear" w:pos="284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7E0E46" w14:textId="77777777" w:rsidR="005140BA" w:rsidRPr="00A51B52" w:rsidRDefault="00033C71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lastRenderedPageBreak/>
        <w:t>What are the four main tissue types in animals (4 words)?</w:t>
      </w:r>
    </w:p>
    <w:p w14:paraId="03F65D03" w14:textId="77777777" w:rsidR="00033C71" w:rsidRDefault="00033C7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1D5AFDCE" w14:textId="77777777" w:rsidR="005140BA" w:rsidRPr="00A51B52" w:rsidRDefault="005140BA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6C786C7" w14:textId="77777777" w:rsidR="005140BA" w:rsidRPr="00A51B52" w:rsidRDefault="005140BA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6F8A49F2" w14:textId="77777777" w:rsidR="00FE0B42" w:rsidRDefault="00FE0B42" w:rsidP="00FE0B42">
      <w:pPr>
        <w:pStyle w:val="Body"/>
        <w:spacing w:line="240" w:lineRule="auto"/>
        <w:rPr>
          <w:sz w:val="22"/>
          <w:szCs w:val="22"/>
        </w:rPr>
      </w:pPr>
    </w:p>
    <w:p w14:paraId="2743B7F6" w14:textId="77777777" w:rsidR="00033C71" w:rsidRPr="00A51B52" w:rsidRDefault="00033C71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 xml:space="preserve">What are the </w:t>
      </w:r>
      <w:r w:rsidR="007D34B0" w:rsidRPr="00A51B52">
        <w:rPr>
          <w:sz w:val="22"/>
          <w:szCs w:val="22"/>
        </w:rPr>
        <w:t>three</w:t>
      </w:r>
      <w:r w:rsidRPr="00A51B52">
        <w:rPr>
          <w:sz w:val="22"/>
          <w:szCs w:val="22"/>
        </w:rPr>
        <w:t xml:space="preserve"> main tissue types in plants (</w:t>
      </w:r>
      <w:r w:rsidR="007D2AA2" w:rsidRPr="00A51B52">
        <w:rPr>
          <w:sz w:val="22"/>
          <w:szCs w:val="22"/>
        </w:rPr>
        <w:t>3</w:t>
      </w:r>
      <w:r w:rsidRPr="00A51B52">
        <w:rPr>
          <w:sz w:val="22"/>
          <w:szCs w:val="22"/>
        </w:rPr>
        <w:t xml:space="preserve"> words)?</w:t>
      </w:r>
    </w:p>
    <w:p w14:paraId="6BF51355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33F3A236" w14:textId="77777777" w:rsidR="00033C71" w:rsidRDefault="00033C7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24A2AEB0" w14:textId="77777777" w:rsidR="00FE0B42" w:rsidRPr="00A51B52" w:rsidRDefault="00FE0B4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10144AD7" w14:textId="77777777" w:rsidR="00FE0B42" w:rsidRDefault="00FE0B42" w:rsidP="00FE0B42">
      <w:pPr>
        <w:pStyle w:val="Body"/>
        <w:spacing w:line="240" w:lineRule="auto"/>
        <w:rPr>
          <w:sz w:val="22"/>
          <w:szCs w:val="22"/>
        </w:rPr>
      </w:pPr>
    </w:p>
    <w:p w14:paraId="7587D6B8" w14:textId="77777777" w:rsidR="00243051" w:rsidRPr="00A51B52" w:rsidRDefault="00A92462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Describe the basic structure of a chromosome </w:t>
      </w:r>
      <w:r w:rsidR="00243051" w:rsidRPr="00A51B52">
        <w:rPr>
          <w:sz w:val="22"/>
          <w:szCs w:val="22"/>
        </w:rPr>
        <w:t>(</w:t>
      </w:r>
      <w:r w:rsidR="00243051" w:rsidRPr="00352707">
        <w:rPr>
          <w:sz w:val="22"/>
          <w:szCs w:val="22"/>
        </w:rPr>
        <w:t>3 to 1</w:t>
      </w:r>
      <w:r w:rsidR="00FE0B42">
        <w:rPr>
          <w:sz w:val="22"/>
          <w:szCs w:val="22"/>
        </w:rPr>
        <w:t>5</w:t>
      </w:r>
      <w:r w:rsidR="00243051" w:rsidRPr="00352707">
        <w:rPr>
          <w:sz w:val="22"/>
          <w:szCs w:val="22"/>
        </w:rPr>
        <w:t xml:space="preserve"> words</w:t>
      </w:r>
      <w:r w:rsidR="00243051" w:rsidRPr="00A51B52">
        <w:rPr>
          <w:sz w:val="22"/>
          <w:szCs w:val="22"/>
        </w:rPr>
        <w:t>)</w:t>
      </w:r>
      <w:r w:rsidR="00EF3025">
        <w:rPr>
          <w:sz w:val="22"/>
          <w:szCs w:val="22"/>
        </w:rPr>
        <w:t>.</w:t>
      </w:r>
    </w:p>
    <w:p w14:paraId="77454F05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38F56E86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3A9DE053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55B39B3B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6657006C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2B80ED8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A1E459D" w14:textId="77777777" w:rsidR="00FE0B42" w:rsidRDefault="00FE0B42" w:rsidP="00FE0B42">
      <w:pPr>
        <w:pStyle w:val="Body"/>
        <w:spacing w:line="240" w:lineRule="auto"/>
        <w:rPr>
          <w:sz w:val="22"/>
          <w:szCs w:val="22"/>
        </w:rPr>
      </w:pPr>
    </w:p>
    <w:p w14:paraId="56618D5F" w14:textId="77777777" w:rsidR="00243051" w:rsidRPr="00A51B52" w:rsidRDefault="00243051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Describe the basic structure of a nucleic acid (</w:t>
      </w:r>
      <w:r w:rsidR="00FE0B42">
        <w:rPr>
          <w:sz w:val="22"/>
          <w:szCs w:val="22"/>
        </w:rPr>
        <w:t>4</w:t>
      </w:r>
      <w:r w:rsidRPr="00A51B52">
        <w:rPr>
          <w:sz w:val="22"/>
          <w:szCs w:val="22"/>
        </w:rPr>
        <w:t xml:space="preserve"> to </w:t>
      </w:r>
      <w:r w:rsidR="00FE0B42">
        <w:rPr>
          <w:sz w:val="22"/>
          <w:szCs w:val="22"/>
        </w:rPr>
        <w:t>15</w:t>
      </w:r>
      <w:r w:rsidR="00EF3025">
        <w:rPr>
          <w:sz w:val="22"/>
          <w:szCs w:val="22"/>
        </w:rPr>
        <w:t xml:space="preserve"> words).</w:t>
      </w:r>
    </w:p>
    <w:p w14:paraId="77796095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067B23A0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  <w:rPr>
          <w:rStyle w:val="e24kjd"/>
        </w:rPr>
      </w:pPr>
    </w:p>
    <w:p w14:paraId="3D126F64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074826FF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760CCC0A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63FC9FCE" w14:textId="77777777" w:rsidR="00FE0B42" w:rsidRDefault="00FE0B42" w:rsidP="00C441E0">
      <w:pPr>
        <w:tabs>
          <w:tab w:val="clear" w:pos="284"/>
        </w:tabs>
        <w:spacing w:line="240" w:lineRule="auto"/>
        <w:rPr>
          <w:sz w:val="22"/>
          <w:szCs w:val="22"/>
        </w:rPr>
      </w:pPr>
    </w:p>
    <w:p w14:paraId="6D8B8B8F" w14:textId="77777777" w:rsidR="00243051" w:rsidRPr="00A51B52" w:rsidRDefault="00243051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Describe the basic structure of a protein</w:t>
      </w:r>
      <w:r w:rsidR="00FE4BCD" w:rsidRPr="00A51B52">
        <w:rPr>
          <w:sz w:val="22"/>
          <w:szCs w:val="22"/>
        </w:rPr>
        <w:t>, and list the four types</w:t>
      </w:r>
      <w:r w:rsidRPr="00A51B52">
        <w:rPr>
          <w:sz w:val="22"/>
          <w:szCs w:val="22"/>
        </w:rPr>
        <w:t xml:space="preserve"> (</w:t>
      </w:r>
      <w:r w:rsidR="00FE4BCD" w:rsidRPr="00A51B52">
        <w:rPr>
          <w:sz w:val="22"/>
          <w:szCs w:val="22"/>
        </w:rPr>
        <w:t>10</w:t>
      </w:r>
      <w:r w:rsidRPr="00A51B52">
        <w:rPr>
          <w:sz w:val="22"/>
          <w:szCs w:val="22"/>
        </w:rPr>
        <w:t xml:space="preserve"> to </w:t>
      </w:r>
      <w:r w:rsidR="00FE4BCD" w:rsidRPr="00A51B52">
        <w:rPr>
          <w:sz w:val="22"/>
          <w:szCs w:val="22"/>
        </w:rPr>
        <w:t>2</w:t>
      </w:r>
      <w:r w:rsidR="00FE0B42">
        <w:rPr>
          <w:sz w:val="22"/>
          <w:szCs w:val="22"/>
        </w:rPr>
        <w:t>0</w:t>
      </w:r>
      <w:r w:rsidR="00EF3025">
        <w:rPr>
          <w:sz w:val="22"/>
          <w:szCs w:val="22"/>
        </w:rPr>
        <w:t xml:space="preserve"> words).</w:t>
      </w:r>
    </w:p>
    <w:p w14:paraId="1D75D21B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4C0A11AD" w14:textId="77777777" w:rsidR="00243051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954F8B5" w14:textId="77777777" w:rsidR="00FE0B42" w:rsidRDefault="00FE0B4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0BD60FF3" w14:textId="77777777" w:rsidR="00FE0B42" w:rsidRDefault="00FE0B4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E2E88BD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A407B9F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6D36F1C" w14:textId="77777777" w:rsidR="00243051" w:rsidRPr="00A51B52" w:rsidRDefault="00243051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185A51AD" w14:textId="77777777" w:rsidR="00FE0B42" w:rsidRDefault="00FE0B42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BFC1EC8" w14:textId="77777777" w:rsidR="00F961D0" w:rsidRPr="00A51B52" w:rsidRDefault="00F961D0" w:rsidP="00C441E0">
      <w:pPr>
        <w:pStyle w:val="Bod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lastRenderedPageBreak/>
        <w:t xml:space="preserve">What are the </w:t>
      </w:r>
      <w:r w:rsidR="006E6A90" w:rsidRPr="00A51B52">
        <w:rPr>
          <w:sz w:val="22"/>
          <w:szCs w:val="22"/>
        </w:rPr>
        <w:t>functional groups for</w:t>
      </w:r>
      <w:r w:rsidRPr="00A51B52">
        <w:rPr>
          <w:sz w:val="22"/>
          <w:szCs w:val="22"/>
        </w:rPr>
        <w:t xml:space="preserve"> the following organic molecules</w:t>
      </w:r>
      <w:r w:rsidR="006666E8">
        <w:rPr>
          <w:sz w:val="22"/>
          <w:szCs w:val="22"/>
        </w:rPr>
        <w:t xml:space="preserve"> (1 functional group per answer)</w:t>
      </w:r>
      <w:r w:rsidRPr="00A51B52">
        <w:rPr>
          <w:sz w:val="22"/>
          <w:szCs w:val="22"/>
        </w:rPr>
        <w:t>?</w:t>
      </w:r>
      <w:r w:rsidR="006666E8">
        <w:rPr>
          <w:sz w:val="22"/>
          <w:szCs w:val="22"/>
        </w:rPr>
        <w:t xml:space="preserve"> You can draw or write your answer.</w:t>
      </w:r>
    </w:p>
    <w:p w14:paraId="7235BCB0" w14:textId="77777777" w:rsidR="00F961D0" w:rsidRPr="00A51B52" w:rsidRDefault="00F961D0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Alkanes</w:t>
      </w:r>
    </w:p>
    <w:p w14:paraId="1294AA92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6C60559D" w14:textId="77777777" w:rsidR="006E6A90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46C1592D" w14:textId="77777777" w:rsidR="006666E8" w:rsidRPr="00A51B52" w:rsidRDefault="006666E8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0286F7FB" w14:textId="77777777" w:rsidR="006E6A90" w:rsidRPr="00A51B52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0EE4097D" w14:textId="77777777" w:rsidR="006666E8" w:rsidRDefault="006666E8" w:rsidP="006666E8">
      <w:pPr>
        <w:pStyle w:val="Body"/>
        <w:spacing w:line="240" w:lineRule="auto"/>
        <w:rPr>
          <w:sz w:val="22"/>
          <w:szCs w:val="22"/>
        </w:rPr>
      </w:pPr>
    </w:p>
    <w:p w14:paraId="5D4CC7D1" w14:textId="77777777" w:rsidR="00F961D0" w:rsidRPr="00A51B52" w:rsidRDefault="00611197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proofErr w:type="spellStart"/>
      <w:r w:rsidRPr="00A51B52">
        <w:rPr>
          <w:sz w:val="22"/>
          <w:szCs w:val="22"/>
        </w:rPr>
        <w:t>Alkanols</w:t>
      </w:r>
      <w:proofErr w:type="spellEnd"/>
      <w:r w:rsidRPr="00A51B52">
        <w:rPr>
          <w:sz w:val="22"/>
          <w:szCs w:val="22"/>
        </w:rPr>
        <w:t xml:space="preserve"> (</w:t>
      </w:r>
      <w:r w:rsidR="00F961D0" w:rsidRPr="00A51B52">
        <w:rPr>
          <w:sz w:val="22"/>
          <w:szCs w:val="22"/>
        </w:rPr>
        <w:t>Alcohols</w:t>
      </w:r>
      <w:r w:rsidRPr="00A51B52">
        <w:rPr>
          <w:sz w:val="22"/>
          <w:szCs w:val="22"/>
        </w:rPr>
        <w:t>)</w:t>
      </w:r>
    </w:p>
    <w:p w14:paraId="659A91BD" w14:textId="77777777" w:rsidR="006E6A90" w:rsidRPr="00A51B52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75D5E051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90B6968" w14:textId="77777777" w:rsidR="006666E8" w:rsidRPr="00A51B52" w:rsidRDefault="006666E8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5D77680" w14:textId="77777777" w:rsidR="006E6A90" w:rsidRPr="00A51B52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25E9DD6D" w14:textId="77777777" w:rsidR="006666E8" w:rsidRDefault="006666E8" w:rsidP="006666E8">
      <w:pPr>
        <w:pStyle w:val="Body"/>
        <w:spacing w:line="240" w:lineRule="auto"/>
        <w:rPr>
          <w:sz w:val="22"/>
          <w:szCs w:val="22"/>
        </w:rPr>
      </w:pPr>
    </w:p>
    <w:p w14:paraId="17E058AB" w14:textId="77777777" w:rsidR="00F961D0" w:rsidRPr="00A51B52" w:rsidRDefault="00611197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proofErr w:type="spellStart"/>
      <w:r w:rsidRPr="00A51B52">
        <w:rPr>
          <w:sz w:val="22"/>
          <w:szCs w:val="22"/>
        </w:rPr>
        <w:t>Alkanals</w:t>
      </w:r>
      <w:proofErr w:type="spellEnd"/>
      <w:r w:rsidRPr="00A51B52">
        <w:rPr>
          <w:sz w:val="22"/>
          <w:szCs w:val="22"/>
        </w:rPr>
        <w:t xml:space="preserve"> (</w:t>
      </w:r>
      <w:r w:rsidR="00F961D0" w:rsidRPr="00A51B52">
        <w:rPr>
          <w:sz w:val="22"/>
          <w:szCs w:val="22"/>
        </w:rPr>
        <w:t>Aldehydes</w:t>
      </w:r>
      <w:r w:rsidRPr="00A51B52">
        <w:rPr>
          <w:sz w:val="22"/>
          <w:szCs w:val="22"/>
        </w:rPr>
        <w:t>)</w:t>
      </w:r>
    </w:p>
    <w:p w14:paraId="14B66932" w14:textId="77777777" w:rsidR="006E6A90" w:rsidRPr="00A51B52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34EE6B2C" w14:textId="77777777" w:rsidR="006E6A90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9923FD1" w14:textId="77777777" w:rsidR="006666E8" w:rsidRDefault="006666E8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AA6FDAF" w14:textId="77777777" w:rsidR="006E6A90" w:rsidRPr="00A51B52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335EE45D" w14:textId="77777777" w:rsidR="006666E8" w:rsidRDefault="006666E8" w:rsidP="00C441E0">
      <w:pPr>
        <w:tabs>
          <w:tab w:val="clear" w:pos="284"/>
        </w:tabs>
        <w:spacing w:line="240" w:lineRule="auto"/>
        <w:rPr>
          <w:sz w:val="22"/>
          <w:szCs w:val="22"/>
        </w:rPr>
      </w:pPr>
    </w:p>
    <w:p w14:paraId="5A6B89B1" w14:textId="77777777" w:rsidR="00F961D0" w:rsidRPr="00A51B52" w:rsidRDefault="008E3334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t>Carboxyl</w:t>
      </w:r>
      <w:r w:rsidR="00FE4BCD" w:rsidRPr="00A51B52">
        <w:rPr>
          <w:sz w:val="22"/>
          <w:szCs w:val="22"/>
        </w:rPr>
        <w:t>ic acids</w:t>
      </w:r>
    </w:p>
    <w:p w14:paraId="6A8E3732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  <w:rPr>
          <w:sz w:val="22"/>
          <w:szCs w:val="22"/>
        </w:rPr>
      </w:pPr>
    </w:p>
    <w:p w14:paraId="6CE86894" w14:textId="77777777" w:rsidR="006666E8" w:rsidRDefault="006666E8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  <w:rPr>
          <w:sz w:val="22"/>
          <w:szCs w:val="22"/>
        </w:rPr>
      </w:pPr>
    </w:p>
    <w:p w14:paraId="2B00F9CA" w14:textId="77777777" w:rsidR="006666E8" w:rsidRDefault="006666E8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  <w:rPr>
          <w:sz w:val="22"/>
          <w:szCs w:val="22"/>
        </w:rPr>
      </w:pPr>
    </w:p>
    <w:p w14:paraId="5F7B9651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23429CC3" w14:textId="77777777" w:rsidR="006E6A90" w:rsidRPr="00A51B52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4D849791" w14:textId="77777777" w:rsidR="006666E8" w:rsidRDefault="006666E8" w:rsidP="006666E8">
      <w:pPr>
        <w:pStyle w:val="Body"/>
        <w:spacing w:line="240" w:lineRule="auto"/>
        <w:rPr>
          <w:sz w:val="22"/>
          <w:szCs w:val="22"/>
        </w:rPr>
      </w:pPr>
    </w:p>
    <w:p w14:paraId="72B76E63" w14:textId="77777777" w:rsidR="00F961D0" w:rsidRPr="00A51B52" w:rsidRDefault="00611197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proofErr w:type="spellStart"/>
      <w:r w:rsidRPr="00A51B52">
        <w:rPr>
          <w:sz w:val="22"/>
          <w:szCs w:val="22"/>
        </w:rPr>
        <w:t>Alkanones</w:t>
      </w:r>
      <w:proofErr w:type="spellEnd"/>
      <w:r w:rsidRPr="00A51B52">
        <w:rPr>
          <w:sz w:val="22"/>
          <w:szCs w:val="22"/>
        </w:rPr>
        <w:t xml:space="preserve"> (</w:t>
      </w:r>
      <w:r w:rsidR="00F961D0" w:rsidRPr="00A51B52">
        <w:rPr>
          <w:sz w:val="22"/>
          <w:szCs w:val="22"/>
        </w:rPr>
        <w:t>Ketones</w:t>
      </w:r>
      <w:r w:rsidRPr="00A51B52">
        <w:rPr>
          <w:sz w:val="22"/>
          <w:szCs w:val="22"/>
        </w:rPr>
        <w:t>)</w:t>
      </w:r>
    </w:p>
    <w:p w14:paraId="0212CE92" w14:textId="77777777" w:rsidR="006E6A90" w:rsidRPr="00A51B52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268B5B3B" w14:textId="77777777" w:rsid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4B37B602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34E57D3" w14:textId="77777777" w:rsidR="006E6A90" w:rsidRPr="00A51B52" w:rsidRDefault="006E6A9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5F8BFF1C" w14:textId="77777777" w:rsidR="006666E8" w:rsidRDefault="006666E8" w:rsidP="006666E8">
      <w:pPr>
        <w:pStyle w:val="Body"/>
        <w:spacing w:line="240" w:lineRule="auto"/>
        <w:rPr>
          <w:sz w:val="22"/>
          <w:szCs w:val="22"/>
        </w:rPr>
      </w:pPr>
    </w:p>
    <w:p w14:paraId="18C6BDA0" w14:textId="77777777" w:rsidR="006666E8" w:rsidRDefault="006666E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B655E8C" w14:textId="77777777" w:rsidR="00F961D0" w:rsidRPr="00A51B52" w:rsidRDefault="00F961D0" w:rsidP="00C441E0">
      <w:pPr>
        <w:pStyle w:val="Body"/>
        <w:numPr>
          <w:ilvl w:val="1"/>
          <w:numId w:val="11"/>
        </w:numPr>
        <w:spacing w:line="240" w:lineRule="auto"/>
        <w:rPr>
          <w:sz w:val="22"/>
          <w:szCs w:val="22"/>
        </w:rPr>
      </w:pPr>
      <w:r w:rsidRPr="00A51B52">
        <w:rPr>
          <w:sz w:val="22"/>
          <w:szCs w:val="22"/>
        </w:rPr>
        <w:lastRenderedPageBreak/>
        <w:t>Aromatics</w:t>
      </w:r>
    </w:p>
    <w:p w14:paraId="1AE8D5E9" w14:textId="77777777" w:rsidR="00F961D0" w:rsidRPr="00A51B52" w:rsidRDefault="00F961D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71631632" w14:textId="77777777" w:rsidR="00F961D0" w:rsidRPr="00A51B52" w:rsidRDefault="00F961D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0157721B" w14:textId="77777777" w:rsidR="00F961D0" w:rsidRDefault="00F961D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12C125B1" w14:textId="77777777" w:rsidR="006666E8" w:rsidRPr="00A51B52" w:rsidRDefault="006666E8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16CFAD67" w14:textId="77777777" w:rsidR="00F961D0" w:rsidRPr="00A51B52" w:rsidRDefault="00F961D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383C0CF1" w14:textId="77777777" w:rsidR="00F961D0" w:rsidRPr="00A51B52" w:rsidRDefault="00F961D0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72C94470" w14:textId="77777777" w:rsidR="006666E8" w:rsidRPr="006666E8" w:rsidRDefault="006666E8" w:rsidP="006666E8">
      <w:pPr>
        <w:tabs>
          <w:tab w:val="clear" w:pos="284"/>
        </w:tabs>
        <w:spacing w:line="240" w:lineRule="auto"/>
        <w:rPr>
          <w:sz w:val="22"/>
          <w:szCs w:val="22"/>
          <w:lang w:eastAsia="en-AU"/>
        </w:rPr>
      </w:pPr>
    </w:p>
    <w:p w14:paraId="2E537EC4" w14:textId="77777777" w:rsidR="00264949" w:rsidRPr="00A51B52" w:rsidRDefault="00264949" w:rsidP="00C441E0">
      <w:pPr>
        <w:pStyle w:val="ListParagraph"/>
        <w:numPr>
          <w:ilvl w:val="1"/>
          <w:numId w:val="11"/>
        </w:numPr>
        <w:tabs>
          <w:tab w:val="clear" w:pos="284"/>
        </w:tabs>
        <w:spacing w:line="240" w:lineRule="auto"/>
        <w:contextualSpacing w:val="0"/>
        <w:rPr>
          <w:sz w:val="22"/>
          <w:szCs w:val="22"/>
          <w:lang w:eastAsia="en-AU"/>
        </w:rPr>
      </w:pPr>
      <w:r w:rsidRPr="00A51B52">
        <w:rPr>
          <w:sz w:val="22"/>
          <w:szCs w:val="22"/>
          <w:lang w:eastAsia="en-AU"/>
        </w:rPr>
        <w:t>Amino acids</w:t>
      </w:r>
    </w:p>
    <w:p w14:paraId="5432E544" w14:textId="77777777" w:rsidR="00264949" w:rsidRPr="00A51B52" w:rsidRDefault="00264949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3F924728" w14:textId="77777777" w:rsidR="00FE4BCD" w:rsidRDefault="00FE4BCD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69C0A11F" w14:textId="77777777" w:rsidR="00FE4BCD" w:rsidRPr="00A51B52" w:rsidRDefault="00FE4BCD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1DF20911" w14:textId="77777777" w:rsidR="00FE4BCD" w:rsidRPr="00A51B52" w:rsidRDefault="00FE4BCD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69528CBE" w14:textId="77777777" w:rsidR="006666E8" w:rsidRDefault="006666E8" w:rsidP="00C441E0">
      <w:pPr>
        <w:tabs>
          <w:tab w:val="clear" w:pos="284"/>
        </w:tabs>
        <w:spacing w:line="240" w:lineRule="auto"/>
        <w:rPr>
          <w:sz w:val="22"/>
          <w:szCs w:val="22"/>
          <w:lang w:eastAsia="en-AU"/>
        </w:rPr>
      </w:pPr>
    </w:p>
    <w:p w14:paraId="1EEE3E60" w14:textId="77777777" w:rsidR="008E3334" w:rsidRPr="00A51B52" w:rsidRDefault="008E3334" w:rsidP="00C441E0">
      <w:pPr>
        <w:pStyle w:val="ListParagraph"/>
        <w:numPr>
          <w:ilvl w:val="1"/>
          <w:numId w:val="11"/>
        </w:numPr>
        <w:tabs>
          <w:tab w:val="clear" w:pos="284"/>
        </w:tabs>
        <w:spacing w:line="240" w:lineRule="auto"/>
        <w:contextualSpacing w:val="0"/>
        <w:rPr>
          <w:sz w:val="22"/>
          <w:szCs w:val="22"/>
          <w:lang w:eastAsia="en-AU"/>
        </w:rPr>
      </w:pPr>
      <w:r w:rsidRPr="00A51B52">
        <w:rPr>
          <w:sz w:val="22"/>
          <w:szCs w:val="22"/>
          <w:lang w:eastAsia="en-AU"/>
        </w:rPr>
        <w:t>Sulfhydryl</w:t>
      </w:r>
    </w:p>
    <w:p w14:paraId="34DBAB30" w14:textId="77777777" w:rsidR="008E3334" w:rsidRDefault="008E3334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6A4320C2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2C4CA7E4" w14:textId="77777777" w:rsidR="008E3334" w:rsidRPr="00A51B52" w:rsidRDefault="008E3334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13D1A182" w14:textId="77777777" w:rsidR="008E3334" w:rsidRPr="00A51B52" w:rsidRDefault="008E3334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6C2DBD3C" w14:textId="77777777" w:rsidR="006666E8" w:rsidRPr="006666E8" w:rsidRDefault="006666E8" w:rsidP="006666E8">
      <w:pPr>
        <w:tabs>
          <w:tab w:val="clear" w:pos="284"/>
        </w:tabs>
        <w:spacing w:line="240" w:lineRule="auto"/>
        <w:rPr>
          <w:sz w:val="22"/>
          <w:szCs w:val="22"/>
          <w:lang w:eastAsia="en-AU"/>
        </w:rPr>
      </w:pPr>
    </w:p>
    <w:p w14:paraId="31C18BCD" w14:textId="77777777" w:rsidR="00264949" w:rsidRPr="00A51B52" w:rsidRDefault="00264949" w:rsidP="00C441E0">
      <w:pPr>
        <w:pStyle w:val="ListParagraph"/>
        <w:numPr>
          <w:ilvl w:val="1"/>
          <w:numId w:val="11"/>
        </w:numPr>
        <w:tabs>
          <w:tab w:val="clear" w:pos="284"/>
        </w:tabs>
        <w:spacing w:line="240" w:lineRule="auto"/>
        <w:contextualSpacing w:val="0"/>
        <w:rPr>
          <w:sz w:val="22"/>
          <w:szCs w:val="22"/>
          <w:lang w:eastAsia="en-AU"/>
        </w:rPr>
      </w:pPr>
      <w:r w:rsidRPr="00A51B52">
        <w:rPr>
          <w:sz w:val="22"/>
          <w:szCs w:val="22"/>
          <w:lang w:eastAsia="en-AU"/>
        </w:rPr>
        <w:t>Fats</w:t>
      </w:r>
    </w:p>
    <w:p w14:paraId="691D0B9D" w14:textId="77777777" w:rsidR="00264949" w:rsidRPr="00A51B52" w:rsidRDefault="00264949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1A538591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1137C500" w14:textId="77777777" w:rsidR="00264949" w:rsidRPr="00A51B52" w:rsidRDefault="00264949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38D42C1" w14:textId="77777777" w:rsidR="00264949" w:rsidRPr="00A51B52" w:rsidRDefault="00264949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7D46B0F7" w14:textId="77777777" w:rsidR="006666E8" w:rsidRPr="006666E8" w:rsidRDefault="006666E8" w:rsidP="006666E8">
      <w:pPr>
        <w:tabs>
          <w:tab w:val="clear" w:pos="284"/>
        </w:tabs>
        <w:spacing w:line="240" w:lineRule="auto"/>
        <w:rPr>
          <w:sz w:val="22"/>
          <w:szCs w:val="22"/>
          <w:lang w:eastAsia="en-AU"/>
        </w:rPr>
      </w:pPr>
    </w:p>
    <w:p w14:paraId="1BFFDF2E" w14:textId="77777777" w:rsidR="00264949" w:rsidRPr="00A51B52" w:rsidRDefault="00264949" w:rsidP="00C441E0">
      <w:pPr>
        <w:pStyle w:val="ListParagraph"/>
        <w:numPr>
          <w:ilvl w:val="1"/>
          <w:numId w:val="11"/>
        </w:numPr>
        <w:tabs>
          <w:tab w:val="clear" w:pos="284"/>
        </w:tabs>
        <w:spacing w:line="240" w:lineRule="auto"/>
        <w:contextualSpacing w:val="0"/>
        <w:rPr>
          <w:sz w:val="22"/>
          <w:szCs w:val="22"/>
          <w:lang w:eastAsia="en-AU"/>
        </w:rPr>
      </w:pPr>
      <w:r w:rsidRPr="00A51B52">
        <w:rPr>
          <w:sz w:val="22"/>
          <w:szCs w:val="22"/>
          <w:lang w:eastAsia="en-AU"/>
        </w:rPr>
        <w:t>Carbohydrates</w:t>
      </w:r>
    </w:p>
    <w:p w14:paraId="4221AD78" w14:textId="77777777" w:rsidR="00264949" w:rsidRPr="00A51B52" w:rsidRDefault="00264949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2108B28E" w14:textId="77777777" w:rsidR="00A51B52" w:rsidRPr="00A51B52" w:rsidRDefault="00A51B52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spacing w:line="240" w:lineRule="auto"/>
        <w:ind w:left="360"/>
      </w:pPr>
    </w:p>
    <w:p w14:paraId="65B6C2E2" w14:textId="77777777" w:rsidR="00264949" w:rsidRPr="00A51B52" w:rsidRDefault="00264949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</w:pPr>
    </w:p>
    <w:p w14:paraId="2F5F3504" w14:textId="77777777" w:rsidR="00264949" w:rsidRPr="00A51B52" w:rsidRDefault="00264949" w:rsidP="00C441E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 w:val="22"/>
          <w:szCs w:val="22"/>
        </w:rPr>
      </w:pPr>
    </w:p>
    <w:p w14:paraId="728196EB" w14:textId="77777777" w:rsidR="009838D5" w:rsidRPr="00A51B52" w:rsidRDefault="00A526FC" w:rsidP="00C441E0">
      <w:pPr>
        <w:tabs>
          <w:tab w:val="clear" w:pos="284"/>
        </w:tabs>
        <w:spacing w:line="240" w:lineRule="auto"/>
      </w:pPr>
      <w:r w:rsidRPr="00A51B52">
        <w:br w:type="page"/>
      </w:r>
    </w:p>
    <w:p w14:paraId="7087A59C" w14:textId="77777777" w:rsidR="001F50B6" w:rsidRDefault="001F50B6" w:rsidP="00E651AC">
      <w:pPr>
        <w:pStyle w:val="ListParagraph"/>
        <w:numPr>
          <w:ilvl w:val="0"/>
          <w:numId w:val="11"/>
        </w:numPr>
      </w:pPr>
      <w:bookmarkStart w:id="5" w:name="_Hlk12267510"/>
      <w:r>
        <w:lastRenderedPageBreak/>
        <w:t>Label</w:t>
      </w:r>
      <w:r w:rsidR="008A0120">
        <w:t xml:space="preserve"> the animal cell diagram below.</w:t>
      </w:r>
      <w:r w:rsidR="00FE35B1">
        <w:t xml:space="preserve"> </w:t>
      </w:r>
      <w:r w:rsidR="006666E8">
        <w:t>Ensure every arrow is labelled</w:t>
      </w:r>
      <w:r w:rsidR="00FE35B1">
        <w:t>.</w:t>
      </w:r>
    </w:p>
    <w:p w14:paraId="1EE955C6" w14:textId="77777777" w:rsidR="003442A2" w:rsidRDefault="003442A2" w:rsidP="003442A2"/>
    <w:p w14:paraId="788C4965" w14:textId="77777777" w:rsidR="003442A2" w:rsidRDefault="003442A2" w:rsidP="003442A2"/>
    <w:p w14:paraId="38E897EF" w14:textId="77777777" w:rsidR="002E205E" w:rsidRDefault="007D1ED3" w:rsidP="00974054">
      <w:pPr>
        <w:jc w:val="center"/>
      </w:pPr>
      <w:r>
        <w:pict w14:anchorId="6B6BB3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25pt;height:460.15pt">
            <v:imagedata r:id="rId18" o:title="2of5 animal cell unlabelled"/>
          </v:shape>
        </w:pict>
      </w:r>
    </w:p>
    <w:p w14:paraId="21772286" w14:textId="77777777" w:rsidR="003442A2" w:rsidRDefault="003442A2">
      <w:pPr>
        <w:tabs>
          <w:tab w:val="clear" w:pos="284"/>
        </w:tabs>
        <w:spacing w:before="0" w:after="200" w:line="276" w:lineRule="auto"/>
      </w:pPr>
      <w:r>
        <w:br w:type="page"/>
      </w:r>
    </w:p>
    <w:p w14:paraId="72743E07" w14:textId="77777777" w:rsidR="008C6F7A" w:rsidRDefault="000908DF" w:rsidP="00E651AC">
      <w:pPr>
        <w:pStyle w:val="ListParagraph"/>
        <w:numPr>
          <w:ilvl w:val="0"/>
          <w:numId w:val="11"/>
        </w:numPr>
      </w:pPr>
      <w:r>
        <w:lastRenderedPageBreak/>
        <w:t xml:space="preserve">Label the plant cell </w:t>
      </w:r>
      <w:r w:rsidR="00C94CA0">
        <w:t>organelles</w:t>
      </w:r>
      <w:r>
        <w:t xml:space="preserve"> in the diagram below. </w:t>
      </w:r>
      <w:r w:rsidR="00DB02F9">
        <w:t>Ensure every arrow is labelled.</w:t>
      </w:r>
    </w:p>
    <w:p w14:paraId="707C7A17" w14:textId="77777777" w:rsidR="003442A2" w:rsidRDefault="003442A2" w:rsidP="003442A2"/>
    <w:p w14:paraId="7264C5C1" w14:textId="77777777" w:rsidR="003442A2" w:rsidRDefault="003442A2" w:rsidP="003442A2"/>
    <w:p w14:paraId="1F0371A1" w14:textId="77777777" w:rsidR="00DB02F9" w:rsidRDefault="007D1ED3" w:rsidP="003442A2">
      <w:r>
        <w:pict w14:anchorId="327BFCF7">
          <v:shape id="_x0000_i1026" type="#_x0000_t75" style="width:424.5pt;height:489.6pt">
            <v:imagedata r:id="rId19" o:title="2of5 plant cell unlabelled"/>
          </v:shape>
        </w:pict>
      </w:r>
    </w:p>
    <w:p w14:paraId="3D824777" w14:textId="77777777" w:rsidR="00974054" w:rsidRDefault="00974054" w:rsidP="003442A2">
      <w:r>
        <w:br w:type="page"/>
      </w:r>
    </w:p>
    <w:p w14:paraId="49FC86F5" w14:textId="77777777" w:rsidR="00523FE8" w:rsidRDefault="00523FE8" w:rsidP="00E651AC">
      <w:pPr>
        <w:pStyle w:val="ListParagraph"/>
        <w:numPr>
          <w:ilvl w:val="0"/>
          <w:numId w:val="11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lastRenderedPageBreak/>
        <w:t>Label the phases of mitosis on the diagram below:</w:t>
      </w:r>
    </w:p>
    <w:p w14:paraId="77D23FF7" w14:textId="77777777" w:rsidR="00523FE8" w:rsidRDefault="00523FE8" w:rsidP="00523FE8">
      <w:pPr>
        <w:jc w:val="center"/>
        <w:rPr>
          <w:sz w:val="22"/>
          <w:szCs w:val="22"/>
          <w:lang w:eastAsia="en-AU"/>
        </w:rPr>
      </w:pPr>
    </w:p>
    <w:p w14:paraId="57ECD433" w14:textId="77777777" w:rsidR="008C6F7A" w:rsidRDefault="008C6F7A" w:rsidP="000A7306">
      <w:pPr>
        <w:rPr>
          <w:sz w:val="22"/>
          <w:szCs w:val="22"/>
          <w:lang w:eastAsia="en-AU"/>
        </w:rPr>
      </w:pPr>
    </w:p>
    <w:p w14:paraId="339590E7" w14:textId="77777777" w:rsidR="00012F40" w:rsidRPr="00012F40" w:rsidRDefault="00AE2F29" w:rsidP="00012F40">
      <w:pPr>
        <w:rPr>
          <w:sz w:val="22"/>
          <w:szCs w:val="22"/>
          <w:lang w:eastAsia="en-AU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>
            <wp:extent cx="5715000" cy="30118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1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58D77" w14:textId="77777777" w:rsidR="00BD7293" w:rsidRDefault="00BD7293">
      <w:pPr>
        <w:tabs>
          <w:tab w:val="clear" w:pos="284"/>
        </w:tabs>
        <w:spacing w:before="0" w:after="200" w:line="276" w:lineRule="auto"/>
        <w:rPr>
          <w:sz w:val="22"/>
          <w:szCs w:val="22"/>
          <w:lang w:eastAsia="en-AU"/>
        </w:rPr>
      </w:pPr>
    </w:p>
    <w:p w14:paraId="0140FEC7" w14:textId="77777777" w:rsidR="008C6F7A" w:rsidRDefault="008C6F7A">
      <w:pPr>
        <w:tabs>
          <w:tab w:val="clear" w:pos="284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br w:type="page"/>
      </w:r>
    </w:p>
    <w:p w14:paraId="357AC507" w14:textId="77777777" w:rsidR="00C101B6" w:rsidRDefault="003E3DC3" w:rsidP="00BD7293">
      <w:pPr>
        <w:pStyle w:val="ListParagraph"/>
        <w:numPr>
          <w:ilvl w:val="0"/>
          <w:numId w:val="11"/>
        </w:numPr>
        <w:spacing w:line="240" w:lineRule="auto"/>
        <w:contextualSpacing w:val="0"/>
      </w:pPr>
      <w:r>
        <w:lastRenderedPageBreak/>
        <w:t xml:space="preserve">Complete the following table by describing the </w:t>
      </w:r>
      <w:r w:rsidR="009838D5">
        <w:t>structure</w:t>
      </w:r>
      <w:r>
        <w:t xml:space="preserve"> of each of the organelles listed</w:t>
      </w:r>
      <w:r w:rsidR="00EF3025">
        <w:t xml:space="preserve"> and indicating plant or animal, </w:t>
      </w:r>
      <w:r w:rsidR="00C91164">
        <w:t>or writing the correct name of the organelle in the space next to its description</w:t>
      </w:r>
      <w:r>
        <w:t>.</w:t>
      </w:r>
    </w:p>
    <w:p w14:paraId="41E561E1" w14:textId="77777777" w:rsidR="00BD7293" w:rsidRDefault="00BD7293" w:rsidP="00BD7293">
      <w:pPr>
        <w:pStyle w:val="ListParagraph"/>
        <w:numPr>
          <w:ilvl w:val="1"/>
          <w:numId w:val="11"/>
        </w:numPr>
        <w:spacing w:line="240" w:lineRule="auto"/>
        <w:contextualSpacing w:val="0"/>
      </w:pPr>
      <w:r>
        <w:t>Organelle column (1 word per cell)</w:t>
      </w:r>
    </w:p>
    <w:p w14:paraId="17E8CCDB" w14:textId="77777777" w:rsidR="00BD7293" w:rsidRDefault="00BD7293" w:rsidP="00BD7293">
      <w:pPr>
        <w:pStyle w:val="ListParagraph"/>
        <w:numPr>
          <w:ilvl w:val="1"/>
          <w:numId w:val="11"/>
        </w:numPr>
        <w:spacing w:line="240" w:lineRule="auto"/>
        <w:contextualSpacing w:val="0"/>
      </w:pPr>
      <w:r>
        <w:t>Structure column (4 to 15 words per cell)</w:t>
      </w:r>
    </w:p>
    <w:p w14:paraId="5907B869" w14:textId="77777777" w:rsidR="00BD7293" w:rsidRDefault="00BD7293" w:rsidP="00BD7293">
      <w:pPr>
        <w:pStyle w:val="ListParagraph"/>
        <w:numPr>
          <w:ilvl w:val="1"/>
          <w:numId w:val="11"/>
        </w:numPr>
        <w:spacing w:line="240" w:lineRule="auto"/>
        <w:contextualSpacing w:val="0"/>
      </w:pPr>
      <w:r>
        <w:t>Plant or animal column (1 to 2 letters per cell)</w:t>
      </w:r>
    </w:p>
    <w:p w14:paraId="183A7F98" w14:textId="77777777" w:rsidR="003E3DC3" w:rsidRDefault="003E3DC3" w:rsidP="00BD729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0AE0">
        <w:rPr>
          <w:noProof/>
        </w:rPr>
        <w:t>21</w:t>
      </w:r>
      <w:r>
        <w:rPr>
          <w:noProof/>
        </w:rPr>
        <w:fldChar w:fldCharType="end"/>
      </w:r>
      <w:r>
        <w:t xml:space="preserve"> </w:t>
      </w:r>
      <w:r w:rsidR="00EF3025">
        <w:t>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1980"/>
        <w:gridCol w:w="5386"/>
        <w:gridCol w:w="1694"/>
      </w:tblGrid>
      <w:tr w:rsidR="003E3DC3" w14:paraId="5D6E3125" w14:textId="77777777" w:rsidTr="001A66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</w:tcPr>
          <w:p w14:paraId="173DAFD4" w14:textId="77777777" w:rsidR="003E3DC3" w:rsidRDefault="003E3DC3" w:rsidP="00BD7293">
            <w:pPr>
              <w:pStyle w:val="Body"/>
              <w:spacing w:line="240" w:lineRule="auto"/>
            </w:pPr>
            <w:r>
              <w:t>Organelle</w:t>
            </w:r>
          </w:p>
        </w:tc>
        <w:tc>
          <w:tcPr>
            <w:tcW w:w="5386" w:type="dxa"/>
          </w:tcPr>
          <w:p w14:paraId="348F280A" w14:textId="77777777" w:rsidR="003E3DC3" w:rsidRDefault="009838D5" w:rsidP="00BD7293">
            <w:pPr>
              <w:pStyle w:val="Body"/>
              <w:spacing w:line="240" w:lineRule="auto"/>
            </w:pPr>
            <w:r>
              <w:t>Structure</w:t>
            </w:r>
          </w:p>
        </w:tc>
        <w:tc>
          <w:tcPr>
            <w:tcW w:w="1694" w:type="dxa"/>
          </w:tcPr>
          <w:p w14:paraId="72FFE12B" w14:textId="77777777" w:rsidR="003E3DC3" w:rsidRDefault="003E3DC3" w:rsidP="00BD7293">
            <w:pPr>
              <w:pStyle w:val="Body"/>
              <w:spacing w:line="240" w:lineRule="auto"/>
            </w:pPr>
            <w:r>
              <w:t>Plant (P) or Animal (A)?</w:t>
            </w:r>
          </w:p>
        </w:tc>
      </w:tr>
      <w:tr w:rsidR="003E3DC3" w14:paraId="1C1222E2" w14:textId="77777777" w:rsidTr="00BD7293">
        <w:trPr>
          <w:trHeight w:val="1134"/>
        </w:trPr>
        <w:tc>
          <w:tcPr>
            <w:tcW w:w="1980" w:type="dxa"/>
          </w:tcPr>
          <w:p w14:paraId="67604276" w14:textId="77777777" w:rsidR="003E3DC3" w:rsidRPr="00525DC9" w:rsidRDefault="003E3DC3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Nucleus</w:t>
            </w:r>
          </w:p>
        </w:tc>
        <w:tc>
          <w:tcPr>
            <w:tcW w:w="5386" w:type="dxa"/>
          </w:tcPr>
          <w:p w14:paraId="72E2A9E4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  <w:tc>
          <w:tcPr>
            <w:tcW w:w="1694" w:type="dxa"/>
          </w:tcPr>
          <w:p w14:paraId="7C9C87C9" w14:textId="77777777" w:rsidR="003E3DC3" w:rsidRPr="00525DC9" w:rsidRDefault="003E3DC3" w:rsidP="00BD7293">
            <w:pPr>
              <w:pStyle w:val="Body"/>
              <w:spacing w:line="240" w:lineRule="auto"/>
            </w:pPr>
          </w:p>
        </w:tc>
      </w:tr>
      <w:tr w:rsidR="003E3DC3" w14:paraId="0F7F9447" w14:textId="77777777" w:rsidTr="00BD7293">
        <w:trPr>
          <w:trHeight w:val="1134"/>
        </w:trPr>
        <w:tc>
          <w:tcPr>
            <w:tcW w:w="1980" w:type="dxa"/>
          </w:tcPr>
          <w:p w14:paraId="7ED0EB20" w14:textId="77777777" w:rsidR="003E3DC3" w:rsidRPr="00525DC9" w:rsidRDefault="003E3DC3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Nucleolus</w:t>
            </w:r>
          </w:p>
        </w:tc>
        <w:tc>
          <w:tcPr>
            <w:tcW w:w="5386" w:type="dxa"/>
          </w:tcPr>
          <w:p w14:paraId="2FD91F37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  <w:tc>
          <w:tcPr>
            <w:tcW w:w="1694" w:type="dxa"/>
          </w:tcPr>
          <w:p w14:paraId="378F4CBC" w14:textId="77777777" w:rsidR="003E3DC3" w:rsidRPr="00525DC9" w:rsidRDefault="003E3DC3" w:rsidP="00BD7293">
            <w:pPr>
              <w:pStyle w:val="Body"/>
              <w:spacing w:line="240" w:lineRule="auto"/>
            </w:pPr>
          </w:p>
        </w:tc>
      </w:tr>
      <w:tr w:rsidR="003E3DC3" w14:paraId="75681F01" w14:textId="77777777" w:rsidTr="00BD7293">
        <w:trPr>
          <w:trHeight w:val="1134"/>
        </w:trPr>
        <w:tc>
          <w:tcPr>
            <w:tcW w:w="1980" w:type="dxa"/>
          </w:tcPr>
          <w:p w14:paraId="2C682250" w14:textId="77777777" w:rsidR="003E3DC3" w:rsidRPr="00525DC9" w:rsidRDefault="003E3DC3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Mitochondri</w:t>
            </w:r>
            <w:r w:rsidR="006030F2" w:rsidRPr="00525DC9">
              <w:rPr>
                <w:sz w:val="22"/>
                <w:szCs w:val="22"/>
              </w:rPr>
              <w:t>a</w:t>
            </w:r>
          </w:p>
        </w:tc>
        <w:tc>
          <w:tcPr>
            <w:tcW w:w="5386" w:type="dxa"/>
          </w:tcPr>
          <w:p w14:paraId="31F92B95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  <w:tc>
          <w:tcPr>
            <w:tcW w:w="1694" w:type="dxa"/>
          </w:tcPr>
          <w:p w14:paraId="3F09C8C6" w14:textId="77777777" w:rsidR="003E3DC3" w:rsidRPr="00525DC9" w:rsidRDefault="003E3DC3" w:rsidP="00BD7293">
            <w:pPr>
              <w:pStyle w:val="Body"/>
              <w:spacing w:line="240" w:lineRule="auto"/>
            </w:pPr>
          </w:p>
        </w:tc>
      </w:tr>
      <w:tr w:rsidR="003E3DC3" w14:paraId="4C6C9DBA" w14:textId="77777777" w:rsidTr="00BD7293">
        <w:trPr>
          <w:trHeight w:val="1134"/>
        </w:trPr>
        <w:tc>
          <w:tcPr>
            <w:tcW w:w="1980" w:type="dxa"/>
          </w:tcPr>
          <w:p w14:paraId="367A69B7" w14:textId="77777777" w:rsidR="00CB36B6" w:rsidRPr="00525DC9" w:rsidRDefault="00CB36B6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1136712B" w14:textId="77777777" w:rsidR="00525DC9" w:rsidRPr="00525DC9" w:rsidRDefault="001A6629" w:rsidP="00BD7293">
            <w:pPr>
              <w:pStyle w:val="Body"/>
              <w:spacing w:line="240" w:lineRule="auto"/>
            </w:pPr>
            <w:r w:rsidRPr="00525DC9">
              <w:t>Membranous sacs</w:t>
            </w:r>
          </w:p>
        </w:tc>
        <w:tc>
          <w:tcPr>
            <w:tcW w:w="1694" w:type="dxa"/>
          </w:tcPr>
          <w:p w14:paraId="70A0305F" w14:textId="77777777" w:rsidR="003E3DC3" w:rsidRPr="00525DC9" w:rsidRDefault="001A6629" w:rsidP="00BD7293">
            <w:pPr>
              <w:pStyle w:val="Body"/>
              <w:spacing w:line="240" w:lineRule="auto"/>
            </w:pPr>
            <w:r w:rsidRPr="00525DC9">
              <w:t>P</w:t>
            </w:r>
          </w:p>
        </w:tc>
      </w:tr>
      <w:tr w:rsidR="003E3DC3" w14:paraId="2E94BF3F" w14:textId="77777777" w:rsidTr="00BD7293">
        <w:trPr>
          <w:trHeight w:val="1134"/>
        </w:trPr>
        <w:tc>
          <w:tcPr>
            <w:tcW w:w="1980" w:type="dxa"/>
          </w:tcPr>
          <w:p w14:paraId="7DEBD417" w14:textId="77777777" w:rsidR="00CB36B6" w:rsidRPr="00525DC9" w:rsidRDefault="00CB36B6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5B34694B" w14:textId="77777777" w:rsidR="00525DC9" w:rsidRPr="00525DC9" w:rsidRDefault="001A6629" w:rsidP="00BD7293">
            <w:pPr>
              <w:pStyle w:val="Body"/>
              <w:spacing w:line="240" w:lineRule="auto"/>
            </w:pPr>
            <w:r w:rsidRPr="00525DC9">
              <w:t>Granules composed of RNA and protein</w:t>
            </w:r>
          </w:p>
        </w:tc>
        <w:tc>
          <w:tcPr>
            <w:tcW w:w="1694" w:type="dxa"/>
          </w:tcPr>
          <w:p w14:paraId="04B854AA" w14:textId="77777777" w:rsidR="003E3DC3" w:rsidRPr="00525DC9" w:rsidRDefault="001A6629" w:rsidP="00BD7293">
            <w:pPr>
              <w:pStyle w:val="Body"/>
              <w:spacing w:line="240" w:lineRule="auto"/>
            </w:pPr>
            <w:r w:rsidRPr="00525DC9">
              <w:t>A/P</w:t>
            </w:r>
          </w:p>
        </w:tc>
      </w:tr>
      <w:tr w:rsidR="003E3DC3" w14:paraId="380576AF" w14:textId="77777777" w:rsidTr="00BD7293">
        <w:trPr>
          <w:trHeight w:val="1134"/>
        </w:trPr>
        <w:tc>
          <w:tcPr>
            <w:tcW w:w="1980" w:type="dxa"/>
          </w:tcPr>
          <w:p w14:paraId="1B79A44A" w14:textId="77777777" w:rsidR="00CB36B6" w:rsidRPr="00525DC9" w:rsidRDefault="00CB36B6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24A05A8A" w14:textId="77777777" w:rsidR="00525DC9" w:rsidRPr="00525DC9" w:rsidRDefault="001A6629" w:rsidP="00BD7293">
            <w:pPr>
              <w:pStyle w:val="Body"/>
              <w:spacing w:line="240" w:lineRule="auto"/>
            </w:pPr>
            <w:r w:rsidRPr="00525DC9">
              <w:t>Membranous sacs</w:t>
            </w:r>
          </w:p>
        </w:tc>
        <w:tc>
          <w:tcPr>
            <w:tcW w:w="1694" w:type="dxa"/>
          </w:tcPr>
          <w:p w14:paraId="36BE27B1" w14:textId="77777777" w:rsidR="003E3DC3" w:rsidRPr="00525DC9" w:rsidRDefault="001A6629" w:rsidP="00BD7293">
            <w:pPr>
              <w:pStyle w:val="Body"/>
              <w:spacing w:line="240" w:lineRule="auto"/>
            </w:pPr>
            <w:r w:rsidRPr="00525DC9">
              <w:t>A</w:t>
            </w:r>
          </w:p>
        </w:tc>
      </w:tr>
      <w:tr w:rsidR="003E3DC3" w14:paraId="5CD0B75A" w14:textId="77777777" w:rsidTr="00BD7293">
        <w:trPr>
          <w:trHeight w:val="1134"/>
        </w:trPr>
        <w:tc>
          <w:tcPr>
            <w:tcW w:w="1980" w:type="dxa"/>
          </w:tcPr>
          <w:p w14:paraId="44A6F90E" w14:textId="77777777" w:rsidR="003E3DC3" w:rsidRPr="00525DC9" w:rsidRDefault="003E3DC3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Golgi complex</w:t>
            </w:r>
          </w:p>
        </w:tc>
        <w:tc>
          <w:tcPr>
            <w:tcW w:w="5386" w:type="dxa"/>
          </w:tcPr>
          <w:p w14:paraId="54AD73FD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  <w:tc>
          <w:tcPr>
            <w:tcW w:w="1694" w:type="dxa"/>
          </w:tcPr>
          <w:p w14:paraId="1D478BF3" w14:textId="77777777" w:rsidR="003E3DC3" w:rsidRPr="00525DC9" w:rsidRDefault="003E3DC3" w:rsidP="00BD7293">
            <w:pPr>
              <w:pStyle w:val="Body"/>
              <w:spacing w:line="240" w:lineRule="auto"/>
            </w:pPr>
          </w:p>
        </w:tc>
      </w:tr>
      <w:tr w:rsidR="003E3DC3" w14:paraId="17609743" w14:textId="77777777" w:rsidTr="00BD7293">
        <w:trPr>
          <w:trHeight w:val="1134"/>
        </w:trPr>
        <w:tc>
          <w:tcPr>
            <w:tcW w:w="1980" w:type="dxa"/>
          </w:tcPr>
          <w:p w14:paraId="4E16DBE0" w14:textId="77777777" w:rsidR="003E3DC3" w:rsidRPr="00525DC9" w:rsidRDefault="001A6629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Plasma m</w:t>
            </w:r>
            <w:r w:rsidR="003E3DC3" w:rsidRPr="00525DC9">
              <w:rPr>
                <w:sz w:val="22"/>
                <w:szCs w:val="22"/>
              </w:rPr>
              <w:t>embrane</w:t>
            </w:r>
          </w:p>
        </w:tc>
        <w:tc>
          <w:tcPr>
            <w:tcW w:w="5386" w:type="dxa"/>
          </w:tcPr>
          <w:p w14:paraId="5DFDF498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  <w:tc>
          <w:tcPr>
            <w:tcW w:w="1694" w:type="dxa"/>
          </w:tcPr>
          <w:p w14:paraId="729D4B59" w14:textId="77777777" w:rsidR="003E3DC3" w:rsidRPr="00525DC9" w:rsidRDefault="003E3DC3" w:rsidP="00BD7293">
            <w:pPr>
              <w:pStyle w:val="Body"/>
              <w:spacing w:line="240" w:lineRule="auto"/>
            </w:pPr>
          </w:p>
        </w:tc>
      </w:tr>
      <w:tr w:rsidR="003E3DC3" w14:paraId="7F0A3C2D" w14:textId="77777777" w:rsidTr="00BD7293">
        <w:trPr>
          <w:trHeight w:val="1134"/>
        </w:trPr>
        <w:tc>
          <w:tcPr>
            <w:tcW w:w="1980" w:type="dxa"/>
          </w:tcPr>
          <w:p w14:paraId="6F97979D" w14:textId="77777777" w:rsidR="003E3DC3" w:rsidRPr="00525DC9" w:rsidRDefault="003E3DC3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Cell wall</w:t>
            </w:r>
          </w:p>
        </w:tc>
        <w:tc>
          <w:tcPr>
            <w:tcW w:w="5386" w:type="dxa"/>
          </w:tcPr>
          <w:p w14:paraId="25A05DAB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  <w:tc>
          <w:tcPr>
            <w:tcW w:w="1694" w:type="dxa"/>
          </w:tcPr>
          <w:p w14:paraId="143637E0" w14:textId="77777777" w:rsidR="003E3DC3" w:rsidRPr="00525DC9" w:rsidRDefault="003E3DC3" w:rsidP="00BD7293">
            <w:pPr>
              <w:pStyle w:val="Body"/>
              <w:spacing w:line="240" w:lineRule="auto"/>
            </w:pPr>
          </w:p>
        </w:tc>
      </w:tr>
      <w:tr w:rsidR="003E3DC3" w14:paraId="7920567B" w14:textId="77777777" w:rsidTr="00BD7293">
        <w:trPr>
          <w:trHeight w:val="1134"/>
        </w:trPr>
        <w:tc>
          <w:tcPr>
            <w:tcW w:w="1980" w:type="dxa"/>
          </w:tcPr>
          <w:p w14:paraId="46B38634" w14:textId="77777777" w:rsidR="003E3DC3" w:rsidRPr="00525DC9" w:rsidRDefault="003E3DC3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lastRenderedPageBreak/>
              <w:t>Endoplasmic reticulum</w:t>
            </w:r>
          </w:p>
        </w:tc>
        <w:tc>
          <w:tcPr>
            <w:tcW w:w="5386" w:type="dxa"/>
          </w:tcPr>
          <w:p w14:paraId="70305C78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  <w:tc>
          <w:tcPr>
            <w:tcW w:w="1694" w:type="dxa"/>
          </w:tcPr>
          <w:p w14:paraId="0A5850CC" w14:textId="77777777" w:rsidR="003E3DC3" w:rsidRPr="00525DC9" w:rsidRDefault="003E3DC3" w:rsidP="00BD7293">
            <w:pPr>
              <w:pStyle w:val="Body"/>
              <w:spacing w:line="240" w:lineRule="auto"/>
            </w:pPr>
          </w:p>
        </w:tc>
      </w:tr>
      <w:tr w:rsidR="003E3DC3" w14:paraId="4000745E" w14:textId="77777777" w:rsidTr="00BD7293">
        <w:trPr>
          <w:trHeight w:val="1134"/>
        </w:trPr>
        <w:tc>
          <w:tcPr>
            <w:tcW w:w="1980" w:type="dxa"/>
          </w:tcPr>
          <w:p w14:paraId="68A2AB9C" w14:textId="77777777" w:rsidR="003E3DC3" w:rsidRPr="00525DC9" w:rsidRDefault="003E3DC3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Chloroplast</w:t>
            </w:r>
          </w:p>
        </w:tc>
        <w:tc>
          <w:tcPr>
            <w:tcW w:w="5386" w:type="dxa"/>
          </w:tcPr>
          <w:p w14:paraId="439E747C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  <w:tc>
          <w:tcPr>
            <w:tcW w:w="1694" w:type="dxa"/>
          </w:tcPr>
          <w:p w14:paraId="30E799B5" w14:textId="77777777" w:rsidR="003E3DC3" w:rsidRPr="00525DC9" w:rsidRDefault="003E3DC3" w:rsidP="00BD7293">
            <w:pPr>
              <w:pStyle w:val="Body"/>
              <w:spacing w:line="240" w:lineRule="auto"/>
            </w:pPr>
          </w:p>
        </w:tc>
      </w:tr>
      <w:tr w:rsidR="008C2BD2" w14:paraId="69444D83" w14:textId="77777777" w:rsidTr="00BD7293">
        <w:trPr>
          <w:trHeight w:val="1134"/>
        </w:trPr>
        <w:tc>
          <w:tcPr>
            <w:tcW w:w="1980" w:type="dxa"/>
          </w:tcPr>
          <w:p w14:paraId="6C7D1C27" w14:textId="77777777" w:rsidR="00CB36B6" w:rsidRPr="00525DC9" w:rsidRDefault="00CB36B6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16ADF47D" w14:textId="77777777" w:rsidR="008C2BD2" w:rsidRPr="00525DC9" w:rsidRDefault="008C2BD2" w:rsidP="00BD7293">
            <w:pPr>
              <w:pStyle w:val="Body"/>
              <w:spacing w:line="240" w:lineRule="auto"/>
            </w:pPr>
            <w:r w:rsidRPr="00525DC9">
              <w:t>Pair of hollow cylinders located near centre of cell, each centriole consists of nine microtubule triplets</w:t>
            </w:r>
          </w:p>
        </w:tc>
        <w:tc>
          <w:tcPr>
            <w:tcW w:w="1694" w:type="dxa"/>
          </w:tcPr>
          <w:p w14:paraId="2A891DAD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</w:tr>
    </w:tbl>
    <w:p w14:paraId="7C5E885B" w14:textId="77777777" w:rsidR="00525DC9" w:rsidRDefault="00525DC9" w:rsidP="00BD7293">
      <w:pPr>
        <w:spacing w:line="240" w:lineRule="auto"/>
      </w:pPr>
    </w:p>
    <w:p w14:paraId="51A20F3B" w14:textId="77777777" w:rsidR="009838D5" w:rsidRDefault="009838D5" w:rsidP="00BD7293">
      <w:pPr>
        <w:pStyle w:val="ListParagraph"/>
        <w:numPr>
          <w:ilvl w:val="0"/>
          <w:numId w:val="11"/>
        </w:numPr>
        <w:spacing w:line="240" w:lineRule="auto"/>
        <w:contextualSpacing w:val="0"/>
      </w:pPr>
      <w:r>
        <w:t>Complete the following table by describing the function of each of the organelles listed</w:t>
      </w:r>
      <w:r w:rsidR="003442A2">
        <w:t>, or writing the correct name of the organelle in the space next to its description</w:t>
      </w:r>
      <w:r>
        <w:t>.</w:t>
      </w:r>
    </w:p>
    <w:p w14:paraId="512F3428" w14:textId="77777777" w:rsidR="00BD7293" w:rsidRDefault="00BD7293" w:rsidP="00BD7293">
      <w:pPr>
        <w:pStyle w:val="ListParagraph"/>
        <w:numPr>
          <w:ilvl w:val="1"/>
          <w:numId w:val="11"/>
        </w:numPr>
        <w:spacing w:line="240" w:lineRule="auto"/>
        <w:contextualSpacing w:val="0"/>
      </w:pPr>
      <w:r>
        <w:t>Organelle column (1 word per cell)</w:t>
      </w:r>
    </w:p>
    <w:p w14:paraId="1AF0C7B0" w14:textId="77777777" w:rsidR="00BD7293" w:rsidRDefault="00BD7293" w:rsidP="00BD7293">
      <w:pPr>
        <w:pStyle w:val="ListParagraph"/>
        <w:numPr>
          <w:ilvl w:val="1"/>
          <w:numId w:val="11"/>
        </w:numPr>
        <w:spacing w:line="240" w:lineRule="auto"/>
        <w:contextualSpacing w:val="0"/>
      </w:pPr>
      <w:r>
        <w:t>Function column (2 to 15 words per cell)</w:t>
      </w:r>
    </w:p>
    <w:p w14:paraId="222966A8" w14:textId="77777777" w:rsidR="009838D5" w:rsidRDefault="009838D5" w:rsidP="00BD729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0AE0">
        <w:rPr>
          <w:noProof/>
        </w:rPr>
        <w:t>22</w:t>
      </w:r>
      <w:r>
        <w:rPr>
          <w:noProof/>
        </w:rPr>
        <w:fldChar w:fldCharType="end"/>
      </w:r>
      <w:r>
        <w:t xml:space="preserve"> </w:t>
      </w:r>
      <w:r w:rsidR="00EF3025">
        <w:t>Complete the table</w:t>
      </w:r>
    </w:p>
    <w:tbl>
      <w:tblPr>
        <w:tblStyle w:val="TableGrid"/>
        <w:tblW w:w="9067" w:type="dxa"/>
        <w:tblLook w:val="04A0" w:firstRow="1" w:lastRow="0" w:firstColumn="1" w:lastColumn="0" w:noHBand="0" w:noVBand="1"/>
        <w:tblDescription w:val="True or false"/>
      </w:tblPr>
      <w:tblGrid>
        <w:gridCol w:w="1980"/>
        <w:gridCol w:w="7087"/>
      </w:tblGrid>
      <w:tr w:rsidR="006030F2" w14:paraId="06E759FB" w14:textId="77777777" w:rsidTr="00603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</w:tcPr>
          <w:p w14:paraId="29540BF5" w14:textId="77777777" w:rsidR="006030F2" w:rsidRDefault="006030F2" w:rsidP="00BD7293">
            <w:pPr>
              <w:pStyle w:val="Body"/>
              <w:spacing w:line="240" w:lineRule="auto"/>
            </w:pPr>
            <w:r>
              <w:t>Organelle</w:t>
            </w:r>
          </w:p>
        </w:tc>
        <w:tc>
          <w:tcPr>
            <w:tcW w:w="7087" w:type="dxa"/>
          </w:tcPr>
          <w:p w14:paraId="185B7013" w14:textId="77777777" w:rsidR="006030F2" w:rsidRDefault="006030F2" w:rsidP="00BD7293">
            <w:pPr>
              <w:pStyle w:val="Body"/>
              <w:spacing w:line="240" w:lineRule="auto"/>
            </w:pPr>
            <w:r>
              <w:t>Function</w:t>
            </w:r>
          </w:p>
        </w:tc>
      </w:tr>
      <w:tr w:rsidR="006030F2" w14:paraId="068FF197" w14:textId="77777777" w:rsidTr="00BD7293">
        <w:trPr>
          <w:trHeight w:val="1134"/>
        </w:trPr>
        <w:tc>
          <w:tcPr>
            <w:tcW w:w="1980" w:type="dxa"/>
          </w:tcPr>
          <w:p w14:paraId="747393D3" w14:textId="77777777" w:rsidR="006030F2" w:rsidRPr="00525DC9" w:rsidRDefault="006030F2" w:rsidP="00C91164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Nucleus</w:t>
            </w:r>
          </w:p>
        </w:tc>
        <w:tc>
          <w:tcPr>
            <w:tcW w:w="7087" w:type="dxa"/>
          </w:tcPr>
          <w:p w14:paraId="10FAF4D9" w14:textId="77777777" w:rsidR="00525DC9" w:rsidRPr="00525DC9" w:rsidRDefault="00525DC9" w:rsidP="00C91164">
            <w:pPr>
              <w:pStyle w:val="Body"/>
              <w:spacing w:line="240" w:lineRule="auto"/>
            </w:pPr>
          </w:p>
        </w:tc>
      </w:tr>
      <w:tr w:rsidR="006030F2" w14:paraId="4CE03ABA" w14:textId="77777777" w:rsidTr="00BD7293">
        <w:trPr>
          <w:trHeight w:val="1134"/>
        </w:trPr>
        <w:tc>
          <w:tcPr>
            <w:tcW w:w="1980" w:type="dxa"/>
          </w:tcPr>
          <w:p w14:paraId="5B33EFA4" w14:textId="77777777" w:rsidR="006030F2" w:rsidRPr="00525DC9" w:rsidRDefault="006030F2" w:rsidP="00C91164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Nucleolus</w:t>
            </w:r>
          </w:p>
        </w:tc>
        <w:tc>
          <w:tcPr>
            <w:tcW w:w="7087" w:type="dxa"/>
          </w:tcPr>
          <w:p w14:paraId="727D52D9" w14:textId="77777777" w:rsidR="00525DC9" w:rsidRPr="00525DC9" w:rsidRDefault="00525DC9" w:rsidP="00C91164">
            <w:pPr>
              <w:pStyle w:val="Body"/>
              <w:spacing w:line="240" w:lineRule="auto"/>
            </w:pPr>
          </w:p>
        </w:tc>
      </w:tr>
      <w:tr w:rsidR="006030F2" w14:paraId="26EFE7D4" w14:textId="77777777" w:rsidTr="00BD7293">
        <w:trPr>
          <w:trHeight w:val="1134"/>
        </w:trPr>
        <w:tc>
          <w:tcPr>
            <w:tcW w:w="1980" w:type="dxa"/>
          </w:tcPr>
          <w:p w14:paraId="5139E0FD" w14:textId="77777777" w:rsidR="00525DC9" w:rsidRPr="00525DC9" w:rsidRDefault="00525DC9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087" w:type="dxa"/>
          </w:tcPr>
          <w:p w14:paraId="34792792" w14:textId="77777777" w:rsidR="006030F2" w:rsidRPr="00525DC9" w:rsidRDefault="006030F2" w:rsidP="00C91164">
            <w:pPr>
              <w:pStyle w:val="Body"/>
              <w:spacing w:line="240" w:lineRule="auto"/>
            </w:pPr>
            <w:r w:rsidRPr="00525DC9">
              <w:t>Perform cellular respiration</w:t>
            </w:r>
          </w:p>
        </w:tc>
      </w:tr>
      <w:tr w:rsidR="00CB36B6" w14:paraId="5EA7A644" w14:textId="77777777" w:rsidTr="00BD7293">
        <w:trPr>
          <w:trHeight w:val="1134"/>
        </w:trPr>
        <w:tc>
          <w:tcPr>
            <w:tcW w:w="1980" w:type="dxa"/>
          </w:tcPr>
          <w:p w14:paraId="5C9D770C" w14:textId="77777777" w:rsidR="00CB36B6" w:rsidRDefault="00CB36B6" w:rsidP="00CB36B6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Vacuoles</w:t>
            </w:r>
          </w:p>
        </w:tc>
        <w:tc>
          <w:tcPr>
            <w:tcW w:w="7087" w:type="dxa"/>
          </w:tcPr>
          <w:p w14:paraId="1FECE8B2" w14:textId="77777777" w:rsidR="00CB36B6" w:rsidRPr="00525DC9" w:rsidRDefault="00CB36B6" w:rsidP="00CB36B6">
            <w:pPr>
              <w:pStyle w:val="Body"/>
              <w:spacing w:line="240" w:lineRule="auto"/>
            </w:pPr>
          </w:p>
        </w:tc>
      </w:tr>
      <w:tr w:rsidR="00CB36B6" w14:paraId="1E07CF3D" w14:textId="77777777" w:rsidTr="00BD7293">
        <w:trPr>
          <w:trHeight w:val="1134"/>
        </w:trPr>
        <w:tc>
          <w:tcPr>
            <w:tcW w:w="1980" w:type="dxa"/>
          </w:tcPr>
          <w:p w14:paraId="60A261FB" w14:textId="77777777" w:rsidR="00CB36B6" w:rsidRDefault="00CB36B6" w:rsidP="00CB36B6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Ribosomes</w:t>
            </w:r>
          </w:p>
        </w:tc>
        <w:tc>
          <w:tcPr>
            <w:tcW w:w="7087" w:type="dxa"/>
          </w:tcPr>
          <w:p w14:paraId="5095CDDF" w14:textId="77777777" w:rsidR="00CB36B6" w:rsidRPr="00525DC9" w:rsidRDefault="00CB36B6" w:rsidP="00CB36B6">
            <w:pPr>
              <w:pStyle w:val="Body"/>
              <w:spacing w:line="240" w:lineRule="auto"/>
            </w:pPr>
          </w:p>
        </w:tc>
      </w:tr>
      <w:tr w:rsidR="00CB36B6" w14:paraId="287CEFE7" w14:textId="77777777" w:rsidTr="00BD7293">
        <w:trPr>
          <w:trHeight w:val="1134"/>
        </w:trPr>
        <w:tc>
          <w:tcPr>
            <w:tcW w:w="1980" w:type="dxa"/>
          </w:tcPr>
          <w:p w14:paraId="2CA607DD" w14:textId="77777777" w:rsidR="00CB36B6" w:rsidRDefault="00CB36B6" w:rsidP="00CB36B6">
            <w:pPr>
              <w:pStyle w:val="Body"/>
              <w:spacing w:line="240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Lysosomes</w:t>
            </w:r>
          </w:p>
        </w:tc>
        <w:tc>
          <w:tcPr>
            <w:tcW w:w="7087" w:type="dxa"/>
          </w:tcPr>
          <w:p w14:paraId="788885AB" w14:textId="77777777" w:rsidR="00CB36B6" w:rsidRPr="00525DC9" w:rsidRDefault="00CB36B6" w:rsidP="00CB36B6">
            <w:pPr>
              <w:pStyle w:val="Body"/>
              <w:spacing w:line="240" w:lineRule="auto"/>
            </w:pPr>
          </w:p>
        </w:tc>
      </w:tr>
      <w:tr w:rsidR="006030F2" w14:paraId="49E5D65E" w14:textId="77777777" w:rsidTr="00BD7293">
        <w:trPr>
          <w:trHeight w:val="1134"/>
        </w:trPr>
        <w:tc>
          <w:tcPr>
            <w:tcW w:w="1980" w:type="dxa"/>
          </w:tcPr>
          <w:p w14:paraId="5C0C3148" w14:textId="77777777" w:rsidR="006030F2" w:rsidRPr="00525DC9" w:rsidRDefault="006030F2" w:rsidP="00C91164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Golgi complex</w:t>
            </w:r>
          </w:p>
        </w:tc>
        <w:tc>
          <w:tcPr>
            <w:tcW w:w="7087" w:type="dxa"/>
          </w:tcPr>
          <w:p w14:paraId="5ACB721E" w14:textId="77777777" w:rsidR="00525DC9" w:rsidRPr="00525DC9" w:rsidRDefault="00525DC9" w:rsidP="00C91164">
            <w:pPr>
              <w:pStyle w:val="Body"/>
              <w:spacing w:line="240" w:lineRule="auto"/>
            </w:pPr>
          </w:p>
        </w:tc>
      </w:tr>
      <w:tr w:rsidR="006030F2" w14:paraId="05AEC66C" w14:textId="77777777" w:rsidTr="00BD7293">
        <w:trPr>
          <w:trHeight w:val="1134"/>
        </w:trPr>
        <w:tc>
          <w:tcPr>
            <w:tcW w:w="1980" w:type="dxa"/>
          </w:tcPr>
          <w:p w14:paraId="115DBC74" w14:textId="77777777" w:rsidR="00CB36B6" w:rsidRPr="00525DC9" w:rsidRDefault="00CB36B6" w:rsidP="00BD7293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087" w:type="dxa"/>
          </w:tcPr>
          <w:p w14:paraId="54135B9F" w14:textId="77777777" w:rsidR="006030F2" w:rsidRPr="00525DC9" w:rsidRDefault="006030F2" w:rsidP="00C91164">
            <w:pPr>
              <w:pStyle w:val="Body"/>
              <w:spacing w:line="240" w:lineRule="auto"/>
            </w:pPr>
            <w:r w:rsidRPr="00525DC9">
              <w:t>Protect and contain cell</w:t>
            </w:r>
          </w:p>
        </w:tc>
      </w:tr>
      <w:tr w:rsidR="006030F2" w14:paraId="50EA452B" w14:textId="77777777" w:rsidTr="00BD7293">
        <w:trPr>
          <w:trHeight w:val="1134"/>
        </w:trPr>
        <w:tc>
          <w:tcPr>
            <w:tcW w:w="1980" w:type="dxa"/>
          </w:tcPr>
          <w:p w14:paraId="1CFEC0AE" w14:textId="77777777" w:rsidR="006030F2" w:rsidRPr="00525DC9" w:rsidRDefault="006030F2" w:rsidP="00C91164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Cell wall</w:t>
            </w:r>
          </w:p>
        </w:tc>
        <w:tc>
          <w:tcPr>
            <w:tcW w:w="7087" w:type="dxa"/>
          </w:tcPr>
          <w:p w14:paraId="74328376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</w:tr>
      <w:tr w:rsidR="006030F2" w14:paraId="51075169" w14:textId="77777777" w:rsidTr="00BD7293">
        <w:trPr>
          <w:trHeight w:val="1134"/>
        </w:trPr>
        <w:tc>
          <w:tcPr>
            <w:tcW w:w="1980" w:type="dxa"/>
          </w:tcPr>
          <w:p w14:paraId="466C73D6" w14:textId="77777777" w:rsidR="00525DC9" w:rsidRPr="00525DC9" w:rsidRDefault="00525DC9" w:rsidP="00C91164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087" w:type="dxa"/>
          </w:tcPr>
          <w:p w14:paraId="49A4C430" w14:textId="77777777" w:rsidR="006030F2" w:rsidRPr="00525DC9" w:rsidRDefault="007F1F59" w:rsidP="00C91164">
            <w:pPr>
              <w:pStyle w:val="Body"/>
              <w:spacing w:line="240" w:lineRule="auto"/>
            </w:pPr>
            <w:r w:rsidRPr="00525DC9">
              <w:t>Manufacturing and packaging system</w:t>
            </w:r>
          </w:p>
        </w:tc>
      </w:tr>
      <w:tr w:rsidR="006030F2" w14:paraId="2E69C10F" w14:textId="77777777" w:rsidTr="00BD7293">
        <w:trPr>
          <w:trHeight w:val="1134"/>
        </w:trPr>
        <w:tc>
          <w:tcPr>
            <w:tcW w:w="1980" w:type="dxa"/>
          </w:tcPr>
          <w:p w14:paraId="20CAF92C" w14:textId="77777777" w:rsidR="00525DC9" w:rsidRPr="00525DC9" w:rsidRDefault="00525DC9" w:rsidP="00C91164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087" w:type="dxa"/>
          </w:tcPr>
          <w:p w14:paraId="25C5C02A" w14:textId="77777777" w:rsidR="006030F2" w:rsidRPr="00525DC9" w:rsidRDefault="007F1F59" w:rsidP="00C91164">
            <w:pPr>
              <w:pStyle w:val="Body"/>
              <w:spacing w:line="240" w:lineRule="auto"/>
            </w:pPr>
            <w:r w:rsidRPr="00525DC9">
              <w:t>Convert light energy into sugars</w:t>
            </w:r>
          </w:p>
        </w:tc>
      </w:tr>
      <w:tr w:rsidR="006030F2" w14:paraId="46728B8F" w14:textId="77777777" w:rsidTr="00BD7293">
        <w:trPr>
          <w:trHeight w:val="1134"/>
        </w:trPr>
        <w:tc>
          <w:tcPr>
            <w:tcW w:w="1980" w:type="dxa"/>
          </w:tcPr>
          <w:p w14:paraId="2A201FF6" w14:textId="77777777" w:rsidR="006030F2" w:rsidRPr="00525DC9" w:rsidRDefault="006030F2" w:rsidP="00C91164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525DC9">
              <w:rPr>
                <w:sz w:val="22"/>
                <w:szCs w:val="22"/>
              </w:rPr>
              <w:t>Centrioles</w:t>
            </w:r>
          </w:p>
        </w:tc>
        <w:tc>
          <w:tcPr>
            <w:tcW w:w="7087" w:type="dxa"/>
          </w:tcPr>
          <w:p w14:paraId="2D76ED18" w14:textId="77777777" w:rsidR="00525DC9" w:rsidRPr="00525DC9" w:rsidRDefault="00525DC9" w:rsidP="00BD7293">
            <w:pPr>
              <w:pStyle w:val="Body"/>
              <w:spacing w:line="240" w:lineRule="auto"/>
            </w:pPr>
          </w:p>
        </w:tc>
      </w:tr>
    </w:tbl>
    <w:p w14:paraId="3360BE9F" w14:textId="77777777" w:rsidR="00525DC9" w:rsidRDefault="00525DC9" w:rsidP="00525DC9">
      <w:r>
        <w:br w:type="page"/>
      </w:r>
    </w:p>
    <w:p w14:paraId="217DB327" w14:textId="77777777" w:rsidR="003442A2" w:rsidRDefault="003442A2" w:rsidP="00E651AC">
      <w:pPr>
        <w:pStyle w:val="ListParagraph"/>
        <w:numPr>
          <w:ilvl w:val="0"/>
          <w:numId w:val="11"/>
        </w:numPr>
        <w:spacing w:line="240" w:lineRule="auto"/>
        <w:contextualSpacing w:val="0"/>
      </w:pPr>
      <w:r>
        <w:lastRenderedPageBreak/>
        <w:t>Complete the following table by describing th</w:t>
      </w:r>
      <w:r w:rsidR="00BD7293">
        <w:t>re</w:t>
      </w:r>
      <w:r>
        <w:t>e function</w:t>
      </w:r>
      <w:r w:rsidR="00BD7293">
        <w:t>s</w:t>
      </w:r>
      <w:r>
        <w:t xml:space="preserve"> of each of the chemical compounds listed below</w:t>
      </w:r>
      <w:r w:rsidR="00BD7293">
        <w:t xml:space="preserve"> (6 to 15 words per cell)</w:t>
      </w:r>
      <w:r>
        <w:t>.</w:t>
      </w:r>
    </w:p>
    <w:p w14:paraId="6E4EAD64" w14:textId="77777777" w:rsidR="003442A2" w:rsidRDefault="003442A2" w:rsidP="00C91164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0AE0">
        <w:rPr>
          <w:noProof/>
        </w:rPr>
        <w:t>23</w:t>
      </w:r>
      <w:r>
        <w:rPr>
          <w:noProof/>
        </w:rPr>
        <w:fldChar w:fldCharType="end"/>
      </w:r>
      <w:r>
        <w:t xml:space="preserve"> </w:t>
      </w:r>
      <w:r w:rsidR="00EF3025">
        <w:t>Complete the table</w:t>
      </w:r>
    </w:p>
    <w:tbl>
      <w:tblPr>
        <w:tblStyle w:val="TableGrid"/>
        <w:tblW w:w="9067" w:type="dxa"/>
        <w:tblLook w:val="04A0" w:firstRow="1" w:lastRow="0" w:firstColumn="1" w:lastColumn="0" w:noHBand="0" w:noVBand="1"/>
        <w:tblDescription w:val="True or false"/>
      </w:tblPr>
      <w:tblGrid>
        <w:gridCol w:w="1980"/>
        <w:gridCol w:w="7087"/>
      </w:tblGrid>
      <w:tr w:rsidR="003442A2" w14:paraId="13B4B916" w14:textId="77777777" w:rsidTr="00611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</w:tcPr>
          <w:p w14:paraId="5B5EC771" w14:textId="77777777" w:rsidR="003442A2" w:rsidRDefault="003442A2" w:rsidP="00C91164">
            <w:pPr>
              <w:pStyle w:val="Body"/>
              <w:spacing w:line="240" w:lineRule="auto"/>
            </w:pPr>
            <w:r>
              <w:t>Chemical compound</w:t>
            </w:r>
          </w:p>
        </w:tc>
        <w:tc>
          <w:tcPr>
            <w:tcW w:w="7087" w:type="dxa"/>
          </w:tcPr>
          <w:p w14:paraId="5E162C77" w14:textId="77777777" w:rsidR="003442A2" w:rsidRDefault="003442A2" w:rsidP="00C91164">
            <w:pPr>
              <w:pStyle w:val="Body"/>
              <w:spacing w:line="240" w:lineRule="auto"/>
            </w:pPr>
            <w:r>
              <w:t>Function</w:t>
            </w:r>
          </w:p>
        </w:tc>
      </w:tr>
      <w:tr w:rsidR="00243051" w14:paraId="1EEF38DF" w14:textId="77777777" w:rsidTr="00BD7293">
        <w:trPr>
          <w:trHeight w:val="1701"/>
        </w:trPr>
        <w:tc>
          <w:tcPr>
            <w:tcW w:w="1980" w:type="dxa"/>
          </w:tcPr>
          <w:p w14:paraId="172D2B08" w14:textId="77777777" w:rsidR="00243051" w:rsidRPr="003442A2" w:rsidRDefault="00243051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Carbohydrates</w:t>
            </w:r>
          </w:p>
        </w:tc>
        <w:tc>
          <w:tcPr>
            <w:tcW w:w="7087" w:type="dxa"/>
          </w:tcPr>
          <w:p w14:paraId="3AD88190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243051" w14:paraId="03F8B9E4" w14:textId="77777777" w:rsidTr="00BD7293">
        <w:trPr>
          <w:trHeight w:val="1701"/>
        </w:trPr>
        <w:tc>
          <w:tcPr>
            <w:tcW w:w="1980" w:type="dxa"/>
          </w:tcPr>
          <w:p w14:paraId="5A658865" w14:textId="77777777" w:rsidR="00243051" w:rsidRPr="003442A2" w:rsidRDefault="00243051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Fats</w:t>
            </w:r>
          </w:p>
        </w:tc>
        <w:tc>
          <w:tcPr>
            <w:tcW w:w="7087" w:type="dxa"/>
          </w:tcPr>
          <w:p w14:paraId="042E6C2D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243051" w14:paraId="6DBCE984" w14:textId="77777777" w:rsidTr="00BD7293">
        <w:trPr>
          <w:trHeight w:val="1701"/>
        </w:trPr>
        <w:tc>
          <w:tcPr>
            <w:tcW w:w="1980" w:type="dxa"/>
          </w:tcPr>
          <w:p w14:paraId="78001480" w14:textId="77777777" w:rsidR="00243051" w:rsidRPr="003442A2" w:rsidRDefault="00243051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Amino acids</w:t>
            </w:r>
          </w:p>
        </w:tc>
        <w:tc>
          <w:tcPr>
            <w:tcW w:w="7087" w:type="dxa"/>
          </w:tcPr>
          <w:p w14:paraId="361F66F1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</w:tbl>
    <w:p w14:paraId="03574F1D" w14:textId="77777777" w:rsidR="00525DC9" w:rsidRDefault="00525DC9" w:rsidP="00525DC9">
      <w:r>
        <w:br w:type="page"/>
      </w:r>
    </w:p>
    <w:p w14:paraId="4782BD36" w14:textId="77777777" w:rsidR="00243051" w:rsidRDefault="00243051" w:rsidP="00E651AC">
      <w:pPr>
        <w:pStyle w:val="ListParagraph"/>
        <w:numPr>
          <w:ilvl w:val="0"/>
          <w:numId w:val="11"/>
        </w:numPr>
        <w:spacing w:line="240" w:lineRule="auto"/>
        <w:contextualSpacing w:val="0"/>
      </w:pPr>
      <w:r>
        <w:lastRenderedPageBreak/>
        <w:t>Complete the following table by describing the</w:t>
      </w:r>
      <w:r w:rsidR="00C21864">
        <w:t xml:space="preserve"> significant</w:t>
      </w:r>
      <w:r>
        <w:t xml:space="preserve"> function</w:t>
      </w:r>
      <w:r w:rsidR="00C21864">
        <w:t>s</w:t>
      </w:r>
      <w:r>
        <w:t xml:space="preserve"> of each of the biological molecules listed below</w:t>
      </w:r>
      <w:r w:rsidR="00BD7293">
        <w:t xml:space="preserve"> (5 to 15 words per cell)</w:t>
      </w:r>
      <w:r>
        <w:t>.</w:t>
      </w:r>
    </w:p>
    <w:p w14:paraId="7DA1AADD" w14:textId="77777777" w:rsidR="00243051" w:rsidRDefault="00243051" w:rsidP="00243051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0AE0">
        <w:rPr>
          <w:noProof/>
        </w:rPr>
        <w:t>24</w:t>
      </w:r>
      <w:r>
        <w:rPr>
          <w:noProof/>
        </w:rPr>
        <w:fldChar w:fldCharType="end"/>
      </w:r>
      <w:r>
        <w:t xml:space="preserve"> </w:t>
      </w:r>
      <w:r w:rsidR="00EF3025">
        <w:t>Complete the table</w:t>
      </w:r>
    </w:p>
    <w:tbl>
      <w:tblPr>
        <w:tblStyle w:val="TableGrid"/>
        <w:tblW w:w="9067" w:type="dxa"/>
        <w:tblLook w:val="04A0" w:firstRow="1" w:lastRow="0" w:firstColumn="1" w:lastColumn="0" w:noHBand="0" w:noVBand="1"/>
        <w:tblDescription w:val="True or false"/>
      </w:tblPr>
      <w:tblGrid>
        <w:gridCol w:w="1980"/>
        <w:gridCol w:w="7087"/>
      </w:tblGrid>
      <w:tr w:rsidR="00243051" w14:paraId="27BB242A" w14:textId="77777777" w:rsidTr="00611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</w:tcPr>
          <w:p w14:paraId="3E24CFDB" w14:textId="77777777" w:rsidR="00243051" w:rsidRDefault="00243051" w:rsidP="00611197">
            <w:pPr>
              <w:pStyle w:val="Body"/>
              <w:spacing w:line="240" w:lineRule="auto"/>
            </w:pPr>
            <w:r>
              <w:t>Biological molecule</w:t>
            </w:r>
          </w:p>
        </w:tc>
        <w:tc>
          <w:tcPr>
            <w:tcW w:w="7087" w:type="dxa"/>
          </w:tcPr>
          <w:p w14:paraId="2546C9DF" w14:textId="77777777" w:rsidR="00243051" w:rsidRDefault="00243051" w:rsidP="00611197">
            <w:pPr>
              <w:pStyle w:val="Body"/>
              <w:spacing w:line="240" w:lineRule="auto"/>
            </w:pPr>
            <w:r>
              <w:t>Function</w:t>
            </w:r>
          </w:p>
        </w:tc>
      </w:tr>
      <w:tr w:rsidR="00243051" w14:paraId="0A4466DF" w14:textId="77777777" w:rsidTr="00BD7293">
        <w:trPr>
          <w:trHeight w:val="1701"/>
        </w:trPr>
        <w:tc>
          <w:tcPr>
            <w:tcW w:w="1980" w:type="dxa"/>
          </w:tcPr>
          <w:p w14:paraId="516722EB" w14:textId="77777777" w:rsidR="00243051" w:rsidRPr="003442A2" w:rsidRDefault="00243051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Chromosomes</w:t>
            </w:r>
          </w:p>
        </w:tc>
        <w:tc>
          <w:tcPr>
            <w:tcW w:w="7087" w:type="dxa"/>
          </w:tcPr>
          <w:p w14:paraId="7CB36C08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243051" w14:paraId="67E13ABB" w14:textId="77777777" w:rsidTr="00BD7293">
        <w:trPr>
          <w:trHeight w:val="1701"/>
        </w:trPr>
        <w:tc>
          <w:tcPr>
            <w:tcW w:w="1980" w:type="dxa"/>
          </w:tcPr>
          <w:p w14:paraId="7D2B2524" w14:textId="77777777" w:rsidR="00243051" w:rsidRPr="003442A2" w:rsidRDefault="00243051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Nucleic acids</w:t>
            </w:r>
          </w:p>
        </w:tc>
        <w:tc>
          <w:tcPr>
            <w:tcW w:w="7087" w:type="dxa"/>
          </w:tcPr>
          <w:p w14:paraId="7B3CD5C1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243051" w14:paraId="2416BDCA" w14:textId="77777777" w:rsidTr="00BD7293">
        <w:trPr>
          <w:trHeight w:val="1701"/>
        </w:trPr>
        <w:tc>
          <w:tcPr>
            <w:tcW w:w="1980" w:type="dxa"/>
          </w:tcPr>
          <w:p w14:paraId="46970E3F" w14:textId="77777777" w:rsidR="00243051" w:rsidRPr="003442A2" w:rsidRDefault="00243051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Proteins</w:t>
            </w:r>
          </w:p>
        </w:tc>
        <w:tc>
          <w:tcPr>
            <w:tcW w:w="7087" w:type="dxa"/>
          </w:tcPr>
          <w:p w14:paraId="2C0A5976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</w:tbl>
    <w:p w14:paraId="177BB185" w14:textId="77777777" w:rsidR="00243051" w:rsidRDefault="00243051" w:rsidP="00243051">
      <w:pPr>
        <w:spacing w:line="240" w:lineRule="auto"/>
      </w:pPr>
    </w:p>
    <w:p w14:paraId="7F560B90" w14:textId="77777777" w:rsidR="00F961D0" w:rsidRDefault="00F961D0" w:rsidP="00E651AC">
      <w:pPr>
        <w:pStyle w:val="ListParagraph"/>
        <w:numPr>
          <w:ilvl w:val="0"/>
          <w:numId w:val="11"/>
        </w:numPr>
        <w:spacing w:line="240" w:lineRule="auto"/>
        <w:contextualSpacing w:val="0"/>
      </w:pPr>
      <w:r>
        <w:t>Complete the following table by describing the</w:t>
      </w:r>
      <w:r w:rsidR="00C21864">
        <w:t xml:space="preserve"> significant</w:t>
      </w:r>
      <w:r>
        <w:t xml:space="preserve"> </w:t>
      </w:r>
      <w:r w:rsidR="00877B78">
        <w:t>role</w:t>
      </w:r>
      <w:r w:rsidR="00C21864">
        <w:t>s</w:t>
      </w:r>
      <w:r>
        <w:t xml:space="preserve"> of each of the biological</w:t>
      </w:r>
      <w:r w:rsidR="00C21864">
        <w:t xml:space="preserve"> </w:t>
      </w:r>
      <w:r>
        <w:t>listed below</w:t>
      </w:r>
      <w:r w:rsidR="00BD7293">
        <w:t xml:space="preserve"> (10 to 25 words per cell)</w:t>
      </w:r>
    </w:p>
    <w:p w14:paraId="230681C2" w14:textId="77777777" w:rsidR="00F961D0" w:rsidRDefault="00F961D0" w:rsidP="00F961D0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0AE0">
        <w:rPr>
          <w:noProof/>
        </w:rPr>
        <w:t>25</w:t>
      </w:r>
      <w:r>
        <w:rPr>
          <w:noProof/>
        </w:rPr>
        <w:fldChar w:fldCharType="end"/>
      </w:r>
      <w:r>
        <w:t xml:space="preserve"> </w:t>
      </w:r>
      <w:r w:rsidR="00EF3025">
        <w:t>Complete the table</w:t>
      </w:r>
    </w:p>
    <w:tbl>
      <w:tblPr>
        <w:tblStyle w:val="TableGrid"/>
        <w:tblW w:w="9067" w:type="dxa"/>
        <w:tblLook w:val="04A0" w:firstRow="1" w:lastRow="0" w:firstColumn="1" w:lastColumn="0" w:noHBand="0" w:noVBand="1"/>
        <w:tblDescription w:val="True or false"/>
      </w:tblPr>
      <w:tblGrid>
        <w:gridCol w:w="1980"/>
        <w:gridCol w:w="7087"/>
      </w:tblGrid>
      <w:tr w:rsidR="00F961D0" w14:paraId="3D3FD0E8" w14:textId="77777777" w:rsidTr="00611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</w:tcPr>
          <w:p w14:paraId="4BACBF6D" w14:textId="77777777" w:rsidR="00F961D0" w:rsidRDefault="00F961D0" w:rsidP="00F961D0">
            <w:pPr>
              <w:pStyle w:val="Body"/>
              <w:spacing w:line="240" w:lineRule="auto"/>
            </w:pPr>
            <w:r>
              <w:t>Biologically significant ion</w:t>
            </w:r>
          </w:p>
        </w:tc>
        <w:tc>
          <w:tcPr>
            <w:tcW w:w="7087" w:type="dxa"/>
          </w:tcPr>
          <w:p w14:paraId="3D388B2B" w14:textId="77777777" w:rsidR="00F961D0" w:rsidRDefault="00877B78" w:rsidP="00611197">
            <w:pPr>
              <w:pStyle w:val="Body"/>
              <w:spacing w:line="240" w:lineRule="auto"/>
            </w:pPr>
            <w:r>
              <w:t>Role</w:t>
            </w:r>
          </w:p>
        </w:tc>
      </w:tr>
      <w:tr w:rsidR="00F961D0" w14:paraId="617D5157" w14:textId="77777777" w:rsidTr="00BD7293">
        <w:trPr>
          <w:trHeight w:val="1701"/>
        </w:trPr>
        <w:tc>
          <w:tcPr>
            <w:tcW w:w="1980" w:type="dxa"/>
          </w:tcPr>
          <w:p w14:paraId="543E176B" w14:textId="77777777" w:rsidR="00F961D0" w:rsidRPr="003442A2" w:rsidRDefault="00877B78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Calcium</w:t>
            </w:r>
          </w:p>
        </w:tc>
        <w:tc>
          <w:tcPr>
            <w:tcW w:w="7087" w:type="dxa"/>
          </w:tcPr>
          <w:p w14:paraId="6D15341E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F961D0" w14:paraId="68610ED5" w14:textId="77777777" w:rsidTr="00BD7293">
        <w:trPr>
          <w:trHeight w:val="1701"/>
        </w:trPr>
        <w:tc>
          <w:tcPr>
            <w:tcW w:w="1980" w:type="dxa"/>
          </w:tcPr>
          <w:p w14:paraId="1FA66CEB" w14:textId="77777777" w:rsidR="00F961D0" w:rsidRPr="003442A2" w:rsidRDefault="00877B78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Sodium</w:t>
            </w:r>
          </w:p>
        </w:tc>
        <w:tc>
          <w:tcPr>
            <w:tcW w:w="7087" w:type="dxa"/>
          </w:tcPr>
          <w:p w14:paraId="4EAD45F1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DF7745" w14:paraId="64AF7710" w14:textId="77777777" w:rsidTr="00BD7293">
        <w:trPr>
          <w:trHeight w:val="1701"/>
        </w:trPr>
        <w:tc>
          <w:tcPr>
            <w:tcW w:w="1980" w:type="dxa"/>
          </w:tcPr>
          <w:p w14:paraId="6E82EAE0" w14:textId="77777777" w:rsidR="00DF7745" w:rsidRPr="003442A2" w:rsidRDefault="00DF7745" w:rsidP="00DF7745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Potassium</w:t>
            </w:r>
          </w:p>
        </w:tc>
        <w:tc>
          <w:tcPr>
            <w:tcW w:w="7087" w:type="dxa"/>
          </w:tcPr>
          <w:p w14:paraId="2F7989FD" w14:textId="77777777" w:rsidR="00525DC9" w:rsidRPr="00525DC9" w:rsidRDefault="00525DC9" w:rsidP="00DF7745">
            <w:pPr>
              <w:pStyle w:val="Body"/>
              <w:spacing w:line="240" w:lineRule="auto"/>
            </w:pPr>
          </w:p>
        </w:tc>
      </w:tr>
      <w:tr w:rsidR="00877B78" w14:paraId="1C56F780" w14:textId="77777777" w:rsidTr="00BD7293">
        <w:trPr>
          <w:trHeight w:val="1701"/>
        </w:trPr>
        <w:tc>
          <w:tcPr>
            <w:tcW w:w="1980" w:type="dxa"/>
          </w:tcPr>
          <w:p w14:paraId="3A779DF2" w14:textId="77777777" w:rsidR="00877B78" w:rsidRPr="003442A2" w:rsidRDefault="00877B78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Iron</w:t>
            </w:r>
          </w:p>
        </w:tc>
        <w:tc>
          <w:tcPr>
            <w:tcW w:w="7087" w:type="dxa"/>
          </w:tcPr>
          <w:p w14:paraId="19F30D6E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877B78" w14:paraId="34B23E8B" w14:textId="77777777" w:rsidTr="00BD7293">
        <w:trPr>
          <w:trHeight w:val="1701"/>
        </w:trPr>
        <w:tc>
          <w:tcPr>
            <w:tcW w:w="1980" w:type="dxa"/>
          </w:tcPr>
          <w:p w14:paraId="4F61A85D" w14:textId="77777777" w:rsidR="00877B78" w:rsidRPr="003442A2" w:rsidRDefault="00877B78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Magnesium</w:t>
            </w:r>
          </w:p>
        </w:tc>
        <w:tc>
          <w:tcPr>
            <w:tcW w:w="7087" w:type="dxa"/>
          </w:tcPr>
          <w:p w14:paraId="7084E0D5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877B78" w14:paraId="20EC041F" w14:textId="77777777" w:rsidTr="00BD7293">
        <w:trPr>
          <w:trHeight w:val="1701"/>
        </w:trPr>
        <w:tc>
          <w:tcPr>
            <w:tcW w:w="1980" w:type="dxa"/>
          </w:tcPr>
          <w:p w14:paraId="35163B61" w14:textId="77777777" w:rsidR="00877B78" w:rsidRPr="003442A2" w:rsidRDefault="00877B78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Phosphate</w:t>
            </w:r>
          </w:p>
        </w:tc>
        <w:tc>
          <w:tcPr>
            <w:tcW w:w="7087" w:type="dxa"/>
          </w:tcPr>
          <w:p w14:paraId="30F0CCC2" w14:textId="77777777" w:rsidR="00525DC9" w:rsidRPr="00525DC9" w:rsidRDefault="00525DC9" w:rsidP="00611197">
            <w:pPr>
              <w:pStyle w:val="Body"/>
              <w:spacing w:line="240" w:lineRule="auto"/>
            </w:pPr>
          </w:p>
        </w:tc>
      </w:tr>
      <w:tr w:rsidR="00BB38D4" w14:paraId="4F5A21D4" w14:textId="77777777" w:rsidTr="00BD7293">
        <w:trPr>
          <w:trHeight w:val="1701"/>
        </w:trPr>
        <w:tc>
          <w:tcPr>
            <w:tcW w:w="1980" w:type="dxa"/>
          </w:tcPr>
          <w:p w14:paraId="1966E458" w14:textId="77777777" w:rsidR="00BB38D4" w:rsidRDefault="00BB38D4" w:rsidP="00611197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Chloride</w:t>
            </w:r>
          </w:p>
        </w:tc>
        <w:tc>
          <w:tcPr>
            <w:tcW w:w="7087" w:type="dxa"/>
          </w:tcPr>
          <w:p w14:paraId="1B52B799" w14:textId="77777777" w:rsidR="00BB38D4" w:rsidRPr="00525DC9" w:rsidRDefault="00BB38D4" w:rsidP="00611197">
            <w:pPr>
              <w:pStyle w:val="Body"/>
              <w:spacing w:line="240" w:lineRule="auto"/>
            </w:pPr>
          </w:p>
        </w:tc>
      </w:tr>
    </w:tbl>
    <w:p w14:paraId="4FD0932A" w14:textId="77777777" w:rsidR="003442A2" w:rsidRDefault="003442A2" w:rsidP="00C91164">
      <w:pPr>
        <w:spacing w:line="240" w:lineRule="auto"/>
      </w:pPr>
      <w:r>
        <w:br w:type="page"/>
      </w:r>
    </w:p>
    <w:bookmarkEnd w:id="5"/>
    <w:p w14:paraId="0FAA813C" w14:textId="77777777" w:rsidR="009838D5" w:rsidRDefault="00A526FC" w:rsidP="009838D5">
      <w:pPr>
        <w:pStyle w:val="Heading2"/>
      </w:pPr>
      <w:r w:rsidRPr="000412B1">
        <w:lastRenderedPageBreak/>
        <w:t xml:space="preserve">Part </w:t>
      </w:r>
      <w:r w:rsidR="00E651AC">
        <w:t>4</w:t>
      </w:r>
      <w:r w:rsidRPr="000412B1">
        <w:t>: Assessment Feedback</w:t>
      </w:r>
    </w:p>
    <w:p w14:paraId="1B2C9F82" w14:textId="77777777" w:rsidR="009838D5" w:rsidRDefault="00A526FC" w:rsidP="009838D5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19F0075C" w14:textId="77777777" w:rsidR="009838D5" w:rsidRDefault="00A526FC" w:rsidP="009838D5">
      <w:pPr>
        <w:pStyle w:val="Heading3"/>
      </w:pPr>
      <w:r>
        <w:t>Assessment outcome</w:t>
      </w:r>
    </w:p>
    <w:p w14:paraId="285712B0" w14:textId="77777777" w:rsidR="009838D5" w:rsidRDefault="007D1ED3" w:rsidP="009838D5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Satisfactory</w:t>
      </w:r>
    </w:p>
    <w:p w14:paraId="2F74C19B" w14:textId="77777777" w:rsidR="009838D5" w:rsidRPr="00A7239E" w:rsidRDefault="007D1ED3" w:rsidP="009838D5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Unsatisfactory</w:t>
      </w:r>
    </w:p>
    <w:p w14:paraId="2D341EB7" w14:textId="77777777" w:rsidR="009838D5" w:rsidRDefault="00A526FC" w:rsidP="009838D5">
      <w:pPr>
        <w:pStyle w:val="Heading3"/>
      </w:pPr>
      <w:r>
        <w:t>Assessor Feedback</w:t>
      </w:r>
    </w:p>
    <w:p w14:paraId="438B304A" w14:textId="77777777" w:rsidR="009838D5" w:rsidRDefault="007D1ED3" w:rsidP="009838D5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Was the assessment event successfully completed?</w:t>
      </w:r>
    </w:p>
    <w:p w14:paraId="4DC8709B" w14:textId="77777777" w:rsidR="009838D5" w:rsidRDefault="007D1ED3" w:rsidP="009838D5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If no, was the resubmission/re-assessment successfully completed?</w:t>
      </w:r>
    </w:p>
    <w:p w14:paraId="1D94CF77" w14:textId="77777777" w:rsidR="009838D5" w:rsidRPr="00A7239E" w:rsidRDefault="007D1ED3" w:rsidP="009838D5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Was reasonable adjustment in place for this assessment event?</w:t>
      </w:r>
      <w:r w:rsidR="00A526FC">
        <w:br/>
      </w:r>
      <w:r w:rsidR="00A526FC">
        <w:rPr>
          <w:i/>
          <w:color w:val="A6A6A6" w:themeColor="background1" w:themeShade="A6"/>
        </w:rPr>
        <w:t>If yes, ensure it is detailed on the assessment document.</w:t>
      </w:r>
    </w:p>
    <w:p w14:paraId="70E7C3F2" w14:textId="77777777" w:rsidR="009838D5" w:rsidRDefault="00A526FC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06551234" w14:textId="77777777" w:rsidR="009838D5" w:rsidRPr="00A7239E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A80EF7" w14:textId="77777777" w:rsidR="009838D5" w:rsidRDefault="00A526FC" w:rsidP="009838D5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3252C471" w14:textId="77777777" w:rsidR="009838D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C46EB0F" w14:textId="77777777" w:rsidR="009838D5" w:rsidRPr="00A7239E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7B46748" w14:textId="77777777" w:rsidR="009838D5" w:rsidRDefault="00A526FC" w:rsidP="009838D5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1EEAFDEA" w14:textId="77777777" w:rsidR="009838D5" w:rsidRDefault="00A526FC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381BBBCC" w14:textId="77777777" w:rsidR="009838D5" w:rsidRPr="00A7239E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004705" w14:textId="77777777" w:rsidR="009838D5" w:rsidRDefault="00A526FC" w:rsidP="009838D5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4B15059" w14:textId="77777777" w:rsidR="009838D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16455C0" w14:textId="77777777" w:rsidR="009838D5" w:rsidRPr="00A7239E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3A847D" w14:textId="77777777" w:rsidR="009838D5" w:rsidRPr="000D179A" w:rsidRDefault="00A526FC" w:rsidP="009838D5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0CF96BCE" w14:textId="77777777" w:rsidR="009838D5" w:rsidRPr="00593196" w:rsidRDefault="009838D5" w:rsidP="009838D5">
      <w:pPr>
        <w:pStyle w:val="Heading3"/>
      </w:pPr>
    </w:p>
    <w:sectPr w:rsidR="009838D5" w:rsidRPr="00593196" w:rsidSect="009838D5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FCA2A" w14:textId="77777777" w:rsidR="00842656" w:rsidRDefault="00842656">
      <w:pPr>
        <w:spacing w:before="0" w:after="0" w:line="240" w:lineRule="auto"/>
      </w:pPr>
      <w:r>
        <w:separator/>
      </w:r>
    </w:p>
  </w:endnote>
  <w:endnote w:type="continuationSeparator" w:id="0">
    <w:p w14:paraId="395B7BEF" w14:textId="77777777" w:rsidR="00842656" w:rsidRDefault="0084265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BF471" w14:textId="77777777" w:rsidR="00BD7293" w:rsidRPr="004820C4" w:rsidRDefault="00BD7293" w:rsidP="009838D5">
    <w:pPr>
      <w:pStyle w:val="Footer-DocumentTitleLeft"/>
    </w:pPr>
  </w:p>
  <w:p w14:paraId="659D6745" w14:textId="77777777" w:rsidR="00BD7293" w:rsidRDefault="00BD7293" w:rsidP="009838D5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628FA233" w14:textId="77777777" w:rsidR="00BD7293" w:rsidRPr="0006452B" w:rsidRDefault="00BD7293" w:rsidP="009838D5"/>
  <w:p w14:paraId="3B4E5A17" w14:textId="77777777" w:rsidR="00BD7293" w:rsidRDefault="00BD7293" w:rsidP="009838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AD829" w14:textId="77F0AC38" w:rsidR="00BD7293" w:rsidRDefault="00BD7293" w:rsidP="009838D5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457910">
      <w:rPr>
        <w:noProof/>
      </w:rPr>
      <w:t>MSL974021_AE_Kn_2of6</w:t>
    </w:r>
    <w:r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7D1ED3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7D1ED3">
      <w:rPr>
        <w:noProof/>
      </w:rPr>
      <w:t>25</w:t>
    </w:r>
    <w:r>
      <w:rPr>
        <w:noProof/>
      </w:rPr>
      <w:fldChar w:fldCharType="end"/>
    </w:r>
  </w:p>
  <w:p w14:paraId="3D139A1A" w14:textId="6310D7F5" w:rsidR="00BD7293" w:rsidRDefault="007D1ED3" w:rsidP="009838D5">
    <w:pPr>
      <w:pStyle w:val="Bodyfooter"/>
    </w:pPr>
    <w:r>
      <w:t>Resource ID: MRS_18_07_</w:t>
    </w:r>
    <w:r w:rsidR="00BD7293">
      <w:rPr>
        <w:noProof/>
      </w:rPr>
      <w:t>MSL974021_AE_Kn_2of6</w:t>
    </w:r>
    <w:r w:rsidR="00BD7293">
      <w:t xml:space="preserve">                                            </w:t>
    </w:r>
    <w:r w:rsidR="00BD7293" w:rsidRPr="00C04E0B">
      <w:t>STUDENT NAME:</w:t>
    </w:r>
    <w:r w:rsidR="00BD729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64CF8" w14:textId="77777777" w:rsidR="00BD7293" w:rsidRPr="008D467A" w:rsidRDefault="00BD7293" w:rsidP="009838D5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1238961" w14:textId="77777777" w:rsidR="00BD7293" w:rsidRPr="008948B1" w:rsidRDefault="00BD7293" w:rsidP="009838D5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B5A2C6D" w14:textId="77777777" w:rsidR="00BD7293" w:rsidRPr="00AA3155" w:rsidRDefault="00BD7293" w:rsidP="009838D5">
    <w:pPr>
      <w:pStyle w:val="Footer"/>
    </w:pPr>
  </w:p>
  <w:p w14:paraId="3D671170" w14:textId="77777777" w:rsidR="00BD7293" w:rsidRDefault="00BD7293" w:rsidP="009838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980BF" w14:textId="77777777" w:rsidR="00842656" w:rsidRDefault="00842656">
      <w:pPr>
        <w:spacing w:before="0" w:after="0" w:line="240" w:lineRule="auto"/>
      </w:pPr>
      <w:r>
        <w:separator/>
      </w:r>
    </w:p>
  </w:footnote>
  <w:footnote w:type="continuationSeparator" w:id="0">
    <w:p w14:paraId="1CBD0118" w14:textId="77777777" w:rsidR="00842656" w:rsidRDefault="0084265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50CDD" w14:textId="77777777" w:rsidR="00BD7293" w:rsidRDefault="00BD7293" w:rsidP="009838D5"/>
  <w:p w14:paraId="2FCB6CED" w14:textId="77777777" w:rsidR="00BD7293" w:rsidRDefault="00BD7293" w:rsidP="009838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5E38C" w14:textId="77777777" w:rsidR="00BD7293" w:rsidRDefault="00BD7293" w:rsidP="009838D5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CCEE0" w14:textId="77777777" w:rsidR="00BD7293" w:rsidRDefault="00BD7293" w:rsidP="009838D5">
    <w:pPr>
      <w:pStyle w:val="Header"/>
    </w:pPr>
  </w:p>
  <w:p w14:paraId="7DF94CF9" w14:textId="77777777" w:rsidR="00BD7293" w:rsidRDefault="00BD7293" w:rsidP="009838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2"/>
    <w:multiLevelType w:val="hybridMultilevel"/>
    <w:tmpl w:val="E5DE22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76615"/>
    <w:multiLevelType w:val="hybridMultilevel"/>
    <w:tmpl w:val="DAA441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E4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09D"/>
    <w:multiLevelType w:val="hybridMultilevel"/>
    <w:tmpl w:val="C7D6E560"/>
    <w:lvl w:ilvl="0" w:tplc="E510530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1E6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0837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EAC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0B0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6EA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2E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6E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2F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757FE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C642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615FA"/>
    <w:multiLevelType w:val="hybridMultilevel"/>
    <w:tmpl w:val="F2DA347E"/>
    <w:lvl w:ilvl="0" w:tplc="77E869B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F482C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A8D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789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00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0C0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00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AF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9CB4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20875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9" w15:restartNumberingAfterBreak="0">
    <w:nsid w:val="33AD3DEC"/>
    <w:multiLevelType w:val="hybridMultilevel"/>
    <w:tmpl w:val="37A0660C"/>
    <w:lvl w:ilvl="0" w:tplc="9CA2803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37E75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6BE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C229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CC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C88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607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6CAE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184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B46ED"/>
    <w:multiLevelType w:val="hybridMultilevel"/>
    <w:tmpl w:val="4F7A5714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05CD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40714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27DCB"/>
    <w:multiLevelType w:val="hybridMultilevel"/>
    <w:tmpl w:val="534035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C12EC"/>
    <w:multiLevelType w:val="hybridMultilevel"/>
    <w:tmpl w:val="B97A1B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3033B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E3503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C027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54F46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C4F02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B3FAE"/>
    <w:multiLevelType w:val="hybridMultilevel"/>
    <w:tmpl w:val="A89618B0"/>
    <w:lvl w:ilvl="0" w:tplc="A5CAA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B08878" w:tentative="1">
      <w:start w:val="1"/>
      <w:numFmt w:val="lowerLetter"/>
      <w:lvlText w:val="%2."/>
      <w:lvlJc w:val="left"/>
      <w:pPr>
        <w:ind w:left="1440" w:hanging="360"/>
      </w:pPr>
    </w:lvl>
    <w:lvl w:ilvl="2" w:tplc="C93C97AC" w:tentative="1">
      <w:start w:val="1"/>
      <w:numFmt w:val="lowerRoman"/>
      <w:lvlText w:val="%3."/>
      <w:lvlJc w:val="right"/>
      <w:pPr>
        <w:ind w:left="2160" w:hanging="180"/>
      </w:pPr>
    </w:lvl>
    <w:lvl w:ilvl="3" w:tplc="1E805B5A" w:tentative="1">
      <w:start w:val="1"/>
      <w:numFmt w:val="decimal"/>
      <w:lvlText w:val="%4."/>
      <w:lvlJc w:val="left"/>
      <w:pPr>
        <w:ind w:left="2880" w:hanging="360"/>
      </w:pPr>
    </w:lvl>
    <w:lvl w:ilvl="4" w:tplc="21CE5872" w:tentative="1">
      <w:start w:val="1"/>
      <w:numFmt w:val="lowerLetter"/>
      <w:lvlText w:val="%5."/>
      <w:lvlJc w:val="left"/>
      <w:pPr>
        <w:ind w:left="3600" w:hanging="360"/>
      </w:pPr>
    </w:lvl>
    <w:lvl w:ilvl="5" w:tplc="883252BE" w:tentative="1">
      <w:start w:val="1"/>
      <w:numFmt w:val="lowerRoman"/>
      <w:lvlText w:val="%6."/>
      <w:lvlJc w:val="right"/>
      <w:pPr>
        <w:ind w:left="4320" w:hanging="180"/>
      </w:pPr>
    </w:lvl>
    <w:lvl w:ilvl="6" w:tplc="A25C186C" w:tentative="1">
      <w:start w:val="1"/>
      <w:numFmt w:val="decimal"/>
      <w:lvlText w:val="%7."/>
      <w:lvlJc w:val="left"/>
      <w:pPr>
        <w:ind w:left="5040" w:hanging="360"/>
      </w:pPr>
    </w:lvl>
    <w:lvl w:ilvl="7" w:tplc="45321048" w:tentative="1">
      <w:start w:val="1"/>
      <w:numFmt w:val="lowerLetter"/>
      <w:lvlText w:val="%8."/>
      <w:lvlJc w:val="left"/>
      <w:pPr>
        <w:ind w:left="5760" w:hanging="360"/>
      </w:pPr>
    </w:lvl>
    <w:lvl w:ilvl="8" w:tplc="0B807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71F4A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06A11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C75B30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A1C89"/>
    <w:multiLevelType w:val="hybridMultilevel"/>
    <w:tmpl w:val="B3C408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561DD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E474D"/>
    <w:multiLevelType w:val="hybridMultilevel"/>
    <w:tmpl w:val="8CE0D5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F3809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21B9A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E14B6"/>
    <w:multiLevelType w:val="hybridMultilevel"/>
    <w:tmpl w:val="4232E460"/>
    <w:lvl w:ilvl="0" w:tplc="952C5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B4E252" w:tentative="1">
      <w:start w:val="1"/>
      <w:numFmt w:val="lowerLetter"/>
      <w:lvlText w:val="%2."/>
      <w:lvlJc w:val="left"/>
      <w:pPr>
        <w:ind w:left="1440" w:hanging="360"/>
      </w:pPr>
    </w:lvl>
    <w:lvl w:ilvl="2" w:tplc="FF32A7B8" w:tentative="1">
      <w:start w:val="1"/>
      <w:numFmt w:val="lowerRoman"/>
      <w:lvlText w:val="%3."/>
      <w:lvlJc w:val="right"/>
      <w:pPr>
        <w:ind w:left="2160" w:hanging="180"/>
      </w:pPr>
    </w:lvl>
    <w:lvl w:ilvl="3" w:tplc="CFBE683E" w:tentative="1">
      <w:start w:val="1"/>
      <w:numFmt w:val="decimal"/>
      <w:lvlText w:val="%4."/>
      <w:lvlJc w:val="left"/>
      <w:pPr>
        <w:ind w:left="2880" w:hanging="360"/>
      </w:pPr>
    </w:lvl>
    <w:lvl w:ilvl="4" w:tplc="A0E86E06" w:tentative="1">
      <w:start w:val="1"/>
      <w:numFmt w:val="lowerLetter"/>
      <w:lvlText w:val="%5."/>
      <w:lvlJc w:val="left"/>
      <w:pPr>
        <w:ind w:left="3600" w:hanging="360"/>
      </w:pPr>
    </w:lvl>
    <w:lvl w:ilvl="5" w:tplc="4A9A8940" w:tentative="1">
      <w:start w:val="1"/>
      <w:numFmt w:val="lowerRoman"/>
      <w:lvlText w:val="%6."/>
      <w:lvlJc w:val="right"/>
      <w:pPr>
        <w:ind w:left="4320" w:hanging="180"/>
      </w:pPr>
    </w:lvl>
    <w:lvl w:ilvl="6" w:tplc="F74CBBBA" w:tentative="1">
      <w:start w:val="1"/>
      <w:numFmt w:val="decimal"/>
      <w:lvlText w:val="%7."/>
      <w:lvlJc w:val="left"/>
      <w:pPr>
        <w:ind w:left="5040" w:hanging="360"/>
      </w:pPr>
    </w:lvl>
    <w:lvl w:ilvl="7" w:tplc="4E50CAE8" w:tentative="1">
      <w:start w:val="1"/>
      <w:numFmt w:val="lowerLetter"/>
      <w:lvlText w:val="%8."/>
      <w:lvlJc w:val="left"/>
      <w:pPr>
        <w:ind w:left="5760" w:hanging="360"/>
      </w:pPr>
    </w:lvl>
    <w:lvl w:ilvl="8" w:tplc="A1944E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17961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65D9F"/>
    <w:multiLevelType w:val="hybridMultilevel"/>
    <w:tmpl w:val="396C5C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9"/>
  </w:num>
  <w:num w:numId="5">
    <w:abstractNumId w:val="20"/>
  </w:num>
  <w:num w:numId="6">
    <w:abstractNumId w:val="1"/>
  </w:num>
  <w:num w:numId="7">
    <w:abstractNumId w:val="24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31"/>
  </w:num>
  <w:num w:numId="13">
    <w:abstractNumId w:val="26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8"/>
  </w:num>
  <w:num w:numId="18">
    <w:abstractNumId w:val="5"/>
  </w:num>
  <w:num w:numId="19">
    <w:abstractNumId w:val="16"/>
  </w:num>
  <w:num w:numId="20">
    <w:abstractNumId w:val="23"/>
  </w:num>
  <w:num w:numId="21">
    <w:abstractNumId w:val="2"/>
  </w:num>
  <w:num w:numId="22">
    <w:abstractNumId w:val="11"/>
  </w:num>
  <w:num w:numId="23">
    <w:abstractNumId w:val="17"/>
  </w:num>
  <w:num w:numId="24">
    <w:abstractNumId w:val="21"/>
  </w:num>
  <w:num w:numId="25">
    <w:abstractNumId w:val="4"/>
  </w:num>
  <w:num w:numId="26">
    <w:abstractNumId w:val="30"/>
  </w:num>
  <w:num w:numId="27">
    <w:abstractNumId w:val="19"/>
  </w:num>
  <w:num w:numId="28">
    <w:abstractNumId w:val="15"/>
  </w:num>
  <w:num w:numId="29">
    <w:abstractNumId w:val="22"/>
  </w:num>
  <w:num w:numId="30">
    <w:abstractNumId w:val="25"/>
  </w:num>
  <w:num w:numId="31">
    <w:abstractNumId w:val="27"/>
  </w:num>
  <w:num w:numId="32">
    <w:abstractNumId w:val="7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O0NDY3sjS3sDQwtTRR0lEKTi0uzszPAykwqgUAcqucYCwAAAA="/>
  </w:docVars>
  <w:rsids>
    <w:rsidRoot w:val="003933A4"/>
    <w:rsid w:val="00012F40"/>
    <w:rsid w:val="00033C71"/>
    <w:rsid w:val="000908DF"/>
    <w:rsid w:val="00092A33"/>
    <w:rsid w:val="000A7306"/>
    <w:rsid w:val="000D29CB"/>
    <w:rsid w:val="00110AE0"/>
    <w:rsid w:val="001721D4"/>
    <w:rsid w:val="001A6629"/>
    <w:rsid w:val="001F50B6"/>
    <w:rsid w:val="002055A5"/>
    <w:rsid w:val="00243051"/>
    <w:rsid w:val="00264949"/>
    <w:rsid w:val="00265819"/>
    <w:rsid w:val="002C2E4D"/>
    <w:rsid w:val="002E205E"/>
    <w:rsid w:val="003442A2"/>
    <w:rsid w:val="00345E96"/>
    <w:rsid w:val="00352707"/>
    <w:rsid w:val="003933A4"/>
    <w:rsid w:val="003B2D40"/>
    <w:rsid w:val="003E0938"/>
    <w:rsid w:val="003E3DC3"/>
    <w:rsid w:val="00415EA9"/>
    <w:rsid w:val="004238FE"/>
    <w:rsid w:val="00457910"/>
    <w:rsid w:val="004C79E1"/>
    <w:rsid w:val="005140BA"/>
    <w:rsid w:val="00517CB6"/>
    <w:rsid w:val="00523FE8"/>
    <w:rsid w:val="005258C5"/>
    <w:rsid w:val="00525DC9"/>
    <w:rsid w:val="00564E5A"/>
    <w:rsid w:val="00587D8C"/>
    <w:rsid w:val="005A4E27"/>
    <w:rsid w:val="005A624B"/>
    <w:rsid w:val="006030F2"/>
    <w:rsid w:val="00603A54"/>
    <w:rsid w:val="00603AD1"/>
    <w:rsid w:val="00611197"/>
    <w:rsid w:val="00616B86"/>
    <w:rsid w:val="00637EBD"/>
    <w:rsid w:val="00657CBE"/>
    <w:rsid w:val="006666E8"/>
    <w:rsid w:val="0068172C"/>
    <w:rsid w:val="00687516"/>
    <w:rsid w:val="006A5848"/>
    <w:rsid w:val="006B5BAA"/>
    <w:rsid w:val="006C7172"/>
    <w:rsid w:val="006E6A90"/>
    <w:rsid w:val="0074045B"/>
    <w:rsid w:val="007754C9"/>
    <w:rsid w:val="00795BF1"/>
    <w:rsid w:val="007A095F"/>
    <w:rsid w:val="007A2735"/>
    <w:rsid w:val="007D1ED3"/>
    <w:rsid w:val="007D2AA2"/>
    <w:rsid w:val="007D34B0"/>
    <w:rsid w:val="007E7A75"/>
    <w:rsid w:val="007F1F59"/>
    <w:rsid w:val="00842656"/>
    <w:rsid w:val="00874BB7"/>
    <w:rsid w:val="00877B78"/>
    <w:rsid w:val="008A0120"/>
    <w:rsid w:val="008B4467"/>
    <w:rsid w:val="008C2BD2"/>
    <w:rsid w:val="008C6F7A"/>
    <w:rsid w:val="008D0176"/>
    <w:rsid w:val="008D01EB"/>
    <w:rsid w:val="008E3334"/>
    <w:rsid w:val="00901E32"/>
    <w:rsid w:val="00911860"/>
    <w:rsid w:val="00933838"/>
    <w:rsid w:val="00974054"/>
    <w:rsid w:val="009838D5"/>
    <w:rsid w:val="009C7F17"/>
    <w:rsid w:val="009D4CEC"/>
    <w:rsid w:val="00A2201E"/>
    <w:rsid w:val="00A27988"/>
    <w:rsid w:val="00A42EE9"/>
    <w:rsid w:val="00A4695D"/>
    <w:rsid w:val="00A51B52"/>
    <w:rsid w:val="00A526FC"/>
    <w:rsid w:val="00A60DAF"/>
    <w:rsid w:val="00A83F05"/>
    <w:rsid w:val="00A92462"/>
    <w:rsid w:val="00AA1D7D"/>
    <w:rsid w:val="00AA3388"/>
    <w:rsid w:val="00AE2F29"/>
    <w:rsid w:val="00AF3957"/>
    <w:rsid w:val="00B07ED0"/>
    <w:rsid w:val="00B2336A"/>
    <w:rsid w:val="00B31CBD"/>
    <w:rsid w:val="00BB38D4"/>
    <w:rsid w:val="00BC221E"/>
    <w:rsid w:val="00BD7293"/>
    <w:rsid w:val="00BE7239"/>
    <w:rsid w:val="00BF0822"/>
    <w:rsid w:val="00C101B6"/>
    <w:rsid w:val="00C21864"/>
    <w:rsid w:val="00C441E0"/>
    <w:rsid w:val="00C91164"/>
    <w:rsid w:val="00C94CA0"/>
    <w:rsid w:val="00CB36B6"/>
    <w:rsid w:val="00D81E8D"/>
    <w:rsid w:val="00DB02F9"/>
    <w:rsid w:val="00DB1BF9"/>
    <w:rsid w:val="00DF7745"/>
    <w:rsid w:val="00DF7D2C"/>
    <w:rsid w:val="00E35593"/>
    <w:rsid w:val="00E44329"/>
    <w:rsid w:val="00E61B4A"/>
    <w:rsid w:val="00E651AC"/>
    <w:rsid w:val="00EF3025"/>
    <w:rsid w:val="00EF53DA"/>
    <w:rsid w:val="00F14497"/>
    <w:rsid w:val="00F212EA"/>
    <w:rsid w:val="00F961D0"/>
    <w:rsid w:val="00FE0B42"/>
    <w:rsid w:val="00FE35B1"/>
    <w:rsid w:val="00FE4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A469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customStyle="1" w:styleId="e24kjd">
    <w:name w:val="e24kjd"/>
    <w:basedOn w:val="DefaultParagraphFont"/>
    <w:rsid w:val="00FE4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6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E46BD-E832-4308-9B38-A8B2664AA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9489D7-22BC-462D-8464-FF309EE1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25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2019-06-24T02:34:00Z</dcterms:created>
  <dcterms:modified xsi:type="dcterms:W3CDTF">2019-11-27T04:57:00Z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