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282F6" w14:textId="77777777" w:rsidR="00F9700A" w:rsidRDefault="002E5CBB" w:rsidP="00F9700A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 assessment 2</w:t>
      </w:r>
    </w:p>
    <w:p w14:paraId="5246DBA0" w14:textId="77777777" w:rsidR="00F55F32" w:rsidRPr="00D62D4B" w:rsidRDefault="00F55F32" w:rsidP="00F55F32">
      <w:pPr>
        <w:rPr>
          <w:b/>
          <w:sz w:val="28"/>
          <w:lang w:eastAsia="en-AU"/>
        </w:rPr>
      </w:pPr>
      <w:r w:rsidRPr="00D62D4B">
        <w:rPr>
          <w:b/>
          <w:sz w:val="28"/>
          <w:lang w:eastAsia="en-AU"/>
        </w:rPr>
        <w:t>Assessment event 2 of 6</w:t>
      </w:r>
    </w:p>
    <w:p w14:paraId="0364752D" w14:textId="77777777" w:rsidR="00F9700A" w:rsidRPr="00EF52B6" w:rsidRDefault="00A2219B" w:rsidP="00F9700A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3FEFEFFA" w14:textId="77777777" w:rsidR="00F9700A" w:rsidRPr="00A56627" w:rsidRDefault="00A2219B" w:rsidP="00F9700A">
      <w:pPr>
        <w:pStyle w:val="Heading2"/>
      </w:pPr>
      <w:r w:rsidRPr="00A56627">
        <w:t>Criteria</w:t>
      </w:r>
    </w:p>
    <w:p w14:paraId="72D61F3C" w14:textId="77777777" w:rsidR="00F9700A" w:rsidRDefault="00A2219B" w:rsidP="00F9700A">
      <w:pPr>
        <w:pStyle w:val="Heading3"/>
      </w:pPr>
      <w:r w:rsidRPr="007A6B4A">
        <w:t>Unit code, name and release number</w:t>
      </w:r>
    </w:p>
    <w:p w14:paraId="1B7943B3" w14:textId="77777777" w:rsidR="00F9700A" w:rsidRPr="00D83795" w:rsidRDefault="00A2219B" w:rsidP="00F9700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MSL974021 - Perform biological procedures (1)</w:t>
      </w:r>
      <w:bookmarkEnd w:id="1"/>
    </w:p>
    <w:p w14:paraId="1626EA18" w14:textId="77777777" w:rsidR="00F9700A" w:rsidRPr="00D83795" w:rsidRDefault="00F9700A" w:rsidP="00F9700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DEF59CE" w14:textId="77777777" w:rsidR="00F9700A" w:rsidRDefault="00A2219B" w:rsidP="00F9700A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25531CB" w14:textId="77777777" w:rsidR="00656012" w:rsidRDefault="00656012" w:rsidP="0065601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6963F942" w14:textId="77777777" w:rsidR="00656012" w:rsidRDefault="00656012" w:rsidP="0065601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3B5E41E0" w14:textId="77777777" w:rsidR="00F9700A" w:rsidRPr="00D83795" w:rsidRDefault="00656012" w:rsidP="0065601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2A12139B" w14:textId="77777777" w:rsidR="00E84554" w:rsidRDefault="00E84554" w:rsidP="00F9700A">
      <w:pPr>
        <w:rPr>
          <w:lang w:val="en-US" w:bidi="en-US"/>
        </w:rPr>
      </w:pPr>
    </w:p>
    <w:p w14:paraId="1286E3FF" w14:textId="77777777" w:rsidR="00E84554" w:rsidRPr="00E84554" w:rsidRDefault="00E84554" w:rsidP="00E84554">
      <w:pPr>
        <w:rPr>
          <w:lang w:val="en-US" w:bidi="en-US"/>
        </w:rPr>
      </w:pPr>
    </w:p>
    <w:p w14:paraId="5BE57A70" w14:textId="77777777" w:rsidR="00E84554" w:rsidRPr="00E84554" w:rsidRDefault="00E84554" w:rsidP="00E84554">
      <w:pPr>
        <w:rPr>
          <w:lang w:val="en-US" w:bidi="en-US"/>
        </w:rPr>
      </w:pPr>
    </w:p>
    <w:p w14:paraId="0D96FB80" w14:textId="77777777" w:rsidR="00E84554" w:rsidRPr="00E84554" w:rsidRDefault="00E84554" w:rsidP="00E84554">
      <w:pPr>
        <w:rPr>
          <w:lang w:val="en-US" w:bidi="en-US"/>
        </w:rPr>
      </w:pPr>
    </w:p>
    <w:p w14:paraId="743B04AF" w14:textId="77777777" w:rsidR="00E84554" w:rsidRPr="00E84554" w:rsidRDefault="00E84554" w:rsidP="00E84554">
      <w:pPr>
        <w:rPr>
          <w:lang w:val="en-US" w:bidi="en-US"/>
        </w:rPr>
      </w:pPr>
    </w:p>
    <w:p w14:paraId="172FADB4" w14:textId="77777777" w:rsidR="00E84554" w:rsidRPr="00E84554" w:rsidRDefault="00E84554" w:rsidP="00E84554">
      <w:pPr>
        <w:rPr>
          <w:lang w:val="en-US" w:bidi="en-US"/>
        </w:rPr>
      </w:pPr>
    </w:p>
    <w:p w14:paraId="1B279D3F" w14:textId="77777777" w:rsidR="00E84554" w:rsidRPr="00E84554" w:rsidRDefault="00E84554" w:rsidP="00E84554">
      <w:pPr>
        <w:rPr>
          <w:lang w:val="en-US" w:bidi="en-US"/>
        </w:rPr>
      </w:pPr>
    </w:p>
    <w:p w14:paraId="59C83EF8" w14:textId="77777777" w:rsidR="00E84554" w:rsidRPr="00E84554" w:rsidRDefault="00E84554" w:rsidP="00E84554">
      <w:pPr>
        <w:rPr>
          <w:lang w:val="en-US" w:bidi="en-US"/>
        </w:rPr>
      </w:pPr>
    </w:p>
    <w:p w14:paraId="72249C10" w14:textId="77777777" w:rsidR="00E84554" w:rsidRPr="00E84554" w:rsidRDefault="00E84554" w:rsidP="00E84554">
      <w:pPr>
        <w:rPr>
          <w:lang w:val="en-US" w:bidi="en-US"/>
        </w:rPr>
      </w:pPr>
    </w:p>
    <w:p w14:paraId="01840834" w14:textId="77777777" w:rsidR="00E84554" w:rsidRPr="00E84554" w:rsidRDefault="00E84554" w:rsidP="00E84554">
      <w:pPr>
        <w:rPr>
          <w:lang w:val="en-US" w:bidi="en-US"/>
        </w:rPr>
      </w:pPr>
    </w:p>
    <w:p w14:paraId="413B6611" w14:textId="6332A6A4" w:rsidR="00E84554" w:rsidRPr="00E84554" w:rsidRDefault="00E84554" w:rsidP="00E84554">
      <w:pPr>
        <w:tabs>
          <w:tab w:val="clear" w:pos="284"/>
          <w:tab w:val="left" w:pos="2066"/>
        </w:tabs>
        <w:rPr>
          <w:lang w:val="en-US" w:bidi="en-US"/>
        </w:rPr>
      </w:pPr>
    </w:p>
    <w:p w14:paraId="659B7037" w14:textId="6F625B1E" w:rsidR="00F9700A" w:rsidRPr="00E84554" w:rsidRDefault="00F9700A" w:rsidP="00E84554">
      <w:pPr>
        <w:tabs>
          <w:tab w:val="clear" w:pos="284"/>
          <w:tab w:val="left" w:pos="2066"/>
        </w:tabs>
        <w:rPr>
          <w:lang w:val="en-US" w:bidi="en-US"/>
        </w:rPr>
        <w:sectPr w:rsidR="00F9700A" w:rsidRPr="00E84554" w:rsidSect="00F9700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bookmarkStart w:id="3" w:name="_GoBack"/>
      <w:bookmarkEnd w:id="3"/>
    </w:p>
    <w:bookmarkEnd w:id="0"/>
    <w:p w14:paraId="172CE651" w14:textId="77777777" w:rsidR="00A512A7" w:rsidRPr="001B7FED" w:rsidRDefault="00A512A7" w:rsidP="00A512A7">
      <w:pPr>
        <w:pStyle w:val="SmallerText-Black"/>
        <w:tabs>
          <w:tab w:val="left" w:pos="2127"/>
        </w:tabs>
        <w:rPr>
          <w:color w:val="000000" w:themeColor="text1"/>
        </w:rPr>
      </w:pPr>
      <w:r w:rsidRPr="001B7FED">
        <w:rPr>
          <w:color w:val="000000" w:themeColor="text1"/>
        </w:rPr>
        <w:lastRenderedPageBreak/>
        <w:t>Version:</w:t>
      </w:r>
      <w:r w:rsidRPr="001B7FED">
        <w:rPr>
          <w:color w:val="000000" w:themeColor="text1"/>
        </w:rPr>
        <w:tab/>
      </w:r>
      <w:r w:rsidRPr="001B7FED">
        <w:rPr>
          <w:i/>
          <w:color w:val="000000" w:themeColor="text1"/>
        </w:rPr>
        <w:t>1.0</w:t>
      </w:r>
    </w:p>
    <w:p w14:paraId="308C8054" w14:textId="77777777" w:rsidR="00A512A7" w:rsidRPr="001B7FED" w:rsidRDefault="00A512A7" w:rsidP="00A512A7">
      <w:pPr>
        <w:pStyle w:val="SmallerText-Black"/>
        <w:tabs>
          <w:tab w:val="left" w:pos="2127"/>
        </w:tabs>
        <w:rPr>
          <w:color w:val="000000" w:themeColor="text1"/>
        </w:rPr>
      </w:pPr>
      <w:r w:rsidRPr="001B7FED">
        <w:rPr>
          <w:color w:val="000000" w:themeColor="text1"/>
        </w:rPr>
        <w:t>Date created:</w:t>
      </w:r>
      <w:r w:rsidRPr="001B7FED">
        <w:rPr>
          <w:color w:val="000000" w:themeColor="text1"/>
        </w:rPr>
        <w:tab/>
        <w:t>23/09/2019</w:t>
      </w:r>
    </w:p>
    <w:p w14:paraId="1923D442" w14:textId="2CCCBF3A" w:rsidR="00A512A7" w:rsidRPr="00440B35" w:rsidRDefault="00A512A7" w:rsidP="00A512A7">
      <w:pPr>
        <w:pStyle w:val="SmallerText-Black"/>
        <w:tabs>
          <w:tab w:val="left" w:pos="2127"/>
        </w:tabs>
        <w:rPr>
          <w:color w:val="000000" w:themeColor="text1"/>
        </w:rPr>
      </w:pPr>
      <w:r w:rsidRPr="001B7FED">
        <w:rPr>
          <w:color w:val="000000" w:themeColor="text1"/>
        </w:rPr>
        <w:t>Date modified:</w:t>
      </w:r>
      <w:r w:rsidRPr="001B7FED">
        <w:rPr>
          <w:color w:val="000000" w:themeColor="text1"/>
        </w:rPr>
        <w:tab/>
      </w:r>
      <w:r w:rsidRPr="00440B35">
        <w:rPr>
          <w:color w:val="000000" w:themeColor="text1"/>
        </w:rPr>
        <w:fldChar w:fldCharType="begin"/>
      </w:r>
      <w:r w:rsidRPr="00440B35">
        <w:rPr>
          <w:color w:val="000000" w:themeColor="text1"/>
        </w:rPr>
        <w:instrText xml:space="preserve"> DATE  \@ "dd/MM/yyyy"  \* MERGEFORMAT </w:instrText>
      </w:r>
      <w:r w:rsidRPr="00440B35">
        <w:rPr>
          <w:color w:val="000000" w:themeColor="text1"/>
        </w:rPr>
        <w:fldChar w:fldCharType="separate"/>
      </w:r>
      <w:r w:rsidR="002F0B8D">
        <w:rPr>
          <w:noProof/>
          <w:color w:val="000000" w:themeColor="text1"/>
        </w:rPr>
        <w:t>27/11/2019</w:t>
      </w:r>
      <w:r w:rsidRPr="00440B35">
        <w:rPr>
          <w:color w:val="000000" w:themeColor="text1"/>
        </w:rPr>
        <w:fldChar w:fldCharType="end"/>
      </w:r>
    </w:p>
    <w:p w14:paraId="0E92B53B" w14:textId="77777777" w:rsidR="00A512A7" w:rsidRPr="00867E80" w:rsidRDefault="00A512A7" w:rsidP="00A512A7">
      <w:pPr>
        <w:pStyle w:val="SmallerText-Black"/>
      </w:pPr>
    </w:p>
    <w:p w14:paraId="2D3F5653" w14:textId="77777777" w:rsidR="00A512A7" w:rsidRDefault="00A512A7" w:rsidP="00A512A7">
      <w:r>
        <w:t>For queries, please contact:</w:t>
      </w:r>
    </w:p>
    <w:p w14:paraId="71DF8956" w14:textId="77777777" w:rsidR="00A512A7" w:rsidRPr="001B7FED" w:rsidRDefault="00A512A7" w:rsidP="00A512A7">
      <w:pPr>
        <w:pStyle w:val="SmallerText-Black"/>
        <w:rPr>
          <w:color w:val="000000" w:themeColor="text1"/>
        </w:rPr>
      </w:pPr>
      <w:r w:rsidRPr="001B7FED">
        <w:rPr>
          <w:color w:val="000000" w:themeColor="text1"/>
        </w:rPr>
        <w:t xml:space="preserve">Innovative Manufacturing, Robotics and Science SkillsPoint </w:t>
      </w:r>
    </w:p>
    <w:p w14:paraId="27A4AA9F" w14:textId="77777777" w:rsidR="00A512A7" w:rsidRPr="001B7FED" w:rsidRDefault="00A512A7" w:rsidP="00A512A7">
      <w:pPr>
        <w:pStyle w:val="SmallerText-Black"/>
        <w:rPr>
          <w:color w:val="000000" w:themeColor="text1"/>
        </w:rPr>
      </w:pPr>
      <w:r w:rsidRPr="001B7FED">
        <w:rPr>
          <w:color w:val="000000" w:themeColor="text1"/>
        </w:rPr>
        <w:t>Hamilton Campus</w:t>
      </w:r>
    </w:p>
    <w:p w14:paraId="73324B55" w14:textId="77777777" w:rsidR="00A512A7" w:rsidRPr="000301F0" w:rsidRDefault="00A512A7" w:rsidP="00A512A7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6B80F735" w14:textId="77777777" w:rsidR="00A512A7" w:rsidRPr="00D23A6C" w:rsidRDefault="00A512A7" w:rsidP="00A512A7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4D98ABDB" w14:textId="6FD19342" w:rsidR="00F9700A" w:rsidRPr="000301F0" w:rsidRDefault="00A512A7" w:rsidP="00A512A7">
      <w:pPr>
        <w:pStyle w:val="SmallerText-Black"/>
      </w:pPr>
      <w:r w:rsidRPr="000301F0">
        <w:t xml:space="preserve">The contents </w:t>
      </w:r>
      <w:r>
        <w:t>of</w:t>
      </w:r>
      <w:r w:rsidRPr="000301F0">
        <w:t xml:space="preserve"> this docum</w:t>
      </w:r>
      <w:r>
        <w:t>ent are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2F0B8D">
        <w:rPr>
          <w:noProof/>
        </w:rPr>
        <w:t>27 November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="00A2219B" w:rsidRPr="000301F0">
        <w:t>.</w:t>
      </w:r>
    </w:p>
    <w:p w14:paraId="7505D748" w14:textId="77777777" w:rsidR="00F9700A" w:rsidRDefault="00F9700A" w:rsidP="00F9700A">
      <w:pPr>
        <w:sectPr w:rsidR="00F9700A" w:rsidSect="00F9700A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7C20E67B" w14:textId="77777777" w:rsidR="00F9700A" w:rsidRDefault="00A2219B" w:rsidP="00F9700A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1536EA4E" w14:textId="77777777" w:rsidR="00F9700A" w:rsidRDefault="00A2219B" w:rsidP="00F9700A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F36039" w14:paraId="05433BCB" w14:textId="77777777" w:rsidTr="00F3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6C78248" w14:textId="77777777" w:rsidR="00F9700A" w:rsidRDefault="00A2219B" w:rsidP="00F9700A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5EDDFD17" w14:textId="77777777" w:rsidR="00F9700A" w:rsidRDefault="00A2219B" w:rsidP="00F9700A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36039" w14:paraId="747ABB8B" w14:textId="77777777" w:rsidTr="00F36039">
        <w:tc>
          <w:tcPr>
            <w:tcW w:w="2405" w:type="dxa"/>
            <w:vAlign w:val="top"/>
          </w:tcPr>
          <w:p w14:paraId="7F598574" w14:textId="77777777" w:rsidR="00F9700A" w:rsidRPr="00B30F8E" w:rsidRDefault="00A2219B" w:rsidP="00F9700A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2861A183" w14:textId="77777777" w:rsidR="00F9700A" w:rsidRPr="00B30F8E" w:rsidRDefault="00A2219B" w:rsidP="00F9700A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447DE77F" w14:textId="77777777" w:rsidR="002A4879" w:rsidRDefault="002A4879" w:rsidP="002A4879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assessment is in </w:t>
            </w:r>
            <w:r w:rsidR="00452AA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parts:</w:t>
            </w:r>
          </w:p>
          <w:p w14:paraId="2D26C2DD" w14:textId="77777777" w:rsidR="002A4879" w:rsidRDefault="002E5CBB" w:rsidP="00B30A00">
            <w:pPr>
              <w:pStyle w:val="Body"/>
              <w:numPr>
                <w:ilvl w:val="0"/>
                <w:numId w:val="8"/>
              </w:numPr>
              <w:spacing w:line="240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Multiple choice questions</w:t>
            </w:r>
          </w:p>
          <w:p w14:paraId="430E55F4" w14:textId="77777777" w:rsidR="002A4879" w:rsidRDefault="002E5CBB" w:rsidP="00B30A00">
            <w:pPr>
              <w:pStyle w:val="Body"/>
              <w:numPr>
                <w:ilvl w:val="0"/>
                <w:numId w:val="8"/>
              </w:numPr>
              <w:spacing w:line="240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True or False question</w:t>
            </w:r>
          </w:p>
          <w:p w14:paraId="180437ED" w14:textId="77777777" w:rsidR="002A4879" w:rsidRDefault="002E5CBB" w:rsidP="00B30A00">
            <w:pPr>
              <w:pStyle w:val="Body"/>
              <w:numPr>
                <w:ilvl w:val="0"/>
                <w:numId w:val="8"/>
              </w:numPr>
              <w:spacing w:line="240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Short answer questions</w:t>
            </w:r>
          </w:p>
          <w:p w14:paraId="74E2411B" w14:textId="77777777" w:rsidR="002A4879" w:rsidRPr="002A4879" w:rsidRDefault="002A4879" w:rsidP="00B30A00">
            <w:pPr>
              <w:pStyle w:val="Body"/>
              <w:numPr>
                <w:ilvl w:val="0"/>
                <w:numId w:val="8"/>
              </w:numPr>
              <w:spacing w:line="240" w:lineRule="auto"/>
              <w:rPr>
                <w:iCs/>
                <w:sz w:val="22"/>
                <w:szCs w:val="22"/>
              </w:rPr>
            </w:pPr>
            <w:r w:rsidRPr="002A4879">
              <w:rPr>
                <w:iCs/>
                <w:sz w:val="22"/>
                <w:szCs w:val="22"/>
              </w:rPr>
              <w:t>Assessment feedback</w:t>
            </w:r>
          </w:p>
          <w:p w14:paraId="26E8A9FD" w14:textId="77777777" w:rsidR="00F9700A" w:rsidRPr="00B30F8E" w:rsidRDefault="00A2219B" w:rsidP="002A4879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46CE0815" w14:textId="77777777" w:rsidR="00F9700A" w:rsidRDefault="00A2219B" w:rsidP="00F9700A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6918D7CE" w14:textId="77777777" w:rsidR="00F9700A" w:rsidRPr="00210A7E" w:rsidRDefault="00A2219B" w:rsidP="00F9700A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791BF34B" w14:textId="77777777" w:rsidR="00F9700A" w:rsidRDefault="00A2219B" w:rsidP="00F9700A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40516EF2" w14:textId="77777777" w:rsidR="00F9700A" w:rsidRDefault="00A2219B" w:rsidP="00F9700A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0F1A0692" w14:textId="77777777" w:rsidR="00F9700A" w:rsidRPr="00B30F8E" w:rsidRDefault="00A2219B" w:rsidP="00F9700A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F36039" w14:paraId="4493DDC6" w14:textId="77777777" w:rsidTr="00F36039">
        <w:tc>
          <w:tcPr>
            <w:tcW w:w="2405" w:type="dxa"/>
            <w:vAlign w:val="top"/>
          </w:tcPr>
          <w:p w14:paraId="2379BFA8" w14:textId="77777777" w:rsidR="00F9700A" w:rsidRPr="00B30F8E" w:rsidRDefault="00A2219B" w:rsidP="00F9700A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10BA42C3" w14:textId="77777777" w:rsidR="00F9700A" w:rsidRPr="00B30F8E" w:rsidRDefault="00A2219B" w:rsidP="00F9700A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549FE531" w14:textId="77777777" w:rsidR="00F9700A" w:rsidRPr="00B30F8E" w:rsidRDefault="00A2219B" w:rsidP="00F9700A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1528650A" w14:textId="77777777" w:rsidR="00F9700A" w:rsidRPr="00B30F8E" w:rsidRDefault="00A2219B" w:rsidP="00F9700A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49B8FB1C" w14:textId="77777777" w:rsidR="00F9700A" w:rsidRPr="00B30F8E" w:rsidRDefault="00A2219B" w:rsidP="00B30A00">
            <w:pPr>
              <w:numPr>
                <w:ilvl w:val="0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58865024" w14:textId="77777777" w:rsidR="00F9700A" w:rsidRPr="00B30F8E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33BD4F4B" w14:textId="77777777" w:rsidR="00F9700A" w:rsidRPr="00B30F8E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0097BE67" w14:textId="77777777" w:rsidR="00F9700A" w:rsidRPr="00B30F8E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587013D6" w14:textId="77777777" w:rsidR="00F9700A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5EB5EF34" w14:textId="77777777" w:rsidR="00F9700A" w:rsidRDefault="00A2219B" w:rsidP="00B30A00">
            <w:pPr>
              <w:numPr>
                <w:ilvl w:val="0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04A689DE" w14:textId="77777777" w:rsidR="00F9700A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0403B350" w14:textId="77777777" w:rsidR="00F9700A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1D02B73E" w14:textId="77777777" w:rsidR="00F9700A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0C3C7B53" w14:textId="77777777" w:rsidR="00F9700A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0753E2AB" w14:textId="77777777" w:rsidR="00F9700A" w:rsidRDefault="00A2219B" w:rsidP="00B30A00">
            <w:pPr>
              <w:numPr>
                <w:ilvl w:val="0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382B607C" w14:textId="77777777" w:rsidR="00F9700A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73214EE2" w14:textId="77777777" w:rsidR="00F9700A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5FDC2C23" w14:textId="77777777" w:rsidR="00F9700A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1C961442" w14:textId="77777777" w:rsidR="00F9700A" w:rsidRPr="00B30F8E" w:rsidRDefault="00A2219B" w:rsidP="00B30A00">
            <w:pPr>
              <w:numPr>
                <w:ilvl w:val="1"/>
                <w:numId w:val="5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F36039" w14:paraId="675CDB26" w14:textId="77777777" w:rsidTr="00F36039">
        <w:tc>
          <w:tcPr>
            <w:tcW w:w="2405" w:type="dxa"/>
            <w:vAlign w:val="top"/>
          </w:tcPr>
          <w:p w14:paraId="77AFDECD" w14:textId="77777777" w:rsidR="00F9700A" w:rsidRPr="002E7A2C" w:rsidRDefault="00A2219B" w:rsidP="00F9700A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31035190" w14:textId="77777777" w:rsidR="00F9700A" w:rsidRPr="001E1A1B" w:rsidRDefault="00CD5273" w:rsidP="00F9700A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Pens</w:t>
            </w:r>
            <w:r w:rsidR="00D02485">
              <w:rPr>
                <w:sz w:val="22"/>
                <w:szCs w:val="22"/>
                <w:lang w:eastAsia="en-AU"/>
              </w:rPr>
              <w:t>, student workbook for this unit</w:t>
            </w:r>
          </w:p>
        </w:tc>
      </w:tr>
      <w:tr w:rsidR="00F36039" w14:paraId="5B58FB6F" w14:textId="77777777" w:rsidTr="00F36039">
        <w:tc>
          <w:tcPr>
            <w:tcW w:w="2405" w:type="dxa"/>
            <w:vAlign w:val="top"/>
          </w:tcPr>
          <w:p w14:paraId="705038D6" w14:textId="77777777" w:rsidR="00F9700A" w:rsidRPr="002E7A2C" w:rsidRDefault="00A2219B" w:rsidP="00F9700A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50A1697F" w14:textId="77777777" w:rsidR="00F9700A" w:rsidRPr="001E1A1B" w:rsidRDefault="00CD5273" w:rsidP="00F9700A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This assessment task, a classroom suitable for an exam and a timer</w:t>
            </w:r>
          </w:p>
        </w:tc>
      </w:tr>
      <w:tr w:rsidR="00F36039" w14:paraId="28836F55" w14:textId="77777777" w:rsidTr="00F36039">
        <w:tc>
          <w:tcPr>
            <w:tcW w:w="2405" w:type="dxa"/>
            <w:vAlign w:val="top"/>
          </w:tcPr>
          <w:p w14:paraId="7FB2CA68" w14:textId="77777777" w:rsidR="00F9700A" w:rsidRPr="0067653D" w:rsidRDefault="00A2219B" w:rsidP="00F9700A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090BE601" w14:textId="77777777" w:rsidR="00F9700A" w:rsidRPr="001E1A1B" w:rsidRDefault="00CD5273" w:rsidP="00F9700A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 hours</w:t>
            </w:r>
          </w:p>
        </w:tc>
      </w:tr>
    </w:tbl>
    <w:p w14:paraId="5552E7D8" w14:textId="77777777" w:rsidR="00F9700A" w:rsidRDefault="00A2219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68952CBF" w14:textId="77777777" w:rsidR="002A4879" w:rsidRDefault="002A4879" w:rsidP="002A4879">
      <w:pPr>
        <w:pStyle w:val="Heading2"/>
      </w:pPr>
      <w:r>
        <w:lastRenderedPageBreak/>
        <w:t>Part 1: Multiple choice</w:t>
      </w:r>
    </w:p>
    <w:p w14:paraId="3DE28F14" w14:textId="77777777" w:rsidR="002A4879" w:rsidRDefault="002A4879" w:rsidP="002A4879">
      <w:pPr>
        <w:pStyle w:val="Body"/>
        <w:rPr>
          <w:sz w:val="22"/>
          <w:szCs w:val="22"/>
        </w:rPr>
      </w:pPr>
      <w:r>
        <w:rPr>
          <w:sz w:val="22"/>
          <w:szCs w:val="22"/>
        </w:rPr>
        <w:t>Read the question and each answer carefully. Put an X in the table next to your chosen answer.</w:t>
      </w:r>
    </w:p>
    <w:p w14:paraId="3797B720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The phases of the cell cycle are:</w:t>
      </w:r>
    </w:p>
    <w:p w14:paraId="52591DB1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6F553E6B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FD4EBB0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662975A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08C0DDE6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4489033" w14:textId="77777777" w:rsidR="002A4879" w:rsidRDefault="00EB2D11" w:rsidP="00B30A00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p</w:t>
            </w:r>
            <w:r w:rsidR="002A4879">
              <w:t>rophase, metaphase, anaphase, telophase, cytokinesis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ED0BBC8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6AC3F7ED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A0D65CB" w14:textId="77777777" w:rsidR="002A4879" w:rsidRDefault="00EB2D11" w:rsidP="00B30A00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i</w:t>
            </w:r>
            <w:r w:rsidR="002A4879">
              <w:t>nterphase, mitosis, cytokinesis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F070127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16909844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B0B393A" w14:textId="77777777" w:rsidR="002A4879" w:rsidRDefault="00EB2D11" w:rsidP="00B30A00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p</w:t>
            </w:r>
            <w:r w:rsidR="002A4879">
              <w:t>rophase, mitosis, cytokinesis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89F691E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25CFA9F7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42E1FA0" w14:textId="77777777" w:rsidR="002A4879" w:rsidRDefault="00EB2D11" w:rsidP="00B30A00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2A4879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8801C6F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2AB821D4" w14:textId="77777777" w:rsidR="002A4879" w:rsidRDefault="002A4879" w:rsidP="002A4879">
      <w:pPr>
        <w:tabs>
          <w:tab w:val="clear" w:pos="284"/>
          <w:tab w:val="left" w:pos="720"/>
        </w:tabs>
        <w:spacing w:line="240" w:lineRule="auto"/>
      </w:pPr>
    </w:p>
    <w:p w14:paraId="74F68539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Interphase is the:</w:t>
      </w:r>
    </w:p>
    <w:p w14:paraId="3061D94A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7580980D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4D9AFD8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E3BC1A5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00458C99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1562501" w14:textId="77777777" w:rsidR="002A4879" w:rsidRDefault="00EB2D11" w:rsidP="00B30A00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s</w:t>
            </w:r>
            <w:r w:rsidR="002A4879">
              <w:t>tage between successive cell divisions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0D681FD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442F272F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72F7A37" w14:textId="77777777" w:rsidR="002A4879" w:rsidRDefault="00EB2D11" w:rsidP="00B30A00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he phase before mitosis commences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3703F09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73A606A4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FFF0858" w14:textId="77777777" w:rsidR="002A4879" w:rsidRDefault="00EB2D11" w:rsidP="00B30A00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he phase after cytokinesis completes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5F002BE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36E402F5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359B6B1" w14:textId="77777777" w:rsidR="002A4879" w:rsidRDefault="00EB2D11" w:rsidP="00B30A00">
            <w:pPr>
              <w:pStyle w:val="Body"/>
              <w:numPr>
                <w:ilvl w:val="0"/>
                <w:numId w:val="1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2A4879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3C27A8B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64525063" w14:textId="77777777" w:rsidR="002A4879" w:rsidRDefault="002A4879" w:rsidP="002A4879">
      <w:pPr>
        <w:tabs>
          <w:tab w:val="clear" w:pos="284"/>
          <w:tab w:val="left" w:pos="720"/>
        </w:tabs>
        <w:spacing w:line="240" w:lineRule="auto"/>
      </w:pPr>
    </w:p>
    <w:p w14:paraId="44E2C892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The basic function of a cell is:</w:t>
      </w:r>
    </w:p>
    <w:p w14:paraId="4B356460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50E1360D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A58A0D3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51E925A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2CE48375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AE362C4" w14:textId="77777777" w:rsidR="002A4879" w:rsidRDefault="00EB2D11" w:rsidP="00B30A00">
            <w:pPr>
              <w:pStyle w:val="Body"/>
              <w:numPr>
                <w:ilvl w:val="0"/>
                <w:numId w:val="1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aking nutrients from food and converting them into energy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050F56F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6F14CE73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593FB11" w14:textId="77777777" w:rsidR="002A4879" w:rsidRDefault="00EB2D11" w:rsidP="00B30A00">
            <w:pPr>
              <w:pStyle w:val="Body"/>
              <w:numPr>
                <w:ilvl w:val="0"/>
                <w:numId w:val="1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>arrying out specialised functions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91393AB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15794E32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C410EFC" w14:textId="77777777" w:rsidR="002A4879" w:rsidRDefault="00EB2D11" w:rsidP="00B30A00">
            <w:pPr>
              <w:pStyle w:val="Body"/>
              <w:numPr>
                <w:ilvl w:val="0"/>
                <w:numId w:val="1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>arrying hereditary material and making copies of themselves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6E8A11B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290E517D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9B98F48" w14:textId="77777777" w:rsidR="002A4879" w:rsidRDefault="00EB2D11" w:rsidP="00B30A00">
            <w:pPr>
              <w:pStyle w:val="Body"/>
              <w:numPr>
                <w:ilvl w:val="0"/>
                <w:numId w:val="1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2A4879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EBAA310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2558F67D" w14:textId="77777777" w:rsidR="002A4879" w:rsidRDefault="002A4879" w:rsidP="002A4879">
      <w:pPr>
        <w:tabs>
          <w:tab w:val="clear" w:pos="284"/>
          <w:tab w:val="left" w:pos="720"/>
        </w:tabs>
        <w:spacing w:line="240" w:lineRule="auto"/>
      </w:pPr>
    </w:p>
    <w:p w14:paraId="60F4D739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What is the purpose of procedures in a microbiology laboratory?</w:t>
      </w:r>
    </w:p>
    <w:p w14:paraId="2BF1A04B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2F330218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F9F1703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542D004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22CAE0D3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2E427FC" w14:textId="77777777" w:rsidR="002A4879" w:rsidRDefault="00EB2D11" w:rsidP="00EB2D11">
            <w:pPr>
              <w:pStyle w:val="Body"/>
              <w:numPr>
                <w:ilvl w:val="0"/>
                <w:numId w:val="1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o provide a safe working environment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5DEE383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0326481A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C1FB606" w14:textId="77777777" w:rsidR="002A4879" w:rsidRDefault="00EB2D11" w:rsidP="00EB2D11">
            <w:pPr>
              <w:pStyle w:val="Body"/>
              <w:numPr>
                <w:ilvl w:val="0"/>
                <w:numId w:val="1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o ensure quality control of testing procedures and documentation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796E6EF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15B7C7B2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EA8C8C9" w14:textId="77777777" w:rsidR="002A4879" w:rsidRDefault="00EB2D11" w:rsidP="00EB2D11">
            <w:pPr>
              <w:pStyle w:val="Body"/>
              <w:numPr>
                <w:ilvl w:val="0"/>
                <w:numId w:val="1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o show staff how to conduct their job roles safely and adequately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C2BC1D4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70217EE9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674BDCC" w14:textId="77777777" w:rsidR="002A4879" w:rsidRDefault="00EB2D11" w:rsidP="00EB2D11">
            <w:pPr>
              <w:pStyle w:val="Body"/>
              <w:numPr>
                <w:ilvl w:val="0"/>
                <w:numId w:val="1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2A4879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7A2158D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500EB5CB" w14:textId="77777777" w:rsidR="002A4879" w:rsidRDefault="002A4879" w:rsidP="002A4879">
      <w:pPr>
        <w:tabs>
          <w:tab w:val="clear" w:pos="284"/>
          <w:tab w:val="left" w:pos="720"/>
        </w:tabs>
        <w:spacing w:line="240" w:lineRule="auto"/>
      </w:pPr>
    </w:p>
    <w:p w14:paraId="5F60FE0B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Workplace procedures demonstrate:</w:t>
      </w:r>
    </w:p>
    <w:p w14:paraId="26FEC8E9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42512118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76E4F1D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DDDD569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70396A5D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D6F6A9D" w14:textId="77777777" w:rsidR="002A4879" w:rsidRDefault="00EB2D11" w:rsidP="00B30A00">
            <w:pPr>
              <w:pStyle w:val="Body"/>
              <w:numPr>
                <w:ilvl w:val="0"/>
                <w:numId w:val="13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h</w:t>
            </w:r>
            <w:r w:rsidR="002A4879">
              <w:t>ow to perform a task safely and correctly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659DB27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79914A53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5B27415" w14:textId="77777777" w:rsidR="002A4879" w:rsidRDefault="00EB2D11" w:rsidP="00B30A00">
            <w:pPr>
              <w:pStyle w:val="Body"/>
              <w:numPr>
                <w:ilvl w:val="0"/>
                <w:numId w:val="13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w</w:t>
            </w:r>
            <w:r w:rsidR="002A4879">
              <w:t>hat equipment should be used to complete a task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A1C450A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380E50D9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5DD4D1C" w14:textId="77777777" w:rsidR="002A4879" w:rsidRDefault="002A4879" w:rsidP="00B30A00">
            <w:pPr>
              <w:pStyle w:val="Body"/>
              <w:numPr>
                <w:ilvl w:val="0"/>
                <w:numId w:val="13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how to maintain customer confidentiality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5E407DC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3340932C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8406B14" w14:textId="77777777" w:rsidR="002A4879" w:rsidRDefault="002A4879" w:rsidP="00B30A00">
            <w:pPr>
              <w:pStyle w:val="Body"/>
              <w:numPr>
                <w:ilvl w:val="0"/>
                <w:numId w:val="13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A58945C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4F5ABB4D" w14:textId="77777777" w:rsidR="002A4879" w:rsidRDefault="002A4879" w:rsidP="002A4879">
      <w:pPr>
        <w:tabs>
          <w:tab w:val="clear" w:pos="284"/>
          <w:tab w:val="left" w:pos="720"/>
        </w:tabs>
        <w:spacing w:line="240" w:lineRule="auto"/>
      </w:pPr>
    </w:p>
    <w:p w14:paraId="66D05B47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Organic compounds always contain:</w:t>
      </w:r>
    </w:p>
    <w:p w14:paraId="624A989E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10B8AB36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2CDDFD4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F10C094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6C807CC7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78CE7FF" w14:textId="77777777" w:rsidR="002A4879" w:rsidRDefault="00EB2D11" w:rsidP="00B30A00">
            <w:pPr>
              <w:pStyle w:val="Body"/>
              <w:numPr>
                <w:ilvl w:val="0"/>
                <w:numId w:val="14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>arbon and oxygen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3ACF004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6FDAFBD7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83FC865" w14:textId="77777777" w:rsidR="002A4879" w:rsidRDefault="00EB2D11" w:rsidP="00B30A00">
            <w:pPr>
              <w:pStyle w:val="Body"/>
              <w:numPr>
                <w:ilvl w:val="0"/>
                <w:numId w:val="14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>arbon and nitrogen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1F785F5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435FFB0D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EFC6044" w14:textId="77777777" w:rsidR="002A4879" w:rsidRDefault="00EB2D11" w:rsidP="00B30A00">
            <w:pPr>
              <w:pStyle w:val="Body"/>
              <w:numPr>
                <w:ilvl w:val="0"/>
                <w:numId w:val="14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>arbon and hydrogen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305DF9A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40ABE34E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42EEEF9" w14:textId="77777777" w:rsidR="002A4879" w:rsidRDefault="00EB2D11" w:rsidP="00B30A00">
            <w:pPr>
              <w:pStyle w:val="Body"/>
              <w:numPr>
                <w:ilvl w:val="0"/>
                <w:numId w:val="14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 xml:space="preserve">arbon and </w:t>
            </w:r>
            <w:proofErr w:type="spellStart"/>
            <w:r w:rsidR="002A4879">
              <w:t>sulfur</w:t>
            </w:r>
            <w:proofErr w:type="spellEnd"/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792AAB7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1D3C035A" w14:textId="77777777" w:rsidR="00D02485" w:rsidRDefault="00D02485" w:rsidP="002A4879">
      <w:pPr>
        <w:tabs>
          <w:tab w:val="clear" w:pos="284"/>
          <w:tab w:val="left" w:pos="720"/>
        </w:tabs>
        <w:spacing w:line="240" w:lineRule="auto"/>
      </w:pPr>
    </w:p>
    <w:p w14:paraId="22594945" w14:textId="77777777" w:rsidR="00D02485" w:rsidRDefault="00D02485">
      <w:pPr>
        <w:tabs>
          <w:tab w:val="clear" w:pos="284"/>
        </w:tabs>
        <w:spacing w:before="0" w:after="200" w:line="276" w:lineRule="auto"/>
      </w:pPr>
      <w:r>
        <w:br w:type="page"/>
      </w:r>
    </w:p>
    <w:p w14:paraId="565CB109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The atoms in organic compounds are held together by:</w:t>
      </w:r>
    </w:p>
    <w:p w14:paraId="3D007F5C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315E7A1F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722C523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BF1ABF3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753F9D37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07FC005" w14:textId="77777777" w:rsidR="002A4879" w:rsidRDefault="00EB2D11" w:rsidP="00B30A00">
            <w:pPr>
              <w:pStyle w:val="Body"/>
              <w:numPr>
                <w:ilvl w:val="0"/>
                <w:numId w:val="15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>ovalent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FF6419B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3FD80B68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47F32E1" w14:textId="77777777" w:rsidR="002A4879" w:rsidRDefault="00EB2D11" w:rsidP="00B30A00">
            <w:pPr>
              <w:pStyle w:val="Body"/>
              <w:numPr>
                <w:ilvl w:val="0"/>
                <w:numId w:val="15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i</w:t>
            </w:r>
            <w:r w:rsidR="002A4879">
              <w:t>onic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ECFAACB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4C288BDF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E3A7091" w14:textId="77777777" w:rsidR="002A4879" w:rsidRDefault="00EB2D11" w:rsidP="00B30A00">
            <w:pPr>
              <w:pStyle w:val="Body"/>
              <w:numPr>
                <w:ilvl w:val="0"/>
                <w:numId w:val="15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m</w:t>
            </w:r>
            <w:r w:rsidR="002A4879">
              <w:t>etallic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2FD5813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6F986611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A8AC1FB" w14:textId="77777777" w:rsidR="002A4879" w:rsidRDefault="00EB2D11" w:rsidP="00B30A00">
            <w:pPr>
              <w:pStyle w:val="Body"/>
              <w:numPr>
                <w:ilvl w:val="0"/>
                <w:numId w:val="15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h</w:t>
            </w:r>
            <w:r w:rsidR="002A4879">
              <w:t>ydrophilic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8408E1A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44908639" w14:textId="77777777" w:rsidR="002A4879" w:rsidRDefault="002A4879" w:rsidP="002A4879">
      <w:pPr>
        <w:tabs>
          <w:tab w:val="clear" w:pos="284"/>
          <w:tab w:val="left" w:pos="720"/>
        </w:tabs>
        <w:spacing w:line="240" w:lineRule="auto"/>
      </w:pPr>
    </w:p>
    <w:p w14:paraId="777A0FD8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What is the principal carbohydrate storage product in plants:</w:t>
      </w:r>
    </w:p>
    <w:p w14:paraId="20BEDB30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6DE2517D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4EB94E1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CBB70C6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758E653B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E5D2877" w14:textId="77777777" w:rsidR="002A4879" w:rsidRDefault="00EB2D11" w:rsidP="00B30A00">
            <w:pPr>
              <w:pStyle w:val="Body"/>
              <w:numPr>
                <w:ilvl w:val="0"/>
                <w:numId w:val="16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g</w:t>
            </w:r>
            <w:r w:rsidR="002A4879">
              <w:t>lycogen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6E6210A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50FB0BDA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2CE7826" w14:textId="77777777" w:rsidR="002A4879" w:rsidRDefault="00EB2D11" w:rsidP="00B30A00">
            <w:pPr>
              <w:pStyle w:val="Body"/>
              <w:numPr>
                <w:ilvl w:val="0"/>
                <w:numId w:val="16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s</w:t>
            </w:r>
            <w:r w:rsidR="002A4879">
              <w:t>tarch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5E44369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550439F4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A029C03" w14:textId="77777777" w:rsidR="002A4879" w:rsidRDefault="00EB2D11" w:rsidP="00B30A00">
            <w:pPr>
              <w:pStyle w:val="Body"/>
              <w:numPr>
                <w:ilvl w:val="0"/>
                <w:numId w:val="16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>ellulose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127F58E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41986F66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E3018AA" w14:textId="77777777" w:rsidR="002A4879" w:rsidRDefault="00EB2D11" w:rsidP="00B30A00">
            <w:pPr>
              <w:pStyle w:val="Body"/>
              <w:numPr>
                <w:ilvl w:val="0"/>
                <w:numId w:val="16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g</w:t>
            </w:r>
            <w:r w:rsidR="002A4879">
              <w:t>lucose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62EEF20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0FF66E8E" w14:textId="77777777" w:rsidR="002A4879" w:rsidRDefault="002A4879" w:rsidP="002A4879">
      <w:pPr>
        <w:tabs>
          <w:tab w:val="clear" w:pos="284"/>
          <w:tab w:val="left" w:pos="720"/>
        </w:tabs>
        <w:spacing w:line="240" w:lineRule="auto"/>
      </w:pPr>
    </w:p>
    <w:p w14:paraId="7BFBF089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Carbohydrates are a good source of energy because they have:</w:t>
      </w:r>
    </w:p>
    <w:p w14:paraId="0B47A565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20E21312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6A0BD47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F8A1F5D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063DD60F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C025CC1" w14:textId="77777777" w:rsidR="002A4879" w:rsidRDefault="00EB2D11" w:rsidP="00B30A00">
            <w:pPr>
              <w:pStyle w:val="Body"/>
              <w:numPr>
                <w:ilvl w:val="0"/>
                <w:numId w:val="17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c</w:t>
            </w:r>
            <w:r w:rsidR="002A4879">
              <w:t>arbon-hydrogen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1AD08F8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3CA71410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D49A743" w14:textId="77777777" w:rsidR="002A4879" w:rsidRDefault="00EB2D11" w:rsidP="00B30A00">
            <w:pPr>
              <w:pStyle w:val="Body"/>
              <w:numPr>
                <w:ilvl w:val="0"/>
                <w:numId w:val="17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g</w:t>
            </w:r>
            <w:r w:rsidR="002A4879">
              <w:t>lycerol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DA27673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3B1115A2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0B96E12" w14:textId="77777777" w:rsidR="002A4879" w:rsidRDefault="00EB2D11" w:rsidP="00B30A00">
            <w:pPr>
              <w:pStyle w:val="Body"/>
              <w:numPr>
                <w:ilvl w:val="0"/>
                <w:numId w:val="17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p</w:t>
            </w:r>
            <w:r w:rsidR="002A4879">
              <w:t>hosphate groups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4C09497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6BD8D5F5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977CB36" w14:textId="77777777" w:rsidR="002A4879" w:rsidRDefault="00EB2D11" w:rsidP="00B30A00">
            <w:pPr>
              <w:pStyle w:val="Body"/>
              <w:numPr>
                <w:ilvl w:val="0"/>
                <w:numId w:val="17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proofErr w:type="spellStart"/>
            <w:r>
              <w:t>s</w:t>
            </w:r>
            <w:r w:rsidR="002A4879">
              <w:t>ulfur</w:t>
            </w:r>
            <w:proofErr w:type="spellEnd"/>
            <w:r w:rsidR="002A4879">
              <w:t xml:space="preserve"> bonds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3BB848D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789515CE" w14:textId="77777777" w:rsidR="00D02485" w:rsidRDefault="00D02485">
      <w:pPr>
        <w:tabs>
          <w:tab w:val="clear" w:pos="284"/>
        </w:tabs>
        <w:spacing w:before="0" w:after="200" w:line="276" w:lineRule="auto"/>
      </w:pPr>
      <w:r>
        <w:br w:type="page"/>
      </w:r>
    </w:p>
    <w:p w14:paraId="0A727F25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Which statement about fats is false?</w:t>
      </w:r>
    </w:p>
    <w:p w14:paraId="658452EE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635514A3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06E5FE9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5623341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2030694E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2058AC1" w14:textId="77777777" w:rsidR="002A4879" w:rsidRDefault="002A4879" w:rsidP="00B30A00">
            <w:pPr>
              <w:pStyle w:val="Body"/>
              <w:numPr>
                <w:ilvl w:val="0"/>
                <w:numId w:val="18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Fats are part of the structural component of membranes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9A8EA47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4E86ED6A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C44A20F" w14:textId="77777777" w:rsidR="002A4879" w:rsidRDefault="002A4879" w:rsidP="00B30A00">
            <w:pPr>
              <w:pStyle w:val="Body"/>
              <w:numPr>
                <w:ilvl w:val="0"/>
                <w:numId w:val="18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Fats are responsible for the transport of oxygen to the tissues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00A19A6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4AD82B21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94EDBF1" w14:textId="77777777" w:rsidR="002A4879" w:rsidRDefault="002A4879" w:rsidP="00B30A00">
            <w:pPr>
              <w:pStyle w:val="Body"/>
              <w:numPr>
                <w:ilvl w:val="0"/>
                <w:numId w:val="18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Fats help protect the body from shock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1587D9F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7EA9D42A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1FB802E" w14:textId="77777777" w:rsidR="002A4879" w:rsidRDefault="002A4879" w:rsidP="00B30A00">
            <w:pPr>
              <w:pStyle w:val="Body"/>
              <w:numPr>
                <w:ilvl w:val="0"/>
                <w:numId w:val="18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Fats are also known as triglycerides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87153D5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543D3B87" w14:textId="77777777" w:rsidR="002A4879" w:rsidRDefault="002A4879" w:rsidP="002A4879">
      <w:pPr>
        <w:pStyle w:val="Body"/>
        <w:spacing w:line="240" w:lineRule="auto"/>
        <w:rPr>
          <w:sz w:val="22"/>
          <w:szCs w:val="22"/>
        </w:rPr>
      </w:pPr>
    </w:p>
    <w:p w14:paraId="4C219604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How many naturally occurring amino acids are there?</w:t>
      </w:r>
    </w:p>
    <w:p w14:paraId="3F84E77A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250C7F81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8B10CDC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B473015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767A9E39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B8444AA" w14:textId="77777777" w:rsidR="002A4879" w:rsidRDefault="002A4879" w:rsidP="00B30A00">
            <w:pPr>
              <w:pStyle w:val="Body"/>
              <w:numPr>
                <w:ilvl w:val="0"/>
                <w:numId w:val="1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20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C4B0E91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19B80EAB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914F0D5" w14:textId="77777777" w:rsidR="002A4879" w:rsidRDefault="002A4879" w:rsidP="00B30A00">
            <w:pPr>
              <w:pStyle w:val="Body"/>
              <w:numPr>
                <w:ilvl w:val="0"/>
                <w:numId w:val="1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30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3680C99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62E3848B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5177BBB" w14:textId="77777777" w:rsidR="002A4879" w:rsidRDefault="002A4879" w:rsidP="00B30A00">
            <w:pPr>
              <w:pStyle w:val="Body"/>
              <w:numPr>
                <w:ilvl w:val="0"/>
                <w:numId w:val="1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10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0F284F5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153E5303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4D60A4A8" w14:textId="77777777" w:rsidR="002A4879" w:rsidRDefault="002A4879" w:rsidP="00B30A00">
            <w:pPr>
              <w:pStyle w:val="Body"/>
              <w:numPr>
                <w:ilvl w:val="0"/>
                <w:numId w:val="1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15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F99AAE9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13034D92" w14:textId="77777777" w:rsidR="002A4879" w:rsidRDefault="002A4879" w:rsidP="002A4879">
      <w:pPr>
        <w:pStyle w:val="Body"/>
        <w:spacing w:line="240" w:lineRule="auto"/>
        <w:rPr>
          <w:sz w:val="22"/>
          <w:szCs w:val="22"/>
        </w:rPr>
      </w:pPr>
    </w:p>
    <w:p w14:paraId="00C3855A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In any protein, the amino acid residue with the free COOH group is called:</w:t>
      </w:r>
      <w:r w:rsidR="000620F2">
        <w:rPr>
          <w:sz w:val="22"/>
          <w:szCs w:val="22"/>
        </w:rPr>
        <w:t xml:space="preserve"> </w:t>
      </w:r>
    </w:p>
    <w:p w14:paraId="67DF80B8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6FA70C74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45A0770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CDC048B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29205BE4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695B4AD" w14:textId="77777777" w:rsidR="002A4879" w:rsidRDefault="00EB2D11" w:rsidP="00B30A00">
            <w:pPr>
              <w:pStyle w:val="Body"/>
              <w:numPr>
                <w:ilvl w:val="0"/>
                <w:numId w:val="2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he C-terminal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8413879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6A9C147B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971FCD0" w14:textId="77777777" w:rsidR="002A4879" w:rsidRDefault="00EB2D11" w:rsidP="00B30A00">
            <w:pPr>
              <w:pStyle w:val="Body"/>
              <w:numPr>
                <w:ilvl w:val="0"/>
                <w:numId w:val="2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he amino group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4FCA03E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79CE07D9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0CAA81A" w14:textId="77777777" w:rsidR="002A4879" w:rsidRDefault="00EB2D11" w:rsidP="00B30A00">
            <w:pPr>
              <w:pStyle w:val="Body"/>
              <w:numPr>
                <w:ilvl w:val="0"/>
                <w:numId w:val="2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he M-terminal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99F92C2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38CB9FA1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0100072" w14:textId="77777777" w:rsidR="002A4879" w:rsidRDefault="00EB2D11" w:rsidP="00B30A00">
            <w:pPr>
              <w:pStyle w:val="Body"/>
              <w:numPr>
                <w:ilvl w:val="0"/>
                <w:numId w:val="2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2A4879">
              <w:t>he carboxylic group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0EE15EB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76B7B35C" w14:textId="77777777" w:rsidR="00D02485" w:rsidRDefault="00D02485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068C264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What molecules are the building blocks of proteins?</w:t>
      </w:r>
    </w:p>
    <w:p w14:paraId="4DF63471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1FEB60AA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946C324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AB9407A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6C4AEA58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3E81328" w14:textId="77777777" w:rsidR="002A4879" w:rsidRDefault="002A4879" w:rsidP="00B30A00">
            <w:pPr>
              <w:pStyle w:val="Body"/>
              <w:numPr>
                <w:ilvl w:val="0"/>
                <w:numId w:val="2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Sugars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9339E41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1741CB09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10D1DCB" w14:textId="77777777" w:rsidR="002A4879" w:rsidRDefault="002A4879" w:rsidP="00B30A00">
            <w:pPr>
              <w:pStyle w:val="Body"/>
              <w:numPr>
                <w:ilvl w:val="0"/>
                <w:numId w:val="2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Amino acids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F3CB6E8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374D788F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216C932" w14:textId="77777777" w:rsidR="002A4879" w:rsidRDefault="002A4879" w:rsidP="00B30A00">
            <w:pPr>
              <w:pStyle w:val="Body"/>
              <w:numPr>
                <w:ilvl w:val="0"/>
                <w:numId w:val="2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Fatty acids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F317474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7753F602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216C770" w14:textId="77777777" w:rsidR="002A4879" w:rsidRDefault="002A4879" w:rsidP="00B30A00">
            <w:pPr>
              <w:pStyle w:val="Body"/>
              <w:numPr>
                <w:ilvl w:val="0"/>
                <w:numId w:val="2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Disaccharides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EEDE416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6B1198A5" w14:textId="77777777" w:rsidR="002A4879" w:rsidRDefault="002A4879" w:rsidP="002A4879">
      <w:pPr>
        <w:pStyle w:val="Body"/>
        <w:spacing w:line="240" w:lineRule="auto"/>
        <w:rPr>
          <w:sz w:val="22"/>
          <w:szCs w:val="22"/>
        </w:rPr>
      </w:pPr>
    </w:p>
    <w:p w14:paraId="1D19DDC4" w14:textId="77777777" w:rsidR="002A4879" w:rsidRDefault="002A4879" w:rsidP="00B30A00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The sequence of amino acids in a protein is said to be which structure of the protein?</w:t>
      </w:r>
    </w:p>
    <w:p w14:paraId="045D6A5E" w14:textId="77777777" w:rsidR="002A4879" w:rsidRDefault="002A4879" w:rsidP="002A4879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2A4879" w14:paraId="1A775DBE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EC65A8A" w14:textId="77777777" w:rsidR="002A4879" w:rsidRDefault="002A4879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A8C110F" w14:textId="77777777" w:rsidR="002A4879" w:rsidRDefault="002A4879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2A4879" w14:paraId="78B77AA8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0540E13" w14:textId="77777777" w:rsidR="002A4879" w:rsidRDefault="002A4879" w:rsidP="00B30A00">
            <w:pPr>
              <w:pStyle w:val="Body"/>
              <w:numPr>
                <w:ilvl w:val="0"/>
                <w:numId w:val="2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Primary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3ACD6C0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2A4879" w14:paraId="2A0455F7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1E9895A" w14:textId="77777777" w:rsidR="002A4879" w:rsidRDefault="002A4879" w:rsidP="00B30A00">
            <w:pPr>
              <w:pStyle w:val="Body"/>
              <w:numPr>
                <w:ilvl w:val="0"/>
                <w:numId w:val="2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Secondary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7470128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7DEDC6A8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362B6EE" w14:textId="77777777" w:rsidR="002A4879" w:rsidRDefault="002A4879" w:rsidP="00B30A00">
            <w:pPr>
              <w:pStyle w:val="Body"/>
              <w:numPr>
                <w:ilvl w:val="0"/>
                <w:numId w:val="2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Tertiary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D1085E6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2A4879" w14:paraId="32803B79" w14:textId="77777777" w:rsidTr="002A4879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5EB0FD9" w14:textId="77777777" w:rsidR="002A4879" w:rsidRDefault="002A4879" w:rsidP="00B30A00">
            <w:pPr>
              <w:pStyle w:val="Body"/>
              <w:numPr>
                <w:ilvl w:val="0"/>
                <w:numId w:val="22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Quaternary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5CBB233" w14:textId="77777777" w:rsidR="002A4879" w:rsidRDefault="002A4879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7C766ED7" w14:textId="77777777" w:rsidR="00761A3F" w:rsidRDefault="00761A3F" w:rsidP="002A4879">
      <w:pPr>
        <w:tabs>
          <w:tab w:val="clear" w:pos="284"/>
          <w:tab w:val="left" w:pos="720"/>
        </w:tabs>
        <w:spacing w:line="240" w:lineRule="auto"/>
      </w:pPr>
    </w:p>
    <w:p w14:paraId="66871ECC" w14:textId="77777777" w:rsidR="00761A3F" w:rsidRDefault="00761A3F" w:rsidP="00761A3F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The legal requirements specific to biological procedures could be:</w:t>
      </w:r>
    </w:p>
    <w:p w14:paraId="68B55924" w14:textId="77777777" w:rsidR="00761A3F" w:rsidRDefault="00761A3F" w:rsidP="00761A3F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761A3F" w14:paraId="35A4C0D0" w14:textId="77777777" w:rsidTr="00761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0299C8A" w14:textId="77777777" w:rsidR="00761A3F" w:rsidRDefault="00761A3F" w:rsidP="00761A3F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767012C" w14:textId="77777777" w:rsidR="00761A3F" w:rsidRDefault="00761A3F" w:rsidP="00761A3F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761A3F" w14:paraId="172487CF" w14:textId="77777777" w:rsidTr="00C937FC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C85BE83" w14:textId="77777777" w:rsidR="00761A3F" w:rsidRDefault="00EB2D11" w:rsidP="00761A3F">
            <w:pPr>
              <w:pStyle w:val="Body"/>
              <w:numPr>
                <w:ilvl w:val="0"/>
                <w:numId w:val="28"/>
              </w:numPr>
              <w:tabs>
                <w:tab w:val="clear" w:pos="284"/>
              </w:tabs>
              <w:spacing w:line="240" w:lineRule="auto"/>
              <w:ind w:left="454"/>
            </w:pPr>
            <w:r>
              <w:t>m</w:t>
            </w:r>
            <w:r w:rsidR="00C937FC">
              <w:t>aintaining client confidentiality, running all samples through a LIMS and having a QMS for business management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1EA5DFE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03DFC66B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F7ABBF5" w14:textId="77777777" w:rsidR="00761A3F" w:rsidRDefault="00EB2D11" w:rsidP="00761A3F">
            <w:pPr>
              <w:pStyle w:val="Body"/>
              <w:numPr>
                <w:ilvl w:val="0"/>
                <w:numId w:val="28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t</w:t>
            </w:r>
            <w:r w:rsidR="00C937FC">
              <w:t>here are no specific legal requirements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28999D8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7EA2237C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ACBAD45" w14:textId="77777777" w:rsidR="00761A3F" w:rsidRDefault="00EB2D11" w:rsidP="00761A3F">
            <w:pPr>
              <w:pStyle w:val="Body"/>
              <w:numPr>
                <w:ilvl w:val="0"/>
                <w:numId w:val="28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h</w:t>
            </w:r>
            <w:r w:rsidR="00C937FC">
              <w:t>aving NATA accreditation and participating in round robins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2C304F6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4617169F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D384F3F" w14:textId="77777777" w:rsidR="00761A3F" w:rsidRDefault="00C937FC" w:rsidP="00761A3F">
            <w:pPr>
              <w:pStyle w:val="Body"/>
              <w:numPr>
                <w:ilvl w:val="0"/>
                <w:numId w:val="28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a) and c)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444FFD2" w14:textId="77777777" w:rsidR="00761A3F" w:rsidRDefault="00C937FC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7ECBAAD9" w14:textId="77777777" w:rsidR="00D02485" w:rsidRDefault="00D02485">
      <w:pPr>
        <w:tabs>
          <w:tab w:val="clear" w:pos="284"/>
        </w:tabs>
        <w:spacing w:before="0" w:after="200" w:line="276" w:lineRule="auto"/>
      </w:pPr>
      <w:r>
        <w:br w:type="page"/>
      </w:r>
    </w:p>
    <w:p w14:paraId="666645E9" w14:textId="77777777" w:rsidR="00761A3F" w:rsidRDefault="00C937FC" w:rsidP="00761A3F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Ethical behaviour when working with biological materials includes, but is not limited to:</w:t>
      </w:r>
    </w:p>
    <w:p w14:paraId="7C94D7E1" w14:textId="77777777" w:rsidR="00761A3F" w:rsidRDefault="00761A3F" w:rsidP="00761A3F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761A3F" w14:paraId="3AA20D54" w14:textId="77777777" w:rsidTr="00761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52AC394" w14:textId="77777777" w:rsidR="00761A3F" w:rsidRDefault="00761A3F" w:rsidP="00761A3F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49DF3E3" w14:textId="77777777" w:rsidR="00761A3F" w:rsidRDefault="00761A3F" w:rsidP="00761A3F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761A3F" w14:paraId="7062A550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5E61C64" w14:textId="77777777" w:rsidR="00761A3F" w:rsidRDefault="00EB2D11" w:rsidP="00C937FC">
            <w:pPr>
              <w:pStyle w:val="Body"/>
              <w:numPr>
                <w:ilvl w:val="0"/>
                <w:numId w:val="31"/>
              </w:numPr>
              <w:tabs>
                <w:tab w:val="clear" w:pos="284"/>
              </w:tabs>
              <w:spacing w:line="240" w:lineRule="auto"/>
              <w:ind w:left="454"/>
            </w:pPr>
            <w:r>
              <w:t>t</w:t>
            </w:r>
            <w:r w:rsidR="00C937FC">
              <w:t>racking samples, disposing of biohazardous materials correctly and not sharing confidential information about clients or the business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7DC101B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761A3F" w14:paraId="56DA2BA3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36CCF2C" w14:textId="77777777" w:rsidR="00761A3F" w:rsidRDefault="00EB2D11" w:rsidP="00761A3F">
            <w:pPr>
              <w:pStyle w:val="Body"/>
              <w:numPr>
                <w:ilvl w:val="0"/>
                <w:numId w:val="3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e</w:t>
            </w:r>
            <w:r w:rsidR="00C937FC">
              <w:t>thics is a personal choice, so there are no formal requirements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0548E0B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30A003C9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AC8FEC9" w14:textId="77777777" w:rsidR="00761A3F" w:rsidRDefault="00EB2D11" w:rsidP="00761A3F">
            <w:pPr>
              <w:pStyle w:val="Body"/>
              <w:numPr>
                <w:ilvl w:val="0"/>
                <w:numId w:val="3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m</w:t>
            </w:r>
            <w:r w:rsidR="00C937FC">
              <w:t>aking the most money for the company by skipping controls and blanks and just getting the work done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BE30E14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21A17718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5BE0CCA" w14:textId="77777777" w:rsidR="00761A3F" w:rsidRDefault="00EB2D11" w:rsidP="00761A3F">
            <w:pPr>
              <w:pStyle w:val="Body"/>
              <w:numPr>
                <w:ilvl w:val="0"/>
                <w:numId w:val="31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C937FC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6FD61E5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4A629295" w14:textId="77777777" w:rsidR="00761A3F" w:rsidRDefault="00761A3F" w:rsidP="002A4879">
      <w:pPr>
        <w:tabs>
          <w:tab w:val="clear" w:pos="284"/>
          <w:tab w:val="left" w:pos="720"/>
        </w:tabs>
        <w:spacing w:line="240" w:lineRule="auto"/>
      </w:pPr>
    </w:p>
    <w:p w14:paraId="429E472E" w14:textId="77777777" w:rsidR="00761A3F" w:rsidRDefault="00FB3373" w:rsidP="00761A3F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R</w:t>
      </w:r>
      <w:r w:rsidR="00C937FC">
        <w:rPr>
          <w:sz w:val="22"/>
          <w:szCs w:val="22"/>
        </w:rPr>
        <w:t xml:space="preserve">equirements </w:t>
      </w:r>
      <w:r>
        <w:rPr>
          <w:sz w:val="22"/>
          <w:szCs w:val="22"/>
        </w:rPr>
        <w:t>for storage of confidential documents and samples are:</w:t>
      </w:r>
    </w:p>
    <w:p w14:paraId="4D1D7C83" w14:textId="77777777" w:rsidR="00761A3F" w:rsidRDefault="00761A3F" w:rsidP="00761A3F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761A3F" w14:paraId="288F9026" w14:textId="77777777" w:rsidTr="00761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F3E8E65" w14:textId="77777777" w:rsidR="00761A3F" w:rsidRDefault="00761A3F" w:rsidP="00761A3F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1DE9AC9C" w14:textId="77777777" w:rsidR="00761A3F" w:rsidRDefault="00761A3F" w:rsidP="00761A3F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761A3F" w14:paraId="60EABC57" w14:textId="77777777" w:rsidTr="00FB3373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699D37A" w14:textId="77777777" w:rsidR="00761A3F" w:rsidRDefault="00EB2D11" w:rsidP="00C937FC">
            <w:pPr>
              <w:pStyle w:val="Body"/>
              <w:numPr>
                <w:ilvl w:val="0"/>
                <w:numId w:val="30"/>
              </w:numPr>
              <w:tabs>
                <w:tab w:val="clear" w:pos="284"/>
              </w:tabs>
              <w:spacing w:line="240" w:lineRule="auto"/>
              <w:ind w:left="454"/>
            </w:pPr>
            <w:r>
              <w:t>o</w:t>
            </w:r>
            <w:r w:rsidR="00FB3373">
              <w:t>nerous and expensive, and not compulsory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652C8B5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72B4FBF4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84847B9" w14:textId="77777777" w:rsidR="00761A3F" w:rsidRDefault="00FB3373" w:rsidP="00761A3F">
            <w:pPr>
              <w:pStyle w:val="Body"/>
              <w:numPr>
                <w:ilvl w:val="0"/>
                <w:numId w:val="3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4 years for documents, 7 years for reports and 2 days after final report for samples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7F4502E" w14:textId="77777777" w:rsidR="00761A3F" w:rsidRDefault="00FB3373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761A3F" w14:paraId="6C3990FD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432BA9A" w14:textId="77777777" w:rsidR="00761A3F" w:rsidRDefault="00FB3373" w:rsidP="00761A3F">
            <w:pPr>
              <w:pStyle w:val="Body"/>
              <w:numPr>
                <w:ilvl w:val="0"/>
                <w:numId w:val="3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10 years for all samples and documents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92D5C45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1CB79BD7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77C3683" w14:textId="77777777" w:rsidR="00761A3F" w:rsidRDefault="00EB2D11" w:rsidP="00761A3F">
            <w:pPr>
              <w:pStyle w:val="Body"/>
              <w:numPr>
                <w:ilvl w:val="0"/>
                <w:numId w:val="30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n</w:t>
            </w:r>
            <w:r w:rsidR="00FB3373">
              <w:t>one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344427D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</w:tbl>
    <w:p w14:paraId="4AE24645" w14:textId="77777777" w:rsidR="00761A3F" w:rsidRDefault="00761A3F" w:rsidP="002A4879">
      <w:pPr>
        <w:tabs>
          <w:tab w:val="clear" w:pos="284"/>
          <w:tab w:val="left" w:pos="720"/>
        </w:tabs>
        <w:spacing w:line="240" w:lineRule="auto"/>
      </w:pPr>
    </w:p>
    <w:p w14:paraId="65AEA3A0" w14:textId="77777777" w:rsidR="00761A3F" w:rsidRDefault="00A63AF7" w:rsidP="00761A3F">
      <w:pPr>
        <w:pStyle w:val="Body"/>
        <w:numPr>
          <w:ilvl w:val="0"/>
          <w:numId w:val="9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Security requirements for a microbiological laboratory might include:</w:t>
      </w:r>
    </w:p>
    <w:p w14:paraId="77C813CD" w14:textId="77777777" w:rsidR="00761A3F" w:rsidRDefault="00761A3F" w:rsidP="00761A3F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  <w:r>
        <w:t xml:space="preserve"> </w:t>
      </w:r>
      <w:proofErr w:type="gramStart"/>
      <w:r>
        <w:t>Multiple</w:t>
      </w:r>
      <w:proofErr w:type="gramEnd"/>
      <w:r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366"/>
        <w:gridCol w:w="1694"/>
      </w:tblGrid>
      <w:tr w:rsidR="00761A3F" w14:paraId="1868625B" w14:textId="77777777" w:rsidTr="00761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51ACA824" w14:textId="77777777" w:rsidR="00761A3F" w:rsidRDefault="00761A3F" w:rsidP="00761A3F">
            <w:pPr>
              <w:pStyle w:val="Body"/>
              <w:spacing w:line="240" w:lineRule="auto"/>
            </w:pPr>
            <w:r>
              <w:t>Answer choices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67BB52E7" w14:textId="77777777" w:rsidR="00761A3F" w:rsidRDefault="00761A3F" w:rsidP="00761A3F">
            <w:pPr>
              <w:pStyle w:val="Body"/>
              <w:spacing w:line="240" w:lineRule="auto"/>
            </w:pPr>
            <w:r>
              <w:t>Put X next to your answer</w:t>
            </w:r>
          </w:p>
        </w:tc>
      </w:tr>
      <w:tr w:rsidR="00761A3F" w14:paraId="29285C98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7791E8E3" w14:textId="77777777" w:rsidR="00761A3F" w:rsidRDefault="00EB2D11" w:rsidP="00C937FC">
            <w:pPr>
              <w:pStyle w:val="Body"/>
              <w:numPr>
                <w:ilvl w:val="0"/>
                <w:numId w:val="29"/>
              </w:numPr>
              <w:tabs>
                <w:tab w:val="clear" w:pos="284"/>
              </w:tabs>
              <w:spacing w:line="240" w:lineRule="auto"/>
              <w:ind w:left="454"/>
            </w:pPr>
            <w:r>
              <w:t>s</w:t>
            </w:r>
            <w:r w:rsidR="00A63AF7">
              <w:t>torage of confidential records behind a two-factor login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33A056A2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297B9762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C750199" w14:textId="77777777" w:rsidR="00761A3F" w:rsidRDefault="00EB2D11" w:rsidP="00761A3F">
            <w:pPr>
              <w:pStyle w:val="Body"/>
              <w:numPr>
                <w:ilvl w:val="0"/>
                <w:numId w:val="2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o</w:t>
            </w:r>
            <w:r w:rsidR="00A63AF7">
              <w:t>nly having authorised people permitted access to confidential records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FCAFDE8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45641335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056B45E0" w14:textId="77777777" w:rsidR="00761A3F" w:rsidRDefault="00EB2D11" w:rsidP="00761A3F">
            <w:pPr>
              <w:pStyle w:val="Body"/>
              <w:numPr>
                <w:ilvl w:val="0"/>
                <w:numId w:val="2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A63AF7">
              <w:t xml:space="preserve"> securely locked and monitored records storage location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F64497C" w14:textId="77777777" w:rsidR="00761A3F" w:rsidRDefault="00761A3F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</w:p>
        </w:tc>
      </w:tr>
      <w:tr w:rsidR="00761A3F" w14:paraId="40A4B5AE" w14:textId="77777777" w:rsidTr="00761A3F">
        <w:tc>
          <w:tcPr>
            <w:tcW w:w="7366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hideMark/>
          </w:tcPr>
          <w:p w14:paraId="2B41A728" w14:textId="77777777" w:rsidR="00761A3F" w:rsidRDefault="00EB2D11" w:rsidP="00761A3F">
            <w:pPr>
              <w:pStyle w:val="Body"/>
              <w:numPr>
                <w:ilvl w:val="0"/>
                <w:numId w:val="29"/>
              </w:numPr>
              <w:tabs>
                <w:tab w:val="clear" w:pos="284"/>
                <w:tab w:val="left" w:pos="720"/>
              </w:tabs>
              <w:spacing w:line="240" w:lineRule="auto"/>
              <w:ind w:left="454"/>
            </w:pPr>
            <w:r>
              <w:t>a</w:t>
            </w:r>
            <w:r w:rsidR="00A63AF7">
              <w:t>ll of the above</w:t>
            </w:r>
          </w:p>
        </w:tc>
        <w:tc>
          <w:tcPr>
            <w:tcW w:w="1694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0B66746" w14:textId="77777777" w:rsidR="00761A3F" w:rsidRDefault="00A63AF7" w:rsidP="00761A3F">
            <w:pPr>
              <w:pStyle w:val="Body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09DAB878" w14:textId="77777777" w:rsidR="002A4879" w:rsidRDefault="002A4879" w:rsidP="002A4879">
      <w:pPr>
        <w:tabs>
          <w:tab w:val="clear" w:pos="284"/>
          <w:tab w:val="left" w:pos="720"/>
        </w:tabs>
        <w:spacing w:line="240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6E3886C" w14:textId="77777777" w:rsidR="002A4879" w:rsidRDefault="002A4879" w:rsidP="002A4879">
      <w:pPr>
        <w:pStyle w:val="Heading2"/>
      </w:pPr>
      <w:r>
        <w:lastRenderedPageBreak/>
        <w:t>Part 2: True or false</w:t>
      </w:r>
    </w:p>
    <w:p w14:paraId="01F54CE3" w14:textId="77777777" w:rsidR="002A4879" w:rsidRDefault="002A4879" w:rsidP="002A487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Read the question and then write </w:t>
      </w:r>
      <w:r>
        <w:rPr>
          <w:b/>
          <w:sz w:val="22"/>
          <w:szCs w:val="22"/>
          <w:lang w:eastAsia="en-AU"/>
        </w:rPr>
        <w:t>True</w:t>
      </w:r>
      <w:r>
        <w:rPr>
          <w:sz w:val="22"/>
          <w:szCs w:val="22"/>
          <w:lang w:eastAsia="en-AU"/>
        </w:rPr>
        <w:t xml:space="preserve"> or </w:t>
      </w:r>
      <w:r>
        <w:rPr>
          <w:b/>
          <w:sz w:val="22"/>
          <w:szCs w:val="22"/>
          <w:lang w:eastAsia="en-AU"/>
        </w:rPr>
        <w:t>False</w:t>
      </w:r>
      <w:r>
        <w:rPr>
          <w:sz w:val="22"/>
          <w:szCs w:val="22"/>
          <w:lang w:eastAsia="en-AU"/>
        </w:rPr>
        <w:t xml:space="preserve"> in the space provided.</w:t>
      </w:r>
    </w:p>
    <w:p w14:paraId="3A93560A" w14:textId="77777777" w:rsidR="002A4879" w:rsidRDefault="002A4879" w:rsidP="002A4879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B3373">
        <w:rPr>
          <w:noProof/>
        </w:rPr>
        <w:t>20</w:t>
      </w:r>
      <w:r>
        <w:rPr>
          <w:noProof/>
        </w:rPr>
        <w:fldChar w:fldCharType="end"/>
      </w:r>
      <w:r>
        <w:t xml:space="preserve"> </w:t>
      </w:r>
      <w:proofErr w:type="gramStart"/>
      <w:r>
        <w:t>True</w:t>
      </w:r>
      <w:proofErr w:type="gramEnd"/>
      <w:r>
        <w:t xml:space="preserve">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2A4879" w14:paraId="70106547" w14:textId="77777777" w:rsidTr="002A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158929B" w14:textId="77777777" w:rsidR="002A4879" w:rsidRDefault="002A4879">
            <w:pPr>
              <w:pStyle w:val="Body"/>
              <w:spacing w:line="240" w:lineRule="auto"/>
            </w:pPr>
            <w:r>
              <w:t>Question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FD0E09" w14:textId="77777777" w:rsidR="002A4879" w:rsidRDefault="002A4879">
            <w:pPr>
              <w:pStyle w:val="Body"/>
              <w:spacing w:line="240" w:lineRule="auto"/>
            </w:pPr>
            <w:r>
              <w:t xml:space="preserve">Write </w:t>
            </w:r>
            <w:r>
              <w:rPr>
                <w:i/>
              </w:rPr>
              <w:t>True</w:t>
            </w:r>
            <w:r>
              <w:t xml:space="preserve"> or </w:t>
            </w:r>
            <w:r>
              <w:rPr>
                <w:i/>
              </w:rPr>
              <w:t>False</w:t>
            </w:r>
          </w:p>
        </w:tc>
      </w:tr>
      <w:tr w:rsidR="002A4879" w14:paraId="180F9F27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00A584B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Plasmolysis is a state in which the cell membrane has detached from the cell wall during hypertonic conditions.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EA06B1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2A4879" w14:paraId="39DE4055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A594F65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Tonicity is the ability of a solution to make water move in or out of a cell by osmosis.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F47A052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2A4879" w14:paraId="54EF8CD2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56CEDA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Both plants and animals have vascular tissues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34A5019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2A4879" w14:paraId="3400E478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4FA47E9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Both plants and animals have xylem and phloem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0A5642E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2A4879" w14:paraId="2A9313A8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149AC6F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Cells are the basic building blocks of all living things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68D3D3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2A4879" w14:paraId="6F67C905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65CAE0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Procedures are implemented to maintain workplace quality standards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724F214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2A4879" w14:paraId="2B71C318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B97CA43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Organic molecules that contain two sugar units are called oligosaccharides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9375984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2A4879" w14:paraId="41D679A8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65634A7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Fats are capable of generating twice the amount of energy than proteins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42EC8B3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2A4879" w14:paraId="1C8EFB47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05FAF8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A chain of many amino acids is referred to as a polysaccharide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79ED3C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2A4879" w14:paraId="4DEB2D77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4A9C99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rPr>
                <w:sz w:val="22"/>
              </w:rPr>
              <w:t>Amino acids and proteins are not stored within the body and must be consumed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D667033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2A4879" w14:paraId="0FE4D102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3C1F5F" w14:textId="77777777" w:rsidR="002A4879" w:rsidRDefault="002A4879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  <w:rPr>
                <w:sz w:val="22"/>
                <w:szCs w:val="22"/>
              </w:rPr>
            </w:pPr>
            <w:r>
              <w:t>Each chromosome is made of protein and a single molecule of DNA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8C63FD" w14:textId="77777777" w:rsidR="002A4879" w:rsidRDefault="002A4879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886387" w14:paraId="1753ED93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32E303" w14:textId="77777777" w:rsidR="00886387" w:rsidRDefault="00886387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</w:pPr>
            <w:r>
              <w:t>Alcohols are polar because of the length of the carbon chain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3BC727" w14:textId="77777777" w:rsidR="00886387" w:rsidRDefault="00886387" w:rsidP="00886387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886387" w14:paraId="61B832DE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CDE20B" w14:textId="77777777" w:rsidR="00886387" w:rsidRDefault="00886387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</w:pPr>
            <w:proofErr w:type="spellStart"/>
            <w:r>
              <w:t>Alkanals</w:t>
            </w:r>
            <w:proofErr w:type="spellEnd"/>
            <w:r>
              <w:t xml:space="preserve"> and Aldehydes undergo oxidation-reduction reactions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6577F8" w14:textId="77777777" w:rsidR="00886387" w:rsidRDefault="00886387" w:rsidP="00886387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886387" w14:paraId="2FEFBDA0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845D51" w14:textId="77777777" w:rsidR="00886387" w:rsidRDefault="00886387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</w:pPr>
            <w:r>
              <w:t>Aromatics all have one or more a benzene rings within their structure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FCD121" w14:textId="77777777" w:rsidR="00886387" w:rsidRDefault="00886387" w:rsidP="00886387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886387" w14:paraId="281184B8" w14:textId="77777777" w:rsidTr="002A4879">
        <w:tc>
          <w:tcPr>
            <w:tcW w:w="73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4A666A" w14:textId="77777777" w:rsidR="00886387" w:rsidRDefault="00886387" w:rsidP="007D04CD">
            <w:pPr>
              <w:pStyle w:val="Body"/>
              <w:numPr>
                <w:ilvl w:val="0"/>
                <w:numId w:val="23"/>
              </w:numPr>
              <w:tabs>
                <w:tab w:val="clear" w:pos="284"/>
                <w:tab w:val="left" w:pos="720"/>
              </w:tabs>
              <w:ind w:left="313"/>
            </w:pPr>
            <w:r>
              <w:t>All organic molecules are non-toxic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47A855" w14:textId="77777777" w:rsidR="00886387" w:rsidRDefault="00886387" w:rsidP="00886387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</w:tbl>
    <w:p w14:paraId="431D5764" w14:textId="77777777" w:rsidR="002A4879" w:rsidRDefault="002A4879" w:rsidP="002A4879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7AE7B48" w14:textId="77777777" w:rsidR="00CC35C5" w:rsidRDefault="00CC35C5" w:rsidP="00CC35C5">
      <w:pPr>
        <w:pStyle w:val="Heading2"/>
      </w:pPr>
      <w:r>
        <w:lastRenderedPageBreak/>
        <w:t>Part 3: Short answer</w:t>
      </w:r>
    </w:p>
    <w:p w14:paraId="5BBC5ED5" w14:textId="77777777" w:rsidR="00CC35C5" w:rsidRDefault="00CC35C5" w:rsidP="00CC35C5">
      <w:pPr>
        <w:rPr>
          <w:sz w:val="22"/>
          <w:szCs w:val="22"/>
        </w:rPr>
      </w:pPr>
      <w:r>
        <w:rPr>
          <w:sz w:val="22"/>
          <w:szCs w:val="22"/>
        </w:rPr>
        <w:t>Read the question carefully, then answer in the space provided. The word count is listed at the end of each question.</w:t>
      </w:r>
    </w:p>
    <w:p w14:paraId="648EFDE0" w14:textId="77777777" w:rsidR="00CC35C5" w:rsidRDefault="00CC35C5" w:rsidP="00CC35C5">
      <w:pPr>
        <w:rPr>
          <w:sz w:val="22"/>
          <w:szCs w:val="22"/>
        </w:rPr>
      </w:pPr>
    </w:p>
    <w:p w14:paraId="5CAE54D0" w14:textId="77777777" w:rsidR="00CC35C5" w:rsidRDefault="00CC35C5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Explain the process of osmosis, and provide </w:t>
      </w:r>
      <w:r w:rsidR="000E4BA3">
        <w:rPr>
          <w:sz w:val="22"/>
          <w:szCs w:val="22"/>
        </w:rPr>
        <w:t>one</w:t>
      </w:r>
      <w:r>
        <w:rPr>
          <w:sz w:val="22"/>
          <w:szCs w:val="22"/>
        </w:rPr>
        <w:t xml:space="preserve"> example for plant and animal cells. (</w:t>
      </w:r>
      <w:r w:rsidR="001A0D08">
        <w:rPr>
          <w:sz w:val="22"/>
          <w:szCs w:val="22"/>
        </w:rPr>
        <w:t>20</w:t>
      </w:r>
      <w:r>
        <w:rPr>
          <w:sz w:val="22"/>
          <w:szCs w:val="22"/>
        </w:rPr>
        <w:t xml:space="preserve"> to </w:t>
      </w:r>
      <w:r w:rsidR="001A0D08">
        <w:rPr>
          <w:sz w:val="22"/>
          <w:szCs w:val="22"/>
        </w:rPr>
        <w:t>3</w:t>
      </w:r>
      <w:r>
        <w:rPr>
          <w:sz w:val="22"/>
          <w:szCs w:val="22"/>
        </w:rPr>
        <w:t>0 words)</w:t>
      </w:r>
    </w:p>
    <w:p w14:paraId="26F8929F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Osmosis is the movement of water across a selectively permeable membrane from a more dilute to a more concentrated solution.</w:t>
      </w:r>
    </w:p>
    <w:p w14:paraId="291D962F" w14:textId="77777777" w:rsidR="000E4BA3" w:rsidRDefault="001A0D08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sz w:val="22"/>
          <w:szCs w:val="22"/>
        </w:rPr>
        <w:t>Either of:</w:t>
      </w:r>
    </w:p>
    <w:p w14:paraId="6F175A4B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Plants – absorption of water by plant roots</w:t>
      </w:r>
    </w:p>
    <w:p w14:paraId="6DEFEB8D" w14:textId="77777777" w:rsidR="000E4BA3" w:rsidRDefault="00CF451C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Transfer of </w:t>
      </w:r>
      <w:r w:rsidR="00D02485">
        <w:rPr>
          <w:color w:val="FF0000"/>
          <w:sz w:val="22"/>
          <w:szCs w:val="22"/>
        </w:rPr>
        <w:t>solutes</w:t>
      </w:r>
      <w:r>
        <w:rPr>
          <w:color w:val="FF0000"/>
          <w:sz w:val="22"/>
          <w:szCs w:val="22"/>
        </w:rPr>
        <w:t xml:space="preserve"> across cellular membranes</w:t>
      </w:r>
    </w:p>
    <w:p w14:paraId="282C6740" w14:textId="77777777" w:rsidR="000E4BA3" w:rsidRDefault="001A0D08" w:rsidP="000E4BA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sz w:val="22"/>
          <w:szCs w:val="22"/>
        </w:rPr>
        <w:t>Either of:</w:t>
      </w:r>
    </w:p>
    <w:p w14:paraId="4A81D2CC" w14:textId="77777777" w:rsidR="000E4BA3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Animals – absorption of water by the alimentary canal</w:t>
      </w:r>
    </w:p>
    <w:p w14:paraId="7180C010" w14:textId="77777777" w:rsidR="00CC35C5" w:rsidRDefault="00CF451C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Transfer of liquids across cellular membranes</w:t>
      </w:r>
    </w:p>
    <w:p w14:paraId="73550B7D" w14:textId="77777777" w:rsidR="001A0D08" w:rsidRDefault="001A0D08" w:rsidP="001A0D08">
      <w:pPr>
        <w:pStyle w:val="Body"/>
        <w:rPr>
          <w:sz w:val="22"/>
          <w:szCs w:val="22"/>
        </w:rPr>
      </w:pPr>
    </w:p>
    <w:p w14:paraId="20A6A6FC" w14:textId="77777777" w:rsidR="00CC35C5" w:rsidRDefault="00CC35C5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Explain the meaning of the following types of diffusion, and provide an example of each:</w:t>
      </w:r>
    </w:p>
    <w:p w14:paraId="3460CCAB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Passive (25 to </w:t>
      </w:r>
      <w:r w:rsidR="001405D8">
        <w:rPr>
          <w:sz w:val="22"/>
          <w:szCs w:val="22"/>
        </w:rPr>
        <w:t>40</w:t>
      </w:r>
      <w:r>
        <w:rPr>
          <w:sz w:val="22"/>
          <w:szCs w:val="22"/>
        </w:rPr>
        <w:t xml:space="preserve"> words)</w:t>
      </w:r>
    </w:p>
    <w:p w14:paraId="00987BAA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Diffusion is the net movement of particles from a region in which they are in a higher concentration to regions of lower concentration. Diffusion continues until both regions are uniform in concentration.</w:t>
      </w:r>
    </w:p>
    <w:p w14:paraId="74CCDD6E" w14:textId="77777777" w:rsidR="001A0D08" w:rsidRDefault="001A0D08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sz w:val="22"/>
          <w:szCs w:val="22"/>
        </w:rPr>
        <w:t>Either of:</w:t>
      </w:r>
    </w:p>
    <w:p w14:paraId="7257B966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Plants – gas exchange for photosynthesis, CO</w:t>
      </w:r>
      <w:r>
        <w:rPr>
          <w:color w:val="FF0000"/>
          <w:sz w:val="22"/>
          <w:szCs w:val="22"/>
          <w:vertAlign w:val="subscript"/>
        </w:rPr>
        <w:t>2</w:t>
      </w:r>
      <w:r>
        <w:rPr>
          <w:color w:val="FF0000"/>
          <w:sz w:val="22"/>
          <w:szCs w:val="22"/>
        </w:rPr>
        <w:t xml:space="preserve"> from air to leaf, and O</w:t>
      </w:r>
      <w:r>
        <w:rPr>
          <w:color w:val="FF0000"/>
          <w:sz w:val="22"/>
          <w:szCs w:val="22"/>
          <w:vertAlign w:val="subscript"/>
        </w:rPr>
        <w:t>2</w:t>
      </w:r>
      <w:r>
        <w:rPr>
          <w:color w:val="FF0000"/>
          <w:sz w:val="22"/>
          <w:szCs w:val="22"/>
        </w:rPr>
        <w:t xml:space="preserve"> from leaf to air</w:t>
      </w:r>
    </w:p>
    <w:p w14:paraId="2A706DC6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  <w:sz w:val="22"/>
          <w:szCs w:val="22"/>
        </w:rPr>
        <w:t>Animals – gas exchange for respiration (at the alveoli), O</w:t>
      </w:r>
      <w:r>
        <w:rPr>
          <w:color w:val="FF0000"/>
          <w:sz w:val="22"/>
          <w:szCs w:val="22"/>
          <w:vertAlign w:val="subscript"/>
        </w:rPr>
        <w:t>2</w:t>
      </w:r>
      <w:r>
        <w:rPr>
          <w:color w:val="FF0000"/>
          <w:sz w:val="22"/>
          <w:szCs w:val="22"/>
        </w:rPr>
        <w:t xml:space="preserve"> from air to blood, CO</w:t>
      </w:r>
      <w:r>
        <w:rPr>
          <w:color w:val="FF0000"/>
          <w:sz w:val="22"/>
          <w:szCs w:val="22"/>
          <w:vertAlign w:val="subscript"/>
        </w:rPr>
        <w:t>2</w:t>
      </w:r>
      <w:r>
        <w:rPr>
          <w:color w:val="FF0000"/>
          <w:sz w:val="22"/>
          <w:szCs w:val="22"/>
        </w:rPr>
        <w:t xml:space="preserve"> from blood to air</w:t>
      </w:r>
    </w:p>
    <w:p w14:paraId="3630182D" w14:textId="77777777" w:rsidR="001A0D08" w:rsidRDefault="001A0D08" w:rsidP="001A0D08">
      <w:pPr>
        <w:pStyle w:val="Body"/>
        <w:rPr>
          <w:sz w:val="22"/>
          <w:szCs w:val="22"/>
        </w:rPr>
      </w:pPr>
    </w:p>
    <w:p w14:paraId="6E1C489E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Facilitated (</w:t>
      </w:r>
      <w:r w:rsidR="001405D8">
        <w:rPr>
          <w:sz w:val="22"/>
          <w:szCs w:val="22"/>
        </w:rPr>
        <w:t>10</w:t>
      </w:r>
      <w:r>
        <w:rPr>
          <w:sz w:val="22"/>
          <w:szCs w:val="22"/>
        </w:rPr>
        <w:t xml:space="preserve"> to </w:t>
      </w:r>
      <w:r w:rsidR="001405D8">
        <w:rPr>
          <w:sz w:val="22"/>
          <w:szCs w:val="22"/>
        </w:rPr>
        <w:t>20</w:t>
      </w:r>
      <w:r>
        <w:rPr>
          <w:sz w:val="22"/>
          <w:szCs w:val="22"/>
        </w:rPr>
        <w:t xml:space="preserve"> words)</w:t>
      </w:r>
    </w:p>
    <w:p w14:paraId="4E1AC02C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The movement of specific molecules down a concentration gradient.</w:t>
      </w:r>
    </w:p>
    <w:p w14:paraId="734B2BAD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Selection is by size, shape and charge</w:t>
      </w:r>
    </w:p>
    <w:p w14:paraId="25D787EE" w14:textId="77777777" w:rsidR="001A0D08" w:rsidRDefault="001A0D08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sz w:val="22"/>
          <w:szCs w:val="22"/>
        </w:rPr>
        <w:t>Either of:</w:t>
      </w:r>
    </w:p>
    <w:p w14:paraId="58868782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 xml:space="preserve">An example would be the movement of </w:t>
      </w:r>
      <w:r w:rsidRPr="001A0D08">
        <w:rPr>
          <w:b/>
          <w:color w:val="FF0000"/>
        </w:rPr>
        <w:t>glucose</w:t>
      </w:r>
      <w:r>
        <w:rPr>
          <w:color w:val="FF0000"/>
        </w:rPr>
        <w:t xml:space="preserve"> or </w:t>
      </w:r>
      <w:r w:rsidRPr="001A0D08">
        <w:rPr>
          <w:b/>
          <w:color w:val="FF0000"/>
        </w:rPr>
        <w:t>amino acids</w:t>
      </w:r>
      <w:r>
        <w:rPr>
          <w:color w:val="FF0000"/>
        </w:rPr>
        <w:t xml:space="preserve"> into cells</w:t>
      </w:r>
    </w:p>
    <w:p w14:paraId="3C095C18" w14:textId="77777777" w:rsidR="001A0D08" w:rsidRDefault="001A0D0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E1EE4B4" w14:textId="77777777" w:rsidR="00CC35C5" w:rsidRDefault="00CC35C5" w:rsidP="00B30A00">
      <w:pPr>
        <w:pStyle w:val="Body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Active (</w:t>
      </w:r>
      <w:r w:rsidR="001A0D08">
        <w:rPr>
          <w:sz w:val="22"/>
          <w:szCs w:val="22"/>
        </w:rPr>
        <w:t>10</w:t>
      </w:r>
      <w:r>
        <w:rPr>
          <w:sz w:val="22"/>
          <w:szCs w:val="22"/>
        </w:rPr>
        <w:t xml:space="preserve"> to </w:t>
      </w:r>
      <w:r w:rsidR="001A0D08">
        <w:rPr>
          <w:sz w:val="22"/>
          <w:szCs w:val="22"/>
        </w:rPr>
        <w:t>2</w:t>
      </w:r>
      <w:r>
        <w:rPr>
          <w:sz w:val="22"/>
          <w:szCs w:val="22"/>
        </w:rPr>
        <w:t>0 words)</w:t>
      </w:r>
    </w:p>
    <w:p w14:paraId="12389B05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This is when a molecule is transported against a concentration gradient.</w:t>
      </w:r>
    </w:p>
    <w:p w14:paraId="209FC930" w14:textId="77777777" w:rsidR="001A0D08" w:rsidRDefault="001A0D08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Any of:</w:t>
      </w:r>
    </w:p>
    <w:p w14:paraId="2CF5FD05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An example would be the transportation of sodium out of the cell and potassium into the cell by the sodium-potassium pump.</w:t>
      </w:r>
    </w:p>
    <w:p w14:paraId="73F886B3" w14:textId="77777777" w:rsidR="001A0D08" w:rsidRDefault="001A0D08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Exocytosis</w:t>
      </w:r>
    </w:p>
    <w:p w14:paraId="205471B9" w14:textId="77777777" w:rsidR="001A0D08" w:rsidRDefault="001A0D08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Endocytosis</w:t>
      </w:r>
    </w:p>
    <w:p w14:paraId="629B80E0" w14:textId="77777777" w:rsidR="001A0D08" w:rsidRDefault="001A0D0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02ABF3D6" w14:textId="77777777" w:rsidR="00CC35C5" w:rsidRDefault="00CC35C5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Explain the terms:</w:t>
      </w:r>
    </w:p>
    <w:p w14:paraId="19B5FFC8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Hypotonic (5 to 15 words)</w:t>
      </w:r>
    </w:p>
    <w:p w14:paraId="7622677C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</w:rPr>
        <w:t>Hypo – less than, the solution will be less concentrated than the cell</w:t>
      </w:r>
    </w:p>
    <w:p w14:paraId="20E8E9FF" w14:textId="77777777" w:rsidR="001A0D08" w:rsidRDefault="001A0D08" w:rsidP="001A0D08">
      <w:pPr>
        <w:pStyle w:val="Body"/>
        <w:rPr>
          <w:sz w:val="22"/>
          <w:szCs w:val="22"/>
        </w:rPr>
      </w:pPr>
    </w:p>
    <w:p w14:paraId="2265AF7C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Isotonic (5 to 15 words)</w:t>
      </w:r>
    </w:p>
    <w:p w14:paraId="3209E557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proofErr w:type="spellStart"/>
      <w:r>
        <w:rPr>
          <w:color w:val="FF0000"/>
        </w:rPr>
        <w:t>Iso</w:t>
      </w:r>
      <w:proofErr w:type="spellEnd"/>
      <w:r>
        <w:rPr>
          <w:color w:val="FF0000"/>
        </w:rPr>
        <w:t xml:space="preserve"> – the same as, the solution and cell will be equally concentrated</w:t>
      </w:r>
    </w:p>
    <w:p w14:paraId="40B00469" w14:textId="77777777" w:rsidR="001A0D08" w:rsidRDefault="001A0D08" w:rsidP="001A0D08">
      <w:pPr>
        <w:pStyle w:val="Body"/>
        <w:rPr>
          <w:sz w:val="22"/>
          <w:szCs w:val="22"/>
        </w:rPr>
      </w:pPr>
    </w:p>
    <w:p w14:paraId="3BA606C3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Hypertonic (5 to 15 words)</w:t>
      </w:r>
    </w:p>
    <w:p w14:paraId="6B5E3FC7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</w:rPr>
        <w:t>Hyper – more than, the solution will be more concentrated than the cell</w:t>
      </w:r>
    </w:p>
    <w:p w14:paraId="19C1A670" w14:textId="77777777" w:rsidR="001A0D08" w:rsidRDefault="001A0D08" w:rsidP="001A0D08">
      <w:pPr>
        <w:pStyle w:val="Body"/>
        <w:rPr>
          <w:sz w:val="22"/>
          <w:szCs w:val="22"/>
        </w:rPr>
      </w:pPr>
    </w:p>
    <w:p w14:paraId="351AD4F4" w14:textId="77777777" w:rsidR="00CC35C5" w:rsidRDefault="00CC35C5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What are the four main tissue types in animals (4 words)?</w:t>
      </w:r>
    </w:p>
    <w:p w14:paraId="61686C4E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Epithelial</w:t>
      </w:r>
    </w:p>
    <w:p w14:paraId="7E0FDA1A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Connective</w:t>
      </w:r>
    </w:p>
    <w:p w14:paraId="412F1B9E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Muscular</w:t>
      </w:r>
    </w:p>
    <w:p w14:paraId="4743661F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</w:rPr>
        <w:t>Nervous</w:t>
      </w:r>
    </w:p>
    <w:p w14:paraId="7FB19869" w14:textId="77777777" w:rsidR="001A0D08" w:rsidRDefault="001A0D08" w:rsidP="001A0D08">
      <w:pPr>
        <w:pStyle w:val="Body"/>
        <w:rPr>
          <w:sz w:val="22"/>
          <w:szCs w:val="22"/>
        </w:rPr>
      </w:pPr>
    </w:p>
    <w:p w14:paraId="5B30FC96" w14:textId="77777777" w:rsidR="00CC35C5" w:rsidRDefault="00CC35C5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What are the three main tissue types in plants (3 words)?</w:t>
      </w:r>
    </w:p>
    <w:p w14:paraId="0156FDDB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Vascular</w:t>
      </w:r>
    </w:p>
    <w:p w14:paraId="01557B9A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</w:rPr>
      </w:pPr>
      <w:r>
        <w:rPr>
          <w:color w:val="FF0000"/>
        </w:rPr>
        <w:t>Epidermal</w:t>
      </w:r>
    </w:p>
    <w:p w14:paraId="47736989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</w:rPr>
        <w:t>Ground</w:t>
      </w:r>
    </w:p>
    <w:p w14:paraId="31A480A7" w14:textId="77777777" w:rsidR="001A0D08" w:rsidRDefault="001A0D0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  <w:bookmarkStart w:id="4" w:name="_Hlk12272072"/>
      <w:r>
        <w:rPr>
          <w:sz w:val="22"/>
          <w:szCs w:val="22"/>
        </w:rPr>
        <w:br w:type="page"/>
      </w:r>
    </w:p>
    <w:p w14:paraId="0EE843AA" w14:textId="77777777" w:rsidR="00CC35C5" w:rsidRDefault="00F9700A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Describe the basic structure of a chromosome</w:t>
      </w:r>
      <w:r w:rsidR="00CC35C5">
        <w:rPr>
          <w:sz w:val="22"/>
          <w:szCs w:val="22"/>
        </w:rPr>
        <w:t xml:space="preserve"> </w:t>
      </w:r>
      <w:bookmarkEnd w:id="4"/>
      <w:r w:rsidR="00CC35C5">
        <w:rPr>
          <w:sz w:val="22"/>
          <w:szCs w:val="22"/>
        </w:rPr>
        <w:t>(</w:t>
      </w:r>
      <w:r w:rsidR="00CC35C5" w:rsidRPr="008A2263">
        <w:rPr>
          <w:sz w:val="22"/>
          <w:szCs w:val="22"/>
        </w:rPr>
        <w:t>3 to 1</w:t>
      </w:r>
      <w:r w:rsidR="001A0D08">
        <w:rPr>
          <w:sz w:val="22"/>
          <w:szCs w:val="22"/>
        </w:rPr>
        <w:t>5</w:t>
      </w:r>
      <w:r w:rsidR="00CC35C5" w:rsidRPr="008A2263">
        <w:rPr>
          <w:sz w:val="22"/>
          <w:szCs w:val="22"/>
        </w:rPr>
        <w:t xml:space="preserve"> words</w:t>
      </w:r>
      <w:r w:rsidR="00EB2D11">
        <w:rPr>
          <w:sz w:val="22"/>
          <w:szCs w:val="22"/>
        </w:rPr>
        <w:t>).</w:t>
      </w:r>
    </w:p>
    <w:p w14:paraId="7F787EAF" w14:textId="77777777" w:rsidR="00CC35C5" w:rsidRDefault="00F9700A" w:rsidP="008A2263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</w:rPr>
        <w:t xml:space="preserve">Chromosomes are made up of </w:t>
      </w:r>
      <w:r w:rsidR="008A2263">
        <w:rPr>
          <w:color w:val="FF0000"/>
        </w:rPr>
        <w:t xml:space="preserve">DNA </w:t>
      </w:r>
      <w:r>
        <w:rPr>
          <w:color w:val="FF0000"/>
        </w:rPr>
        <w:t xml:space="preserve">tightly coiled </w:t>
      </w:r>
      <w:r w:rsidR="008A2263">
        <w:rPr>
          <w:color w:val="FF0000"/>
        </w:rPr>
        <w:t>around proteins called histones</w:t>
      </w:r>
    </w:p>
    <w:p w14:paraId="4CA10D0A" w14:textId="77777777" w:rsidR="001A0D08" w:rsidRDefault="001A0D08" w:rsidP="001A0D08">
      <w:pPr>
        <w:pStyle w:val="Body"/>
        <w:rPr>
          <w:sz w:val="22"/>
          <w:szCs w:val="22"/>
        </w:rPr>
      </w:pPr>
    </w:p>
    <w:p w14:paraId="597E1013" w14:textId="77777777" w:rsidR="00CC35C5" w:rsidRDefault="00CC35C5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Describe the basic structure of </w:t>
      </w:r>
      <w:r w:rsidR="00EB2D11">
        <w:rPr>
          <w:sz w:val="22"/>
          <w:szCs w:val="22"/>
        </w:rPr>
        <w:t>a nucleic acid (</w:t>
      </w:r>
      <w:r w:rsidR="001A0D08">
        <w:rPr>
          <w:sz w:val="22"/>
          <w:szCs w:val="22"/>
        </w:rPr>
        <w:t>4</w:t>
      </w:r>
      <w:r w:rsidR="00EB2D11">
        <w:rPr>
          <w:sz w:val="22"/>
          <w:szCs w:val="22"/>
        </w:rPr>
        <w:t xml:space="preserve"> to </w:t>
      </w:r>
      <w:r w:rsidR="001A0D08">
        <w:rPr>
          <w:sz w:val="22"/>
          <w:szCs w:val="22"/>
        </w:rPr>
        <w:t>15</w:t>
      </w:r>
      <w:r w:rsidR="00EB2D11">
        <w:rPr>
          <w:sz w:val="22"/>
          <w:szCs w:val="22"/>
        </w:rPr>
        <w:t xml:space="preserve"> words).</w:t>
      </w:r>
    </w:p>
    <w:p w14:paraId="543B81C4" w14:textId="77777777" w:rsidR="001A0D08" w:rsidRDefault="001A0D08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rStyle w:val="e24kjd"/>
          <w:color w:val="FF0000"/>
        </w:rPr>
      </w:pPr>
      <w:r>
        <w:rPr>
          <w:rStyle w:val="e24kjd"/>
        </w:rPr>
        <w:t>Any of:</w:t>
      </w:r>
    </w:p>
    <w:p w14:paraId="09EE2661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rStyle w:val="e24kjd"/>
        </w:rPr>
      </w:pPr>
      <w:r>
        <w:rPr>
          <w:rStyle w:val="e24kjd"/>
          <w:color w:val="FF0000"/>
        </w:rPr>
        <w:t>Nucleic acids are polynucleotides</w:t>
      </w:r>
    </w:p>
    <w:p w14:paraId="1043197A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rStyle w:val="e24kjd"/>
          <w:color w:val="FF0000"/>
        </w:rPr>
      </w:pPr>
      <w:r>
        <w:rPr>
          <w:rStyle w:val="e24kjd"/>
          <w:color w:val="FF0000"/>
        </w:rPr>
        <w:t>Molecules composed of a series of nucleotides</w:t>
      </w:r>
    </w:p>
    <w:p w14:paraId="793526AC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rStyle w:val="e24kjd"/>
          <w:color w:val="FF0000"/>
        </w:rPr>
        <w:t>Each nucleotide consists of a nitrogen-containing aromatic base attached to a pentose sugar, which is in turn attached to a phosphate group</w:t>
      </w:r>
    </w:p>
    <w:p w14:paraId="07198E06" w14:textId="77777777" w:rsidR="001A0D08" w:rsidRDefault="001A0D08" w:rsidP="001A0D08">
      <w:pPr>
        <w:pStyle w:val="Body"/>
        <w:rPr>
          <w:sz w:val="22"/>
          <w:szCs w:val="22"/>
        </w:rPr>
      </w:pPr>
    </w:p>
    <w:p w14:paraId="7A6A2144" w14:textId="77777777" w:rsidR="00CC35C5" w:rsidRDefault="00CC35C5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Describe the basic structure of a protein, and list </w:t>
      </w:r>
      <w:r w:rsidR="00EB2D11">
        <w:rPr>
          <w:sz w:val="22"/>
          <w:szCs w:val="22"/>
        </w:rPr>
        <w:t xml:space="preserve">the four types (10 to </w:t>
      </w:r>
      <w:r w:rsidR="001A0D08">
        <w:rPr>
          <w:sz w:val="22"/>
          <w:szCs w:val="22"/>
        </w:rPr>
        <w:t>20</w:t>
      </w:r>
      <w:r w:rsidR="00EB2D11">
        <w:rPr>
          <w:sz w:val="22"/>
          <w:szCs w:val="22"/>
        </w:rPr>
        <w:t xml:space="preserve"> words).</w:t>
      </w:r>
    </w:p>
    <w:p w14:paraId="548B2A88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</w:rPr>
      </w:pPr>
      <w:r>
        <w:rPr>
          <w:color w:val="FF0000"/>
        </w:rPr>
        <w:t>Proteins are built from amino acids linked by a peptide bond</w:t>
      </w:r>
    </w:p>
    <w:p w14:paraId="79EB94EB" w14:textId="77777777" w:rsidR="00D02485" w:rsidRPr="00D02485" w:rsidRDefault="00CC35C5" w:rsidP="00D0248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</w:rPr>
        <w:t>Primary, secondary, tertiary and quaternary</w:t>
      </w:r>
    </w:p>
    <w:p w14:paraId="5DBD02B1" w14:textId="77777777" w:rsidR="001A0D08" w:rsidRDefault="001A0D08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371D1BF0" w14:textId="77777777" w:rsidR="00CC35C5" w:rsidRDefault="00CC35C5" w:rsidP="00B30A00">
      <w:pPr>
        <w:pStyle w:val="Body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What are the functional groups for the following organic molecules</w:t>
      </w:r>
      <w:r w:rsidR="00E1733D">
        <w:rPr>
          <w:sz w:val="22"/>
          <w:szCs w:val="22"/>
        </w:rPr>
        <w:t xml:space="preserve"> (1 functional group per answer)</w:t>
      </w:r>
      <w:r>
        <w:rPr>
          <w:sz w:val="22"/>
          <w:szCs w:val="22"/>
        </w:rPr>
        <w:t>?</w:t>
      </w:r>
      <w:r w:rsidR="00D02DC4">
        <w:rPr>
          <w:sz w:val="22"/>
          <w:szCs w:val="22"/>
        </w:rPr>
        <w:t xml:space="preserve"> You can write or draw your answer.</w:t>
      </w:r>
    </w:p>
    <w:p w14:paraId="72C5A5A5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Alkanes</w:t>
      </w:r>
    </w:p>
    <w:p w14:paraId="23709484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proofErr w:type="gramStart"/>
      <w:r>
        <w:rPr>
          <w:color w:val="FF0000"/>
          <w:sz w:val="22"/>
          <w:szCs w:val="22"/>
        </w:rPr>
        <w:t>CH</w:t>
      </w:r>
      <w:r>
        <w:rPr>
          <w:color w:val="FF0000"/>
          <w:sz w:val="22"/>
          <w:szCs w:val="22"/>
          <w:vertAlign w:val="subscript"/>
        </w:rPr>
        <w:t>3</w:t>
      </w:r>
      <w:r>
        <w:rPr>
          <w:color w:val="FF0000"/>
          <w:sz w:val="22"/>
          <w:szCs w:val="22"/>
        </w:rPr>
        <w:t>(</w:t>
      </w:r>
      <w:proofErr w:type="gramEnd"/>
      <w:r>
        <w:rPr>
          <w:color w:val="FF0000"/>
          <w:sz w:val="22"/>
          <w:szCs w:val="22"/>
        </w:rPr>
        <w:t>CH</w:t>
      </w:r>
      <w:r>
        <w:rPr>
          <w:color w:val="FF0000"/>
          <w:sz w:val="22"/>
          <w:szCs w:val="22"/>
          <w:vertAlign w:val="subscript"/>
        </w:rPr>
        <w:t>2</w:t>
      </w:r>
      <w:r>
        <w:rPr>
          <w:color w:val="FF0000"/>
          <w:sz w:val="22"/>
          <w:szCs w:val="22"/>
        </w:rPr>
        <w:t>)</w:t>
      </w:r>
      <w:r>
        <w:rPr>
          <w:color w:val="FF0000"/>
          <w:sz w:val="22"/>
          <w:szCs w:val="22"/>
          <w:vertAlign w:val="subscript"/>
        </w:rPr>
        <w:t>n</w:t>
      </w:r>
      <w:r>
        <w:rPr>
          <w:color w:val="FF0000"/>
          <w:sz w:val="22"/>
          <w:szCs w:val="22"/>
        </w:rPr>
        <w:t>CH</w:t>
      </w:r>
      <w:r>
        <w:rPr>
          <w:color w:val="FF0000"/>
          <w:sz w:val="22"/>
          <w:szCs w:val="22"/>
          <w:vertAlign w:val="subscript"/>
        </w:rPr>
        <w:t>3</w:t>
      </w:r>
    </w:p>
    <w:p w14:paraId="30FE633F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Alkanols</w:t>
      </w:r>
      <w:proofErr w:type="spellEnd"/>
      <w:r>
        <w:rPr>
          <w:sz w:val="22"/>
          <w:szCs w:val="22"/>
        </w:rPr>
        <w:t xml:space="preserve"> (Alcohols)</w:t>
      </w:r>
    </w:p>
    <w:p w14:paraId="2A3232D1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R-OH</w:t>
      </w:r>
    </w:p>
    <w:p w14:paraId="62D447FA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Alkanals</w:t>
      </w:r>
      <w:proofErr w:type="spellEnd"/>
      <w:r>
        <w:rPr>
          <w:sz w:val="22"/>
          <w:szCs w:val="22"/>
        </w:rPr>
        <w:t xml:space="preserve"> (Aldehydes)</w:t>
      </w:r>
    </w:p>
    <w:p w14:paraId="04DA29AD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R-COH</w:t>
      </w:r>
    </w:p>
    <w:p w14:paraId="407D7BE2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Carboxylic acids</w:t>
      </w:r>
    </w:p>
    <w:p w14:paraId="2906631F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R-COOH</w:t>
      </w:r>
    </w:p>
    <w:p w14:paraId="751563D1" w14:textId="77777777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Alkanones</w:t>
      </w:r>
      <w:proofErr w:type="spellEnd"/>
      <w:r>
        <w:rPr>
          <w:sz w:val="22"/>
          <w:szCs w:val="22"/>
        </w:rPr>
        <w:t xml:space="preserve"> (Ketones)</w:t>
      </w:r>
    </w:p>
    <w:p w14:paraId="50A334AC" w14:textId="16C3F654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R-CO-R</w:t>
      </w:r>
    </w:p>
    <w:p w14:paraId="76CDBBFF" w14:textId="77777777" w:rsidR="00131C1D" w:rsidRDefault="00131C1D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</w:p>
    <w:p w14:paraId="25C4787F" w14:textId="125AF861" w:rsidR="00131C1D" w:rsidRDefault="00131C1D" w:rsidP="00131C1D">
      <w:pPr>
        <w:pStyle w:val="Body"/>
        <w:ind w:left="1440"/>
        <w:rPr>
          <w:sz w:val="22"/>
          <w:szCs w:val="22"/>
        </w:rPr>
      </w:pPr>
    </w:p>
    <w:p w14:paraId="46F76666" w14:textId="77777777" w:rsidR="00131C1D" w:rsidRDefault="00131C1D" w:rsidP="00131C1D">
      <w:pPr>
        <w:pStyle w:val="Body"/>
        <w:ind w:left="1440"/>
        <w:rPr>
          <w:sz w:val="22"/>
          <w:szCs w:val="22"/>
        </w:rPr>
      </w:pPr>
    </w:p>
    <w:p w14:paraId="20288C1E" w14:textId="63C8B494" w:rsidR="00CC35C5" w:rsidRDefault="00CC35C5" w:rsidP="00B30A00">
      <w:pPr>
        <w:pStyle w:val="Body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Aromatics</w:t>
      </w:r>
    </w:p>
    <w:p w14:paraId="295D987D" w14:textId="3ADB1CBD" w:rsidR="00131C1D" w:rsidRDefault="00131C1D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</w:rPr>
      </w:pPr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54A33152" wp14:editId="54668347">
                <wp:extent cx="675640" cy="615950"/>
                <wp:effectExtent l="0" t="0" r="10160" b="12700"/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615950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7262E6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9" o:spid="_x0000_s1026" type="#_x0000_t9" style="width:53.2pt;height:4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" adj="4923" filled="f" strokecolor="red" strokeweight="2pt">
                <w10:anchorlock/>
              </v:shape>
            </w:pict>
          </mc:Fallback>
        </mc:AlternateContent>
      </w:r>
    </w:p>
    <w:p w14:paraId="69C23E4F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</w:p>
    <w:p w14:paraId="5BDD39D5" w14:textId="77777777" w:rsidR="00CC35C5" w:rsidRDefault="00CC35C5" w:rsidP="00B30A00">
      <w:pPr>
        <w:pStyle w:val="ListParagraph"/>
        <w:numPr>
          <w:ilvl w:val="1"/>
          <w:numId w:val="24"/>
        </w:num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Amino acids</w:t>
      </w:r>
    </w:p>
    <w:p w14:paraId="5100981D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133985</wp:posOffset>
                </wp:positionV>
                <wp:extent cx="0" cy="228600"/>
                <wp:effectExtent l="0" t="0" r="3810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6C7B08" id="Straight Connector 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1pt,10.55pt" to="31.1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" strokecolor="#bc4542 [3045]"/>
            </w:pict>
          </mc:Fallback>
        </mc:AlternateContent>
      </w:r>
      <w:r>
        <w:rPr>
          <w:color w:val="FF0000"/>
        </w:rPr>
        <w:t xml:space="preserve">    COOH</w:t>
      </w:r>
    </w:p>
    <w:p w14:paraId="1ED8746B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</w:rPr>
        <w:t>R-CH-NH</w:t>
      </w:r>
      <w:r>
        <w:rPr>
          <w:color w:val="FF0000"/>
          <w:vertAlign w:val="subscript"/>
        </w:rPr>
        <w:t>2</w:t>
      </w:r>
    </w:p>
    <w:p w14:paraId="70F6E537" w14:textId="77777777" w:rsidR="00CC35C5" w:rsidRDefault="00CC35C5" w:rsidP="00B30A00">
      <w:pPr>
        <w:pStyle w:val="ListParagraph"/>
        <w:numPr>
          <w:ilvl w:val="1"/>
          <w:numId w:val="24"/>
        </w:num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Sulfhydryl</w:t>
      </w:r>
    </w:p>
    <w:p w14:paraId="4AC45F99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</w:rPr>
        <w:t>R-SH</w:t>
      </w:r>
    </w:p>
    <w:p w14:paraId="6A944AB8" w14:textId="77777777" w:rsidR="00CC35C5" w:rsidRDefault="00CC35C5" w:rsidP="00B30A00">
      <w:pPr>
        <w:pStyle w:val="ListParagraph"/>
        <w:numPr>
          <w:ilvl w:val="1"/>
          <w:numId w:val="24"/>
        </w:num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Fats</w:t>
      </w:r>
    </w:p>
    <w:p w14:paraId="56036263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proofErr w:type="gramStart"/>
      <w:r>
        <w:rPr>
          <w:color w:val="FF0000"/>
        </w:rPr>
        <w:t>CH</w:t>
      </w:r>
      <w:r>
        <w:rPr>
          <w:color w:val="FF0000"/>
          <w:vertAlign w:val="subscript"/>
        </w:rPr>
        <w:t>3</w:t>
      </w:r>
      <w:r>
        <w:rPr>
          <w:color w:val="FF0000"/>
        </w:rPr>
        <w:t>(</w:t>
      </w:r>
      <w:proofErr w:type="gramEnd"/>
      <w:r>
        <w:rPr>
          <w:color w:val="FF0000"/>
        </w:rPr>
        <w:t>CH</w:t>
      </w:r>
      <w:r>
        <w:rPr>
          <w:color w:val="FF0000"/>
          <w:vertAlign w:val="subscript"/>
        </w:rPr>
        <w:t>2</w:t>
      </w:r>
      <w:r>
        <w:rPr>
          <w:color w:val="FF0000"/>
        </w:rPr>
        <w:t>)</w:t>
      </w:r>
      <w:proofErr w:type="spellStart"/>
      <w:r>
        <w:rPr>
          <w:color w:val="FF0000"/>
          <w:vertAlign w:val="subscript"/>
        </w:rPr>
        <w:t>n</w:t>
      </w:r>
      <w:r>
        <w:rPr>
          <w:color w:val="FF0000"/>
        </w:rPr>
        <w:t>COOH</w:t>
      </w:r>
      <w:proofErr w:type="spellEnd"/>
    </w:p>
    <w:p w14:paraId="5AE25F3B" w14:textId="77777777" w:rsidR="00CC35C5" w:rsidRDefault="00CC35C5" w:rsidP="00B30A00">
      <w:pPr>
        <w:pStyle w:val="ListParagraph"/>
        <w:numPr>
          <w:ilvl w:val="1"/>
          <w:numId w:val="24"/>
        </w:num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Carbohydrates</w:t>
      </w:r>
    </w:p>
    <w:p w14:paraId="396C5085" w14:textId="77777777" w:rsidR="00CC35C5" w:rsidRDefault="00CC35C5" w:rsidP="00CC35C5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tabs>
          <w:tab w:val="left" w:pos="1315"/>
        </w:tabs>
        <w:ind w:left="360"/>
        <w:rPr>
          <w:color w:val="FF0000"/>
          <w:sz w:val="22"/>
          <w:szCs w:val="22"/>
        </w:rPr>
      </w:pPr>
      <w:r>
        <w:rPr>
          <w:color w:val="FF0000"/>
        </w:rPr>
        <w:t>(CH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proofErr w:type="gramStart"/>
      <w:r>
        <w:rPr>
          <w:color w:val="FF0000"/>
        </w:rPr>
        <w:t>)</w:t>
      </w:r>
      <w:r>
        <w:rPr>
          <w:color w:val="FF0000"/>
          <w:vertAlign w:val="subscript"/>
        </w:rPr>
        <w:t>n</w:t>
      </w:r>
      <w:proofErr w:type="gramEnd"/>
    </w:p>
    <w:p w14:paraId="0B59E259" w14:textId="77777777" w:rsidR="00CC35C5" w:rsidRDefault="00CC35C5">
      <w:pPr>
        <w:tabs>
          <w:tab w:val="clear" w:pos="284"/>
        </w:tabs>
        <w:spacing w:before="0" w:after="200" w:line="276" w:lineRule="auto"/>
      </w:pPr>
      <w:r>
        <w:br w:type="page"/>
      </w:r>
    </w:p>
    <w:p w14:paraId="124D369E" w14:textId="77777777" w:rsidR="00CD5273" w:rsidRDefault="00CD5273" w:rsidP="00452AA9">
      <w:pPr>
        <w:pStyle w:val="ListParagraph"/>
        <w:numPr>
          <w:ilvl w:val="0"/>
          <w:numId w:val="24"/>
        </w:numPr>
      </w:pPr>
      <w:r>
        <w:lastRenderedPageBreak/>
        <w:t xml:space="preserve">Label the animal cell diagram below. </w:t>
      </w:r>
      <w:r w:rsidR="00D02DC4">
        <w:t>Ensure every arrow is labelled</w:t>
      </w:r>
      <w:r>
        <w:t>.</w:t>
      </w:r>
    </w:p>
    <w:p w14:paraId="37350D69" w14:textId="77777777" w:rsidR="00CD5273" w:rsidRDefault="00CD5273" w:rsidP="00CD5273"/>
    <w:p w14:paraId="09504FF6" w14:textId="77777777" w:rsidR="00CD5273" w:rsidRDefault="00CD5273" w:rsidP="00CD5273"/>
    <w:p w14:paraId="69184989" w14:textId="22D08609" w:rsidR="00CD5273" w:rsidRDefault="00CD5273" w:rsidP="00CD5273">
      <w:pPr>
        <w:jc w:val="center"/>
      </w:pPr>
      <w:r>
        <w:rPr>
          <w:noProof/>
          <w:lang w:eastAsia="en-AU"/>
        </w:rPr>
        <w:drawing>
          <wp:inline distT="0" distB="0" distL="0" distR="0" wp14:anchorId="0A08EAD1" wp14:editId="1325157E">
            <wp:extent cx="5753100" cy="4495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2C16A" w14:textId="66FF7059" w:rsidR="00960DE2" w:rsidRDefault="002F0B8D" w:rsidP="00CD5273">
      <w:pPr>
        <w:jc w:val="center"/>
      </w:pPr>
      <w:hyperlink r:id="rId19" w:history="1">
        <w:r w:rsidR="00960DE2" w:rsidRPr="00960DE2">
          <w:rPr>
            <w:rStyle w:val="Hyperlink"/>
          </w:rPr>
          <w:t>Animal cell</w:t>
        </w:r>
      </w:hyperlink>
      <w:r w:rsidR="00960DE2">
        <w:t xml:space="preserve"> by E.M. Armstrong copied under exam exemption accessed on 15 November 2019</w:t>
      </w:r>
    </w:p>
    <w:p w14:paraId="4F2F8A16" w14:textId="77777777" w:rsidR="00CD5273" w:rsidRDefault="00CD5273" w:rsidP="00CD5273">
      <w:pPr>
        <w:tabs>
          <w:tab w:val="clear" w:pos="284"/>
          <w:tab w:val="left" w:pos="720"/>
        </w:tabs>
        <w:spacing w:before="0" w:after="200" w:line="276" w:lineRule="auto"/>
      </w:pPr>
      <w:r>
        <w:br w:type="page"/>
      </w:r>
    </w:p>
    <w:p w14:paraId="6DD140DC" w14:textId="77777777" w:rsidR="00CD5273" w:rsidRDefault="00CD5273" w:rsidP="00452AA9">
      <w:pPr>
        <w:pStyle w:val="ListParagraph"/>
        <w:numPr>
          <w:ilvl w:val="0"/>
          <w:numId w:val="24"/>
        </w:numPr>
      </w:pPr>
      <w:r>
        <w:lastRenderedPageBreak/>
        <w:t xml:space="preserve">Label the plant cell organelles in the diagram below. </w:t>
      </w:r>
      <w:r w:rsidR="00811F33">
        <w:t>Ensure every arrow is labelled.</w:t>
      </w:r>
    </w:p>
    <w:p w14:paraId="0FB23415" w14:textId="77777777" w:rsidR="00CD5273" w:rsidRDefault="00CD5273" w:rsidP="00CD5273"/>
    <w:p w14:paraId="4284BC5B" w14:textId="31D188AD" w:rsidR="00CD5273" w:rsidRDefault="00CD5273" w:rsidP="00CD5273">
      <w:r>
        <w:rPr>
          <w:noProof/>
          <w:lang w:eastAsia="en-AU"/>
        </w:rPr>
        <w:drawing>
          <wp:inline distT="0" distB="0" distL="0" distR="0">
            <wp:extent cx="5753100" cy="46577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63CBC" w14:textId="54C1B59B" w:rsidR="00960DE2" w:rsidRDefault="002F0B8D" w:rsidP="00960DE2">
      <w:pPr>
        <w:jc w:val="center"/>
      </w:pPr>
      <w:hyperlink r:id="rId21" w:history="1">
        <w:r w:rsidR="00960DE2">
          <w:rPr>
            <w:rStyle w:val="Hyperlink"/>
          </w:rPr>
          <w:t xml:space="preserve">Plant </w:t>
        </w:r>
        <w:r w:rsidR="00960DE2" w:rsidRPr="00960DE2">
          <w:rPr>
            <w:rStyle w:val="Hyperlink"/>
          </w:rPr>
          <w:t>cell</w:t>
        </w:r>
      </w:hyperlink>
      <w:r w:rsidR="00960DE2">
        <w:t xml:space="preserve"> by E.M. Armstrong copied under exam exemption accessed on 15 November 2019</w:t>
      </w:r>
    </w:p>
    <w:p w14:paraId="4E75264B" w14:textId="77777777" w:rsidR="00960DE2" w:rsidRDefault="00960DE2" w:rsidP="00CD5273"/>
    <w:p w14:paraId="793AC7C5" w14:textId="77777777" w:rsidR="00CD5273" w:rsidRDefault="00CD5273" w:rsidP="00CD5273">
      <w:r>
        <w:br w:type="page"/>
      </w:r>
    </w:p>
    <w:p w14:paraId="5F0ED32A" w14:textId="77777777" w:rsidR="00CD5273" w:rsidRDefault="00CD5273" w:rsidP="00452AA9">
      <w:pPr>
        <w:pStyle w:val="ListParagraph"/>
        <w:numPr>
          <w:ilvl w:val="0"/>
          <w:numId w:val="24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lastRenderedPageBreak/>
        <w:t>Label the phases of mitosis on the diagram below</w:t>
      </w:r>
      <w:r w:rsidR="00FA6C28">
        <w:rPr>
          <w:sz w:val="22"/>
          <w:szCs w:val="22"/>
          <w:lang w:eastAsia="en-AU"/>
        </w:rPr>
        <w:t xml:space="preserve"> (1 word per answer)</w:t>
      </w:r>
      <w:r>
        <w:rPr>
          <w:sz w:val="22"/>
          <w:szCs w:val="22"/>
          <w:lang w:eastAsia="en-AU"/>
        </w:rPr>
        <w:t>:</w:t>
      </w:r>
    </w:p>
    <w:p w14:paraId="56C7E32C" w14:textId="77777777" w:rsidR="00CD5273" w:rsidRDefault="00CD5273" w:rsidP="00CD5273">
      <w:pPr>
        <w:jc w:val="center"/>
        <w:rPr>
          <w:sz w:val="22"/>
          <w:szCs w:val="22"/>
          <w:lang w:eastAsia="en-AU"/>
        </w:rPr>
      </w:pPr>
    </w:p>
    <w:p w14:paraId="4D6304EC" w14:textId="0052FEA4" w:rsidR="00CD5273" w:rsidRDefault="00CD5273" w:rsidP="00CD5273">
      <w:p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>
            <wp:extent cx="5759450" cy="3055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5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95871" w14:textId="5B79CA41" w:rsidR="00027451" w:rsidRDefault="002F0B8D" w:rsidP="00027451">
      <w:pPr>
        <w:jc w:val="center"/>
      </w:pPr>
      <w:hyperlink r:id="rId23" w:history="1">
        <w:r w:rsidR="00027451" w:rsidRPr="00027451">
          <w:rPr>
            <w:rStyle w:val="Hyperlink"/>
          </w:rPr>
          <w:t>Reproduction of cells</w:t>
        </w:r>
      </w:hyperlink>
      <w:r w:rsidR="00027451">
        <w:t xml:space="preserve"> by Cunningham, D. J. copied under exam exemption accessed on 15 November 2019</w:t>
      </w:r>
    </w:p>
    <w:p w14:paraId="7BF33E8A" w14:textId="77777777" w:rsidR="00CD5273" w:rsidRDefault="00CD5273" w:rsidP="00CD5273">
      <w:p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br w:type="page"/>
      </w:r>
    </w:p>
    <w:p w14:paraId="3DB31BC2" w14:textId="77777777" w:rsidR="00CD5273" w:rsidRDefault="00CD5273" w:rsidP="000E4BA3">
      <w:pPr>
        <w:pStyle w:val="ListParagraph"/>
        <w:numPr>
          <w:ilvl w:val="0"/>
          <w:numId w:val="24"/>
        </w:numPr>
        <w:spacing w:line="240" w:lineRule="auto"/>
        <w:ind w:hanging="357"/>
        <w:contextualSpacing w:val="0"/>
      </w:pPr>
      <w:r>
        <w:lastRenderedPageBreak/>
        <w:t>Complete the following table by describing the structure of each of the organelles listed</w:t>
      </w:r>
      <w:r w:rsidR="00EB2D11">
        <w:t xml:space="preserve"> and indicate plant or animal</w:t>
      </w:r>
      <w:r>
        <w:t>, or writing the correct name of the organelle in the space next to its description.</w:t>
      </w:r>
    </w:p>
    <w:p w14:paraId="1B3CC369" w14:textId="77777777" w:rsidR="00FA6C28" w:rsidRDefault="00FA6C28" w:rsidP="000E4BA3">
      <w:pPr>
        <w:pStyle w:val="ListParagraph"/>
        <w:numPr>
          <w:ilvl w:val="1"/>
          <w:numId w:val="24"/>
        </w:numPr>
        <w:spacing w:line="240" w:lineRule="auto"/>
        <w:ind w:hanging="357"/>
        <w:contextualSpacing w:val="0"/>
      </w:pPr>
      <w:bookmarkStart w:id="5" w:name="_Hlk24525440"/>
      <w:r>
        <w:t>Organelle column (1 word per cell)</w:t>
      </w:r>
    </w:p>
    <w:p w14:paraId="05215622" w14:textId="77777777" w:rsidR="00FA6C28" w:rsidRDefault="00FA6C28" w:rsidP="000E4BA3">
      <w:pPr>
        <w:pStyle w:val="ListParagraph"/>
        <w:numPr>
          <w:ilvl w:val="1"/>
          <w:numId w:val="24"/>
        </w:numPr>
        <w:spacing w:line="240" w:lineRule="auto"/>
        <w:ind w:hanging="357"/>
        <w:contextualSpacing w:val="0"/>
      </w:pPr>
      <w:r>
        <w:t>Structure column (4 to 15 words per cell)</w:t>
      </w:r>
    </w:p>
    <w:p w14:paraId="6AF218A9" w14:textId="77777777" w:rsidR="00FA6C28" w:rsidRDefault="00FA6C28" w:rsidP="000E4BA3">
      <w:pPr>
        <w:pStyle w:val="ListParagraph"/>
        <w:numPr>
          <w:ilvl w:val="1"/>
          <w:numId w:val="24"/>
        </w:numPr>
        <w:spacing w:line="240" w:lineRule="auto"/>
        <w:ind w:hanging="357"/>
        <w:contextualSpacing w:val="0"/>
      </w:pPr>
      <w:r>
        <w:t>Plant or animal column (1 to 2 letters per cell)</w:t>
      </w:r>
    </w:p>
    <w:bookmarkEnd w:id="5"/>
    <w:p w14:paraId="64A90214" w14:textId="77777777" w:rsidR="00CD5273" w:rsidRDefault="00CD5273" w:rsidP="00CD527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B3373">
        <w:rPr>
          <w:noProof/>
        </w:rPr>
        <w:t>21</w:t>
      </w:r>
      <w:r>
        <w:rPr>
          <w:noProof/>
        </w:rPr>
        <w:fldChar w:fldCharType="end"/>
      </w:r>
      <w:r>
        <w:t xml:space="preserve"> </w:t>
      </w:r>
      <w:r w:rsidR="00EB2D11">
        <w:t>Complete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1980"/>
        <w:gridCol w:w="5386"/>
        <w:gridCol w:w="1694"/>
      </w:tblGrid>
      <w:tr w:rsidR="00CD5273" w14:paraId="1FD67DBF" w14:textId="77777777" w:rsidTr="00CD5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2C1AEAE" w14:textId="77777777" w:rsidR="00CD5273" w:rsidRDefault="00CD5273">
            <w:pPr>
              <w:pStyle w:val="Body"/>
              <w:spacing w:line="240" w:lineRule="auto"/>
            </w:pPr>
            <w:r>
              <w:t>Organelle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B5714E4" w14:textId="77777777" w:rsidR="00CD5273" w:rsidRDefault="00CD5273">
            <w:pPr>
              <w:pStyle w:val="Body"/>
              <w:spacing w:line="240" w:lineRule="auto"/>
            </w:pPr>
            <w:r>
              <w:t>Structure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6C933D6" w14:textId="77777777" w:rsidR="00CD5273" w:rsidRDefault="00CD5273">
            <w:pPr>
              <w:pStyle w:val="Body"/>
              <w:spacing w:line="240" w:lineRule="auto"/>
            </w:pPr>
            <w:r>
              <w:t>Plant (P) or Animal (A)?</w:t>
            </w:r>
          </w:p>
        </w:tc>
      </w:tr>
      <w:tr w:rsidR="00CD5273" w14:paraId="573F3E53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A2DC89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Nucleus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CF32692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Large structure surrounded by double membrane, contains nucleolus and chromosomes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71B8EB9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A/P</w:t>
            </w:r>
          </w:p>
        </w:tc>
      </w:tr>
      <w:tr w:rsidR="00CD5273" w14:paraId="6657924A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46DE4E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Nucleolus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CB1C3F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Granular body within nucleus, consists of RNA and protein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007626B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A/P</w:t>
            </w:r>
          </w:p>
        </w:tc>
      </w:tr>
      <w:tr w:rsidR="00CD5273" w14:paraId="5AECF3D5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893FE9E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Mitochondria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09BD627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Sacs consisting of two membranes, inner membrane is folded to form cristae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5737F72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A/P</w:t>
            </w:r>
          </w:p>
        </w:tc>
      </w:tr>
      <w:tr w:rsidR="00CD5273" w14:paraId="3BC2CCF4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F530DCA" w14:textId="77777777" w:rsidR="00CD5273" w:rsidRDefault="00CD5273">
            <w:pPr>
              <w:pStyle w:val="Body"/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</w:rPr>
              <w:t>Vacuoles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044EF4D" w14:textId="77777777" w:rsidR="00CD5273" w:rsidRDefault="00CD5273">
            <w:pPr>
              <w:pStyle w:val="Body"/>
              <w:spacing w:line="240" w:lineRule="auto"/>
            </w:pPr>
            <w:r>
              <w:t>Membranous sacs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F9D2C8C" w14:textId="77777777" w:rsidR="00CD5273" w:rsidRDefault="00CD5273">
            <w:pPr>
              <w:pStyle w:val="Body"/>
              <w:spacing w:line="240" w:lineRule="auto"/>
            </w:pPr>
            <w:r>
              <w:t>P</w:t>
            </w:r>
          </w:p>
        </w:tc>
      </w:tr>
      <w:tr w:rsidR="00CD5273" w14:paraId="38CEA563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B3D7B2B" w14:textId="77777777" w:rsidR="00CD5273" w:rsidRDefault="00CD5273">
            <w:pPr>
              <w:pStyle w:val="Body"/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</w:rPr>
              <w:t>Ribosomes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0AAE1E2" w14:textId="77777777" w:rsidR="00CD5273" w:rsidRDefault="00CD5273">
            <w:pPr>
              <w:pStyle w:val="Body"/>
              <w:spacing w:line="240" w:lineRule="auto"/>
            </w:pPr>
            <w:r>
              <w:t>Granules composed of RNA and protein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6A87CF4" w14:textId="77777777" w:rsidR="00CD5273" w:rsidRDefault="00CD5273">
            <w:pPr>
              <w:pStyle w:val="Body"/>
              <w:spacing w:line="240" w:lineRule="auto"/>
            </w:pPr>
            <w:r>
              <w:t>A/P</w:t>
            </w:r>
          </w:p>
        </w:tc>
      </w:tr>
      <w:tr w:rsidR="00CD5273" w14:paraId="60097B4F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AAB8D78" w14:textId="77777777" w:rsidR="00CD5273" w:rsidRDefault="00CD5273">
            <w:pPr>
              <w:pStyle w:val="Body"/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</w:rPr>
              <w:t>Lysosomes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5F31E0" w14:textId="77777777" w:rsidR="00CD5273" w:rsidRDefault="00CD5273">
            <w:pPr>
              <w:pStyle w:val="Body"/>
              <w:spacing w:line="240" w:lineRule="auto"/>
            </w:pPr>
            <w:r>
              <w:t>Membranous sacs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092CD4" w14:textId="77777777" w:rsidR="00CD5273" w:rsidRDefault="00CD5273">
            <w:pPr>
              <w:pStyle w:val="Body"/>
              <w:spacing w:line="240" w:lineRule="auto"/>
            </w:pPr>
            <w:r>
              <w:t>A</w:t>
            </w:r>
          </w:p>
        </w:tc>
      </w:tr>
      <w:tr w:rsidR="00CD5273" w14:paraId="4FD7AA25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CC6BAD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Golgi complex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B4BADDA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Stacks of flattened membrane sacs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1597484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A/P</w:t>
            </w:r>
          </w:p>
        </w:tc>
      </w:tr>
      <w:tr w:rsidR="00CD5273" w14:paraId="391B0745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FA71E24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Plasma membrane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93C169B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Membrane boundary of a living cell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13C15BF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A/P</w:t>
            </w:r>
          </w:p>
        </w:tc>
      </w:tr>
      <w:tr w:rsidR="00CD5273" w14:paraId="6E4D35B1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F2B576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Cell wall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285013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Rigid structure encasing plant cells, consists of multiple layers of cellulose fibres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394CB6F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</w:t>
            </w:r>
          </w:p>
        </w:tc>
      </w:tr>
      <w:tr w:rsidR="00CD5273" w14:paraId="34D881F1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311B55F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Endoplasmic reticulum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67D0E7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Network of internal membranes extending through the cytoplasm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C6347E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A/P</w:t>
            </w:r>
          </w:p>
        </w:tc>
      </w:tr>
      <w:tr w:rsidR="00CD5273" w14:paraId="26BC82A0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0FDCEEB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Chloroplast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3F7FB71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Double membrane structure enclosing internal thylakoid membranes, chlorophyll stored in thylakoid membranes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75F172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</w:t>
            </w:r>
          </w:p>
        </w:tc>
      </w:tr>
      <w:tr w:rsidR="00CD5273" w14:paraId="0A3B6935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EBF04B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color w:val="FF0000"/>
                <w:sz w:val="22"/>
              </w:rPr>
              <w:t>Centrioles</w:t>
            </w:r>
          </w:p>
        </w:tc>
        <w:tc>
          <w:tcPr>
            <w:tcW w:w="53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E6E419D" w14:textId="77777777" w:rsidR="00CD5273" w:rsidRDefault="00CD5273">
            <w:pPr>
              <w:pStyle w:val="Body"/>
              <w:spacing w:line="240" w:lineRule="auto"/>
            </w:pPr>
            <w:r>
              <w:t>Pair of hollow cylinders located near centre of cell, each centriole consists of nine microtubule triplets</w:t>
            </w:r>
          </w:p>
        </w:tc>
        <w:tc>
          <w:tcPr>
            <w:tcW w:w="16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D8121A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</w:t>
            </w:r>
          </w:p>
        </w:tc>
      </w:tr>
    </w:tbl>
    <w:p w14:paraId="243FD01A" w14:textId="77777777" w:rsidR="00CD5273" w:rsidRDefault="00CD5273" w:rsidP="00CD5273">
      <w:pPr>
        <w:spacing w:line="240" w:lineRule="auto"/>
      </w:pPr>
      <w:r>
        <w:br w:type="page"/>
      </w:r>
    </w:p>
    <w:p w14:paraId="3F1F319D" w14:textId="77777777" w:rsidR="00CD5273" w:rsidRDefault="00CD5273" w:rsidP="00452AA9">
      <w:pPr>
        <w:pStyle w:val="ListParagraph"/>
        <w:numPr>
          <w:ilvl w:val="0"/>
          <w:numId w:val="24"/>
        </w:numPr>
        <w:spacing w:line="240" w:lineRule="auto"/>
      </w:pPr>
      <w:r>
        <w:lastRenderedPageBreak/>
        <w:t>Complete the following table by describing the function of each of the organelles listed, or writing the correct name of the organelle in the space next to its description.</w:t>
      </w:r>
    </w:p>
    <w:p w14:paraId="2ABF2868" w14:textId="77777777" w:rsidR="00FA6C28" w:rsidRDefault="00FA6C28" w:rsidP="000E4BA3">
      <w:pPr>
        <w:pStyle w:val="ListParagraph"/>
        <w:numPr>
          <w:ilvl w:val="1"/>
          <w:numId w:val="24"/>
        </w:numPr>
        <w:spacing w:line="240" w:lineRule="auto"/>
        <w:ind w:left="1434" w:hanging="357"/>
        <w:contextualSpacing w:val="0"/>
      </w:pPr>
      <w:bookmarkStart w:id="6" w:name="_Hlk24525454"/>
      <w:r>
        <w:t>Organelle column (1 word per cell)</w:t>
      </w:r>
    </w:p>
    <w:p w14:paraId="027DE57E" w14:textId="77777777" w:rsidR="00FA6C28" w:rsidRDefault="00FA6C28" w:rsidP="000E4BA3">
      <w:pPr>
        <w:pStyle w:val="ListParagraph"/>
        <w:numPr>
          <w:ilvl w:val="1"/>
          <w:numId w:val="24"/>
        </w:numPr>
        <w:spacing w:line="240" w:lineRule="auto"/>
        <w:ind w:left="1434" w:hanging="357"/>
        <w:contextualSpacing w:val="0"/>
      </w:pPr>
      <w:r>
        <w:t>Function column (2 to 15 words per cell)</w:t>
      </w:r>
    </w:p>
    <w:bookmarkEnd w:id="6"/>
    <w:p w14:paraId="32D9BFBB" w14:textId="77777777" w:rsidR="00CD5273" w:rsidRDefault="00CD5273" w:rsidP="00CD527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B3373">
        <w:rPr>
          <w:noProof/>
        </w:rPr>
        <w:t>22</w:t>
      </w:r>
      <w:r>
        <w:rPr>
          <w:noProof/>
        </w:rPr>
        <w:fldChar w:fldCharType="end"/>
      </w:r>
      <w:r>
        <w:t xml:space="preserve"> </w:t>
      </w:r>
      <w:r w:rsidR="00EB2D11">
        <w:t>Complete the table</w:t>
      </w:r>
    </w:p>
    <w:tbl>
      <w:tblPr>
        <w:tblStyle w:val="TableGrid"/>
        <w:tblW w:w="9067" w:type="dxa"/>
        <w:tblLook w:val="04A0" w:firstRow="1" w:lastRow="0" w:firstColumn="1" w:lastColumn="0" w:noHBand="0" w:noVBand="1"/>
        <w:tblDescription w:val="True or false"/>
      </w:tblPr>
      <w:tblGrid>
        <w:gridCol w:w="1980"/>
        <w:gridCol w:w="7087"/>
      </w:tblGrid>
      <w:tr w:rsidR="00CD5273" w14:paraId="42935182" w14:textId="77777777" w:rsidTr="00CD5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9D422C" w14:textId="77777777" w:rsidR="00CD5273" w:rsidRDefault="00CD5273">
            <w:pPr>
              <w:pStyle w:val="Body"/>
              <w:spacing w:line="240" w:lineRule="auto"/>
            </w:pPr>
            <w:r>
              <w:t>Organelle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008FA4" w14:textId="77777777" w:rsidR="00CD5273" w:rsidRDefault="00CD5273">
            <w:pPr>
              <w:pStyle w:val="Body"/>
              <w:spacing w:line="240" w:lineRule="auto"/>
            </w:pPr>
            <w:r>
              <w:t>Function</w:t>
            </w:r>
          </w:p>
        </w:tc>
      </w:tr>
      <w:tr w:rsidR="00CD5273" w14:paraId="32405D57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AAB448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Nucleus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7D2EFA5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The control centre of the cell, contains the DNA</w:t>
            </w:r>
          </w:p>
        </w:tc>
      </w:tr>
      <w:tr w:rsidR="00CD5273" w14:paraId="190403F6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A49A89F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Nucleolus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6D6C9AF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Rewrite ribosomal (</w:t>
            </w:r>
            <w:proofErr w:type="spellStart"/>
            <w:r>
              <w:rPr>
                <w:color w:val="FF0000"/>
              </w:rPr>
              <w:t>rRNA</w:t>
            </w:r>
            <w:proofErr w:type="spellEnd"/>
            <w:r>
              <w:rPr>
                <w:color w:val="FF0000"/>
              </w:rPr>
              <w:t>) and combine it with proteins</w:t>
            </w:r>
          </w:p>
        </w:tc>
      </w:tr>
      <w:tr w:rsidR="00CD5273" w14:paraId="1950FE51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A18AF7C" w14:textId="77777777" w:rsidR="00CD5273" w:rsidRDefault="00CD5273">
            <w:pPr>
              <w:pStyle w:val="Body"/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</w:rPr>
              <w:t>Mitochondria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110DF3" w14:textId="77777777" w:rsidR="00CD5273" w:rsidRDefault="00CD5273">
            <w:pPr>
              <w:pStyle w:val="Body"/>
              <w:spacing w:line="240" w:lineRule="auto"/>
            </w:pPr>
            <w:r>
              <w:t>Perform cellular respiration</w:t>
            </w:r>
          </w:p>
        </w:tc>
      </w:tr>
      <w:tr w:rsidR="00CD5273" w14:paraId="5700A06E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3393780" w14:textId="77777777" w:rsidR="00CD5273" w:rsidRPr="00B54D94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B54D94">
              <w:rPr>
                <w:sz w:val="22"/>
              </w:rPr>
              <w:t>Vacuoles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5130DAE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Support or rigidity, storage area for nutrients and waste, water storage and release</w:t>
            </w:r>
          </w:p>
        </w:tc>
      </w:tr>
      <w:tr w:rsidR="00CD5273" w14:paraId="0C4622A6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E177C18" w14:textId="77777777" w:rsidR="00CD5273" w:rsidRPr="00B54D94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B54D94">
              <w:rPr>
                <w:sz w:val="22"/>
              </w:rPr>
              <w:t>Ribosomes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6008047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Make protein</w:t>
            </w:r>
          </w:p>
        </w:tc>
      </w:tr>
      <w:tr w:rsidR="00CD5273" w14:paraId="31C0EDD3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AC01B5" w14:textId="77777777" w:rsidR="00CD5273" w:rsidRPr="00B54D94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B54D94">
              <w:rPr>
                <w:sz w:val="22"/>
              </w:rPr>
              <w:t>Lysosomes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6CA80ED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Digestion and waste disposal</w:t>
            </w:r>
          </w:p>
        </w:tc>
      </w:tr>
      <w:tr w:rsidR="00CD5273" w14:paraId="64577C46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1707671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Golgi complex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27CAF21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Sorting and packaging of proteins for secretion</w:t>
            </w:r>
          </w:p>
        </w:tc>
      </w:tr>
      <w:tr w:rsidR="00CD5273" w14:paraId="36DAD56E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B4769DE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color w:val="FF0000"/>
                <w:sz w:val="22"/>
              </w:rPr>
              <w:t>Plasma membrane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DB5145B" w14:textId="77777777" w:rsidR="00CD5273" w:rsidRDefault="00CD5273">
            <w:pPr>
              <w:pStyle w:val="Body"/>
              <w:spacing w:line="240" w:lineRule="auto"/>
            </w:pPr>
            <w:r>
              <w:t>Protect and contain cell</w:t>
            </w:r>
          </w:p>
        </w:tc>
      </w:tr>
      <w:tr w:rsidR="00CD5273" w14:paraId="1C6687A7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43AA5CC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Cell wall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8F72580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Strength, structure</w:t>
            </w:r>
          </w:p>
        </w:tc>
      </w:tr>
      <w:tr w:rsidR="00CD5273" w14:paraId="7F9E6906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46ED794" w14:textId="77777777" w:rsidR="00CD5273" w:rsidRDefault="00CD5273">
            <w:pPr>
              <w:pStyle w:val="Body"/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</w:rPr>
              <w:t>Endoplasmic reticulum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B510E4C" w14:textId="77777777" w:rsidR="00CD5273" w:rsidRDefault="00CD5273">
            <w:pPr>
              <w:pStyle w:val="Body"/>
              <w:spacing w:line="240" w:lineRule="auto"/>
            </w:pPr>
            <w:r>
              <w:t>Manufacturing and packaging system</w:t>
            </w:r>
          </w:p>
        </w:tc>
      </w:tr>
      <w:tr w:rsidR="00CD5273" w14:paraId="671FAF0F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B300F33" w14:textId="77777777" w:rsidR="00CD5273" w:rsidRDefault="00CD5273">
            <w:pPr>
              <w:pStyle w:val="Body"/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</w:rPr>
              <w:t>Chloroplast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C419D3" w14:textId="77777777" w:rsidR="00CD5273" w:rsidRDefault="00CD5273">
            <w:pPr>
              <w:pStyle w:val="Body"/>
              <w:spacing w:line="240" w:lineRule="auto"/>
            </w:pPr>
            <w:r>
              <w:t>Convert light energy into sugars</w:t>
            </w:r>
          </w:p>
        </w:tc>
      </w:tr>
      <w:tr w:rsidR="00CD5273" w14:paraId="3B0233CB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58BB295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Centrioles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B4ED9B2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Cell division</w:t>
            </w:r>
          </w:p>
        </w:tc>
      </w:tr>
    </w:tbl>
    <w:p w14:paraId="5E89BA14" w14:textId="77777777" w:rsidR="00CD5273" w:rsidRDefault="00CD5273" w:rsidP="00CD5273">
      <w:pPr>
        <w:spacing w:line="240" w:lineRule="auto"/>
      </w:pPr>
      <w:r>
        <w:br w:type="page"/>
      </w:r>
    </w:p>
    <w:p w14:paraId="64B4681B" w14:textId="77777777" w:rsidR="00CD5273" w:rsidRDefault="00CD5273" w:rsidP="00452AA9">
      <w:pPr>
        <w:pStyle w:val="ListParagraph"/>
        <w:numPr>
          <w:ilvl w:val="0"/>
          <w:numId w:val="24"/>
        </w:numPr>
        <w:spacing w:line="240" w:lineRule="auto"/>
      </w:pPr>
      <w:r>
        <w:lastRenderedPageBreak/>
        <w:t xml:space="preserve">Complete the following table by describing </w:t>
      </w:r>
      <w:r w:rsidR="00E1733D">
        <w:t>three</w:t>
      </w:r>
      <w:r>
        <w:t xml:space="preserve"> function</w:t>
      </w:r>
      <w:r w:rsidR="00E1733D">
        <w:t>s</w:t>
      </w:r>
      <w:r>
        <w:t xml:space="preserve"> of each of the chemical compounds listed below</w:t>
      </w:r>
      <w:r w:rsidR="00E1733D">
        <w:t xml:space="preserve"> (6 to 15 words per cell)</w:t>
      </w:r>
      <w:r>
        <w:t>.</w:t>
      </w:r>
    </w:p>
    <w:p w14:paraId="780AC1A6" w14:textId="77777777" w:rsidR="00CD5273" w:rsidRDefault="00CD5273" w:rsidP="00CD527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B3373">
        <w:rPr>
          <w:noProof/>
        </w:rPr>
        <w:t>23</w:t>
      </w:r>
      <w:r>
        <w:rPr>
          <w:noProof/>
        </w:rPr>
        <w:fldChar w:fldCharType="end"/>
      </w:r>
      <w:r>
        <w:t xml:space="preserve"> </w:t>
      </w:r>
      <w:r w:rsidR="00EB2D11">
        <w:t>Complete the table</w:t>
      </w:r>
    </w:p>
    <w:tbl>
      <w:tblPr>
        <w:tblStyle w:val="TableGrid"/>
        <w:tblW w:w="9067" w:type="dxa"/>
        <w:tblLook w:val="04A0" w:firstRow="1" w:lastRow="0" w:firstColumn="1" w:lastColumn="0" w:noHBand="0" w:noVBand="1"/>
        <w:tblDescription w:val="True or false"/>
      </w:tblPr>
      <w:tblGrid>
        <w:gridCol w:w="1980"/>
        <w:gridCol w:w="7087"/>
      </w:tblGrid>
      <w:tr w:rsidR="00CD5273" w14:paraId="5E78D5DA" w14:textId="77777777" w:rsidTr="00CD5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FB40872" w14:textId="77777777" w:rsidR="00CD5273" w:rsidRDefault="00CD5273">
            <w:pPr>
              <w:pStyle w:val="Body"/>
              <w:spacing w:line="240" w:lineRule="auto"/>
            </w:pPr>
            <w:r>
              <w:t>Chemical compound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8B4E317" w14:textId="77777777" w:rsidR="00CD5273" w:rsidRDefault="00CD5273">
            <w:pPr>
              <w:pStyle w:val="Body"/>
              <w:spacing w:line="240" w:lineRule="auto"/>
            </w:pPr>
            <w:r>
              <w:t>Function</w:t>
            </w:r>
          </w:p>
        </w:tc>
      </w:tr>
      <w:tr w:rsidR="00CD5273" w14:paraId="47B3A492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B0E6A2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Carbohydrates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98CB7E9" w14:textId="77777777" w:rsidR="00FA6C28" w:rsidRDefault="00FA6C28">
            <w:pPr>
              <w:pStyle w:val="Body"/>
              <w:spacing w:line="240" w:lineRule="auto"/>
              <w:rPr>
                <w:color w:val="FF0000"/>
              </w:rPr>
            </w:pPr>
            <w:r>
              <w:t>Any three of:</w:t>
            </w:r>
          </w:p>
          <w:p w14:paraId="76781E10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Energy production</w:t>
            </w:r>
          </w:p>
          <w:p w14:paraId="79264365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Energy storage</w:t>
            </w:r>
          </w:p>
          <w:p w14:paraId="4BF475FF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Building macromolecules</w:t>
            </w:r>
          </w:p>
          <w:p w14:paraId="7C5F9EA9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Sparing protein</w:t>
            </w:r>
          </w:p>
          <w:p w14:paraId="7B56B03A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Assisting in lipid metabolism</w:t>
            </w:r>
          </w:p>
        </w:tc>
      </w:tr>
      <w:tr w:rsidR="00CD5273" w14:paraId="653A5ACA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1BD467C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Fats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545EDE5" w14:textId="77777777" w:rsidR="00FA6C28" w:rsidRDefault="00FA6C28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Any three of:</w:t>
            </w:r>
          </w:p>
          <w:p w14:paraId="46C444C8" w14:textId="77777777" w:rsidR="00CD5273" w:rsidRDefault="00CD527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Storing energy</w:t>
            </w:r>
          </w:p>
          <w:p w14:paraId="728F7748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Regulating and signalling</w:t>
            </w:r>
          </w:p>
          <w:p w14:paraId="04E00211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Insulating and protecting</w:t>
            </w:r>
          </w:p>
          <w:p w14:paraId="20BBF1DC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Aiding digestion and bioavailability</w:t>
            </w:r>
          </w:p>
        </w:tc>
      </w:tr>
      <w:tr w:rsidR="00CD5273" w14:paraId="19C62743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AB9D75F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Amino acids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87FEC7" w14:textId="77777777" w:rsidR="00FA6C28" w:rsidRDefault="00FA6C28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Any three of:</w:t>
            </w:r>
          </w:p>
          <w:p w14:paraId="7A45D2A9" w14:textId="77777777" w:rsidR="00CD5273" w:rsidRDefault="00CD527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Protein ‘building blocks’</w:t>
            </w:r>
          </w:p>
          <w:p w14:paraId="63AF8A57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Cell signalling molecules</w:t>
            </w:r>
          </w:p>
          <w:p w14:paraId="605B09A4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Regulators of gene expression and the protein phosphorylation cascade</w:t>
            </w:r>
          </w:p>
          <w:p w14:paraId="1F8DB0D9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Precursors for syntheses of hormones and low-molecular weight nitrogenous substances</w:t>
            </w:r>
          </w:p>
        </w:tc>
      </w:tr>
    </w:tbl>
    <w:p w14:paraId="61DCF22E" w14:textId="77777777" w:rsidR="00CD5273" w:rsidRDefault="00CD5273" w:rsidP="00CD5273">
      <w:pPr>
        <w:spacing w:line="240" w:lineRule="auto"/>
      </w:pPr>
    </w:p>
    <w:p w14:paraId="7443BB6E" w14:textId="77777777" w:rsidR="00CD5273" w:rsidRDefault="00CD5273" w:rsidP="00452AA9">
      <w:pPr>
        <w:pStyle w:val="ListParagraph"/>
        <w:numPr>
          <w:ilvl w:val="0"/>
          <w:numId w:val="24"/>
        </w:numPr>
        <w:spacing w:line="240" w:lineRule="auto"/>
      </w:pPr>
      <w:r>
        <w:t>Complete the following table by describing the</w:t>
      </w:r>
      <w:r w:rsidR="000E4BA3">
        <w:t xml:space="preserve"> significant</w:t>
      </w:r>
      <w:r>
        <w:t xml:space="preserve"> function</w:t>
      </w:r>
      <w:r w:rsidR="000E4BA3">
        <w:t>s</w:t>
      </w:r>
      <w:r>
        <w:t xml:space="preserve"> of each of the biological molecules listed below</w:t>
      </w:r>
      <w:r w:rsidR="00FA6C28">
        <w:t xml:space="preserve"> (5 to 15 words per cell)</w:t>
      </w:r>
      <w:r>
        <w:t>.</w:t>
      </w:r>
    </w:p>
    <w:p w14:paraId="657A5A4D" w14:textId="77777777" w:rsidR="00CD5273" w:rsidRDefault="00CD5273" w:rsidP="00CD527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B3373">
        <w:rPr>
          <w:noProof/>
        </w:rPr>
        <w:t>24</w:t>
      </w:r>
      <w:r>
        <w:rPr>
          <w:noProof/>
        </w:rPr>
        <w:fldChar w:fldCharType="end"/>
      </w:r>
      <w:r>
        <w:t xml:space="preserve"> </w:t>
      </w:r>
      <w:r w:rsidR="00EB2D11">
        <w:t>Complete the table</w:t>
      </w:r>
    </w:p>
    <w:tbl>
      <w:tblPr>
        <w:tblStyle w:val="TableGrid"/>
        <w:tblW w:w="9067" w:type="dxa"/>
        <w:tblLook w:val="04A0" w:firstRow="1" w:lastRow="0" w:firstColumn="1" w:lastColumn="0" w:noHBand="0" w:noVBand="1"/>
        <w:tblDescription w:val="True or false"/>
      </w:tblPr>
      <w:tblGrid>
        <w:gridCol w:w="1980"/>
        <w:gridCol w:w="7087"/>
      </w:tblGrid>
      <w:tr w:rsidR="00CD5273" w14:paraId="37627995" w14:textId="77777777" w:rsidTr="00CD5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1E7392E" w14:textId="77777777" w:rsidR="00CD5273" w:rsidRDefault="00CD5273">
            <w:pPr>
              <w:pStyle w:val="Body"/>
              <w:spacing w:line="240" w:lineRule="auto"/>
            </w:pPr>
            <w:r>
              <w:t>Biological molecule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E896131" w14:textId="77777777" w:rsidR="00CD5273" w:rsidRDefault="00CD5273">
            <w:pPr>
              <w:pStyle w:val="Body"/>
              <w:spacing w:line="240" w:lineRule="auto"/>
            </w:pPr>
            <w:r>
              <w:t>Function</w:t>
            </w:r>
          </w:p>
        </w:tc>
      </w:tr>
      <w:tr w:rsidR="00CD5273" w14:paraId="0E86FB2D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7DF085E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Chromosomes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50E3AE" w14:textId="77777777" w:rsidR="000E4BA3" w:rsidRDefault="000E4BA3">
            <w:pPr>
              <w:pStyle w:val="Body"/>
              <w:spacing w:line="240" w:lineRule="auto"/>
            </w:pPr>
            <w:r>
              <w:t>All of the below:</w:t>
            </w:r>
          </w:p>
          <w:p w14:paraId="143B4269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Transfer of genetic material to offspring</w:t>
            </w:r>
          </w:p>
          <w:p w14:paraId="406F7276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Transfer of DNA to new cells during mitosis</w:t>
            </w:r>
          </w:p>
        </w:tc>
      </w:tr>
      <w:tr w:rsidR="00CD5273" w14:paraId="084BC834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5EACCF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Nucleic acids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A187BA2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Storage and expression of genetic material</w:t>
            </w:r>
          </w:p>
        </w:tc>
      </w:tr>
      <w:tr w:rsidR="00CD5273" w14:paraId="3CC53790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E4C17E7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lastRenderedPageBreak/>
              <w:t>Proteins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3DEEC8" w14:textId="77777777" w:rsidR="00FA6C28" w:rsidRDefault="000E4BA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All of the below:</w:t>
            </w:r>
          </w:p>
          <w:p w14:paraId="6AFE3DC7" w14:textId="77777777" w:rsidR="00CD5273" w:rsidRDefault="00CD527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Structure and motion</w:t>
            </w:r>
          </w:p>
          <w:p w14:paraId="3694F44E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Hormones</w:t>
            </w:r>
          </w:p>
          <w:p w14:paraId="0B6D154D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Enzymes – conduct specific cellular functions in body</w:t>
            </w:r>
          </w:p>
          <w:p w14:paraId="72D6F0F4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Fluid and acid/base balance</w:t>
            </w:r>
          </w:p>
          <w:p w14:paraId="3AE6B382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Transport</w:t>
            </w:r>
          </w:p>
          <w:p w14:paraId="3F81473C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Protection</w:t>
            </w:r>
          </w:p>
          <w:p w14:paraId="5D96ADCC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Wound healing and tissue regeneration</w:t>
            </w:r>
          </w:p>
          <w:p w14:paraId="7896659D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Energy production</w:t>
            </w:r>
          </w:p>
        </w:tc>
      </w:tr>
    </w:tbl>
    <w:p w14:paraId="74F16F25" w14:textId="77777777" w:rsidR="00CD5273" w:rsidRDefault="00CD5273" w:rsidP="00CD5273">
      <w:pPr>
        <w:spacing w:line="240" w:lineRule="auto"/>
      </w:pPr>
    </w:p>
    <w:p w14:paraId="6D41C47E" w14:textId="77777777" w:rsidR="00CD5273" w:rsidRDefault="00CD5273" w:rsidP="00452AA9">
      <w:pPr>
        <w:pStyle w:val="ListParagraph"/>
        <w:numPr>
          <w:ilvl w:val="0"/>
          <w:numId w:val="24"/>
        </w:numPr>
        <w:spacing w:line="240" w:lineRule="auto"/>
      </w:pPr>
      <w:r>
        <w:t xml:space="preserve">Complete the following table by describing </w:t>
      </w:r>
      <w:r w:rsidR="000E4BA3">
        <w:t>the significant roles</w:t>
      </w:r>
      <w:r>
        <w:t xml:space="preserve"> of each of the biological</w:t>
      </w:r>
      <w:r w:rsidR="001405D8">
        <w:t xml:space="preserve"> </w:t>
      </w:r>
      <w:r>
        <w:t>ions listed below</w:t>
      </w:r>
      <w:r w:rsidR="000E4BA3">
        <w:t xml:space="preserve"> (10 to 25 words per cell)</w:t>
      </w:r>
      <w:r>
        <w:t>.</w:t>
      </w:r>
    </w:p>
    <w:p w14:paraId="0F1BFEE7" w14:textId="77777777" w:rsidR="00CD5273" w:rsidRDefault="00CD5273" w:rsidP="00CD5273">
      <w:pPr>
        <w:pStyle w:val="Caption"/>
        <w:keepNext/>
        <w:spacing w:before="120" w:after="120" w:line="240" w:lineRule="auto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FB3373">
        <w:rPr>
          <w:noProof/>
        </w:rPr>
        <w:t>25</w:t>
      </w:r>
      <w:r>
        <w:rPr>
          <w:noProof/>
        </w:rPr>
        <w:fldChar w:fldCharType="end"/>
      </w:r>
      <w:r>
        <w:t xml:space="preserve"> </w:t>
      </w:r>
      <w:r w:rsidR="00EB2D11">
        <w:t>Complete the table</w:t>
      </w:r>
    </w:p>
    <w:tbl>
      <w:tblPr>
        <w:tblStyle w:val="TableGrid"/>
        <w:tblW w:w="9067" w:type="dxa"/>
        <w:tblLook w:val="04A0" w:firstRow="1" w:lastRow="0" w:firstColumn="1" w:lastColumn="0" w:noHBand="0" w:noVBand="1"/>
        <w:tblDescription w:val="True or false"/>
      </w:tblPr>
      <w:tblGrid>
        <w:gridCol w:w="1980"/>
        <w:gridCol w:w="7087"/>
      </w:tblGrid>
      <w:tr w:rsidR="00CD5273" w14:paraId="5E68E4EC" w14:textId="77777777" w:rsidTr="00CD5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00E9166" w14:textId="77777777" w:rsidR="00CD5273" w:rsidRDefault="00CD5273">
            <w:pPr>
              <w:pStyle w:val="Body"/>
              <w:spacing w:line="240" w:lineRule="auto"/>
            </w:pPr>
            <w:r>
              <w:t>Biologically significant ion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9ECD9B7" w14:textId="77777777" w:rsidR="00CD5273" w:rsidRDefault="00CD5273">
            <w:pPr>
              <w:pStyle w:val="Body"/>
              <w:spacing w:line="240" w:lineRule="auto"/>
            </w:pPr>
            <w:r>
              <w:t>Role</w:t>
            </w:r>
          </w:p>
        </w:tc>
      </w:tr>
      <w:tr w:rsidR="00CD5273" w14:paraId="5700F4D0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230859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Calcium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0043DA2" w14:textId="77777777" w:rsidR="00FA6C28" w:rsidRDefault="000E4BA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All of the below</w:t>
            </w:r>
            <w:r w:rsidR="00FA6C28">
              <w:t>:</w:t>
            </w:r>
          </w:p>
          <w:p w14:paraId="4DBD6111" w14:textId="77777777" w:rsidR="00CD5273" w:rsidRDefault="00CD527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Bone and tooth formation</w:t>
            </w:r>
          </w:p>
          <w:p w14:paraId="7541B49F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Nerve impulse transmission</w:t>
            </w:r>
          </w:p>
          <w:p w14:paraId="74BB23BB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Muscle contraction</w:t>
            </w:r>
          </w:p>
          <w:p w14:paraId="4A56B365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Blood clotting</w:t>
            </w:r>
          </w:p>
          <w:p w14:paraId="7B2D0A45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Release of insulin from pancreatic cells</w:t>
            </w:r>
          </w:p>
          <w:p w14:paraId="09EFFE71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Breakdown of glycogen in muscles</w:t>
            </w:r>
          </w:p>
        </w:tc>
      </w:tr>
      <w:tr w:rsidR="00CD5273" w14:paraId="3D4FB0DF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BCBF81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Sodium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0B9FF1" w14:textId="77777777" w:rsidR="00FA6C28" w:rsidRDefault="000E4BA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All of the below:</w:t>
            </w:r>
          </w:p>
          <w:p w14:paraId="57039F7D" w14:textId="77777777" w:rsidR="00CD5273" w:rsidRDefault="00CD527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Major positive </w:t>
            </w:r>
            <w:r>
              <w:rPr>
                <w:color w:val="FF0000"/>
                <w:u w:val="single"/>
              </w:rPr>
              <w:t>extracellular</w:t>
            </w:r>
            <w:r>
              <w:rPr>
                <w:color w:val="FF0000"/>
              </w:rPr>
              <w:t xml:space="preserve"> ion</w:t>
            </w:r>
          </w:p>
          <w:p w14:paraId="410A6E6E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Nerve transmission</w:t>
            </w:r>
          </w:p>
          <w:p w14:paraId="483B3AA4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Muscle contraction</w:t>
            </w:r>
          </w:p>
          <w:p w14:paraId="234586C3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Fluid balance</w:t>
            </w:r>
          </w:p>
        </w:tc>
      </w:tr>
      <w:tr w:rsidR="00CD5273" w14:paraId="550526E7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541202C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lastRenderedPageBreak/>
              <w:t>Potassium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7C0490" w14:textId="77777777" w:rsidR="00FA6C28" w:rsidRDefault="000E4BA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All of the below:</w:t>
            </w:r>
          </w:p>
          <w:p w14:paraId="16C7D438" w14:textId="77777777" w:rsidR="00CD5273" w:rsidRDefault="00FA6C28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="00CD5273">
              <w:rPr>
                <w:color w:val="FF0000"/>
              </w:rPr>
              <w:t xml:space="preserve">Major positive </w:t>
            </w:r>
            <w:r w:rsidR="00CD5273">
              <w:rPr>
                <w:color w:val="FF0000"/>
                <w:u w:val="single"/>
              </w:rPr>
              <w:t>intracellular</w:t>
            </w:r>
            <w:r w:rsidR="00CD5273">
              <w:rPr>
                <w:color w:val="FF0000"/>
              </w:rPr>
              <w:t xml:space="preserve"> ion</w:t>
            </w:r>
          </w:p>
          <w:p w14:paraId="0B251BE6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Nerve transmission</w:t>
            </w:r>
          </w:p>
          <w:p w14:paraId="29ABF8D5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Muscle contraction</w:t>
            </w:r>
          </w:p>
          <w:p w14:paraId="4575D8A6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Fluid balance</w:t>
            </w:r>
          </w:p>
        </w:tc>
      </w:tr>
      <w:tr w:rsidR="00CD5273" w14:paraId="79B03A78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1B25A83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Iron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2473153" w14:textId="77777777" w:rsidR="00FA6C28" w:rsidRDefault="000E4BA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All of the below:</w:t>
            </w:r>
          </w:p>
          <w:p w14:paraId="303C1FE9" w14:textId="77777777" w:rsidR="00CD5273" w:rsidRDefault="00CD527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Assists in energy production</w:t>
            </w:r>
          </w:p>
          <w:p w14:paraId="0DA0F0B5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DNA synthesis</w:t>
            </w:r>
          </w:p>
          <w:p w14:paraId="723F1908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Required for red blood cell function</w:t>
            </w:r>
          </w:p>
        </w:tc>
      </w:tr>
      <w:tr w:rsidR="00CD5273" w14:paraId="56DA619B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8C00374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Magnesium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516EB3" w14:textId="77777777" w:rsidR="00FA6C28" w:rsidRDefault="000E4BA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All of the below:</w:t>
            </w:r>
          </w:p>
          <w:p w14:paraId="4410C914" w14:textId="77777777" w:rsidR="00CD5273" w:rsidRDefault="00CD527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Component of mineral structure of bones and teeth</w:t>
            </w:r>
          </w:p>
          <w:p w14:paraId="52FEEE70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Energy production (ATP)</w:t>
            </w:r>
          </w:p>
          <w:p w14:paraId="190E274A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Enzymatic reactions</w:t>
            </w:r>
          </w:p>
          <w:p w14:paraId="4F060B3D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Synthesis of DNA and RNA, carbohydrates, and lipids</w:t>
            </w:r>
          </w:p>
          <w:p w14:paraId="35E9F655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Muscle contraction</w:t>
            </w:r>
          </w:p>
          <w:p w14:paraId="6B9BE62E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Nerve impulse transmission</w:t>
            </w:r>
          </w:p>
        </w:tc>
      </w:tr>
      <w:tr w:rsidR="00CD5273" w14:paraId="62C1D03F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2DF4A8F" w14:textId="77777777" w:rsidR="00CD5273" w:rsidRDefault="00CD5273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</w:rPr>
              <w:t>Phosphate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B3BFBDC" w14:textId="77777777" w:rsidR="00FA6C28" w:rsidRDefault="000E4BA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t>All of the below:</w:t>
            </w:r>
          </w:p>
          <w:p w14:paraId="6739EB54" w14:textId="77777777" w:rsidR="00CD5273" w:rsidRDefault="00CD5273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Structural component of cell membranes, DNA, RNA, energy production (ATP), regulation of acid/base homeostasis</w:t>
            </w:r>
          </w:p>
          <w:p w14:paraId="3405EF80" w14:textId="77777777" w:rsidR="00CD5273" w:rsidRDefault="00CD5273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Component of mineral structure of bones and teeth</w:t>
            </w:r>
          </w:p>
        </w:tc>
      </w:tr>
      <w:tr w:rsidR="001E77B6" w14:paraId="732C0CE1" w14:textId="77777777" w:rsidTr="00CD5273"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5EFD6B" w14:textId="77777777" w:rsidR="001E77B6" w:rsidRDefault="001E77B6">
            <w:pPr>
              <w:pStyle w:val="Body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Chloride</w:t>
            </w:r>
          </w:p>
        </w:tc>
        <w:tc>
          <w:tcPr>
            <w:tcW w:w="70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2CC75E" w14:textId="77777777" w:rsidR="001E77B6" w:rsidRDefault="001E77B6" w:rsidP="00FA6C28">
            <w:pPr>
              <w:pStyle w:val="Body"/>
              <w:spacing w:line="240" w:lineRule="auto"/>
            </w:pPr>
            <w:r>
              <w:t>All of the below:</w:t>
            </w:r>
          </w:p>
          <w:p w14:paraId="2BE91E4B" w14:textId="77777777" w:rsidR="001E77B6" w:rsidRDefault="001E77B6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Electrolyte</w:t>
            </w:r>
          </w:p>
          <w:p w14:paraId="293BDF1E" w14:textId="77777777" w:rsidR="001E77B6" w:rsidRDefault="001E77B6" w:rsidP="00FA6C28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Digestive enzyme contributor</w:t>
            </w:r>
          </w:p>
          <w:p w14:paraId="78EB3A64" w14:textId="77777777" w:rsidR="001E77B6" w:rsidRPr="001E77B6" w:rsidRDefault="001E77B6" w:rsidP="001E77B6">
            <w:pPr>
              <w:pStyle w:val="Body"/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Assists with fluid regulation</w:t>
            </w:r>
          </w:p>
        </w:tc>
      </w:tr>
    </w:tbl>
    <w:p w14:paraId="7BF70BFF" w14:textId="77777777" w:rsidR="00F9700A" w:rsidRPr="00FC48B2" w:rsidRDefault="00F9700A" w:rsidP="00CD5273">
      <w:pPr>
        <w:pStyle w:val="Body"/>
      </w:pPr>
    </w:p>
    <w:sectPr w:rsidR="00F9700A" w:rsidRPr="00FC48B2" w:rsidSect="00F9700A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7FB94" w14:textId="77777777" w:rsidR="006E54EE" w:rsidRDefault="006E54EE">
      <w:pPr>
        <w:spacing w:before="0" w:after="0" w:line="240" w:lineRule="auto"/>
      </w:pPr>
      <w:r>
        <w:separator/>
      </w:r>
    </w:p>
  </w:endnote>
  <w:endnote w:type="continuationSeparator" w:id="0">
    <w:p w14:paraId="7FAB1A6E" w14:textId="77777777" w:rsidR="006E54EE" w:rsidRDefault="006E54E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32EE7" w14:textId="77777777" w:rsidR="00E1733D" w:rsidRPr="004820C4" w:rsidRDefault="00E1733D" w:rsidP="00F9700A">
    <w:pPr>
      <w:pStyle w:val="Footer-DocumentTitleLeft"/>
    </w:pPr>
  </w:p>
  <w:p w14:paraId="216B3E8B" w14:textId="77777777" w:rsidR="00E1733D" w:rsidRDefault="00E1733D" w:rsidP="00F9700A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2A4B2042" w14:textId="77777777" w:rsidR="00E1733D" w:rsidRPr="0006452B" w:rsidRDefault="00E1733D" w:rsidP="00F9700A"/>
  <w:p w14:paraId="1F213B93" w14:textId="77777777" w:rsidR="00E1733D" w:rsidRDefault="00E1733D" w:rsidP="00F970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67AF1" w14:textId="392A7239" w:rsidR="00E1733D" w:rsidRDefault="00E1733D" w:rsidP="00F9700A">
    <w:pPr>
      <w:pStyle w:val="Bodyfooter"/>
      <w:rPr>
        <w:noProof/>
      </w:rPr>
    </w:pPr>
    <w:r w:rsidRPr="008D467A">
      <w:t>Document title</w:t>
    </w:r>
    <w:r>
      <w:t xml:space="preserve">: </w:t>
    </w: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B85E6E">
      <w:rPr>
        <w:noProof/>
      </w:rPr>
      <w:t>MSL974021_MG_Kn_2of6</w:t>
    </w:r>
    <w:r>
      <w:rPr>
        <w:noProof/>
      </w:rPr>
      <w:fldChar w:fldCharType="end"/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F0B8D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F0B8D">
      <w:rPr>
        <w:noProof/>
      </w:rPr>
      <w:t>23</w:t>
    </w:r>
    <w:r>
      <w:rPr>
        <w:noProof/>
      </w:rPr>
      <w:fldChar w:fldCharType="end"/>
    </w:r>
  </w:p>
  <w:p w14:paraId="3F272C05" w14:textId="404EB8A0" w:rsidR="00E1733D" w:rsidRDefault="00E1733D" w:rsidP="00F9700A">
    <w:pPr>
      <w:pStyle w:val="Bodyfooter"/>
      <w:rPr>
        <w:noProof/>
      </w:rPr>
    </w:pPr>
    <w:r>
      <w:rPr>
        <w:noProof/>
      </w:rPr>
      <w:t>Respirce ID: MRS_18_07_MSL974021_MG_Kn_2of6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1E343" w14:textId="77777777" w:rsidR="00E1733D" w:rsidRPr="008D467A" w:rsidRDefault="00E1733D" w:rsidP="00F9700A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B783677" w14:textId="77777777" w:rsidR="00E1733D" w:rsidRPr="008948B1" w:rsidRDefault="00E1733D" w:rsidP="00F9700A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6DCE44C0" w14:textId="77777777" w:rsidR="00E1733D" w:rsidRPr="00AA3155" w:rsidRDefault="00E1733D" w:rsidP="00F9700A">
    <w:pPr>
      <w:pStyle w:val="Footer"/>
    </w:pPr>
  </w:p>
  <w:p w14:paraId="1D306B92" w14:textId="77777777" w:rsidR="00E1733D" w:rsidRDefault="00E1733D" w:rsidP="00F970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42401" w14:textId="77777777" w:rsidR="006E54EE" w:rsidRDefault="006E54EE">
      <w:pPr>
        <w:spacing w:before="0" w:after="0" w:line="240" w:lineRule="auto"/>
      </w:pPr>
      <w:r>
        <w:separator/>
      </w:r>
    </w:p>
  </w:footnote>
  <w:footnote w:type="continuationSeparator" w:id="0">
    <w:p w14:paraId="013629A3" w14:textId="77777777" w:rsidR="006E54EE" w:rsidRDefault="006E54E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C154A" w14:textId="77777777" w:rsidR="00E1733D" w:rsidRDefault="00E1733D" w:rsidP="00F9700A"/>
  <w:p w14:paraId="5A297CC7" w14:textId="77777777" w:rsidR="00E1733D" w:rsidRDefault="00E1733D" w:rsidP="00F970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1775A" w14:textId="77777777" w:rsidR="00E1733D" w:rsidRDefault="00E1733D" w:rsidP="00F9700A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6" name="Picture 6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5DB40" w14:textId="77777777" w:rsidR="00E1733D" w:rsidRDefault="00E1733D" w:rsidP="00F9700A">
    <w:pPr>
      <w:pStyle w:val="Header"/>
    </w:pPr>
  </w:p>
  <w:p w14:paraId="63D8FB11" w14:textId="77777777" w:rsidR="00E1733D" w:rsidRDefault="00E1733D" w:rsidP="00F970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7E4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09D"/>
    <w:multiLevelType w:val="hybridMultilevel"/>
    <w:tmpl w:val="C7D6E560"/>
    <w:lvl w:ilvl="0" w:tplc="FF3646E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8E4A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8E4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F0C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923F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2EF4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845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8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F8C7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757FE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C642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5FA"/>
    <w:multiLevelType w:val="hybridMultilevel"/>
    <w:tmpl w:val="F2DA347E"/>
    <w:lvl w:ilvl="0" w:tplc="B3149B2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BE465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5693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C70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98D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525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10E8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E25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CC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20875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7" w15:restartNumberingAfterBreak="0">
    <w:nsid w:val="31264159"/>
    <w:multiLevelType w:val="hybridMultilevel"/>
    <w:tmpl w:val="667C43EC"/>
    <w:lvl w:ilvl="0" w:tplc="5DFC08D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E3280A8C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D76CD838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796E1648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E1C0E9C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D59EBA30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6018F4D4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A52563A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5184B1D4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3AD3DEC"/>
    <w:multiLevelType w:val="hybridMultilevel"/>
    <w:tmpl w:val="37A0660C"/>
    <w:lvl w:ilvl="0" w:tplc="0E7C2CC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55C7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30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E06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5C3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5899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683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40A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F64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B46ED"/>
    <w:multiLevelType w:val="hybridMultilevel"/>
    <w:tmpl w:val="4F7A5714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05CD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40714"/>
    <w:multiLevelType w:val="hybridMultilevel"/>
    <w:tmpl w:val="6B0C15AA"/>
    <w:lvl w:ilvl="0" w:tplc="5BFE78F2">
      <w:start w:val="1"/>
      <w:numFmt w:val="lowerLetter"/>
      <w:lvlText w:val="%1)"/>
      <w:lvlJc w:val="left"/>
      <w:pPr>
        <w:ind w:left="720" w:hanging="360"/>
      </w:pPr>
    </w:lvl>
    <w:lvl w:ilvl="1" w:tplc="78C20E38" w:tentative="1">
      <w:start w:val="1"/>
      <w:numFmt w:val="lowerLetter"/>
      <w:lvlText w:val="%2."/>
      <w:lvlJc w:val="left"/>
      <w:pPr>
        <w:ind w:left="1440" w:hanging="360"/>
      </w:pPr>
    </w:lvl>
    <w:lvl w:ilvl="2" w:tplc="CEE0F6BE" w:tentative="1">
      <w:start w:val="1"/>
      <w:numFmt w:val="lowerRoman"/>
      <w:lvlText w:val="%3."/>
      <w:lvlJc w:val="right"/>
      <w:pPr>
        <w:ind w:left="2160" w:hanging="180"/>
      </w:pPr>
    </w:lvl>
    <w:lvl w:ilvl="3" w:tplc="582628FC" w:tentative="1">
      <w:start w:val="1"/>
      <w:numFmt w:val="decimal"/>
      <w:lvlText w:val="%4."/>
      <w:lvlJc w:val="left"/>
      <w:pPr>
        <w:ind w:left="2880" w:hanging="360"/>
      </w:pPr>
    </w:lvl>
    <w:lvl w:ilvl="4" w:tplc="D6DC712E" w:tentative="1">
      <w:start w:val="1"/>
      <w:numFmt w:val="lowerLetter"/>
      <w:lvlText w:val="%5."/>
      <w:lvlJc w:val="left"/>
      <w:pPr>
        <w:ind w:left="3600" w:hanging="360"/>
      </w:pPr>
    </w:lvl>
    <w:lvl w:ilvl="5" w:tplc="6610FE30" w:tentative="1">
      <w:start w:val="1"/>
      <w:numFmt w:val="lowerRoman"/>
      <w:lvlText w:val="%6."/>
      <w:lvlJc w:val="right"/>
      <w:pPr>
        <w:ind w:left="4320" w:hanging="180"/>
      </w:pPr>
    </w:lvl>
    <w:lvl w:ilvl="6" w:tplc="0C6291B2" w:tentative="1">
      <w:start w:val="1"/>
      <w:numFmt w:val="decimal"/>
      <w:lvlText w:val="%7."/>
      <w:lvlJc w:val="left"/>
      <w:pPr>
        <w:ind w:left="5040" w:hanging="360"/>
      </w:pPr>
    </w:lvl>
    <w:lvl w:ilvl="7" w:tplc="EE281F80" w:tentative="1">
      <w:start w:val="1"/>
      <w:numFmt w:val="lowerLetter"/>
      <w:lvlText w:val="%8."/>
      <w:lvlJc w:val="left"/>
      <w:pPr>
        <w:ind w:left="5760" w:hanging="360"/>
      </w:pPr>
    </w:lvl>
    <w:lvl w:ilvl="8" w:tplc="D8305A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27DCB"/>
    <w:multiLevelType w:val="hybridMultilevel"/>
    <w:tmpl w:val="46160C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C12EC"/>
    <w:multiLevelType w:val="hybridMultilevel"/>
    <w:tmpl w:val="353001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E3503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C027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54F46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C4F02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B3FAE"/>
    <w:multiLevelType w:val="hybridMultilevel"/>
    <w:tmpl w:val="A89618B0"/>
    <w:lvl w:ilvl="0" w:tplc="CF988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783F58" w:tentative="1">
      <w:start w:val="1"/>
      <w:numFmt w:val="lowerLetter"/>
      <w:lvlText w:val="%2."/>
      <w:lvlJc w:val="left"/>
      <w:pPr>
        <w:ind w:left="1440" w:hanging="360"/>
      </w:pPr>
    </w:lvl>
    <w:lvl w:ilvl="2" w:tplc="95C2E1C6" w:tentative="1">
      <w:start w:val="1"/>
      <w:numFmt w:val="lowerRoman"/>
      <w:lvlText w:val="%3."/>
      <w:lvlJc w:val="right"/>
      <w:pPr>
        <w:ind w:left="2160" w:hanging="180"/>
      </w:pPr>
    </w:lvl>
    <w:lvl w:ilvl="3" w:tplc="F850DE2E" w:tentative="1">
      <w:start w:val="1"/>
      <w:numFmt w:val="decimal"/>
      <w:lvlText w:val="%4."/>
      <w:lvlJc w:val="left"/>
      <w:pPr>
        <w:ind w:left="2880" w:hanging="360"/>
      </w:pPr>
    </w:lvl>
    <w:lvl w:ilvl="4" w:tplc="0E0079E4" w:tentative="1">
      <w:start w:val="1"/>
      <w:numFmt w:val="lowerLetter"/>
      <w:lvlText w:val="%5."/>
      <w:lvlJc w:val="left"/>
      <w:pPr>
        <w:ind w:left="3600" w:hanging="360"/>
      </w:pPr>
    </w:lvl>
    <w:lvl w:ilvl="5" w:tplc="8F6A4600" w:tentative="1">
      <w:start w:val="1"/>
      <w:numFmt w:val="lowerRoman"/>
      <w:lvlText w:val="%6."/>
      <w:lvlJc w:val="right"/>
      <w:pPr>
        <w:ind w:left="4320" w:hanging="180"/>
      </w:pPr>
    </w:lvl>
    <w:lvl w:ilvl="6" w:tplc="CE5AC7F6" w:tentative="1">
      <w:start w:val="1"/>
      <w:numFmt w:val="decimal"/>
      <w:lvlText w:val="%7."/>
      <w:lvlJc w:val="left"/>
      <w:pPr>
        <w:ind w:left="5040" w:hanging="360"/>
      </w:pPr>
    </w:lvl>
    <w:lvl w:ilvl="7" w:tplc="A24CE03E" w:tentative="1">
      <w:start w:val="1"/>
      <w:numFmt w:val="lowerLetter"/>
      <w:lvlText w:val="%8."/>
      <w:lvlJc w:val="left"/>
      <w:pPr>
        <w:ind w:left="5760" w:hanging="360"/>
      </w:pPr>
    </w:lvl>
    <w:lvl w:ilvl="8" w:tplc="636CA0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71F4A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06A11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75B30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561DD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E474D"/>
    <w:multiLevelType w:val="hybridMultilevel"/>
    <w:tmpl w:val="8CE0D5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4F3809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21B9A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E14B6"/>
    <w:multiLevelType w:val="hybridMultilevel"/>
    <w:tmpl w:val="4232E460"/>
    <w:lvl w:ilvl="0" w:tplc="7BC6BD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409238" w:tentative="1">
      <w:start w:val="1"/>
      <w:numFmt w:val="lowerLetter"/>
      <w:lvlText w:val="%2."/>
      <w:lvlJc w:val="left"/>
      <w:pPr>
        <w:ind w:left="1440" w:hanging="360"/>
      </w:pPr>
    </w:lvl>
    <w:lvl w:ilvl="2" w:tplc="185E0FE4" w:tentative="1">
      <w:start w:val="1"/>
      <w:numFmt w:val="lowerRoman"/>
      <w:lvlText w:val="%3."/>
      <w:lvlJc w:val="right"/>
      <w:pPr>
        <w:ind w:left="2160" w:hanging="180"/>
      </w:pPr>
    </w:lvl>
    <w:lvl w:ilvl="3" w:tplc="23223CEC" w:tentative="1">
      <w:start w:val="1"/>
      <w:numFmt w:val="decimal"/>
      <w:lvlText w:val="%4."/>
      <w:lvlJc w:val="left"/>
      <w:pPr>
        <w:ind w:left="2880" w:hanging="360"/>
      </w:pPr>
    </w:lvl>
    <w:lvl w:ilvl="4" w:tplc="AA98F808" w:tentative="1">
      <w:start w:val="1"/>
      <w:numFmt w:val="lowerLetter"/>
      <w:lvlText w:val="%5."/>
      <w:lvlJc w:val="left"/>
      <w:pPr>
        <w:ind w:left="3600" w:hanging="360"/>
      </w:pPr>
    </w:lvl>
    <w:lvl w:ilvl="5" w:tplc="0A2A5568" w:tentative="1">
      <w:start w:val="1"/>
      <w:numFmt w:val="lowerRoman"/>
      <w:lvlText w:val="%6."/>
      <w:lvlJc w:val="right"/>
      <w:pPr>
        <w:ind w:left="4320" w:hanging="180"/>
      </w:pPr>
    </w:lvl>
    <w:lvl w:ilvl="6" w:tplc="0624F96C" w:tentative="1">
      <w:start w:val="1"/>
      <w:numFmt w:val="decimal"/>
      <w:lvlText w:val="%7."/>
      <w:lvlJc w:val="left"/>
      <w:pPr>
        <w:ind w:left="5040" w:hanging="360"/>
      </w:pPr>
    </w:lvl>
    <w:lvl w:ilvl="7" w:tplc="4634A206" w:tentative="1">
      <w:start w:val="1"/>
      <w:numFmt w:val="lowerLetter"/>
      <w:lvlText w:val="%8."/>
      <w:lvlJc w:val="left"/>
      <w:pPr>
        <w:ind w:left="5760" w:hanging="360"/>
      </w:pPr>
    </w:lvl>
    <w:lvl w:ilvl="8" w:tplc="387670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17961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65D9F"/>
    <w:multiLevelType w:val="hybridMultilevel"/>
    <w:tmpl w:val="396C5C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13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9"/>
  </w:num>
  <w:num w:numId="28">
    <w:abstractNumId w:val="20"/>
  </w:num>
  <w:num w:numId="29">
    <w:abstractNumId w:val="22"/>
  </w:num>
  <w:num w:numId="30">
    <w:abstractNumId w:val="24"/>
  </w:num>
  <w:num w:numId="31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ytjCyNDI3NTEysjBQ0lEKTi0uzszPAykwrgUAnY4x/ywAAAA="/>
  </w:docVars>
  <w:rsids>
    <w:rsidRoot w:val="00F36039"/>
    <w:rsid w:val="00027451"/>
    <w:rsid w:val="000620F2"/>
    <w:rsid w:val="000E4BA3"/>
    <w:rsid w:val="00131C1D"/>
    <w:rsid w:val="001405D8"/>
    <w:rsid w:val="00184F1A"/>
    <w:rsid w:val="001A0D08"/>
    <w:rsid w:val="001E1A1B"/>
    <w:rsid w:val="001E77B6"/>
    <w:rsid w:val="002943EF"/>
    <w:rsid w:val="002A4879"/>
    <w:rsid w:val="002E5CBB"/>
    <w:rsid w:val="002F0B8D"/>
    <w:rsid w:val="00452AA9"/>
    <w:rsid w:val="004A6D54"/>
    <w:rsid w:val="00536088"/>
    <w:rsid w:val="0056046B"/>
    <w:rsid w:val="005645A2"/>
    <w:rsid w:val="00656012"/>
    <w:rsid w:val="006E54EE"/>
    <w:rsid w:val="00761A3F"/>
    <w:rsid w:val="007826E3"/>
    <w:rsid w:val="007D04CD"/>
    <w:rsid w:val="00811F33"/>
    <w:rsid w:val="00886387"/>
    <w:rsid w:val="008A2263"/>
    <w:rsid w:val="00906651"/>
    <w:rsid w:val="00960DE2"/>
    <w:rsid w:val="009743B3"/>
    <w:rsid w:val="009972D2"/>
    <w:rsid w:val="00A2219B"/>
    <w:rsid w:val="00A512A7"/>
    <w:rsid w:val="00A63AF7"/>
    <w:rsid w:val="00AA3B0F"/>
    <w:rsid w:val="00B30A00"/>
    <w:rsid w:val="00B54D94"/>
    <w:rsid w:val="00B67266"/>
    <w:rsid w:val="00B85E6E"/>
    <w:rsid w:val="00B953D0"/>
    <w:rsid w:val="00C937FC"/>
    <w:rsid w:val="00C97C4E"/>
    <w:rsid w:val="00CA467A"/>
    <w:rsid w:val="00CC35C5"/>
    <w:rsid w:val="00CD5273"/>
    <w:rsid w:val="00CF451C"/>
    <w:rsid w:val="00D02485"/>
    <w:rsid w:val="00D02DC4"/>
    <w:rsid w:val="00D62D4B"/>
    <w:rsid w:val="00DD14DF"/>
    <w:rsid w:val="00E1733D"/>
    <w:rsid w:val="00E516FD"/>
    <w:rsid w:val="00E84554"/>
    <w:rsid w:val="00EB2D11"/>
    <w:rsid w:val="00F15162"/>
    <w:rsid w:val="00F36039"/>
    <w:rsid w:val="00F55F32"/>
    <w:rsid w:val="00F9700A"/>
    <w:rsid w:val="00FA6C28"/>
    <w:rsid w:val="00FB3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16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character" w:customStyle="1" w:styleId="e24kjd">
    <w:name w:val="e24kjd"/>
    <w:basedOn w:val="DefaultParagraphFont"/>
    <w:rsid w:val="00CC3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yperlink" Target="https://www2.palomar.edu/users/warmstrong/lmexer1a.htm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etc.usf.edu/clipart/54500/54597/54597_cells.ht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2.palomar.edu/users/warmstrong/lmexer1a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728F7-DE72-44D7-81E7-C8EBA4E6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01136-FC86-4C2F-9780-354BCD4E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23</Pages>
  <Words>2854</Words>
  <Characters>16273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MSL974021_MG_Kn_2of6_design_draft</vt:lpstr>
    </vt:vector>
  </TitlesOfParts>
  <Company/>
  <LinksUpToDate>false</LinksUpToDate>
  <CharactersWithSpaces>19089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MSL974021_MG_Kn_2of6_design_draft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2019-11-10T22:28:00Z</dcterms:created>
  <dcterms:modified xsi:type="dcterms:W3CDTF">2019-11-27T04:59:00Z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