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09657" w14:textId="77777777" w:rsidR="00FC48B2" w:rsidRDefault="00170BC2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3209658" w14:textId="77777777" w:rsidR="00CC3D37" w:rsidRPr="00A56627" w:rsidRDefault="00170BC2" w:rsidP="00CC3D37">
      <w:pPr>
        <w:pStyle w:val="Heading2"/>
      </w:pPr>
      <w:r w:rsidRPr="00A56627">
        <w:t>Criteria</w:t>
      </w:r>
    </w:p>
    <w:p w14:paraId="53209659" w14:textId="77777777" w:rsidR="00CC3D37" w:rsidRDefault="00170BC2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9BDB675" w14:textId="77777777" w:rsidR="003C4171" w:rsidRDefault="003C4171" w:rsidP="003C417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MSL50118 - Diploma of Laboratory Technology (1)</w:t>
      </w:r>
    </w:p>
    <w:p w14:paraId="5E0D8AC2" w14:textId="77777777" w:rsidR="003C4171" w:rsidRDefault="003C4171" w:rsidP="003C417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48910FAA" w14:textId="77777777" w:rsidR="003C4171" w:rsidRDefault="003C4171" w:rsidP="003C417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5320965C" w14:textId="77777777" w:rsidR="00CC3D37" w:rsidRDefault="00170BC2" w:rsidP="00CC3D37">
      <w:pPr>
        <w:pStyle w:val="Heading3"/>
      </w:pPr>
      <w:r w:rsidRPr="007A6B4A">
        <w:t>Unit code, name and release number</w:t>
      </w:r>
    </w:p>
    <w:p w14:paraId="5320965D" w14:textId="77777777" w:rsidR="00CC3D37" w:rsidRPr="00D83795" w:rsidRDefault="00170BC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MSL974021 - Perform biological procedures (1)</w:t>
      </w:r>
      <w:bookmarkEnd w:id="1"/>
    </w:p>
    <w:p w14:paraId="5320965E" w14:textId="77777777" w:rsidR="00CC3D37" w:rsidRPr="00D83795" w:rsidRDefault="009A7FA7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320965F" w14:textId="77777777" w:rsidR="00BC4442" w:rsidRPr="004A551B" w:rsidRDefault="00170BC2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3209660" w14:textId="77777777" w:rsidR="0040694E" w:rsidRPr="004A551B" w:rsidRDefault="00170BC2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3209661" w14:textId="77777777" w:rsidR="0040694E" w:rsidRPr="004A551B" w:rsidRDefault="00170BC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3209662" w14:textId="77777777" w:rsidR="0040694E" w:rsidRPr="004A551B" w:rsidRDefault="00170BC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3209663" w14:textId="77777777" w:rsidR="0040694E" w:rsidRPr="004A551B" w:rsidRDefault="00170BC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3209664" w14:textId="77777777" w:rsidR="0040694E" w:rsidRPr="004A551B" w:rsidRDefault="00170BC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3209665" w14:textId="77777777" w:rsidR="0040694E" w:rsidRPr="004A551B" w:rsidRDefault="00170BC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have </w:t>
      </w:r>
      <w:bookmarkStart w:id="2" w:name="_GoBack"/>
      <w:bookmarkEnd w:id="2"/>
      <w:r w:rsidRPr="004A551B">
        <w:rPr>
          <w:sz w:val="22"/>
          <w:szCs w:val="22"/>
          <w:lang w:eastAsia="en-AU"/>
        </w:rPr>
        <w:t>been provided access to all required learning materials and/or resources</w:t>
      </w:r>
    </w:p>
    <w:p w14:paraId="53209666" w14:textId="77777777" w:rsidR="003F73CB" w:rsidRDefault="00170BC2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57FF7" w14:paraId="5320966B" w14:textId="77777777" w:rsidTr="00857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3209667" w14:textId="77777777" w:rsidR="007E10A9" w:rsidRDefault="00170BC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3209668" w14:textId="77777777" w:rsidR="007E10A9" w:rsidRDefault="00170BC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3209669" w14:textId="77777777" w:rsidR="007E10A9" w:rsidRDefault="00170BC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320966A" w14:textId="77777777" w:rsidR="007E10A9" w:rsidRDefault="00170BC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57FF7" w14:paraId="53209670" w14:textId="77777777" w:rsidTr="00857FF7">
        <w:tc>
          <w:tcPr>
            <w:tcW w:w="310" w:type="pct"/>
            <w:shd w:val="clear" w:color="auto" w:fill="2D739F"/>
            <w:vAlign w:val="top"/>
          </w:tcPr>
          <w:p w14:paraId="5320966C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320966D" w14:textId="6A6452E6" w:rsidR="008E55C3" w:rsidRDefault="008E55C3" w:rsidP="007E10A9">
            <w:pPr>
              <w:rPr>
                <w:lang w:eastAsia="en-AU"/>
              </w:rPr>
            </w:pPr>
          </w:p>
          <w:p w14:paraId="02E0C9F3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718E962D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363C2E15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21471913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06F2D3D5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415F9311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25CD408F" w14:textId="2CB54688" w:rsidR="007E10A9" w:rsidRPr="008E55C3" w:rsidRDefault="009A7FA7" w:rsidP="008E55C3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6E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6F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75" w14:textId="77777777" w:rsidTr="00857FF7">
        <w:tc>
          <w:tcPr>
            <w:tcW w:w="310" w:type="pct"/>
            <w:shd w:val="clear" w:color="auto" w:fill="2D739F"/>
            <w:vAlign w:val="top"/>
          </w:tcPr>
          <w:p w14:paraId="53209671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3209672" w14:textId="57AF5040" w:rsidR="008E55C3" w:rsidRDefault="008E55C3" w:rsidP="007E10A9">
            <w:pPr>
              <w:rPr>
                <w:lang w:eastAsia="en-AU"/>
              </w:rPr>
            </w:pPr>
          </w:p>
          <w:p w14:paraId="568AFA48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089D29F5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367E3091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5BB3278C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58052BB5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7BA69790" w14:textId="0300FD61" w:rsidR="007E10A9" w:rsidRPr="008E55C3" w:rsidRDefault="009A7FA7" w:rsidP="008E55C3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73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74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7A" w14:textId="77777777" w:rsidTr="00857FF7">
        <w:tc>
          <w:tcPr>
            <w:tcW w:w="310" w:type="pct"/>
            <w:shd w:val="clear" w:color="auto" w:fill="2D739F"/>
            <w:vAlign w:val="top"/>
          </w:tcPr>
          <w:p w14:paraId="53209676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3209677" w14:textId="49461799" w:rsidR="008E55C3" w:rsidRDefault="008E55C3" w:rsidP="007E10A9">
            <w:pPr>
              <w:rPr>
                <w:lang w:eastAsia="en-AU"/>
              </w:rPr>
            </w:pPr>
          </w:p>
          <w:p w14:paraId="769E2373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6F4F8BC1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06047909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21042293" w14:textId="59B1688B" w:rsidR="007E10A9" w:rsidRPr="008E55C3" w:rsidRDefault="009A7FA7" w:rsidP="008E55C3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78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79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7F" w14:textId="77777777" w:rsidTr="00857FF7">
        <w:tc>
          <w:tcPr>
            <w:tcW w:w="310" w:type="pct"/>
            <w:shd w:val="clear" w:color="auto" w:fill="2D739F"/>
            <w:vAlign w:val="top"/>
          </w:tcPr>
          <w:p w14:paraId="5320967B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320967C" w14:textId="3FFBD06A" w:rsidR="008E55C3" w:rsidRDefault="008E55C3" w:rsidP="007E10A9">
            <w:pPr>
              <w:rPr>
                <w:lang w:eastAsia="en-AU"/>
              </w:rPr>
            </w:pPr>
          </w:p>
          <w:p w14:paraId="710110E6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768FF3A3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3A773B1D" w14:textId="50F232B4" w:rsidR="007E10A9" w:rsidRPr="008E55C3" w:rsidRDefault="009A7FA7" w:rsidP="008E55C3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7D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7E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84" w14:textId="77777777" w:rsidTr="00857FF7">
        <w:tc>
          <w:tcPr>
            <w:tcW w:w="310" w:type="pct"/>
            <w:shd w:val="clear" w:color="auto" w:fill="2D739F"/>
            <w:vAlign w:val="top"/>
          </w:tcPr>
          <w:p w14:paraId="53209680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5</w:t>
            </w:r>
          </w:p>
        </w:tc>
        <w:tc>
          <w:tcPr>
            <w:tcW w:w="2658" w:type="pct"/>
            <w:vAlign w:val="top"/>
          </w:tcPr>
          <w:p w14:paraId="53209681" w14:textId="250DE840" w:rsidR="008E55C3" w:rsidRDefault="008E55C3" w:rsidP="007E10A9">
            <w:pPr>
              <w:rPr>
                <w:lang w:eastAsia="en-AU"/>
              </w:rPr>
            </w:pPr>
          </w:p>
          <w:p w14:paraId="38B40E3B" w14:textId="77777777" w:rsidR="008E55C3" w:rsidRPr="008E55C3" w:rsidRDefault="008E55C3" w:rsidP="008E55C3">
            <w:pPr>
              <w:rPr>
                <w:lang w:eastAsia="en-AU"/>
              </w:rPr>
            </w:pPr>
          </w:p>
          <w:p w14:paraId="21939B6B" w14:textId="36BE2C3E" w:rsidR="007E10A9" w:rsidRPr="008E55C3" w:rsidRDefault="009A7FA7" w:rsidP="008E55C3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82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83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89" w14:textId="77777777" w:rsidTr="00857FF7">
        <w:tc>
          <w:tcPr>
            <w:tcW w:w="310" w:type="pct"/>
            <w:shd w:val="clear" w:color="auto" w:fill="2D739F"/>
            <w:vAlign w:val="top"/>
          </w:tcPr>
          <w:p w14:paraId="53209685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3209686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87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88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8E" w14:textId="77777777" w:rsidTr="00857FF7">
        <w:tc>
          <w:tcPr>
            <w:tcW w:w="310" w:type="pct"/>
            <w:shd w:val="clear" w:color="auto" w:fill="2D739F"/>
            <w:vAlign w:val="top"/>
          </w:tcPr>
          <w:p w14:paraId="5320968A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5320968B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8C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8D" w14:textId="77777777" w:rsidR="007E10A9" w:rsidRDefault="009A7FA7" w:rsidP="007E10A9">
            <w:pPr>
              <w:rPr>
                <w:lang w:eastAsia="en-AU"/>
              </w:rPr>
            </w:pPr>
          </w:p>
        </w:tc>
      </w:tr>
      <w:tr w:rsidR="00857FF7" w14:paraId="53209693" w14:textId="77777777" w:rsidTr="00857FF7">
        <w:tc>
          <w:tcPr>
            <w:tcW w:w="310" w:type="pct"/>
            <w:shd w:val="clear" w:color="auto" w:fill="2D739F"/>
            <w:vAlign w:val="top"/>
          </w:tcPr>
          <w:p w14:paraId="5320968F" w14:textId="77777777" w:rsidR="007E10A9" w:rsidRPr="007E10A9" w:rsidRDefault="00170BC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3209690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209691" w14:textId="77777777" w:rsidR="007E10A9" w:rsidRDefault="009A7F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209692" w14:textId="77777777" w:rsidR="007E10A9" w:rsidRDefault="009A7FA7" w:rsidP="007E10A9">
            <w:pPr>
              <w:rPr>
                <w:lang w:eastAsia="en-AU"/>
              </w:rPr>
            </w:pPr>
          </w:p>
        </w:tc>
      </w:tr>
    </w:tbl>
    <w:p w14:paraId="53209694" w14:textId="77777777" w:rsidR="00BC4442" w:rsidRDefault="009A7FA7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096A7" w14:textId="77777777" w:rsidR="00F87801" w:rsidRDefault="00170BC2">
      <w:pPr>
        <w:spacing w:before="0" w:after="0" w:line="240" w:lineRule="auto"/>
      </w:pPr>
      <w:r>
        <w:separator/>
      </w:r>
    </w:p>
  </w:endnote>
  <w:endnote w:type="continuationSeparator" w:id="0">
    <w:p w14:paraId="532096A9" w14:textId="77777777" w:rsidR="00F87801" w:rsidRDefault="00170B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698" w14:textId="77777777" w:rsidR="00CC4677" w:rsidRPr="004820C4" w:rsidRDefault="009A7FA7" w:rsidP="0002323C">
    <w:pPr>
      <w:pStyle w:val="Footer-DocumentTitleLeft"/>
    </w:pPr>
  </w:p>
  <w:p w14:paraId="53209699" w14:textId="77777777" w:rsidR="00CC4677" w:rsidRDefault="00170BC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320969A" w14:textId="77777777" w:rsidR="00CC4677" w:rsidRPr="0006452B" w:rsidRDefault="009A7FA7" w:rsidP="00EE3A11"/>
  <w:p w14:paraId="5320969B" w14:textId="77777777" w:rsidR="00BA0812" w:rsidRDefault="009A7FA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E62249A" w14:textId="221DDDC8" w:rsidR="008E55C3" w:rsidRDefault="00170BC2" w:rsidP="00CC3D37">
        <w:pPr>
          <w:pStyle w:val="Bodyfooter"/>
          <w:rPr>
            <w:noProof/>
          </w:rPr>
        </w:pPr>
        <w:r w:rsidRPr="008D467A">
          <w:t>Document title</w:t>
        </w:r>
        <w:r>
          <w:t>:</w:t>
        </w:r>
        <w:r w:rsidR="008E55C3">
          <w:t xml:space="preserve"> </w:t>
        </w:r>
        <w:r w:rsidR="009A7FA7">
          <w:fldChar w:fldCharType="begin"/>
        </w:r>
        <w:r w:rsidR="009A7FA7">
          <w:instrText xml:space="preserve"> FILENAME   \* MERGEFORMAT </w:instrText>
        </w:r>
        <w:r w:rsidR="009A7FA7">
          <w:fldChar w:fldCharType="separate"/>
        </w:r>
        <w:r w:rsidR="005F53F4">
          <w:rPr>
            <w:noProof/>
          </w:rPr>
          <w:t>MSL974021_StDec</w:t>
        </w:r>
        <w:r w:rsidR="009A7FA7">
          <w:rPr>
            <w:noProof/>
          </w:rPr>
          <w:fldChar w:fldCharType="end"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9A7FA7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9A7FA7">
          <w:rPr>
            <w:noProof/>
          </w:rPr>
          <w:t>3</w:t>
        </w:r>
        <w:r>
          <w:rPr>
            <w:noProof/>
          </w:rPr>
          <w:fldChar w:fldCharType="end"/>
        </w:r>
      </w:p>
      <w:p w14:paraId="5320969C" w14:textId="305FDEE5" w:rsidR="00BA0812" w:rsidRDefault="008E55C3" w:rsidP="00CC3D37">
        <w:pPr>
          <w:pStyle w:val="Bodyfooter"/>
          <w:rPr>
            <w:noProof/>
          </w:rPr>
        </w:pPr>
        <w:r>
          <w:rPr>
            <w:noProof/>
          </w:rPr>
          <w:t>Resource ID: MRS_18_07_MSL974021_StDec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69F" w14:textId="77777777" w:rsidR="00AA3155" w:rsidRPr="008D467A" w:rsidRDefault="00170BC2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32096A0" w14:textId="77777777" w:rsidR="00AA3155" w:rsidRPr="008948B1" w:rsidRDefault="00170BC2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32096A1" w14:textId="77777777" w:rsidR="00CC4677" w:rsidRPr="00AA3155" w:rsidRDefault="009A7FA7" w:rsidP="00EE3A11">
    <w:pPr>
      <w:pStyle w:val="Footer"/>
    </w:pPr>
  </w:p>
  <w:p w14:paraId="532096A2" w14:textId="77777777" w:rsidR="00BA0812" w:rsidRDefault="009A7FA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096A3" w14:textId="77777777" w:rsidR="00F87801" w:rsidRDefault="00170BC2">
      <w:pPr>
        <w:spacing w:before="0" w:after="0" w:line="240" w:lineRule="auto"/>
      </w:pPr>
      <w:r>
        <w:separator/>
      </w:r>
    </w:p>
  </w:footnote>
  <w:footnote w:type="continuationSeparator" w:id="0">
    <w:p w14:paraId="532096A5" w14:textId="77777777" w:rsidR="00F87801" w:rsidRDefault="00170BC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695" w14:textId="77777777" w:rsidR="00CC4677" w:rsidRDefault="009A7FA7" w:rsidP="00EE3A11"/>
  <w:p w14:paraId="53209696" w14:textId="77777777" w:rsidR="00BA0812" w:rsidRDefault="009A7FA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697" w14:textId="77777777" w:rsidR="00BA0812" w:rsidRDefault="00170BC2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32096A3" wp14:editId="532096A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69D" w14:textId="77777777" w:rsidR="004238CB" w:rsidRDefault="009A7FA7" w:rsidP="00EE3A11">
    <w:pPr>
      <w:pStyle w:val="Header"/>
    </w:pPr>
  </w:p>
  <w:p w14:paraId="5320969E" w14:textId="77777777" w:rsidR="00BA0812" w:rsidRDefault="009A7FA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7FAB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E0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A25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62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6A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0C40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EE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0A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AF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2F2E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143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E0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02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ACD9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AB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ECC3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62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F2E9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514FF4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662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2C6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05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E3D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07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61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BE3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E7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19985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AB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A435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A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4A3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B0C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6CE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EB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242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1FFC4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45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2B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A31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00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86F4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342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0E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6A9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D7DA5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8CA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84F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1C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AC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D0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A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4A7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B2F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4AE0C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46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63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8A3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88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22B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A2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45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E42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2850DB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22EAA8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C60F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64E36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B6E65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24459E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B2AE00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3A244A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27C96D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BA062FB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4FC16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A4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EB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81D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E5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4A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2CB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46C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46D4B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0D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64A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565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E7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163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A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0E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18A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12AE0EF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30C47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A8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647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2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EC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A3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8B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6E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1A883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343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4F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6C6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03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82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D84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1C84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402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37B8E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4A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883F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50B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E1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963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8C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AF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8B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94F2A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C43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5CD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DC4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2C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B65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0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C7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8E6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CA48D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A6C2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CE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27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C8B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3273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25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AC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1C0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4D23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496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461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B6D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1C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62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B4A1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2C5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E6A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E0968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CA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68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5C3C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A2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9CF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E0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6B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6C68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45E7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92A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FAA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AC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86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545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18D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14D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964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971C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069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4BA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EC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47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C9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47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0F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509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62A01008">
      <w:start w:val="1"/>
      <w:numFmt w:val="decimal"/>
      <w:lvlText w:val="%1."/>
      <w:lvlJc w:val="left"/>
      <w:pPr>
        <w:ind w:left="720" w:hanging="360"/>
      </w:pPr>
    </w:lvl>
    <w:lvl w:ilvl="1" w:tplc="64AC7F90">
      <w:start w:val="1"/>
      <w:numFmt w:val="lowerLetter"/>
      <w:lvlText w:val="%2."/>
      <w:lvlJc w:val="left"/>
      <w:pPr>
        <w:ind w:left="1440" w:hanging="360"/>
      </w:pPr>
    </w:lvl>
    <w:lvl w:ilvl="2" w:tplc="5476867E">
      <w:start w:val="1"/>
      <w:numFmt w:val="lowerRoman"/>
      <w:lvlText w:val="%3."/>
      <w:lvlJc w:val="right"/>
      <w:pPr>
        <w:ind w:left="2160" w:hanging="180"/>
      </w:pPr>
    </w:lvl>
    <w:lvl w:ilvl="3" w:tplc="2196C1CC">
      <w:start w:val="1"/>
      <w:numFmt w:val="decimal"/>
      <w:lvlText w:val="%4."/>
      <w:lvlJc w:val="left"/>
      <w:pPr>
        <w:ind w:left="2880" w:hanging="360"/>
      </w:pPr>
    </w:lvl>
    <w:lvl w:ilvl="4" w:tplc="5DFCE6DC">
      <w:start w:val="1"/>
      <w:numFmt w:val="lowerLetter"/>
      <w:lvlText w:val="%5."/>
      <w:lvlJc w:val="left"/>
      <w:pPr>
        <w:ind w:left="3600" w:hanging="360"/>
      </w:pPr>
    </w:lvl>
    <w:lvl w:ilvl="5" w:tplc="1CD09CCA">
      <w:start w:val="1"/>
      <w:numFmt w:val="lowerRoman"/>
      <w:lvlText w:val="%6."/>
      <w:lvlJc w:val="right"/>
      <w:pPr>
        <w:ind w:left="4320" w:hanging="180"/>
      </w:pPr>
    </w:lvl>
    <w:lvl w:ilvl="6" w:tplc="8A905484">
      <w:start w:val="1"/>
      <w:numFmt w:val="decimal"/>
      <w:lvlText w:val="%7."/>
      <w:lvlJc w:val="left"/>
      <w:pPr>
        <w:ind w:left="5040" w:hanging="360"/>
      </w:pPr>
    </w:lvl>
    <w:lvl w:ilvl="7" w:tplc="E79283E8">
      <w:start w:val="1"/>
      <w:numFmt w:val="lowerLetter"/>
      <w:lvlText w:val="%8."/>
      <w:lvlJc w:val="left"/>
      <w:pPr>
        <w:ind w:left="5760" w:hanging="360"/>
      </w:pPr>
    </w:lvl>
    <w:lvl w:ilvl="8" w:tplc="DCFC3C5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6820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C3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6E3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A3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60B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D82A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85C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87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CA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14F688C0">
      <w:start w:val="1"/>
      <w:numFmt w:val="decimal"/>
      <w:lvlText w:val="%1."/>
      <w:lvlJc w:val="left"/>
      <w:pPr>
        <w:ind w:left="720" w:hanging="360"/>
      </w:pPr>
    </w:lvl>
    <w:lvl w:ilvl="1" w:tplc="CD502212">
      <w:start w:val="1"/>
      <w:numFmt w:val="lowerLetter"/>
      <w:lvlText w:val="%2."/>
      <w:lvlJc w:val="left"/>
      <w:pPr>
        <w:ind w:left="1440" w:hanging="360"/>
      </w:pPr>
    </w:lvl>
    <w:lvl w:ilvl="2" w:tplc="7C2651B6">
      <w:start w:val="1"/>
      <w:numFmt w:val="lowerRoman"/>
      <w:lvlText w:val="%3."/>
      <w:lvlJc w:val="right"/>
      <w:pPr>
        <w:ind w:left="2160" w:hanging="180"/>
      </w:pPr>
    </w:lvl>
    <w:lvl w:ilvl="3" w:tplc="455C54BE" w:tentative="1">
      <w:start w:val="1"/>
      <w:numFmt w:val="decimal"/>
      <w:lvlText w:val="%4."/>
      <w:lvlJc w:val="left"/>
      <w:pPr>
        <w:ind w:left="2880" w:hanging="360"/>
      </w:pPr>
    </w:lvl>
    <w:lvl w:ilvl="4" w:tplc="8E5E4588" w:tentative="1">
      <w:start w:val="1"/>
      <w:numFmt w:val="lowerLetter"/>
      <w:lvlText w:val="%5."/>
      <w:lvlJc w:val="left"/>
      <w:pPr>
        <w:ind w:left="3600" w:hanging="360"/>
      </w:pPr>
    </w:lvl>
    <w:lvl w:ilvl="5" w:tplc="E084C032" w:tentative="1">
      <w:start w:val="1"/>
      <w:numFmt w:val="lowerRoman"/>
      <w:lvlText w:val="%6."/>
      <w:lvlJc w:val="right"/>
      <w:pPr>
        <w:ind w:left="4320" w:hanging="180"/>
      </w:pPr>
    </w:lvl>
    <w:lvl w:ilvl="6" w:tplc="FA1A4F52" w:tentative="1">
      <w:start w:val="1"/>
      <w:numFmt w:val="decimal"/>
      <w:lvlText w:val="%7."/>
      <w:lvlJc w:val="left"/>
      <w:pPr>
        <w:ind w:left="5040" w:hanging="360"/>
      </w:pPr>
    </w:lvl>
    <w:lvl w:ilvl="7" w:tplc="76FAF46E" w:tentative="1">
      <w:start w:val="1"/>
      <w:numFmt w:val="lowerLetter"/>
      <w:lvlText w:val="%8."/>
      <w:lvlJc w:val="left"/>
      <w:pPr>
        <w:ind w:left="5760" w:hanging="360"/>
      </w:pPr>
    </w:lvl>
    <w:lvl w:ilvl="8" w:tplc="B15CC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B614C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36EB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669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A7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63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B04C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AE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0A6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2B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424A8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C2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420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4CE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D0E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0A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62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2C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384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F3482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AEC6D7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2A67B8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54083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E087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A1C00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2633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AC21AF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1FA0C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21E0DCCC">
      <w:start w:val="1"/>
      <w:numFmt w:val="decimal"/>
      <w:lvlText w:val="%1."/>
      <w:lvlJc w:val="left"/>
      <w:pPr>
        <w:ind w:left="720" w:hanging="360"/>
      </w:pPr>
    </w:lvl>
    <w:lvl w:ilvl="1" w:tplc="417A57C2" w:tentative="1">
      <w:start w:val="1"/>
      <w:numFmt w:val="lowerLetter"/>
      <w:lvlText w:val="%2."/>
      <w:lvlJc w:val="left"/>
      <w:pPr>
        <w:ind w:left="1440" w:hanging="360"/>
      </w:pPr>
    </w:lvl>
    <w:lvl w:ilvl="2" w:tplc="47F60448" w:tentative="1">
      <w:start w:val="1"/>
      <w:numFmt w:val="lowerRoman"/>
      <w:lvlText w:val="%3."/>
      <w:lvlJc w:val="right"/>
      <w:pPr>
        <w:ind w:left="2160" w:hanging="180"/>
      </w:pPr>
    </w:lvl>
    <w:lvl w:ilvl="3" w:tplc="79E2760E" w:tentative="1">
      <w:start w:val="1"/>
      <w:numFmt w:val="decimal"/>
      <w:lvlText w:val="%4."/>
      <w:lvlJc w:val="left"/>
      <w:pPr>
        <w:ind w:left="2880" w:hanging="360"/>
      </w:pPr>
    </w:lvl>
    <w:lvl w:ilvl="4" w:tplc="6C4AAE9A" w:tentative="1">
      <w:start w:val="1"/>
      <w:numFmt w:val="lowerLetter"/>
      <w:lvlText w:val="%5."/>
      <w:lvlJc w:val="left"/>
      <w:pPr>
        <w:ind w:left="3600" w:hanging="360"/>
      </w:pPr>
    </w:lvl>
    <w:lvl w:ilvl="5" w:tplc="FECECB9E" w:tentative="1">
      <w:start w:val="1"/>
      <w:numFmt w:val="lowerRoman"/>
      <w:lvlText w:val="%6."/>
      <w:lvlJc w:val="right"/>
      <w:pPr>
        <w:ind w:left="4320" w:hanging="180"/>
      </w:pPr>
    </w:lvl>
    <w:lvl w:ilvl="6" w:tplc="068A3556" w:tentative="1">
      <w:start w:val="1"/>
      <w:numFmt w:val="decimal"/>
      <w:lvlText w:val="%7."/>
      <w:lvlJc w:val="left"/>
      <w:pPr>
        <w:ind w:left="5040" w:hanging="360"/>
      </w:pPr>
    </w:lvl>
    <w:lvl w:ilvl="7" w:tplc="7D1CFC22" w:tentative="1">
      <w:start w:val="1"/>
      <w:numFmt w:val="lowerLetter"/>
      <w:lvlText w:val="%8."/>
      <w:lvlJc w:val="left"/>
      <w:pPr>
        <w:ind w:left="5760" w:hanging="360"/>
      </w:pPr>
    </w:lvl>
    <w:lvl w:ilvl="8" w:tplc="6542FF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EDF0C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0C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61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83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E9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3C6C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9203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4F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45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74AC8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2F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25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36C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A1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05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01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A4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F24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D6A62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66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00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484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84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AA3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1A2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C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36D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F7"/>
    <w:rsid w:val="00170BC2"/>
    <w:rsid w:val="003C4171"/>
    <w:rsid w:val="005F53F4"/>
    <w:rsid w:val="007E139E"/>
    <w:rsid w:val="00857FF7"/>
    <w:rsid w:val="008E55C3"/>
    <w:rsid w:val="009A7FA7"/>
    <w:rsid w:val="00AD1FDC"/>
    <w:rsid w:val="00F8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09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9CFC5-1722-4AB3-A3C4-FDB9C95B7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9003C-6FB0-4D80-A281-88A77827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MSL974021_StDec_1of1_design_draft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2019-11-27T05:02:00Z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