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3D869" w14:textId="72193075" w:rsidR="007D474F" w:rsidRPr="003E5787" w:rsidRDefault="007A6BBC" w:rsidP="007D474F">
      <w:pPr>
        <w:pStyle w:val="Heading1"/>
        <w:rPr>
          <w:rFonts w:eastAsia="MS Mincho"/>
        </w:rPr>
      </w:pPr>
      <w:bookmarkStart w:id="0" w:name="_Toc511220124"/>
      <w:bookmarkStart w:id="1" w:name="_GoBack"/>
      <w:bookmarkEnd w:id="1"/>
      <w:r>
        <w:rPr>
          <w:rFonts w:eastAsia="MS Mincho"/>
        </w:rPr>
        <w:t xml:space="preserve">Task 1 - </w:t>
      </w:r>
      <w:r w:rsidR="00286E8D">
        <w:rPr>
          <w:rFonts w:eastAsia="MS Mincho"/>
        </w:rPr>
        <w:t>Knowledge Test</w:t>
      </w:r>
    </w:p>
    <w:p w14:paraId="31E6AEDC" w14:textId="77777777" w:rsidR="007D474F" w:rsidRDefault="00F557E9" w:rsidP="007D474F">
      <w:pPr>
        <w:pStyle w:val="Heading3"/>
      </w:pPr>
      <w:r w:rsidRPr="007A6B4A">
        <w:t xml:space="preserve">Unit code, name </w:t>
      </w:r>
      <w:r w:rsidRPr="009C739C">
        <w:t>and</w:t>
      </w:r>
      <w:r w:rsidRPr="007A6B4A">
        <w:t xml:space="preserve"> release number</w:t>
      </w:r>
    </w:p>
    <w:p w14:paraId="76EA0F73" w14:textId="430FE5A7" w:rsidR="007D474F" w:rsidRPr="00D83795" w:rsidRDefault="00F557E9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Unit"/>
      <w:r w:rsidRPr="00D83795">
        <w:rPr>
          <w:sz w:val="22"/>
          <w:szCs w:val="22"/>
          <w:lang w:eastAsia="en-AU"/>
        </w:rPr>
        <w:t>MSMSUP102 -</w:t>
      </w:r>
      <w:r w:rsidR="00D72666">
        <w:rPr>
          <w:sz w:val="22"/>
          <w:szCs w:val="22"/>
          <w:lang w:eastAsia="en-AU"/>
        </w:rPr>
        <w:t xml:space="preserve"> Communicate in the workplace (2</w:t>
      </w:r>
      <w:r w:rsidRPr="00D83795">
        <w:rPr>
          <w:sz w:val="22"/>
          <w:szCs w:val="22"/>
          <w:lang w:eastAsia="en-AU"/>
        </w:rPr>
        <w:t>)</w:t>
      </w:r>
      <w:bookmarkEnd w:id="2"/>
    </w:p>
    <w:p w14:paraId="672A6659" w14:textId="77777777" w:rsidR="007D474F" w:rsidRPr="00D83795" w:rsidRDefault="007D474F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2D0B9F7" w14:textId="77777777" w:rsidR="007D474F" w:rsidRDefault="00F557E9" w:rsidP="007D474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</w:t>
      </w:r>
      <w:r w:rsidRPr="009C739C">
        <w:t>and</w:t>
      </w:r>
      <w:r w:rsidRPr="00A41E27">
        <w:t xml:space="preserve"> release number</w:t>
      </w:r>
    </w:p>
    <w:p w14:paraId="08B46ECE" w14:textId="7DC28C96" w:rsidR="007D474F" w:rsidRDefault="00F557E9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3" w:name="Qualification"/>
      <w:r>
        <w:rPr>
          <w:sz w:val="22"/>
          <w:szCs w:val="22"/>
          <w:lang w:eastAsia="en-AU"/>
        </w:rPr>
        <w:t>MSF31113 - Cert</w:t>
      </w:r>
      <w:r w:rsidR="00D72666">
        <w:rPr>
          <w:sz w:val="22"/>
          <w:szCs w:val="22"/>
          <w:lang w:eastAsia="en-AU"/>
        </w:rPr>
        <w:t>ificate III in Cabinet Making (6</w:t>
      </w:r>
      <w:r>
        <w:rPr>
          <w:sz w:val="22"/>
          <w:szCs w:val="22"/>
          <w:lang w:eastAsia="en-AU"/>
        </w:rPr>
        <w:t>)</w:t>
      </w:r>
      <w:bookmarkEnd w:id="3"/>
    </w:p>
    <w:p w14:paraId="0A37501D" w14:textId="77777777" w:rsidR="007D474F" w:rsidRPr="00D83795" w:rsidRDefault="007D474F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3A4686" w14:textId="77777777" w:rsidR="007D474F" w:rsidRPr="00A56627" w:rsidRDefault="00F557E9" w:rsidP="007D474F">
      <w:pPr>
        <w:pStyle w:val="Heading2"/>
      </w:pPr>
      <w:r w:rsidRPr="00A56627">
        <w:t>Student details</w:t>
      </w:r>
    </w:p>
    <w:p w14:paraId="18EFA86C" w14:textId="77777777" w:rsidR="007D474F" w:rsidRDefault="00F557E9" w:rsidP="007D474F">
      <w:pPr>
        <w:pStyle w:val="Heading3"/>
      </w:pPr>
      <w:r w:rsidRPr="00AA18CF">
        <w:t>Student number</w:t>
      </w:r>
    </w:p>
    <w:p w14:paraId="5DAB6C7B" w14:textId="77777777" w:rsidR="007D474F" w:rsidRPr="00D83795" w:rsidRDefault="007D474F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36FCF81" w14:textId="77777777" w:rsidR="007D474F" w:rsidRDefault="00F557E9" w:rsidP="007D474F">
      <w:pPr>
        <w:pStyle w:val="Heading3"/>
      </w:pPr>
      <w:r w:rsidRPr="00AA18CF">
        <w:t xml:space="preserve">Student </w:t>
      </w:r>
      <w:r>
        <w:t>name</w:t>
      </w:r>
    </w:p>
    <w:p w14:paraId="02EB378F" w14:textId="77777777" w:rsidR="007D474F" w:rsidRPr="00D83795" w:rsidRDefault="007D474F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E139F1B" w14:textId="77777777" w:rsidR="007D474F" w:rsidRPr="00A56627" w:rsidRDefault="00F557E9" w:rsidP="007D474F">
      <w:pPr>
        <w:pStyle w:val="Heading2"/>
      </w:pPr>
      <w:r w:rsidRPr="00A56627">
        <w:t>Assessment Declaration</w:t>
      </w:r>
    </w:p>
    <w:p w14:paraId="6902D499" w14:textId="414B5F3D" w:rsidR="007D474F" w:rsidRPr="00FF3AA4" w:rsidRDefault="00F557E9" w:rsidP="007D474F">
      <w:pPr>
        <w:pStyle w:val="Bulletlist"/>
      </w:pPr>
      <w:r w:rsidRPr="00FF3AA4">
        <w:t xml:space="preserve">This assessment is my original work and no part of it has been copied from any other source except where </w:t>
      </w:r>
      <w:r w:rsidRPr="009C739C">
        <w:rPr>
          <w:noProof/>
        </w:rPr>
        <w:t>due</w:t>
      </w:r>
      <w:r w:rsidRPr="00FF3AA4">
        <w:t xml:space="preserve"> </w:t>
      </w:r>
      <w:r w:rsidRPr="009C739C">
        <w:rPr>
          <w:noProof/>
        </w:rPr>
        <w:t>acknowledgment</w:t>
      </w:r>
      <w:r w:rsidRPr="00FF3AA4">
        <w:t xml:space="preserve"> is made.</w:t>
      </w:r>
    </w:p>
    <w:p w14:paraId="4E039DDF" w14:textId="77777777" w:rsidR="007D474F" w:rsidRPr="00FF3AA4" w:rsidRDefault="00F557E9" w:rsidP="007D474F">
      <w:pPr>
        <w:pStyle w:val="Bulletlist"/>
      </w:pPr>
      <w:proofErr w:type="gramStart"/>
      <w:r w:rsidRPr="00FF3AA4">
        <w:t xml:space="preserve">No part of this assessment has been written for me by any other person except where such collaboration has been </w:t>
      </w:r>
      <w:r w:rsidRPr="009C739C">
        <w:rPr>
          <w:noProof/>
        </w:rPr>
        <w:t>authorised</w:t>
      </w:r>
      <w:r w:rsidRPr="00FF3AA4">
        <w:t xml:space="preserve"> by the assessor concerned</w:t>
      </w:r>
      <w:proofErr w:type="gramEnd"/>
      <w:r w:rsidRPr="00FF3AA4">
        <w:t>.</w:t>
      </w:r>
    </w:p>
    <w:p w14:paraId="69A663D8" w14:textId="77777777" w:rsidR="007D474F" w:rsidRPr="00FF3AA4" w:rsidRDefault="00F557E9" w:rsidP="007D474F">
      <w:pPr>
        <w:pStyle w:val="Bulletlist"/>
      </w:pPr>
      <w:r w:rsidRPr="00FF3AA4">
        <w:t xml:space="preserve">I understand that plagiarism is the presentation of the work, idea or creation of another person as though it is your own. Plagiarism occurs when the origin of the material used </w:t>
      </w:r>
      <w:proofErr w:type="gramStart"/>
      <w:r w:rsidRPr="00FF3AA4">
        <w:t>is not appropriately cited</w:t>
      </w:r>
      <w:proofErr w:type="gramEnd"/>
      <w:r w:rsidRPr="00FF3AA4">
        <w:t>. No part of this assessment is plagiarised.</w:t>
      </w:r>
    </w:p>
    <w:p w14:paraId="4B994C13" w14:textId="77777777" w:rsidR="007D474F" w:rsidRDefault="00F557E9" w:rsidP="007D474F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6A05A809" w14:textId="77777777" w:rsidR="007D474F" w:rsidRDefault="007D474F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A39BBE3" w14:textId="77777777" w:rsidR="007D474F" w:rsidRPr="00D83795" w:rsidRDefault="007D474F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1C8F396" w14:textId="77777777" w:rsidR="007D474F" w:rsidRDefault="007D474F" w:rsidP="007D474F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7D474F" w:rsidSect="007D474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5EA83D67" w14:textId="77777777" w:rsidR="007D474F" w:rsidRPr="00C14A60" w:rsidRDefault="00F557E9" w:rsidP="007D474F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6A59EB4C" w14:textId="77777777" w:rsidR="007D474F" w:rsidRPr="00867E80" w:rsidRDefault="00F557E9" w:rsidP="007D474F">
      <w:pPr>
        <w:pStyle w:val="SmallerText-Black"/>
        <w:tabs>
          <w:tab w:val="left" w:pos="2127"/>
        </w:tabs>
      </w:pPr>
      <w:r>
        <w:t xml:space="preserve">Date </w:t>
      </w:r>
      <w:proofErr w:type="gramStart"/>
      <w:r>
        <w:t>created:</w:t>
      </w:r>
      <w:proofErr w:type="gramEnd"/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695FC9">
        <w:rPr>
          <w:i/>
          <w:noProof/>
          <w:color w:val="808080" w:themeColor="background1" w:themeShade="80"/>
        </w:rPr>
        <w:t>6 July 2018</w:t>
      </w:r>
      <w:r w:rsidRPr="00C14A60">
        <w:rPr>
          <w:i/>
          <w:color w:val="FF0000"/>
        </w:rPr>
        <w:fldChar w:fldCharType="end"/>
      </w:r>
    </w:p>
    <w:p w14:paraId="4EB625D9" w14:textId="1B2C80E2" w:rsidR="007D474F" w:rsidRPr="00867E80" w:rsidRDefault="00F557E9" w:rsidP="007D474F">
      <w:pPr>
        <w:pStyle w:val="SmallerText-Black"/>
        <w:tabs>
          <w:tab w:val="left" w:pos="2127"/>
        </w:tabs>
      </w:pPr>
      <w:r>
        <w:t xml:space="preserve">Date </w:t>
      </w:r>
      <w:proofErr w:type="gramStart"/>
      <w:r>
        <w:t>modified:</w:t>
      </w:r>
      <w:proofErr w:type="gramEnd"/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364B80" w:rsidRPr="00364B80">
        <w:rPr>
          <w:i/>
          <w:noProof/>
          <w:color w:val="808080" w:themeColor="background1" w:themeShade="80"/>
        </w:rPr>
        <w:t>23/04/2019</w:t>
      </w:r>
      <w:r w:rsidRPr="00C14A60">
        <w:rPr>
          <w:i/>
          <w:color w:val="FF0000"/>
        </w:rPr>
        <w:fldChar w:fldCharType="end"/>
      </w:r>
    </w:p>
    <w:p w14:paraId="72A3D3EC" w14:textId="77777777" w:rsidR="007D474F" w:rsidRPr="00867E80" w:rsidRDefault="007D474F" w:rsidP="007D474F">
      <w:pPr>
        <w:pStyle w:val="SmallerText-Black"/>
      </w:pPr>
    </w:p>
    <w:p w14:paraId="6CE75143" w14:textId="77777777" w:rsidR="007D474F" w:rsidRDefault="00F557E9" w:rsidP="007D474F">
      <w:r>
        <w:t>For queries, please contact:</w:t>
      </w:r>
    </w:p>
    <w:p w14:paraId="0B18DFBF" w14:textId="77777777" w:rsidR="007F7A43" w:rsidRPr="007F7A43" w:rsidRDefault="007F7A43" w:rsidP="007F7A43">
      <w:pPr>
        <w:pStyle w:val="paragraph"/>
        <w:textAlignment w:val="baseline"/>
        <w:rPr>
          <w:rStyle w:val="normaltextrun1"/>
          <w:rFonts w:ascii="Calibri" w:hAnsi="Calibri" w:cs="Calibri"/>
          <w:i/>
          <w:iCs/>
          <w:color w:val="808080"/>
          <w:sz w:val="20"/>
          <w:szCs w:val="20"/>
          <w:lang w:val="en-US"/>
        </w:rPr>
      </w:pPr>
      <w:r w:rsidRPr="007F7A43">
        <w:rPr>
          <w:rStyle w:val="normaltextrun1"/>
          <w:rFonts w:ascii="Calibri" w:hAnsi="Calibri" w:cs="Calibri"/>
          <w:i/>
          <w:iCs/>
          <w:color w:val="808080"/>
          <w:sz w:val="20"/>
          <w:szCs w:val="20"/>
          <w:lang w:val="en-US"/>
        </w:rPr>
        <w:t>Innovative Manufacturing, Robotics and Science SkillsPoint</w:t>
      </w:r>
    </w:p>
    <w:p w14:paraId="544C5F14" w14:textId="77777777" w:rsidR="007F7A43" w:rsidRPr="007F7A43" w:rsidRDefault="007F7A43" w:rsidP="007F7A43">
      <w:pPr>
        <w:pStyle w:val="paragraph"/>
        <w:textAlignment w:val="baseline"/>
        <w:rPr>
          <w:rStyle w:val="normaltextrun1"/>
          <w:rFonts w:ascii="Calibri" w:hAnsi="Calibri" w:cs="Calibri"/>
          <w:i/>
          <w:iCs/>
          <w:color w:val="808080"/>
          <w:sz w:val="20"/>
          <w:szCs w:val="20"/>
          <w:lang w:val="en-US"/>
        </w:rPr>
      </w:pPr>
      <w:r w:rsidRPr="007F7A43">
        <w:rPr>
          <w:rStyle w:val="normaltextrun1"/>
          <w:rFonts w:ascii="Calibri" w:hAnsi="Calibri" w:cs="Calibri"/>
          <w:i/>
          <w:iCs/>
          <w:color w:val="808080"/>
          <w:sz w:val="20"/>
          <w:szCs w:val="20"/>
          <w:lang w:val="en-US"/>
        </w:rPr>
        <w:t>TAFE NSW</w:t>
      </w:r>
    </w:p>
    <w:p w14:paraId="10E8610E" w14:textId="77777777" w:rsidR="007F7A43" w:rsidRPr="007F7A43" w:rsidRDefault="007F7A43" w:rsidP="007F7A43">
      <w:pPr>
        <w:pStyle w:val="paragraph"/>
        <w:textAlignment w:val="baseline"/>
        <w:rPr>
          <w:rStyle w:val="normaltextrun1"/>
          <w:rFonts w:ascii="Calibri" w:hAnsi="Calibri" w:cs="Calibri"/>
          <w:i/>
          <w:iCs/>
          <w:color w:val="808080"/>
          <w:sz w:val="20"/>
          <w:szCs w:val="20"/>
          <w:lang w:val="en-US"/>
        </w:rPr>
      </w:pPr>
      <w:r w:rsidRPr="007F7A43">
        <w:rPr>
          <w:rStyle w:val="normaltextrun1"/>
          <w:rFonts w:ascii="Calibri" w:hAnsi="Calibri" w:cs="Calibri"/>
          <w:i/>
          <w:iCs/>
          <w:color w:val="808080"/>
          <w:sz w:val="20"/>
          <w:szCs w:val="20"/>
          <w:lang w:val="en-US"/>
        </w:rPr>
        <w:t>98 Parry Street</w:t>
      </w:r>
    </w:p>
    <w:p w14:paraId="3DE000F2" w14:textId="77777777" w:rsidR="007F7A43" w:rsidRPr="007F7A43" w:rsidRDefault="007F7A43" w:rsidP="007F7A43">
      <w:pPr>
        <w:pStyle w:val="paragraph"/>
        <w:textAlignment w:val="baseline"/>
        <w:rPr>
          <w:rStyle w:val="normaltextrun1"/>
          <w:rFonts w:ascii="Calibri" w:hAnsi="Calibri" w:cs="Calibri"/>
          <w:i/>
          <w:iCs/>
          <w:color w:val="808080"/>
          <w:sz w:val="20"/>
          <w:szCs w:val="20"/>
          <w:lang w:val="en-US"/>
        </w:rPr>
      </w:pPr>
      <w:r w:rsidRPr="007F7A43">
        <w:rPr>
          <w:rStyle w:val="normaltextrun1"/>
          <w:rFonts w:ascii="Calibri" w:hAnsi="Calibri" w:cs="Calibri"/>
          <w:i/>
          <w:iCs/>
          <w:color w:val="808080"/>
          <w:sz w:val="20"/>
          <w:szCs w:val="20"/>
          <w:lang w:val="en-US"/>
        </w:rPr>
        <w:t xml:space="preserve">Newcastle West </w:t>
      </w:r>
    </w:p>
    <w:p w14:paraId="533E600D" w14:textId="77777777" w:rsidR="007F7A43" w:rsidRDefault="007F7A43" w:rsidP="007F7A43">
      <w:pPr>
        <w:pStyle w:val="paragraph"/>
        <w:textAlignment w:val="baseline"/>
        <w:rPr>
          <w:rStyle w:val="normaltextrun1"/>
          <w:rFonts w:ascii="Calibri" w:hAnsi="Calibri" w:cs="Calibri"/>
          <w:i/>
          <w:iCs/>
          <w:color w:val="808080"/>
          <w:sz w:val="20"/>
          <w:szCs w:val="20"/>
          <w:lang w:val="en-US"/>
        </w:rPr>
      </w:pPr>
      <w:r w:rsidRPr="007F7A43">
        <w:rPr>
          <w:rStyle w:val="normaltextrun1"/>
          <w:rFonts w:ascii="Calibri" w:hAnsi="Calibri" w:cs="Calibri"/>
          <w:i/>
          <w:iCs/>
          <w:color w:val="808080"/>
          <w:sz w:val="20"/>
          <w:szCs w:val="20"/>
          <w:lang w:val="en-US"/>
        </w:rPr>
        <w:t>NSW 2302</w:t>
      </w:r>
    </w:p>
    <w:p w14:paraId="0F11B214" w14:textId="77777777" w:rsidR="007D474F" w:rsidRPr="000301F0" w:rsidRDefault="00F557E9" w:rsidP="007D474F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6870D6EE" w14:textId="77777777" w:rsidR="007F7A43" w:rsidRDefault="00F557E9" w:rsidP="007F7A43">
      <w:r w:rsidRPr="00D23A6C">
        <w:t xml:space="preserve">This file </w:t>
      </w:r>
      <w:proofErr w:type="gramStart"/>
      <w:r w:rsidRPr="00D23A6C">
        <w:t>can be found</w:t>
      </w:r>
      <w:proofErr w:type="gramEnd"/>
      <w:r w:rsidRPr="00D23A6C">
        <w:t xml:space="preserve"> </w:t>
      </w:r>
      <w:r w:rsidR="007F7A43">
        <w:rPr>
          <w:noProof/>
        </w:rPr>
        <w:t xml:space="preserve">in the </w:t>
      </w:r>
      <w:hyperlink r:id="rId17" w:history="1">
        <w:r w:rsidR="007F7A43" w:rsidRPr="00C036C0">
          <w:rPr>
            <w:rStyle w:val="Hyperlink"/>
          </w:rPr>
          <w:t>Learning Bank</w:t>
        </w:r>
      </w:hyperlink>
    </w:p>
    <w:p w14:paraId="1BF50137" w14:textId="1F062D76" w:rsidR="007D474F" w:rsidRPr="000301F0" w:rsidRDefault="00F557E9" w:rsidP="007D474F">
      <w:pPr>
        <w:pStyle w:val="SmallerText-Black"/>
      </w:pPr>
      <w:r w:rsidRPr="000301F0">
        <w:t>The contents in this docum</w:t>
      </w:r>
      <w:r>
        <w:t xml:space="preserve">ent </w:t>
      </w:r>
      <w:r w:rsidR="009C739C">
        <w:rPr>
          <w:noProof/>
        </w:rPr>
        <w:t>are</w:t>
      </w:r>
      <w:r>
        <w:t xml:space="preserve"> copyright © TAFE NSW 2018</w:t>
      </w:r>
      <w:r w:rsidRPr="000301F0">
        <w:t xml:space="preserve">, and </w:t>
      </w:r>
      <w:proofErr w:type="gramStart"/>
      <w:r w:rsidRPr="000301F0">
        <w:t>should not be reproduced</w:t>
      </w:r>
      <w:proofErr w:type="gramEnd"/>
      <w:r w:rsidRPr="000301F0">
        <w:t xml:space="preserve"> without the permission of the TAFE NSW. </w:t>
      </w:r>
      <w:r w:rsidRPr="009C739C">
        <w:rPr>
          <w:noProof/>
        </w:rPr>
        <w:t>Information</w:t>
      </w:r>
      <w:r w:rsidRPr="000301F0">
        <w:t xml:space="preserve">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364B80">
        <w:rPr>
          <w:noProof/>
        </w:rPr>
        <w:t>23 April 2019</w:t>
      </w:r>
      <w:r w:rsidRPr="000301F0">
        <w:fldChar w:fldCharType="end"/>
      </w:r>
      <w:r w:rsidRPr="000301F0">
        <w:t xml:space="preserve">. For current </w:t>
      </w:r>
      <w:proofErr w:type="gramStart"/>
      <w:r w:rsidRPr="000301F0">
        <w:t>information</w:t>
      </w:r>
      <w:proofErr w:type="gramEnd"/>
      <w:r w:rsidRPr="000301F0">
        <w:t xml:space="preserve"> please refer to our website</w:t>
      </w:r>
      <w:r>
        <w:t xml:space="preserve"> or your teacher as appropriate</w:t>
      </w:r>
      <w:r w:rsidRPr="000301F0">
        <w:t>.</w:t>
      </w:r>
    </w:p>
    <w:bookmarkEnd w:id="0"/>
    <w:p w14:paraId="0D0B940D" w14:textId="77777777" w:rsidR="007D474F" w:rsidRDefault="007D474F" w:rsidP="007D474F">
      <w:pPr>
        <w:pStyle w:val="Heading2"/>
        <w:sectPr w:rsidR="007D474F" w:rsidSect="007D474F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56CF4607" w14:textId="77777777" w:rsidR="007D474F" w:rsidRPr="000A08F6" w:rsidRDefault="00F557E9" w:rsidP="007D474F">
      <w:pPr>
        <w:pStyle w:val="Heading2"/>
      </w:pPr>
      <w:r w:rsidRPr="000A08F6">
        <w:lastRenderedPageBreak/>
        <w:t>Assessment instructions</w:t>
      </w:r>
    </w:p>
    <w:p w14:paraId="78B6B414" w14:textId="77777777" w:rsidR="007D474F" w:rsidRDefault="00F557E9" w:rsidP="007D474F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9E0D40" w14:paraId="19407297" w14:textId="77777777" w:rsidTr="6C9B6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1943B530" w14:textId="77777777" w:rsidR="007D474F" w:rsidRDefault="00F557E9" w:rsidP="007D474F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65524BBF" w14:textId="77777777" w:rsidR="007D474F" w:rsidRDefault="00F557E9" w:rsidP="007D474F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9E0D40" w14:paraId="6F677C9D" w14:textId="77777777" w:rsidTr="6C9B651B">
        <w:tc>
          <w:tcPr>
            <w:tcW w:w="2405" w:type="dxa"/>
            <w:vAlign w:val="top"/>
          </w:tcPr>
          <w:p w14:paraId="62544EB7" w14:textId="77777777" w:rsidR="007D474F" w:rsidRPr="00C14A60" w:rsidRDefault="00F557E9" w:rsidP="007D474F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79C30835" w14:textId="758CAEB0" w:rsidR="007D474F" w:rsidRPr="000412B1" w:rsidRDefault="00F557E9" w:rsidP="007D474F">
            <w:pPr>
              <w:pStyle w:val="Body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7178E5" w:rsidRPr="007178E5">
              <w:rPr>
                <w:sz w:val="22"/>
                <w:szCs w:val="22"/>
                <w:lang w:eastAsia="en-AU"/>
              </w:rPr>
              <w:t>receive, relay and record written and oral messages and to provide relevant information in response to requests within timelines.</w:t>
            </w:r>
          </w:p>
        </w:tc>
      </w:tr>
      <w:tr w:rsidR="009E0D40" w14:paraId="4F088463" w14:textId="77777777" w:rsidTr="6C9B651B">
        <w:tc>
          <w:tcPr>
            <w:tcW w:w="2405" w:type="dxa"/>
            <w:vAlign w:val="top"/>
          </w:tcPr>
          <w:p w14:paraId="573A0C0F" w14:textId="77777777" w:rsidR="007D474F" w:rsidRPr="00C14A60" w:rsidRDefault="00F557E9" w:rsidP="007D474F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77CFA2D3" w14:textId="23920291" w:rsidR="007D474F" w:rsidRPr="00A628BC" w:rsidRDefault="6C9B651B" w:rsidP="004410A7">
            <w:pPr>
              <w:pStyle w:val="Body"/>
              <w:rPr>
                <w:sz w:val="22"/>
                <w:szCs w:val="22"/>
                <w:lang w:eastAsia="en-AU"/>
              </w:rPr>
            </w:pPr>
            <w:r w:rsidRPr="6C9B651B">
              <w:rPr>
                <w:sz w:val="22"/>
                <w:szCs w:val="22"/>
                <w:lang w:eastAsia="en-AU"/>
              </w:rPr>
              <w:t xml:space="preserve">1 of </w:t>
            </w:r>
            <w:r w:rsidR="004410A7">
              <w:rPr>
                <w:sz w:val="22"/>
                <w:szCs w:val="22"/>
                <w:lang w:eastAsia="en-AU"/>
              </w:rPr>
              <w:t>2</w:t>
            </w:r>
          </w:p>
        </w:tc>
      </w:tr>
      <w:tr w:rsidR="009E0D40" w14:paraId="216A8781" w14:textId="77777777" w:rsidTr="6C9B651B">
        <w:tc>
          <w:tcPr>
            <w:tcW w:w="2405" w:type="dxa"/>
            <w:vAlign w:val="top"/>
          </w:tcPr>
          <w:p w14:paraId="76CFF4BD" w14:textId="77777777" w:rsidR="007D474F" w:rsidRPr="00C14A60" w:rsidRDefault="00F557E9" w:rsidP="007D474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784C65BC" w14:textId="77777777" w:rsidR="007D474F" w:rsidRPr="00C14A60" w:rsidRDefault="00F557E9" w:rsidP="007D474F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</w:p>
          <w:p w14:paraId="3F42812D" w14:textId="3CC93BDD" w:rsidR="007D474F" w:rsidRPr="00C14A60" w:rsidRDefault="6C9B651B" w:rsidP="6C9B651B">
            <w:pPr>
              <w:pStyle w:val="Body"/>
              <w:rPr>
                <w:sz w:val="22"/>
                <w:szCs w:val="22"/>
              </w:rPr>
            </w:pPr>
            <w:r w:rsidRPr="6C9B651B">
              <w:rPr>
                <w:sz w:val="22"/>
                <w:szCs w:val="22"/>
              </w:rPr>
              <w:t>This assessment is in 3 parts:</w:t>
            </w:r>
          </w:p>
          <w:p w14:paraId="10A1BB6E" w14:textId="77777777" w:rsidR="007D474F" w:rsidRPr="009A0F25" w:rsidRDefault="00F557E9" w:rsidP="00293C12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9A0F25">
              <w:rPr>
                <w:sz w:val="22"/>
                <w:szCs w:val="22"/>
              </w:rPr>
              <w:t>Multiple choice questions</w:t>
            </w:r>
          </w:p>
          <w:p w14:paraId="37A9779F" w14:textId="77777777" w:rsidR="007D474F" w:rsidRPr="009A0F25" w:rsidRDefault="00F557E9" w:rsidP="00293C12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9A0F25">
              <w:rPr>
                <w:sz w:val="22"/>
                <w:szCs w:val="22"/>
              </w:rPr>
              <w:t>True or False questions</w:t>
            </w:r>
          </w:p>
          <w:p w14:paraId="51A7C2DB" w14:textId="42A11464" w:rsidR="007D474F" w:rsidRPr="009A0F25" w:rsidRDefault="6C9B651B" w:rsidP="6C9B651B">
            <w:pPr>
              <w:pStyle w:val="Body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6C9B651B">
              <w:rPr>
                <w:sz w:val="22"/>
                <w:szCs w:val="22"/>
              </w:rPr>
              <w:t>Short answer questions</w:t>
            </w:r>
          </w:p>
        </w:tc>
      </w:tr>
      <w:tr w:rsidR="009E0D40" w14:paraId="1E2D7360" w14:textId="77777777" w:rsidTr="6C9B651B">
        <w:tc>
          <w:tcPr>
            <w:tcW w:w="2405" w:type="dxa"/>
            <w:vAlign w:val="top"/>
          </w:tcPr>
          <w:p w14:paraId="0E25D92B" w14:textId="77777777" w:rsidR="007D474F" w:rsidRPr="00C14A60" w:rsidRDefault="00F557E9" w:rsidP="007D474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0931B25F" w14:textId="687A4961" w:rsidR="007D474F" w:rsidRPr="00E6443E" w:rsidRDefault="00F557E9" w:rsidP="007D474F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</w:p>
          <w:p w14:paraId="1A407932" w14:textId="77777777" w:rsidR="007D474F" w:rsidRPr="00C14A60" w:rsidRDefault="00F557E9" w:rsidP="007D474F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It is important that you keep a copy of </w:t>
            </w:r>
            <w:proofErr w:type="gramStart"/>
            <w:r w:rsidRPr="0063453E">
              <w:rPr>
                <w:sz w:val="22"/>
                <w:szCs w:val="22"/>
                <w:lang w:eastAsia="en-AU"/>
              </w:rPr>
              <w:t>all electronic</w:t>
            </w:r>
            <w:proofErr w:type="gramEnd"/>
            <w:r w:rsidRPr="0063453E">
              <w:rPr>
                <w:sz w:val="22"/>
                <w:szCs w:val="22"/>
                <w:lang w:eastAsia="en-AU"/>
              </w:rPr>
              <w:t xml:space="preserve">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9E0D40" w14:paraId="470FA283" w14:textId="77777777" w:rsidTr="6C9B651B">
        <w:tc>
          <w:tcPr>
            <w:tcW w:w="2405" w:type="dxa"/>
            <w:vAlign w:val="top"/>
          </w:tcPr>
          <w:p w14:paraId="37763196" w14:textId="77777777" w:rsidR="007D474F" w:rsidRPr="00C14A60" w:rsidRDefault="00F557E9" w:rsidP="007D474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3AA2E669" w14:textId="77777777" w:rsidR="007D474F" w:rsidRPr="000412B1" w:rsidRDefault="00F557E9" w:rsidP="007D474F">
            <w:pPr>
              <w:pStyle w:val="Body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 xml:space="preserve">To achieve a satisfactory result for this assessment all questions </w:t>
            </w:r>
            <w:proofErr w:type="gramStart"/>
            <w:r w:rsidRPr="000412B1">
              <w:rPr>
                <w:sz w:val="22"/>
                <w:szCs w:val="22"/>
              </w:rPr>
              <w:t>must be answered</w:t>
            </w:r>
            <w:proofErr w:type="gramEnd"/>
            <w:r w:rsidRPr="000412B1">
              <w:rPr>
                <w:sz w:val="22"/>
                <w:szCs w:val="22"/>
              </w:rPr>
              <w:t xml:space="preserve"> correctly.</w:t>
            </w:r>
          </w:p>
        </w:tc>
      </w:tr>
      <w:tr w:rsidR="009E0D40" w14:paraId="458972BC" w14:textId="77777777" w:rsidTr="6C9B651B">
        <w:tc>
          <w:tcPr>
            <w:tcW w:w="2405" w:type="dxa"/>
            <w:vAlign w:val="top"/>
          </w:tcPr>
          <w:p w14:paraId="12525FC9" w14:textId="77777777" w:rsidR="007D474F" w:rsidRPr="00C14A60" w:rsidRDefault="00F557E9" w:rsidP="007D474F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75DA1AA3" w14:textId="531B3AB5" w:rsidR="007D474F" w:rsidRPr="009A0F25" w:rsidRDefault="00580A2C" w:rsidP="00580A2C">
            <w:pPr>
              <w:rPr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Pen,</w:t>
            </w:r>
            <w:r w:rsidR="00832B20" w:rsidRPr="00832B20">
              <w:rPr>
                <w:sz w:val="22"/>
                <w:szCs w:val="22"/>
              </w:rPr>
              <w:t xml:space="preserve"> USB</w:t>
            </w:r>
            <w:r w:rsidR="007B3351">
              <w:rPr>
                <w:sz w:val="22"/>
                <w:szCs w:val="22"/>
              </w:rPr>
              <w:t xml:space="preserve"> flash drive to store and download files</w:t>
            </w:r>
            <w:r w:rsidR="00832B20" w:rsidRPr="00832B20">
              <w:rPr>
                <w:sz w:val="22"/>
                <w:szCs w:val="22"/>
              </w:rPr>
              <w:t>, A4 folder and paper</w:t>
            </w:r>
            <w:r w:rsidR="00844B70">
              <w:rPr>
                <w:sz w:val="22"/>
                <w:szCs w:val="22"/>
              </w:rPr>
              <w:t>.</w:t>
            </w:r>
          </w:p>
        </w:tc>
      </w:tr>
      <w:tr w:rsidR="009E0D40" w14:paraId="0C43EB0F" w14:textId="77777777" w:rsidTr="6C9B651B">
        <w:tc>
          <w:tcPr>
            <w:tcW w:w="2405" w:type="dxa"/>
            <w:vAlign w:val="top"/>
          </w:tcPr>
          <w:p w14:paraId="4C7D3206" w14:textId="77777777" w:rsidR="007D474F" w:rsidRPr="00C14A60" w:rsidRDefault="00F557E9" w:rsidP="007D474F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2DA13BBD" w14:textId="508AB812" w:rsidR="007D474F" w:rsidRPr="00832B20" w:rsidRDefault="000C2649" w:rsidP="007D474F">
            <w:pPr>
              <w:pStyle w:val="Body"/>
              <w:rPr>
                <w:sz w:val="22"/>
                <w:szCs w:val="22"/>
                <w:highlight w:val="yellow"/>
                <w:lang w:eastAsia="en-AU"/>
              </w:rPr>
            </w:pPr>
            <w:r w:rsidRPr="00832B20">
              <w:rPr>
                <w:sz w:val="22"/>
                <w:szCs w:val="22"/>
              </w:rPr>
              <w:t>60 minutes</w:t>
            </w:r>
          </w:p>
        </w:tc>
      </w:tr>
      <w:tr w:rsidR="009E0D40" w14:paraId="1FD80D18" w14:textId="77777777" w:rsidTr="6C9B651B">
        <w:tc>
          <w:tcPr>
            <w:tcW w:w="2405" w:type="dxa"/>
            <w:vAlign w:val="top"/>
          </w:tcPr>
          <w:p w14:paraId="7F2958C4" w14:textId="77777777" w:rsidR="007D474F" w:rsidRPr="0063453E" w:rsidRDefault="00F557E9" w:rsidP="007D474F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33C73AA5" w14:textId="77777777" w:rsidR="007D474F" w:rsidRPr="0063453E" w:rsidRDefault="00F557E9" w:rsidP="007D474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A</w:t>
            </w:r>
            <w:r w:rsidRPr="0063453E">
              <w:rPr>
                <w:sz w:val="22"/>
                <w:szCs w:val="22"/>
              </w:rPr>
              <w:t>ppeal</w:t>
            </w:r>
            <w:r>
              <w:rPr>
                <w:sz w:val="22"/>
                <w:szCs w:val="22"/>
              </w:rPr>
              <w:t xml:space="preserve">s </w:t>
            </w:r>
            <w:proofErr w:type="gramStart"/>
            <w:r>
              <w:rPr>
                <w:sz w:val="22"/>
                <w:szCs w:val="22"/>
              </w:rPr>
              <w:t>are addressed</w:t>
            </w:r>
            <w:proofErr w:type="gramEnd"/>
            <w:r w:rsidRPr="0063453E">
              <w:rPr>
                <w:sz w:val="22"/>
                <w:szCs w:val="22"/>
              </w:rPr>
              <w:t xml:space="preserve"> in accordance with </w:t>
            </w:r>
            <w:hyperlink r:id="rId18" w:history="1">
              <w:r w:rsidRPr="0063453E">
                <w:rPr>
                  <w:rStyle w:val="Hyperlink"/>
                  <w:sz w:val="22"/>
                  <w:szCs w:val="22"/>
                </w:rPr>
                <w:t>Assessment Guidelines for TAFE NSW</w:t>
              </w:r>
            </w:hyperlink>
            <w:r w:rsidRPr="0063453E">
              <w:rPr>
                <w:sz w:val="22"/>
                <w:szCs w:val="22"/>
              </w:rPr>
              <w:t>.</w:t>
            </w:r>
          </w:p>
        </w:tc>
      </w:tr>
    </w:tbl>
    <w:p w14:paraId="4EFEBDF1" w14:textId="74DC1DF5" w:rsidR="00832B20" w:rsidRDefault="00832B20" w:rsidP="007D474F">
      <w:pPr>
        <w:pStyle w:val="Heading2"/>
        <w:rPr>
          <w:i/>
          <w:color w:val="808080" w:themeColor="background1" w:themeShade="80"/>
        </w:rPr>
      </w:pPr>
    </w:p>
    <w:p w14:paraId="3B76398A" w14:textId="77777777" w:rsidR="00B42EF9" w:rsidRPr="00B42EF9" w:rsidRDefault="00B42EF9" w:rsidP="00B42EF9">
      <w:pPr>
        <w:rPr>
          <w:lang w:eastAsia="en-AU"/>
        </w:rPr>
      </w:pPr>
    </w:p>
    <w:p w14:paraId="4D445F36" w14:textId="77777777" w:rsidR="00832B20" w:rsidRPr="003E5787" w:rsidRDefault="00832B20" w:rsidP="00832B20">
      <w:pPr>
        <w:pStyle w:val="Heading2"/>
      </w:pPr>
      <w:r w:rsidRPr="003E5787">
        <w:t xml:space="preserve">Part 1: Multiple </w:t>
      </w:r>
      <w:r w:rsidRPr="004D5316">
        <w:t>choice</w:t>
      </w:r>
    </w:p>
    <w:p w14:paraId="5305823E" w14:textId="77777777" w:rsidR="00832B20" w:rsidRPr="0063453E" w:rsidRDefault="00832B20" w:rsidP="00832B20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15626662" w14:textId="77777777" w:rsidR="00832B20" w:rsidRPr="0063453E" w:rsidRDefault="00832B20" w:rsidP="00293C12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If you worked out you do not have enough material to complete your job, within the designated timeline what action would you take.</w:t>
      </w:r>
      <w:r w:rsidRPr="16E46CFB">
        <w:rPr>
          <w:sz w:val="22"/>
          <w:szCs w:val="22"/>
        </w:rPr>
        <w:t xml:space="preserve"> </w:t>
      </w:r>
    </w:p>
    <w:p w14:paraId="7AFE799E" w14:textId="77777777" w:rsidR="00832B20" w:rsidRDefault="00832B20" w:rsidP="00832B20">
      <w:pPr>
        <w:pStyle w:val="Caption"/>
        <w:keepNext/>
      </w:pPr>
      <w:r>
        <w:t xml:space="preserve">Table </w:t>
      </w:r>
      <w:r w:rsidRPr="16E46CFB">
        <w:fldChar w:fldCharType="begin"/>
      </w:r>
      <w:r>
        <w:rPr>
          <w:noProof/>
        </w:rPr>
        <w:instrText xml:space="preserve"> SEQ Table \* ARABIC </w:instrText>
      </w:r>
      <w:r w:rsidRPr="16E46CFB">
        <w:rPr>
          <w:noProof/>
        </w:rPr>
        <w:fldChar w:fldCharType="separate"/>
      </w:r>
      <w:r>
        <w:rPr>
          <w:noProof/>
        </w:rPr>
        <w:t>2</w:t>
      </w:r>
      <w:r w:rsidRPr="16E46CFB">
        <w:fldChar w:fldCharType="end"/>
      </w:r>
      <w:r>
        <w:t xml:space="preserve"> </w:t>
      </w:r>
      <w:proofErr w:type="gramStart"/>
      <w:r w:rsidRPr="003754B8">
        <w:t>Multiple</w:t>
      </w:r>
      <w:proofErr w:type="gramEnd"/>
      <w:r w:rsidRPr="003754B8">
        <w:t xml:space="preserve"> </w:t>
      </w:r>
      <w:r w:rsidRPr="004D5316">
        <w:rPr>
          <w:noProof/>
        </w:rPr>
        <w:t>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32B20" w14:paraId="20F4C81C" w14:textId="77777777" w:rsidTr="00C56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F8C8F33" w14:textId="5B21FC04" w:rsidR="007F7A43" w:rsidRDefault="00832B20" w:rsidP="00C56486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E5E411D" w14:textId="77777777" w:rsidR="00832B20" w:rsidRDefault="00832B20" w:rsidP="00C56486">
            <w:pPr>
              <w:pStyle w:val="Body"/>
            </w:pPr>
            <w:r>
              <w:t>Put X next to your answer</w:t>
            </w:r>
          </w:p>
        </w:tc>
      </w:tr>
      <w:tr w:rsidR="00832B20" w14:paraId="692DE4CE" w14:textId="77777777" w:rsidTr="00C56486">
        <w:tc>
          <w:tcPr>
            <w:tcW w:w="7650" w:type="dxa"/>
          </w:tcPr>
          <w:p w14:paraId="69AD9417" w14:textId="77777777" w:rsidR="00832B20" w:rsidRDefault="00832B20" w:rsidP="00293C12">
            <w:pPr>
              <w:pStyle w:val="Body"/>
              <w:numPr>
                <w:ilvl w:val="0"/>
                <w:numId w:val="7"/>
              </w:numPr>
            </w:pPr>
            <w:r>
              <w:t>Not worry about it, tell nobody</w:t>
            </w:r>
          </w:p>
        </w:tc>
        <w:tc>
          <w:tcPr>
            <w:tcW w:w="1410" w:type="dxa"/>
          </w:tcPr>
          <w:p w14:paraId="43171FDB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663C79A3" w14:textId="77777777" w:rsidTr="00C56486">
        <w:tc>
          <w:tcPr>
            <w:tcW w:w="7650" w:type="dxa"/>
          </w:tcPr>
          <w:p w14:paraId="20AFA148" w14:textId="77777777" w:rsidR="00832B20" w:rsidRDefault="00832B20" w:rsidP="00293C12">
            <w:pPr>
              <w:pStyle w:val="Body"/>
              <w:numPr>
                <w:ilvl w:val="0"/>
                <w:numId w:val="7"/>
              </w:numPr>
            </w:pPr>
            <w:r>
              <w:t>Use somebody else’s material</w:t>
            </w:r>
          </w:p>
        </w:tc>
        <w:tc>
          <w:tcPr>
            <w:tcW w:w="1410" w:type="dxa"/>
          </w:tcPr>
          <w:p w14:paraId="0CCB16F5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5BA01C6F" w14:textId="77777777" w:rsidTr="00C56486">
        <w:tc>
          <w:tcPr>
            <w:tcW w:w="7650" w:type="dxa"/>
          </w:tcPr>
          <w:p w14:paraId="39134ABE" w14:textId="77777777" w:rsidR="00832B20" w:rsidRDefault="00832B20" w:rsidP="00293C12">
            <w:pPr>
              <w:pStyle w:val="Body"/>
              <w:numPr>
                <w:ilvl w:val="0"/>
                <w:numId w:val="7"/>
              </w:numPr>
            </w:pPr>
            <w:r>
              <w:t>Advise the employer/supervisor as soon as possible</w:t>
            </w:r>
          </w:p>
        </w:tc>
        <w:tc>
          <w:tcPr>
            <w:tcW w:w="1410" w:type="dxa"/>
          </w:tcPr>
          <w:p w14:paraId="34271D69" w14:textId="69AAC280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22140FA1" w14:textId="77777777" w:rsidTr="00C56486">
        <w:tc>
          <w:tcPr>
            <w:tcW w:w="7650" w:type="dxa"/>
          </w:tcPr>
          <w:p w14:paraId="286FBF9E" w14:textId="77777777" w:rsidR="00832B20" w:rsidRDefault="00832B20" w:rsidP="00293C12">
            <w:pPr>
              <w:pStyle w:val="Body"/>
              <w:numPr>
                <w:ilvl w:val="0"/>
                <w:numId w:val="7"/>
              </w:numPr>
            </w:pPr>
            <w:r>
              <w:t>Leave a note on the plans</w:t>
            </w:r>
          </w:p>
        </w:tc>
        <w:tc>
          <w:tcPr>
            <w:tcW w:w="1410" w:type="dxa"/>
          </w:tcPr>
          <w:p w14:paraId="6216DC73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76A863E2" w14:textId="77777777" w:rsidR="00832B20" w:rsidRDefault="00832B20" w:rsidP="00832B2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350CD17C" w14:textId="77777777" w:rsidR="00832B20" w:rsidRPr="00DA1666" w:rsidRDefault="00832B20" w:rsidP="00293C12">
      <w:pPr>
        <w:pStyle w:val="Body"/>
        <w:numPr>
          <w:ilvl w:val="0"/>
          <w:numId w:val="5"/>
        </w:numPr>
        <w:ind w:left="360"/>
        <w:rPr>
          <w:sz w:val="22"/>
          <w:szCs w:val="22"/>
        </w:rPr>
      </w:pPr>
      <w:r w:rsidRPr="00DA1666">
        <w:rPr>
          <w:sz w:val="22"/>
          <w:szCs w:val="22"/>
        </w:rPr>
        <w:t xml:space="preserve">If you cut your finger at work, </w:t>
      </w:r>
      <w:r>
        <w:rPr>
          <w:sz w:val="22"/>
          <w:szCs w:val="22"/>
        </w:rPr>
        <w:t>what</w:t>
      </w:r>
      <w:r w:rsidRPr="00DA1666">
        <w:rPr>
          <w:sz w:val="22"/>
          <w:szCs w:val="22"/>
        </w:rPr>
        <w:t xml:space="preserve"> document should you fill out after you have had medical attention?</w:t>
      </w:r>
    </w:p>
    <w:p w14:paraId="47CD499A" w14:textId="77777777" w:rsidR="00832B20" w:rsidRDefault="00832B20" w:rsidP="00832B20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4D5316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32B20" w14:paraId="6855ED8E" w14:textId="77777777" w:rsidTr="00C56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98D84B2" w14:textId="77777777" w:rsidR="00832B20" w:rsidRDefault="00832B20" w:rsidP="00C56486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5285BC9" w14:textId="77777777" w:rsidR="00832B20" w:rsidRDefault="00832B20" w:rsidP="00C56486">
            <w:pPr>
              <w:pStyle w:val="Body"/>
            </w:pPr>
            <w:r>
              <w:t>Put X next to your answer</w:t>
            </w:r>
          </w:p>
        </w:tc>
      </w:tr>
      <w:tr w:rsidR="00832B20" w14:paraId="5AB14BBA" w14:textId="77777777" w:rsidTr="00C56486">
        <w:tc>
          <w:tcPr>
            <w:tcW w:w="7650" w:type="dxa"/>
          </w:tcPr>
          <w:p w14:paraId="438761FD" w14:textId="77777777" w:rsidR="00832B20" w:rsidRDefault="00832B20" w:rsidP="00293C12">
            <w:pPr>
              <w:pStyle w:val="Body"/>
              <w:numPr>
                <w:ilvl w:val="0"/>
                <w:numId w:val="8"/>
              </w:numPr>
            </w:pPr>
            <w:r w:rsidRPr="004D5316">
              <w:rPr>
                <w:noProof/>
              </w:rPr>
              <w:t>Time sheet</w:t>
            </w:r>
          </w:p>
        </w:tc>
        <w:tc>
          <w:tcPr>
            <w:tcW w:w="1410" w:type="dxa"/>
          </w:tcPr>
          <w:p w14:paraId="3BC6F4FC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66751683" w14:textId="77777777" w:rsidTr="00C56486">
        <w:tc>
          <w:tcPr>
            <w:tcW w:w="7650" w:type="dxa"/>
          </w:tcPr>
          <w:p w14:paraId="5EB2F2CA" w14:textId="77777777" w:rsidR="00832B20" w:rsidRDefault="00832B20" w:rsidP="00293C12">
            <w:pPr>
              <w:pStyle w:val="Body"/>
              <w:numPr>
                <w:ilvl w:val="0"/>
                <w:numId w:val="8"/>
              </w:numPr>
            </w:pPr>
            <w:r>
              <w:t>Cutting List</w:t>
            </w:r>
          </w:p>
        </w:tc>
        <w:tc>
          <w:tcPr>
            <w:tcW w:w="1410" w:type="dxa"/>
          </w:tcPr>
          <w:p w14:paraId="12190F85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41E1703B" w14:textId="77777777" w:rsidTr="00C56486">
        <w:tc>
          <w:tcPr>
            <w:tcW w:w="7650" w:type="dxa"/>
          </w:tcPr>
          <w:p w14:paraId="34ED9E72" w14:textId="77777777" w:rsidR="00832B20" w:rsidRDefault="00832B20" w:rsidP="00293C12">
            <w:pPr>
              <w:pStyle w:val="Body"/>
              <w:numPr>
                <w:ilvl w:val="0"/>
                <w:numId w:val="8"/>
              </w:numPr>
            </w:pPr>
            <w:r>
              <w:t>Incident Report</w:t>
            </w:r>
          </w:p>
        </w:tc>
        <w:tc>
          <w:tcPr>
            <w:tcW w:w="1410" w:type="dxa"/>
          </w:tcPr>
          <w:p w14:paraId="1AE442C0" w14:textId="0173DF0B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6E7B439F" w14:textId="77777777" w:rsidTr="00C56486">
        <w:tc>
          <w:tcPr>
            <w:tcW w:w="7650" w:type="dxa"/>
          </w:tcPr>
          <w:p w14:paraId="009B4EEB" w14:textId="77777777" w:rsidR="00832B20" w:rsidRDefault="00832B20" w:rsidP="00293C12">
            <w:pPr>
              <w:pStyle w:val="Body"/>
              <w:numPr>
                <w:ilvl w:val="0"/>
                <w:numId w:val="8"/>
              </w:numPr>
            </w:pPr>
            <w:r>
              <w:t>Standard Operating Procedure (SOP)</w:t>
            </w:r>
          </w:p>
        </w:tc>
        <w:tc>
          <w:tcPr>
            <w:tcW w:w="1410" w:type="dxa"/>
          </w:tcPr>
          <w:p w14:paraId="612F4BC9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09DE1BC2" w14:textId="77777777" w:rsidR="00832B20" w:rsidRDefault="00832B20" w:rsidP="00832B20">
      <w:pPr>
        <w:spacing w:before="0" w:after="200" w:line="276" w:lineRule="auto"/>
      </w:pPr>
    </w:p>
    <w:p w14:paraId="28DB91A8" w14:textId="77777777" w:rsidR="00832B20" w:rsidRDefault="00832B20" w:rsidP="00832B20">
      <w:pPr>
        <w:spacing w:before="0" w:after="200" w:line="276" w:lineRule="auto"/>
      </w:pPr>
    </w:p>
    <w:p w14:paraId="0340B25C" w14:textId="77777777" w:rsidR="003774A1" w:rsidRDefault="003774A1" w:rsidP="00832B20">
      <w:pPr>
        <w:spacing w:before="0" w:after="200" w:line="276" w:lineRule="auto"/>
      </w:pPr>
    </w:p>
    <w:p w14:paraId="0A6FAC02" w14:textId="77777777" w:rsidR="00832B20" w:rsidRDefault="00832B20" w:rsidP="00832B20">
      <w:pPr>
        <w:spacing w:before="0" w:after="200" w:line="276" w:lineRule="auto"/>
      </w:pPr>
    </w:p>
    <w:p w14:paraId="79267142" w14:textId="77777777" w:rsidR="00832B20" w:rsidRDefault="00832B20" w:rsidP="00293C12">
      <w:pPr>
        <w:pStyle w:val="Body"/>
        <w:numPr>
          <w:ilvl w:val="0"/>
          <w:numId w:val="5"/>
        </w:numPr>
        <w:rPr>
          <w:sz w:val="22"/>
          <w:szCs w:val="22"/>
        </w:rPr>
      </w:pPr>
      <w:r w:rsidRPr="16E46CFB">
        <w:rPr>
          <w:sz w:val="22"/>
          <w:szCs w:val="22"/>
        </w:rPr>
        <w:t xml:space="preserve">If you answer the phone at work and you are unable to provide the client with the information they require, what </w:t>
      </w:r>
      <w:r>
        <w:rPr>
          <w:sz w:val="22"/>
          <w:szCs w:val="22"/>
        </w:rPr>
        <w:t>should</w:t>
      </w:r>
      <w:r w:rsidRPr="16E46CFB">
        <w:rPr>
          <w:sz w:val="22"/>
          <w:szCs w:val="22"/>
        </w:rPr>
        <w:t xml:space="preserve"> you do?</w:t>
      </w:r>
    </w:p>
    <w:p w14:paraId="52D3FB71" w14:textId="77777777" w:rsidR="00832B20" w:rsidRDefault="00832B20" w:rsidP="00832B20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4D5316">
        <w:rPr>
          <w:noProof/>
        </w:rPr>
        <w:t>choice</w:t>
      </w:r>
    </w:p>
    <w:tbl>
      <w:tblPr>
        <w:tblStyle w:val="TableGrid"/>
        <w:tblW w:w="9143" w:type="dxa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720"/>
        <w:gridCol w:w="1423"/>
      </w:tblGrid>
      <w:tr w:rsidR="00832B20" w14:paraId="3D7DCD47" w14:textId="77777777" w:rsidTr="000D66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01"/>
        </w:trPr>
        <w:tc>
          <w:tcPr>
            <w:tcW w:w="772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96211AB" w14:textId="77777777" w:rsidR="00832B20" w:rsidRDefault="00832B20" w:rsidP="00C56486">
            <w:pPr>
              <w:pStyle w:val="Body"/>
            </w:pPr>
            <w:r>
              <w:t>Answer choices</w:t>
            </w:r>
          </w:p>
        </w:tc>
        <w:tc>
          <w:tcPr>
            <w:tcW w:w="1423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24C8B03" w14:textId="77777777" w:rsidR="00832B20" w:rsidRDefault="00832B20" w:rsidP="00C56486">
            <w:pPr>
              <w:pStyle w:val="Body"/>
            </w:pPr>
            <w:r>
              <w:t>Put X next to your answer</w:t>
            </w:r>
          </w:p>
        </w:tc>
      </w:tr>
      <w:tr w:rsidR="00832B20" w14:paraId="497BCAE6" w14:textId="77777777" w:rsidTr="000D66AA">
        <w:trPr>
          <w:trHeight w:val="656"/>
        </w:trPr>
        <w:tc>
          <w:tcPr>
            <w:tcW w:w="7720" w:type="dxa"/>
          </w:tcPr>
          <w:p w14:paraId="1E38F8CF" w14:textId="77777777" w:rsidR="00832B20" w:rsidRDefault="00832B20" w:rsidP="00293C12">
            <w:pPr>
              <w:pStyle w:val="Body"/>
              <w:numPr>
                <w:ilvl w:val="0"/>
                <w:numId w:val="9"/>
              </w:numPr>
            </w:pPr>
            <w:r>
              <w:t>Tell them to ring back</w:t>
            </w:r>
          </w:p>
        </w:tc>
        <w:tc>
          <w:tcPr>
            <w:tcW w:w="1423" w:type="dxa"/>
          </w:tcPr>
          <w:p w14:paraId="0AADD2C7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24E8D545" w14:textId="77777777" w:rsidTr="000D66AA">
        <w:trPr>
          <w:trHeight w:val="675"/>
        </w:trPr>
        <w:tc>
          <w:tcPr>
            <w:tcW w:w="7720" w:type="dxa"/>
          </w:tcPr>
          <w:p w14:paraId="2D23B2A5" w14:textId="77777777" w:rsidR="00832B20" w:rsidRDefault="00832B20" w:rsidP="00293C12">
            <w:pPr>
              <w:pStyle w:val="Body"/>
              <w:numPr>
                <w:ilvl w:val="0"/>
                <w:numId w:val="9"/>
              </w:numPr>
            </w:pPr>
            <w:r>
              <w:t>Ask them to hold while you find somebody who can help them</w:t>
            </w:r>
          </w:p>
        </w:tc>
        <w:tc>
          <w:tcPr>
            <w:tcW w:w="1423" w:type="dxa"/>
          </w:tcPr>
          <w:p w14:paraId="4D893CA8" w14:textId="3CBA568B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1ECE9872" w14:textId="77777777" w:rsidTr="000D66AA">
        <w:trPr>
          <w:trHeight w:val="675"/>
        </w:trPr>
        <w:tc>
          <w:tcPr>
            <w:tcW w:w="7720" w:type="dxa"/>
          </w:tcPr>
          <w:p w14:paraId="134A828C" w14:textId="77777777" w:rsidR="00832B20" w:rsidRDefault="00832B20" w:rsidP="00293C12">
            <w:pPr>
              <w:pStyle w:val="Body"/>
              <w:numPr>
                <w:ilvl w:val="0"/>
                <w:numId w:val="9"/>
              </w:numPr>
            </w:pPr>
            <w:r>
              <w:t>Tell them you can’t help them</w:t>
            </w:r>
          </w:p>
        </w:tc>
        <w:tc>
          <w:tcPr>
            <w:tcW w:w="1423" w:type="dxa"/>
          </w:tcPr>
          <w:p w14:paraId="2C7EFD77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76BB1B90" w14:textId="77777777" w:rsidR="00832B20" w:rsidRDefault="00832B20" w:rsidP="00832B20">
      <w:pPr>
        <w:spacing w:before="0" w:after="200" w:line="276" w:lineRule="auto"/>
      </w:pPr>
    </w:p>
    <w:p w14:paraId="031D4E77" w14:textId="77777777" w:rsidR="00832B20" w:rsidRDefault="00832B20" w:rsidP="00293C12">
      <w:pPr>
        <w:pStyle w:val="Body"/>
        <w:numPr>
          <w:ilvl w:val="0"/>
          <w:numId w:val="5"/>
        </w:numPr>
        <w:rPr>
          <w:sz w:val="22"/>
          <w:szCs w:val="22"/>
        </w:rPr>
      </w:pPr>
      <w:r w:rsidRPr="16E46CFB">
        <w:rPr>
          <w:sz w:val="22"/>
          <w:szCs w:val="22"/>
        </w:rPr>
        <w:t>In a toolbox meeting at work, what should you do</w:t>
      </w:r>
      <w:r>
        <w:rPr>
          <w:sz w:val="22"/>
          <w:szCs w:val="22"/>
        </w:rPr>
        <w:t xml:space="preserve"> to make sure you understand what is being </w:t>
      </w:r>
      <w:proofErr w:type="gramStart"/>
      <w:r>
        <w:rPr>
          <w:sz w:val="22"/>
          <w:szCs w:val="22"/>
        </w:rPr>
        <w:t>said</w:t>
      </w:r>
      <w:r w:rsidRPr="16E46CFB">
        <w:rPr>
          <w:sz w:val="22"/>
          <w:szCs w:val="22"/>
        </w:rPr>
        <w:t>?</w:t>
      </w:r>
      <w:proofErr w:type="gramEnd"/>
    </w:p>
    <w:p w14:paraId="1657D51E" w14:textId="77777777" w:rsidR="00832B20" w:rsidRDefault="00832B20" w:rsidP="00832B20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4D5316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32B20" w14:paraId="545B5B7A" w14:textId="77777777" w:rsidTr="00C56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297A7FB" w14:textId="77777777" w:rsidR="00832B20" w:rsidRDefault="00832B20" w:rsidP="00C56486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F142EFC" w14:textId="77777777" w:rsidR="00832B20" w:rsidRDefault="00832B20" w:rsidP="00C56486">
            <w:pPr>
              <w:pStyle w:val="Body"/>
            </w:pPr>
            <w:r>
              <w:t>Put X next to your answer</w:t>
            </w:r>
          </w:p>
        </w:tc>
      </w:tr>
      <w:tr w:rsidR="00832B20" w14:paraId="17E60A6F" w14:textId="77777777" w:rsidTr="00C56486">
        <w:tc>
          <w:tcPr>
            <w:tcW w:w="7650" w:type="dxa"/>
          </w:tcPr>
          <w:p w14:paraId="4FD140AB" w14:textId="77777777" w:rsidR="00832B20" w:rsidRDefault="00832B20" w:rsidP="00293C12">
            <w:pPr>
              <w:pStyle w:val="Body"/>
              <w:numPr>
                <w:ilvl w:val="0"/>
                <w:numId w:val="10"/>
              </w:numPr>
            </w:pPr>
            <w:r>
              <w:t>Think about the job you are doing</w:t>
            </w:r>
          </w:p>
        </w:tc>
        <w:tc>
          <w:tcPr>
            <w:tcW w:w="1410" w:type="dxa"/>
          </w:tcPr>
          <w:p w14:paraId="29AAC8CC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3FAEADBF" w14:textId="77777777" w:rsidTr="00C56486">
        <w:tc>
          <w:tcPr>
            <w:tcW w:w="7650" w:type="dxa"/>
          </w:tcPr>
          <w:p w14:paraId="6F2B135F" w14:textId="77777777" w:rsidR="00832B20" w:rsidRDefault="00832B20" w:rsidP="00293C12">
            <w:pPr>
              <w:pStyle w:val="Body"/>
              <w:numPr>
                <w:ilvl w:val="0"/>
                <w:numId w:val="10"/>
              </w:numPr>
            </w:pPr>
            <w:r>
              <w:t>Text your friend</w:t>
            </w:r>
          </w:p>
        </w:tc>
        <w:tc>
          <w:tcPr>
            <w:tcW w:w="1410" w:type="dxa"/>
          </w:tcPr>
          <w:p w14:paraId="6293158D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6A0CB7C3" w14:textId="77777777" w:rsidTr="00C56486">
        <w:tc>
          <w:tcPr>
            <w:tcW w:w="7650" w:type="dxa"/>
          </w:tcPr>
          <w:p w14:paraId="2B4C44F7" w14:textId="2BC81A04" w:rsidR="00832B20" w:rsidRDefault="00832B20" w:rsidP="00293C12">
            <w:pPr>
              <w:pStyle w:val="Body"/>
              <w:numPr>
                <w:ilvl w:val="0"/>
                <w:numId w:val="10"/>
              </w:numPr>
            </w:pPr>
            <w:r>
              <w:t>Listen attentively</w:t>
            </w:r>
            <w:r w:rsidR="0047750C">
              <w:t xml:space="preserve"> and ask questions</w:t>
            </w:r>
          </w:p>
        </w:tc>
        <w:tc>
          <w:tcPr>
            <w:tcW w:w="1410" w:type="dxa"/>
          </w:tcPr>
          <w:p w14:paraId="27FE83A2" w14:textId="30448896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0E1E6A43" w14:textId="77777777" w:rsidTr="00C56486">
        <w:tc>
          <w:tcPr>
            <w:tcW w:w="7650" w:type="dxa"/>
          </w:tcPr>
          <w:p w14:paraId="04F2B2D9" w14:textId="77777777" w:rsidR="00832B20" w:rsidRDefault="00832B20" w:rsidP="00293C12">
            <w:pPr>
              <w:pStyle w:val="Body"/>
              <w:numPr>
                <w:ilvl w:val="0"/>
                <w:numId w:val="10"/>
              </w:numPr>
            </w:pPr>
            <w:r>
              <w:t>Write down only what you are interested in</w:t>
            </w:r>
          </w:p>
        </w:tc>
        <w:tc>
          <w:tcPr>
            <w:tcW w:w="1410" w:type="dxa"/>
          </w:tcPr>
          <w:p w14:paraId="6DC3DDBC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3FDF54A5" w14:textId="77777777" w:rsidR="00832B20" w:rsidRDefault="00832B20" w:rsidP="00832B20">
      <w:pPr>
        <w:spacing w:before="0" w:after="200" w:line="276" w:lineRule="auto"/>
      </w:pPr>
      <w:r>
        <w:br w:type="page"/>
      </w:r>
    </w:p>
    <w:p w14:paraId="75BF22A4" w14:textId="77777777" w:rsidR="00832B20" w:rsidRDefault="00832B20" w:rsidP="00832B20">
      <w:pPr>
        <w:spacing w:before="0" w:after="200" w:line="276" w:lineRule="auto"/>
      </w:pPr>
    </w:p>
    <w:p w14:paraId="40A0F293" w14:textId="6B05EB25" w:rsidR="00832B20" w:rsidRDefault="00832B20" w:rsidP="00293C12">
      <w:pPr>
        <w:pStyle w:val="Body"/>
        <w:numPr>
          <w:ilvl w:val="0"/>
          <w:numId w:val="5"/>
        </w:numPr>
        <w:rPr>
          <w:sz w:val="22"/>
          <w:szCs w:val="22"/>
        </w:rPr>
      </w:pPr>
      <w:r w:rsidRPr="16E46CFB">
        <w:rPr>
          <w:sz w:val="22"/>
          <w:szCs w:val="22"/>
        </w:rPr>
        <w:t xml:space="preserve">If a client </w:t>
      </w:r>
      <w:r w:rsidR="00844B70">
        <w:rPr>
          <w:sz w:val="22"/>
          <w:szCs w:val="22"/>
        </w:rPr>
        <w:t>rings</w:t>
      </w:r>
      <w:r w:rsidRPr="16E46CFB">
        <w:rPr>
          <w:sz w:val="22"/>
          <w:szCs w:val="22"/>
        </w:rPr>
        <w:t xml:space="preserve"> to make changes to their job, what should you do?</w:t>
      </w:r>
    </w:p>
    <w:p w14:paraId="7986DB1F" w14:textId="77777777" w:rsidR="00832B20" w:rsidRDefault="00832B20" w:rsidP="00832B20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4D5316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32B20" w14:paraId="2BE9CE8A" w14:textId="77777777" w:rsidTr="00C56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5913FC7" w14:textId="77777777" w:rsidR="00832B20" w:rsidRDefault="00832B20" w:rsidP="00C56486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0489785" w14:textId="77777777" w:rsidR="00832B20" w:rsidRDefault="00832B20" w:rsidP="00C56486">
            <w:pPr>
              <w:pStyle w:val="Body"/>
            </w:pPr>
            <w:r>
              <w:t>Put X next to your answer</w:t>
            </w:r>
          </w:p>
        </w:tc>
      </w:tr>
      <w:tr w:rsidR="00832B20" w14:paraId="6552E490" w14:textId="77777777" w:rsidTr="00C56486">
        <w:tc>
          <w:tcPr>
            <w:tcW w:w="7650" w:type="dxa"/>
          </w:tcPr>
          <w:p w14:paraId="43A55C79" w14:textId="77777777" w:rsidR="00832B20" w:rsidRDefault="00832B20" w:rsidP="00293C12">
            <w:pPr>
              <w:pStyle w:val="Body"/>
              <w:numPr>
                <w:ilvl w:val="0"/>
                <w:numId w:val="11"/>
              </w:numPr>
            </w:pPr>
            <w:r>
              <w:t>Remember it and tell the employer later</w:t>
            </w:r>
          </w:p>
        </w:tc>
        <w:tc>
          <w:tcPr>
            <w:tcW w:w="1410" w:type="dxa"/>
          </w:tcPr>
          <w:p w14:paraId="39D96DB7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5EB79665" w14:textId="77777777" w:rsidTr="00C56486">
        <w:tc>
          <w:tcPr>
            <w:tcW w:w="7650" w:type="dxa"/>
          </w:tcPr>
          <w:p w14:paraId="38175569" w14:textId="77777777" w:rsidR="00832B20" w:rsidRDefault="00832B20" w:rsidP="00293C12">
            <w:pPr>
              <w:pStyle w:val="Body"/>
              <w:numPr>
                <w:ilvl w:val="0"/>
                <w:numId w:val="11"/>
              </w:numPr>
            </w:pPr>
            <w:r>
              <w:t>Write it down on the appropriate message form and pass it on to the employer/supervisor with all the details</w:t>
            </w:r>
          </w:p>
        </w:tc>
        <w:tc>
          <w:tcPr>
            <w:tcW w:w="1410" w:type="dxa"/>
          </w:tcPr>
          <w:p w14:paraId="7234629A" w14:textId="701C3DE6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4830D5D9" w14:textId="77777777" w:rsidTr="00C56486">
        <w:tc>
          <w:tcPr>
            <w:tcW w:w="7650" w:type="dxa"/>
          </w:tcPr>
          <w:p w14:paraId="4411829F" w14:textId="77777777" w:rsidR="00832B20" w:rsidRDefault="00832B20" w:rsidP="00293C12">
            <w:pPr>
              <w:pStyle w:val="Body"/>
              <w:numPr>
                <w:ilvl w:val="0"/>
                <w:numId w:val="11"/>
              </w:numPr>
            </w:pPr>
            <w:r>
              <w:t>Make the changes yourself</w:t>
            </w:r>
          </w:p>
        </w:tc>
        <w:tc>
          <w:tcPr>
            <w:tcW w:w="1410" w:type="dxa"/>
          </w:tcPr>
          <w:p w14:paraId="6ECCF71C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0160E8B4" w14:textId="77777777" w:rsidTr="00C56486">
        <w:tc>
          <w:tcPr>
            <w:tcW w:w="7650" w:type="dxa"/>
          </w:tcPr>
          <w:p w14:paraId="1488B63C" w14:textId="77777777" w:rsidR="00832B20" w:rsidRDefault="00832B20" w:rsidP="00293C12">
            <w:pPr>
              <w:pStyle w:val="Body"/>
              <w:numPr>
                <w:ilvl w:val="0"/>
                <w:numId w:val="11"/>
              </w:numPr>
            </w:pPr>
            <w:r>
              <w:t>Leave a note for the somebody to process</w:t>
            </w:r>
          </w:p>
        </w:tc>
        <w:tc>
          <w:tcPr>
            <w:tcW w:w="1410" w:type="dxa"/>
          </w:tcPr>
          <w:p w14:paraId="5BC3CB73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7DCBE068" w14:textId="77777777" w:rsidR="00832B20" w:rsidRDefault="00832B20" w:rsidP="00832B20">
      <w:pPr>
        <w:spacing w:before="0" w:after="200" w:line="276" w:lineRule="auto"/>
      </w:pPr>
    </w:p>
    <w:p w14:paraId="116CFDA1" w14:textId="77777777" w:rsidR="00832B20" w:rsidRDefault="00832B20" w:rsidP="00293C12">
      <w:pPr>
        <w:pStyle w:val="Body"/>
        <w:numPr>
          <w:ilvl w:val="0"/>
          <w:numId w:val="5"/>
        </w:numPr>
        <w:rPr>
          <w:sz w:val="22"/>
          <w:szCs w:val="22"/>
        </w:rPr>
      </w:pPr>
      <w:r w:rsidRPr="16E46CFB">
        <w:rPr>
          <w:sz w:val="22"/>
          <w:szCs w:val="22"/>
        </w:rPr>
        <w:t xml:space="preserve">If an electrical device has become faulty, what </w:t>
      </w:r>
      <w:r>
        <w:rPr>
          <w:sz w:val="22"/>
          <w:szCs w:val="22"/>
        </w:rPr>
        <w:t>must</w:t>
      </w:r>
      <w:r w:rsidRPr="16E46CFB">
        <w:rPr>
          <w:sz w:val="22"/>
          <w:szCs w:val="22"/>
        </w:rPr>
        <w:t xml:space="preserve"> you do</w:t>
      </w:r>
      <w:r>
        <w:rPr>
          <w:sz w:val="22"/>
          <w:szCs w:val="22"/>
        </w:rPr>
        <w:t>?</w:t>
      </w:r>
    </w:p>
    <w:p w14:paraId="1D4AD4A5" w14:textId="77777777" w:rsidR="00832B20" w:rsidRDefault="00832B20" w:rsidP="00832B20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4D5316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32B20" w14:paraId="320BE480" w14:textId="77777777" w:rsidTr="00C56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ACC7889" w14:textId="77777777" w:rsidR="00832B20" w:rsidRDefault="00832B20" w:rsidP="00C56486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138FB41" w14:textId="77777777" w:rsidR="00832B20" w:rsidRDefault="00832B20" w:rsidP="00C56486">
            <w:pPr>
              <w:pStyle w:val="Body"/>
            </w:pPr>
            <w:r>
              <w:t>Put X next to your answer</w:t>
            </w:r>
          </w:p>
        </w:tc>
      </w:tr>
      <w:tr w:rsidR="00832B20" w14:paraId="2F985D2D" w14:textId="77777777" w:rsidTr="00C56486">
        <w:tc>
          <w:tcPr>
            <w:tcW w:w="7650" w:type="dxa"/>
          </w:tcPr>
          <w:p w14:paraId="0D49CDF5" w14:textId="77777777" w:rsidR="00832B20" w:rsidRDefault="00832B20" w:rsidP="00293C12">
            <w:pPr>
              <w:pStyle w:val="Body"/>
              <w:numPr>
                <w:ilvl w:val="0"/>
                <w:numId w:val="12"/>
              </w:numPr>
            </w:pPr>
            <w:r>
              <w:t>Repair the item yourself</w:t>
            </w:r>
          </w:p>
        </w:tc>
        <w:tc>
          <w:tcPr>
            <w:tcW w:w="1410" w:type="dxa"/>
          </w:tcPr>
          <w:p w14:paraId="636EE01B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75FCA783" w14:textId="77777777" w:rsidTr="00C56486">
        <w:tc>
          <w:tcPr>
            <w:tcW w:w="7650" w:type="dxa"/>
          </w:tcPr>
          <w:p w14:paraId="033B5A5F" w14:textId="77777777" w:rsidR="00832B20" w:rsidRDefault="00832B20" w:rsidP="00293C12">
            <w:pPr>
              <w:pStyle w:val="Body"/>
              <w:numPr>
                <w:ilvl w:val="0"/>
                <w:numId w:val="12"/>
              </w:numPr>
            </w:pPr>
            <w:r>
              <w:t>Put it away</w:t>
            </w:r>
          </w:p>
        </w:tc>
        <w:tc>
          <w:tcPr>
            <w:tcW w:w="1410" w:type="dxa"/>
          </w:tcPr>
          <w:p w14:paraId="1706ABE1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376B6277" w14:textId="77777777" w:rsidTr="00C56486">
        <w:tc>
          <w:tcPr>
            <w:tcW w:w="7650" w:type="dxa"/>
          </w:tcPr>
          <w:p w14:paraId="78B33616" w14:textId="77777777" w:rsidR="00832B20" w:rsidRDefault="00832B20" w:rsidP="00293C12">
            <w:pPr>
              <w:pStyle w:val="Body"/>
              <w:numPr>
                <w:ilvl w:val="0"/>
                <w:numId w:val="12"/>
              </w:numPr>
            </w:pPr>
            <w:r>
              <w:t xml:space="preserve">Isolate it, tag it out with an appropriate form, report it to the supervisor </w:t>
            </w:r>
          </w:p>
        </w:tc>
        <w:tc>
          <w:tcPr>
            <w:tcW w:w="1410" w:type="dxa"/>
          </w:tcPr>
          <w:p w14:paraId="0E2EE09B" w14:textId="0BC089B4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56FC407D" w14:textId="77777777" w:rsidTr="00C56486">
        <w:tc>
          <w:tcPr>
            <w:tcW w:w="7650" w:type="dxa"/>
          </w:tcPr>
          <w:p w14:paraId="2DAD4600" w14:textId="77777777" w:rsidR="00832B20" w:rsidRDefault="00832B20" w:rsidP="00293C12">
            <w:pPr>
              <w:pStyle w:val="Body"/>
              <w:numPr>
                <w:ilvl w:val="0"/>
                <w:numId w:val="12"/>
              </w:numPr>
            </w:pPr>
            <w:r>
              <w:t>Let everybody know</w:t>
            </w:r>
          </w:p>
        </w:tc>
        <w:tc>
          <w:tcPr>
            <w:tcW w:w="1410" w:type="dxa"/>
          </w:tcPr>
          <w:p w14:paraId="6B632E83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2642E0A4" w14:textId="77777777" w:rsidR="00832B20" w:rsidRDefault="00832B20" w:rsidP="00832B20">
      <w:pPr>
        <w:spacing w:before="0" w:after="200" w:line="276" w:lineRule="auto"/>
      </w:pPr>
      <w:r>
        <w:br w:type="page"/>
      </w:r>
    </w:p>
    <w:p w14:paraId="6EB0B643" w14:textId="77777777" w:rsidR="00832B20" w:rsidRDefault="00832B20" w:rsidP="00832B20">
      <w:pPr>
        <w:spacing w:before="0" w:after="200" w:line="276" w:lineRule="auto"/>
      </w:pPr>
    </w:p>
    <w:p w14:paraId="0C4D1B82" w14:textId="77777777" w:rsidR="00832B20" w:rsidRDefault="00832B20" w:rsidP="00293C12">
      <w:pPr>
        <w:pStyle w:val="Body"/>
        <w:numPr>
          <w:ilvl w:val="0"/>
          <w:numId w:val="5"/>
        </w:numPr>
        <w:rPr>
          <w:sz w:val="22"/>
          <w:szCs w:val="22"/>
        </w:rPr>
      </w:pPr>
      <w:r w:rsidRPr="16E46CFB">
        <w:rPr>
          <w:sz w:val="22"/>
          <w:szCs w:val="22"/>
        </w:rPr>
        <w:t xml:space="preserve">If </w:t>
      </w:r>
      <w:r>
        <w:rPr>
          <w:sz w:val="22"/>
          <w:szCs w:val="22"/>
        </w:rPr>
        <w:t>you want to know</w:t>
      </w:r>
      <w:r w:rsidRPr="16E46CFB">
        <w:rPr>
          <w:sz w:val="22"/>
          <w:szCs w:val="22"/>
        </w:rPr>
        <w:t xml:space="preserve"> whether </w:t>
      </w:r>
      <w:r>
        <w:rPr>
          <w:sz w:val="22"/>
          <w:szCs w:val="22"/>
        </w:rPr>
        <w:t>a</w:t>
      </w:r>
      <w:r w:rsidRPr="16E46CFB">
        <w:rPr>
          <w:sz w:val="22"/>
          <w:szCs w:val="22"/>
        </w:rPr>
        <w:t xml:space="preserve"> product </w:t>
      </w:r>
      <w:r>
        <w:rPr>
          <w:sz w:val="22"/>
          <w:szCs w:val="22"/>
        </w:rPr>
        <w:t>that you want to use is</w:t>
      </w:r>
      <w:r w:rsidRPr="16E46C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suitable for the job and safe to work with, where would </w:t>
      </w:r>
      <w:proofErr w:type="gramStart"/>
      <w:r>
        <w:rPr>
          <w:sz w:val="22"/>
          <w:szCs w:val="22"/>
        </w:rPr>
        <w:t>you</w:t>
      </w:r>
      <w:proofErr w:type="gramEnd"/>
      <w:r>
        <w:rPr>
          <w:sz w:val="22"/>
          <w:szCs w:val="22"/>
        </w:rPr>
        <w:t xml:space="preserve"> find that</w:t>
      </w:r>
      <w:r w:rsidRPr="16E46CFB">
        <w:rPr>
          <w:sz w:val="22"/>
          <w:szCs w:val="22"/>
        </w:rPr>
        <w:t xml:space="preserve"> information</w:t>
      </w:r>
      <w:r>
        <w:rPr>
          <w:sz w:val="22"/>
          <w:szCs w:val="22"/>
        </w:rPr>
        <w:t>?</w:t>
      </w:r>
      <w:r w:rsidRPr="16E46CFB">
        <w:rPr>
          <w:sz w:val="22"/>
          <w:szCs w:val="22"/>
        </w:rPr>
        <w:t xml:space="preserve"> </w:t>
      </w:r>
    </w:p>
    <w:p w14:paraId="052504C0" w14:textId="77777777" w:rsidR="00832B20" w:rsidRDefault="00832B20" w:rsidP="00832B20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4D5316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32B20" w14:paraId="177C4341" w14:textId="77777777" w:rsidTr="00C56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833E7E7" w14:textId="77777777" w:rsidR="00832B20" w:rsidRDefault="00832B20" w:rsidP="00C56486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A5484EC" w14:textId="77777777" w:rsidR="00832B20" w:rsidRDefault="00832B20" w:rsidP="00C56486">
            <w:pPr>
              <w:pStyle w:val="Body"/>
            </w:pPr>
            <w:r>
              <w:t>Put X next to your answer</w:t>
            </w:r>
          </w:p>
        </w:tc>
      </w:tr>
      <w:tr w:rsidR="00832B20" w14:paraId="1C475770" w14:textId="77777777" w:rsidTr="00C56486">
        <w:tc>
          <w:tcPr>
            <w:tcW w:w="7650" w:type="dxa"/>
          </w:tcPr>
          <w:p w14:paraId="152CCF49" w14:textId="77777777" w:rsidR="00832B20" w:rsidRDefault="00832B20" w:rsidP="00293C12">
            <w:pPr>
              <w:pStyle w:val="Body"/>
              <w:numPr>
                <w:ilvl w:val="0"/>
                <w:numId w:val="13"/>
              </w:numPr>
            </w:pPr>
            <w:r>
              <w:t>Job Card</w:t>
            </w:r>
          </w:p>
        </w:tc>
        <w:tc>
          <w:tcPr>
            <w:tcW w:w="1410" w:type="dxa"/>
          </w:tcPr>
          <w:p w14:paraId="7318DF9C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46039735" w14:textId="77777777" w:rsidTr="00C56486">
        <w:tc>
          <w:tcPr>
            <w:tcW w:w="7650" w:type="dxa"/>
          </w:tcPr>
          <w:p w14:paraId="77F22F96" w14:textId="77777777" w:rsidR="00832B20" w:rsidRDefault="00832B20" w:rsidP="00293C12">
            <w:pPr>
              <w:pStyle w:val="Body"/>
              <w:numPr>
                <w:ilvl w:val="0"/>
                <w:numId w:val="13"/>
              </w:numPr>
            </w:pPr>
            <w:r>
              <w:t xml:space="preserve">Product </w:t>
            </w:r>
            <w:r w:rsidRPr="004D5316">
              <w:rPr>
                <w:noProof/>
              </w:rPr>
              <w:t>catalogue</w:t>
            </w:r>
          </w:p>
        </w:tc>
        <w:tc>
          <w:tcPr>
            <w:tcW w:w="1410" w:type="dxa"/>
          </w:tcPr>
          <w:p w14:paraId="21188DC6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4C437263" w14:textId="77777777" w:rsidTr="00C56486">
        <w:tc>
          <w:tcPr>
            <w:tcW w:w="7650" w:type="dxa"/>
          </w:tcPr>
          <w:p w14:paraId="12CCA186" w14:textId="77777777" w:rsidR="00832B20" w:rsidRDefault="00832B20" w:rsidP="00293C12">
            <w:pPr>
              <w:pStyle w:val="Body"/>
              <w:numPr>
                <w:ilvl w:val="0"/>
                <w:numId w:val="13"/>
              </w:numPr>
            </w:pPr>
            <w:r>
              <w:t>Material Safety Data Sheet (MSDS)</w:t>
            </w:r>
          </w:p>
        </w:tc>
        <w:tc>
          <w:tcPr>
            <w:tcW w:w="1410" w:type="dxa"/>
          </w:tcPr>
          <w:p w14:paraId="4F5D6047" w14:textId="6ADA882A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4ABD67EE" w14:textId="77777777" w:rsidTr="00C56486">
        <w:tc>
          <w:tcPr>
            <w:tcW w:w="7650" w:type="dxa"/>
          </w:tcPr>
          <w:p w14:paraId="52881DB3" w14:textId="77777777" w:rsidR="00832B20" w:rsidRDefault="00832B20" w:rsidP="00293C12">
            <w:pPr>
              <w:pStyle w:val="Body"/>
              <w:numPr>
                <w:ilvl w:val="0"/>
                <w:numId w:val="13"/>
              </w:numPr>
            </w:pPr>
            <w:r>
              <w:t>Cutting List</w:t>
            </w:r>
          </w:p>
        </w:tc>
        <w:tc>
          <w:tcPr>
            <w:tcW w:w="1410" w:type="dxa"/>
          </w:tcPr>
          <w:p w14:paraId="4AE83EC8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5F48F72A" w14:textId="77777777" w:rsidR="00832B20" w:rsidRDefault="00832B20" w:rsidP="00832B20">
      <w:pPr>
        <w:spacing w:before="0" w:after="200" w:line="276" w:lineRule="auto"/>
      </w:pPr>
    </w:p>
    <w:p w14:paraId="0D3F0112" w14:textId="77777777" w:rsidR="00832B20" w:rsidRDefault="00832B20" w:rsidP="00832B20">
      <w:pPr>
        <w:spacing w:before="0" w:after="200" w:line="276" w:lineRule="auto"/>
      </w:pPr>
    </w:p>
    <w:p w14:paraId="60209F14" w14:textId="77777777" w:rsidR="00356C71" w:rsidRPr="00356C71" w:rsidRDefault="00832B20" w:rsidP="00A240AE">
      <w:pPr>
        <w:pStyle w:val="Body"/>
        <w:numPr>
          <w:ilvl w:val="0"/>
          <w:numId w:val="5"/>
        </w:numPr>
        <w:rPr>
          <w:sz w:val="22"/>
        </w:rPr>
      </w:pPr>
      <w:r w:rsidRPr="00356C71">
        <w:rPr>
          <w:sz w:val="22"/>
          <w:szCs w:val="22"/>
        </w:rPr>
        <w:t xml:space="preserve">You </w:t>
      </w:r>
      <w:proofErr w:type="gramStart"/>
      <w:r w:rsidR="00293C12" w:rsidRPr="00356C71">
        <w:rPr>
          <w:sz w:val="22"/>
          <w:szCs w:val="22"/>
        </w:rPr>
        <w:t>are</w:t>
      </w:r>
      <w:r w:rsidRPr="00356C71">
        <w:rPr>
          <w:sz w:val="22"/>
          <w:szCs w:val="22"/>
        </w:rPr>
        <w:t xml:space="preserve"> given</w:t>
      </w:r>
      <w:proofErr w:type="gramEnd"/>
      <w:r w:rsidRPr="00356C71">
        <w:rPr>
          <w:sz w:val="22"/>
          <w:szCs w:val="22"/>
        </w:rPr>
        <w:t xml:space="preserve"> some changes to the job you are working on</w:t>
      </w:r>
      <w:r w:rsidR="00356C71">
        <w:rPr>
          <w:sz w:val="22"/>
          <w:szCs w:val="22"/>
        </w:rPr>
        <w:t>.</w:t>
      </w:r>
    </w:p>
    <w:p w14:paraId="4518B7DA" w14:textId="7497017A" w:rsidR="00832B20" w:rsidRPr="00356C71" w:rsidRDefault="00293C12" w:rsidP="00356C71">
      <w:pPr>
        <w:pStyle w:val="Body"/>
        <w:ind w:left="720"/>
        <w:rPr>
          <w:sz w:val="22"/>
        </w:rPr>
      </w:pPr>
      <w:r w:rsidRPr="00356C71">
        <w:rPr>
          <w:sz w:val="22"/>
        </w:rPr>
        <w:t>How do</w:t>
      </w:r>
      <w:r w:rsidR="00832B20" w:rsidRPr="00356C71">
        <w:rPr>
          <w:sz w:val="22"/>
        </w:rPr>
        <w:t xml:space="preserve"> you record these for future reference? </w:t>
      </w:r>
    </w:p>
    <w:p w14:paraId="6051F565" w14:textId="77777777" w:rsidR="00832B20" w:rsidRDefault="00832B20" w:rsidP="00832B20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4D5316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32B20" w14:paraId="66E4C6FB" w14:textId="77777777" w:rsidTr="00C56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33FFD4E" w14:textId="77777777" w:rsidR="00832B20" w:rsidRDefault="00832B20" w:rsidP="00C56486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8E57C78" w14:textId="77777777" w:rsidR="00832B20" w:rsidRDefault="00832B20" w:rsidP="00C56486">
            <w:pPr>
              <w:pStyle w:val="Body"/>
            </w:pPr>
            <w:r>
              <w:t>Put X next to your answer</w:t>
            </w:r>
          </w:p>
        </w:tc>
      </w:tr>
      <w:tr w:rsidR="00832B20" w14:paraId="1F06C332" w14:textId="77777777" w:rsidTr="00C56486">
        <w:tc>
          <w:tcPr>
            <w:tcW w:w="7650" w:type="dxa"/>
          </w:tcPr>
          <w:p w14:paraId="71B27EA5" w14:textId="77777777" w:rsidR="00832B20" w:rsidRDefault="00832B20" w:rsidP="00293C12">
            <w:pPr>
              <w:pStyle w:val="Body"/>
              <w:numPr>
                <w:ilvl w:val="0"/>
                <w:numId w:val="14"/>
              </w:numPr>
            </w:pPr>
            <w:r>
              <w:t>Listen and make a mental note</w:t>
            </w:r>
          </w:p>
        </w:tc>
        <w:tc>
          <w:tcPr>
            <w:tcW w:w="1410" w:type="dxa"/>
          </w:tcPr>
          <w:p w14:paraId="67B17C9F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0A654591" w14:textId="77777777" w:rsidTr="00C56486">
        <w:tc>
          <w:tcPr>
            <w:tcW w:w="7650" w:type="dxa"/>
          </w:tcPr>
          <w:p w14:paraId="617B0A10" w14:textId="77777777" w:rsidR="00832B20" w:rsidRDefault="00832B20" w:rsidP="00293C12">
            <w:pPr>
              <w:pStyle w:val="Body"/>
              <w:numPr>
                <w:ilvl w:val="0"/>
                <w:numId w:val="14"/>
              </w:numPr>
            </w:pPr>
            <w:r>
              <w:t>Write them down on the job card or plans</w:t>
            </w:r>
          </w:p>
        </w:tc>
        <w:tc>
          <w:tcPr>
            <w:tcW w:w="1410" w:type="dxa"/>
          </w:tcPr>
          <w:p w14:paraId="483DEACB" w14:textId="308556C3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59AA5C0E" w14:textId="77777777" w:rsidTr="00C56486">
        <w:tc>
          <w:tcPr>
            <w:tcW w:w="7650" w:type="dxa"/>
          </w:tcPr>
          <w:p w14:paraId="6A2A7AA7" w14:textId="77777777" w:rsidR="00832B20" w:rsidRDefault="00832B20" w:rsidP="00293C12">
            <w:pPr>
              <w:pStyle w:val="Body"/>
              <w:numPr>
                <w:ilvl w:val="0"/>
                <w:numId w:val="14"/>
              </w:numPr>
            </w:pPr>
            <w:r>
              <w:t>Tell somebody else</w:t>
            </w:r>
          </w:p>
        </w:tc>
        <w:tc>
          <w:tcPr>
            <w:tcW w:w="1410" w:type="dxa"/>
          </w:tcPr>
          <w:p w14:paraId="7AB05499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25E50B9E" w14:textId="77777777" w:rsidTr="00C56486">
        <w:tc>
          <w:tcPr>
            <w:tcW w:w="7650" w:type="dxa"/>
          </w:tcPr>
          <w:p w14:paraId="779A6345" w14:textId="77777777" w:rsidR="00832B20" w:rsidRDefault="00832B20" w:rsidP="00293C12">
            <w:pPr>
              <w:pStyle w:val="Body"/>
              <w:numPr>
                <w:ilvl w:val="0"/>
                <w:numId w:val="14"/>
              </w:numPr>
            </w:pPr>
            <w:r>
              <w:t xml:space="preserve">Wait for it to be given in writing </w:t>
            </w:r>
          </w:p>
        </w:tc>
        <w:tc>
          <w:tcPr>
            <w:tcW w:w="1410" w:type="dxa"/>
          </w:tcPr>
          <w:p w14:paraId="78DF3444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5EFB6A10" w14:textId="77777777" w:rsidR="00832B20" w:rsidRDefault="00832B20" w:rsidP="00832B20">
      <w:pPr>
        <w:spacing w:before="0" w:after="200" w:line="276" w:lineRule="auto"/>
      </w:pPr>
    </w:p>
    <w:p w14:paraId="6E20D475" w14:textId="77777777" w:rsidR="00832B20" w:rsidRDefault="00832B20" w:rsidP="00832B20">
      <w:pPr>
        <w:spacing w:before="0" w:after="200" w:line="276" w:lineRule="auto"/>
      </w:pPr>
    </w:p>
    <w:p w14:paraId="7C8374E0" w14:textId="77777777" w:rsidR="00832B20" w:rsidRDefault="00832B20" w:rsidP="00832B20">
      <w:pPr>
        <w:spacing w:before="0" w:after="200" w:line="276" w:lineRule="auto"/>
      </w:pPr>
    </w:p>
    <w:p w14:paraId="5A27B6A0" w14:textId="77777777" w:rsidR="00832B20" w:rsidRDefault="00832B20" w:rsidP="00832B20">
      <w:pPr>
        <w:spacing w:before="0" w:after="200" w:line="276" w:lineRule="auto"/>
      </w:pPr>
    </w:p>
    <w:p w14:paraId="5937331B" w14:textId="77777777" w:rsidR="000F2336" w:rsidRDefault="00832B20" w:rsidP="00293C12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A work colleague </w:t>
      </w:r>
      <w:r w:rsidR="00293C12">
        <w:rPr>
          <w:sz w:val="22"/>
          <w:szCs w:val="22"/>
        </w:rPr>
        <w:t>rings</w:t>
      </w:r>
      <w:r>
        <w:rPr>
          <w:sz w:val="22"/>
          <w:szCs w:val="22"/>
        </w:rPr>
        <w:t xml:space="preserve"> you to advise </w:t>
      </w:r>
      <w:r w:rsidR="00293C12">
        <w:rPr>
          <w:sz w:val="22"/>
          <w:szCs w:val="22"/>
        </w:rPr>
        <w:t xml:space="preserve">that </w:t>
      </w:r>
      <w:r>
        <w:rPr>
          <w:sz w:val="22"/>
          <w:szCs w:val="22"/>
        </w:rPr>
        <w:t xml:space="preserve">he </w:t>
      </w:r>
      <w:r w:rsidR="00293C12">
        <w:rPr>
          <w:sz w:val="22"/>
          <w:szCs w:val="22"/>
        </w:rPr>
        <w:t>is</w:t>
      </w:r>
      <w:r>
        <w:rPr>
          <w:sz w:val="22"/>
          <w:szCs w:val="22"/>
        </w:rPr>
        <w:t xml:space="preserve"> not coming in today</w:t>
      </w:r>
      <w:r w:rsidR="000F2336">
        <w:rPr>
          <w:sz w:val="22"/>
          <w:szCs w:val="22"/>
        </w:rPr>
        <w:t>.</w:t>
      </w:r>
    </w:p>
    <w:p w14:paraId="4095FEB4" w14:textId="233C3E85" w:rsidR="00832B20" w:rsidRDefault="00293C12" w:rsidP="000F2336">
      <w:pPr>
        <w:pStyle w:val="Body"/>
        <w:ind w:left="720"/>
        <w:rPr>
          <w:sz w:val="22"/>
          <w:szCs w:val="22"/>
        </w:rPr>
      </w:pPr>
      <w:r>
        <w:rPr>
          <w:sz w:val="22"/>
          <w:szCs w:val="22"/>
        </w:rPr>
        <w:t>W</w:t>
      </w:r>
      <w:r w:rsidR="00832B20">
        <w:rPr>
          <w:sz w:val="22"/>
          <w:szCs w:val="22"/>
        </w:rPr>
        <w:t>hat information should you take down?</w:t>
      </w:r>
      <w:r w:rsidR="00832B20" w:rsidRPr="16E46CFB">
        <w:rPr>
          <w:sz w:val="22"/>
          <w:szCs w:val="22"/>
        </w:rPr>
        <w:t xml:space="preserve"> </w:t>
      </w:r>
    </w:p>
    <w:p w14:paraId="55590C6A" w14:textId="77777777" w:rsidR="00832B20" w:rsidRDefault="00832B20" w:rsidP="00832B20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4D5316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32B20" w14:paraId="78483F14" w14:textId="77777777" w:rsidTr="00C56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43E3438" w14:textId="77777777" w:rsidR="00832B20" w:rsidRDefault="00832B20" w:rsidP="00C56486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1662FE4" w14:textId="77777777" w:rsidR="00832B20" w:rsidRDefault="00832B20" w:rsidP="00C56486">
            <w:pPr>
              <w:pStyle w:val="Body"/>
            </w:pPr>
            <w:r>
              <w:t>Put X next to your answer</w:t>
            </w:r>
          </w:p>
        </w:tc>
      </w:tr>
      <w:tr w:rsidR="00832B20" w14:paraId="3D1A5E5B" w14:textId="77777777" w:rsidTr="00C56486">
        <w:tc>
          <w:tcPr>
            <w:tcW w:w="7650" w:type="dxa"/>
          </w:tcPr>
          <w:p w14:paraId="06A8C8D9" w14:textId="77777777" w:rsidR="00832B20" w:rsidRDefault="00832B20" w:rsidP="00293C12">
            <w:pPr>
              <w:pStyle w:val="Body"/>
              <w:numPr>
                <w:ilvl w:val="0"/>
                <w:numId w:val="15"/>
              </w:numPr>
            </w:pPr>
            <w:r>
              <w:t>What they did on the weekend</w:t>
            </w:r>
          </w:p>
        </w:tc>
        <w:tc>
          <w:tcPr>
            <w:tcW w:w="1410" w:type="dxa"/>
          </w:tcPr>
          <w:p w14:paraId="142DD393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41993377" w14:textId="77777777" w:rsidTr="00C56486">
        <w:tc>
          <w:tcPr>
            <w:tcW w:w="7650" w:type="dxa"/>
          </w:tcPr>
          <w:p w14:paraId="37A2AC7D" w14:textId="114A8407" w:rsidR="00832B20" w:rsidRDefault="00832B20" w:rsidP="00F965BF">
            <w:pPr>
              <w:pStyle w:val="Body"/>
              <w:numPr>
                <w:ilvl w:val="0"/>
                <w:numId w:val="15"/>
              </w:numPr>
            </w:pPr>
            <w:r>
              <w:t>The</w:t>
            </w:r>
            <w:r w:rsidR="00F965BF">
              <w:t>i</w:t>
            </w:r>
            <w:r>
              <w:t>r contact info and when they are coming back</w:t>
            </w:r>
          </w:p>
        </w:tc>
        <w:tc>
          <w:tcPr>
            <w:tcW w:w="1410" w:type="dxa"/>
          </w:tcPr>
          <w:p w14:paraId="76C012AB" w14:textId="1C1C31D1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0E4989DA" w14:textId="77777777" w:rsidTr="00C56486">
        <w:tc>
          <w:tcPr>
            <w:tcW w:w="7650" w:type="dxa"/>
          </w:tcPr>
          <w:p w14:paraId="2D58341F" w14:textId="317E0A60" w:rsidR="00832B20" w:rsidRDefault="00832B20" w:rsidP="00293C12">
            <w:pPr>
              <w:pStyle w:val="Body"/>
              <w:numPr>
                <w:ilvl w:val="0"/>
                <w:numId w:val="15"/>
              </w:numPr>
            </w:pPr>
            <w:r>
              <w:t>Where their tools</w:t>
            </w:r>
            <w:r w:rsidR="00293C12">
              <w:t xml:space="preserve"> are</w:t>
            </w:r>
          </w:p>
        </w:tc>
        <w:tc>
          <w:tcPr>
            <w:tcW w:w="1410" w:type="dxa"/>
          </w:tcPr>
          <w:p w14:paraId="2BD46593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1794701B" w14:textId="77777777" w:rsidTr="00C56486">
        <w:tc>
          <w:tcPr>
            <w:tcW w:w="7650" w:type="dxa"/>
          </w:tcPr>
          <w:p w14:paraId="363A34AE" w14:textId="77777777" w:rsidR="00832B20" w:rsidRDefault="00832B20" w:rsidP="00293C12">
            <w:pPr>
              <w:pStyle w:val="Body"/>
              <w:numPr>
                <w:ilvl w:val="0"/>
                <w:numId w:val="15"/>
              </w:numPr>
            </w:pPr>
            <w:r>
              <w:t>Give them the supervisors number</w:t>
            </w:r>
          </w:p>
        </w:tc>
        <w:tc>
          <w:tcPr>
            <w:tcW w:w="1410" w:type="dxa"/>
          </w:tcPr>
          <w:p w14:paraId="7203D1CC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349D6BFD" w14:textId="77777777" w:rsidR="00832B20" w:rsidRDefault="00832B20" w:rsidP="00832B20">
      <w:pPr>
        <w:spacing w:before="0" w:after="200" w:line="276" w:lineRule="auto"/>
      </w:pPr>
    </w:p>
    <w:p w14:paraId="16449AE2" w14:textId="463253F6" w:rsidR="00832B20" w:rsidRPr="00F73CC5" w:rsidRDefault="00832B20" w:rsidP="00E64BFC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F73CC5">
        <w:rPr>
          <w:sz w:val="22"/>
          <w:szCs w:val="22"/>
        </w:rPr>
        <w:t xml:space="preserve">What form do you need to fill out to identify you have </w:t>
      </w:r>
      <w:r w:rsidR="004D5316">
        <w:rPr>
          <w:sz w:val="22"/>
          <w:szCs w:val="22"/>
        </w:rPr>
        <w:t xml:space="preserve">an </w:t>
      </w:r>
      <w:r w:rsidRPr="004D5316">
        <w:rPr>
          <w:noProof/>
          <w:sz w:val="22"/>
          <w:szCs w:val="22"/>
        </w:rPr>
        <w:t>understanding</w:t>
      </w:r>
      <w:r w:rsidRPr="00F73CC5">
        <w:rPr>
          <w:sz w:val="22"/>
          <w:szCs w:val="22"/>
        </w:rPr>
        <w:t xml:space="preserve"> of a machine/tool and </w:t>
      </w:r>
      <w:r w:rsidR="00844B70" w:rsidRPr="00F73CC5">
        <w:rPr>
          <w:sz w:val="22"/>
          <w:szCs w:val="22"/>
        </w:rPr>
        <w:t xml:space="preserve">its operating </w:t>
      </w:r>
      <w:r w:rsidRPr="00F73CC5">
        <w:rPr>
          <w:sz w:val="22"/>
          <w:szCs w:val="22"/>
        </w:rPr>
        <w:t xml:space="preserve">procedure? </w:t>
      </w:r>
    </w:p>
    <w:p w14:paraId="60F69F00" w14:textId="77777777" w:rsidR="00832B20" w:rsidRDefault="00832B20" w:rsidP="00832B20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4D5316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32B20" w14:paraId="6BE017C7" w14:textId="77777777" w:rsidTr="00C56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03EA71A" w14:textId="77777777" w:rsidR="00832B20" w:rsidRDefault="00832B20" w:rsidP="00C56486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E9D8410" w14:textId="77777777" w:rsidR="00832B20" w:rsidRDefault="00832B20" w:rsidP="00C56486">
            <w:pPr>
              <w:pStyle w:val="Body"/>
            </w:pPr>
            <w:r>
              <w:t>Put X next to your answer</w:t>
            </w:r>
          </w:p>
        </w:tc>
      </w:tr>
      <w:tr w:rsidR="00832B20" w14:paraId="35AEEA2D" w14:textId="77777777" w:rsidTr="00C56486">
        <w:tc>
          <w:tcPr>
            <w:tcW w:w="7650" w:type="dxa"/>
          </w:tcPr>
          <w:p w14:paraId="0EFD0F74" w14:textId="77777777" w:rsidR="00832B20" w:rsidRDefault="00832B20" w:rsidP="00293C12">
            <w:pPr>
              <w:pStyle w:val="Body"/>
              <w:numPr>
                <w:ilvl w:val="0"/>
                <w:numId w:val="16"/>
              </w:numPr>
            </w:pPr>
            <w:r>
              <w:t>Job  Card</w:t>
            </w:r>
          </w:p>
        </w:tc>
        <w:tc>
          <w:tcPr>
            <w:tcW w:w="1410" w:type="dxa"/>
          </w:tcPr>
          <w:p w14:paraId="1D4686D2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7B8D38D5" w14:textId="77777777" w:rsidTr="00C56486">
        <w:tc>
          <w:tcPr>
            <w:tcW w:w="7650" w:type="dxa"/>
          </w:tcPr>
          <w:p w14:paraId="125A898E" w14:textId="77777777" w:rsidR="00832B20" w:rsidRDefault="00832B20" w:rsidP="00293C12">
            <w:pPr>
              <w:pStyle w:val="Body"/>
              <w:numPr>
                <w:ilvl w:val="0"/>
                <w:numId w:val="16"/>
              </w:numPr>
            </w:pPr>
            <w:r w:rsidRPr="004D5316">
              <w:rPr>
                <w:noProof/>
              </w:rPr>
              <w:t>Time sheet</w:t>
            </w:r>
          </w:p>
        </w:tc>
        <w:tc>
          <w:tcPr>
            <w:tcW w:w="1410" w:type="dxa"/>
          </w:tcPr>
          <w:p w14:paraId="365BD1D2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186FAE08" w14:textId="77777777" w:rsidTr="00C56486">
        <w:tc>
          <w:tcPr>
            <w:tcW w:w="7650" w:type="dxa"/>
          </w:tcPr>
          <w:p w14:paraId="73CA3185" w14:textId="77777777" w:rsidR="00832B20" w:rsidRDefault="00832B20" w:rsidP="00293C12">
            <w:pPr>
              <w:pStyle w:val="Body"/>
              <w:numPr>
                <w:ilvl w:val="0"/>
                <w:numId w:val="16"/>
              </w:numPr>
            </w:pPr>
            <w:r>
              <w:t>Safe Work Method Statement (SWMS)</w:t>
            </w:r>
          </w:p>
        </w:tc>
        <w:tc>
          <w:tcPr>
            <w:tcW w:w="1410" w:type="dxa"/>
          </w:tcPr>
          <w:p w14:paraId="2EDABC1F" w14:textId="33CB0F24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45CCF46F" w14:textId="77777777" w:rsidTr="00C56486">
        <w:tc>
          <w:tcPr>
            <w:tcW w:w="7650" w:type="dxa"/>
          </w:tcPr>
          <w:p w14:paraId="0F74284D" w14:textId="77777777" w:rsidR="00832B20" w:rsidRDefault="00832B20" w:rsidP="00293C12">
            <w:pPr>
              <w:pStyle w:val="Body"/>
              <w:numPr>
                <w:ilvl w:val="0"/>
                <w:numId w:val="16"/>
              </w:numPr>
            </w:pPr>
            <w:r>
              <w:t>Equipment manual</w:t>
            </w:r>
          </w:p>
        </w:tc>
        <w:tc>
          <w:tcPr>
            <w:tcW w:w="1410" w:type="dxa"/>
          </w:tcPr>
          <w:p w14:paraId="763AB8B5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62CA29C1" w14:textId="77777777" w:rsidR="00832B20" w:rsidRDefault="00832B20" w:rsidP="00832B20">
      <w:pPr>
        <w:spacing w:before="0" w:after="200" w:line="276" w:lineRule="auto"/>
      </w:pPr>
    </w:p>
    <w:p w14:paraId="00B0AC61" w14:textId="77777777" w:rsidR="00832B20" w:rsidRDefault="00832B20" w:rsidP="00832B20">
      <w:pPr>
        <w:spacing w:before="0" w:after="200" w:line="276" w:lineRule="auto"/>
      </w:pPr>
    </w:p>
    <w:p w14:paraId="14D1C1DC" w14:textId="77777777" w:rsidR="00832B20" w:rsidRDefault="00832B20" w:rsidP="00832B20">
      <w:pPr>
        <w:spacing w:before="0" w:after="200" w:line="276" w:lineRule="auto"/>
      </w:pPr>
    </w:p>
    <w:p w14:paraId="4E06C660" w14:textId="77777777" w:rsidR="00832B20" w:rsidRDefault="00832B20" w:rsidP="00832B20">
      <w:pPr>
        <w:spacing w:before="0" w:after="200" w:line="276" w:lineRule="auto"/>
      </w:pPr>
    </w:p>
    <w:p w14:paraId="74F531B8" w14:textId="77777777" w:rsidR="00832B20" w:rsidRDefault="00832B20" w:rsidP="00832B20">
      <w:pPr>
        <w:spacing w:before="0" w:after="200" w:line="276" w:lineRule="auto"/>
      </w:pPr>
    </w:p>
    <w:p w14:paraId="7D814418" w14:textId="77777777" w:rsidR="00832B20" w:rsidRDefault="00832B20" w:rsidP="00832B20">
      <w:pPr>
        <w:spacing w:before="0" w:after="200" w:line="276" w:lineRule="auto"/>
      </w:pPr>
    </w:p>
    <w:p w14:paraId="631E4E6B" w14:textId="640D7007" w:rsidR="00832B20" w:rsidRDefault="0002002A" w:rsidP="00293C12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WHS meetings are used to </w:t>
      </w:r>
      <w:proofErr w:type="gramStart"/>
      <w:r>
        <w:rPr>
          <w:sz w:val="22"/>
          <w:szCs w:val="22"/>
        </w:rPr>
        <w:t>discuss</w:t>
      </w:r>
      <w:r w:rsidR="00832B20">
        <w:rPr>
          <w:sz w:val="22"/>
          <w:szCs w:val="22"/>
        </w:rPr>
        <w:t>?</w:t>
      </w:r>
      <w:proofErr w:type="gramEnd"/>
      <w:r w:rsidR="00832B20" w:rsidRPr="16E46CFB">
        <w:rPr>
          <w:sz w:val="22"/>
          <w:szCs w:val="22"/>
        </w:rPr>
        <w:t xml:space="preserve"> </w:t>
      </w:r>
    </w:p>
    <w:p w14:paraId="1CB348E6" w14:textId="77777777" w:rsidR="00832B20" w:rsidRDefault="00832B20" w:rsidP="00832B20">
      <w:pPr>
        <w:pStyle w:val="Caption"/>
      </w:pPr>
      <w:r>
        <w:t xml:space="preserve">Table </w:t>
      </w:r>
      <w:r w:rsidRPr="16E46CFB">
        <w:rPr>
          <w:noProof/>
        </w:rPr>
        <w:t>2</w:t>
      </w:r>
      <w:r>
        <w:t xml:space="preserve"> </w:t>
      </w:r>
      <w:proofErr w:type="gramStart"/>
      <w:r>
        <w:t>Multiple</w:t>
      </w:r>
      <w:proofErr w:type="gramEnd"/>
      <w:r>
        <w:t xml:space="preserve"> </w:t>
      </w:r>
      <w:r w:rsidRPr="004D5316">
        <w:rPr>
          <w:noProof/>
        </w:rPr>
        <w:t>choice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32B20" w14:paraId="786132F3" w14:textId="77777777" w:rsidTr="00C56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50053DB" w14:textId="77777777" w:rsidR="00832B20" w:rsidRDefault="00832B20" w:rsidP="00C56486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89DCA29" w14:textId="77777777" w:rsidR="00832B20" w:rsidRDefault="00832B20" w:rsidP="00C56486">
            <w:pPr>
              <w:pStyle w:val="Body"/>
            </w:pPr>
            <w:r>
              <w:t>Put X next to your answer</w:t>
            </w:r>
          </w:p>
        </w:tc>
      </w:tr>
      <w:tr w:rsidR="00832B20" w14:paraId="6F7A7340" w14:textId="77777777" w:rsidTr="00C56486">
        <w:tc>
          <w:tcPr>
            <w:tcW w:w="7650" w:type="dxa"/>
          </w:tcPr>
          <w:p w14:paraId="43EC8CFD" w14:textId="0B4CF302" w:rsidR="00832B20" w:rsidRDefault="0002002A" w:rsidP="00293C12">
            <w:pPr>
              <w:pStyle w:val="Body"/>
              <w:numPr>
                <w:ilvl w:val="0"/>
                <w:numId w:val="17"/>
              </w:numPr>
            </w:pPr>
            <w:r>
              <w:t xml:space="preserve">The </w:t>
            </w:r>
            <w:r w:rsidRPr="009C739C">
              <w:rPr>
                <w:noProof/>
              </w:rPr>
              <w:t>after work</w:t>
            </w:r>
            <w:r>
              <w:t xml:space="preserve"> activities</w:t>
            </w:r>
          </w:p>
        </w:tc>
        <w:tc>
          <w:tcPr>
            <w:tcW w:w="1410" w:type="dxa"/>
          </w:tcPr>
          <w:p w14:paraId="64E9915C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61B75378" w14:textId="77777777" w:rsidTr="00C56486">
        <w:tc>
          <w:tcPr>
            <w:tcW w:w="7650" w:type="dxa"/>
          </w:tcPr>
          <w:p w14:paraId="47A44F9E" w14:textId="39B629F3" w:rsidR="00832B20" w:rsidRDefault="0002002A" w:rsidP="00293C12">
            <w:pPr>
              <w:pStyle w:val="Body"/>
              <w:numPr>
                <w:ilvl w:val="0"/>
                <w:numId w:val="17"/>
              </w:numPr>
            </w:pPr>
            <w:r>
              <w:t>The production schedule</w:t>
            </w:r>
          </w:p>
        </w:tc>
        <w:tc>
          <w:tcPr>
            <w:tcW w:w="1410" w:type="dxa"/>
          </w:tcPr>
          <w:p w14:paraId="058F337F" w14:textId="4BF29BB0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1445AE4B" w14:textId="77777777" w:rsidTr="00C56486">
        <w:tc>
          <w:tcPr>
            <w:tcW w:w="7650" w:type="dxa"/>
          </w:tcPr>
          <w:p w14:paraId="510A159C" w14:textId="3F5F7AD4" w:rsidR="00832B20" w:rsidRDefault="0002002A" w:rsidP="00293C12">
            <w:pPr>
              <w:pStyle w:val="Body"/>
              <w:numPr>
                <w:ilvl w:val="0"/>
                <w:numId w:val="17"/>
              </w:numPr>
            </w:pPr>
            <w:r>
              <w:t>Your safety in the work environment</w:t>
            </w:r>
          </w:p>
        </w:tc>
        <w:tc>
          <w:tcPr>
            <w:tcW w:w="1410" w:type="dxa"/>
          </w:tcPr>
          <w:p w14:paraId="0AEBD48C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01A5FC56" w14:textId="77777777" w:rsidTr="00C56486">
        <w:tc>
          <w:tcPr>
            <w:tcW w:w="7650" w:type="dxa"/>
          </w:tcPr>
          <w:p w14:paraId="503C25E6" w14:textId="79E1125C" w:rsidR="00832B20" w:rsidRDefault="0002002A" w:rsidP="0002002A">
            <w:pPr>
              <w:pStyle w:val="Body"/>
              <w:numPr>
                <w:ilvl w:val="0"/>
                <w:numId w:val="17"/>
              </w:numPr>
            </w:pPr>
            <w:r>
              <w:t xml:space="preserve">Equipment </w:t>
            </w:r>
            <w:r w:rsidR="002A78FC">
              <w:t>maintenance</w:t>
            </w:r>
          </w:p>
        </w:tc>
        <w:tc>
          <w:tcPr>
            <w:tcW w:w="1410" w:type="dxa"/>
          </w:tcPr>
          <w:p w14:paraId="2E86BA4E" w14:textId="77777777" w:rsidR="00832B20" w:rsidRPr="00A223CE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17BB19AE" w14:textId="64178161" w:rsidR="00832B20" w:rsidRDefault="00832B20" w:rsidP="00832B20">
      <w:pPr>
        <w:spacing w:before="0" w:after="200" w:line="276" w:lineRule="auto"/>
      </w:pPr>
    </w:p>
    <w:p w14:paraId="7FD4D5C4" w14:textId="77777777" w:rsidR="00832B20" w:rsidRDefault="00832B20" w:rsidP="00832B20">
      <w:pPr>
        <w:spacing w:before="0" w:after="200" w:line="276" w:lineRule="auto"/>
      </w:pPr>
    </w:p>
    <w:p w14:paraId="3CF7D4B3" w14:textId="778F0585" w:rsidR="00531FCC" w:rsidRDefault="00531FCC" w:rsidP="00832B20">
      <w:pPr>
        <w:spacing w:before="0" w:after="200" w:line="276" w:lineRule="auto"/>
      </w:pPr>
    </w:p>
    <w:p w14:paraId="777DDBD8" w14:textId="77777777" w:rsidR="00832B20" w:rsidRDefault="00832B20" w:rsidP="00832B20">
      <w:pPr>
        <w:spacing w:before="0" w:after="200" w:line="276" w:lineRule="auto"/>
      </w:pPr>
      <w:r>
        <w:br w:type="page"/>
      </w:r>
    </w:p>
    <w:p w14:paraId="5812D16F" w14:textId="77777777" w:rsidR="00832B20" w:rsidRDefault="00832B20" w:rsidP="00832B20">
      <w:pPr>
        <w:pStyle w:val="Heading2"/>
      </w:pPr>
      <w:r w:rsidRPr="000412B1">
        <w:lastRenderedPageBreak/>
        <w:t>Part 2: True or false</w:t>
      </w:r>
    </w:p>
    <w:p w14:paraId="64F97AC5" w14:textId="77777777" w:rsidR="00832B20" w:rsidRPr="0063453E" w:rsidRDefault="00832B20" w:rsidP="00832B20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51E7C38A" w14:textId="77777777" w:rsidR="00832B20" w:rsidRDefault="00832B20" w:rsidP="00832B2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proofErr w:type="gramStart"/>
      <w:r w:rsidRPr="003E3D52">
        <w:t>True</w:t>
      </w:r>
      <w:proofErr w:type="gramEnd"/>
      <w:r w:rsidRPr="003E3D52"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832B20" w14:paraId="2928C3B4" w14:textId="77777777" w:rsidTr="00C56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3455528" w14:textId="77777777" w:rsidR="00832B20" w:rsidRDefault="00832B20" w:rsidP="00C56486">
            <w:pPr>
              <w:pStyle w:val="Body"/>
            </w:pPr>
            <w:r>
              <w:t xml:space="preserve">Question </w:t>
            </w:r>
          </w:p>
        </w:tc>
        <w:tc>
          <w:tcPr>
            <w:tcW w:w="1694" w:type="dxa"/>
          </w:tcPr>
          <w:p w14:paraId="55E0B912" w14:textId="77777777" w:rsidR="00832B20" w:rsidRDefault="00832B20" w:rsidP="00C56486">
            <w:pPr>
              <w:pStyle w:val="Body"/>
              <w:jc w:val="center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832B20" w14:paraId="503D80C8" w14:textId="77777777" w:rsidTr="00C56486">
        <w:tc>
          <w:tcPr>
            <w:tcW w:w="7366" w:type="dxa"/>
          </w:tcPr>
          <w:p w14:paraId="1BE893E7" w14:textId="0AF5D52E" w:rsidR="00832B20" w:rsidRPr="00B30F8E" w:rsidRDefault="00832B20" w:rsidP="00602C5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72666">
              <w:rPr>
                <w:sz w:val="22"/>
                <w:szCs w:val="22"/>
              </w:rPr>
              <w:t>2</w:t>
            </w:r>
            <w:r w:rsidRPr="0032478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16E46CFB">
              <w:rPr>
                <w:sz w:val="22"/>
                <w:szCs w:val="22"/>
              </w:rPr>
              <w:t>When you have taken a message</w:t>
            </w:r>
            <w:r>
              <w:rPr>
                <w:sz w:val="22"/>
                <w:szCs w:val="22"/>
              </w:rPr>
              <w:t>,</w:t>
            </w:r>
            <w:r w:rsidRPr="16E46CFB">
              <w:rPr>
                <w:sz w:val="22"/>
                <w:szCs w:val="22"/>
              </w:rPr>
              <w:t xml:space="preserve"> you should c</w:t>
            </w:r>
            <w:r>
              <w:rPr>
                <w:sz w:val="22"/>
                <w:szCs w:val="22"/>
              </w:rPr>
              <w:t>heck</w:t>
            </w:r>
            <w:r w:rsidRPr="16E46CFB">
              <w:rPr>
                <w:sz w:val="22"/>
                <w:szCs w:val="22"/>
              </w:rPr>
              <w:t xml:space="preserve"> the message </w:t>
            </w:r>
            <w:r>
              <w:rPr>
                <w:sz w:val="22"/>
                <w:szCs w:val="22"/>
              </w:rPr>
              <w:t>details</w:t>
            </w:r>
            <w:r w:rsidRPr="16E46CF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are </w:t>
            </w:r>
            <w:r w:rsidRPr="16E46CFB">
              <w:rPr>
                <w:sz w:val="22"/>
                <w:szCs w:val="22"/>
              </w:rPr>
              <w:t>correct</w:t>
            </w:r>
            <w:r>
              <w:rPr>
                <w:sz w:val="22"/>
                <w:szCs w:val="22"/>
              </w:rPr>
              <w:t xml:space="preserve"> with the caller.</w:t>
            </w:r>
          </w:p>
        </w:tc>
        <w:tc>
          <w:tcPr>
            <w:tcW w:w="1694" w:type="dxa"/>
          </w:tcPr>
          <w:p w14:paraId="447ED1A5" w14:textId="5D08386E" w:rsidR="00832B20" w:rsidRPr="006C6C24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78D4FF81" w14:textId="77777777" w:rsidTr="00C56486">
        <w:tc>
          <w:tcPr>
            <w:tcW w:w="7366" w:type="dxa"/>
          </w:tcPr>
          <w:p w14:paraId="62824A54" w14:textId="13D50E1B" w:rsidR="00832B20" w:rsidRDefault="00832B20" w:rsidP="004E3E4D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72666">
              <w:rPr>
                <w:sz w:val="22"/>
                <w:szCs w:val="22"/>
              </w:rPr>
              <w:t>3</w:t>
            </w:r>
            <w:r w:rsidRPr="0032478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When communicating with somebody from another culture, you should explain everything in </w:t>
            </w:r>
            <w:r w:rsidR="004E3E4D">
              <w:rPr>
                <w:sz w:val="22"/>
                <w:szCs w:val="22"/>
              </w:rPr>
              <w:t>technical jargon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3B6A51E8" w14:textId="1F69CDDF" w:rsidR="00832B20" w:rsidRPr="006C6C24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4261FBA6" w14:textId="77777777" w:rsidTr="00C56486">
        <w:tc>
          <w:tcPr>
            <w:tcW w:w="7366" w:type="dxa"/>
          </w:tcPr>
          <w:p w14:paraId="1E5AE9FB" w14:textId="771C5259" w:rsidR="00832B20" w:rsidRDefault="00D72666" w:rsidP="00F365B2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</w:t>
            </w:r>
            <w:r w:rsidR="00832B20">
              <w:rPr>
                <w:sz w:val="22"/>
                <w:szCs w:val="22"/>
              </w:rPr>
              <w:t>.</w:t>
            </w:r>
            <w:r w:rsidR="00832B20" w:rsidRPr="16E46CFB">
              <w:rPr>
                <w:sz w:val="22"/>
                <w:szCs w:val="22"/>
              </w:rPr>
              <w:t xml:space="preserve"> </w:t>
            </w:r>
            <w:r w:rsidR="00832B20">
              <w:rPr>
                <w:sz w:val="22"/>
                <w:szCs w:val="22"/>
              </w:rPr>
              <w:t>To communicate with a deaf person, you could use simple sketches</w:t>
            </w:r>
          </w:p>
        </w:tc>
        <w:tc>
          <w:tcPr>
            <w:tcW w:w="1694" w:type="dxa"/>
          </w:tcPr>
          <w:p w14:paraId="20CF0E3D" w14:textId="390BB742" w:rsidR="00832B20" w:rsidRPr="006C6C24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0DD5CDB4" w14:textId="77777777" w:rsidTr="00C56486">
        <w:tc>
          <w:tcPr>
            <w:tcW w:w="7366" w:type="dxa"/>
          </w:tcPr>
          <w:p w14:paraId="43FFDFB4" w14:textId="7AAB11D3" w:rsidR="00832B20" w:rsidRDefault="00832B20" w:rsidP="00F365B2">
            <w:pPr>
              <w:pStyle w:val="Body"/>
              <w:rPr>
                <w:sz w:val="22"/>
                <w:szCs w:val="22"/>
              </w:rPr>
            </w:pPr>
            <w:r w:rsidRPr="30A37CB8">
              <w:rPr>
                <w:sz w:val="22"/>
                <w:szCs w:val="22"/>
              </w:rPr>
              <w:t xml:space="preserve"> </w:t>
            </w:r>
            <w:r w:rsidR="00D72666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. </w:t>
            </w:r>
            <w:r w:rsidR="00F365B2">
              <w:rPr>
                <w:sz w:val="22"/>
                <w:szCs w:val="22"/>
              </w:rPr>
              <w:t xml:space="preserve">You are expected to control your swearing while in the </w:t>
            </w:r>
            <w:r w:rsidR="00F365B2" w:rsidRPr="009C739C">
              <w:rPr>
                <w:noProof/>
                <w:sz w:val="22"/>
                <w:szCs w:val="22"/>
              </w:rPr>
              <w:t>work place</w:t>
            </w:r>
            <w:r w:rsidR="00D72666">
              <w:rPr>
                <w:sz w:val="22"/>
                <w:szCs w:val="22"/>
              </w:rPr>
              <w:t xml:space="preserve"> so you d6</w:t>
            </w:r>
            <w:r w:rsidR="00F365B2">
              <w:rPr>
                <w:sz w:val="22"/>
                <w:szCs w:val="22"/>
              </w:rPr>
              <w:t xml:space="preserve">n’t offend </w:t>
            </w:r>
            <w:r w:rsidRPr="30A37CB8">
              <w:rPr>
                <w:sz w:val="22"/>
                <w:szCs w:val="22"/>
              </w:rPr>
              <w:t>people</w:t>
            </w:r>
            <w:r>
              <w:rPr>
                <w:sz w:val="22"/>
                <w:szCs w:val="22"/>
              </w:rPr>
              <w:t>.</w:t>
            </w:r>
            <w:r w:rsidR="000333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4" w:type="dxa"/>
          </w:tcPr>
          <w:p w14:paraId="4A35D268" w14:textId="11823140" w:rsidR="00832B20" w:rsidRPr="006C6C24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F365B2" w14:paraId="4779C6EE" w14:textId="77777777" w:rsidTr="00C56486">
        <w:tc>
          <w:tcPr>
            <w:tcW w:w="7366" w:type="dxa"/>
          </w:tcPr>
          <w:p w14:paraId="747B6491" w14:textId="60398D8B" w:rsidR="00F365B2" w:rsidRDefault="00D72666" w:rsidP="00F365B2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365B2">
              <w:rPr>
                <w:sz w:val="22"/>
                <w:szCs w:val="22"/>
              </w:rPr>
              <w:t xml:space="preserve">. </w:t>
            </w:r>
            <w:r w:rsidR="00A36F39">
              <w:rPr>
                <w:sz w:val="22"/>
                <w:szCs w:val="22"/>
              </w:rPr>
              <w:t>Yelling at your staff will make them respect you</w:t>
            </w:r>
          </w:p>
        </w:tc>
        <w:tc>
          <w:tcPr>
            <w:tcW w:w="1694" w:type="dxa"/>
          </w:tcPr>
          <w:p w14:paraId="3CCE0A9C" w14:textId="77777777" w:rsidR="00F365B2" w:rsidRPr="006C6C24" w:rsidRDefault="00F365B2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7A4F0A0B" w14:textId="77777777" w:rsidTr="00C56486">
        <w:tc>
          <w:tcPr>
            <w:tcW w:w="7366" w:type="dxa"/>
          </w:tcPr>
          <w:p w14:paraId="5E4137C6" w14:textId="167ADDE4" w:rsidR="00832B20" w:rsidRDefault="00D72666" w:rsidP="00C5648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832B20">
              <w:rPr>
                <w:sz w:val="22"/>
                <w:szCs w:val="22"/>
              </w:rPr>
              <w:t>. H</w:t>
            </w:r>
            <w:r w:rsidR="00832B20" w:rsidRPr="30A37CB8">
              <w:rPr>
                <w:sz w:val="22"/>
                <w:szCs w:val="22"/>
              </w:rPr>
              <w:t>and signals</w:t>
            </w:r>
            <w:r w:rsidR="00832B20">
              <w:rPr>
                <w:sz w:val="22"/>
                <w:szCs w:val="22"/>
              </w:rPr>
              <w:t xml:space="preserve"> are</w:t>
            </w:r>
            <w:r w:rsidR="00832B20" w:rsidRPr="30A37CB8">
              <w:rPr>
                <w:sz w:val="22"/>
                <w:szCs w:val="22"/>
              </w:rPr>
              <w:t xml:space="preserve"> a form of communication</w:t>
            </w:r>
            <w:r w:rsidR="00832B20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0705886A" w14:textId="4AA828A9" w:rsidR="00832B20" w:rsidRPr="006C6C24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29DA620A" w14:textId="77777777" w:rsidTr="00C56486">
        <w:tc>
          <w:tcPr>
            <w:tcW w:w="7366" w:type="dxa"/>
          </w:tcPr>
          <w:p w14:paraId="45414966" w14:textId="64721BE8" w:rsidR="00832B20" w:rsidRDefault="00D72666" w:rsidP="00971CC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7B3351">
              <w:rPr>
                <w:sz w:val="22"/>
                <w:szCs w:val="22"/>
              </w:rPr>
              <w:t>.</w:t>
            </w:r>
            <w:r w:rsidR="000333B7">
              <w:rPr>
                <w:sz w:val="22"/>
                <w:szCs w:val="22"/>
              </w:rPr>
              <w:t xml:space="preserve"> </w:t>
            </w:r>
            <w:r w:rsidR="00971CC0">
              <w:rPr>
                <w:sz w:val="22"/>
                <w:szCs w:val="22"/>
              </w:rPr>
              <w:t xml:space="preserve">You should not listen </w:t>
            </w:r>
            <w:r w:rsidR="00971CC0" w:rsidRPr="009C739C">
              <w:rPr>
                <w:noProof/>
                <w:sz w:val="22"/>
                <w:szCs w:val="22"/>
              </w:rPr>
              <w:t>at</w:t>
            </w:r>
            <w:r w:rsidR="00971CC0">
              <w:rPr>
                <w:sz w:val="22"/>
                <w:szCs w:val="22"/>
              </w:rPr>
              <w:t xml:space="preserve"> a</w:t>
            </w:r>
            <w:r w:rsidR="00832B20" w:rsidRPr="30A37CB8">
              <w:rPr>
                <w:sz w:val="22"/>
                <w:szCs w:val="22"/>
              </w:rPr>
              <w:t xml:space="preserve"> toolbox </w:t>
            </w:r>
            <w:proofErr w:type="gramStart"/>
            <w:r w:rsidR="00832B20" w:rsidRPr="30A37CB8">
              <w:rPr>
                <w:sz w:val="22"/>
                <w:szCs w:val="22"/>
              </w:rPr>
              <w:t>meeting</w:t>
            </w:r>
            <w:proofErr w:type="gramEnd"/>
            <w:r w:rsidR="00971CC0">
              <w:rPr>
                <w:sz w:val="22"/>
                <w:szCs w:val="22"/>
              </w:rPr>
              <w:t xml:space="preserve"> as it is</w:t>
            </w:r>
            <w:r w:rsidR="00832B20" w:rsidRPr="30A37CB8">
              <w:rPr>
                <w:sz w:val="22"/>
                <w:szCs w:val="22"/>
              </w:rPr>
              <w:t xml:space="preserve"> </w:t>
            </w:r>
            <w:r w:rsidR="00971CC0">
              <w:rPr>
                <w:sz w:val="22"/>
                <w:szCs w:val="22"/>
              </w:rPr>
              <w:t xml:space="preserve">only </w:t>
            </w:r>
            <w:r w:rsidR="00832B20" w:rsidRPr="30A37CB8">
              <w:rPr>
                <w:sz w:val="22"/>
                <w:szCs w:val="22"/>
              </w:rPr>
              <w:t xml:space="preserve">to </w:t>
            </w:r>
            <w:r w:rsidR="00832B20" w:rsidRPr="009C739C">
              <w:rPr>
                <w:noProof/>
                <w:sz w:val="22"/>
                <w:szCs w:val="22"/>
              </w:rPr>
              <w:t>organise</w:t>
            </w:r>
            <w:r w:rsidR="00832B20" w:rsidRPr="30A37CB8">
              <w:rPr>
                <w:sz w:val="22"/>
                <w:szCs w:val="22"/>
              </w:rPr>
              <w:t xml:space="preserve"> work schedules and production </w:t>
            </w:r>
            <w:r w:rsidR="00832B20" w:rsidRPr="009C739C">
              <w:rPr>
                <w:noProof/>
                <w:sz w:val="22"/>
                <w:szCs w:val="22"/>
              </w:rPr>
              <w:t>time lines</w:t>
            </w:r>
            <w:r w:rsidR="00832B20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74A99C34" w14:textId="302CAF04" w:rsidR="00832B20" w:rsidRPr="006C6C24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5B0D19DF" w14:textId="77777777" w:rsidTr="00C56486">
        <w:tc>
          <w:tcPr>
            <w:tcW w:w="7366" w:type="dxa"/>
          </w:tcPr>
          <w:p w14:paraId="39EFE9E2" w14:textId="72B0DF27" w:rsidR="00832B20" w:rsidRDefault="00D72666" w:rsidP="007B3351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7B3351">
              <w:rPr>
                <w:sz w:val="22"/>
                <w:szCs w:val="22"/>
              </w:rPr>
              <w:t>.</w:t>
            </w:r>
            <w:r w:rsidR="007B3351">
              <w:rPr>
                <w:sz w:val="22"/>
                <w:szCs w:val="22"/>
              </w:rPr>
              <w:tab/>
              <w:t xml:space="preserve"> </w:t>
            </w:r>
            <w:r w:rsidR="00832B20">
              <w:rPr>
                <w:sz w:val="22"/>
                <w:szCs w:val="22"/>
              </w:rPr>
              <w:t xml:space="preserve">When you have filled </w:t>
            </w:r>
            <w:r w:rsidR="00832B20" w:rsidRPr="30A37CB8">
              <w:rPr>
                <w:sz w:val="22"/>
                <w:szCs w:val="22"/>
              </w:rPr>
              <w:t>out a safe work method statement</w:t>
            </w:r>
            <w:r w:rsidR="000333B7">
              <w:rPr>
                <w:sz w:val="22"/>
                <w:szCs w:val="22"/>
              </w:rPr>
              <w:t>,</w:t>
            </w:r>
            <w:r w:rsidR="00832B20" w:rsidRPr="30A37CB8">
              <w:rPr>
                <w:sz w:val="22"/>
                <w:szCs w:val="22"/>
              </w:rPr>
              <w:t xml:space="preserve"> </w:t>
            </w:r>
            <w:r w:rsidR="00832B20">
              <w:rPr>
                <w:sz w:val="22"/>
                <w:szCs w:val="22"/>
              </w:rPr>
              <w:t>you should submit it to</w:t>
            </w:r>
            <w:r w:rsidR="00832B20" w:rsidRPr="30A37CB8">
              <w:rPr>
                <w:sz w:val="22"/>
                <w:szCs w:val="22"/>
              </w:rPr>
              <w:t xml:space="preserve"> your employer </w:t>
            </w:r>
            <w:r w:rsidR="00832B20">
              <w:rPr>
                <w:sz w:val="22"/>
                <w:szCs w:val="22"/>
              </w:rPr>
              <w:t xml:space="preserve">so they can check that you </w:t>
            </w:r>
            <w:r w:rsidR="00832B20" w:rsidRPr="30A37CB8">
              <w:rPr>
                <w:sz w:val="22"/>
                <w:szCs w:val="22"/>
              </w:rPr>
              <w:t>understand how to complete a task safely</w:t>
            </w:r>
            <w:r w:rsidR="00832B20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43EC4B2F" w14:textId="3D42FB34" w:rsidR="00832B20" w:rsidRPr="006C6C24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3969C400" w14:textId="77777777" w:rsidTr="00C56486">
        <w:tc>
          <w:tcPr>
            <w:tcW w:w="7366" w:type="dxa"/>
          </w:tcPr>
          <w:p w14:paraId="20A66B03" w14:textId="778864B6" w:rsidR="00832B20" w:rsidRDefault="00D72666" w:rsidP="00FF45C8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32B20">
              <w:rPr>
                <w:sz w:val="22"/>
                <w:szCs w:val="22"/>
              </w:rPr>
              <w:t xml:space="preserve">. If </w:t>
            </w:r>
            <w:r w:rsidR="000333B7">
              <w:rPr>
                <w:sz w:val="22"/>
                <w:szCs w:val="22"/>
              </w:rPr>
              <w:t>you are</w:t>
            </w:r>
            <w:r w:rsidR="00832B20">
              <w:rPr>
                <w:sz w:val="22"/>
                <w:szCs w:val="22"/>
              </w:rPr>
              <w:t xml:space="preserve"> not 100% sure of your work requirements, you </w:t>
            </w:r>
            <w:r w:rsidR="000333B7">
              <w:rPr>
                <w:sz w:val="22"/>
                <w:szCs w:val="22"/>
              </w:rPr>
              <w:t>should not</w:t>
            </w:r>
            <w:r w:rsidR="00832B20">
              <w:rPr>
                <w:sz w:val="22"/>
                <w:szCs w:val="22"/>
              </w:rPr>
              <w:t xml:space="preserve"> waste the time of your supervisor to clarify what is required.</w:t>
            </w:r>
          </w:p>
        </w:tc>
        <w:tc>
          <w:tcPr>
            <w:tcW w:w="1694" w:type="dxa"/>
          </w:tcPr>
          <w:p w14:paraId="2B641441" w14:textId="4DABD00F" w:rsidR="00832B20" w:rsidRPr="004C381C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70FF1566" w14:textId="77777777" w:rsidTr="00C56486">
        <w:tc>
          <w:tcPr>
            <w:tcW w:w="7366" w:type="dxa"/>
          </w:tcPr>
          <w:p w14:paraId="29910B4B" w14:textId="086A7B9B" w:rsidR="00832B20" w:rsidRDefault="00D72666" w:rsidP="007B3351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832B20">
              <w:rPr>
                <w:sz w:val="22"/>
                <w:szCs w:val="22"/>
              </w:rPr>
              <w:t xml:space="preserve">. A cutting list from your workshop drawing </w:t>
            </w:r>
            <w:r w:rsidR="007B3351">
              <w:rPr>
                <w:sz w:val="22"/>
                <w:szCs w:val="22"/>
              </w:rPr>
              <w:t>includes</w:t>
            </w:r>
            <w:r w:rsidR="00832B20">
              <w:rPr>
                <w:sz w:val="22"/>
                <w:szCs w:val="22"/>
              </w:rPr>
              <w:t xml:space="preserve"> the sizes you need to cut out a job, the material and the edge details.</w:t>
            </w:r>
          </w:p>
        </w:tc>
        <w:tc>
          <w:tcPr>
            <w:tcW w:w="1694" w:type="dxa"/>
          </w:tcPr>
          <w:p w14:paraId="3C6B072D" w14:textId="5359A4F1" w:rsidR="00832B20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406285F8" w14:textId="77777777" w:rsidTr="00C56486">
        <w:tc>
          <w:tcPr>
            <w:tcW w:w="7366" w:type="dxa"/>
          </w:tcPr>
          <w:p w14:paraId="04E4D1E9" w14:textId="2ED09105" w:rsidR="00832B20" w:rsidRDefault="00D72666" w:rsidP="00C5648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832B20">
              <w:rPr>
                <w:sz w:val="22"/>
                <w:szCs w:val="22"/>
              </w:rPr>
              <w:t xml:space="preserve">. It </w:t>
            </w:r>
            <w:r w:rsidR="000333B7">
              <w:rPr>
                <w:sz w:val="22"/>
                <w:szCs w:val="22"/>
              </w:rPr>
              <w:t>does not</w:t>
            </w:r>
            <w:r w:rsidR="00832B20">
              <w:rPr>
                <w:sz w:val="22"/>
                <w:szCs w:val="22"/>
              </w:rPr>
              <w:t xml:space="preserve"> matter if you have spelling mistakes or your writing is messy in a note to a work colleague.</w:t>
            </w:r>
          </w:p>
        </w:tc>
        <w:tc>
          <w:tcPr>
            <w:tcW w:w="1694" w:type="dxa"/>
          </w:tcPr>
          <w:p w14:paraId="595581D4" w14:textId="3119950F" w:rsidR="00832B20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  <w:tr w:rsidR="00832B20" w14:paraId="1F9C0A41" w14:textId="77777777" w:rsidTr="00C56486">
        <w:tc>
          <w:tcPr>
            <w:tcW w:w="7366" w:type="dxa"/>
          </w:tcPr>
          <w:p w14:paraId="1EBA60C6" w14:textId="78A66131" w:rsidR="00832B20" w:rsidDel="00C42215" w:rsidRDefault="00D72666" w:rsidP="00C5648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0333B7">
              <w:rPr>
                <w:sz w:val="22"/>
                <w:szCs w:val="22"/>
              </w:rPr>
              <w:t>. Work</w:t>
            </w:r>
            <w:r w:rsidR="00832B20">
              <w:rPr>
                <w:sz w:val="22"/>
                <w:szCs w:val="22"/>
              </w:rPr>
              <w:t>place documents should be kept as they can be reviewed to make changes for safety and productivity</w:t>
            </w:r>
          </w:p>
        </w:tc>
        <w:tc>
          <w:tcPr>
            <w:tcW w:w="1694" w:type="dxa"/>
          </w:tcPr>
          <w:p w14:paraId="6F1F520F" w14:textId="3D781C51" w:rsidR="00832B20" w:rsidRDefault="00832B20" w:rsidP="00C56486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4C6C042E" w14:textId="5A12B360" w:rsidR="00AB5722" w:rsidRDefault="00AB5722" w:rsidP="00AB5722">
      <w:r>
        <w:br w:type="page"/>
      </w:r>
    </w:p>
    <w:p w14:paraId="2D11CF60" w14:textId="46ED8E2F" w:rsidR="00832B20" w:rsidRPr="00E356D4" w:rsidRDefault="00832B20" w:rsidP="00832B20">
      <w:pPr>
        <w:pStyle w:val="Heading2"/>
      </w:pPr>
      <w:r w:rsidRPr="00F3510F">
        <w:lastRenderedPageBreak/>
        <w:t>Part 3: S</w:t>
      </w:r>
      <w:r w:rsidR="00F3510F" w:rsidRPr="00F3510F">
        <w:t>ymbols</w:t>
      </w:r>
    </w:p>
    <w:p w14:paraId="1F4D6C32" w14:textId="77777777" w:rsidR="00832B20" w:rsidRDefault="00832B20" w:rsidP="00832B20">
      <w:pPr>
        <w:rPr>
          <w:lang w:eastAsia="en-AU"/>
        </w:rPr>
      </w:pPr>
    </w:p>
    <w:p w14:paraId="57421AE9" w14:textId="765B8DD6" w:rsidR="000F2336" w:rsidRDefault="00D72666" w:rsidP="00832B20">
      <w:pPr>
        <w:rPr>
          <w:lang w:eastAsia="en-AU"/>
        </w:rPr>
      </w:pPr>
      <w:r>
        <w:rPr>
          <w:lang w:eastAsia="en-AU"/>
        </w:rPr>
        <w:t>24</w:t>
      </w:r>
      <w:r w:rsidR="00E36B4E">
        <w:rPr>
          <w:lang w:eastAsia="en-AU"/>
        </w:rPr>
        <w:t>.</w:t>
      </w:r>
      <w:r w:rsidR="00E36B4E">
        <w:rPr>
          <w:lang w:eastAsia="en-AU"/>
        </w:rPr>
        <w:tab/>
      </w:r>
      <w:r w:rsidR="002F38F7" w:rsidRPr="009C739C">
        <w:rPr>
          <w:noProof/>
          <w:lang w:eastAsia="en-AU"/>
        </w:rPr>
        <w:t>Work place</w:t>
      </w:r>
      <w:r w:rsidR="002F38F7">
        <w:rPr>
          <w:lang w:eastAsia="en-AU"/>
        </w:rPr>
        <w:t xml:space="preserve"> safety signs </w:t>
      </w:r>
      <w:proofErr w:type="gramStart"/>
      <w:r w:rsidR="002F38F7">
        <w:rPr>
          <w:lang w:eastAsia="en-AU"/>
        </w:rPr>
        <w:t>are classed</w:t>
      </w:r>
      <w:proofErr w:type="gramEnd"/>
      <w:r w:rsidR="002F38F7">
        <w:rPr>
          <w:lang w:eastAsia="en-AU"/>
        </w:rPr>
        <w:t xml:space="preserve"> as</w:t>
      </w:r>
      <w:r w:rsidR="000F2336">
        <w:rPr>
          <w:lang w:eastAsia="en-AU"/>
        </w:rPr>
        <w:t>:</w:t>
      </w:r>
    </w:p>
    <w:p w14:paraId="51D5AB6D" w14:textId="77777777" w:rsidR="008A3201" w:rsidRDefault="008A3201" w:rsidP="008A3201">
      <w:pPr>
        <w:pStyle w:val="ListParagraph"/>
        <w:numPr>
          <w:ilvl w:val="0"/>
          <w:numId w:val="21"/>
        </w:numPr>
        <w:spacing w:before="240"/>
      </w:pPr>
      <w:r>
        <w:t>Hazard warning</w:t>
      </w:r>
    </w:p>
    <w:p w14:paraId="0D1E666B" w14:textId="77777777" w:rsidR="008A3201" w:rsidRPr="00917300" w:rsidRDefault="008A3201" w:rsidP="008A3201">
      <w:pPr>
        <w:pStyle w:val="ListParagraph"/>
        <w:numPr>
          <w:ilvl w:val="0"/>
          <w:numId w:val="21"/>
        </w:numPr>
      </w:pPr>
      <w:r w:rsidRPr="00917300">
        <w:t>Emergency Information</w:t>
      </w:r>
    </w:p>
    <w:p w14:paraId="624BC6F9" w14:textId="77777777" w:rsidR="008A3201" w:rsidRPr="00917300" w:rsidRDefault="008A3201" w:rsidP="008A3201">
      <w:pPr>
        <w:pStyle w:val="ListParagraph"/>
        <w:numPr>
          <w:ilvl w:val="0"/>
          <w:numId w:val="21"/>
        </w:numPr>
      </w:pPr>
      <w:r w:rsidRPr="00917300">
        <w:t>Prohibition (must not do)</w:t>
      </w:r>
    </w:p>
    <w:p w14:paraId="101D2FD4" w14:textId="77777777" w:rsidR="008A3201" w:rsidRPr="00917300" w:rsidRDefault="008A3201" w:rsidP="008A3201">
      <w:pPr>
        <w:pStyle w:val="ListParagraph"/>
        <w:numPr>
          <w:ilvl w:val="0"/>
          <w:numId w:val="21"/>
        </w:numPr>
      </w:pPr>
      <w:r w:rsidRPr="00917300">
        <w:t xml:space="preserve">Danger </w:t>
      </w:r>
      <w:r>
        <w:t>h</w:t>
      </w:r>
      <w:r w:rsidRPr="00917300">
        <w:t>azard</w:t>
      </w:r>
    </w:p>
    <w:p w14:paraId="4AC084AC" w14:textId="77777777" w:rsidR="008A3201" w:rsidRPr="00917300" w:rsidRDefault="008A3201" w:rsidP="008A3201">
      <w:pPr>
        <w:pStyle w:val="ListParagraph"/>
        <w:numPr>
          <w:ilvl w:val="0"/>
          <w:numId w:val="21"/>
        </w:numPr>
      </w:pPr>
      <w:r w:rsidRPr="00917300">
        <w:t>Fire</w:t>
      </w:r>
    </w:p>
    <w:p w14:paraId="56AE9E36" w14:textId="77777777" w:rsidR="008A3201" w:rsidRPr="00917300" w:rsidRDefault="008A3201" w:rsidP="008A3201">
      <w:pPr>
        <w:pStyle w:val="ListParagraph"/>
        <w:numPr>
          <w:ilvl w:val="0"/>
          <w:numId w:val="21"/>
        </w:numPr>
      </w:pPr>
      <w:r w:rsidRPr="00917300">
        <w:t>Mandatory (must do)</w:t>
      </w:r>
    </w:p>
    <w:p w14:paraId="03F874C2" w14:textId="77777777" w:rsidR="008A3201" w:rsidRDefault="008A3201" w:rsidP="008A3201">
      <w:pPr>
        <w:pStyle w:val="ListParagraph"/>
        <w:numPr>
          <w:ilvl w:val="0"/>
          <w:numId w:val="21"/>
        </w:numPr>
      </w:pPr>
      <w:r>
        <w:t>Restriction.</w:t>
      </w:r>
    </w:p>
    <w:p w14:paraId="783C773A" w14:textId="75A627E1" w:rsidR="00832B20" w:rsidRDefault="00D375A1" w:rsidP="000F2336">
      <w:pPr>
        <w:ind w:left="284"/>
        <w:rPr>
          <w:lang w:eastAsia="en-AU"/>
        </w:rPr>
      </w:pPr>
      <w:r>
        <w:rPr>
          <w:lang w:eastAsia="en-AU"/>
        </w:rPr>
        <w:t>For each sign shown below:</w:t>
      </w:r>
    </w:p>
    <w:p w14:paraId="11F3566B" w14:textId="39C3C41C" w:rsidR="00D375A1" w:rsidRDefault="00D375A1" w:rsidP="00D375A1">
      <w:pPr>
        <w:pStyle w:val="ListParagraph"/>
        <w:numPr>
          <w:ilvl w:val="0"/>
          <w:numId w:val="19"/>
        </w:numPr>
        <w:rPr>
          <w:lang w:eastAsia="en-AU"/>
        </w:rPr>
      </w:pPr>
      <w:r>
        <w:rPr>
          <w:lang w:eastAsia="en-AU"/>
        </w:rPr>
        <w:t>Identify how it is classed (</w:t>
      </w:r>
      <w:r w:rsidR="00F73CC5">
        <w:rPr>
          <w:lang w:eastAsia="en-AU"/>
        </w:rPr>
        <w:t>e.g.</w:t>
      </w:r>
      <w:r>
        <w:rPr>
          <w:lang w:eastAsia="en-AU"/>
        </w:rPr>
        <w:t xml:space="preserve"> prohibition)</w:t>
      </w:r>
    </w:p>
    <w:p w14:paraId="3457CA8E" w14:textId="7CB5A03E" w:rsidR="00AB5722" w:rsidRDefault="00D375A1" w:rsidP="00AB5722">
      <w:pPr>
        <w:pStyle w:val="ListParagraph"/>
        <w:numPr>
          <w:ilvl w:val="0"/>
          <w:numId w:val="19"/>
        </w:numPr>
        <w:rPr>
          <w:lang w:eastAsia="en-AU"/>
        </w:rPr>
      </w:pPr>
      <w:r>
        <w:rPr>
          <w:lang w:eastAsia="en-AU"/>
        </w:rPr>
        <w:t>Explain what it means</w:t>
      </w:r>
    </w:p>
    <w:p w14:paraId="12997D5D" w14:textId="2DCB69C7" w:rsidR="00AB5722" w:rsidRDefault="00AB5722" w:rsidP="00AB5722">
      <w:pPr>
        <w:rPr>
          <w:lang w:eastAsia="en-AU"/>
        </w:rPr>
      </w:pPr>
      <w:r>
        <w:rPr>
          <w:noProof/>
          <w:lang w:eastAsia="en-AU"/>
        </w:rPr>
        <w:drawing>
          <wp:anchor distT="0" distB="0" distL="0" distR="0" simplePos="0" relativeHeight="251658241" behindDoc="0" locked="0" layoutInCell="1" allowOverlap="1" wp14:anchorId="52145E93" wp14:editId="23BE34DD">
            <wp:simplePos x="0" y="0"/>
            <wp:positionH relativeFrom="margin">
              <wp:posOffset>-6985</wp:posOffset>
            </wp:positionH>
            <wp:positionV relativeFrom="paragraph">
              <wp:posOffset>316865</wp:posOffset>
            </wp:positionV>
            <wp:extent cx="633600" cy="648000"/>
            <wp:effectExtent l="0" t="0" r="0" b="0"/>
            <wp:wrapThrough wrapText="bothSides">
              <wp:wrapPolygon edited="0">
                <wp:start x="0" y="0"/>
                <wp:lineTo x="0" y="20965"/>
                <wp:lineTo x="20798" y="20965"/>
                <wp:lineTo x="20798" y="0"/>
                <wp:lineTo x="0" y="0"/>
              </wp:wrapPolygon>
            </wp:wrapThrough>
            <wp:docPr id="55" name="image27.jpeg" descr="hard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7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600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3F50C1" w14:textId="32E2BA38" w:rsidR="00832B20" w:rsidRDefault="00832B20" w:rsidP="00832B20">
      <w:pPr>
        <w:rPr>
          <w:lang w:eastAsia="en-AU"/>
        </w:rPr>
      </w:pPr>
    </w:p>
    <w:p w14:paraId="48C616A4" w14:textId="49912D96" w:rsidR="00E36B4E" w:rsidRDefault="00E36B4E" w:rsidP="00832B20">
      <w:pPr>
        <w:rPr>
          <w:lang w:eastAsia="en-AU"/>
        </w:rPr>
      </w:pPr>
    </w:p>
    <w:p w14:paraId="71A137FF" w14:textId="6037FDE7" w:rsidR="00D72666" w:rsidRDefault="00D72666" w:rsidP="00832B20">
      <w:pPr>
        <w:rPr>
          <w:lang w:eastAsia="en-AU"/>
        </w:rPr>
      </w:pPr>
    </w:p>
    <w:p w14:paraId="7109BA00" w14:textId="304357C5" w:rsidR="00832B20" w:rsidRDefault="005D4DCC" w:rsidP="00D375A1">
      <w:pPr>
        <w:pBdr>
          <w:top w:val="single" w:sz="8" w:space="1" w:color="4F81BD" w:themeColor="accent1"/>
          <w:left w:val="single" w:sz="8" w:space="4" w:color="4F81BD" w:themeColor="accent1"/>
          <w:bottom w:val="single" w:sz="8" w:space="20" w:color="4F81BD" w:themeColor="accent1"/>
          <w:right w:val="single" w:sz="8" w:space="4" w:color="4F81BD" w:themeColor="accent1"/>
        </w:pBdr>
        <w:rPr>
          <w:lang w:eastAsia="en-AU"/>
        </w:rPr>
      </w:pPr>
      <w:r>
        <w:rPr>
          <w:lang w:eastAsia="en-AU"/>
        </w:rPr>
        <w:tab/>
      </w:r>
      <w:r>
        <w:rPr>
          <w:lang w:eastAsia="en-AU"/>
        </w:rPr>
        <w:tab/>
      </w:r>
      <w:r>
        <w:rPr>
          <w:lang w:eastAsia="en-AU"/>
        </w:rPr>
        <w:tab/>
      </w:r>
      <w:r>
        <w:rPr>
          <w:lang w:eastAsia="en-AU"/>
        </w:rPr>
        <w:tab/>
      </w:r>
      <w:r>
        <w:rPr>
          <w:lang w:eastAsia="en-AU"/>
        </w:rPr>
        <w:tab/>
      </w:r>
      <w:r>
        <w:rPr>
          <w:lang w:eastAsia="en-AU"/>
        </w:rPr>
        <w:tab/>
      </w:r>
      <w:r>
        <w:rPr>
          <w:lang w:eastAsia="en-AU"/>
        </w:rPr>
        <w:tab/>
      </w:r>
      <w:r>
        <w:rPr>
          <w:lang w:eastAsia="en-AU"/>
        </w:rPr>
        <w:tab/>
      </w:r>
      <w:r>
        <w:rPr>
          <w:lang w:eastAsia="en-AU"/>
        </w:rPr>
        <w:tab/>
      </w:r>
      <w:r>
        <w:rPr>
          <w:lang w:eastAsia="en-AU"/>
        </w:rPr>
        <w:tab/>
      </w:r>
      <w:r>
        <w:rPr>
          <w:lang w:eastAsia="en-AU"/>
        </w:rPr>
        <w:tab/>
      </w:r>
      <w:r>
        <w:rPr>
          <w:lang w:eastAsia="en-AU"/>
        </w:rPr>
        <w:tab/>
      </w:r>
      <w:r>
        <w:rPr>
          <w:lang w:eastAsia="en-AU"/>
        </w:rPr>
        <w:tab/>
      </w:r>
    </w:p>
    <w:p w14:paraId="792516F8" w14:textId="06BA6169" w:rsidR="00E36B4E" w:rsidRDefault="00AB5722" w:rsidP="00E36B4E">
      <w:pPr>
        <w:rPr>
          <w:lang w:eastAsia="en-AU"/>
        </w:rPr>
      </w:pPr>
      <w:r>
        <w:rPr>
          <w:noProof/>
          <w:lang w:eastAsia="en-AU"/>
        </w:rPr>
        <w:drawing>
          <wp:anchor distT="0" distB="0" distL="0" distR="0" simplePos="0" relativeHeight="251658240" behindDoc="0" locked="0" layoutInCell="1" allowOverlap="1" wp14:anchorId="2580CDD9" wp14:editId="03520528">
            <wp:simplePos x="0" y="0"/>
            <wp:positionH relativeFrom="page">
              <wp:posOffset>817727</wp:posOffset>
            </wp:positionH>
            <wp:positionV relativeFrom="paragraph">
              <wp:posOffset>135661</wp:posOffset>
            </wp:positionV>
            <wp:extent cx="810000" cy="651600"/>
            <wp:effectExtent l="0" t="0" r="9525" b="0"/>
            <wp:wrapNone/>
            <wp:docPr id="61" name="image30.jpeg" descr="prohib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65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B20">
        <w:rPr>
          <w:lang w:eastAsia="en-AU"/>
        </w:rPr>
        <w:tab/>
      </w:r>
    </w:p>
    <w:p w14:paraId="1876852E" w14:textId="310CEBDF" w:rsidR="00D375A1" w:rsidRDefault="00D375A1" w:rsidP="00E36B4E">
      <w:pPr>
        <w:rPr>
          <w:lang w:eastAsia="en-AU"/>
        </w:rPr>
      </w:pPr>
    </w:p>
    <w:p w14:paraId="47C150C8" w14:textId="1BC6B59A" w:rsidR="00D375A1" w:rsidRDefault="00D375A1" w:rsidP="00E36B4E">
      <w:pPr>
        <w:rPr>
          <w:lang w:eastAsia="en-AU"/>
        </w:rPr>
      </w:pPr>
    </w:p>
    <w:p w14:paraId="390DAF85" w14:textId="4E330608" w:rsidR="00E36B4E" w:rsidRDefault="00E36B4E" w:rsidP="00E36B4E">
      <w:pPr>
        <w:pBdr>
          <w:top w:val="single" w:sz="8" w:space="1" w:color="4F81BD" w:themeColor="accent1"/>
          <w:left w:val="single" w:sz="8" w:space="4" w:color="4F81BD" w:themeColor="accent1"/>
          <w:bottom w:val="single" w:sz="8" w:space="20" w:color="4F81BD" w:themeColor="accent1"/>
          <w:right w:val="single" w:sz="8" w:space="4" w:color="4F81BD" w:themeColor="accent1"/>
        </w:pBdr>
        <w:rPr>
          <w:lang w:eastAsia="en-AU"/>
        </w:rPr>
      </w:pPr>
    </w:p>
    <w:p w14:paraId="1D31938E" w14:textId="4C082B03" w:rsidR="00832B20" w:rsidRDefault="00AB5722" w:rsidP="00832B20">
      <w:pPr>
        <w:rPr>
          <w:lang w:eastAsia="en-AU"/>
        </w:rPr>
      </w:pPr>
      <w:r>
        <w:rPr>
          <w:noProof/>
          <w:lang w:eastAsia="en-AU"/>
        </w:rPr>
        <w:drawing>
          <wp:anchor distT="0" distB="0" distL="0" distR="0" simplePos="0" relativeHeight="251658242" behindDoc="0" locked="0" layoutInCell="1" allowOverlap="1" wp14:anchorId="4296FB2B" wp14:editId="460936C8">
            <wp:simplePos x="0" y="0"/>
            <wp:positionH relativeFrom="margin">
              <wp:align>left</wp:align>
            </wp:positionH>
            <wp:positionV relativeFrom="paragraph">
              <wp:posOffset>168910</wp:posOffset>
            </wp:positionV>
            <wp:extent cx="774000" cy="619200"/>
            <wp:effectExtent l="0" t="0" r="7620" b="0"/>
            <wp:wrapThrough wrapText="bothSides">
              <wp:wrapPolygon edited="0">
                <wp:start x="0" y="0"/>
                <wp:lineTo x="0" y="20603"/>
                <wp:lineTo x="21281" y="20603"/>
                <wp:lineTo x="21281" y="0"/>
                <wp:lineTo x="0" y="0"/>
              </wp:wrapPolygon>
            </wp:wrapThrough>
            <wp:docPr id="67" name="image33.jpeg" descr="ex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3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000" cy="6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B20">
        <w:rPr>
          <w:lang w:eastAsia="en-AU"/>
        </w:rPr>
        <w:tab/>
      </w:r>
      <w:r w:rsidR="00832B20">
        <w:rPr>
          <w:lang w:eastAsia="en-AU"/>
        </w:rPr>
        <w:tab/>
      </w:r>
    </w:p>
    <w:p w14:paraId="4C4B2931" w14:textId="0C058D3E" w:rsidR="00E36B4E" w:rsidRDefault="00E36B4E" w:rsidP="00832B20">
      <w:pPr>
        <w:rPr>
          <w:lang w:eastAsia="en-AU"/>
        </w:rPr>
      </w:pPr>
    </w:p>
    <w:p w14:paraId="11F66450" w14:textId="1976064C" w:rsidR="00832B20" w:rsidRDefault="00832B20" w:rsidP="00832B20">
      <w:pPr>
        <w:rPr>
          <w:lang w:eastAsia="en-AU"/>
        </w:rPr>
      </w:pPr>
    </w:p>
    <w:p w14:paraId="1A420E6A" w14:textId="1151A6C7" w:rsidR="00E36B4E" w:rsidRDefault="00E36B4E" w:rsidP="00E36B4E">
      <w:pPr>
        <w:pBdr>
          <w:top w:val="single" w:sz="8" w:space="1" w:color="4F81BD" w:themeColor="accent1"/>
          <w:left w:val="single" w:sz="8" w:space="4" w:color="4F81BD" w:themeColor="accent1"/>
          <w:bottom w:val="single" w:sz="8" w:space="20" w:color="4F81BD" w:themeColor="accent1"/>
          <w:right w:val="single" w:sz="8" w:space="4" w:color="4F81BD" w:themeColor="accent1"/>
        </w:pBdr>
        <w:rPr>
          <w:lang w:eastAsia="en-AU"/>
        </w:rPr>
      </w:pPr>
    </w:p>
    <w:p w14:paraId="69C29E22" w14:textId="2A871AF5" w:rsidR="000F2336" w:rsidRDefault="000F2336" w:rsidP="00832B20">
      <w:pPr>
        <w:rPr>
          <w:lang w:eastAsia="en-AU"/>
        </w:rPr>
      </w:pPr>
      <w:r>
        <w:rPr>
          <w:noProof/>
          <w:lang w:eastAsia="en-AU"/>
        </w:rPr>
        <w:lastRenderedPageBreak/>
        <w:drawing>
          <wp:anchor distT="0" distB="0" distL="0" distR="0" simplePos="0" relativeHeight="251658243" behindDoc="0" locked="0" layoutInCell="1" allowOverlap="1" wp14:anchorId="2703CFE8" wp14:editId="725483CB">
            <wp:simplePos x="0" y="0"/>
            <wp:positionH relativeFrom="margin">
              <wp:posOffset>-68580</wp:posOffset>
            </wp:positionH>
            <wp:positionV relativeFrom="paragraph">
              <wp:posOffset>251</wp:posOffset>
            </wp:positionV>
            <wp:extent cx="1083600" cy="856800"/>
            <wp:effectExtent l="0" t="0" r="2540" b="635"/>
            <wp:wrapThrough wrapText="bothSides">
              <wp:wrapPolygon edited="0">
                <wp:start x="0" y="0"/>
                <wp:lineTo x="0" y="21136"/>
                <wp:lineTo x="21271" y="21136"/>
                <wp:lineTo x="21271" y="0"/>
                <wp:lineTo x="0" y="0"/>
              </wp:wrapPolygon>
            </wp:wrapThrough>
            <wp:docPr id="71" name="image35.jpeg" descr="f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5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8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842E45" w14:textId="77777777" w:rsidR="000F2336" w:rsidRDefault="000F2336" w:rsidP="00832B20">
      <w:pPr>
        <w:rPr>
          <w:lang w:eastAsia="en-AU"/>
        </w:rPr>
      </w:pPr>
    </w:p>
    <w:p w14:paraId="4A99868D" w14:textId="4E0B8200" w:rsidR="00E36B4E" w:rsidRDefault="00E36B4E" w:rsidP="00832B20">
      <w:pPr>
        <w:rPr>
          <w:lang w:eastAsia="en-AU"/>
        </w:rPr>
      </w:pPr>
    </w:p>
    <w:p w14:paraId="496F0E46" w14:textId="70F85AC7" w:rsidR="00E36B4E" w:rsidRDefault="00E36B4E" w:rsidP="00E36B4E">
      <w:pPr>
        <w:pBdr>
          <w:top w:val="single" w:sz="8" w:space="1" w:color="4F81BD" w:themeColor="accent1"/>
          <w:left w:val="single" w:sz="8" w:space="4" w:color="4F81BD" w:themeColor="accent1"/>
          <w:bottom w:val="single" w:sz="8" w:space="20" w:color="4F81BD" w:themeColor="accent1"/>
          <w:right w:val="single" w:sz="8" w:space="4" w:color="4F81BD" w:themeColor="accent1"/>
        </w:pBdr>
        <w:rPr>
          <w:lang w:eastAsia="en-AU"/>
        </w:rPr>
      </w:pPr>
    </w:p>
    <w:p w14:paraId="21545503" w14:textId="6E57F770" w:rsidR="00832B20" w:rsidRDefault="00832B20" w:rsidP="00832B20">
      <w:pPr>
        <w:rPr>
          <w:lang w:eastAsia="en-AU"/>
        </w:rPr>
      </w:pPr>
    </w:p>
    <w:p w14:paraId="75D5C8AF" w14:textId="2379146E" w:rsidR="00832B20" w:rsidRDefault="00D72666" w:rsidP="00832B20">
      <w:pPr>
        <w:ind w:left="720" w:hanging="720"/>
        <w:rPr>
          <w:lang w:eastAsia="en-AU"/>
        </w:rPr>
      </w:pPr>
      <w:r>
        <w:rPr>
          <w:lang w:eastAsia="en-AU"/>
        </w:rPr>
        <w:t>25</w:t>
      </w:r>
      <w:r w:rsidR="00832B20">
        <w:rPr>
          <w:lang w:eastAsia="en-AU"/>
        </w:rPr>
        <w:t>.</w:t>
      </w:r>
      <w:r w:rsidR="007B3351">
        <w:rPr>
          <w:lang w:eastAsia="en-AU"/>
        </w:rPr>
        <w:tab/>
      </w:r>
      <w:r w:rsidR="00832B20">
        <w:rPr>
          <w:lang w:eastAsia="en-AU"/>
        </w:rPr>
        <w:t xml:space="preserve">Name </w:t>
      </w:r>
      <w:r w:rsidR="00C364E0">
        <w:rPr>
          <w:lang w:eastAsia="en-AU"/>
        </w:rPr>
        <w:t>an easy way</w:t>
      </w:r>
      <w:r w:rsidR="00832B20">
        <w:rPr>
          <w:lang w:eastAsia="en-AU"/>
        </w:rPr>
        <w:t xml:space="preserve"> of communicating </w:t>
      </w:r>
      <w:r w:rsidR="00C364E0">
        <w:rPr>
          <w:lang w:eastAsia="en-AU"/>
        </w:rPr>
        <w:t>with</w:t>
      </w:r>
      <w:r w:rsidR="00832B20">
        <w:rPr>
          <w:lang w:eastAsia="en-AU"/>
        </w:rPr>
        <w:t xml:space="preserve"> someone from a culturally and linguisti</w:t>
      </w:r>
      <w:r w:rsidR="007B3351">
        <w:rPr>
          <w:lang w:eastAsia="en-AU"/>
        </w:rPr>
        <w:t>cally diverse (CALD) background.</w:t>
      </w:r>
    </w:p>
    <w:p w14:paraId="0C58FAD1" w14:textId="1CA4B5EB" w:rsidR="00FA1335" w:rsidRDefault="00FA1335" w:rsidP="007B3351">
      <w:pPr>
        <w:pBdr>
          <w:top w:val="single" w:sz="8" w:space="1" w:color="4F81BD" w:themeColor="accent1"/>
          <w:left w:val="single" w:sz="8" w:space="4" w:color="4F81BD" w:themeColor="accent1"/>
          <w:bottom w:val="single" w:sz="8" w:space="1" w:color="4F81BD" w:themeColor="accent1"/>
          <w:right w:val="single" w:sz="8" w:space="4" w:color="4F81BD" w:themeColor="accent1"/>
        </w:pBdr>
        <w:ind w:left="720" w:hanging="720"/>
        <w:rPr>
          <w:lang w:eastAsia="en-AU"/>
        </w:rPr>
      </w:pPr>
    </w:p>
    <w:p w14:paraId="768B1CBE" w14:textId="77777777" w:rsidR="00DA5A7E" w:rsidRDefault="00DA5A7E" w:rsidP="007B3351">
      <w:pPr>
        <w:pBdr>
          <w:top w:val="single" w:sz="8" w:space="1" w:color="4F81BD" w:themeColor="accent1"/>
          <w:left w:val="single" w:sz="8" w:space="4" w:color="4F81BD" w:themeColor="accent1"/>
          <w:bottom w:val="single" w:sz="8" w:space="1" w:color="4F81BD" w:themeColor="accent1"/>
          <w:right w:val="single" w:sz="8" w:space="4" w:color="4F81BD" w:themeColor="accent1"/>
        </w:pBdr>
        <w:rPr>
          <w:lang w:eastAsia="en-AU"/>
        </w:rPr>
      </w:pPr>
    </w:p>
    <w:p w14:paraId="51DA9CAF" w14:textId="4BDD20F0" w:rsidR="00DA5A7E" w:rsidRDefault="00DA5A7E" w:rsidP="00DA5A7E">
      <w:pPr>
        <w:rPr>
          <w:lang w:eastAsia="en-AU"/>
        </w:rPr>
      </w:pPr>
    </w:p>
    <w:p w14:paraId="1D9111A3" w14:textId="77777777" w:rsidR="007B3351" w:rsidRDefault="007B3351" w:rsidP="00DA5A7E">
      <w:pPr>
        <w:rPr>
          <w:lang w:eastAsia="en-AU"/>
        </w:rPr>
      </w:pPr>
      <w:r>
        <w:rPr>
          <w:lang w:eastAsia="en-AU"/>
        </w:rPr>
        <w:br w:type="page"/>
      </w:r>
    </w:p>
    <w:p w14:paraId="670810A5" w14:textId="66590837" w:rsidR="00DA5A7E" w:rsidRPr="00DA5A7E" w:rsidRDefault="00DA5A7E" w:rsidP="00DA5A7E">
      <w:pPr>
        <w:pStyle w:val="Heading2"/>
      </w:pPr>
      <w:r>
        <w:lastRenderedPageBreak/>
        <w:t>Part 4: Assessment</w:t>
      </w:r>
    </w:p>
    <w:p w14:paraId="6E10DC25" w14:textId="77777777" w:rsidR="007D474F" w:rsidRDefault="00F557E9" w:rsidP="007D474F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565D58CF" w14:textId="77777777" w:rsidR="007D474F" w:rsidRDefault="00F557E9" w:rsidP="007D474F">
      <w:pPr>
        <w:pStyle w:val="Heading3"/>
      </w:pPr>
      <w:r>
        <w:t>Assessment outcome</w:t>
      </w:r>
    </w:p>
    <w:p w14:paraId="6111A042" w14:textId="77777777" w:rsidR="007D474F" w:rsidRDefault="00364B80" w:rsidP="007D474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57E9">
            <w:rPr>
              <w:rFonts w:ascii="MS Gothic" w:eastAsia="MS Gothic" w:hAnsi="MS Gothic" w:hint="eastAsia"/>
            </w:rPr>
            <w:t>☐</w:t>
          </w:r>
        </w:sdtContent>
      </w:sdt>
      <w:r w:rsidR="00F557E9">
        <w:t xml:space="preserve"> Satisfactory</w:t>
      </w:r>
    </w:p>
    <w:p w14:paraId="3A3D5A1B" w14:textId="77777777" w:rsidR="007D474F" w:rsidRPr="00A7239E" w:rsidRDefault="00364B80" w:rsidP="007D474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57E9">
            <w:rPr>
              <w:rFonts w:ascii="MS Gothic" w:eastAsia="MS Gothic" w:hAnsi="MS Gothic" w:hint="eastAsia"/>
            </w:rPr>
            <w:t>☐</w:t>
          </w:r>
        </w:sdtContent>
      </w:sdt>
      <w:r w:rsidR="00F557E9">
        <w:t xml:space="preserve"> Unsatisfactory</w:t>
      </w:r>
    </w:p>
    <w:p w14:paraId="1EF7B9EA" w14:textId="77777777" w:rsidR="007D474F" w:rsidRDefault="00F557E9" w:rsidP="007D474F">
      <w:pPr>
        <w:pStyle w:val="Heading3"/>
      </w:pPr>
      <w:r>
        <w:t>Assessor Feedback</w:t>
      </w:r>
    </w:p>
    <w:p w14:paraId="2B21FE8B" w14:textId="77777777" w:rsidR="007D474F" w:rsidRDefault="00364B80" w:rsidP="007D474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57E9">
            <w:rPr>
              <w:rFonts w:ascii="MS Gothic" w:eastAsia="MS Gothic" w:hAnsi="MS Gothic" w:hint="eastAsia"/>
            </w:rPr>
            <w:t>☐</w:t>
          </w:r>
        </w:sdtContent>
      </w:sdt>
      <w:r w:rsidR="00F557E9">
        <w:t xml:space="preserve"> Was the assessment event successfully completed?</w:t>
      </w:r>
    </w:p>
    <w:p w14:paraId="4E62F39B" w14:textId="77777777" w:rsidR="007D474F" w:rsidRDefault="00364B80" w:rsidP="007D474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57E9">
            <w:rPr>
              <w:rFonts w:ascii="MS Gothic" w:eastAsia="MS Gothic" w:hAnsi="MS Gothic" w:hint="eastAsia"/>
            </w:rPr>
            <w:t>☐</w:t>
          </w:r>
        </w:sdtContent>
      </w:sdt>
      <w:r w:rsidR="00F557E9">
        <w:t xml:space="preserve"> If no, was the resubmission/re-assessment successfully completed?</w:t>
      </w:r>
    </w:p>
    <w:p w14:paraId="627C5B41" w14:textId="77777777" w:rsidR="007D474F" w:rsidRPr="00A7239E" w:rsidRDefault="00364B80" w:rsidP="007D474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57E9">
            <w:rPr>
              <w:rFonts w:ascii="MS Gothic" w:eastAsia="MS Gothic" w:hAnsi="MS Gothic" w:hint="eastAsia"/>
            </w:rPr>
            <w:t>☐</w:t>
          </w:r>
        </w:sdtContent>
      </w:sdt>
      <w:r w:rsidR="00F557E9">
        <w:t xml:space="preserve"> Was reasonable adjustment in place for this assessment event?</w:t>
      </w:r>
      <w:r w:rsidR="00F557E9">
        <w:br/>
      </w:r>
      <w:r w:rsidR="00F557E9">
        <w:rPr>
          <w:i/>
          <w:color w:val="A6A6A6" w:themeColor="background1" w:themeShade="A6"/>
        </w:rPr>
        <w:t xml:space="preserve">If yes, ensure it </w:t>
      </w:r>
      <w:proofErr w:type="gramStart"/>
      <w:r w:rsidR="00F557E9">
        <w:rPr>
          <w:i/>
          <w:color w:val="A6A6A6" w:themeColor="background1" w:themeShade="A6"/>
        </w:rPr>
        <w:t>is detailed</w:t>
      </w:r>
      <w:proofErr w:type="gramEnd"/>
      <w:r w:rsidR="00F557E9">
        <w:rPr>
          <w:i/>
          <w:color w:val="A6A6A6" w:themeColor="background1" w:themeShade="A6"/>
        </w:rPr>
        <w:t xml:space="preserve"> on the assessment document.</w:t>
      </w:r>
    </w:p>
    <w:p w14:paraId="2336B5CC" w14:textId="77777777" w:rsidR="007D474F" w:rsidRDefault="00F557E9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6D98A12B" w14:textId="77777777" w:rsidR="007D474F" w:rsidRPr="00A7239E" w:rsidRDefault="007D474F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AD5559" w14:textId="77777777" w:rsidR="007D474F" w:rsidRDefault="00F557E9" w:rsidP="007D474F">
      <w:pPr>
        <w:pStyle w:val="Heading3"/>
        <w:rPr>
          <w:i/>
          <w:color w:val="808080" w:themeColor="background1" w:themeShade="80"/>
        </w:rPr>
      </w:pPr>
      <w:r>
        <w:t xml:space="preserve">Assessor name, signature </w:t>
      </w:r>
      <w:r w:rsidRPr="009C739C">
        <w:t>and</w:t>
      </w:r>
      <w:r>
        <w:t xml:space="preserve"> date:</w:t>
      </w:r>
    </w:p>
    <w:p w14:paraId="2946DB82" w14:textId="77777777" w:rsidR="007D474F" w:rsidRDefault="007D474F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997CC1D" w14:textId="77777777" w:rsidR="007D474F" w:rsidRPr="00A7239E" w:rsidRDefault="007D474F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6821B2" w14:textId="309173A3" w:rsidR="007D474F" w:rsidRDefault="00F557E9" w:rsidP="007D474F">
      <w:pPr>
        <w:pStyle w:val="Heading3"/>
        <w:rPr>
          <w:i/>
          <w:color w:val="808080" w:themeColor="background1" w:themeShade="80"/>
        </w:rPr>
      </w:pPr>
      <w:r w:rsidRPr="00492E16">
        <w:t xml:space="preserve">Student </w:t>
      </w:r>
      <w:r w:rsidR="009C739C">
        <w:t>A</w:t>
      </w:r>
      <w:r w:rsidRPr="009C739C">
        <w:t>cknowledgment</w:t>
      </w:r>
      <w:r w:rsidRPr="00492E16">
        <w:t xml:space="preserve"> of assessment outcome</w:t>
      </w:r>
    </w:p>
    <w:p w14:paraId="304E0B84" w14:textId="77777777" w:rsidR="007D474F" w:rsidRDefault="00F557E9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110FFD37" w14:textId="77777777" w:rsidR="007D474F" w:rsidRPr="00A7239E" w:rsidRDefault="007D474F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507849A" w14:textId="77777777" w:rsidR="007D474F" w:rsidRDefault="00F557E9" w:rsidP="007D474F">
      <w:pPr>
        <w:pStyle w:val="Heading3"/>
        <w:rPr>
          <w:i/>
          <w:color w:val="808080" w:themeColor="background1" w:themeShade="80"/>
        </w:rPr>
      </w:pPr>
      <w:r w:rsidRPr="00492E16">
        <w:t xml:space="preserve">Student name, signature </w:t>
      </w:r>
      <w:r w:rsidRPr="009C739C">
        <w:t>and</w:t>
      </w:r>
      <w:r w:rsidRPr="00492E16">
        <w:t xml:space="preserve"> date</w:t>
      </w:r>
    </w:p>
    <w:p w14:paraId="6B699379" w14:textId="77777777" w:rsidR="007D474F" w:rsidRDefault="007D474F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FE9F23F" w14:textId="77777777" w:rsidR="007D474F" w:rsidRPr="00A7239E" w:rsidRDefault="007D474F" w:rsidP="007D474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2E80104" w14:textId="77777777" w:rsidR="002E1980" w:rsidRDefault="002E1980" w:rsidP="007B3351">
      <w:pPr>
        <w:rPr>
          <w:b/>
          <w:i/>
          <w:lang w:eastAsia="en-AU"/>
        </w:rPr>
      </w:pPr>
    </w:p>
    <w:p w14:paraId="458A1C1D" w14:textId="77777777" w:rsidR="002E1980" w:rsidRDefault="002E1980" w:rsidP="007B3351">
      <w:pPr>
        <w:rPr>
          <w:b/>
          <w:i/>
          <w:lang w:eastAsia="en-AU"/>
        </w:rPr>
      </w:pPr>
    </w:p>
    <w:p w14:paraId="7BBF6E9D" w14:textId="22F253EB" w:rsidR="007D474F" w:rsidRPr="000D179A" w:rsidRDefault="00F557E9" w:rsidP="007B3351">
      <w:pPr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1F72F646" w14:textId="77777777" w:rsidR="007D474F" w:rsidRPr="00593196" w:rsidRDefault="007D474F" w:rsidP="007D474F">
      <w:pPr>
        <w:pStyle w:val="Heading3"/>
      </w:pPr>
    </w:p>
    <w:sectPr w:rsidR="007D474F" w:rsidRPr="00593196" w:rsidSect="007D474F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95A10" w14:textId="77777777" w:rsidR="0097695E" w:rsidRDefault="0097695E">
      <w:pPr>
        <w:spacing w:before="0" w:after="0" w:line="240" w:lineRule="auto"/>
      </w:pPr>
      <w:r>
        <w:separator/>
      </w:r>
    </w:p>
  </w:endnote>
  <w:endnote w:type="continuationSeparator" w:id="0">
    <w:p w14:paraId="354A74DC" w14:textId="77777777" w:rsidR="0097695E" w:rsidRDefault="0097695E">
      <w:pPr>
        <w:spacing w:before="0" w:after="0" w:line="240" w:lineRule="auto"/>
      </w:pPr>
      <w:r>
        <w:continuationSeparator/>
      </w:r>
    </w:p>
  </w:endnote>
  <w:endnote w:type="continuationNotice" w:id="1">
    <w:p w14:paraId="223BD388" w14:textId="77777777" w:rsidR="0097695E" w:rsidRDefault="0097695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E6F91" w14:textId="77777777" w:rsidR="00C56486" w:rsidRPr="004820C4" w:rsidRDefault="00C56486" w:rsidP="007D474F">
    <w:pPr>
      <w:pStyle w:val="Footer-DocumentTitleLeft"/>
    </w:pPr>
  </w:p>
  <w:p w14:paraId="01A534B7" w14:textId="77777777" w:rsidR="00C56486" w:rsidRDefault="00C56486" w:rsidP="007D474F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61CDCEAD" w14:textId="77777777" w:rsidR="00C56486" w:rsidRPr="0006452B" w:rsidRDefault="00C56486" w:rsidP="007D474F"/>
  <w:p w14:paraId="6BB9E253" w14:textId="77777777" w:rsidR="00C56486" w:rsidRDefault="00C56486" w:rsidP="007D474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8F3BB" w14:textId="4432DD00" w:rsidR="00C56486" w:rsidRDefault="00C56486" w:rsidP="459AB3B1">
    <w:pPr>
      <w:pStyle w:val="Bodyfooter"/>
      <w:rPr>
        <w:noProof/>
      </w:rPr>
    </w:pPr>
    <w:r w:rsidRPr="008D467A">
      <w:t>Document title</w:t>
    </w:r>
    <w:r>
      <w:t>: MSMSUP102_AE_Kn_1of</w:t>
    </w:r>
    <w:r w:rsidR="00301520">
      <w:t>2</w:t>
    </w:r>
    <w:r>
      <w:rPr>
        <w:noProof/>
      </w:rPr>
      <w:tab/>
    </w:r>
    <w:r w:rsidRPr="008D467A">
      <w:t xml:space="preserve">Page </w:t>
    </w:r>
    <w:r w:rsidRPr="459AB3B1">
      <w:rPr>
        <w:noProof/>
      </w:rPr>
      <w:fldChar w:fldCharType="begin"/>
    </w:r>
    <w:r w:rsidRPr="008D467A">
      <w:instrText xml:space="preserve"> PAGE  \* Arabic  \* MERGEFORMAT </w:instrText>
    </w:r>
    <w:r w:rsidRPr="459AB3B1">
      <w:fldChar w:fldCharType="separate"/>
    </w:r>
    <w:r w:rsidR="00364B80">
      <w:rPr>
        <w:noProof/>
      </w:rPr>
      <w:t>13</w:t>
    </w:r>
    <w:r w:rsidRPr="459AB3B1">
      <w:rPr>
        <w:noProof/>
      </w:rPr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364B80">
      <w:rPr>
        <w:noProof/>
      </w:rPr>
      <w:t>13</w:t>
    </w:r>
    <w:r>
      <w:rPr>
        <w:noProof/>
      </w:rPr>
      <w:fldChar w:fldCharType="end"/>
    </w:r>
  </w:p>
  <w:p w14:paraId="122EBCD0" w14:textId="3244014D" w:rsidR="00C56486" w:rsidRDefault="00C56486" w:rsidP="007D474F">
    <w:pPr>
      <w:pStyle w:val="Bodyfooter"/>
    </w:pPr>
    <w:r>
      <w:t xml:space="preserve">Resource ID: </w:t>
    </w:r>
    <w:r w:rsidR="000C52E2" w:rsidRPr="000C52E2">
      <w:t>MRS_18_03_MSMSUP102_AE_Kn_1of2</w:t>
    </w:r>
    <w:r>
      <w:t xml:space="preserve">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42FFF" w14:textId="77777777" w:rsidR="00C56486" w:rsidRPr="008D467A" w:rsidRDefault="00C56486" w:rsidP="007D474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68D36DA" w14:textId="77777777" w:rsidR="00C56486" w:rsidRPr="008948B1" w:rsidRDefault="00C56486" w:rsidP="007D474F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07547A01" w14:textId="77777777" w:rsidR="00C56486" w:rsidRPr="00AA3155" w:rsidRDefault="00C56486" w:rsidP="007D474F">
    <w:pPr>
      <w:pStyle w:val="Footer"/>
    </w:pPr>
  </w:p>
  <w:p w14:paraId="5043CB0F" w14:textId="77777777" w:rsidR="00C56486" w:rsidRDefault="00C56486" w:rsidP="007D47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6C8A9" w14:textId="77777777" w:rsidR="0097695E" w:rsidRDefault="0097695E">
      <w:pPr>
        <w:spacing w:before="0" w:after="0" w:line="240" w:lineRule="auto"/>
      </w:pPr>
      <w:r>
        <w:separator/>
      </w:r>
    </w:p>
  </w:footnote>
  <w:footnote w:type="continuationSeparator" w:id="0">
    <w:p w14:paraId="2547859C" w14:textId="77777777" w:rsidR="0097695E" w:rsidRDefault="0097695E">
      <w:pPr>
        <w:spacing w:before="0" w:after="0" w:line="240" w:lineRule="auto"/>
      </w:pPr>
      <w:r>
        <w:continuationSeparator/>
      </w:r>
    </w:p>
  </w:footnote>
  <w:footnote w:type="continuationNotice" w:id="1">
    <w:p w14:paraId="226992DB" w14:textId="77777777" w:rsidR="0097695E" w:rsidRDefault="0097695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59315" w14:textId="77777777" w:rsidR="00C56486" w:rsidRDefault="00C56486" w:rsidP="007D474F"/>
  <w:p w14:paraId="6537F28F" w14:textId="77777777" w:rsidR="00C56486" w:rsidRDefault="00C56486" w:rsidP="007D474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6B04F" w14:textId="6D34C842" w:rsidR="00C56486" w:rsidRDefault="00C56486" w:rsidP="007D474F">
    <w:pPr>
      <w:pStyle w:val="Header-SectionTitle"/>
      <w:rPr>
        <w:noProof/>
        <w:lang w:eastAsia="en-AU"/>
      </w:rPr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26EE1A9B" wp14:editId="0777777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  <w:p w14:paraId="1CF383B7" w14:textId="1697DCAA" w:rsidR="00C56486" w:rsidRDefault="00C56486" w:rsidP="005D4DCC">
    <w:pPr>
      <w:pStyle w:val="Header-SectionTitle"/>
      <w:jc w:val="center"/>
    </w:pPr>
    <w:r>
      <w:rPr>
        <w:noProof/>
        <w:lang w:eastAsia="en-AU"/>
      </w:rPr>
      <w:t xml:space="preserve">  </w:t>
    </w:r>
    <w:r>
      <w:rPr>
        <w:noProof/>
        <w:lang w:eastAsia="en-AU"/>
      </w:rPr>
      <w:tab/>
      <w:t xml:space="preserve">                                                                                                                    Student Name: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E523C" w14:textId="77777777" w:rsidR="00C56486" w:rsidRDefault="00C56486" w:rsidP="007D474F">
    <w:pPr>
      <w:pStyle w:val="Header"/>
    </w:pPr>
  </w:p>
  <w:p w14:paraId="52E56223" w14:textId="77777777" w:rsidR="00C56486" w:rsidRDefault="00C56486" w:rsidP="007D47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509D"/>
    <w:multiLevelType w:val="hybridMultilevel"/>
    <w:tmpl w:val="C7D6E560"/>
    <w:lvl w:ilvl="0" w:tplc="8B7C815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088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66C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EBE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1C8A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1836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00FD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AEB6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32E8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568F3"/>
    <w:multiLevelType w:val="hybridMultilevel"/>
    <w:tmpl w:val="EAB0FC78"/>
    <w:lvl w:ilvl="0" w:tplc="5DB8F440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5FA"/>
    <w:multiLevelType w:val="hybridMultilevel"/>
    <w:tmpl w:val="F2DA347E"/>
    <w:lvl w:ilvl="0" w:tplc="D44AD86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97020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3C8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86E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242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7648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BCBB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8C8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E4C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2A95"/>
    <w:multiLevelType w:val="hybridMultilevel"/>
    <w:tmpl w:val="E052401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E2A0F"/>
    <w:multiLevelType w:val="hybridMultilevel"/>
    <w:tmpl w:val="83E208A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6" w15:restartNumberingAfterBreak="0">
    <w:nsid w:val="33946032"/>
    <w:multiLevelType w:val="hybridMultilevel"/>
    <w:tmpl w:val="E052401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D3DEC"/>
    <w:multiLevelType w:val="hybridMultilevel"/>
    <w:tmpl w:val="37A0660C"/>
    <w:lvl w:ilvl="0" w:tplc="02CEE6B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97C87A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4A35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D880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FC4E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CC25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AA50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08EF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5829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81E83"/>
    <w:multiLevelType w:val="hybridMultilevel"/>
    <w:tmpl w:val="59D220F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21123"/>
    <w:multiLevelType w:val="hybridMultilevel"/>
    <w:tmpl w:val="1FE059F8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7E87FAF"/>
    <w:multiLevelType w:val="hybridMultilevel"/>
    <w:tmpl w:val="3E3AB96C"/>
    <w:lvl w:ilvl="0" w:tplc="0C090001">
      <w:start w:val="1"/>
      <w:numFmt w:val="bullet"/>
      <w:lvlText w:val=""/>
      <w:lvlJc w:val="left"/>
      <w:pPr>
        <w:ind w:left="816" w:hanging="114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782" w:hanging="360"/>
      </w:pPr>
    </w:lvl>
    <w:lvl w:ilvl="2" w:tplc="0C09001B" w:tentative="1">
      <w:start w:val="1"/>
      <w:numFmt w:val="lowerRoman"/>
      <w:lvlText w:val="%3."/>
      <w:lvlJc w:val="right"/>
      <w:pPr>
        <w:ind w:left="2502" w:hanging="180"/>
      </w:pPr>
    </w:lvl>
    <w:lvl w:ilvl="3" w:tplc="0C09000F" w:tentative="1">
      <w:start w:val="1"/>
      <w:numFmt w:val="decimal"/>
      <w:lvlText w:val="%4."/>
      <w:lvlJc w:val="left"/>
      <w:pPr>
        <w:ind w:left="3222" w:hanging="360"/>
      </w:pPr>
    </w:lvl>
    <w:lvl w:ilvl="4" w:tplc="0C090019" w:tentative="1">
      <w:start w:val="1"/>
      <w:numFmt w:val="lowerLetter"/>
      <w:lvlText w:val="%5."/>
      <w:lvlJc w:val="left"/>
      <w:pPr>
        <w:ind w:left="3942" w:hanging="360"/>
      </w:pPr>
    </w:lvl>
    <w:lvl w:ilvl="5" w:tplc="0C09001B" w:tentative="1">
      <w:start w:val="1"/>
      <w:numFmt w:val="lowerRoman"/>
      <w:lvlText w:val="%6."/>
      <w:lvlJc w:val="right"/>
      <w:pPr>
        <w:ind w:left="4662" w:hanging="180"/>
      </w:pPr>
    </w:lvl>
    <w:lvl w:ilvl="6" w:tplc="0C09000F" w:tentative="1">
      <w:start w:val="1"/>
      <w:numFmt w:val="decimal"/>
      <w:lvlText w:val="%7."/>
      <w:lvlJc w:val="left"/>
      <w:pPr>
        <w:ind w:left="5382" w:hanging="360"/>
      </w:pPr>
    </w:lvl>
    <w:lvl w:ilvl="7" w:tplc="0C090019" w:tentative="1">
      <w:start w:val="1"/>
      <w:numFmt w:val="lowerLetter"/>
      <w:lvlText w:val="%8."/>
      <w:lvlJc w:val="left"/>
      <w:pPr>
        <w:ind w:left="6102" w:hanging="360"/>
      </w:pPr>
    </w:lvl>
    <w:lvl w:ilvl="8" w:tplc="0C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1" w15:restartNumberingAfterBreak="0">
    <w:nsid w:val="3FA861C2"/>
    <w:multiLevelType w:val="hybridMultilevel"/>
    <w:tmpl w:val="29FE7D8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126C4"/>
    <w:multiLevelType w:val="hybridMultilevel"/>
    <w:tmpl w:val="E052401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DD01FA"/>
    <w:multiLevelType w:val="hybridMultilevel"/>
    <w:tmpl w:val="E052401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D031A"/>
    <w:multiLevelType w:val="hybridMultilevel"/>
    <w:tmpl w:val="E052401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E02A5"/>
    <w:multiLevelType w:val="hybridMultilevel"/>
    <w:tmpl w:val="6ABC266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2B3FAE"/>
    <w:multiLevelType w:val="hybridMultilevel"/>
    <w:tmpl w:val="A89618B0"/>
    <w:lvl w:ilvl="0" w:tplc="C64AB7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54D0C8" w:tentative="1">
      <w:start w:val="1"/>
      <w:numFmt w:val="lowerLetter"/>
      <w:lvlText w:val="%2."/>
      <w:lvlJc w:val="left"/>
      <w:pPr>
        <w:ind w:left="1440" w:hanging="360"/>
      </w:pPr>
    </w:lvl>
    <w:lvl w:ilvl="2" w:tplc="3D987746" w:tentative="1">
      <w:start w:val="1"/>
      <w:numFmt w:val="lowerRoman"/>
      <w:lvlText w:val="%3."/>
      <w:lvlJc w:val="right"/>
      <w:pPr>
        <w:ind w:left="2160" w:hanging="180"/>
      </w:pPr>
    </w:lvl>
    <w:lvl w:ilvl="3" w:tplc="1F148C1A" w:tentative="1">
      <w:start w:val="1"/>
      <w:numFmt w:val="decimal"/>
      <w:lvlText w:val="%4."/>
      <w:lvlJc w:val="left"/>
      <w:pPr>
        <w:ind w:left="2880" w:hanging="360"/>
      </w:pPr>
    </w:lvl>
    <w:lvl w:ilvl="4" w:tplc="411E6C5C" w:tentative="1">
      <w:start w:val="1"/>
      <w:numFmt w:val="lowerLetter"/>
      <w:lvlText w:val="%5."/>
      <w:lvlJc w:val="left"/>
      <w:pPr>
        <w:ind w:left="3600" w:hanging="360"/>
      </w:pPr>
    </w:lvl>
    <w:lvl w:ilvl="5" w:tplc="975890C8" w:tentative="1">
      <w:start w:val="1"/>
      <w:numFmt w:val="lowerRoman"/>
      <w:lvlText w:val="%6."/>
      <w:lvlJc w:val="right"/>
      <w:pPr>
        <w:ind w:left="4320" w:hanging="180"/>
      </w:pPr>
    </w:lvl>
    <w:lvl w:ilvl="6" w:tplc="BDCAA05A" w:tentative="1">
      <w:start w:val="1"/>
      <w:numFmt w:val="decimal"/>
      <w:lvlText w:val="%7."/>
      <w:lvlJc w:val="left"/>
      <w:pPr>
        <w:ind w:left="5040" w:hanging="360"/>
      </w:pPr>
    </w:lvl>
    <w:lvl w:ilvl="7" w:tplc="15A01A64" w:tentative="1">
      <w:start w:val="1"/>
      <w:numFmt w:val="lowerLetter"/>
      <w:lvlText w:val="%8."/>
      <w:lvlJc w:val="left"/>
      <w:pPr>
        <w:ind w:left="5760" w:hanging="360"/>
      </w:pPr>
    </w:lvl>
    <w:lvl w:ilvl="8" w:tplc="EB9EA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33730"/>
    <w:multiLevelType w:val="hybridMultilevel"/>
    <w:tmpl w:val="E052401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2E14B6"/>
    <w:multiLevelType w:val="hybridMultilevel"/>
    <w:tmpl w:val="6EB46A56"/>
    <w:lvl w:ilvl="0" w:tplc="FBC8CC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AEC69E" w:tentative="1">
      <w:start w:val="1"/>
      <w:numFmt w:val="lowerLetter"/>
      <w:lvlText w:val="%2."/>
      <w:lvlJc w:val="left"/>
      <w:pPr>
        <w:ind w:left="1440" w:hanging="360"/>
      </w:pPr>
    </w:lvl>
    <w:lvl w:ilvl="2" w:tplc="2B9445FA" w:tentative="1">
      <w:start w:val="1"/>
      <w:numFmt w:val="lowerRoman"/>
      <w:lvlText w:val="%3."/>
      <w:lvlJc w:val="right"/>
      <w:pPr>
        <w:ind w:left="2160" w:hanging="180"/>
      </w:pPr>
    </w:lvl>
    <w:lvl w:ilvl="3" w:tplc="0136F1A0" w:tentative="1">
      <w:start w:val="1"/>
      <w:numFmt w:val="decimal"/>
      <w:lvlText w:val="%4."/>
      <w:lvlJc w:val="left"/>
      <w:pPr>
        <w:ind w:left="2880" w:hanging="360"/>
      </w:pPr>
    </w:lvl>
    <w:lvl w:ilvl="4" w:tplc="1EAAA252" w:tentative="1">
      <w:start w:val="1"/>
      <w:numFmt w:val="lowerLetter"/>
      <w:lvlText w:val="%5."/>
      <w:lvlJc w:val="left"/>
      <w:pPr>
        <w:ind w:left="3600" w:hanging="360"/>
      </w:pPr>
    </w:lvl>
    <w:lvl w:ilvl="5" w:tplc="94863B60" w:tentative="1">
      <w:start w:val="1"/>
      <w:numFmt w:val="lowerRoman"/>
      <w:lvlText w:val="%6."/>
      <w:lvlJc w:val="right"/>
      <w:pPr>
        <w:ind w:left="4320" w:hanging="180"/>
      </w:pPr>
    </w:lvl>
    <w:lvl w:ilvl="6" w:tplc="4C3C23FC" w:tentative="1">
      <w:start w:val="1"/>
      <w:numFmt w:val="decimal"/>
      <w:lvlText w:val="%7."/>
      <w:lvlJc w:val="left"/>
      <w:pPr>
        <w:ind w:left="5040" w:hanging="360"/>
      </w:pPr>
    </w:lvl>
    <w:lvl w:ilvl="7" w:tplc="C9984872" w:tentative="1">
      <w:start w:val="1"/>
      <w:numFmt w:val="lowerLetter"/>
      <w:lvlText w:val="%8."/>
      <w:lvlJc w:val="left"/>
      <w:pPr>
        <w:ind w:left="5760" w:hanging="360"/>
      </w:pPr>
    </w:lvl>
    <w:lvl w:ilvl="8" w:tplc="8B1651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F42B9"/>
    <w:multiLevelType w:val="hybridMultilevel"/>
    <w:tmpl w:val="D818BCA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E4955"/>
    <w:multiLevelType w:val="hybridMultilevel"/>
    <w:tmpl w:val="0E8ED7A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18"/>
  </w:num>
  <w:num w:numId="6">
    <w:abstractNumId w:val="16"/>
  </w:num>
  <w:num w:numId="7">
    <w:abstractNumId w:val="19"/>
  </w:num>
  <w:num w:numId="8">
    <w:abstractNumId w:val="11"/>
  </w:num>
  <w:num w:numId="9">
    <w:abstractNumId w:val="8"/>
  </w:num>
  <w:num w:numId="10">
    <w:abstractNumId w:val="15"/>
  </w:num>
  <w:num w:numId="11">
    <w:abstractNumId w:val="20"/>
  </w:num>
  <w:num w:numId="12">
    <w:abstractNumId w:val="4"/>
  </w:num>
  <w:num w:numId="13">
    <w:abstractNumId w:val="12"/>
  </w:num>
  <w:num w:numId="14">
    <w:abstractNumId w:val="3"/>
  </w:num>
  <w:num w:numId="15">
    <w:abstractNumId w:val="13"/>
  </w:num>
  <w:num w:numId="16">
    <w:abstractNumId w:val="17"/>
  </w:num>
  <w:num w:numId="17">
    <w:abstractNumId w:val="14"/>
  </w:num>
  <w:num w:numId="18">
    <w:abstractNumId w:val="6"/>
  </w:num>
  <w:num w:numId="19">
    <w:abstractNumId w:val="1"/>
  </w:num>
  <w:num w:numId="20">
    <w:abstractNumId w:val="9"/>
  </w:num>
  <w:num w:numId="21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1MbU0NTE3NbAwM7RQ0lEKTi0uzszPAykwNKoFAE0s8m4tAAAA"/>
  </w:docVars>
  <w:rsids>
    <w:rsidRoot w:val="16E46CFB"/>
    <w:rsid w:val="0002002A"/>
    <w:rsid w:val="000333B7"/>
    <w:rsid w:val="000A1DC2"/>
    <w:rsid w:val="000C2649"/>
    <w:rsid w:val="000C513B"/>
    <w:rsid w:val="000C52E2"/>
    <w:rsid w:val="000D66AA"/>
    <w:rsid w:val="000E72B1"/>
    <w:rsid w:val="000F2336"/>
    <w:rsid w:val="00104EF4"/>
    <w:rsid w:val="001F12AE"/>
    <w:rsid w:val="00286E8D"/>
    <w:rsid w:val="00293C12"/>
    <w:rsid w:val="002A57A7"/>
    <w:rsid w:val="002A78FC"/>
    <w:rsid w:val="002E1980"/>
    <w:rsid w:val="002F38F7"/>
    <w:rsid w:val="00301520"/>
    <w:rsid w:val="00324781"/>
    <w:rsid w:val="00356C71"/>
    <w:rsid w:val="00364B80"/>
    <w:rsid w:val="00377464"/>
    <w:rsid w:val="003774A1"/>
    <w:rsid w:val="003A26BD"/>
    <w:rsid w:val="004410A7"/>
    <w:rsid w:val="00454E5B"/>
    <w:rsid w:val="00474987"/>
    <w:rsid w:val="0047750C"/>
    <w:rsid w:val="004A0086"/>
    <w:rsid w:val="004D1161"/>
    <w:rsid w:val="004D5316"/>
    <w:rsid w:val="004E3E4D"/>
    <w:rsid w:val="00517BFA"/>
    <w:rsid w:val="00531FCC"/>
    <w:rsid w:val="00580A2C"/>
    <w:rsid w:val="005D4DCC"/>
    <w:rsid w:val="00602C5C"/>
    <w:rsid w:val="00623D9E"/>
    <w:rsid w:val="006D32D7"/>
    <w:rsid w:val="007178E5"/>
    <w:rsid w:val="00784AA1"/>
    <w:rsid w:val="007A6BBC"/>
    <w:rsid w:val="007B3351"/>
    <w:rsid w:val="007D474F"/>
    <w:rsid w:val="007D7964"/>
    <w:rsid w:val="007F7A43"/>
    <w:rsid w:val="00832B20"/>
    <w:rsid w:val="00844B70"/>
    <w:rsid w:val="008A3201"/>
    <w:rsid w:val="008E04EF"/>
    <w:rsid w:val="00917661"/>
    <w:rsid w:val="00971CC0"/>
    <w:rsid w:val="0097695E"/>
    <w:rsid w:val="009A0F25"/>
    <w:rsid w:val="009C739C"/>
    <w:rsid w:val="009E0D40"/>
    <w:rsid w:val="00A276A4"/>
    <w:rsid w:val="00A36F39"/>
    <w:rsid w:val="00AB5722"/>
    <w:rsid w:val="00B3066E"/>
    <w:rsid w:val="00B42EF9"/>
    <w:rsid w:val="00BD2565"/>
    <w:rsid w:val="00BE54CA"/>
    <w:rsid w:val="00C14322"/>
    <w:rsid w:val="00C332B2"/>
    <w:rsid w:val="00C364E0"/>
    <w:rsid w:val="00C4784B"/>
    <w:rsid w:val="00C56486"/>
    <w:rsid w:val="00C73F9B"/>
    <w:rsid w:val="00C94DB1"/>
    <w:rsid w:val="00C96C81"/>
    <w:rsid w:val="00CC7DAD"/>
    <w:rsid w:val="00CF1994"/>
    <w:rsid w:val="00D21F2E"/>
    <w:rsid w:val="00D375A1"/>
    <w:rsid w:val="00D72666"/>
    <w:rsid w:val="00DA5A7E"/>
    <w:rsid w:val="00DE0EB1"/>
    <w:rsid w:val="00E36B4E"/>
    <w:rsid w:val="00E87894"/>
    <w:rsid w:val="00F142AB"/>
    <w:rsid w:val="00F3510F"/>
    <w:rsid w:val="00F365B2"/>
    <w:rsid w:val="00F43080"/>
    <w:rsid w:val="00F557E9"/>
    <w:rsid w:val="00F73CC5"/>
    <w:rsid w:val="00F965BF"/>
    <w:rsid w:val="00FA1335"/>
    <w:rsid w:val="00FE554F"/>
    <w:rsid w:val="00FF45C8"/>
    <w:rsid w:val="16E46CFB"/>
    <w:rsid w:val="30A37CB8"/>
    <w:rsid w:val="459AB3B1"/>
    <w:rsid w:val="6C9B6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9EA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paragraph" w:customStyle="1" w:styleId="paragraph">
    <w:name w:val="paragraph"/>
    <w:basedOn w:val="Normal"/>
    <w:rsid w:val="009A0F25"/>
    <w:pPr>
      <w:tabs>
        <w:tab w:val="clear" w:pos="284"/>
      </w:tabs>
      <w:spacing w:before="0" w:after="0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customStyle="1" w:styleId="spellingerror">
    <w:name w:val="spellingerror"/>
    <w:basedOn w:val="DefaultParagraphFont"/>
    <w:rsid w:val="009A0F25"/>
  </w:style>
  <w:style w:type="character" w:customStyle="1" w:styleId="normaltextrun1">
    <w:name w:val="normaltextrun1"/>
    <w:basedOn w:val="DefaultParagraphFont"/>
    <w:rsid w:val="009A0F25"/>
  </w:style>
  <w:style w:type="character" w:customStyle="1" w:styleId="eop">
    <w:name w:val="eop"/>
    <w:basedOn w:val="DefaultParagraphFont"/>
    <w:rsid w:val="009A0F25"/>
  </w:style>
  <w:style w:type="paragraph" w:customStyle="1" w:styleId="TableParagraph">
    <w:name w:val="Table Paragraph"/>
    <w:basedOn w:val="Normal"/>
    <w:uiPriority w:val="1"/>
    <w:qFormat/>
    <w:rsid w:val="00832B20"/>
    <w:pPr>
      <w:widowControl w:val="0"/>
      <w:tabs>
        <w:tab w:val="clear" w:pos="284"/>
      </w:tabs>
      <w:autoSpaceDE w:val="0"/>
      <w:autoSpaceDN w:val="0"/>
      <w:spacing w:before="92" w:after="0" w:line="240" w:lineRule="auto"/>
      <w:ind w:left="81"/>
    </w:pPr>
    <w:rPr>
      <w:rFonts w:ascii="Arial" w:eastAsia="Arial" w:hAnsi="Arial" w:cs="Arial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93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7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91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82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61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814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346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21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003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36703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934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38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941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1902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804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9872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347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staff.tafensw.edu.au/documents/2017/11/assessment-guidelines-v02.pdf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jpe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D29833-1A35-41A0-BA80-14868EBF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16FDB2-34C4-422D-BD74-8EE7F4824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13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2018-12-18T04:42:00Z</dcterms:created>
  <dcterms:modified xsi:type="dcterms:W3CDTF">2019-04-23T00:38:00Z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9216">
    <vt:lpwstr>79</vt:lpwstr>
  </property>
  <property fmtid="{D5CDD505-2E9C-101B-9397-08002B2CF9AE}" pid="4" name="AuthorIds_UIVersion_1024">
    <vt:lpwstr>79</vt:lpwstr>
  </property>
</Properties>
</file>