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8103" w14:textId="77777777" w:rsidR="00FC48B2" w:rsidRDefault="000C6E1A" w:rsidP="003C3244">
      <w:pPr>
        <w:pStyle w:val="Heading1"/>
      </w:pPr>
      <w:bookmarkStart w:id="0" w:name="_GoBack"/>
      <w:bookmarkEnd w:id="0"/>
      <w:r w:rsidRPr="007E10A9">
        <w:t>Student</w:t>
      </w:r>
      <w:r w:rsidRPr="003C3244">
        <w:t xml:space="preserve"> Declaration</w:t>
      </w:r>
    </w:p>
    <w:p w14:paraId="111D8104" w14:textId="77777777" w:rsidR="00CC3D37" w:rsidRPr="00A56627" w:rsidRDefault="000C6E1A" w:rsidP="00CC3D37">
      <w:pPr>
        <w:pStyle w:val="Heading2"/>
      </w:pPr>
      <w:r w:rsidRPr="00A56627">
        <w:t>Criteria</w:t>
      </w:r>
    </w:p>
    <w:p w14:paraId="111D8105" w14:textId="77777777" w:rsidR="00CC3D37" w:rsidRDefault="000C6E1A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111D8107" w14:textId="53655178" w:rsidR="00CC3D37" w:rsidRPr="00D83795" w:rsidRDefault="000C6E1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>
        <w:rPr>
          <w:sz w:val="22"/>
          <w:szCs w:val="22"/>
          <w:lang w:eastAsia="en-AU"/>
        </w:rPr>
        <w:t xml:space="preserve">MSS50218 </w:t>
      </w:r>
      <w:r w:rsidR="0008581A">
        <w:rPr>
          <w:sz w:val="22"/>
          <w:szCs w:val="22"/>
          <w:lang w:eastAsia="en-AU"/>
        </w:rPr>
        <w:t xml:space="preserve">- </w:t>
      </w:r>
      <w:r>
        <w:rPr>
          <w:sz w:val="22"/>
          <w:szCs w:val="22"/>
          <w:lang w:eastAsia="en-AU"/>
        </w:rPr>
        <w:t>Diploma of environmental monitoring and technology</w:t>
      </w:r>
      <w:r w:rsidR="0008581A">
        <w:rPr>
          <w:sz w:val="22"/>
          <w:szCs w:val="22"/>
          <w:lang w:eastAsia="en-AU"/>
        </w:rPr>
        <w:t xml:space="preserve"> (1)</w:t>
      </w:r>
    </w:p>
    <w:p w14:paraId="111D8108" w14:textId="77777777" w:rsidR="00CC3D37" w:rsidRDefault="000C6E1A" w:rsidP="00CC3D37">
      <w:pPr>
        <w:pStyle w:val="Heading3"/>
      </w:pPr>
      <w:r w:rsidRPr="007A6B4A">
        <w:t>Unit code, name and release number</w:t>
      </w:r>
    </w:p>
    <w:p w14:paraId="111D810A" w14:textId="14B8C2D7" w:rsidR="00CC3D37" w:rsidRPr="00D83795" w:rsidRDefault="000C6E1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Unit"/>
      <w:r w:rsidRPr="00D83795">
        <w:rPr>
          <w:sz w:val="22"/>
          <w:szCs w:val="22"/>
          <w:lang w:eastAsia="en-AU"/>
        </w:rPr>
        <w:t>MSS024016 - Process and present environmental data (1)</w:t>
      </w:r>
      <w:bookmarkEnd w:id="2"/>
    </w:p>
    <w:p w14:paraId="111D810B" w14:textId="77777777" w:rsidR="00BC4442" w:rsidRPr="004A551B" w:rsidRDefault="000C6E1A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111D810C" w14:textId="77777777" w:rsidR="0040694E" w:rsidRPr="004A551B" w:rsidRDefault="000C6E1A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111D810D" w14:textId="77777777" w:rsidR="0040694E" w:rsidRPr="004A551B" w:rsidRDefault="000C6E1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111D810E" w14:textId="77777777" w:rsidR="0040694E" w:rsidRPr="004A551B" w:rsidRDefault="000C6E1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111D810F" w14:textId="77777777" w:rsidR="0040694E" w:rsidRPr="004A551B" w:rsidRDefault="000C6E1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111D8110" w14:textId="77777777" w:rsidR="0040694E" w:rsidRPr="004A551B" w:rsidRDefault="000C6E1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111D8111" w14:textId="77777777" w:rsidR="0040694E" w:rsidRPr="004A551B" w:rsidRDefault="000C6E1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111D8112" w14:textId="77777777" w:rsidR="003F73CB" w:rsidRDefault="000C6E1A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025550" w14:paraId="111D8117" w14:textId="77777777" w:rsidTr="000255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111D8113" w14:textId="77777777" w:rsidR="007E10A9" w:rsidRDefault="000C6E1A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111D8114" w14:textId="77777777" w:rsidR="007E10A9" w:rsidRDefault="000C6E1A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111D8115" w14:textId="77777777" w:rsidR="007E10A9" w:rsidRDefault="000C6E1A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111D8116" w14:textId="77777777" w:rsidR="007E10A9" w:rsidRDefault="000C6E1A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025550" w14:paraId="111D811C" w14:textId="77777777" w:rsidTr="00025550">
        <w:tc>
          <w:tcPr>
            <w:tcW w:w="310" w:type="pct"/>
            <w:shd w:val="clear" w:color="auto" w:fill="2D739F"/>
            <w:vAlign w:val="top"/>
          </w:tcPr>
          <w:p w14:paraId="111D8118" w14:textId="77777777" w:rsidR="007E10A9" w:rsidRPr="007E10A9" w:rsidRDefault="000C6E1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111D8119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1D811A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1D811B" w14:textId="77777777" w:rsidR="007E10A9" w:rsidRDefault="00FD046B" w:rsidP="007E10A9">
            <w:pPr>
              <w:rPr>
                <w:lang w:eastAsia="en-AU"/>
              </w:rPr>
            </w:pPr>
          </w:p>
        </w:tc>
      </w:tr>
      <w:tr w:rsidR="00025550" w14:paraId="111D8121" w14:textId="77777777" w:rsidTr="00025550">
        <w:tc>
          <w:tcPr>
            <w:tcW w:w="310" w:type="pct"/>
            <w:shd w:val="clear" w:color="auto" w:fill="2D739F"/>
            <w:vAlign w:val="top"/>
          </w:tcPr>
          <w:p w14:paraId="111D811D" w14:textId="77777777" w:rsidR="007E10A9" w:rsidRPr="007E10A9" w:rsidRDefault="000C6E1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111D811E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1D811F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1D8120" w14:textId="77777777" w:rsidR="007E10A9" w:rsidRDefault="00FD046B" w:rsidP="007E10A9">
            <w:pPr>
              <w:rPr>
                <w:lang w:eastAsia="en-AU"/>
              </w:rPr>
            </w:pPr>
          </w:p>
        </w:tc>
      </w:tr>
      <w:tr w:rsidR="00025550" w14:paraId="111D8126" w14:textId="77777777" w:rsidTr="00025550">
        <w:tc>
          <w:tcPr>
            <w:tcW w:w="310" w:type="pct"/>
            <w:shd w:val="clear" w:color="auto" w:fill="2D739F"/>
            <w:vAlign w:val="top"/>
          </w:tcPr>
          <w:p w14:paraId="111D8122" w14:textId="77777777" w:rsidR="007E10A9" w:rsidRPr="007E10A9" w:rsidRDefault="000C6E1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111D8123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1D8124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1D8125" w14:textId="77777777" w:rsidR="007E10A9" w:rsidRDefault="00FD046B" w:rsidP="007E10A9">
            <w:pPr>
              <w:rPr>
                <w:lang w:eastAsia="en-AU"/>
              </w:rPr>
            </w:pPr>
          </w:p>
        </w:tc>
      </w:tr>
      <w:tr w:rsidR="00025550" w14:paraId="111D812B" w14:textId="77777777" w:rsidTr="00025550">
        <w:tc>
          <w:tcPr>
            <w:tcW w:w="310" w:type="pct"/>
            <w:shd w:val="clear" w:color="auto" w:fill="2D739F"/>
            <w:vAlign w:val="top"/>
          </w:tcPr>
          <w:p w14:paraId="111D8127" w14:textId="77777777" w:rsidR="007E10A9" w:rsidRPr="007E10A9" w:rsidRDefault="000C6E1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111D8128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1D8129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1D812A" w14:textId="77777777" w:rsidR="007E10A9" w:rsidRDefault="00FD046B" w:rsidP="007E10A9">
            <w:pPr>
              <w:rPr>
                <w:lang w:eastAsia="en-AU"/>
              </w:rPr>
            </w:pPr>
          </w:p>
        </w:tc>
      </w:tr>
      <w:tr w:rsidR="00025550" w14:paraId="111D8130" w14:textId="77777777" w:rsidTr="00025550">
        <w:tc>
          <w:tcPr>
            <w:tcW w:w="310" w:type="pct"/>
            <w:shd w:val="clear" w:color="auto" w:fill="2D739F"/>
            <w:vAlign w:val="top"/>
          </w:tcPr>
          <w:p w14:paraId="111D812C" w14:textId="77777777" w:rsidR="007E10A9" w:rsidRPr="007E10A9" w:rsidRDefault="000C6E1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111D812D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1D812E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1D812F" w14:textId="77777777" w:rsidR="007E10A9" w:rsidRDefault="00FD046B" w:rsidP="007E10A9">
            <w:pPr>
              <w:rPr>
                <w:lang w:eastAsia="en-AU"/>
              </w:rPr>
            </w:pPr>
          </w:p>
        </w:tc>
      </w:tr>
      <w:tr w:rsidR="00025550" w14:paraId="111D8135" w14:textId="77777777" w:rsidTr="00025550">
        <w:tc>
          <w:tcPr>
            <w:tcW w:w="310" w:type="pct"/>
            <w:shd w:val="clear" w:color="auto" w:fill="2D739F"/>
            <w:vAlign w:val="top"/>
          </w:tcPr>
          <w:p w14:paraId="111D8131" w14:textId="77777777" w:rsidR="007E10A9" w:rsidRPr="007E10A9" w:rsidRDefault="000C6E1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111D8132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1D8133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1D8134" w14:textId="77777777" w:rsidR="007E10A9" w:rsidRDefault="00FD046B" w:rsidP="007E10A9">
            <w:pPr>
              <w:rPr>
                <w:lang w:eastAsia="en-AU"/>
              </w:rPr>
            </w:pPr>
          </w:p>
        </w:tc>
      </w:tr>
      <w:tr w:rsidR="00025550" w14:paraId="111D813A" w14:textId="77777777" w:rsidTr="00025550">
        <w:tc>
          <w:tcPr>
            <w:tcW w:w="310" w:type="pct"/>
            <w:shd w:val="clear" w:color="auto" w:fill="2D739F"/>
            <w:vAlign w:val="top"/>
          </w:tcPr>
          <w:p w14:paraId="111D8136" w14:textId="77777777" w:rsidR="007E10A9" w:rsidRPr="007E10A9" w:rsidRDefault="000C6E1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7</w:t>
            </w:r>
          </w:p>
        </w:tc>
        <w:tc>
          <w:tcPr>
            <w:tcW w:w="2658" w:type="pct"/>
            <w:vAlign w:val="top"/>
          </w:tcPr>
          <w:p w14:paraId="111D8137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1D8138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1D8139" w14:textId="77777777" w:rsidR="007E10A9" w:rsidRDefault="00FD046B" w:rsidP="007E10A9">
            <w:pPr>
              <w:rPr>
                <w:lang w:eastAsia="en-AU"/>
              </w:rPr>
            </w:pPr>
          </w:p>
        </w:tc>
      </w:tr>
      <w:tr w:rsidR="00025550" w14:paraId="111D813F" w14:textId="77777777" w:rsidTr="00025550">
        <w:tc>
          <w:tcPr>
            <w:tcW w:w="310" w:type="pct"/>
            <w:shd w:val="clear" w:color="auto" w:fill="2D739F"/>
            <w:vAlign w:val="top"/>
          </w:tcPr>
          <w:p w14:paraId="111D813B" w14:textId="77777777" w:rsidR="007E10A9" w:rsidRPr="007E10A9" w:rsidRDefault="000C6E1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8</w:t>
            </w:r>
          </w:p>
        </w:tc>
        <w:tc>
          <w:tcPr>
            <w:tcW w:w="2658" w:type="pct"/>
            <w:vAlign w:val="top"/>
          </w:tcPr>
          <w:p w14:paraId="111D813C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11D813D" w14:textId="77777777" w:rsidR="007E10A9" w:rsidRDefault="00FD046B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11D813E" w14:textId="77777777" w:rsidR="007E10A9" w:rsidRDefault="00FD046B" w:rsidP="007E10A9">
            <w:pPr>
              <w:rPr>
                <w:lang w:eastAsia="en-AU"/>
              </w:rPr>
            </w:pPr>
          </w:p>
        </w:tc>
      </w:tr>
      <w:tr w:rsidR="00AE5C48" w14:paraId="0CC3F515" w14:textId="77777777" w:rsidTr="00025550">
        <w:tc>
          <w:tcPr>
            <w:tcW w:w="310" w:type="pct"/>
            <w:shd w:val="clear" w:color="auto" w:fill="2D739F"/>
            <w:vAlign w:val="top"/>
          </w:tcPr>
          <w:p w14:paraId="3B1574CB" w14:textId="76AFE374" w:rsidR="00AE5C48" w:rsidRPr="007E10A9" w:rsidRDefault="00AE5C4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412E7307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DFFA0DF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2CB4FDF" w14:textId="77777777" w:rsidR="00AE5C48" w:rsidRDefault="00AE5C48" w:rsidP="007E10A9">
            <w:pPr>
              <w:rPr>
                <w:lang w:eastAsia="en-AU"/>
              </w:rPr>
            </w:pPr>
          </w:p>
        </w:tc>
      </w:tr>
      <w:tr w:rsidR="00AE5C48" w14:paraId="5C81E461" w14:textId="77777777" w:rsidTr="00025550">
        <w:tc>
          <w:tcPr>
            <w:tcW w:w="310" w:type="pct"/>
            <w:shd w:val="clear" w:color="auto" w:fill="2D739F"/>
            <w:vAlign w:val="top"/>
          </w:tcPr>
          <w:p w14:paraId="3F3548E6" w14:textId="68389060" w:rsidR="00AE5C48" w:rsidRDefault="00AE5C4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7A3A85FA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232D3A3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2EDEBF4" w14:textId="77777777" w:rsidR="00AE5C48" w:rsidRDefault="00AE5C48" w:rsidP="007E10A9">
            <w:pPr>
              <w:rPr>
                <w:lang w:eastAsia="en-AU"/>
              </w:rPr>
            </w:pPr>
          </w:p>
        </w:tc>
      </w:tr>
      <w:tr w:rsidR="00AE5C48" w14:paraId="0599E386" w14:textId="77777777" w:rsidTr="00025550">
        <w:tc>
          <w:tcPr>
            <w:tcW w:w="310" w:type="pct"/>
            <w:shd w:val="clear" w:color="auto" w:fill="2D739F"/>
            <w:vAlign w:val="top"/>
          </w:tcPr>
          <w:p w14:paraId="0F038C8D" w14:textId="72EF69ED" w:rsidR="00AE5C48" w:rsidRDefault="00AE5C4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1633C708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B672E29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062B3D6" w14:textId="77777777" w:rsidR="00AE5C48" w:rsidRDefault="00AE5C48" w:rsidP="007E10A9">
            <w:pPr>
              <w:rPr>
                <w:lang w:eastAsia="en-AU"/>
              </w:rPr>
            </w:pPr>
          </w:p>
        </w:tc>
      </w:tr>
      <w:tr w:rsidR="00AE5C48" w14:paraId="21E30C0D" w14:textId="77777777" w:rsidTr="00025550">
        <w:tc>
          <w:tcPr>
            <w:tcW w:w="310" w:type="pct"/>
            <w:shd w:val="clear" w:color="auto" w:fill="2D739F"/>
            <w:vAlign w:val="top"/>
          </w:tcPr>
          <w:p w14:paraId="050DF485" w14:textId="25F8384D" w:rsidR="00AE5C48" w:rsidRDefault="00AE5C4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036A3264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C1BCFEA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72041693" w14:textId="77777777" w:rsidR="00AE5C48" w:rsidRDefault="00AE5C48" w:rsidP="007E10A9">
            <w:pPr>
              <w:rPr>
                <w:lang w:eastAsia="en-AU"/>
              </w:rPr>
            </w:pPr>
          </w:p>
        </w:tc>
      </w:tr>
      <w:tr w:rsidR="00AE5C48" w14:paraId="17A8E5AD" w14:textId="77777777" w:rsidTr="00025550">
        <w:tc>
          <w:tcPr>
            <w:tcW w:w="310" w:type="pct"/>
            <w:shd w:val="clear" w:color="auto" w:fill="2D739F"/>
            <w:vAlign w:val="top"/>
          </w:tcPr>
          <w:p w14:paraId="039D17A7" w14:textId="7A89C48C" w:rsidR="00AE5C48" w:rsidRDefault="00AE5C4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3CA1240E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CF10461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1541C82B" w14:textId="77777777" w:rsidR="00AE5C48" w:rsidRDefault="00AE5C48" w:rsidP="007E10A9">
            <w:pPr>
              <w:rPr>
                <w:lang w:eastAsia="en-AU"/>
              </w:rPr>
            </w:pPr>
          </w:p>
        </w:tc>
      </w:tr>
      <w:tr w:rsidR="00AE5C48" w14:paraId="32128372" w14:textId="77777777" w:rsidTr="00025550">
        <w:tc>
          <w:tcPr>
            <w:tcW w:w="310" w:type="pct"/>
            <w:shd w:val="clear" w:color="auto" w:fill="2D739F"/>
            <w:vAlign w:val="top"/>
          </w:tcPr>
          <w:p w14:paraId="405AE714" w14:textId="3B21B873" w:rsidR="00AE5C48" w:rsidRDefault="00AE5C4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7A5FCE4B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879FFE4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B5AB65B" w14:textId="77777777" w:rsidR="00AE5C48" w:rsidRDefault="00AE5C48" w:rsidP="007E10A9">
            <w:pPr>
              <w:rPr>
                <w:lang w:eastAsia="en-AU"/>
              </w:rPr>
            </w:pPr>
          </w:p>
        </w:tc>
      </w:tr>
      <w:tr w:rsidR="00AE5C48" w14:paraId="49C3A514" w14:textId="77777777" w:rsidTr="00025550">
        <w:tc>
          <w:tcPr>
            <w:tcW w:w="310" w:type="pct"/>
            <w:shd w:val="clear" w:color="auto" w:fill="2D739F"/>
            <w:vAlign w:val="top"/>
          </w:tcPr>
          <w:p w14:paraId="3B59F6EF" w14:textId="7E834F26" w:rsidR="00AE5C48" w:rsidRDefault="00AE5C48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05630213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42533ECF" w14:textId="77777777" w:rsidR="00AE5C48" w:rsidRDefault="00AE5C48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E9D75FA" w14:textId="77777777" w:rsidR="00AE5C48" w:rsidRDefault="00AE5C48" w:rsidP="007E10A9">
            <w:pPr>
              <w:rPr>
                <w:lang w:eastAsia="en-AU"/>
              </w:rPr>
            </w:pPr>
          </w:p>
        </w:tc>
      </w:tr>
    </w:tbl>
    <w:p w14:paraId="111D8140" w14:textId="77777777" w:rsidR="00BC4442" w:rsidRDefault="00FD046B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D8153" w14:textId="77777777" w:rsidR="00E52FE8" w:rsidRDefault="000C6E1A">
      <w:pPr>
        <w:spacing w:before="0" w:after="0" w:line="240" w:lineRule="auto"/>
      </w:pPr>
      <w:r>
        <w:separator/>
      </w:r>
    </w:p>
  </w:endnote>
  <w:endnote w:type="continuationSeparator" w:id="0">
    <w:p w14:paraId="111D8155" w14:textId="77777777" w:rsidR="00E52FE8" w:rsidRDefault="000C6E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D8144" w14:textId="77777777" w:rsidR="00CC4677" w:rsidRPr="004820C4" w:rsidRDefault="00FD046B" w:rsidP="0002323C">
    <w:pPr>
      <w:pStyle w:val="Footer-DocumentTitleLeft"/>
    </w:pPr>
  </w:p>
  <w:p w14:paraId="111D8145" w14:textId="77777777" w:rsidR="00CC4677" w:rsidRDefault="000C6E1A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111D8146" w14:textId="77777777" w:rsidR="00CC4677" w:rsidRPr="0006452B" w:rsidRDefault="00FD046B" w:rsidP="00EE3A11"/>
  <w:p w14:paraId="111D8147" w14:textId="77777777" w:rsidR="00BA0812" w:rsidRDefault="00FD046B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91EF" w14:textId="7048315C" w:rsidR="005228CA" w:rsidRDefault="005228CA" w:rsidP="005228CA">
    <w:pPr>
      <w:pStyle w:val="Bodyfooter"/>
    </w:pPr>
    <w:r w:rsidRPr="008D467A">
      <w:t>Document title</w:t>
    </w:r>
    <w:r>
      <w:t xml:space="preserve">: </w:t>
    </w:r>
    <w:fldSimple w:instr=" FILENAME   \* MERGEFORMAT ">
      <w:r w:rsidR="00AB4752">
        <w:rPr>
          <w:noProof/>
        </w:rPr>
        <w:t>MSS024016_StDec</w:t>
      </w:r>
    </w:fldSimple>
    <w:r>
      <w:rPr>
        <w:noProof/>
      </w:rPr>
      <w:t xml:space="preserve">                                       RTO Code:  90003</w:t>
    </w:r>
    <w:r>
      <w:rPr>
        <w:noProof/>
      </w:rP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FD046B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D046B">
      <w:rPr>
        <w:noProof/>
      </w:rPr>
      <w:t>2</w:t>
    </w:r>
    <w:r>
      <w:rPr>
        <w:noProof/>
      </w:rPr>
      <w:fldChar w:fldCharType="end"/>
    </w:r>
    <w:r>
      <w:t xml:space="preserve"> </w:t>
    </w:r>
  </w:p>
  <w:p w14:paraId="111D8148" w14:textId="551ECC4A" w:rsidR="00BA0812" w:rsidRDefault="005228CA" w:rsidP="005228CA">
    <w:pPr>
      <w:pStyle w:val="Bodyfooter"/>
    </w:pPr>
    <w:r>
      <w:t>Resource ID: MRS_18_09_MSS024016_StDec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D814B" w14:textId="77777777" w:rsidR="00AA3155" w:rsidRPr="008D467A" w:rsidRDefault="000C6E1A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11D814C" w14:textId="77777777" w:rsidR="00AA3155" w:rsidRPr="008948B1" w:rsidRDefault="000C6E1A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111D814D" w14:textId="77777777" w:rsidR="00CC4677" w:rsidRPr="00AA3155" w:rsidRDefault="00FD046B" w:rsidP="00EE3A11">
    <w:pPr>
      <w:pStyle w:val="Footer"/>
    </w:pPr>
  </w:p>
  <w:p w14:paraId="111D814E" w14:textId="77777777" w:rsidR="00BA0812" w:rsidRDefault="00FD046B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D814F" w14:textId="77777777" w:rsidR="00E52FE8" w:rsidRDefault="000C6E1A">
      <w:pPr>
        <w:spacing w:before="0" w:after="0" w:line="240" w:lineRule="auto"/>
      </w:pPr>
      <w:r>
        <w:separator/>
      </w:r>
    </w:p>
  </w:footnote>
  <w:footnote w:type="continuationSeparator" w:id="0">
    <w:p w14:paraId="111D8151" w14:textId="77777777" w:rsidR="00E52FE8" w:rsidRDefault="000C6E1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D8141" w14:textId="77777777" w:rsidR="00CC4677" w:rsidRDefault="00FD046B" w:rsidP="00EE3A11"/>
  <w:p w14:paraId="111D8142" w14:textId="77777777" w:rsidR="00BA0812" w:rsidRDefault="00FD046B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D8143" w14:textId="77777777" w:rsidR="00BA0812" w:rsidRDefault="000C6E1A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111D814F" wp14:editId="111D8150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D8149" w14:textId="77777777" w:rsidR="004238CB" w:rsidRDefault="00FD046B" w:rsidP="00EE3A11">
    <w:pPr>
      <w:pStyle w:val="Header"/>
    </w:pPr>
  </w:p>
  <w:p w14:paraId="111D814A" w14:textId="77777777" w:rsidR="00BA0812" w:rsidRDefault="00FD046B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8C40F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E3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E28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64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CC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0833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2D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AE9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7689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21784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348C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844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5200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0678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47D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AF4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AB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03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7AACBEF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AB1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B689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4C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CCD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A43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6B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8BC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B21B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A998C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328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A2E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2EA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CE9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25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302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BC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807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05144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404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E86E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32E4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224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10D1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EA5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6A7A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A417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C6A65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2C2C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80E9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F2E1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348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F60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CC5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5045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F852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4F7E0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088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C0D5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A1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8E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BE85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1A2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2B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C1F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8E0C01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8A2C43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576F75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BFEB37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262F66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5FC17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7403BD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CD4230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E8316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6B04FE8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E4B0F4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AC29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46B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46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EC6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EF3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9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98EF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D3EED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90D3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4032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ED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2D5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5CA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2C3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806D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68E4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8A3C972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3E8E1C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F27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10B7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08ED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8AB1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2C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C4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307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E70A1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9C8E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92C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C4A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C6A4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A2DA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A48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7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AD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FE14F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8A30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A2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60A9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662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9C22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27B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89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8E4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EEC46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CE9E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E8D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4AB4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5224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7AA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A47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C6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035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5A54C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08C8D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3C7C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F400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A68E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3EE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21C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741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404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C91CE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9862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8CA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04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C56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B09D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7E19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8B1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9045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04267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5C2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32EE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20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CF8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F00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62C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CC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1442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D348F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869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74CA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FC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0C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9C5A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E7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56F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6E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95A0B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2AB5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62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45A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A1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DAE9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C6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E4A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547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6FDE20B8">
      <w:start w:val="1"/>
      <w:numFmt w:val="decimal"/>
      <w:lvlText w:val="%1."/>
      <w:lvlJc w:val="left"/>
      <w:pPr>
        <w:ind w:left="720" w:hanging="360"/>
      </w:pPr>
    </w:lvl>
    <w:lvl w:ilvl="1" w:tplc="A8F6700C">
      <w:start w:val="1"/>
      <w:numFmt w:val="lowerLetter"/>
      <w:lvlText w:val="%2."/>
      <w:lvlJc w:val="left"/>
      <w:pPr>
        <w:ind w:left="1440" w:hanging="360"/>
      </w:pPr>
    </w:lvl>
    <w:lvl w:ilvl="2" w:tplc="DB145048">
      <w:start w:val="1"/>
      <w:numFmt w:val="lowerRoman"/>
      <w:lvlText w:val="%3."/>
      <w:lvlJc w:val="right"/>
      <w:pPr>
        <w:ind w:left="2160" w:hanging="180"/>
      </w:pPr>
    </w:lvl>
    <w:lvl w:ilvl="3" w:tplc="2E3C170E">
      <w:start w:val="1"/>
      <w:numFmt w:val="decimal"/>
      <w:lvlText w:val="%4."/>
      <w:lvlJc w:val="left"/>
      <w:pPr>
        <w:ind w:left="2880" w:hanging="360"/>
      </w:pPr>
    </w:lvl>
    <w:lvl w:ilvl="4" w:tplc="F34AFACE">
      <w:start w:val="1"/>
      <w:numFmt w:val="lowerLetter"/>
      <w:lvlText w:val="%5."/>
      <w:lvlJc w:val="left"/>
      <w:pPr>
        <w:ind w:left="3600" w:hanging="360"/>
      </w:pPr>
    </w:lvl>
    <w:lvl w:ilvl="5" w:tplc="7996E7EA">
      <w:start w:val="1"/>
      <w:numFmt w:val="lowerRoman"/>
      <w:lvlText w:val="%6."/>
      <w:lvlJc w:val="right"/>
      <w:pPr>
        <w:ind w:left="4320" w:hanging="180"/>
      </w:pPr>
    </w:lvl>
    <w:lvl w:ilvl="6" w:tplc="7BFE404A">
      <w:start w:val="1"/>
      <w:numFmt w:val="decimal"/>
      <w:lvlText w:val="%7."/>
      <w:lvlJc w:val="left"/>
      <w:pPr>
        <w:ind w:left="5040" w:hanging="360"/>
      </w:pPr>
    </w:lvl>
    <w:lvl w:ilvl="7" w:tplc="CB8AFA6A">
      <w:start w:val="1"/>
      <w:numFmt w:val="lowerLetter"/>
      <w:lvlText w:val="%8."/>
      <w:lvlJc w:val="left"/>
      <w:pPr>
        <w:ind w:left="5760" w:hanging="360"/>
      </w:pPr>
    </w:lvl>
    <w:lvl w:ilvl="8" w:tplc="6F7E909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DF2E9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8E7E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88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EAE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529A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C6A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12D3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6B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0AC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1FB01D88">
      <w:start w:val="1"/>
      <w:numFmt w:val="decimal"/>
      <w:lvlText w:val="%1."/>
      <w:lvlJc w:val="left"/>
      <w:pPr>
        <w:ind w:left="720" w:hanging="360"/>
      </w:pPr>
    </w:lvl>
    <w:lvl w:ilvl="1" w:tplc="34AE5260">
      <w:start w:val="1"/>
      <w:numFmt w:val="lowerLetter"/>
      <w:lvlText w:val="%2."/>
      <w:lvlJc w:val="left"/>
      <w:pPr>
        <w:ind w:left="1440" w:hanging="360"/>
      </w:pPr>
    </w:lvl>
    <w:lvl w:ilvl="2" w:tplc="8A08FD1C">
      <w:start w:val="1"/>
      <w:numFmt w:val="lowerRoman"/>
      <w:lvlText w:val="%3."/>
      <w:lvlJc w:val="right"/>
      <w:pPr>
        <w:ind w:left="2160" w:hanging="180"/>
      </w:pPr>
    </w:lvl>
    <w:lvl w:ilvl="3" w:tplc="DB025CD8" w:tentative="1">
      <w:start w:val="1"/>
      <w:numFmt w:val="decimal"/>
      <w:lvlText w:val="%4."/>
      <w:lvlJc w:val="left"/>
      <w:pPr>
        <w:ind w:left="2880" w:hanging="360"/>
      </w:pPr>
    </w:lvl>
    <w:lvl w:ilvl="4" w:tplc="1D964932" w:tentative="1">
      <w:start w:val="1"/>
      <w:numFmt w:val="lowerLetter"/>
      <w:lvlText w:val="%5."/>
      <w:lvlJc w:val="left"/>
      <w:pPr>
        <w:ind w:left="3600" w:hanging="360"/>
      </w:pPr>
    </w:lvl>
    <w:lvl w:ilvl="5" w:tplc="6C4C2482" w:tentative="1">
      <w:start w:val="1"/>
      <w:numFmt w:val="lowerRoman"/>
      <w:lvlText w:val="%6."/>
      <w:lvlJc w:val="right"/>
      <w:pPr>
        <w:ind w:left="4320" w:hanging="180"/>
      </w:pPr>
    </w:lvl>
    <w:lvl w:ilvl="6" w:tplc="1CB22C34" w:tentative="1">
      <w:start w:val="1"/>
      <w:numFmt w:val="decimal"/>
      <w:lvlText w:val="%7."/>
      <w:lvlJc w:val="left"/>
      <w:pPr>
        <w:ind w:left="5040" w:hanging="360"/>
      </w:pPr>
    </w:lvl>
    <w:lvl w:ilvl="7" w:tplc="1B4C7C54" w:tentative="1">
      <w:start w:val="1"/>
      <w:numFmt w:val="lowerLetter"/>
      <w:lvlText w:val="%8."/>
      <w:lvlJc w:val="left"/>
      <w:pPr>
        <w:ind w:left="5760" w:hanging="360"/>
      </w:pPr>
    </w:lvl>
    <w:lvl w:ilvl="8" w:tplc="281295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0E4F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C2C1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72D1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A25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A81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E869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504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E25C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A6A1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8AE63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85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72C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C6A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464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699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65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40B9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9C9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66DA42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FE2FCF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052CAC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1BEA44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33CBB8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BBCEF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E70AA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A3A906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B4AAF9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1B76FFBE">
      <w:start w:val="1"/>
      <w:numFmt w:val="decimal"/>
      <w:lvlText w:val="%1."/>
      <w:lvlJc w:val="left"/>
      <w:pPr>
        <w:ind w:left="720" w:hanging="360"/>
      </w:pPr>
    </w:lvl>
    <w:lvl w:ilvl="1" w:tplc="A288D854" w:tentative="1">
      <w:start w:val="1"/>
      <w:numFmt w:val="lowerLetter"/>
      <w:lvlText w:val="%2."/>
      <w:lvlJc w:val="left"/>
      <w:pPr>
        <w:ind w:left="1440" w:hanging="360"/>
      </w:pPr>
    </w:lvl>
    <w:lvl w:ilvl="2" w:tplc="8FECB470" w:tentative="1">
      <w:start w:val="1"/>
      <w:numFmt w:val="lowerRoman"/>
      <w:lvlText w:val="%3."/>
      <w:lvlJc w:val="right"/>
      <w:pPr>
        <w:ind w:left="2160" w:hanging="180"/>
      </w:pPr>
    </w:lvl>
    <w:lvl w:ilvl="3" w:tplc="A3825D1C" w:tentative="1">
      <w:start w:val="1"/>
      <w:numFmt w:val="decimal"/>
      <w:lvlText w:val="%4."/>
      <w:lvlJc w:val="left"/>
      <w:pPr>
        <w:ind w:left="2880" w:hanging="360"/>
      </w:pPr>
    </w:lvl>
    <w:lvl w:ilvl="4" w:tplc="54FEE7A0" w:tentative="1">
      <w:start w:val="1"/>
      <w:numFmt w:val="lowerLetter"/>
      <w:lvlText w:val="%5."/>
      <w:lvlJc w:val="left"/>
      <w:pPr>
        <w:ind w:left="3600" w:hanging="360"/>
      </w:pPr>
    </w:lvl>
    <w:lvl w:ilvl="5" w:tplc="6E041BC8" w:tentative="1">
      <w:start w:val="1"/>
      <w:numFmt w:val="lowerRoman"/>
      <w:lvlText w:val="%6."/>
      <w:lvlJc w:val="right"/>
      <w:pPr>
        <w:ind w:left="4320" w:hanging="180"/>
      </w:pPr>
    </w:lvl>
    <w:lvl w:ilvl="6" w:tplc="1E761CD0" w:tentative="1">
      <w:start w:val="1"/>
      <w:numFmt w:val="decimal"/>
      <w:lvlText w:val="%7."/>
      <w:lvlJc w:val="left"/>
      <w:pPr>
        <w:ind w:left="5040" w:hanging="360"/>
      </w:pPr>
    </w:lvl>
    <w:lvl w:ilvl="7" w:tplc="AAD66456" w:tentative="1">
      <w:start w:val="1"/>
      <w:numFmt w:val="lowerLetter"/>
      <w:lvlText w:val="%8."/>
      <w:lvlJc w:val="left"/>
      <w:pPr>
        <w:ind w:left="5760" w:hanging="360"/>
      </w:pPr>
    </w:lvl>
    <w:lvl w:ilvl="8" w:tplc="C0A03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46DE2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8E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12D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60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8426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FEDD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B2F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02B5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9A69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DC0AE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F27D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5AC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A9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A4A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F60E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3C7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695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4E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542A4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0C0C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7A3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1A0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67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142E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808C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DE58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1ED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zNDc2MzC2tDA3tTBR0lEKTi0uzszPAykwqgUAaRHNxiwAAAA="/>
  </w:docVars>
  <w:rsids>
    <w:rsidRoot w:val="00025550"/>
    <w:rsid w:val="00025550"/>
    <w:rsid w:val="0008581A"/>
    <w:rsid w:val="000C6E1A"/>
    <w:rsid w:val="005228CA"/>
    <w:rsid w:val="008253FE"/>
    <w:rsid w:val="00AB4752"/>
    <w:rsid w:val="00AE5C48"/>
    <w:rsid w:val="00E52FE8"/>
    <w:rsid w:val="00FD0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D8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70e2a5da4ef9afd382680792bea699f3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4338d930b07f5f34f7954b6dcaaeb958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02bd91-4821-4a00-aa5e-8d420a883b7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0B4C75-C4CB-419C-893E-FFDC457CE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CFA8AD-CDA5-46E6-A980-BC27D3769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Declaration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Code_StDec_1of1_20180913</dc:title>
  <dc:description>The content in this document is copyright © TAFE NSW 2019.
Generated by the Document Automation for Training and Assessment system (developed by Marc Fearby).</dc:description>
  <cp:lastModifiedBy/>
  <cp:revision>1</cp:revision>
  <dcterms:created xsi:type="dcterms:W3CDTF">2018-09-13T04:33:00Z</dcterms:created>
  <dcterms:modified xsi:type="dcterms:W3CDTF">2020-01-12T23:11:00Z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</Properties>
</file>